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0E" w:rsidRDefault="0042080E" w:rsidP="0042080E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763138" cy="8164127"/>
            <wp:effectExtent l="19050" t="0" r="9012" b="0"/>
            <wp:docPr id="2" name="Picture 1" descr="L:\New_kar\rabe_al_sani_1439\ahad_say_zahoor_tak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ahad_say_zahoor_tak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508" cy="816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80E" w:rsidRDefault="0042080E" w:rsidP="00031FA0">
      <w:pPr>
        <w:pStyle w:val="libNormal"/>
        <w:rPr>
          <w:rtl/>
        </w:rPr>
      </w:pPr>
      <w:r>
        <w:rPr>
          <w:rtl/>
        </w:rPr>
        <w:br w:type="page"/>
      </w:r>
    </w:p>
    <w:p w:rsidR="0042080E" w:rsidRDefault="0042080E" w:rsidP="0042080E">
      <w:pPr>
        <w:pStyle w:val="libNormal"/>
        <w:rPr>
          <w:rtl/>
        </w:rPr>
      </w:pPr>
      <w:r w:rsidRPr="0042080E">
        <w:rPr>
          <w:rFonts w:hint="cs"/>
          <w:rtl/>
        </w:rPr>
        <w:lastRenderedPageBreak/>
        <w:t>ی</w:t>
      </w:r>
      <w:r w:rsidRPr="0042080E">
        <w:rPr>
          <w:rFonts w:hint="eastAsia"/>
          <w:rtl/>
        </w:rPr>
        <w:t>ہ</w:t>
      </w:r>
      <w:r w:rsidRPr="0042080E">
        <w:rPr>
          <w:rtl/>
        </w:rPr>
        <w:t xml:space="preserve"> کتاب برق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شکل </w:t>
      </w:r>
      <w:r w:rsidR="007D2A2F">
        <w:rPr>
          <w:rtl/>
        </w:rPr>
        <w:t xml:space="preserve">میں </w:t>
      </w:r>
      <w:r w:rsidRPr="0042080E">
        <w:rPr>
          <w:rtl/>
        </w:rPr>
        <w:t xml:space="preserve"> نشرہوئ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ہے اور شبکہ الامام</w:t>
      </w:r>
      <w:r w:rsidRPr="0042080E">
        <w:rPr>
          <w:rFonts w:hint="cs"/>
          <w:rtl/>
        </w:rPr>
        <w:t>ی</w:t>
      </w:r>
      <w:r w:rsidRPr="0042080E">
        <w:rPr>
          <w:rFonts w:hint="eastAsia"/>
          <w:rtl/>
        </w:rPr>
        <w:t>ن</w:t>
      </w:r>
      <w:r w:rsidRPr="0042080E">
        <w:rPr>
          <w:rtl/>
        </w:rPr>
        <w:t xml:space="preserve"> الحسن</w:t>
      </w:r>
      <w:r w:rsidRPr="0042080E">
        <w:rPr>
          <w:rFonts w:hint="cs"/>
          <w:rtl/>
        </w:rPr>
        <w:t>ی</w:t>
      </w:r>
      <w:r w:rsidRPr="0042080E">
        <w:rPr>
          <w:rFonts w:hint="eastAsia"/>
          <w:rtl/>
        </w:rPr>
        <w:t>ن</w:t>
      </w:r>
      <w:r w:rsidRPr="0042080E">
        <w:rPr>
          <w:rtl/>
        </w:rPr>
        <w:t xml:space="preserve"> (عل</w:t>
      </w:r>
      <w:r w:rsidRPr="0042080E">
        <w:rPr>
          <w:rFonts w:hint="cs"/>
          <w:rtl/>
        </w:rPr>
        <w:t>ی</w:t>
      </w:r>
      <w:r w:rsidRPr="0042080E">
        <w:rPr>
          <w:rFonts w:hint="eastAsia"/>
          <w:rtl/>
        </w:rPr>
        <w:t>ہما</w:t>
      </w:r>
      <w:r w:rsidRPr="0042080E">
        <w:rPr>
          <w:rtl/>
        </w:rPr>
        <w:t xml:space="preserve"> السلام) کے گروہ علم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ک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نگران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Pr="0042080E">
        <w:rPr>
          <w:rtl/>
        </w:rPr>
        <w:t xml:space="preserve"> اس ک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فن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طورپرتصح</w:t>
      </w:r>
      <w:r w:rsidRPr="0042080E">
        <w:rPr>
          <w:rFonts w:hint="cs"/>
          <w:rtl/>
        </w:rPr>
        <w:t>ی</w:t>
      </w:r>
      <w:r w:rsidRPr="0042080E">
        <w:rPr>
          <w:rFonts w:hint="eastAsia"/>
          <w:rtl/>
        </w:rPr>
        <w:t>ح</w:t>
      </w:r>
      <w:r w:rsidRPr="0042080E">
        <w:rPr>
          <w:rtl/>
        </w:rPr>
        <w:t xml:space="preserve"> اور تنظ</w:t>
      </w:r>
      <w:r w:rsidRPr="0042080E">
        <w:rPr>
          <w:rFonts w:hint="cs"/>
          <w:rtl/>
        </w:rPr>
        <w:t>ی</w:t>
      </w:r>
      <w:r w:rsidRPr="0042080E">
        <w:rPr>
          <w:rFonts w:hint="eastAsia"/>
          <w:rtl/>
        </w:rPr>
        <w:t>م</w:t>
      </w:r>
      <w:r w:rsidRPr="0042080E">
        <w:rPr>
          <w:rtl/>
        </w:rPr>
        <w:t xml:space="preserve"> ہوئ</w:t>
      </w:r>
      <w:r w:rsidRPr="0042080E">
        <w:rPr>
          <w:rFonts w:hint="cs"/>
          <w:rtl/>
        </w:rPr>
        <w:t>ی</w:t>
      </w:r>
      <w:r w:rsidRPr="0042080E">
        <w:rPr>
          <w:rtl/>
        </w:rPr>
        <w:t xml:space="preserve"> ہے</w:t>
      </w:r>
    </w:p>
    <w:p w:rsidR="0042080E" w:rsidRDefault="0042080E" w:rsidP="00031FA0">
      <w:pPr>
        <w:pStyle w:val="libNormal"/>
        <w:rPr>
          <w:rtl/>
          <w:lang w:bidi="ur-PK"/>
        </w:rPr>
      </w:pPr>
      <w:r>
        <w:rPr>
          <w:rtl/>
        </w:rPr>
        <w:br w:type="page"/>
      </w:r>
    </w:p>
    <w:p w:rsidR="0042080E" w:rsidRDefault="0042080E" w:rsidP="0042080E">
      <w:pPr>
        <w:pStyle w:val="libCenterBold2"/>
        <w:rPr>
          <w:rtl/>
        </w:rPr>
      </w:pPr>
      <w:r>
        <w:rPr>
          <w:rtl/>
        </w:rPr>
        <w:lastRenderedPageBreak/>
        <w:t xml:space="preserve">کتاب نامہ: </w:t>
      </w:r>
    </w:p>
    <w:p w:rsidR="0042080E" w:rsidRDefault="0042080E" w:rsidP="0042080E">
      <w:pPr>
        <w:pStyle w:val="libCenterBold2"/>
        <w:rPr>
          <w:rtl/>
        </w:rPr>
      </w:pPr>
      <w:r>
        <w:rPr>
          <w:rtl/>
        </w:rPr>
        <w:t xml:space="preserve">نام کتاب: عھدسے ظھور تک </w:t>
      </w:r>
    </w:p>
    <w:p w:rsidR="0042080E" w:rsidRDefault="0042080E" w:rsidP="0042080E">
      <w:pPr>
        <w:pStyle w:val="libCenterBold2"/>
        <w:rPr>
          <w:rtl/>
        </w:rPr>
      </w:pP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 عالم نقو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دار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کشنز</w:t>
      </w:r>
      <w:r>
        <w:rPr>
          <w:rtl/>
        </w:rPr>
        <w:t>۔کراچ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CenterBold2"/>
        <w:rPr>
          <w:rtl/>
        </w:rPr>
      </w:pPr>
      <w:r>
        <w:rPr>
          <w:rFonts w:hint="eastAsia"/>
          <w:rtl/>
        </w:rPr>
        <w:t>کمپوزنک</w:t>
      </w:r>
      <w:r>
        <w:rPr>
          <w:rtl/>
        </w:rPr>
        <w:t>: ارتض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CenterBold2"/>
        <w:rPr>
          <w:rtl/>
        </w:rPr>
      </w:pPr>
      <w:r>
        <w:rPr>
          <w:rFonts w:hint="eastAsia"/>
          <w:rtl/>
        </w:rPr>
        <w:t>چاپ</w:t>
      </w:r>
      <w:r>
        <w:rPr>
          <w:rtl/>
        </w:rPr>
        <w:t xml:space="preserve"> اول اکتوبر </w:t>
      </w:r>
      <w:r>
        <w:rPr>
          <w:rtl/>
          <w:lang w:bidi="fa-IR"/>
        </w:rPr>
        <w:t>۲۰۰۳</w:t>
      </w:r>
      <w:r>
        <w:rPr>
          <w:rtl/>
        </w:rPr>
        <w:t xml:space="preserve">ء۔شعبان </w:t>
      </w:r>
      <w:r>
        <w:rPr>
          <w:rtl/>
          <w:lang w:bidi="fa-IR"/>
        </w:rPr>
        <w:t>۱۴۲۴</w:t>
      </w:r>
      <w:r>
        <w:rPr>
          <w:rtl/>
        </w:rPr>
        <w:t xml:space="preserve"> ھ </w:t>
      </w:r>
    </w:p>
    <w:p w:rsidR="0042080E" w:rsidRDefault="0042080E" w:rsidP="0042080E">
      <w:pPr>
        <w:pStyle w:val="libCenterBold2"/>
        <w:rPr>
          <w:rtl/>
        </w:rPr>
      </w:pPr>
    </w:p>
    <w:p w:rsidR="0042080E" w:rsidRDefault="0042080E" w:rsidP="00031FA0">
      <w:pPr>
        <w:pStyle w:val="libNormal"/>
        <w:rPr>
          <w:rtl/>
        </w:rPr>
      </w:pPr>
      <w:r>
        <w:rPr>
          <w:rtl/>
        </w:rPr>
        <w:br w:type="page"/>
      </w:r>
    </w:p>
    <w:p w:rsidR="0042080E" w:rsidRDefault="0042080E" w:rsidP="0042080E">
      <w:pPr>
        <w:pStyle w:val="Heading2Center"/>
        <w:rPr>
          <w:rtl/>
        </w:rPr>
      </w:pPr>
      <w:bookmarkStart w:id="0" w:name="_Toc502225844"/>
      <w:r>
        <w:rPr>
          <w:rFonts w:hint="eastAsia"/>
          <w:rtl/>
        </w:rPr>
        <w:lastRenderedPageBreak/>
        <w:t>انتساب</w:t>
      </w:r>
      <w:bookmarkEnd w:id="0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ماں حضرت نرجس خاتون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کے نام کہ جن کے فرزندکے ظھور سے کائنات جگمگا اٹھے گ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42080E" w:rsidRDefault="0042080E" w:rsidP="00031FA0">
      <w:pPr>
        <w:pStyle w:val="libNormal"/>
        <w:rPr>
          <w:rtl/>
        </w:rPr>
      </w:pPr>
      <w:r>
        <w:rPr>
          <w:rtl/>
        </w:rPr>
        <w:br w:type="page"/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Heading2Center"/>
        <w:rPr>
          <w:rtl/>
        </w:rPr>
      </w:pPr>
      <w:bookmarkStart w:id="1" w:name="_Toc502225845"/>
      <w:r>
        <w:rPr>
          <w:rFonts w:hint="eastAsia"/>
          <w:rtl/>
        </w:rPr>
        <w:t>مقدمہ</w:t>
      </w:r>
      <w:bookmarkEnd w:id="1"/>
      <w:r>
        <w:rPr>
          <w:rtl/>
        </w:rPr>
        <w:t xml:space="preserve"> </w:t>
      </w:r>
    </w:p>
    <w:p w:rsidR="0042080E" w:rsidRDefault="0042080E" w:rsidP="00F066D9">
      <w:pPr>
        <w:pStyle w:val="libArabic"/>
        <w:rPr>
          <w:rtl/>
        </w:rPr>
      </w:pPr>
      <w:r>
        <w:rPr>
          <w:rtl/>
        </w:rPr>
        <w:t>(الحمد الل</w:t>
      </w:r>
      <w:r w:rsidRPr="00031FA0">
        <w:rPr>
          <w:rFonts w:hint="cs"/>
          <w:rtl/>
        </w:rPr>
        <w:t>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الخلائق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الصلاة والسلام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مولاناابو القاسم محمد وآل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الاعظم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الفد</w:t>
      </w:r>
      <w:r>
        <w:rPr>
          <w:rFonts w:hint="cs"/>
          <w:rtl/>
        </w:rPr>
        <w:t>ی</w:t>
      </w:r>
      <w:r>
        <w:rPr>
          <w:rtl/>
        </w:rPr>
        <w:t xml:space="preserve"> واللعنة الدائمة عل</w:t>
      </w:r>
      <w:r>
        <w:rPr>
          <w:rFonts w:hint="cs"/>
          <w:rtl/>
        </w:rPr>
        <w:t>یٰ</w:t>
      </w:r>
      <w:r>
        <w:rPr>
          <w:rtl/>
        </w:rPr>
        <w:t xml:space="preserve"> اعدائ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 w:rsidR="00824A76" w:rsidRPr="00824A76">
        <w:rPr>
          <w:rtl/>
        </w:rPr>
        <w:t xml:space="preserve"> ہر </w:t>
      </w:r>
      <w:r>
        <w:rPr>
          <w:rtl/>
        </w:rPr>
        <w:t>مومن اور مومنہ کے لئے واجب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ہم </w:t>
      </w:r>
      <w:r>
        <w:rPr>
          <w:rtl/>
        </w:rPr>
        <w:t>فقط اپنے بچوں کو چھاردہ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</w:t>
      </w:r>
      <w:r w:rsidR="002549D7" w:rsidRPr="002549D7">
        <w:rPr>
          <w:rtl/>
        </w:rPr>
        <w:t xml:space="preserve"> ہیں </w:t>
      </w:r>
      <w:r>
        <w:rPr>
          <w:rtl/>
        </w:rPr>
        <w:t>کہ</w:t>
      </w:r>
      <w:r w:rsidR="002549D7" w:rsidRPr="002549D7">
        <w:rPr>
          <w:rtl/>
        </w:rPr>
        <w:t xml:space="preserve"> ہماری </w:t>
      </w:r>
      <w:r>
        <w:rPr>
          <w:rtl/>
        </w:rPr>
        <w:t>ذمہ 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ہوگئی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بلکہ اگر اس سے بڑھ کر بھ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824A76" w:rsidRPr="00824A76">
        <w:rPr>
          <w:rtl/>
        </w:rPr>
        <w:t xml:space="preserve"> ہم </w:t>
      </w:r>
      <w:r>
        <w:rPr>
          <w:rtl/>
        </w:rPr>
        <w:t>حق معرفت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ادا</w:t>
      </w:r>
      <w:r w:rsidR="002549D7" w:rsidRPr="002549D7">
        <w:rPr>
          <w:rtl/>
        </w:rPr>
        <w:t xml:space="preserve"> نہیں </w:t>
      </w:r>
      <w:r>
        <w:rPr>
          <w:rtl/>
        </w:rPr>
        <w:t>کر سکتے</w:t>
      </w:r>
      <w:r w:rsidR="002549D7" w:rsidRPr="002549D7">
        <w:rPr>
          <w:rtl/>
        </w:rPr>
        <w:t xml:space="preserve"> ہیں </w:t>
      </w:r>
      <w:r w:rsidR="00824A76" w:rsidRPr="00824A76">
        <w:rPr>
          <w:rtl/>
        </w:rPr>
        <w:t xml:space="preserve">ہم </w:t>
      </w:r>
      <w:r>
        <w:rPr>
          <w:rtl/>
        </w:rPr>
        <w:t xml:space="preserve">نے گذشتہ سالوں </w:t>
      </w:r>
      <w:r w:rsidR="007D2A2F">
        <w:rPr>
          <w:rtl/>
        </w:rPr>
        <w:t xml:space="preserve">میں </w:t>
      </w:r>
      <w:r>
        <w:rPr>
          <w:rtl/>
        </w:rPr>
        <w:t xml:space="preserve"> متعدد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دوروں کے دوران اس بات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اہمیت </w:t>
      </w:r>
      <w:r>
        <w:rPr>
          <w:rtl/>
        </w:rPr>
        <w:t>کو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احسا 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کے حوالے سے لوگوں ک</w:t>
      </w:r>
      <w:r>
        <w:rPr>
          <w:rFonts w:hint="cs"/>
          <w:rtl/>
        </w:rPr>
        <w:t>ی</w:t>
      </w:r>
      <w:r>
        <w:rPr>
          <w:rtl/>
        </w:rPr>
        <w:t xml:space="preserve"> معلومات بہت</w:t>
      </w:r>
      <w:r w:rsidR="002549D7" w:rsidRPr="002549D7">
        <w:rPr>
          <w:rtl/>
        </w:rPr>
        <w:t xml:space="preserve"> ہی </w:t>
      </w:r>
      <w:r>
        <w:rPr>
          <w:rtl/>
        </w:rPr>
        <w:t>مجمل</w:t>
      </w:r>
      <w:r w:rsidR="00824A76" w:rsidRPr="00824A76">
        <w:rPr>
          <w:rtl/>
        </w:rPr>
        <w:t xml:space="preserve"> ہے </w:t>
      </w:r>
      <w:r>
        <w:rPr>
          <w:rtl/>
        </w:rPr>
        <w:t>بس لوگ</w:t>
      </w:r>
      <w:r w:rsidR="002549D7" w:rsidRPr="002549D7">
        <w:rPr>
          <w:rtl/>
        </w:rPr>
        <w:t xml:space="preserve"> یہی </w:t>
      </w:r>
      <w:r>
        <w:rPr>
          <w:rtl/>
        </w:rPr>
        <w:t>جانتے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کہ </w:t>
      </w:r>
      <w:r w:rsidR="002549D7" w:rsidRPr="002549D7">
        <w:rPr>
          <w:rtl/>
        </w:rPr>
        <w:t>ہمارے</w:t>
      </w:r>
      <w:r>
        <w:rPr>
          <w:rtl/>
        </w:rPr>
        <w:t xml:space="preserve"> امام (عج)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ہیں </w:t>
      </w:r>
      <w:r>
        <w:rPr>
          <w:rtl/>
        </w:rPr>
        <w:t>۔اور وہ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مسائل حل</w:t>
      </w:r>
      <w:r w:rsidR="002549D7" w:rsidRPr="002549D7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و۔۔۔۔۔۔۔اور بس !۔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آگے کوئ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</w:t>
      </w:r>
      <w:r>
        <w:rPr>
          <w:rtl/>
        </w:rPr>
        <w:t>سوچتا</w:t>
      </w:r>
      <w:r w:rsidR="00824A76" w:rsidRPr="00824A76">
        <w:rPr>
          <w:rtl/>
        </w:rPr>
        <w:t xml:space="preserve"> ہے </w:t>
      </w:r>
      <w:r>
        <w:rPr>
          <w:rtl/>
        </w:rPr>
        <w:t>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549D7" w:rsidRPr="002549D7">
        <w:rPr>
          <w:rtl/>
        </w:rPr>
        <w:t xml:space="preserve"> ہماری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امام کے لئے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کتنے</w:t>
      </w:r>
      <w:r w:rsidR="002549D7" w:rsidRPr="002549D7">
        <w:rPr>
          <w:rtl/>
        </w:rPr>
        <w:t xml:space="preserve"> ہی </w:t>
      </w:r>
      <w:r>
        <w:rPr>
          <w:rtl/>
        </w:rPr>
        <w:t>دن</w:t>
      </w:r>
      <w:r w:rsidR="002549D7" w:rsidRPr="002549D7">
        <w:rPr>
          <w:rtl/>
        </w:rPr>
        <w:t xml:space="preserve"> مہینے </w:t>
      </w:r>
      <w:r>
        <w:rPr>
          <w:rtl/>
        </w:rPr>
        <w:t>اور سال گزر جاتے</w:t>
      </w:r>
      <w:r w:rsidR="002549D7" w:rsidRPr="002549D7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دم </w:t>
      </w:r>
      <w:r w:rsidR="007D2A2F">
        <w:rPr>
          <w:rtl/>
        </w:rPr>
        <w:t xml:space="preserve">میں </w:t>
      </w:r>
      <w:r>
        <w:rPr>
          <w:rtl/>
        </w:rPr>
        <w:t xml:space="preserve"> امام (ع)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</w:t>
      </w:r>
      <w:r w:rsidR="002549D7" w:rsidRPr="002549D7">
        <w:rPr>
          <w:rtl/>
        </w:rPr>
        <w:t xml:space="preserve"> نہیں </w:t>
      </w:r>
      <w:r>
        <w:rPr>
          <w:rtl/>
        </w:rPr>
        <w:t>آ تا جب کہ</w:t>
      </w:r>
      <w:r w:rsidR="00824A76" w:rsidRPr="00824A76">
        <w:rPr>
          <w:rtl/>
        </w:rPr>
        <w:t xml:space="preserve"> ہم </w:t>
      </w:r>
      <w:r>
        <w:rPr>
          <w:rtl/>
        </w:rPr>
        <w:t>عالم اسلام ک</w:t>
      </w:r>
      <w:r>
        <w:rPr>
          <w:rFonts w:hint="cs"/>
          <w:rtl/>
        </w:rPr>
        <w:t>ی</w:t>
      </w:r>
      <w:r>
        <w:rPr>
          <w:rtl/>
        </w:rPr>
        <w:t xml:space="preserve"> کتب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چلتا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تمام گفتگو سے</w:t>
      </w:r>
      <w:r w:rsidR="002549D7" w:rsidRPr="002549D7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549D7" w:rsidRPr="002549D7">
        <w:rPr>
          <w:rtl/>
        </w:rPr>
        <w:t xml:space="preserve"> اہمیت </w:t>
      </w:r>
      <w:r>
        <w:rPr>
          <w:rtl/>
        </w:rPr>
        <w:t>کا حامل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کتنے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لوگ قم </w:t>
      </w:r>
      <w:r w:rsidR="007D2A2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آکر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</w:t>
      </w:r>
      <w:r w:rsidR="002549D7" w:rsidRPr="002549D7">
        <w:rPr>
          <w:rtl/>
        </w:rPr>
        <w:t xml:space="preserve"> ہیں </w:t>
      </w:r>
      <w:r>
        <w:rPr>
          <w:rtl/>
        </w:rPr>
        <w:t>کہ”مسجد جمکران</w:t>
      </w:r>
      <w:r w:rsidR="002549D7" w:rsidRPr="002549D7">
        <w:rPr>
          <w:rtl/>
        </w:rPr>
        <w:t xml:space="preserve">  کہاں </w:t>
      </w:r>
      <w:r w:rsidR="00824A76" w:rsidRPr="00824A76">
        <w:rPr>
          <w:rtl/>
        </w:rPr>
        <w:t xml:space="preserve">ہے </w:t>
      </w:r>
      <w:r>
        <w:rPr>
          <w:rtl/>
        </w:rPr>
        <w:t>کہ</w:t>
      </w:r>
      <w:r w:rsidR="002549D7" w:rsidRPr="002549D7">
        <w:rPr>
          <w:rtl/>
        </w:rPr>
        <w:t xml:space="preserve"> جہاں </w:t>
      </w:r>
      <w:r>
        <w:rPr>
          <w:rtl/>
        </w:rPr>
        <w:t>امام زمان(عج) نماز پڑھاتے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“اور اس ے ملتے جلتے سوالات۔۔۔۔۔۔۔ </w:t>
      </w:r>
    </w:p>
    <w:p w:rsidR="0042080E" w:rsidRDefault="002549D7" w:rsidP="0042080E">
      <w:pPr>
        <w:pStyle w:val="libNormal"/>
        <w:rPr>
          <w:rtl/>
        </w:rPr>
      </w:pPr>
      <w:r w:rsidRPr="002549D7">
        <w:rPr>
          <w:rFonts w:hint="eastAsia"/>
          <w:rtl/>
        </w:rPr>
        <w:t xml:space="preserve">ہماری </w:t>
      </w:r>
      <w:r w:rsidR="0042080E">
        <w:rPr>
          <w:rtl/>
        </w:rPr>
        <w:t xml:space="preserve"> منطق اور</w:t>
      </w:r>
      <w:r w:rsidRPr="002549D7">
        <w:rPr>
          <w:rtl/>
        </w:rPr>
        <w:t xml:space="preserve"> ذہن </w:t>
      </w:r>
      <w:r w:rsidR="0042080E">
        <w:rPr>
          <w:rtl/>
        </w:rPr>
        <w:t>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کند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انھ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ں</w:t>
      </w:r>
      <w:r w:rsidR="0042080E">
        <w:rPr>
          <w:rtl/>
        </w:rPr>
        <w:t xml:space="preserve"> سوالات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روشن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بخوب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اندازہ لگا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 سکتا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۔اگر چہ کہ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سے</w:t>
      </w:r>
      <w:r w:rsidR="0042080E">
        <w:rPr>
          <w:rtl/>
        </w:rPr>
        <w:t xml:space="preserve"> لوگوں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تعداد بہت محدود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کن</w:t>
      </w:r>
      <w:r w:rsidR="0042080E">
        <w:rPr>
          <w:rtl/>
        </w:rPr>
        <w:t xml:space="preserve"> سوال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محدود تعدادبھ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وں</w:t>
      </w:r>
      <w:r w:rsidR="0042080E">
        <w:rPr>
          <w:rtl/>
        </w:rPr>
        <w:t xml:space="preserve">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سے</w:t>
      </w:r>
      <w:r w:rsidR="0042080E">
        <w:rPr>
          <w:rtl/>
        </w:rPr>
        <w:t xml:space="preserve"> سوالات کرت</w:t>
      </w:r>
      <w:r w:rsidR="0042080E">
        <w:rPr>
          <w:rFonts w:hint="cs"/>
          <w:rtl/>
        </w:rPr>
        <w:t>ی</w:t>
      </w:r>
      <w:r w:rsidRPr="002549D7">
        <w:rPr>
          <w:rtl/>
        </w:rPr>
        <w:t xml:space="preserve"> ہیں </w:t>
      </w:r>
      <w:r w:rsidR="0042080E"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وافر</w:t>
      </w:r>
      <w:r>
        <w:rPr>
          <w:rtl/>
        </w:rPr>
        <w:t xml:space="preserve"> مقدار </w:t>
      </w:r>
      <w:r w:rsidR="007D2A2F">
        <w:rPr>
          <w:rtl/>
        </w:rPr>
        <w:t xml:space="preserve">میں 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براھ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 w:rsidR="002549D7" w:rsidRPr="002549D7">
        <w:rPr>
          <w:rtl/>
        </w:rPr>
        <w:t xml:space="preserve"> ہیں </w:t>
      </w:r>
      <w:r>
        <w:rPr>
          <w:rtl/>
        </w:rPr>
        <w:t>کہ جو معرفت اور امام وقت ک</w:t>
      </w:r>
      <w:r>
        <w:rPr>
          <w:rFonts w:hint="cs"/>
          <w:rtl/>
        </w:rPr>
        <w:t>ی</w:t>
      </w:r>
      <w:r>
        <w:rPr>
          <w:rtl/>
        </w:rPr>
        <w:t xml:space="preserve"> شناخت کے واجب</w:t>
      </w:r>
      <w:r w:rsidR="008828D8" w:rsidRPr="008828D8">
        <w:rPr>
          <w:rtl/>
        </w:rPr>
        <w:t xml:space="preserve"> ہونے </w:t>
      </w:r>
      <w:r>
        <w:rPr>
          <w:rtl/>
        </w:rPr>
        <w:t>پر دلالت کرتے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فقط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جسے بارھا آپ نے سنا اور پڑھا</w:t>
      </w:r>
      <w:r w:rsidR="000C56D5" w:rsidRPr="000C56D5">
        <w:rPr>
          <w:rtl/>
        </w:rPr>
        <w:t xml:space="preserve"> ہوگا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اکتفاء کرتے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 w:rsidRPr="00F066D9">
        <w:rPr>
          <w:rStyle w:val="libArabicChar"/>
          <w:rtl/>
        </w:rPr>
        <w:t xml:space="preserve">من مات ولم 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عرف</w:t>
      </w:r>
      <w:r w:rsidRPr="00F066D9">
        <w:rPr>
          <w:rStyle w:val="libArabicChar"/>
          <w:rtl/>
        </w:rPr>
        <w:t xml:space="preserve"> امام زمان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مات م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تة</w:t>
      </w:r>
      <w:r w:rsidRPr="00F066D9">
        <w:rPr>
          <w:rStyle w:val="libArabicChar"/>
          <w:rtl/>
        </w:rPr>
        <w:t xml:space="preserve">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ة</w:t>
      </w:r>
      <w:r>
        <w:rPr>
          <w:rtl/>
        </w:rPr>
        <w:t xml:space="preserve">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علماء</w:t>
      </w:r>
      <w:r w:rsidR="00DE4B57" w:rsidRPr="00DE4B57">
        <w:rPr>
          <w:rtl/>
        </w:rPr>
        <w:t xml:space="preserve"> اہل </w:t>
      </w:r>
      <w:r>
        <w:rPr>
          <w:rtl/>
        </w:rPr>
        <w:t>سنت اور</w:t>
      </w:r>
      <w:r w:rsidR="00DE4B57" w:rsidRPr="00DE4B57">
        <w:rPr>
          <w:rtl/>
        </w:rPr>
        <w:t xml:space="preserve"> اہل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تواتر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 w:rsidR="00DE4B57" w:rsidRPr="00DE4B57">
        <w:rPr>
          <w:rtl/>
        </w:rPr>
        <w:t xml:space="preserve"> ہوئی </w:t>
      </w:r>
      <w:r w:rsidR="002549D7" w:rsidRPr="002549D7">
        <w:rPr>
          <w:rtl/>
        </w:rPr>
        <w:t xml:space="preserve">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”</w:t>
      </w:r>
      <w:r w:rsidRPr="00F066D9">
        <w:rPr>
          <w:rStyle w:val="libArabicChar"/>
          <w:rtl/>
        </w:rPr>
        <w:t xml:space="preserve">من مات و لم 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عرف</w:t>
      </w:r>
      <w:r w:rsidRPr="00F066D9">
        <w:rPr>
          <w:rStyle w:val="libArabicChar"/>
          <w:rtl/>
        </w:rPr>
        <w:t xml:space="preserve"> امام زمان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فقد مات م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تة</w:t>
      </w:r>
      <w:r w:rsidRPr="00F066D9">
        <w:rPr>
          <w:rStyle w:val="libArabicChar"/>
          <w:rtl/>
        </w:rPr>
        <w:t xml:space="preserve">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ة</w:t>
      </w:r>
      <w:r w:rsidRPr="00F066D9">
        <w:rPr>
          <w:rStyle w:val="libArabicChar"/>
          <w:rtl/>
        </w:rPr>
        <w:t xml:space="preserve"> “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66D9">
        <w:rPr>
          <w:rStyle w:val="libArabicChar"/>
          <w:rFonts w:hint="eastAsia"/>
          <w:rtl/>
        </w:rPr>
        <w:t>من</w:t>
      </w:r>
      <w:r w:rsidRPr="00F066D9">
        <w:rPr>
          <w:rStyle w:val="libArabicChar"/>
          <w:rtl/>
        </w:rPr>
        <w:t xml:space="preserve"> مات بغ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ر</w:t>
      </w:r>
      <w:r w:rsidRPr="00F066D9">
        <w:rPr>
          <w:rStyle w:val="libArabicChar"/>
          <w:rtl/>
        </w:rPr>
        <w:t xml:space="preserve"> امام مات م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تة</w:t>
      </w:r>
      <w:r w:rsidRPr="00F066D9">
        <w:rPr>
          <w:rStyle w:val="libArabicChar"/>
          <w:rtl/>
        </w:rPr>
        <w:t xml:space="preserve">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ة“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066D9">
        <w:rPr>
          <w:rStyle w:val="libArabicChar"/>
          <w:rFonts w:hint="eastAsia"/>
          <w:rtl/>
        </w:rPr>
        <w:t>من</w:t>
      </w:r>
      <w:r w:rsidRPr="00F066D9">
        <w:rPr>
          <w:rStyle w:val="libArabicChar"/>
          <w:rtl/>
        </w:rPr>
        <w:t xml:space="preserve"> مات لا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عرف</w:t>
      </w:r>
      <w:r w:rsidRPr="00F066D9">
        <w:rPr>
          <w:rStyle w:val="libArabicChar"/>
          <w:rtl/>
        </w:rPr>
        <w:t xml:space="preserve"> امام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مات م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تة</w:t>
      </w:r>
      <w:r w:rsidRPr="00F066D9">
        <w:rPr>
          <w:rStyle w:val="libArabicChar"/>
          <w:rtl/>
        </w:rPr>
        <w:t xml:space="preserve">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Pr="00F066D9">
        <w:rPr>
          <w:rStyle w:val="libArabicChar"/>
          <w:rFonts w:hint="cs"/>
          <w:rtl/>
        </w:rPr>
        <w:t>ی</w:t>
      </w:r>
      <w:r w:rsidRPr="00F066D9">
        <w:rPr>
          <w:rStyle w:val="libArabicChar"/>
          <w:rFonts w:hint="eastAsia"/>
          <w:rtl/>
        </w:rPr>
        <w:t>ة</w:t>
      </w:r>
      <w:r>
        <w:rPr>
          <w:rtl/>
        </w:rPr>
        <w:t xml:space="preserve"> </w:t>
      </w:r>
      <w:r w:rsidRPr="00F066D9">
        <w:rPr>
          <w:rStyle w:val="libArabicChar"/>
          <w:rtl/>
        </w:rPr>
        <w:t>“</w:t>
      </w:r>
      <w:r>
        <w:rPr>
          <w:rtl/>
        </w:rPr>
        <w:t xml:space="preserve"> </w:t>
      </w:r>
    </w:p>
    <w:p w:rsidR="0042080E" w:rsidRDefault="0042080E" w:rsidP="00F066D9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مات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امام فم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 </w:t>
      </w:r>
    </w:p>
    <w:p w:rsidR="0042080E" w:rsidRDefault="0042080E" w:rsidP="00F066D9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مات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امام فم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 </w:t>
      </w:r>
    </w:p>
    <w:p w:rsidR="0042080E" w:rsidRDefault="0042080E" w:rsidP="00F066D9">
      <w:pPr>
        <w:pStyle w:val="libArabic"/>
        <w:rPr>
          <w:rtl/>
        </w:rPr>
      </w:pPr>
      <w:r>
        <w:rPr>
          <w:rFonts w:hint="eastAsia"/>
          <w:rtl/>
        </w:rPr>
        <w:t>”من</w:t>
      </w:r>
      <w:r>
        <w:rPr>
          <w:rtl/>
        </w:rPr>
        <w:t xml:space="preserve"> مات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امام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ہم </w:t>
      </w:r>
      <w:r w:rsidR="0042080E">
        <w:rPr>
          <w:rtl/>
        </w:rPr>
        <w:t>فقط ان احاد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ث</w:t>
      </w:r>
      <w:r w:rsidR="0042080E">
        <w:rPr>
          <w:rtl/>
        </w:rPr>
        <w:t xml:space="preserve"> کے حوالے پر</w:t>
      </w:r>
      <w:r w:rsidR="002549D7" w:rsidRPr="002549D7">
        <w:rPr>
          <w:rtl/>
        </w:rPr>
        <w:t xml:space="preserve"> ہی </w:t>
      </w:r>
      <w:r w:rsidR="0042080E">
        <w:rPr>
          <w:rtl/>
        </w:rPr>
        <w:t>اکتفاء کر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ں</w:t>
      </w:r>
      <w:r w:rsidR="0042080E">
        <w:rPr>
          <w:rtl/>
        </w:rPr>
        <w:t xml:space="preserve"> گے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Heading2Center"/>
        <w:rPr>
          <w:rtl/>
        </w:rPr>
      </w:pPr>
      <w:bookmarkStart w:id="2" w:name="_Toc502225846"/>
      <w:r>
        <w:rPr>
          <w:rFonts w:hint="eastAsia"/>
          <w:rtl/>
        </w:rPr>
        <w:t>کتب</w:t>
      </w:r>
      <w:r>
        <w:rPr>
          <w:rtl/>
        </w:rPr>
        <w:t xml:space="preserve"> علماء</w:t>
      </w:r>
      <w:r w:rsidR="00DE4B57" w:rsidRPr="00DE4B57">
        <w:rPr>
          <w:rtl/>
        </w:rPr>
        <w:t xml:space="preserve"> اہل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</w:t>
      </w:r>
      <w:bookmarkEnd w:id="2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الکلام ص </w:t>
      </w:r>
      <w:r>
        <w:rPr>
          <w:rtl/>
          <w:lang w:bidi="fa-IR"/>
        </w:rPr>
        <w:t>۴۹۵</w:t>
      </w:r>
      <w:r>
        <w:rPr>
          <w:rtl/>
        </w:rPr>
        <w:t>،کشف الغمہ ج</w:t>
      </w:r>
      <w:r>
        <w:rPr>
          <w:rtl/>
          <w:lang w:bidi="fa-IR"/>
        </w:rPr>
        <w:t>۳</w:t>
      </w:r>
      <w:r>
        <w:rPr>
          <w:rtl/>
        </w:rPr>
        <w:t xml:space="preserve"> ص</w:t>
      </w:r>
      <w:r>
        <w:rPr>
          <w:rtl/>
          <w:lang w:bidi="fa-IR"/>
        </w:rPr>
        <w:t>۳۱۸</w:t>
      </w:r>
      <w:r>
        <w:rPr>
          <w:rtl/>
        </w:rPr>
        <w:t xml:space="preserve">،نفخات الاھوت ص </w:t>
      </w:r>
      <w:r>
        <w:rPr>
          <w:rtl/>
          <w:lang w:bidi="fa-IR"/>
        </w:rPr>
        <w:t>۳ ۱</w:t>
      </w:r>
      <w:r>
        <w:rPr>
          <w:rtl/>
        </w:rPr>
        <w:t xml:space="preserve"> ،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(رہ)ص</w:t>
      </w:r>
      <w:r>
        <w:rPr>
          <w:rtl/>
          <w:lang w:bidi="fa-IR"/>
        </w:rPr>
        <w:t>۶۰۲</w:t>
      </w:r>
      <w:r>
        <w:rPr>
          <w:rtl/>
        </w:rPr>
        <w:t>،اعلام الور</w:t>
      </w:r>
      <w:r>
        <w:rPr>
          <w:rFonts w:hint="cs"/>
          <w:rtl/>
        </w:rPr>
        <w:t>یٰ</w:t>
      </w:r>
      <w:r>
        <w:rPr>
          <w:rtl/>
        </w:rPr>
        <w:t xml:space="preserve"> ص</w:t>
      </w:r>
      <w:r>
        <w:rPr>
          <w:rtl/>
          <w:lang w:bidi="fa-IR"/>
        </w:rPr>
        <w:t>۴۱۵</w:t>
      </w:r>
      <w:r>
        <w:rPr>
          <w:rtl/>
        </w:rPr>
        <w:t>،وسائل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>
        <w:rPr>
          <w:rtl/>
          <w:lang w:bidi="fa-IR"/>
        </w:rPr>
        <w:t>۱۶</w:t>
      </w:r>
      <w:r>
        <w:rPr>
          <w:rtl/>
        </w:rPr>
        <w:t xml:space="preserve"> ص</w:t>
      </w:r>
      <w:r>
        <w:rPr>
          <w:rtl/>
          <w:lang w:bidi="fa-IR"/>
        </w:rPr>
        <w:t>۲۴۶</w:t>
      </w:r>
      <w:r>
        <w:rPr>
          <w:rtl/>
        </w:rPr>
        <w:t>، بحارالانوار ج</w:t>
      </w:r>
      <w:r>
        <w:rPr>
          <w:rtl/>
          <w:lang w:bidi="fa-IR"/>
        </w:rPr>
        <w:t>۸</w:t>
      </w:r>
      <w:r>
        <w:rPr>
          <w:rtl/>
        </w:rPr>
        <w:t xml:space="preserve"> ص</w:t>
      </w:r>
      <w:r>
        <w:rPr>
          <w:rtl/>
          <w:lang w:bidi="fa-IR"/>
        </w:rPr>
        <w:t>۳۶۸</w:t>
      </w:r>
      <w:r>
        <w:rPr>
          <w:rtl/>
        </w:rPr>
        <w:t>،ج</w:t>
      </w:r>
      <w:r>
        <w:rPr>
          <w:rtl/>
          <w:lang w:bidi="fa-IR"/>
        </w:rPr>
        <w:t>۳۲</w:t>
      </w:r>
      <w:r>
        <w:rPr>
          <w:rtl/>
        </w:rPr>
        <w:t xml:space="preserve"> ص </w:t>
      </w:r>
      <w:r>
        <w:rPr>
          <w:rtl/>
          <w:lang w:bidi="fa-IR"/>
        </w:rPr>
        <w:t>۳۲۱</w:t>
      </w:r>
      <w:r>
        <w:rPr>
          <w:rtl/>
        </w:rPr>
        <w:t>و</w:t>
      </w:r>
      <w:r>
        <w:rPr>
          <w:rtl/>
          <w:lang w:bidi="fa-IR"/>
        </w:rPr>
        <w:t>۳۳۱</w:t>
      </w:r>
      <w:r>
        <w:rPr>
          <w:rtl/>
        </w:rPr>
        <w:t>،ج</w:t>
      </w:r>
      <w:r>
        <w:rPr>
          <w:rtl/>
          <w:lang w:bidi="fa-IR"/>
        </w:rPr>
        <w:t>۵۱</w:t>
      </w:r>
      <w:r>
        <w:rPr>
          <w:rtl/>
        </w:rPr>
        <w:t xml:space="preserve"> ص</w:t>
      </w:r>
      <w:r>
        <w:rPr>
          <w:rtl/>
          <w:lang w:bidi="fa-IR"/>
        </w:rPr>
        <w:t>۱۶۰</w:t>
      </w:r>
      <w:r>
        <w:rPr>
          <w:rtl/>
        </w:rPr>
        <w:t>،ج</w:t>
      </w:r>
      <w:r>
        <w:rPr>
          <w:rtl/>
          <w:lang w:bidi="fa-IR"/>
        </w:rPr>
        <w:t>۶۸</w:t>
      </w:r>
      <w:r>
        <w:rPr>
          <w:rtl/>
        </w:rPr>
        <w:t xml:space="preserve"> ص</w:t>
      </w:r>
      <w:r>
        <w:rPr>
          <w:rtl/>
          <w:lang w:bidi="fa-IR"/>
        </w:rPr>
        <w:t>۳۳۹</w:t>
      </w:r>
      <w:r>
        <w:rPr>
          <w:rtl/>
        </w:rPr>
        <w:t>، مناقب آل اب</w:t>
      </w:r>
      <w:r>
        <w:rPr>
          <w:rFonts w:hint="cs"/>
          <w:rtl/>
        </w:rPr>
        <w:t>ی</w:t>
      </w:r>
      <w:r>
        <w:rPr>
          <w:rtl/>
        </w:rPr>
        <w:t xml:space="preserve"> طالب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۳۰۴</w:t>
      </w:r>
      <w:r>
        <w:rPr>
          <w:rtl/>
        </w:rPr>
        <w:t>،اختصاس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(رہ) ص</w:t>
      </w:r>
      <w:r>
        <w:rPr>
          <w:rtl/>
          <w:lang w:bidi="fa-IR"/>
        </w:rPr>
        <w:t>۲۶۸</w:t>
      </w:r>
      <w:r>
        <w:rPr>
          <w:rtl/>
        </w:rPr>
        <w:t>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۳۰۳</w:t>
      </w:r>
      <w:r>
        <w:rPr>
          <w:rtl/>
        </w:rPr>
        <w:t xml:space="preserve">،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کنزالدقائق ج</w:t>
      </w:r>
      <w:r>
        <w:rPr>
          <w:rtl/>
          <w:lang w:bidi="fa-IR"/>
        </w:rPr>
        <w:t>۷</w:t>
      </w:r>
      <w:r>
        <w:rPr>
          <w:rtl/>
        </w:rPr>
        <w:t>ص</w:t>
      </w:r>
      <w:r>
        <w:rPr>
          <w:rtl/>
          <w:lang w:bidi="fa-IR"/>
        </w:rPr>
        <w:t>۴۶۰</w:t>
      </w:r>
      <w:r>
        <w:rPr>
          <w:rtl/>
        </w:rPr>
        <w:t>،محاسن برق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۲۵۲</w:t>
      </w:r>
      <w:r>
        <w:rPr>
          <w:rtl/>
        </w:rPr>
        <w:t>ح</w:t>
      </w:r>
      <w:r>
        <w:rPr>
          <w:rtl/>
          <w:lang w:bidi="fa-IR"/>
        </w:rPr>
        <w:t>۴۷۵</w:t>
      </w:r>
      <w:r>
        <w:rPr>
          <w:rtl/>
        </w:rPr>
        <w:t>،الامامة والتبصرة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۲۷۷</w:t>
      </w:r>
      <w:r>
        <w:rPr>
          <w:rtl/>
        </w:rPr>
        <w:t>،اصول 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۳۷۷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>۱۳۰</w:t>
      </w:r>
      <w:r>
        <w:rPr>
          <w:rtl/>
        </w:rPr>
        <w:t>،ثواب الاعمال ص</w:t>
      </w:r>
      <w:r>
        <w:rPr>
          <w:rtl/>
          <w:lang w:bidi="fa-IR"/>
        </w:rPr>
        <w:t>۲۰۵</w:t>
      </w:r>
      <w:r>
        <w:rPr>
          <w:rtl/>
        </w:rPr>
        <w:t>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828D8" w:rsidRPr="008828D8">
        <w:rPr>
          <w:rtl/>
        </w:rPr>
        <w:t>برہان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۳۸۶</w:t>
      </w:r>
      <w:r>
        <w:rPr>
          <w:rtl/>
        </w:rPr>
        <w:t>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رجال کش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>۴۲۵</w:t>
      </w:r>
      <w:r>
        <w:rPr>
          <w:rtl/>
        </w:rPr>
        <w:t xml:space="preserve"> ح</w:t>
      </w:r>
      <w:r>
        <w:rPr>
          <w:rtl/>
          <w:lang w:bidi="fa-IR"/>
        </w:rPr>
        <w:t>۷۹۹</w:t>
      </w:r>
      <w:r>
        <w:rPr>
          <w:rtl/>
        </w:rPr>
        <w:t>،الامامة والتبصرةص</w:t>
      </w:r>
      <w:r>
        <w:rPr>
          <w:rtl/>
          <w:lang w:bidi="fa-IR"/>
        </w:rPr>
        <w:t>۲۲۰</w:t>
      </w:r>
      <w:r>
        <w:rPr>
          <w:rtl/>
        </w:rPr>
        <w:t>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۴۱۲</w:t>
      </w:r>
      <w:r>
        <w:rPr>
          <w:rtl/>
        </w:rPr>
        <w:t xml:space="preserve"> و </w:t>
      </w:r>
      <w:r>
        <w:rPr>
          <w:rtl/>
          <w:lang w:bidi="fa-IR"/>
        </w:rPr>
        <w:t>۴۱۳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معرف امام ص</w:t>
      </w:r>
      <w:r>
        <w:rPr>
          <w:rtl/>
          <w:lang w:bidi="fa-IR"/>
        </w:rPr>
        <w:t>۸</w:t>
      </w:r>
      <w:r>
        <w:rPr>
          <w:rtl/>
        </w:rPr>
        <w:t xml:space="preserve">،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Heading2Center"/>
        <w:rPr>
          <w:rtl/>
        </w:rPr>
      </w:pPr>
      <w:bookmarkStart w:id="3" w:name="_Toc502225847"/>
      <w:r>
        <w:rPr>
          <w:rFonts w:hint="eastAsia"/>
          <w:rtl/>
        </w:rPr>
        <w:t>کتب</w:t>
      </w:r>
      <w:r>
        <w:rPr>
          <w:rtl/>
        </w:rPr>
        <w:t xml:space="preserve"> علماء</w:t>
      </w:r>
      <w:r w:rsidR="00DE4B57" w:rsidRPr="00DE4B57">
        <w:rPr>
          <w:rtl/>
        </w:rPr>
        <w:t xml:space="preserve"> اہل </w:t>
      </w:r>
      <w:r>
        <w:rPr>
          <w:rtl/>
        </w:rPr>
        <w:t>سنت :</w:t>
      </w:r>
      <w:bookmarkEnd w:id="3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۴۷۵</w:t>
      </w:r>
      <w:r>
        <w:rPr>
          <w:rtl/>
        </w:rPr>
        <w:t>، ج</w:t>
      </w:r>
      <w:r>
        <w:rPr>
          <w:rtl/>
          <w:lang w:bidi="fa-IR"/>
        </w:rPr>
        <w:t>۳</w:t>
      </w:r>
      <w:r>
        <w:rPr>
          <w:rtl/>
        </w:rPr>
        <w:t xml:space="preserve"> ص</w:t>
      </w:r>
      <w:r>
        <w:rPr>
          <w:rtl/>
          <w:lang w:bidi="fa-IR"/>
        </w:rPr>
        <w:t>۱۴۷۸</w:t>
      </w:r>
      <w:r>
        <w:rPr>
          <w:rtl/>
        </w:rPr>
        <w:t>ح</w:t>
      </w:r>
      <w:r>
        <w:rPr>
          <w:rtl/>
          <w:lang w:bidi="fa-IR"/>
        </w:rPr>
        <w:t>۱۸۵۱</w:t>
      </w:r>
      <w:r>
        <w:rPr>
          <w:rtl/>
        </w:rPr>
        <w:t>،المغن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۱۱۶</w:t>
      </w:r>
      <w:r>
        <w:rPr>
          <w:rtl/>
        </w:rPr>
        <w:t>،الجمع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۳۰۶</w:t>
      </w:r>
      <w:r>
        <w:rPr>
          <w:rtl/>
        </w:rPr>
        <w:t>،شرح المقاصد ج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۲۳۹</w:t>
      </w:r>
      <w:r>
        <w:rPr>
          <w:rtl/>
        </w:rPr>
        <w:t>،الجواھر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۵۰۹</w:t>
      </w:r>
      <w:r>
        <w:rPr>
          <w:rtl/>
        </w:rPr>
        <w:t>،ازالة 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۴۲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۳۷۲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۱۱۶</w:t>
      </w:r>
      <w:r>
        <w:rPr>
          <w:rtl/>
        </w:rPr>
        <w:t>،مسند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>۲۵۹</w:t>
      </w:r>
      <w:r>
        <w:rPr>
          <w:rtl/>
        </w:rPr>
        <w:t xml:space="preserve"> ح</w:t>
      </w:r>
      <w:r>
        <w:rPr>
          <w:rtl/>
          <w:lang w:bidi="fa-IR"/>
        </w:rPr>
        <w:t>۱۹۱۳</w:t>
      </w:r>
      <w:r>
        <w:rPr>
          <w:rtl/>
        </w:rPr>
        <w:t>،مسند احمد ج</w:t>
      </w:r>
      <w:r>
        <w:rPr>
          <w:rtl/>
          <w:lang w:bidi="fa-IR"/>
        </w:rPr>
        <w:t>۴</w:t>
      </w:r>
      <w:r>
        <w:rPr>
          <w:rtl/>
        </w:rPr>
        <w:t xml:space="preserve"> </w:t>
      </w:r>
      <w:r>
        <w:rPr>
          <w:rtl/>
        </w:rPr>
        <w:lastRenderedPageBreak/>
        <w:t>ص</w:t>
      </w:r>
      <w:r>
        <w:rPr>
          <w:rtl/>
          <w:lang w:bidi="fa-IR"/>
        </w:rPr>
        <w:t>۹۶</w:t>
      </w:r>
      <w:r>
        <w:rPr>
          <w:rtl/>
        </w:rPr>
        <w:t>،معجم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۱۹</w:t>
      </w:r>
      <w:r>
        <w:rPr>
          <w:rtl/>
        </w:rPr>
        <w:t xml:space="preserve"> ص</w:t>
      </w:r>
      <w:r>
        <w:rPr>
          <w:rtl/>
          <w:lang w:bidi="fa-IR"/>
        </w:rPr>
        <w:t>۳۸۸</w:t>
      </w:r>
      <w:r>
        <w:rPr>
          <w:rtl/>
        </w:rPr>
        <w:t>،مجمع الز</w:t>
      </w:r>
      <w:r>
        <w:rPr>
          <w:rFonts w:hint="eastAsia"/>
          <w:rtl/>
        </w:rPr>
        <w:t>وائد</w:t>
      </w:r>
      <w:r>
        <w:rPr>
          <w:rtl/>
        </w:rPr>
        <w:t xml:space="preserve"> 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۲۱۸</w:t>
      </w:r>
      <w:r>
        <w:rPr>
          <w:rtl/>
        </w:rPr>
        <w:t>،کنزالعمال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۱۰۳</w:t>
      </w:r>
      <w:r>
        <w:rPr>
          <w:rtl/>
        </w:rPr>
        <w:t>،ح</w:t>
      </w:r>
      <w:r>
        <w:rPr>
          <w:rtl/>
          <w:lang w:bidi="fa-IR"/>
        </w:rPr>
        <w:t>۴۶۴</w:t>
      </w:r>
      <w:r>
        <w:rPr>
          <w:rtl/>
        </w:rPr>
        <w:t>،،ج</w:t>
      </w:r>
      <w:r>
        <w:rPr>
          <w:rtl/>
          <w:lang w:bidi="fa-IR"/>
        </w:rPr>
        <w:t>۶</w:t>
      </w:r>
      <w:r>
        <w:rPr>
          <w:rtl/>
        </w:rPr>
        <w:t>ص</w:t>
      </w:r>
      <w:r>
        <w:rPr>
          <w:rtl/>
          <w:lang w:bidi="fa-IR"/>
        </w:rPr>
        <w:t>۶۵</w:t>
      </w:r>
      <w:r>
        <w:rPr>
          <w:rtl/>
        </w:rPr>
        <w:t xml:space="preserve"> ح</w:t>
      </w:r>
      <w:r>
        <w:rPr>
          <w:rtl/>
          <w:lang w:bidi="fa-IR"/>
        </w:rPr>
        <w:t>۱۴۸۶</w:t>
      </w:r>
      <w:r>
        <w:rPr>
          <w:rtl/>
        </w:rPr>
        <w:t xml:space="preserve"> جممع الزائد ج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۲۴۴</w:t>
      </w:r>
      <w:r>
        <w:rPr>
          <w:rtl/>
        </w:rPr>
        <w:t>و</w:t>
      </w:r>
      <w:r>
        <w:rPr>
          <w:rtl/>
          <w:lang w:bidi="fa-IR"/>
        </w:rPr>
        <w:t>۲۵۵</w:t>
      </w:r>
      <w:r>
        <w:rPr>
          <w:rtl/>
        </w:rPr>
        <w:t>،کشف الاستار عن زوائد البزار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۲۵۲</w:t>
      </w:r>
      <w:r>
        <w:rPr>
          <w:rtl/>
        </w:rPr>
        <w:t xml:space="preserve"> ح</w:t>
      </w:r>
      <w:r>
        <w:rPr>
          <w:rtl/>
          <w:lang w:bidi="fa-IR"/>
        </w:rPr>
        <w:t>۱۶۳۵</w:t>
      </w:r>
      <w:r>
        <w:rPr>
          <w:rtl/>
        </w:rPr>
        <w:t>،الاحسان بترت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حبان ج</w:t>
      </w:r>
      <w:r>
        <w:rPr>
          <w:rtl/>
          <w:lang w:bidi="fa-IR"/>
        </w:rPr>
        <w:t>۷</w:t>
      </w:r>
      <w:r>
        <w:rPr>
          <w:rtl/>
        </w:rPr>
        <w:t xml:space="preserve"> ص</w:t>
      </w:r>
      <w:r>
        <w:rPr>
          <w:rtl/>
          <w:lang w:bidi="fa-IR"/>
        </w:rPr>
        <w:t>۴۹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کتاب </w:t>
      </w:r>
      <w:r w:rsidR="007D2A2F">
        <w:rPr>
          <w:rtl/>
        </w:rPr>
        <w:t xml:space="preserve">میں </w:t>
      </w:r>
      <w:r>
        <w:rPr>
          <w:rtl/>
        </w:rPr>
        <w:t xml:space="preserve"> دعا عھد ک</w:t>
      </w:r>
      <w:r>
        <w:rPr>
          <w:rFonts w:hint="cs"/>
          <w:rtl/>
        </w:rPr>
        <w:t>ی</w:t>
      </w:r>
      <w:r>
        <w:rPr>
          <w:rtl/>
        </w:rPr>
        <w:t xml:space="preserve"> شرح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تاکہ اس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اہمیت </w:t>
      </w:r>
      <w:r>
        <w:rPr>
          <w:rtl/>
        </w:rPr>
        <w:t>اور عمق معن</w:t>
      </w:r>
      <w:r>
        <w:rPr>
          <w:rFonts w:hint="cs"/>
          <w:rtl/>
        </w:rPr>
        <w:t>ی</w:t>
      </w:r>
      <w:r>
        <w:rPr>
          <w:rtl/>
        </w:rPr>
        <w:t xml:space="preserve"> کے حاصل</w:t>
      </w:r>
      <w:r w:rsidR="008828D8" w:rsidRPr="008828D8">
        <w:rPr>
          <w:rtl/>
        </w:rPr>
        <w:t xml:space="preserve"> ہونے </w:t>
      </w:r>
      <w:r>
        <w:rPr>
          <w:rtl/>
        </w:rPr>
        <w:t>کا اندازہ</w:t>
      </w:r>
      <w:r w:rsidR="002549D7" w:rsidRPr="002549D7">
        <w:rPr>
          <w:rtl/>
        </w:rPr>
        <w:t xml:space="preserve"> ہو </w:t>
      </w:r>
      <w:r>
        <w:rPr>
          <w:rtl/>
        </w:rPr>
        <w:t>سکے اگر چہ کہ معصوم کے کلام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حق فقط معصوم</w:t>
      </w:r>
      <w:r w:rsidR="002549D7" w:rsidRPr="002549D7">
        <w:rPr>
          <w:rtl/>
        </w:rPr>
        <w:t xml:space="preserve"> ہی </w:t>
      </w:r>
      <w:r>
        <w:rPr>
          <w:rtl/>
        </w:rPr>
        <w:t>ادا کر سکتا</w:t>
      </w:r>
      <w:r w:rsidR="00824A76" w:rsidRPr="00824A76">
        <w:rPr>
          <w:rtl/>
        </w:rPr>
        <w:t xml:space="preserve"> ہے </w:t>
      </w:r>
      <w:r w:rsidR="00437CD4" w:rsidRPr="00437CD4">
        <w:rPr>
          <w:rtl/>
        </w:rPr>
        <w:t xml:space="preserve">،ہم </w:t>
      </w:r>
      <w:r>
        <w:rPr>
          <w:rtl/>
        </w:rPr>
        <w:t>تو اپن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حساب سے کلام معصوم کو سمجھتے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لکھنے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ذکر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سمجھتا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کہ جنھوں نے اپنے ارشادات اور </w:t>
      </w:r>
      <w:r w:rsidR="00437CD4" w:rsidRPr="00437CD4">
        <w:rPr>
          <w:rtl/>
        </w:rPr>
        <w:t>راہنمائی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کتاب کے لکھنے </w:t>
      </w:r>
      <w:r w:rsidR="007D2A2F">
        <w:rPr>
          <w:rtl/>
        </w:rPr>
        <w:t xml:space="preserve">میں </w:t>
      </w:r>
      <w:r>
        <w:rPr>
          <w:rtl/>
        </w:rPr>
        <w:t xml:space="preserve"> بہت مدد فرمائ</w:t>
      </w:r>
      <w:r>
        <w:rPr>
          <w:rFonts w:hint="cs"/>
          <w:rtl/>
        </w:rPr>
        <w:t>ی</w:t>
      </w:r>
      <w:r>
        <w:rPr>
          <w:rtl/>
        </w:rPr>
        <w:t xml:space="preserve"> ،حجة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مھد</w:t>
      </w:r>
      <w:r>
        <w:rPr>
          <w:rFonts w:hint="cs"/>
          <w:rtl/>
        </w:rPr>
        <w:t>ی</w:t>
      </w:r>
      <w:r>
        <w:rPr>
          <w:rtl/>
        </w:rPr>
        <w:t xml:space="preserve"> پور مد ظلہ ۔ خدا وندعالم آپ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روز افزون ا</w:t>
      </w:r>
      <w:r>
        <w:rPr>
          <w:rFonts w:hint="eastAsia"/>
          <w:rtl/>
        </w:rPr>
        <w:t>ضافہ</w:t>
      </w:r>
      <w:r>
        <w:rPr>
          <w:rtl/>
        </w:rPr>
        <w:t xml:space="preserve"> فرمائے (الٰھ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کے لئے دعا کرتے</w:t>
      </w:r>
      <w:r w:rsidR="002549D7" w:rsidRPr="002549D7">
        <w:rPr>
          <w:rtl/>
        </w:rPr>
        <w:t xml:space="preserve"> ہیں </w:t>
      </w:r>
      <w:r>
        <w:rPr>
          <w:rtl/>
        </w:rPr>
        <w:t>کہ</w:t>
      </w:r>
      <w:r w:rsidR="00824A76" w:rsidRPr="00824A76">
        <w:rPr>
          <w:rtl/>
        </w:rPr>
        <w:t xml:space="preserve"> ہم </w:t>
      </w:r>
      <w:r>
        <w:rPr>
          <w:rtl/>
        </w:rPr>
        <w:t>سب کو حق معرفت امام زمانہ عطا فرمائے اور</w:t>
      </w:r>
      <w:r w:rsidR="00824A76" w:rsidRPr="00824A76">
        <w:rPr>
          <w:rtl/>
        </w:rPr>
        <w:t xml:space="preserve"> ہم </w:t>
      </w:r>
      <w:r>
        <w:rPr>
          <w:rtl/>
        </w:rPr>
        <w:t>کو اتنا علم عطا فرماتے کہ آپ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کلمات کو سمجھ کر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 w:rsidR="002549D7" w:rsidRPr="002549D7">
        <w:rPr>
          <w:rtl/>
        </w:rPr>
        <w:t xml:space="preserve"> ہو 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۔(الٰھ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 عالم نقو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42080E" w:rsidRDefault="0042080E" w:rsidP="00031FA0">
      <w:pPr>
        <w:pStyle w:val="libNormal"/>
        <w:rPr>
          <w:rtl/>
        </w:rPr>
      </w:pPr>
      <w:r>
        <w:rPr>
          <w:rtl/>
        </w:rPr>
        <w:br w:type="page"/>
      </w:r>
    </w:p>
    <w:p w:rsidR="0042080E" w:rsidRDefault="0042080E" w:rsidP="0042080E">
      <w:pPr>
        <w:pStyle w:val="Heading2Center"/>
        <w:rPr>
          <w:rtl/>
        </w:rPr>
      </w:pPr>
      <w:bookmarkStart w:id="4" w:name="_Toc502225848"/>
      <w:r>
        <w:rPr>
          <w:rFonts w:hint="eastAsia"/>
          <w:rtl/>
        </w:rPr>
        <w:lastRenderedPageBreak/>
        <w:t>دعائے</w:t>
      </w:r>
      <w:r>
        <w:rPr>
          <w:rtl/>
        </w:rPr>
        <w:t xml:space="preserve"> عھد</w:t>
      </w:r>
      <w:bookmarkEnd w:id="4"/>
      <w:r>
        <w:rPr>
          <w:rtl/>
        </w:rPr>
        <w:t xml:space="preserve"> </w:t>
      </w:r>
    </w:p>
    <w:p w:rsidR="0042080E" w:rsidRPr="00F066D9" w:rsidRDefault="0042080E" w:rsidP="00E17B5E">
      <w:pPr>
        <w:pStyle w:val="libArabic"/>
        <w:rPr>
          <w:rtl/>
        </w:rPr>
      </w:pPr>
      <w:r w:rsidRPr="00F066D9">
        <w:rPr>
          <w:rFonts w:hint="eastAsia"/>
          <w:rtl/>
        </w:rPr>
        <w:t>اَللّ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رَبَّ النُّورِ الْعَظِ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مِ</w:t>
      </w:r>
      <w:r w:rsidRPr="00F066D9">
        <w:rPr>
          <w:rtl/>
        </w:rPr>
        <w:t xml:space="preserve"> وَرَبَّ الْکُرْسِ</w:t>
      </w:r>
      <w:r w:rsidRPr="00F066D9">
        <w:rPr>
          <w:rFonts w:hint="cs"/>
          <w:rtl/>
        </w:rPr>
        <w:t>یِّ</w:t>
      </w:r>
      <w:r w:rsidRPr="00F066D9">
        <w:rPr>
          <w:rtl/>
        </w:rPr>
        <w:t xml:space="preserve"> الرَّفِ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عِ</w:t>
      </w:r>
      <w:r w:rsidRPr="00F066D9">
        <w:rPr>
          <w:rtl/>
        </w:rPr>
        <w:t xml:space="preserve"> وَرَبَّ الْبَحْرِ الْمَسْجُورِ وَمُنْزِلَ التَّوْراةِ وَالاْنْجِ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لِ</w:t>
      </w:r>
      <w:r w:rsidRPr="00F066D9">
        <w:rPr>
          <w:rtl/>
        </w:rPr>
        <w:t xml:space="preserve"> وَالزَّبُورِ وَرَبَّ الظِّلِّ وَالْحَرُورِ وَمُنْزِلَ الْقُرْآنِ الْعَظِ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مِ</w:t>
      </w:r>
      <w:r w:rsidRPr="00F066D9">
        <w:rPr>
          <w:rtl/>
        </w:rPr>
        <w:t xml:space="preserve"> وَرَبَّ الْمَلائِکَةِ الْمُقَرَّبِ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وَا</w:t>
      </w:r>
      <w:r w:rsidRPr="00F066D9">
        <w:rPr>
          <w:rFonts w:hint="eastAsia"/>
          <w:rtl/>
        </w:rPr>
        <w:t>لاََْنْبِ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اءِ</w:t>
      </w:r>
      <w:r w:rsidRPr="00F066D9">
        <w:rPr>
          <w:rtl/>
        </w:rPr>
        <w:t xml:space="preserve"> وَالْمُرْسَلِ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031FA0">
        <w:rPr>
          <w:rFonts w:hint="cs"/>
          <w:rtl/>
        </w:rPr>
        <w:t xml:space="preserve">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إِنِّ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سْ</w:t>
      </w:r>
      <w:r w:rsidR="00296C60">
        <w:rPr>
          <w:rFonts w:hint="eastAsia"/>
          <w:rtl/>
        </w:rPr>
        <w:t>ا</w:t>
      </w:r>
      <w:r w:rsidRPr="00F066D9">
        <w:rPr>
          <w:rFonts w:hint="eastAsia"/>
          <w:rtl/>
        </w:rPr>
        <w:t>لُکَ</w:t>
      </w:r>
      <w:r w:rsidRPr="00F066D9">
        <w:rPr>
          <w:rtl/>
        </w:rPr>
        <w:t xml:space="preserve"> بِاسْمِکَ الْکَرِ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مِ</w:t>
      </w:r>
      <w:r w:rsidRPr="00F066D9">
        <w:rPr>
          <w:rtl/>
        </w:rPr>
        <w:t xml:space="preserve"> وَبِنُورِ وَجْ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ِکَ الْمُنِ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رِ</w:t>
      </w:r>
      <w:r w:rsidRPr="00F066D9">
        <w:rPr>
          <w:rtl/>
        </w:rPr>
        <w:t xml:space="preserve"> وَمُلْکِکَ الْقَدِ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مِ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حَ</w:t>
      </w:r>
      <w:r w:rsidRPr="00F066D9">
        <w:rPr>
          <w:rFonts w:hint="cs"/>
          <w:rtl/>
        </w:rPr>
        <w:t>یُّ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قَ</w:t>
      </w:r>
      <w:r w:rsidRPr="00F066D9">
        <w:rPr>
          <w:rFonts w:hint="cs"/>
          <w:rtl/>
        </w:rPr>
        <w:t>یُّ</w:t>
      </w:r>
      <w:r w:rsidRPr="00F066D9">
        <w:rPr>
          <w:rFonts w:hint="eastAsia"/>
          <w:rtl/>
        </w:rPr>
        <w:t>ومُ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سْ</w:t>
      </w:r>
      <w:r w:rsidR="00296C60">
        <w:rPr>
          <w:rFonts w:hint="eastAsia"/>
          <w:rtl/>
        </w:rPr>
        <w:t>ا</w:t>
      </w:r>
      <w:r w:rsidRPr="00F066D9">
        <w:rPr>
          <w:rFonts w:hint="eastAsia"/>
          <w:rtl/>
        </w:rPr>
        <w:t>لُکَ</w:t>
      </w:r>
      <w:r w:rsidRPr="00F066D9">
        <w:rPr>
          <w:rtl/>
        </w:rPr>
        <w:t xml:space="preserve"> بِاسْمِکَ الَّذِ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شْرَقَتْ</w:t>
      </w:r>
      <w:r w:rsidRPr="00F066D9">
        <w:rPr>
          <w:rtl/>
        </w:rPr>
        <w:t xml:space="preserve"> 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السَّمَاواتُ وَالاََْرَضُونَ وَبِاسْمِکَ الَّذِ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صْلَحُ</w:t>
      </w:r>
      <w:r w:rsidRPr="00F066D9">
        <w:rPr>
          <w:rtl/>
        </w:rPr>
        <w:t xml:space="preserve"> 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الاََْوَّلُونَ وَا</w:t>
      </w:r>
      <w:r w:rsidRPr="00F066D9">
        <w:rPr>
          <w:rFonts w:hint="eastAsia"/>
          <w:rtl/>
        </w:rPr>
        <w:t>لاَْخِرُونَ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حَ</w:t>
      </w:r>
      <w:r w:rsidRPr="00F066D9">
        <w:rPr>
          <w:rFonts w:hint="cs"/>
          <w:rtl/>
        </w:rPr>
        <w:t>یّ</w:t>
      </w:r>
      <w:r w:rsidRPr="00F066D9">
        <w:rPr>
          <w:rFonts w:hint="eastAsia"/>
          <w:rtl/>
        </w:rPr>
        <w:t>اً</w:t>
      </w:r>
      <w:r w:rsidRPr="00F066D9">
        <w:rPr>
          <w:rtl/>
        </w:rPr>
        <w:t xml:space="preserve"> قَبْلَ کُلِّ حَ</w:t>
      </w:r>
      <w:r w:rsidRPr="00F066D9">
        <w:rPr>
          <w:rFonts w:hint="cs"/>
          <w:rtl/>
        </w:rPr>
        <w:t>یٍّ</w:t>
      </w:r>
      <w:r w:rsidRPr="00F066D9">
        <w:rPr>
          <w:rtl/>
        </w:rPr>
        <w:t xml:space="preserve"> وَ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حَ</w:t>
      </w:r>
      <w:r w:rsidRPr="00F066D9">
        <w:rPr>
          <w:rFonts w:hint="cs"/>
          <w:rtl/>
        </w:rPr>
        <w:t>یّ</w:t>
      </w:r>
      <w:r w:rsidRPr="00F066D9">
        <w:rPr>
          <w:rFonts w:hint="eastAsia"/>
          <w:rtl/>
        </w:rPr>
        <w:t>اً</w:t>
      </w:r>
      <w:r w:rsidRPr="00F066D9">
        <w:rPr>
          <w:rtl/>
        </w:rPr>
        <w:t xml:space="preserve"> بَعْدَ کُلِّ حَ</w:t>
      </w:r>
      <w:r w:rsidRPr="00F066D9">
        <w:rPr>
          <w:rFonts w:hint="cs"/>
          <w:rtl/>
        </w:rPr>
        <w:t>یٍّ</w:t>
      </w:r>
      <w:r w:rsidRPr="00F066D9">
        <w:rPr>
          <w:rtl/>
        </w:rPr>
        <w:t xml:space="preserve"> وَ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حَ</w:t>
      </w:r>
      <w:r w:rsidRPr="00F066D9">
        <w:rPr>
          <w:rFonts w:hint="cs"/>
          <w:rtl/>
        </w:rPr>
        <w:t>یّ</w:t>
      </w:r>
      <w:r w:rsidRPr="00F066D9">
        <w:rPr>
          <w:rFonts w:hint="eastAsia"/>
          <w:rtl/>
        </w:rPr>
        <w:t>اً</w:t>
      </w:r>
      <w:r w:rsidRPr="00F066D9">
        <w:rPr>
          <w:rtl/>
        </w:rPr>
        <w:t xml:space="preserve"> حِ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لاَ حَ</w:t>
      </w:r>
      <w:r w:rsidRPr="00F066D9">
        <w:rPr>
          <w:rFonts w:hint="cs"/>
          <w:rtl/>
        </w:rPr>
        <w:t>یَّ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مُحْ</w:t>
      </w:r>
      <w:r w:rsidRPr="00F066D9">
        <w:rPr>
          <w:rFonts w:hint="cs"/>
          <w:rtl/>
        </w:rPr>
        <w:t>یِیَ</w:t>
      </w:r>
      <w:r w:rsidRPr="00F066D9">
        <w:rPr>
          <w:rtl/>
        </w:rPr>
        <w:t xml:space="preserve"> الْمَوْت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وَمُمِ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تَ</w:t>
      </w:r>
      <w:r w:rsidRPr="00F066D9">
        <w:rPr>
          <w:rtl/>
        </w:rPr>
        <w:t xml:space="preserve"> الاََْحْ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اءِ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حَ</w:t>
      </w:r>
      <w:r w:rsidRPr="00F066D9">
        <w:rPr>
          <w:rFonts w:hint="cs"/>
          <w:rtl/>
        </w:rPr>
        <w:t>یُّ</w:t>
      </w:r>
      <w:r w:rsidRPr="00F066D9">
        <w:rPr>
          <w:rtl/>
        </w:rPr>
        <w:t xml:space="preserve"> لاَ إِل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َ</w:t>
      </w:r>
      <w:r w:rsidRPr="00F066D9">
        <w:rPr>
          <w:rtl/>
        </w:rPr>
        <w:t xml:space="preserve"> إِلاَّ </w:t>
      </w:r>
      <w:r w:rsidR="00296C60">
        <w:rPr>
          <w:rtl/>
        </w:rPr>
        <w:t>ا</w:t>
      </w:r>
      <w:r w:rsidRPr="00F066D9">
        <w:rPr>
          <w:rFonts w:hint="eastAsia"/>
          <w:rtl/>
        </w:rPr>
        <w:t>نْتَ</w:t>
      </w:r>
      <w:r w:rsidRPr="00031FA0">
        <w:rPr>
          <w:rFonts w:hint="cs"/>
          <w:rtl/>
        </w:rPr>
        <w:t xml:space="preserve">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بَلِّغْ مَوْلانَا الاِِْمامَ الْ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ادِ</w:t>
      </w:r>
      <w:r w:rsidRPr="00F066D9">
        <w:rPr>
          <w:rFonts w:hint="cs"/>
          <w:rtl/>
        </w:rPr>
        <w:t>یَ</w:t>
      </w:r>
      <w:r w:rsidRPr="00F066D9">
        <w:rPr>
          <w:rtl/>
        </w:rPr>
        <w:t xml:space="preserve"> الْمَ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ْدِ</w:t>
      </w:r>
      <w:r w:rsidRPr="00F066D9">
        <w:rPr>
          <w:rFonts w:hint="cs"/>
          <w:rtl/>
        </w:rPr>
        <w:t>یَّ</w:t>
      </w:r>
      <w:r w:rsidRPr="00F066D9">
        <w:rPr>
          <w:rtl/>
        </w:rPr>
        <w:t xml:space="preserve"> الْقائِمَ بِ</w:t>
      </w:r>
      <w:r w:rsidR="00296C60">
        <w:rPr>
          <w:rtl/>
        </w:rPr>
        <w:t>ا</w:t>
      </w:r>
      <w:r w:rsidRPr="00F066D9">
        <w:rPr>
          <w:rFonts w:hint="eastAsia"/>
          <w:rtl/>
        </w:rPr>
        <w:t>مْرِکَ</w:t>
      </w:r>
      <w:r w:rsidRPr="00F066D9">
        <w:rPr>
          <w:rtl/>
        </w:rPr>
        <w:t xml:space="preserve"> صَلَواتُ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عَلَ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وَعَلَ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آبائِ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الطَّا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ِرِ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عَنْ جَمِ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عِ</w:t>
      </w:r>
      <w:r w:rsidRPr="00F066D9">
        <w:rPr>
          <w:rtl/>
        </w:rPr>
        <w:t xml:space="preserve"> الْمُؤْمِنِ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وَالْمُؤْمِناتِ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مَشارِقِ الاََْرْضِ وَمَغارِبِ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 سَ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ْلِ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 وَجَبَلِ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 وَبَرِّ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 وَبَحْ</w:t>
      </w:r>
      <w:r w:rsidRPr="00F066D9">
        <w:rPr>
          <w:rFonts w:hint="eastAsia"/>
          <w:rtl/>
        </w:rPr>
        <w:t>رِ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ا</w:t>
      </w:r>
      <w:r w:rsidRPr="00F066D9">
        <w:rPr>
          <w:rtl/>
        </w:rPr>
        <w:t xml:space="preserve"> وَعَنِّ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وَعَنْ وَالِدَ</w:t>
      </w:r>
      <w:r w:rsidRPr="00F066D9">
        <w:rPr>
          <w:rFonts w:hint="cs"/>
          <w:rtl/>
        </w:rPr>
        <w:t>یَّ</w:t>
      </w:r>
      <w:r w:rsidRPr="00F066D9">
        <w:rPr>
          <w:rtl/>
        </w:rPr>
        <w:t xml:space="preserve"> مِنَ الصَّلَواتِ زِنَةَ عَرْشِ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وَمِدادَ کَلِماتِ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ِ وَمَا 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حْصا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</w:t>
      </w:r>
      <w:r w:rsidRPr="00F066D9">
        <w:rPr>
          <w:rtl/>
        </w:rPr>
        <w:t xml:space="preserve"> عِلْمُ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وَ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حاطَ</w:t>
      </w:r>
      <w:r w:rsidRPr="00F066D9">
        <w:rPr>
          <w:rtl/>
        </w:rPr>
        <w:t xml:space="preserve"> 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کِتابُ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ُ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إِنِّ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جَدِّدُ</w:t>
      </w:r>
      <w:r w:rsidRPr="00F066D9">
        <w:rPr>
          <w:rtl/>
        </w:rPr>
        <w:t xml:space="preserve"> لَ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صَبِ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حَةِ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وْمِ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ذَا وَمَا عِشْتُ مِنْ </w:t>
      </w:r>
      <w:r w:rsidR="00296C60">
        <w:rPr>
          <w:rFonts w:hint="cs"/>
          <w:rtl/>
        </w:rPr>
        <w:t>ا</w:t>
      </w:r>
      <w:r w:rsidRPr="00F066D9">
        <w:rPr>
          <w:rFonts w:hint="cs"/>
          <w:rtl/>
        </w:rPr>
        <w:t>یَّ</w:t>
      </w:r>
      <w:r w:rsidRPr="00F066D9">
        <w:rPr>
          <w:rFonts w:hint="eastAsia"/>
          <w:rtl/>
        </w:rPr>
        <w:t>امِ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عَ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ْداً وَعَقْداً وَبَ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عَةً</w:t>
      </w:r>
      <w:r w:rsidRPr="00F066D9">
        <w:rPr>
          <w:rtl/>
        </w:rPr>
        <w:t xml:space="preserve"> لَ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عُنُقِ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لاَ </w:t>
      </w:r>
      <w:r w:rsidR="00296C60">
        <w:rPr>
          <w:rtl/>
        </w:rPr>
        <w:t>ا</w:t>
      </w:r>
      <w:r w:rsidRPr="00F066D9">
        <w:rPr>
          <w:rFonts w:hint="eastAsia"/>
          <w:rtl/>
        </w:rPr>
        <w:t>حُولُ</w:t>
      </w:r>
      <w:r w:rsidRPr="00F066D9">
        <w:rPr>
          <w:rtl/>
        </w:rPr>
        <w:t xml:space="preserve"> عَنْ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وَلاَ 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زُولُ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بَداً</w:t>
      </w:r>
      <w:r w:rsidRPr="00F066D9">
        <w:rPr>
          <w:rtl/>
        </w:rPr>
        <w:t xml:space="preserve">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 اجْعَلْنِ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مِنْ </w:t>
      </w:r>
      <w:r w:rsidR="00296C60">
        <w:rPr>
          <w:rtl/>
        </w:rPr>
        <w:t>ا</w:t>
      </w:r>
      <w:r w:rsidRPr="00F066D9">
        <w:rPr>
          <w:rFonts w:hint="eastAsia"/>
          <w:rtl/>
        </w:rPr>
        <w:t>نْصارِ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</w:t>
      </w:r>
      <w:r w:rsidR="00296C60">
        <w:rPr>
          <w:rtl/>
        </w:rPr>
        <w:t>ا</w:t>
      </w:r>
      <w:r w:rsidRPr="00F066D9">
        <w:rPr>
          <w:rFonts w:hint="eastAsia"/>
          <w:rtl/>
        </w:rPr>
        <w:t>عْوانِ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وَالذَّابِّ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عَنْ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وال</w:t>
      </w:r>
      <w:r w:rsidRPr="00F066D9">
        <w:rPr>
          <w:rFonts w:hint="eastAsia"/>
          <w:rtl/>
        </w:rPr>
        <w:t>ْمُسارِعِ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إِلَ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قَضاءِ حوَائِجِ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وَا لْمُمْتَثِلِ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لاََِوامِرِ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وَالْمُحام</w:t>
      </w:r>
      <w:r w:rsidRPr="00F066D9">
        <w:rPr>
          <w:rtl/>
        </w:rPr>
        <w:t>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عَنْ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وَالسَّابِقِ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إِل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إِرادَتِ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وَالْمُسْتَشْ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َدِ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بَ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دَ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ِ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إِنْ حالَ بَ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نِ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وَبَ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نَ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</w:t>
      </w:r>
      <w:r w:rsidRPr="00F066D9">
        <w:rPr>
          <w:rtl/>
        </w:rPr>
        <w:t xml:space="preserve"> الْمَوْتُ الَّذِ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جَعَلْتَ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عَلَ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عِبادِکَ حَتْماً مَقْضِ</w:t>
      </w:r>
      <w:r w:rsidRPr="00F066D9">
        <w:rPr>
          <w:rFonts w:hint="cs"/>
          <w:rtl/>
        </w:rPr>
        <w:t>یّ</w:t>
      </w:r>
      <w:r w:rsidRPr="00F066D9">
        <w:rPr>
          <w:rFonts w:hint="eastAsia"/>
          <w:rtl/>
        </w:rPr>
        <w:t>اً</w:t>
      </w:r>
      <w:r w:rsidRPr="00F066D9">
        <w:rPr>
          <w:rtl/>
        </w:rPr>
        <w:t xml:space="preserve"> فَ</w:t>
      </w:r>
      <w:r w:rsidR="00296C60">
        <w:rPr>
          <w:rtl/>
        </w:rPr>
        <w:t>ا</w:t>
      </w:r>
      <w:r w:rsidRPr="00F066D9">
        <w:rPr>
          <w:rFonts w:hint="eastAsia"/>
          <w:rtl/>
        </w:rPr>
        <w:t>خْرِجْنِ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مِنْ قَبْرِ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مُؤْتَزِراً کَفَنِ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شا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ِراً سَ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مُجَرِّداً قَناتِ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مُلَبِّ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اً</w:t>
      </w:r>
      <w:r w:rsidRPr="00F066D9">
        <w:rPr>
          <w:rtl/>
        </w:rPr>
        <w:t xml:space="preserve"> دَعْوَةَ الدَّاعِ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الْحاضِرِ وَالْبادِ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ُمَّ 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رِنِ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الطَّلْعَةَ الرَّشِ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دَةَ</w:t>
      </w:r>
      <w:r w:rsidRPr="00F066D9">
        <w:rPr>
          <w:rtl/>
        </w:rPr>
        <w:t xml:space="preserve"> وَالْغُرَّةَ الْحَمِ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دَةَ</w:t>
      </w:r>
      <w:r w:rsidRPr="00F066D9">
        <w:rPr>
          <w:rtl/>
        </w:rPr>
        <w:t xml:space="preserve"> وَاکْحَُلْ ناظِرِ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بِنَظْرَةِ مِنِّ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إِلَ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وَعَجِّلْ فَرَجَ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وَسَ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ِّلْ مَخْرَجَ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وَ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وْسِعْ</w:t>
      </w:r>
      <w:r w:rsidRPr="00F066D9">
        <w:rPr>
          <w:rtl/>
        </w:rPr>
        <w:t xml:space="preserve"> مَنْ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َجَ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</w:t>
      </w:r>
      <w:r w:rsidRPr="00F066D9">
        <w:rPr>
          <w:rtl/>
        </w:rPr>
        <w:t>َاسْلُکْ بِ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مَحَجَّتَ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وَ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نْفِذْ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مْرَ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</w:t>
      </w:r>
      <w:r w:rsidRPr="00F066D9">
        <w:rPr>
          <w:rtl/>
        </w:rPr>
        <w:t xml:space="preserve"> وَاشْدُدْ </w:t>
      </w:r>
      <w:r w:rsidR="00296C60">
        <w:rPr>
          <w:rtl/>
        </w:rPr>
        <w:t>ا</w:t>
      </w:r>
      <w:r w:rsidRPr="00F066D9">
        <w:rPr>
          <w:rFonts w:hint="eastAsia"/>
          <w:rtl/>
        </w:rPr>
        <w:t>زْرَ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</w:t>
      </w:r>
      <w:r w:rsidRPr="00F066D9">
        <w:rPr>
          <w:rtl/>
        </w:rPr>
        <w:t xml:space="preserve"> وَاعْمُر</w:t>
      </w:r>
      <w:r w:rsidRPr="00031FA0">
        <w:rPr>
          <w:rFonts w:hint="cs"/>
          <w:rtl/>
        </w:rPr>
        <w:t xml:space="preserve"> </w:t>
      </w:r>
    </w:p>
    <w:p w:rsidR="0042080E" w:rsidRPr="00F066D9" w:rsidRDefault="0042080E" w:rsidP="00F066D9">
      <w:pPr>
        <w:pStyle w:val="libArabic"/>
        <w:rPr>
          <w:rtl/>
        </w:rPr>
      </w:pPr>
      <w:r w:rsidRPr="00F066D9">
        <w:rPr>
          <w:rtl/>
        </w:rPr>
        <w:t xml:space="preserve"> 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 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بِلادَکَ وَ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حْ</w:t>
      </w:r>
      <w:r w:rsidRPr="00F066D9">
        <w:rPr>
          <w:rFonts w:hint="cs"/>
          <w:rtl/>
        </w:rPr>
        <w:t>یِ</w:t>
      </w:r>
      <w:r w:rsidRPr="00F066D9">
        <w:rPr>
          <w:rtl/>
        </w:rPr>
        <w:t xml:space="preserve"> بِ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عِبادَکَ فَإِنَّکَ قُلْتَ وَقَوْلُکَ الْحَقُّ ظَ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َرَ الْفَسَادُ فِ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الْبَرِّ وَالْبَحْرِ بِمَا کَسَبَتْ </w:t>
      </w:r>
      <w:r w:rsidR="00296C60">
        <w:rPr>
          <w:rtl/>
        </w:rPr>
        <w:t>ا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دِ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النَّاسِ فَ</w:t>
      </w:r>
      <w:r w:rsidR="00296C60">
        <w:rPr>
          <w:rtl/>
        </w:rPr>
        <w:t>ا</w:t>
      </w:r>
      <w:r w:rsidRPr="00F066D9">
        <w:rPr>
          <w:rFonts w:hint="eastAsia"/>
          <w:rtl/>
        </w:rPr>
        <w:t>ظْ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ِرِ</w:t>
      </w:r>
      <w:r w:rsidRPr="00F066D9">
        <w:rPr>
          <w:rtl/>
        </w:rPr>
        <w:t xml:space="preserve">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 لَنا وَلِ</w:t>
      </w:r>
      <w:r w:rsidRPr="00F066D9">
        <w:rPr>
          <w:rFonts w:hint="cs"/>
          <w:rtl/>
        </w:rPr>
        <w:t>یَّ</w:t>
      </w:r>
      <w:r w:rsidRPr="00F066D9">
        <w:rPr>
          <w:rFonts w:hint="eastAsia"/>
          <w:rtl/>
        </w:rPr>
        <w:t>کَ</w:t>
      </w:r>
      <w:r w:rsidRPr="00F066D9">
        <w:rPr>
          <w:rtl/>
        </w:rPr>
        <w:t xml:space="preserve"> وَابْنَ بِنْتِ نَبِ</w:t>
      </w:r>
      <w:r w:rsidRPr="00F066D9">
        <w:rPr>
          <w:rFonts w:hint="cs"/>
          <w:rtl/>
        </w:rPr>
        <w:t>یِّ</w:t>
      </w:r>
      <w:r w:rsidRPr="00F066D9">
        <w:rPr>
          <w:rFonts w:hint="eastAsia"/>
          <w:rtl/>
        </w:rPr>
        <w:t>کَ</w:t>
      </w:r>
      <w:r w:rsidRPr="00F066D9">
        <w:rPr>
          <w:rtl/>
        </w:rPr>
        <w:t xml:space="preserve"> الْمُسَمَّ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بِاسْمِ رَسُولِکَ </w:t>
      </w:r>
      <w:r w:rsidRPr="00F066D9">
        <w:rPr>
          <w:rFonts w:hint="eastAsia"/>
          <w:rtl/>
        </w:rPr>
        <w:t>صَلَّ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اللّٰ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عَلَ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وَآلِ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حَتَّ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لاَ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ظْفَرَ</w:t>
      </w:r>
      <w:r w:rsidRPr="00F066D9">
        <w:rPr>
          <w:rtl/>
        </w:rPr>
        <w:t xml:space="preserve"> بِشَ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ءٍ</w:t>
      </w:r>
      <w:r w:rsidRPr="00F066D9">
        <w:rPr>
          <w:rtl/>
        </w:rPr>
        <w:t xml:space="preserve"> مِنَ الْباطِلِ إِلاَّ مَزَّقَ 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وَ</w:t>
      </w:r>
      <w:r w:rsidRPr="00F066D9">
        <w:rPr>
          <w:rFonts w:hint="cs"/>
          <w:rtl/>
        </w:rPr>
        <w:t>یُ</w:t>
      </w:r>
      <w:r w:rsidRPr="00F066D9">
        <w:rPr>
          <w:rFonts w:hint="eastAsia"/>
          <w:rtl/>
        </w:rPr>
        <w:t>حِقَّ</w:t>
      </w:r>
      <w:r w:rsidRPr="00F066D9">
        <w:rPr>
          <w:rtl/>
        </w:rPr>
        <w:t xml:space="preserve"> الْحَقَّ وَ</w:t>
      </w:r>
      <w:r w:rsidRPr="00F066D9">
        <w:rPr>
          <w:rFonts w:hint="cs"/>
          <w:rtl/>
        </w:rPr>
        <w:t>یُ</w:t>
      </w:r>
      <w:r w:rsidRPr="00F066D9">
        <w:rPr>
          <w:rFonts w:hint="eastAsia"/>
          <w:rtl/>
        </w:rPr>
        <w:t>حَقِّقَ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</w:t>
      </w:r>
      <w:r w:rsidRPr="00F066D9">
        <w:rPr>
          <w:rtl/>
        </w:rPr>
        <w:t xml:space="preserve"> وَاجْعَلْ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ُمَّ مَفْزَعاً لِمَظْلُومِ عِبادِکَ وَناصِراً لِمَنْ لاَ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جِدُ</w:t>
      </w:r>
      <w:r w:rsidRPr="00F066D9">
        <w:rPr>
          <w:rtl/>
        </w:rPr>
        <w:t xml:space="preserve"> لَ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ناصِراً غَ</w:t>
      </w:r>
      <w:r w:rsidRPr="00F066D9">
        <w:rPr>
          <w:rFonts w:hint="cs"/>
          <w:rtl/>
        </w:rPr>
        <w:t>یْ</w:t>
      </w:r>
      <w:r w:rsidRPr="00F066D9">
        <w:rPr>
          <w:rFonts w:hint="eastAsia"/>
          <w:rtl/>
        </w:rPr>
        <w:t>رَکَ</w:t>
      </w:r>
      <w:r w:rsidRPr="00F066D9">
        <w:rPr>
          <w:rtl/>
        </w:rPr>
        <w:t xml:space="preserve"> وَمُجَدِّداً لِمَا عُطِّلَ م</w:t>
      </w:r>
      <w:r w:rsidRPr="00F066D9">
        <w:rPr>
          <w:rFonts w:hint="eastAsia"/>
          <w:rtl/>
        </w:rPr>
        <w:t>ِنْ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حْکامِ</w:t>
      </w:r>
      <w:r w:rsidRPr="00F066D9">
        <w:rPr>
          <w:rtl/>
        </w:rPr>
        <w:t xml:space="preserve"> کِتابِکَ وَمُشَ</w:t>
      </w:r>
      <w:r w:rsidRPr="00F066D9">
        <w:rPr>
          <w:rFonts w:hint="cs"/>
          <w:rtl/>
        </w:rPr>
        <w:t>یِّ</w:t>
      </w:r>
      <w:r w:rsidRPr="00F066D9">
        <w:rPr>
          <w:rFonts w:hint="eastAsia"/>
          <w:rtl/>
        </w:rPr>
        <w:t>داً</w:t>
      </w:r>
      <w:r w:rsidRPr="00F066D9">
        <w:rPr>
          <w:rtl/>
        </w:rPr>
        <w:t xml:space="preserve"> لِمَا وَرَدَ مِنْ </w:t>
      </w:r>
      <w:r w:rsidR="00296C60">
        <w:rPr>
          <w:rtl/>
        </w:rPr>
        <w:t>ا</w:t>
      </w:r>
      <w:r w:rsidRPr="00F066D9">
        <w:rPr>
          <w:rFonts w:hint="eastAsia"/>
          <w:rtl/>
        </w:rPr>
        <w:t>عْلامِ</w:t>
      </w:r>
      <w:r w:rsidRPr="00F066D9">
        <w:rPr>
          <w:rtl/>
        </w:rPr>
        <w:t xml:space="preserve"> دِ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نِکَ</w:t>
      </w:r>
      <w:r w:rsidRPr="00F066D9">
        <w:rPr>
          <w:rtl/>
        </w:rPr>
        <w:t xml:space="preserve"> وَسُنَنِ نَبِ</w:t>
      </w:r>
      <w:r w:rsidRPr="00F066D9">
        <w:rPr>
          <w:rFonts w:hint="cs"/>
          <w:rtl/>
        </w:rPr>
        <w:t>یِّ</w:t>
      </w:r>
      <w:r w:rsidRPr="00F066D9">
        <w:rPr>
          <w:rFonts w:hint="eastAsia"/>
          <w:rtl/>
        </w:rPr>
        <w:t>کَ</w:t>
      </w:r>
      <w:r w:rsidRPr="00F066D9">
        <w:rPr>
          <w:rtl/>
        </w:rPr>
        <w:t xml:space="preserve"> صَلَّ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اللّٰ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عَلَ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وآلِ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</w:t>
      </w:r>
      <w:r w:rsidRPr="00F066D9">
        <w:rPr>
          <w:rtl/>
        </w:rPr>
        <w:t>اجْعَلْ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 مِمَّنْ حَصَّنْتَ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مِنْ بَ</w:t>
      </w:r>
      <w:r w:rsidR="00296C60">
        <w:rPr>
          <w:rFonts w:hint="cs"/>
          <w:rtl/>
        </w:rPr>
        <w:t>ا</w:t>
      </w:r>
      <w:r w:rsidRPr="00F066D9">
        <w:rPr>
          <w:rFonts w:hint="eastAsia"/>
          <w:rtl/>
        </w:rPr>
        <w:t>سِ</w:t>
      </w:r>
      <w:r w:rsidRPr="00F066D9">
        <w:rPr>
          <w:rtl/>
        </w:rPr>
        <w:t xml:space="preserve"> الْمُعْتَدِ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F066D9">
        <w:rPr>
          <w:rtl/>
        </w:rPr>
        <w:t xml:space="preserve">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اللّ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ُمَّ</w:t>
      </w:r>
      <w:r w:rsidRPr="00F066D9">
        <w:rPr>
          <w:rtl/>
        </w:rPr>
        <w:t xml:space="preserve"> وَسُرَّ نَبِ</w:t>
      </w:r>
      <w:r w:rsidRPr="00F066D9">
        <w:rPr>
          <w:rFonts w:hint="cs"/>
          <w:rtl/>
        </w:rPr>
        <w:t>یَّ</w:t>
      </w:r>
      <w:r w:rsidRPr="00F066D9">
        <w:rPr>
          <w:rFonts w:hint="eastAsia"/>
          <w:rtl/>
        </w:rPr>
        <w:t>کَ</w:t>
      </w:r>
      <w:r w:rsidRPr="00F066D9">
        <w:rPr>
          <w:rtl/>
        </w:rPr>
        <w:t xml:space="preserve"> مُحَمَّداً صَلَّ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اللّٰ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عَلَ</w:t>
      </w:r>
      <w:r w:rsidRPr="00F066D9">
        <w:rPr>
          <w:rFonts w:hint="cs"/>
          <w:rtl/>
        </w:rPr>
        <w:t>یْ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وآلِ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بِرُؤْ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تِ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</w:t>
      </w:r>
      <w:r w:rsidRPr="00F066D9">
        <w:rPr>
          <w:rtl/>
        </w:rPr>
        <w:t xml:space="preserve"> وَمَنْ تَبِعَ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عَلَ</w:t>
      </w:r>
      <w:r w:rsidRPr="00F066D9">
        <w:rPr>
          <w:rFonts w:hint="cs"/>
          <w:rtl/>
        </w:rPr>
        <w:t>ی</w:t>
      </w:r>
      <w:r w:rsidRPr="00F066D9">
        <w:rPr>
          <w:rtl/>
        </w:rPr>
        <w:t xml:space="preserve"> دَعْوَتِ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وَارْحَمِ اسْتِکانَتَنا بَعْدَ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اللَّ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ُمَّ اکْشِفْ 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ذِ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الْغُمَّةَ عَ</w:t>
      </w:r>
      <w:r w:rsidRPr="00F066D9">
        <w:rPr>
          <w:rtl/>
        </w:rPr>
        <w:t xml:space="preserve">نْ 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ذِ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ِ الاَُْمَّةِ بِحُضُورِ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 وَعَجِّلْ لَنا ظُ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ُورَ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إِنَّ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 xml:space="preserve">ُمْ </w:t>
      </w:r>
      <w:r w:rsidRPr="00F066D9">
        <w:rPr>
          <w:rFonts w:hint="cs"/>
          <w:rtl/>
        </w:rPr>
        <w:t>ی</w:t>
      </w:r>
      <w:r w:rsidRPr="00F066D9">
        <w:rPr>
          <w:rtl/>
        </w:rPr>
        <w:t>َرَوْنَ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بَعِ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داً</w:t>
      </w:r>
      <w:r w:rsidRPr="00F066D9">
        <w:rPr>
          <w:rtl/>
        </w:rPr>
        <w:t xml:space="preserve"> وَنَرَا</w:t>
      </w:r>
      <w:r w:rsidR="00031FA0" w:rsidRPr="00031FA0">
        <w:rPr>
          <w:rFonts w:hint="cs"/>
          <w:rtl/>
        </w:rPr>
        <w:t>ه</w:t>
      </w:r>
      <w:r w:rsidRPr="00031FA0">
        <w:rPr>
          <w:rFonts w:hint="cs"/>
          <w:rtl/>
        </w:rPr>
        <w:t>ُ قَرِ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باً</w:t>
      </w:r>
      <w:r w:rsidRPr="00F066D9">
        <w:rPr>
          <w:rtl/>
        </w:rPr>
        <w:t xml:space="preserve"> بِرَحْمَتِکَ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</w:t>
      </w:r>
      <w:r w:rsidR="00296C60">
        <w:rPr>
          <w:rtl/>
        </w:rPr>
        <w:t>ا</w:t>
      </w:r>
      <w:r w:rsidRPr="00F066D9">
        <w:rPr>
          <w:rFonts w:hint="eastAsia"/>
          <w:rtl/>
        </w:rPr>
        <w:t>رْحَمَ</w:t>
      </w:r>
      <w:r w:rsidRPr="00F066D9">
        <w:rPr>
          <w:rtl/>
        </w:rPr>
        <w:t xml:space="preserve"> الرَّاحِمِ</w:t>
      </w:r>
      <w:r w:rsidRPr="00F066D9">
        <w:rPr>
          <w:rFonts w:hint="cs"/>
          <w:rtl/>
        </w:rPr>
        <w:t>ی</w:t>
      </w:r>
      <w:r w:rsidRPr="00F066D9">
        <w:rPr>
          <w:rFonts w:hint="eastAsia"/>
          <w:rtl/>
        </w:rPr>
        <w:t>نَ</w:t>
      </w:r>
      <w:r w:rsidRPr="00031FA0">
        <w:rPr>
          <w:rFonts w:hint="cs"/>
          <w:rtl/>
        </w:rPr>
        <w:t xml:space="preserve"> </w:t>
      </w:r>
    </w:p>
    <w:p w:rsidR="0042080E" w:rsidRPr="00F066D9" w:rsidRDefault="0042080E" w:rsidP="00031FA0">
      <w:pPr>
        <w:pStyle w:val="libArabic"/>
        <w:rPr>
          <w:rtl/>
        </w:rPr>
      </w:pPr>
      <w:r w:rsidRPr="00F066D9">
        <w:rPr>
          <w:rFonts w:hint="eastAsia"/>
          <w:rtl/>
        </w:rPr>
        <w:t>الْعَجَلَ</w:t>
      </w:r>
      <w:r w:rsidRPr="00F066D9">
        <w:rPr>
          <w:rtl/>
        </w:rPr>
        <w:t xml:space="preserve"> الْعَجَلَ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امَوْلا</w:t>
      </w:r>
      <w:r w:rsidRPr="00F066D9">
        <w:rPr>
          <w:rFonts w:hint="cs"/>
          <w:rtl/>
        </w:rPr>
        <w:t>یَ</w:t>
      </w:r>
      <w:r w:rsidRPr="00F066D9">
        <w:rPr>
          <w:rtl/>
        </w:rPr>
        <w:t xml:space="preserve"> </w:t>
      </w:r>
      <w:r w:rsidRPr="00F066D9">
        <w:rPr>
          <w:rFonts w:hint="cs"/>
          <w:rtl/>
        </w:rPr>
        <w:t>یَ</w:t>
      </w:r>
      <w:r w:rsidRPr="00F066D9">
        <w:rPr>
          <w:rFonts w:hint="eastAsia"/>
          <w:rtl/>
        </w:rPr>
        <w:t>ا</w:t>
      </w:r>
      <w:r w:rsidRPr="00F066D9">
        <w:rPr>
          <w:rtl/>
        </w:rPr>
        <w:t xml:space="preserve"> صاحِبَ الزَّمانِ</w:t>
      </w:r>
      <w:r w:rsidRPr="00031FA0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031FA0" w:rsidRDefault="00031FA0" w:rsidP="0042080E">
      <w:pPr>
        <w:pStyle w:val="libNormal"/>
        <w:rPr>
          <w:rtl/>
        </w:rPr>
      </w:pPr>
    </w:p>
    <w:p w:rsidR="00031FA0" w:rsidRDefault="00031FA0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5" w:name="_Toc502225849"/>
      <w:r>
        <w:rPr>
          <w:rFonts w:hint="eastAsia"/>
          <w:rtl/>
        </w:rPr>
        <w:lastRenderedPageBreak/>
        <w:t>دعائے</w:t>
      </w:r>
      <w:r>
        <w:rPr>
          <w:rtl/>
        </w:rPr>
        <w:t xml:space="preserve"> عھد دعا ک</w:t>
      </w:r>
      <w:r>
        <w:rPr>
          <w:rFonts w:hint="cs"/>
          <w:rtl/>
        </w:rPr>
        <w:t>ی</w:t>
      </w:r>
      <w:r>
        <w:rPr>
          <w:rtl/>
        </w:rPr>
        <w:t xml:space="preserve"> سند:</w:t>
      </w:r>
      <w:bookmarkEnd w:id="5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کو مرحوم مجلس</w:t>
      </w:r>
      <w:r>
        <w:rPr>
          <w:rFonts w:hint="cs"/>
          <w:rtl/>
        </w:rPr>
        <w:t>ی</w:t>
      </w:r>
      <w:r>
        <w:rPr>
          <w:rtl/>
        </w:rPr>
        <w:t xml:space="preserve"> (رہ) نے متعدد واسطوں سے اپن</w:t>
      </w:r>
      <w:r>
        <w:rPr>
          <w:rFonts w:hint="cs"/>
          <w:rtl/>
        </w:rPr>
        <w:t>ی</w:t>
      </w:r>
      <w:r>
        <w:rPr>
          <w:rtl/>
        </w:rPr>
        <w:t xml:space="preserve"> کتاب بحارالانوار </w:t>
      </w:r>
      <w:r w:rsidR="007D2A2F">
        <w:rPr>
          <w:rtl/>
        </w:rPr>
        <w:t xml:space="preserve">میں </w:t>
      </w:r>
      <w:r>
        <w:rPr>
          <w:rtl/>
        </w:rPr>
        <w:t xml:space="preserve"> مختلف مقامات پر نقل </w:t>
      </w:r>
      <w:r w:rsidR="00E17B5E" w:rsidRPr="00E17B5E">
        <w:rPr>
          <w:rtl/>
        </w:rPr>
        <w:t xml:space="preserve">کیا </w:t>
      </w:r>
      <w:r w:rsidR="002549D7" w:rsidRPr="002549D7">
        <w:rPr>
          <w:rtl/>
        </w:rPr>
        <w:t xml:space="preserve"> ہے۔ </w:t>
      </w:r>
      <w:r>
        <w:rPr>
          <w:rtl/>
        </w:rPr>
        <w:t>من جملہ س</w:t>
      </w:r>
      <w:r w:rsidR="007D2A2F">
        <w:rPr>
          <w:rtl/>
        </w:rPr>
        <w:t>ید</w:t>
      </w:r>
      <w:r>
        <w:rPr>
          <w:rtl/>
        </w:rPr>
        <w:t xml:space="preserve"> ابن طاؤس ک</w:t>
      </w:r>
      <w:r>
        <w:rPr>
          <w:rFonts w:hint="cs"/>
          <w:rtl/>
        </w:rPr>
        <w:t>ی</w:t>
      </w:r>
      <w:r>
        <w:rPr>
          <w:rtl/>
        </w:rPr>
        <w:t xml:space="preserve"> مصباح الزائر اور محمد بن عل</w:t>
      </w:r>
      <w:r>
        <w:rPr>
          <w:rFonts w:hint="cs"/>
          <w:rtl/>
        </w:rPr>
        <w:t>ی</w:t>
      </w:r>
      <w:r>
        <w:rPr>
          <w:rtl/>
        </w:rPr>
        <w:t xml:space="preserve"> جبع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مجموعہ جباع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اسکے علاوہ </w:t>
      </w:r>
      <w:r w:rsidR="00E17B5E" w:rsidRPr="00E17B5E">
        <w:rPr>
          <w:rtl/>
        </w:rPr>
        <w:t>بلد الامین</w:t>
      </w:r>
      <w:r>
        <w:rPr>
          <w:rtl/>
        </w:rPr>
        <w:t>،مصباح کفعم</w:t>
      </w:r>
      <w:r>
        <w:rPr>
          <w:rFonts w:hint="cs"/>
          <w:rtl/>
        </w:rPr>
        <w:t>ی</w:t>
      </w:r>
      <w:r>
        <w:rPr>
          <w:rtl/>
        </w:rPr>
        <w:t xml:space="preserve"> اور کتاب </w:t>
      </w:r>
      <w:r w:rsidR="000C56D5" w:rsidRPr="000C56D5">
        <w:rPr>
          <w:rtl/>
        </w:rPr>
        <w:t>عتیق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</w:t>
      </w:r>
      <w:r w:rsidR="00E17B5E" w:rsidRPr="00E17B5E">
        <w:rPr>
          <w:rtl/>
        </w:rPr>
        <w:t xml:space="preserve">کیا </w:t>
      </w:r>
      <w:r w:rsidR="000C56D5" w:rsidRPr="000C56D5">
        <w:rPr>
          <w:rtl/>
        </w:rPr>
        <w:t xml:space="preserve"> ہے۔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ہم </w:t>
      </w:r>
      <w:r w:rsidR="0042080E">
        <w:rPr>
          <w:rtl/>
        </w:rPr>
        <w:t xml:space="preserve">نمونہ کے طور پر فقط </w:t>
      </w:r>
      <w:r w:rsidRPr="000C56D5">
        <w:rPr>
          <w:rtl/>
        </w:rPr>
        <w:t>ایک</w:t>
      </w:r>
      <w:r w:rsidR="0042080E">
        <w:rPr>
          <w:rtl/>
        </w:rPr>
        <w:t xml:space="preserve"> سند کو نقل کرنے پر اکتفاء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گے۔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جلال الدین </w:t>
      </w:r>
      <w:r w:rsidR="0042080E">
        <w:rPr>
          <w:rtl/>
        </w:rPr>
        <w:t xml:space="preserve">ابوالقاسم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فخار بن معد بن فخار العلو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الحسینی </w:t>
      </w:r>
      <w:r>
        <w:rPr>
          <w:rtl/>
        </w:rPr>
        <w:t>الموسو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تاج</w:t>
      </w:r>
      <w:r w:rsidR="000C56D5" w:rsidRPr="000C56D5">
        <w:rPr>
          <w:rtl/>
        </w:rPr>
        <w:t xml:space="preserve"> الدین </w:t>
      </w:r>
      <w:r>
        <w:rPr>
          <w:rtl/>
        </w:rPr>
        <w:t>ابو محمد الحسن بن عل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ابو عبداللہ محمد بن عبداللہ بحران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اب</w:t>
      </w:r>
      <w:r>
        <w:rPr>
          <w:rFonts w:hint="cs"/>
          <w:rtl/>
        </w:rPr>
        <w:t>ی</w:t>
      </w:r>
      <w:r>
        <w:rPr>
          <w:rtl/>
        </w:rPr>
        <w:t xml:space="preserve"> محمد الحسن بن عل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ابو</w:t>
      </w:r>
      <w:r w:rsidR="000C56D5" w:rsidRPr="000C56D5">
        <w:rPr>
          <w:rtl/>
        </w:rPr>
        <w:t xml:space="preserve"> ذکریا یحییٰ </w:t>
      </w:r>
      <w:r>
        <w:rPr>
          <w:rtl/>
        </w:rPr>
        <w:t>بن</w:t>
      </w:r>
      <w:r w:rsidR="000C56D5" w:rsidRPr="000C56D5">
        <w:rPr>
          <w:rtl/>
        </w:rPr>
        <w:t xml:space="preserve"> کثیر </w:t>
      </w:r>
      <w:r>
        <w:rPr>
          <w:rtl/>
        </w:rPr>
        <w:t xml:space="preserve">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محمد بن عل</w:t>
      </w:r>
      <w:r>
        <w:rPr>
          <w:rFonts w:hint="cs"/>
          <w:rtl/>
        </w:rPr>
        <w:t>ی</w:t>
      </w:r>
      <w:r>
        <w:rPr>
          <w:rtl/>
        </w:rPr>
        <w:t xml:space="preserve"> القرش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احمد بن سع</w:t>
      </w:r>
      <w:r w:rsidR="007D2A2F">
        <w:rPr>
          <w:rtl/>
        </w:rPr>
        <w:t>ید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عل</w:t>
      </w:r>
      <w:r>
        <w:rPr>
          <w:rFonts w:hint="cs"/>
          <w:rtl/>
        </w:rPr>
        <w:t>ی</w:t>
      </w:r>
      <w:r>
        <w:rPr>
          <w:rtl/>
        </w:rPr>
        <w:t xml:space="preserve"> بن حکم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</w:t>
      </w:r>
      <w:r w:rsidR="000C56D5" w:rsidRPr="000C56D5">
        <w:rPr>
          <w:rtl/>
        </w:rPr>
        <w:t xml:space="preserve"> ربیع </w:t>
      </w:r>
      <w:r>
        <w:rPr>
          <w:rtl/>
        </w:rPr>
        <w:t>بن محمد المسلم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ابو عبداللہ بن سلم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انھوں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</w:t>
      </w:r>
      <w:r w:rsidR="00E17B5E" w:rsidRPr="00E17B5E">
        <w:rPr>
          <w:rtl/>
        </w:rPr>
        <w:t xml:space="preserve">کیا 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>: ”جو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دعا کو </w:t>
      </w:r>
      <w:r w:rsidR="000C56D5" w:rsidRPr="000C56D5">
        <w:rPr>
          <w:rtl/>
        </w:rPr>
        <w:t>چالیس</w:t>
      </w:r>
      <w:r>
        <w:rPr>
          <w:rtl/>
        </w:rPr>
        <w:t xml:space="preserve"> روز تک صبح کے وقت پڑھے گا </w:t>
      </w:r>
      <w:r w:rsidR="002549D7" w:rsidRPr="002549D7">
        <w:rPr>
          <w:rtl/>
        </w:rPr>
        <w:t>ہمارے</w:t>
      </w:r>
      <w:r>
        <w:rPr>
          <w:rtl/>
        </w:rPr>
        <w:t xml:space="preserve"> قائم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</w:t>
      </w:r>
      <w:r w:rsidR="000C56D5" w:rsidRPr="000C56D5">
        <w:rPr>
          <w:rtl/>
        </w:rPr>
        <w:t xml:space="preserve"> ساتھیوں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ہوگا </w:t>
      </w:r>
      <w:r>
        <w:rPr>
          <w:rtl/>
        </w:rPr>
        <w:t>اور اگر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سے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انتقال کرجائے تو خداوند عالم اسے قبر سے </w:t>
      </w:r>
      <w:r>
        <w:rPr>
          <w:rtl/>
        </w:rPr>
        <w:lastRenderedPageBreak/>
        <w:t>نکالے گا تاکہ حضرت ک</w:t>
      </w:r>
      <w:r>
        <w:rPr>
          <w:rFonts w:hint="eastAsia"/>
          <w:rtl/>
        </w:rPr>
        <w:t>ے</w:t>
      </w:r>
      <w:r w:rsidR="000C56D5" w:rsidRPr="000C56D5">
        <w:rPr>
          <w:rtl/>
        </w:rPr>
        <w:t xml:space="preserve"> ساتھیوں </w:t>
      </w:r>
      <w:r w:rsidR="007D2A2F">
        <w:rPr>
          <w:rtl/>
        </w:rPr>
        <w:t xml:space="preserve">میں </w:t>
      </w:r>
      <w:r>
        <w:rPr>
          <w:rtl/>
        </w:rPr>
        <w:t xml:space="preserve"> شامل</w:t>
      </w:r>
      <w:r w:rsidR="002549D7" w:rsidRPr="002549D7">
        <w:rPr>
          <w:rtl/>
        </w:rPr>
        <w:t xml:space="preserve"> ہو </w:t>
      </w:r>
      <w:r>
        <w:rPr>
          <w:rtl/>
        </w:rPr>
        <w:t>جائے اور خدائے متعال دعا کے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جملہ کے بدلے اسے ہزار </w:t>
      </w:r>
      <w:r w:rsidR="00720096" w:rsidRPr="00720096">
        <w:rPr>
          <w:rtl/>
        </w:rPr>
        <w:t>نیک</w:t>
      </w:r>
      <w:r w:rsidR="00E17B5E" w:rsidRPr="00E17B5E">
        <w:rPr>
          <w:rtl/>
        </w:rPr>
        <w:t xml:space="preserve">یا </w:t>
      </w:r>
      <w:r>
        <w:rPr>
          <w:rtl/>
        </w:rPr>
        <w:t>ں اور کرامت عطاء فرمائے گا اور اسکے ہزار گناہ معاف کردےئے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0C56D5" w:rsidP="004D1A48">
      <w:pPr>
        <w:pStyle w:val="Heading2Center"/>
        <w:rPr>
          <w:rtl/>
        </w:rPr>
      </w:pPr>
      <w:bookmarkStart w:id="6" w:name="_Toc502225850"/>
      <w:r w:rsidRPr="000C56D5">
        <w:rPr>
          <w:rFonts w:hint="eastAsia"/>
          <w:rtl/>
        </w:rPr>
        <w:t>چالیس</w:t>
      </w:r>
      <w:r w:rsidR="0042080E">
        <w:rPr>
          <w:rtl/>
        </w:rPr>
        <w:t xml:space="preserve"> دنوں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Pr="000C56D5">
        <w:rPr>
          <w:rtl/>
        </w:rPr>
        <w:t>خصوصیات</w:t>
      </w:r>
      <w:r w:rsidR="0042080E">
        <w:rPr>
          <w:rtl/>
        </w:rPr>
        <w:t>:</w:t>
      </w:r>
      <w:bookmarkEnd w:id="6"/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قابل توجہ بات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کہ نہ صرف اس دعا کو پڑھنے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Pr="000C56D5">
        <w:rPr>
          <w:rtl/>
        </w:rPr>
        <w:t>تاکید</w:t>
      </w:r>
      <w:r w:rsidR="0042080E">
        <w:rPr>
          <w:rtl/>
        </w:rPr>
        <w:t xml:space="preserve"> </w:t>
      </w:r>
      <w:r w:rsidRPr="000C56D5">
        <w:rPr>
          <w:rtl/>
        </w:rPr>
        <w:t>چالیس</w:t>
      </w:r>
      <w:r w:rsidR="0042080E">
        <w:rPr>
          <w:rtl/>
        </w:rPr>
        <w:t xml:space="preserve"> روز تک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بلکہ بہت سے دوسرے مقامات پر ان </w:t>
      </w:r>
      <w:r w:rsidRPr="000C56D5">
        <w:rPr>
          <w:rtl/>
        </w:rPr>
        <w:t>چالیس</w:t>
      </w:r>
      <w:r w:rsidR="0042080E">
        <w:rPr>
          <w:rtl/>
        </w:rPr>
        <w:t xml:space="preserve"> دنوں کو خاص</w:t>
      </w:r>
      <w:r w:rsidRPr="000C56D5">
        <w:rPr>
          <w:rtl/>
        </w:rPr>
        <w:t xml:space="preserve"> اہمیت </w:t>
      </w:r>
      <w:r w:rsidR="0042080E">
        <w:rPr>
          <w:rtl/>
        </w:rPr>
        <w:t>حاصل</w:t>
      </w:r>
      <w:r w:rsidR="002549D7" w:rsidRPr="002549D7">
        <w:rPr>
          <w:rtl/>
        </w:rPr>
        <w:t xml:space="preserve"> ہے۔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مرحوم</w:t>
      </w:r>
      <w:r w:rsidRPr="000C56D5">
        <w:rPr>
          <w:rtl/>
        </w:rPr>
        <w:t xml:space="preserve"> کلینی </w:t>
      </w:r>
      <w:r w:rsidR="0042080E">
        <w:rPr>
          <w:rtl/>
        </w:rPr>
        <w:t>(رہ) نقل کرتے</w:t>
      </w:r>
      <w:r w:rsidRPr="000C56D5">
        <w:rPr>
          <w:rtl/>
        </w:rPr>
        <w:t xml:space="preserve"> ہیں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77CE3">
        <w:rPr>
          <w:rStyle w:val="libArabicChar"/>
          <w:rtl/>
        </w:rPr>
        <w:t>ما اجمل عبد ذکر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اربع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صباحاً الّا زَ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َّدَ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الدن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ا…… واَثْبَتَ ا</w:t>
      </w:r>
      <w:r w:rsidRPr="00077CE3">
        <w:rPr>
          <w:rStyle w:val="libArabicChar"/>
          <w:rtl/>
        </w:rPr>
        <w:t>لحکمةَ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قلب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اس سے خوبصورت بندہ کون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جو خدا کا ذکر </w:t>
      </w:r>
      <w:r w:rsidR="000C56D5" w:rsidRPr="000C56D5">
        <w:rPr>
          <w:rtl/>
        </w:rPr>
        <w:t>چالیس</w:t>
      </w:r>
      <w:r>
        <w:rPr>
          <w:rtl/>
        </w:rPr>
        <w:t xml:space="preserve"> صبح تک کرے اور خدا اسکو زاھد قرار دے اور اسکے قلب </w:t>
      </w:r>
      <w:r w:rsidR="007D2A2F">
        <w:rPr>
          <w:rtl/>
        </w:rPr>
        <w:t xml:space="preserve">میں </w:t>
      </w:r>
      <w:r>
        <w:rPr>
          <w:rtl/>
        </w:rPr>
        <w:t xml:space="preserve"> حکمت راسخ فرمائے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(رہ) جناب قطب راوند</w:t>
      </w:r>
      <w:r>
        <w:rPr>
          <w:rFonts w:hint="cs"/>
          <w:rtl/>
        </w:rPr>
        <w:t>ی</w:t>
      </w:r>
      <w:r>
        <w:rPr>
          <w:rtl/>
        </w:rPr>
        <w:t>(رہ) ک</w:t>
      </w:r>
      <w:r>
        <w:rPr>
          <w:rFonts w:hint="cs"/>
          <w:rtl/>
        </w:rPr>
        <w:t>ی</w:t>
      </w:r>
      <w:r>
        <w:rPr>
          <w:rtl/>
        </w:rPr>
        <w:t xml:space="preserve"> کتاب لب اللباب سے نقل کرتے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من</w:t>
      </w:r>
      <w:r w:rsidRPr="00077CE3">
        <w:rPr>
          <w:rStyle w:val="libArabicChar"/>
          <w:rtl/>
        </w:rPr>
        <w:t xml:space="preserve"> اخلص العبادة لِلّٰ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اربع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ن صباحاً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ناب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الحکمة من قلب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عل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لسان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چالیس</w:t>
      </w:r>
      <w:r>
        <w:rPr>
          <w:rtl/>
        </w:rPr>
        <w:t xml:space="preserve"> روز تک خلوص کے ساتھ خدا ک</w:t>
      </w:r>
      <w:r>
        <w:rPr>
          <w:rFonts w:hint="cs"/>
          <w:rtl/>
        </w:rPr>
        <w:t>ی</w:t>
      </w:r>
      <w:r>
        <w:rPr>
          <w:rtl/>
        </w:rPr>
        <w:t xml:space="preserve"> عبادت انجام دے تو حکمت کا چشمہ اسکے قلب سے پھوٹ کر زبان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اور </w:t>
      </w:r>
      <w:r w:rsidR="00042197" w:rsidRPr="00042197">
        <w:rPr>
          <w:rtl/>
        </w:rPr>
        <w:t xml:space="preserve">عبودیت </w:t>
      </w:r>
      <w:r>
        <w:rPr>
          <w:rtl/>
        </w:rPr>
        <w:t xml:space="preserve"> کے درجات اور منازل کو طے کرنے کے </w:t>
      </w:r>
      <w:r w:rsidR="008828D8" w:rsidRPr="008828D8">
        <w:rPr>
          <w:rtl/>
        </w:rPr>
        <w:t>لیئے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اس طرح سے قدم بہ قدم بڑھے تاکہ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>نتیجہ</w:t>
      </w:r>
      <w:r>
        <w:rPr>
          <w:rtl/>
        </w:rPr>
        <w:t xml:space="preserve"> تک</w:t>
      </w:r>
      <w:r w:rsidR="00042197" w:rsidRPr="00042197">
        <w:rPr>
          <w:rtl/>
        </w:rPr>
        <w:t xml:space="preserve"> پہنچ </w:t>
      </w:r>
      <w:r>
        <w:rPr>
          <w:rtl/>
        </w:rPr>
        <w:t xml:space="preserve">سکے اسکے برعکس </w:t>
      </w:r>
      <w:r w:rsidR="008828D8" w:rsidRPr="008828D8">
        <w:rPr>
          <w:rtl/>
        </w:rPr>
        <w:t>گناہوں</w:t>
      </w:r>
      <w:r>
        <w:rPr>
          <w:rtl/>
        </w:rPr>
        <w:t xml:space="preserve"> اور </w:t>
      </w:r>
      <w:r w:rsidR="00042197" w:rsidRPr="00042197">
        <w:rPr>
          <w:rtl/>
        </w:rPr>
        <w:t>معصیت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 xml:space="preserve">بیان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امام موس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کاظم سے نقل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کہ رسول اللہ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سلم)نے </w:t>
      </w:r>
      <w:r w:rsidR="00042197" w:rsidRPr="00042197">
        <w:rPr>
          <w:rtl/>
        </w:rPr>
        <w:t>فرمایا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77CE3">
        <w:rPr>
          <w:rStyle w:val="libArabicChar"/>
          <w:rFonts w:hint="eastAsia"/>
          <w:rtl/>
        </w:rPr>
        <w:t>من</w:t>
      </w:r>
      <w:r w:rsidRPr="00077CE3">
        <w:rPr>
          <w:rStyle w:val="libArabicChar"/>
          <w:rtl/>
        </w:rPr>
        <w:t xml:space="preserve"> شرب الخمر لم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حتسب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صلا 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اربع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ن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وماً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کرے تو </w:t>
      </w:r>
      <w:r w:rsidR="000C56D5" w:rsidRPr="000C56D5">
        <w:rPr>
          <w:rtl/>
        </w:rPr>
        <w:t>چالیس</w:t>
      </w:r>
      <w:r>
        <w:rPr>
          <w:rtl/>
        </w:rPr>
        <w:t xml:space="preserve"> دنوں تک اسک</w:t>
      </w:r>
      <w:r>
        <w:rPr>
          <w:rFonts w:hint="cs"/>
          <w:rtl/>
        </w:rPr>
        <w:t>ی</w:t>
      </w:r>
      <w:r>
        <w:rPr>
          <w:rtl/>
        </w:rPr>
        <w:t xml:space="preserve"> نماز قبول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ہوگی۔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انجام نہ </w:t>
      </w:r>
      <w:r w:rsidR="00720096" w:rsidRPr="00720096">
        <w:rPr>
          <w:rtl/>
        </w:rPr>
        <w:t>دیا</w:t>
      </w:r>
      <w:r>
        <w:rPr>
          <w:rtl/>
        </w:rPr>
        <w:t xml:space="preserve"> جائے فقط شراب پ</w:t>
      </w:r>
      <w:r>
        <w:rPr>
          <w:rFonts w:hint="cs"/>
          <w:rtl/>
        </w:rPr>
        <w:t>ی</w:t>
      </w:r>
      <w:r>
        <w:rPr>
          <w:rtl/>
        </w:rPr>
        <w:t xml:space="preserve"> جائے تو اسکا اثر </w:t>
      </w:r>
      <w:r w:rsidR="000C56D5" w:rsidRPr="000C56D5">
        <w:rPr>
          <w:rtl/>
        </w:rPr>
        <w:t>چالیس</w:t>
      </w:r>
      <w:r>
        <w:rPr>
          <w:rtl/>
        </w:rPr>
        <w:t xml:space="preserve"> روز تک برقرار رہتا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بارے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 w:rsidR="00DE4B57" w:rsidRPr="00DE4B57">
        <w:rPr>
          <w:rtl/>
        </w:rPr>
        <w:t xml:space="preserve"> ہوئی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بھلول</w:t>
      </w:r>
      <w:r>
        <w:rPr>
          <w:rtl/>
        </w:rPr>
        <w:t xml:space="preserve"> نبّاش کا واقعہ بہت مشور</w:t>
      </w:r>
      <w:r w:rsidR="00824A76" w:rsidRPr="00824A76">
        <w:rPr>
          <w:rtl/>
        </w:rPr>
        <w:t xml:space="preserve"> ہے </w:t>
      </w:r>
      <w:r>
        <w:rPr>
          <w:rtl/>
        </w:rPr>
        <w:t>اس واقعہ کو مرحوم صدوق (رہ) نے اپن</w:t>
      </w:r>
      <w:r>
        <w:rPr>
          <w:rFonts w:hint="cs"/>
          <w:rtl/>
        </w:rPr>
        <w:t>ی</w:t>
      </w:r>
      <w:r>
        <w:rPr>
          <w:rtl/>
        </w:rPr>
        <w:t xml:space="preserve"> کتاب امال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ذکر</w:t>
      </w:r>
      <w:r w:rsidR="00E17B5E" w:rsidRPr="00E17B5E">
        <w:rPr>
          <w:rtl/>
        </w:rPr>
        <w:t xml:space="preserve">کیا 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” بھلول کاگناہ </w:t>
      </w:r>
      <w:r w:rsidR="008828D8" w:rsidRPr="008828D8">
        <w:rPr>
          <w:rtl/>
        </w:rPr>
        <w:t>کبیرہ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مبتلا</w:t>
      </w:r>
      <w:r w:rsidR="008828D8" w:rsidRPr="008828D8">
        <w:rPr>
          <w:rtl/>
        </w:rPr>
        <w:t xml:space="preserve"> ہونے </w:t>
      </w:r>
      <w:r>
        <w:rPr>
          <w:rtl/>
        </w:rPr>
        <w:t>کے بعد حضرت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خدمت اقدس </w:t>
      </w:r>
      <w:r w:rsidR="007D2A2F">
        <w:rPr>
          <w:rtl/>
        </w:rPr>
        <w:t xml:space="preserve">میں </w:t>
      </w:r>
      <w:r>
        <w:rPr>
          <w:rtl/>
        </w:rPr>
        <w:t xml:space="preserve"> حاضر</w:t>
      </w:r>
      <w:r w:rsidR="008828D8" w:rsidRPr="008828D8">
        <w:rPr>
          <w:rtl/>
        </w:rPr>
        <w:t xml:space="preserve"> ہونا </w:t>
      </w:r>
      <w:r>
        <w:rPr>
          <w:rtl/>
        </w:rPr>
        <w:t xml:space="preserve">پھر اسکا </w:t>
      </w:r>
      <w:r w:rsidR="000C56D5" w:rsidRPr="000C56D5">
        <w:rPr>
          <w:rtl/>
        </w:rPr>
        <w:t>چالیس</w:t>
      </w:r>
      <w:r>
        <w:rPr>
          <w:rtl/>
        </w:rPr>
        <w:t xml:space="preserve"> دنوں</w:t>
      </w:r>
      <w:r w:rsidR="008828D8">
        <w:rPr>
          <w:rFonts w:hint="cs"/>
          <w:rtl/>
        </w:rPr>
        <w:t xml:space="preserve"> </w:t>
      </w:r>
      <w:r>
        <w:rPr>
          <w:rtl/>
        </w:rPr>
        <w:t>تک</w:t>
      </w:r>
      <w:r w:rsidR="008828D8" w:rsidRPr="008828D8">
        <w:rPr>
          <w:rtl/>
        </w:rPr>
        <w:t xml:space="preserve"> مدینہ </w:t>
      </w:r>
      <w:r>
        <w:rPr>
          <w:rtl/>
        </w:rPr>
        <w:t xml:space="preserve">کے </w:t>
      </w:r>
      <w:r w:rsidR="008828D8" w:rsidRPr="008828D8">
        <w:rPr>
          <w:rtl/>
        </w:rPr>
        <w:t>پہاڑوں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828D8">
        <w:rPr>
          <w:rFonts w:hint="cs"/>
          <w:rtl/>
        </w:rPr>
        <w:t xml:space="preserve"> </w:t>
      </w:r>
      <w:r>
        <w:rPr>
          <w:rFonts w:hint="eastAsia"/>
          <w:rtl/>
        </w:rPr>
        <w:t>پناہ</w:t>
      </w:r>
      <w:r>
        <w:rPr>
          <w:rtl/>
        </w:rPr>
        <w:t xml:space="preserve"> ل</w:t>
      </w:r>
      <w:r w:rsidR="00576C85">
        <w:rPr>
          <w:rtl/>
        </w:rPr>
        <w:t>ین</w:t>
      </w:r>
      <w:r>
        <w:rPr>
          <w:rtl/>
        </w:rPr>
        <w:t>ا اور خ</w:t>
      </w:r>
      <w:r>
        <w:rPr>
          <w:rFonts w:hint="eastAsia"/>
          <w:rtl/>
        </w:rPr>
        <w:t>داوند</w:t>
      </w:r>
      <w:r>
        <w:rPr>
          <w:rtl/>
        </w:rPr>
        <w:t xml:space="preserve"> کے حضور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828D8" w:rsidRPr="008828D8">
        <w:rPr>
          <w:rtl/>
        </w:rPr>
        <w:t>گناہوں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طلب کرنا اور مسلسل گر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مشغول</w:t>
      </w:r>
      <w:r w:rsidR="008828D8" w:rsidRPr="008828D8">
        <w:rPr>
          <w:rtl/>
        </w:rPr>
        <w:t xml:space="preserve"> رہنا، </w:t>
      </w:r>
      <w:r>
        <w:rPr>
          <w:rtl/>
        </w:rPr>
        <w:t>اس واقعہ کے بعد</w:t>
      </w:r>
      <w:r w:rsidR="008828D8" w:rsidRPr="008828D8">
        <w:rPr>
          <w:rtl/>
        </w:rPr>
        <w:t xml:space="preserve"> یہ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</w:t>
      </w:r>
      <w:r w:rsidR="00DE4B57" w:rsidRPr="00DE4B57">
        <w:rPr>
          <w:rtl/>
        </w:rPr>
        <w:t xml:space="preserve"> ہوئی 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 ا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>ا الذ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امنواتوبوا ال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توبةً نصوحاً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5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اے </w:t>
      </w:r>
      <w:r w:rsidR="008828D8" w:rsidRPr="008828D8">
        <w:rPr>
          <w:rtl/>
        </w:rPr>
        <w:t>ایمان</w:t>
      </w:r>
      <w:r>
        <w:rPr>
          <w:rtl/>
        </w:rPr>
        <w:t xml:space="preserve"> والو ! خلوص دل کے ساتھ توبہ کرو۔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 w:rsidR="00042197" w:rsidRPr="00042197">
        <w:rPr>
          <w:rtl/>
        </w:rPr>
        <w:t xml:space="preserve"> ہوا </w:t>
      </w:r>
      <w:r>
        <w:rPr>
          <w:rtl/>
        </w:rPr>
        <w:t>کہ انھوں نے کتاب خدا اور احکامات الٰھ</w:t>
      </w:r>
      <w:r>
        <w:rPr>
          <w:rFonts w:hint="cs"/>
          <w:rtl/>
        </w:rPr>
        <w:t>ی</w:t>
      </w:r>
      <w:r>
        <w:rPr>
          <w:rtl/>
        </w:rPr>
        <w:t xml:space="preserve"> کے حصول کے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0C56D5" w:rsidRPr="000C56D5">
        <w:rPr>
          <w:rtl/>
        </w:rPr>
        <w:t>چالیس</w:t>
      </w:r>
      <w:r>
        <w:rPr>
          <w:rtl/>
        </w:rPr>
        <w:t xml:space="preserve"> دنوں تک </w:t>
      </w:r>
      <w:r w:rsidR="007844F9" w:rsidRPr="007844F9">
        <w:rPr>
          <w:rtl/>
        </w:rPr>
        <w:t>کہا</w:t>
      </w:r>
      <w:r>
        <w:rPr>
          <w:rtl/>
        </w:rPr>
        <w:t xml:space="preserve">نا </w:t>
      </w:r>
      <w:r w:rsidR="008828D8" w:rsidRPr="008828D8">
        <w:rPr>
          <w:rtl/>
        </w:rPr>
        <w:t>پینا</w:t>
      </w:r>
      <w:r>
        <w:rPr>
          <w:rtl/>
        </w:rPr>
        <w:t xml:space="preserve"> ترک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رکھتے</w:t>
      </w:r>
      <w:r w:rsidR="008828D8" w:rsidRPr="008828D8">
        <w:rPr>
          <w:rtl/>
        </w:rPr>
        <w:t xml:space="preserve"> ہوئے یہ </w:t>
      </w:r>
      <w:r w:rsidR="00042197" w:rsidRPr="00042197">
        <w:rPr>
          <w:rtl/>
        </w:rPr>
        <w:t>نتیجہ</w:t>
      </w:r>
      <w:r>
        <w:rPr>
          <w:rtl/>
        </w:rPr>
        <w:t xml:space="preserve"> نکلتا</w:t>
      </w:r>
      <w:r w:rsidR="00824A76" w:rsidRPr="00824A76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مقصد کے حصول کے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</w:t>
      </w:r>
      <w:r w:rsidR="000C56D5" w:rsidRPr="000C56D5">
        <w:rPr>
          <w:rtl/>
        </w:rPr>
        <w:t>چالیس</w:t>
      </w:r>
      <w:r>
        <w:rPr>
          <w:rtl/>
        </w:rPr>
        <w:t xml:space="preserve"> دن تک کوئ</w:t>
      </w:r>
      <w:r>
        <w:rPr>
          <w:rFonts w:hint="cs"/>
          <w:rtl/>
        </w:rPr>
        <w:t>ی</w:t>
      </w:r>
      <w:r>
        <w:rPr>
          <w:rtl/>
        </w:rPr>
        <w:t xml:space="preserve"> عمل انجام </w:t>
      </w:r>
      <w:r w:rsidR="008828D8" w:rsidRPr="008828D8">
        <w:rPr>
          <w:rtl/>
        </w:rPr>
        <w:t xml:space="preserve"> دین</w:t>
      </w:r>
      <w:r>
        <w:rPr>
          <w:rtl/>
        </w:rPr>
        <w:t>ا خاص</w:t>
      </w:r>
      <w:r w:rsidR="000C56D5" w:rsidRPr="000C56D5">
        <w:rPr>
          <w:rtl/>
        </w:rPr>
        <w:t xml:space="preserve"> اہمیت </w:t>
      </w:r>
      <w:r>
        <w:rPr>
          <w:rtl/>
        </w:rPr>
        <w:t>رکھتا</w:t>
      </w:r>
      <w:r w:rsidR="000C56D5" w:rsidRPr="000C56D5">
        <w:rPr>
          <w:rtl/>
        </w:rPr>
        <w:t xml:space="preserve"> ہے۔</w:t>
      </w:r>
      <w:r>
        <w:rPr>
          <w:rtl/>
        </w:rPr>
        <w:t>جس طرح دعاؤں کا اثر</w:t>
      </w:r>
      <w:r w:rsidR="000C56D5" w:rsidRPr="000C56D5">
        <w:rPr>
          <w:rtl/>
        </w:rPr>
        <w:t>چالیس</w:t>
      </w:r>
      <w:r>
        <w:rPr>
          <w:rtl/>
        </w:rPr>
        <w:t xml:space="preserve"> دنوں بعد</w:t>
      </w:r>
      <w:r w:rsidR="008828D8" w:rsidRPr="008828D8">
        <w:rPr>
          <w:rtl/>
        </w:rPr>
        <w:t xml:space="preserve"> ظاہر ہوتا </w:t>
      </w:r>
      <w:r w:rsidR="00824A76" w:rsidRPr="00824A76">
        <w:rPr>
          <w:rtl/>
        </w:rPr>
        <w:t xml:space="preserve">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828D8" w:rsidRPr="008828D8">
        <w:rPr>
          <w:rtl/>
        </w:rPr>
        <w:t>گناہوں</w:t>
      </w:r>
      <w:r>
        <w:rPr>
          <w:rtl/>
        </w:rPr>
        <w:t xml:space="preserve"> کا اثربھ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چالیس</w:t>
      </w:r>
      <w:r>
        <w:rPr>
          <w:rtl/>
        </w:rPr>
        <w:t xml:space="preserve"> دنوں تک باق</w:t>
      </w:r>
      <w:r>
        <w:rPr>
          <w:rFonts w:hint="cs"/>
          <w:rtl/>
        </w:rPr>
        <w:t>ی</w:t>
      </w:r>
      <w:r>
        <w:rPr>
          <w:rtl/>
        </w:rPr>
        <w:t xml:space="preserve"> رہتا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077CE3">
        <w:rPr>
          <w:rStyle w:val="libArabicChar"/>
          <w:rtl/>
        </w:rPr>
        <w:t>الَّل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ربِّ النُّورِ الْعَظِ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ْم</w:t>
      </w:r>
      <w:r w:rsidR="0042080E">
        <w:rPr>
          <w:rFonts w:hint="cs"/>
          <w:rtl/>
        </w:rPr>
        <w:t xml:space="preserve"> </w:t>
      </w:r>
      <w:r w:rsidRPr="00031FA0">
        <w:rPr>
          <w:rStyle w:val="libAlaemChar"/>
          <w:rFonts w:hint="cs"/>
          <w:rtl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(اے اللہ ! اے نور </w:t>
      </w:r>
      <w:r w:rsidR="008828D8" w:rsidRPr="008828D8">
        <w:rPr>
          <w:rtl/>
        </w:rPr>
        <w:t>عظیم</w:t>
      </w:r>
      <w:r>
        <w:rPr>
          <w:rtl/>
        </w:rPr>
        <w:t xml:space="preserve"> کے پروردگار)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اس نور </w:t>
      </w:r>
      <w:r w:rsidR="008828D8" w:rsidRPr="008828D8">
        <w:rPr>
          <w:rtl/>
        </w:rPr>
        <w:t>عظیم</w:t>
      </w:r>
      <w:r>
        <w:rPr>
          <w:rtl/>
        </w:rPr>
        <w:t xml:space="preserve"> سے مراد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سلم)کا نور</w:t>
      </w:r>
      <w:r w:rsidR="002549D7" w:rsidRPr="002549D7">
        <w:rPr>
          <w:rtl/>
        </w:rPr>
        <w:t xml:space="preserve"> ہو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8828D8" w:rsidRPr="008828D8">
        <w:rPr>
          <w:rtl/>
        </w:rPr>
        <w:t>اولین</w:t>
      </w:r>
      <w:r>
        <w:rPr>
          <w:rtl/>
        </w:rPr>
        <w:t xml:space="preserve"> اور</w:t>
      </w:r>
      <w:r w:rsidR="008828D8" w:rsidRPr="008828D8">
        <w:rPr>
          <w:rtl/>
        </w:rPr>
        <w:t xml:space="preserve"> آخرین </w:t>
      </w:r>
      <w:r w:rsidR="007D2A2F">
        <w:rPr>
          <w:rtl/>
        </w:rPr>
        <w:t xml:space="preserve">میں </w:t>
      </w:r>
      <w:r>
        <w:rPr>
          <w:rtl/>
        </w:rPr>
        <w:t xml:space="preserve"> ان سے بڑا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آنحضرت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سلم)کو نور سے </w:t>
      </w:r>
      <w:r w:rsidR="008828D8" w:rsidRPr="008828D8">
        <w:rPr>
          <w:rtl/>
        </w:rPr>
        <w:t>تعبیر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کہ راو</w:t>
      </w:r>
      <w:r>
        <w:rPr>
          <w:rFonts w:hint="cs"/>
          <w:rtl/>
        </w:rPr>
        <w:t>ی</w:t>
      </w:r>
      <w:r>
        <w:rPr>
          <w:rtl/>
        </w:rPr>
        <w:t xml:space="preserve"> نے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مثل نورہ سے کون لوگ مراد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8828D8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محمد (ص)“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اور ممکن</w:t>
      </w:r>
      <w:r w:rsidR="00824A76" w:rsidRPr="00824A76">
        <w:rPr>
          <w:rtl/>
        </w:rPr>
        <w:t xml:space="preserve"> ہے </w:t>
      </w:r>
      <w:r>
        <w:rPr>
          <w:rtl/>
        </w:rPr>
        <w:t>کہ اس نور سے مراد مطلق (</w:t>
      </w:r>
      <w:r w:rsidR="008828D8">
        <w:rPr>
          <w:rFonts w:hint="cs"/>
          <w:rtl/>
        </w:rPr>
        <w:t>ہ</w:t>
      </w:r>
      <w:r>
        <w:rPr>
          <w:rtl/>
        </w:rPr>
        <w:t>ر قسم کا)نور</w:t>
      </w:r>
      <w:r w:rsidR="002549D7" w:rsidRPr="002549D7">
        <w:rPr>
          <w:rtl/>
        </w:rPr>
        <w:t xml:space="preserve"> ہو </w:t>
      </w:r>
      <w:r w:rsidR="008828D8" w:rsidRPr="008828D8">
        <w:rPr>
          <w:rtl/>
        </w:rPr>
        <w:t>جیسے</w:t>
      </w:r>
      <w:r>
        <w:rPr>
          <w:rtl/>
        </w:rPr>
        <w:t xml:space="preserve">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ذکر</w:t>
      </w:r>
      <w:r w:rsidR="00042197" w:rsidRPr="00042197">
        <w:rPr>
          <w:rtl/>
        </w:rPr>
        <w:t xml:space="preserve"> ہوا </w:t>
      </w:r>
      <w:r w:rsidR="002549D7" w:rsidRPr="002549D7">
        <w:rPr>
          <w:rtl/>
        </w:rPr>
        <w:t xml:space="preserve">ہے۔ </w:t>
      </w:r>
    </w:p>
    <w:p w:rsidR="0042080E" w:rsidRPr="00077CE3" w:rsidRDefault="00031FA0" w:rsidP="00077CE3">
      <w:pPr>
        <w:pStyle w:val="libAie"/>
        <w:rPr>
          <w:rStyle w:val="libNormalChar"/>
          <w:rtl/>
        </w:rPr>
      </w:pPr>
      <w:r w:rsidRPr="00031FA0">
        <w:rPr>
          <w:rStyle w:val="libAlaemChar"/>
          <w:rtl/>
        </w:rPr>
        <w:t>(</w:t>
      </w:r>
      <w:r w:rsidRPr="00031FA0">
        <w:rPr>
          <w:rFonts w:hint="cs"/>
          <w:rtl/>
        </w:rPr>
        <w:t>ي</w:t>
      </w:r>
      <w:r w:rsidR="0042080E" w:rsidRPr="00031FA0">
        <w:rPr>
          <w:rFonts w:hint="cs"/>
          <w:rtl/>
        </w:rPr>
        <w:t>ا ا</w:t>
      </w:r>
      <w:r w:rsidRPr="00031FA0">
        <w:rPr>
          <w:rFonts w:hint="cs"/>
          <w:rtl/>
        </w:rPr>
        <w:t>يه</w:t>
      </w:r>
      <w:r w:rsidR="0042080E" w:rsidRPr="00031FA0">
        <w:rPr>
          <w:rFonts w:hint="cs"/>
          <w:rtl/>
        </w:rPr>
        <w:t>ا الناس قد جائکم بر</w:t>
      </w:r>
      <w:r w:rsidRPr="00031FA0">
        <w:rPr>
          <w:rFonts w:hint="cs"/>
          <w:rtl/>
        </w:rPr>
        <w:t>ه</w:t>
      </w:r>
      <w:r w:rsidR="0042080E" w:rsidRPr="00031FA0">
        <w:rPr>
          <w:rFonts w:hint="cs"/>
          <w:rtl/>
        </w:rPr>
        <w:t xml:space="preserve">ان من </w:t>
      </w:r>
      <w:r w:rsidR="0042080E">
        <w:rPr>
          <w:rFonts w:hint="eastAsia"/>
          <w:rtl/>
        </w:rPr>
        <w:t>ربکم</w:t>
      </w:r>
      <w:r w:rsidR="0042080E">
        <w:rPr>
          <w:rtl/>
        </w:rPr>
        <w:t xml:space="preserve"> و انزلنا ال</w:t>
      </w:r>
      <w:r w:rsidRPr="00031FA0">
        <w:rPr>
          <w:rFonts w:hint="cs"/>
          <w:rtl/>
        </w:rPr>
        <w:t>ي</w:t>
      </w:r>
      <w:r w:rsidR="0042080E" w:rsidRPr="00031FA0">
        <w:rPr>
          <w:rFonts w:hint="cs"/>
          <w:rtl/>
        </w:rPr>
        <w:t>کم نوراً مب</w:t>
      </w:r>
      <w:r w:rsidRPr="00031FA0">
        <w:rPr>
          <w:rFonts w:hint="cs"/>
          <w:rtl/>
        </w:rPr>
        <w:t>ي</w:t>
      </w:r>
      <w:r w:rsidR="0042080E" w:rsidRPr="00031FA0">
        <w:rPr>
          <w:rFonts w:hint="cs"/>
          <w:rtl/>
        </w:rPr>
        <w:t>نا</w:t>
      </w:r>
      <w:r w:rsidRPr="00031FA0">
        <w:rPr>
          <w:rStyle w:val="libAlaemChar"/>
          <w:rtl/>
        </w:rPr>
        <w:t>)</w:t>
      </w:r>
      <w:r w:rsidR="0042080E" w:rsidRPr="00077CE3">
        <w:rPr>
          <w:rStyle w:val="libNormalChar"/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8</w:t>
      </w:r>
      <w:r w:rsidR="001100FA" w:rsidRPr="001100FA">
        <w:rPr>
          <w:rStyle w:val="libFootnotenumChar"/>
          <w:rtl/>
          <w:lang w:bidi="ar-SA"/>
        </w:rPr>
        <w:t>)</w:t>
      </w:r>
      <w:r w:rsidR="0042080E" w:rsidRPr="00077CE3">
        <w:rPr>
          <w:rStyle w:val="libNormalChar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انسانو! تمھارے پاس تمھارے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 w:rsidR="008828D8" w:rsidRPr="008828D8">
        <w:rPr>
          <w:rtl/>
        </w:rPr>
        <w:t>برہان</w:t>
      </w:r>
      <w:r>
        <w:rPr>
          <w:rtl/>
        </w:rPr>
        <w:t xml:space="preserve"> آچکا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24A76" w:rsidRPr="00824A76">
        <w:rPr>
          <w:rtl/>
        </w:rPr>
        <w:t xml:space="preserve"> ہم </w:t>
      </w:r>
      <w:r>
        <w:rPr>
          <w:rtl/>
        </w:rPr>
        <w:t>نے تمھار</w:t>
      </w:r>
      <w:r>
        <w:rPr>
          <w:rFonts w:hint="cs"/>
          <w:rtl/>
        </w:rPr>
        <w:t>ی</w:t>
      </w:r>
      <w:r>
        <w:rPr>
          <w:rtl/>
        </w:rPr>
        <w:t xml:space="preserve"> طرف روشن نور بھ</w:t>
      </w:r>
      <w:r>
        <w:rPr>
          <w:rFonts w:hint="cs"/>
          <w:rtl/>
        </w:rPr>
        <w:t>ی</w:t>
      </w:r>
      <w:r>
        <w:rPr>
          <w:rtl/>
        </w:rPr>
        <w:t xml:space="preserve"> نازل کر</w:t>
      </w:r>
      <w:r w:rsidR="00720096" w:rsidRPr="00720096">
        <w:rPr>
          <w:rtl/>
        </w:rPr>
        <w:t>دیا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فآمنوا باللّٰ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رسول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والنور الذ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انزلنا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 xml:space="preserve">: لہٰذا خدا اور رسول اور اس نور پر </w:t>
      </w:r>
      <w:r w:rsidR="008828D8" w:rsidRPr="008828D8">
        <w:rPr>
          <w:rtl/>
        </w:rPr>
        <w:t>ایمان</w:t>
      </w:r>
      <w:r>
        <w:rPr>
          <w:rtl/>
        </w:rPr>
        <w:t xml:space="preserve"> لے آؤ جسے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نے نازل </w:t>
      </w:r>
      <w:r w:rsidR="00E17B5E" w:rsidRPr="00E17B5E">
        <w:rPr>
          <w:rtl/>
        </w:rPr>
        <w:t xml:space="preserve">کیا </w:t>
      </w:r>
      <w:r w:rsidR="002549D7" w:rsidRPr="002549D7">
        <w:rPr>
          <w:rtl/>
        </w:rPr>
        <w:t xml:space="preserve"> ہے۔ </w:t>
      </w:r>
    </w:p>
    <w:p w:rsidR="0042080E" w:rsidRDefault="0042080E" w:rsidP="008828D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نور بھ</w:t>
      </w:r>
      <w:r>
        <w:rPr>
          <w:rFonts w:hint="cs"/>
          <w:rtl/>
        </w:rPr>
        <w:t>ی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جانب سے خلق </w:t>
      </w:r>
      <w:r w:rsidR="008828D8">
        <w:rPr>
          <w:rFonts w:hint="cs"/>
          <w:rtl/>
        </w:rPr>
        <w:t>ہ</w:t>
      </w:r>
      <w:r>
        <w:rPr>
          <w:rtl/>
        </w:rPr>
        <w:t xml:space="preserve">واوہ نور </w:t>
      </w:r>
      <w:r w:rsidR="008828D8" w:rsidRPr="008828D8">
        <w:rPr>
          <w:rtl/>
        </w:rPr>
        <w:t>عظیم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اگرچہ اس بارے </w:t>
      </w:r>
      <w:r w:rsidR="007D2A2F">
        <w:rPr>
          <w:rtl/>
        </w:rPr>
        <w:t xml:space="preserve">میں </w:t>
      </w:r>
      <w:r>
        <w:rPr>
          <w:rtl/>
        </w:rPr>
        <w:t xml:space="preserve"> اور بہت سے احتمالات دےئے جاسکتے</w:t>
      </w:r>
      <w:r w:rsidR="000C56D5" w:rsidRPr="000C56D5">
        <w:rPr>
          <w:rtl/>
        </w:rPr>
        <w:t xml:space="preserve"> ہیں جیسا </w:t>
      </w:r>
      <w:r>
        <w:rPr>
          <w:rtl/>
        </w:rPr>
        <w:t xml:space="preserve"> کہ نور فاطمہ </w:t>
      </w:r>
      <w:r w:rsidR="008828D8" w:rsidRPr="008828D8">
        <w:rPr>
          <w:rtl/>
        </w:rPr>
        <w:t>زہرا</w:t>
      </w:r>
      <w:r>
        <w:rPr>
          <w:rtl/>
        </w:rPr>
        <w:t xml:space="preserve"> سلام اللہ </w:t>
      </w:r>
      <w:r w:rsidR="008828D8" w:rsidRPr="008828D8">
        <w:rPr>
          <w:rtl/>
        </w:rPr>
        <w:t>علیھا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انور</w:t>
      </w:r>
      <w:r>
        <w:rPr>
          <w:rtl/>
        </w:rPr>
        <w:t xml:space="preserve"> آئمہ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828D8" w:rsidRPr="008828D8">
        <w:rPr>
          <w:rtl/>
        </w:rPr>
        <w:t>علیہم</w:t>
      </w:r>
      <w:r>
        <w:rPr>
          <w:rtl/>
        </w:rPr>
        <w:t xml:space="preserve"> السلام. </w:t>
      </w:r>
    </w:p>
    <w:p w:rsidR="0042080E" w:rsidRDefault="007844F9" w:rsidP="004617D9">
      <w:pPr>
        <w:pStyle w:val="libNormal"/>
        <w:rPr>
          <w:rtl/>
        </w:rPr>
      </w:pPr>
      <w:r w:rsidRPr="007844F9">
        <w:rPr>
          <w:rFonts w:hint="eastAsia"/>
          <w:rtl/>
        </w:rPr>
        <w:t>لیکن</w:t>
      </w:r>
      <w:r w:rsidR="0042080E">
        <w:rPr>
          <w:rtl/>
        </w:rPr>
        <w:t xml:space="preserve">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بات حتم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وہ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کہ </w:t>
      </w:r>
      <w:r w:rsidR="00C537D2" w:rsidRPr="00C537D2">
        <w:rPr>
          <w:rtl/>
        </w:rPr>
        <w:t>یہاں</w:t>
      </w:r>
      <w:r w:rsidR="0042080E">
        <w:rPr>
          <w:rtl/>
        </w:rPr>
        <w:t xml:space="preserve"> خداوند عالم سے جو درخواست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وہ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بہت بڑ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خواہش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یعنی</w:t>
      </w:r>
      <w:r w:rsidR="0042080E">
        <w:rPr>
          <w:rtl/>
        </w:rPr>
        <w:t xml:space="preserve"> 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</w:t>
      </w:r>
      <w:r w:rsidR="0042080E" w:rsidRPr="004617D9">
        <w:rPr>
          <w:rtl/>
        </w:rPr>
        <w:t>ل</w:t>
      </w:r>
      <w:r w:rsidR="004617D9" w:rsidRPr="004617D9">
        <w:rPr>
          <w:rFonts w:hint="cs"/>
          <w:rtl/>
        </w:rPr>
        <w:t>ہ</w:t>
      </w:r>
      <w:r w:rsidR="0042080E">
        <w:rPr>
          <w:rFonts w:hint="cs"/>
          <w:rtl/>
        </w:rPr>
        <w:t xml:space="preserve"> روحی</w:t>
      </w:r>
      <w:r w:rsidR="0042080E">
        <w:rPr>
          <w:rtl/>
        </w:rPr>
        <w:t xml:space="preserve"> و ارواح </w:t>
      </w:r>
      <w:r w:rsidR="004617D9" w:rsidRPr="004617D9">
        <w:rPr>
          <w:rtl/>
        </w:rPr>
        <w:t>العالمین</w:t>
      </w:r>
      <w:r w:rsidR="0042080E">
        <w:rPr>
          <w:rtl/>
        </w:rPr>
        <w:t xml:space="preserve"> لہ الفد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کے ظھور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خواہش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لئے واسطہ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8828D8" w:rsidRPr="008828D8">
        <w:rPr>
          <w:rtl/>
        </w:rPr>
        <w:t>عظیم</w:t>
      </w:r>
      <w:r w:rsidR="0042080E">
        <w:rPr>
          <w:rtl/>
        </w:rPr>
        <w:t xml:space="preserve"> اور بڑا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8828D8" w:rsidRPr="008828D8">
        <w:rPr>
          <w:rtl/>
        </w:rPr>
        <w:t xml:space="preserve"> یہ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اس نور </w:t>
      </w:r>
      <w:r w:rsidR="008828D8" w:rsidRPr="008828D8">
        <w:rPr>
          <w:rtl/>
        </w:rPr>
        <w:t>عظیم</w:t>
      </w:r>
      <w:r>
        <w:rPr>
          <w:rtl/>
        </w:rPr>
        <w:t xml:space="preserve"> سے مراد خود حضرت حجت عج اللہ فرجہ شر</w:t>
      </w:r>
      <w:r w:rsidR="00576C85">
        <w:rPr>
          <w:rtl/>
        </w:rPr>
        <w:t>یف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</w:t>
      </w:r>
      <w:r w:rsidR="004617D9" w:rsidRPr="004617D9">
        <w:rPr>
          <w:rtl/>
        </w:rPr>
        <w:t xml:space="preserve"> ہو، </w:t>
      </w:r>
      <w:r>
        <w:rPr>
          <w:rtl/>
        </w:rPr>
        <w:t xml:space="preserve">اس سے بہتر بات </w:t>
      </w:r>
      <w:r w:rsidR="00E17B5E" w:rsidRPr="00E17B5E">
        <w:rPr>
          <w:rtl/>
        </w:rPr>
        <w:t xml:space="preserve">کیا </w:t>
      </w:r>
      <w:r w:rsidR="004617D9" w:rsidRPr="004617D9">
        <w:rPr>
          <w:rtl/>
        </w:rPr>
        <w:t xml:space="preserve"> ہوسکتی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آپ کے ظھور کے لئے خود حضرت کوواسطہ قرار </w:t>
      </w:r>
      <w:r w:rsidR="004617D9" w:rsidRPr="004617D9">
        <w:rPr>
          <w:rtl/>
        </w:rPr>
        <w:t>دیں</w:t>
      </w:r>
      <w:r>
        <w:rPr>
          <w:rtl/>
        </w:rPr>
        <w:t xml:space="preserve">۔ </w:t>
      </w:r>
    </w:p>
    <w:p w:rsidR="0042080E" w:rsidRDefault="0042080E" w:rsidP="00077CE3">
      <w:pPr>
        <w:pStyle w:val="libNormal"/>
        <w:rPr>
          <w:rtl/>
        </w:rPr>
      </w:pPr>
      <w:r w:rsidRPr="00077CE3">
        <w:rPr>
          <w:rStyle w:val="libArabicChar"/>
          <w:rtl/>
        </w:rPr>
        <w:t>و ربّ الکرس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الرف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بلند کرس</w:t>
      </w:r>
      <w:r>
        <w:rPr>
          <w:rFonts w:hint="cs"/>
          <w:rtl/>
        </w:rPr>
        <w:t>ی</w:t>
      </w:r>
      <w:r>
        <w:rPr>
          <w:rtl/>
        </w:rPr>
        <w:t xml:space="preserve"> والے پروردگار۔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کرس</w:t>
      </w:r>
      <w:r>
        <w:rPr>
          <w:rFonts w:hint="cs"/>
          <w:rtl/>
        </w:rPr>
        <w:t>ی</w:t>
      </w:r>
      <w:r>
        <w:rPr>
          <w:rtl/>
        </w:rPr>
        <w:t xml:space="preserve"> سے وہ مقام مراد </w:t>
      </w:r>
      <w:r w:rsidR="004617D9" w:rsidRPr="004617D9">
        <w:rPr>
          <w:rtl/>
        </w:rPr>
        <w:t>لیا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جو عرش سے نچلے درجے پر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جسکے بارے </w:t>
      </w:r>
      <w:r w:rsidR="007D2A2F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اشارہ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617D9" w:rsidRPr="004617D9">
        <w:rPr>
          <w:rtl/>
        </w:rPr>
        <w:t>یعنی</w:t>
      </w:r>
      <w:r>
        <w:rPr>
          <w:rtl/>
        </w:rPr>
        <w:t xml:space="preserve"> </w:t>
      </w:r>
      <w:r w:rsidR="004617D9" w:rsidRPr="004617D9">
        <w:rPr>
          <w:rtl/>
        </w:rPr>
        <w:t>فضیلت</w:t>
      </w:r>
      <w:r>
        <w:rPr>
          <w:rtl/>
        </w:rPr>
        <w:t xml:space="preserve"> اور مقام </w:t>
      </w:r>
      <w:r w:rsidR="007D2A2F">
        <w:rPr>
          <w:rtl/>
        </w:rPr>
        <w:t xml:space="preserve">میں </w:t>
      </w:r>
      <w:r>
        <w:rPr>
          <w:rtl/>
        </w:rPr>
        <w:t xml:space="preserve"> عرش کے بعد والے مرحلہ کو کرس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8828D8" w:rsidRPr="008828D8">
        <w:rPr>
          <w:rtl/>
        </w:rPr>
        <w:t>تعبیر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اللہ (ص):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اباذر ما السماوات</w:t>
      </w:r>
      <w:r w:rsidRPr="00077CE3">
        <w:rPr>
          <w:rStyle w:val="libArabicChar"/>
          <w:rtl/>
        </w:rPr>
        <w:t xml:space="preserve"> السبع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الکرس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الّا کحلقة ملقاة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ارض فلاة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ابوذر ! کرس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سات آسمان </w:t>
      </w:r>
      <w:r w:rsidR="002025F2" w:rsidRPr="002025F2">
        <w:rPr>
          <w:rtl/>
        </w:rPr>
        <w:t>نہیں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مگر </w:t>
      </w:r>
      <w:r w:rsidR="008828D8" w:rsidRPr="008828D8">
        <w:rPr>
          <w:rtl/>
        </w:rPr>
        <w:t>جیسے</w:t>
      </w:r>
      <w:r>
        <w:rPr>
          <w:rtl/>
        </w:rPr>
        <w:t xml:space="preserve"> </w:t>
      </w:r>
      <w:r w:rsidR="004617D9" w:rsidRPr="004617D9">
        <w:rPr>
          <w:rtl/>
        </w:rPr>
        <w:t>بیابان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دائرے</w:t>
      </w:r>
      <w:r w:rsidR="004617D9" w:rsidRPr="004617D9">
        <w:rPr>
          <w:rtl/>
        </w:rPr>
        <w:t xml:space="preserve"> ہوں۔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t>یعنی</w:t>
      </w:r>
      <w:r w:rsidR="0042080E">
        <w:rPr>
          <w:rtl/>
        </w:rPr>
        <w:t xml:space="preserve"> تمام آسمانوں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Pr="004617D9">
        <w:rPr>
          <w:rtl/>
        </w:rPr>
        <w:t>حیثیت</w:t>
      </w:r>
      <w:r w:rsidR="0042080E">
        <w:rPr>
          <w:rtl/>
        </w:rPr>
        <w:t xml:space="preserve"> کرس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سامنے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دائرے سے </w:t>
      </w:r>
      <w:r w:rsidRPr="004617D9">
        <w:rPr>
          <w:rtl/>
        </w:rPr>
        <w:t>زیادہ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بس </w:t>
      </w:r>
      <w:r w:rsidRPr="004617D9">
        <w:rPr>
          <w:rtl/>
        </w:rPr>
        <w:t>یہیں</w:t>
      </w:r>
      <w:r w:rsidR="0042080E">
        <w:rPr>
          <w:rtl/>
        </w:rPr>
        <w:t xml:space="preserve"> سے کرس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عظمت کاپتہ چلتا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اوراگرکرس</w:t>
      </w:r>
      <w:r>
        <w:rPr>
          <w:rFonts w:hint="cs"/>
          <w:rtl/>
        </w:rPr>
        <w:t>ی</w:t>
      </w:r>
      <w:r>
        <w:rPr>
          <w:rtl/>
        </w:rPr>
        <w:t xml:space="preserve"> سے مراد علم خداوند </w:t>
      </w:r>
      <w:r w:rsidR="004617D9" w:rsidRPr="004617D9">
        <w:rPr>
          <w:rtl/>
        </w:rPr>
        <w:t>لیا</w:t>
      </w:r>
      <w:r>
        <w:rPr>
          <w:rtl/>
        </w:rPr>
        <w:t xml:space="preserve"> جائے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وسع کرس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 xml:space="preserve"> السموات و الارض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11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علم و اقتدار </w:t>
      </w:r>
      <w:r w:rsidR="004617D9" w:rsidRPr="004617D9">
        <w:rPr>
          <w:rtl/>
        </w:rPr>
        <w:t>زمین</w:t>
      </w:r>
      <w:r>
        <w:rPr>
          <w:rtl/>
        </w:rPr>
        <w:t xml:space="preserve"> و آسمان سے </w:t>
      </w:r>
      <w:r w:rsidR="004617D9" w:rsidRPr="004617D9">
        <w:rPr>
          <w:rtl/>
        </w:rPr>
        <w:t>وسیع</w:t>
      </w:r>
      <w:r>
        <w:rPr>
          <w:rtl/>
        </w:rPr>
        <w:t xml:space="preserve"> تر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پھر اس 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</w:t>
      </w:r>
      <w:r w:rsidR="007D2A2F">
        <w:rPr>
          <w:rtl/>
        </w:rPr>
        <w:t xml:space="preserve">میں 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اضافہ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گا۔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س</w:t>
      </w:r>
      <w:r w:rsidR="00296C60">
        <w:rPr>
          <w:rStyle w:val="libArabicChar"/>
          <w:rFonts w:hint="eastAsia"/>
          <w:rtl/>
        </w:rPr>
        <w:t>ا</w:t>
      </w:r>
      <w:r w:rsidRPr="00077CE3">
        <w:rPr>
          <w:rStyle w:val="libArabicChar"/>
          <w:rFonts w:hint="eastAsia"/>
          <w:rtl/>
        </w:rPr>
        <w:t>لت</w:t>
      </w:r>
      <w:r w:rsidRPr="00077CE3">
        <w:rPr>
          <w:rStyle w:val="libArabicChar"/>
          <w:rtl/>
        </w:rPr>
        <w:t xml:space="preserve"> ابا عبداللّٰ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عل</w:t>
      </w:r>
      <w:r w:rsidRPr="00077CE3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77CE3">
        <w:rPr>
          <w:rStyle w:val="libArabicChar"/>
          <w:rtl/>
        </w:rPr>
        <w:t xml:space="preserve"> السلام عن قول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جلّ وسع کرس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السموات والارض قال عل</w:t>
      </w:r>
      <w:r w:rsidRPr="00077CE3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77CE3">
        <w:rPr>
          <w:rStyle w:val="libArabicChar"/>
          <w:rtl/>
        </w:rPr>
        <w:t xml:space="preserve"> السلام علم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617D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”</w:t>
      </w:r>
      <w:r w:rsidRPr="004617D9">
        <w:rPr>
          <w:rStyle w:val="libArabicChar"/>
          <w:rtl/>
        </w:rPr>
        <w:t>وسع کرس</w:t>
      </w:r>
      <w:r w:rsidR="004617D9" w:rsidRPr="004617D9">
        <w:rPr>
          <w:rStyle w:val="libArabicChar"/>
          <w:rFonts w:hint="cs"/>
          <w:rtl/>
        </w:rPr>
        <w:t>ي</w:t>
      </w:r>
      <w:r w:rsidRPr="004617D9">
        <w:rPr>
          <w:rStyle w:val="libArabicChar"/>
          <w:rtl/>
        </w:rPr>
        <w:t>ّ</w:t>
      </w:r>
      <w:r w:rsidR="004617D9" w:rsidRPr="004617D9">
        <w:rPr>
          <w:rStyle w:val="libArabicChar"/>
          <w:rFonts w:hint="cs"/>
          <w:rtl/>
        </w:rPr>
        <w:t>ه</w:t>
      </w:r>
      <w:r w:rsidRPr="00296C60">
        <w:rPr>
          <w:rStyle w:val="libArabicChar"/>
          <w:rFonts w:hint="cs"/>
          <w:rtl/>
        </w:rPr>
        <w:t xml:space="preserve"> السموات والارض</w:t>
      </w:r>
      <w:r>
        <w:rPr>
          <w:rtl/>
        </w:rPr>
        <w:t xml:space="preserve"> “ کے بارے </w:t>
      </w:r>
      <w:r w:rsidR="007D2A2F">
        <w:rPr>
          <w:rtl/>
        </w:rPr>
        <w:t xml:space="preserve">میں </w:t>
      </w:r>
      <w:r>
        <w:rPr>
          <w:rtl/>
        </w:rPr>
        <w:t xml:space="preserve">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>
        <w:rPr>
          <w:rtl/>
        </w:rPr>
        <w:t xml:space="preserve"> کہ اس سے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مراد</w:t>
      </w:r>
      <w:r w:rsidR="00824A76" w:rsidRPr="00824A76">
        <w:rPr>
          <w:rtl/>
        </w:rPr>
        <w:t xml:space="preserve"> ہے </w:t>
      </w:r>
      <w:r>
        <w:rPr>
          <w:rtl/>
        </w:rPr>
        <w:t>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: ”خداوند عالم کا علم“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علم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7D2A2F">
        <w:rPr>
          <w:rtl/>
        </w:rPr>
        <w:t>ید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علم خدا سے </w:t>
      </w:r>
      <w:r w:rsidR="004617D9" w:rsidRPr="004617D9">
        <w:rPr>
          <w:rtl/>
        </w:rPr>
        <w:t>وسیع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 w:rsidR="004617D9" w:rsidRPr="004617D9">
        <w:rPr>
          <w:rtl/>
        </w:rPr>
        <w:t xml:space="preserve"> ہوسکتی</w:t>
      </w:r>
      <w:r w:rsidR="00C537D2" w:rsidRPr="00C537D2">
        <w:rPr>
          <w:rtl/>
        </w:rPr>
        <w:t xml:space="preserve"> ہے</w:t>
      </w:r>
      <w:r>
        <w:rPr>
          <w:rtl/>
        </w:rPr>
        <w:t>؟ جوخود اسک</w:t>
      </w:r>
      <w:r>
        <w:rPr>
          <w:rFonts w:hint="cs"/>
          <w:rtl/>
        </w:rPr>
        <w:t>ی</w:t>
      </w:r>
      <w:r>
        <w:rPr>
          <w:rtl/>
        </w:rPr>
        <w:t xml:space="preserve"> ذات کا حصہ</w:t>
      </w:r>
      <w:r w:rsidR="00824A76" w:rsidRPr="00824A76">
        <w:rPr>
          <w:rtl/>
        </w:rPr>
        <w:t xml:space="preserve"> ہے </w:t>
      </w:r>
      <w:r>
        <w:rPr>
          <w:rtl/>
        </w:rPr>
        <w:t>البتہ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عرض کرتے </w:t>
      </w:r>
      <w:r w:rsidR="00C537D2" w:rsidRPr="00C537D2">
        <w:rPr>
          <w:rtl/>
        </w:rPr>
        <w:t>چلیں</w:t>
      </w:r>
      <w:r>
        <w:rPr>
          <w:rtl/>
        </w:rPr>
        <w:t xml:space="preserve"> کہ ذات کا حصہ</w:t>
      </w:r>
      <w:r w:rsidR="008828D8" w:rsidRPr="008828D8">
        <w:rPr>
          <w:rtl/>
        </w:rPr>
        <w:t xml:space="preserve"> ہونے </w:t>
      </w:r>
      <w:r>
        <w:rPr>
          <w:rtl/>
        </w:rPr>
        <w:t>سے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مراد </w:t>
      </w:r>
      <w:r w:rsidR="002025F2" w:rsidRPr="002025F2">
        <w:rPr>
          <w:rtl/>
        </w:rPr>
        <w:t>نہیں</w:t>
      </w:r>
      <w:r>
        <w:rPr>
          <w:rtl/>
        </w:rPr>
        <w:t xml:space="preserve"> کہ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ذات پھر علم بلکہ </w:t>
      </w:r>
      <w:r w:rsidR="00C537D2" w:rsidRPr="00C537D2">
        <w:rPr>
          <w:rtl/>
        </w:rPr>
        <w:t>یہاں</w:t>
      </w:r>
      <w:r>
        <w:rPr>
          <w:rtl/>
        </w:rPr>
        <w:t xml:space="preserve"> مسامحہ کے خاطر </w:t>
      </w:r>
      <w:r w:rsidR="00C537D2" w:rsidRPr="00C537D2">
        <w:rPr>
          <w:rtl/>
        </w:rPr>
        <w:t>ایسی</w:t>
      </w:r>
      <w:r>
        <w:rPr>
          <w:rtl/>
        </w:rPr>
        <w:t xml:space="preserve"> عبارات کو مطلب سمجھنے کے لئے </w:t>
      </w:r>
      <w:r w:rsidR="00C537D2" w:rsidRPr="00C537D2">
        <w:rPr>
          <w:rtl/>
        </w:rPr>
        <w:t>لایا</w:t>
      </w:r>
      <w:r>
        <w:rPr>
          <w:rtl/>
        </w:rPr>
        <w:t xml:space="preserve"> جاتا</w:t>
      </w:r>
      <w:r w:rsidR="002549D7" w:rsidRPr="002549D7">
        <w:rPr>
          <w:rtl/>
        </w:rPr>
        <w:t xml:space="preserve"> ہے۔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اس سے مراد </w:t>
      </w:r>
      <w:r w:rsidRPr="00C537D2">
        <w:rPr>
          <w:rtl/>
        </w:rPr>
        <w:t>وہی</w:t>
      </w:r>
      <w:r w:rsidR="0042080E">
        <w:rPr>
          <w:rtl/>
        </w:rPr>
        <w:t xml:space="preserve"> کرس</w:t>
      </w:r>
      <w:r w:rsidR="0042080E"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 w:rsidR="0042080E">
        <w:rPr>
          <w:rtl/>
        </w:rPr>
        <w:t xml:space="preserve">جو مقام و منزلت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عرش کے بعد آت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پھر بھ</w:t>
      </w:r>
      <w:r w:rsidR="0042080E">
        <w:rPr>
          <w:rFonts w:hint="cs"/>
          <w:rtl/>
        </w:rPr>
        <w:t>ی</w:t>
      </w:r>
      <w:r w:rsidR="008828D8" w:rsidRPr="008828D8">
        <w:rPr>
          <w:rtl/>
        </w:rPr>
        <w:t xml:space="preserve"> یہ عظیم</w:t>
      </w:r>
      <w:r w:rsidR="0042080E">
        <w:rPr>
          <w:rtl/>
        </w:rPr>
        <w:t xml:space="preserve"> خلق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جس کے بارے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امام جعفر 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فرماتے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77CE3">
        <w:rPr>
          <w:rStyle w:val="libArabicChar"/>
          <w:rFonts w:hint="eastAsia"/>
          <w:rtl/>
        </w:rPr>
        <w:t>الشمس</w:t>
      </w:r>
      <w:r w:rsidRPr="00077CE3">
        <w:rPr>
          <w:rStyle w:val="libArabicChar"/>
          <w:rtl/>
        </w:rPr>
        <w:t xml:space="preserve"> جزء من سبع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جزء من نور الکرس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والکرس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جزء من سبع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جزء من نور العرش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کے نور کا سترّواں حصّہ</w:t>
      </w:r>
      <w:r w:rsidR="00824A76" w:rsidRPr="00824A76">
        <w:rPr>
          <w:rtl/>
        </w:rPr>
        <w:t xml:space="preserve"> ہے </w:t>
      </w:r>
      <w:r>
        <w:rPr>
          <w:rtl/>
        </w:rPr>
        <w:t>اور کرس</w:t>
      </w:r>
      <w:r>
        <w:rPr>
          <w:rFonts w:hint="cs"/>
          <w:rtl/>
        </w:rPr>
        <w:t>ی</w:t>
      </w:r>
      <w:r>
        <w:rPr>
          <w:rtl/>
        </w:rPr>
        <w:t xml:space="preserve"> نور عرش کا سترّواں حصّہ</w:t>
      </w:r>
      <w:r w:rsidR="002549D7" w:rsidRPr="002549D7">
        <w:rPr>
          <w:rtl/>
        </w:rPr>
        <w:t xml:space="preserve"> ہے۔ </w:t>
      </w:r>
    </w:p>
    <w:p w:rsidR="0042080E" w:rsidRDefault="0042080E" w:rsidP="00077CE3">
      <w:pPr>
        <w:pStyle w:val="libNormal"/>
        <w:rPr>
          <w:rtl/>
        </w:rPr>
      </w:pPr>
      <w:r w:rsidRPr="00077CE3">
        <w:rPr>
          <w:rStyle w:val="libArabicChar"/>
          <w:rtl/>
        </w:rPr>
        <w:t>ربّ البحر المسجور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مارت</w:t>
      </w:r>
      <w:r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>
        <w:rPr>
          <w:rtl/>
        </w:rPr>
        <w:t>موجوں سے بھرے</w:t>
      </w:r>
      <w:r w:rsidR="008828D8" w:rsidRPr="008828D8">
        <w:rPr>
          <w:rtl/>
        </w:rPr>
        <w:t xml:space="preserve"> ہوئے </w:t>
      </w:r>
      <w:r>
        <w:rPr>
          <w:rtl/>
        </w:rPr>
        <w:t xml:space="preserve">سمندر کے ربّ۔ </w:t>
      </w:r>
    </w:p>
    <w:p w:rsidR="0042080E" w:rsidRDefault="0042080E" w:rsidP="00272FF7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تو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اس بحر مسجور سے مراد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437CD4" w:rsidRPr="00437CD4">
        <w:rPr>
          <w:rtl/>
        </w:rPr>
        <w:t xml:space="preserve"> ہوں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>
        <w:rPr>
          <w:rtl/>
        </w:rPr>
        <w:t xml:space="preserve"> حجت اور مظھرخداوند</w:t>
      </w:r>
      <w:r w:rsidR="000C56D5" w:rsidRPr="000C56D5">
        <w:rPr>
          <w:rtl/>
        </w:rPr>
        <w:t xml:space="preserve"> ہیں </w:t>
      </w:r>
      <w:r>
        <w:rPr>
          <w:rtl/>
        </w:rPr>
        <w:t>کہ جو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تمام مخلوقات کے اوپر احاطہ کےئے</w:t>
      </w:r>
      <w:r w:rsidR="008828D8" w:rsidRPr="008828D8">
        <w:rPr>
          <w:rtl/>
        </w:rPr>
        <w:t xml:space="preserve"> ہوئے </w:t>
      </w:r>
      <w:r w:rsidR="000C56D5" w:rsidRPr="000C56D5">
        <w:rPr>
          <w:rtl/>
        </w:rPr>
        <w:t xml:space="preserve">ہیں </w:t>
      </w:r>
      <w:r>
        <w:rPr>
          <w:rtl/>
        </w:rPr>
        <w:t>اور جو کچھ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دم سے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یہاں</w:t>
      </w:r>
      <w:r>
        <w:rPr>
          <w:rtl/>
        </w:rPr>
        <w:t xml:space="preserve"> تک کہ زندگ</w:t>
      </w:r>
      <w:r>
        <w:rPr>
          <w:rFonts w:hint="cs"/>
          <w:rtl/>
        </w:rPr>
        <w:t>ی</w:t>
      </w:r>
      <w:r>
        <w:rPr>
          <w:rtl/>
        </w:rPr>
        <w:t xml:space="preserve"> کا تصور ان کے </w:t>
      </w:r>
      <w:r w:rsidR="00272FF7" w:rsidRPr="00272FF7">
        <w:rPr>
          <w:rtl/>
        </w:rPr>
        <w:t>بغیر</w:t>
      </w:r>
      <w:r>
        <w:rPr>
          <w:rtl/>
        </w:rPr>
        <w:t xml:space="preserve"> نامم</w:t>
      </w:r>
      <w:r>
        <w:rPr>
          <w:rFonts w:hint="eastAsia"/>
          <w:rtl/>
        </w:rPr>
        <w:t>کن</w:t>
      </w:r>
      <w:r w:rsidR="00C537D2" w:rsidRPr="00C537D2">
        <w:rPr>
          <w:rtl/>
        </w:rPr>
        <w:t xml:space="preserve"> ہے</w:t>
      </w:r>
      <w:r>
        <w:rPr>
          <w:rtl/>
        </w:rPr>
        <w:t>،</w:t>
      </w:r>
      <w:r w:rsidR="008828D8" w:rsidRPr="008828D8">
        <w:rPr>
          <w:rtl/>
        </w:rPr>
        <w:t xml:space="preserve"> یہ </w:t>
      </w:r>
      <w:r>
        <w:rPr>
          <w:rtl/>
        </w:rPr>
        <w:t>نا ممکن</w:t>
      </w:r>
      <w:r w:rsidR="008828D8" w:rsidRPr="008828D8">
        <w:rPr>
          <w:rtl/>
        </w:rPr>
        <w:t xml:space="preserve"> ہونا </w:t>
      </w:r>
      <w:r>
        <w:rPr>
          <w:rtl/>
        </w:rPr>
        <w:t>محالات عقل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>
        <w:rPr>
          <w:rtl/>
        </w:rPr>
        <w:t>نہ کہ عادتاً ممکن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بحر مسجور سے مراد وہ سمندر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آسمان اور </w:t>
      </w:r>
      <w:r w:rsidR="004617D9" w:rsidRPr="004617D9">
        <w:rPr>
          <w:rtl/>
        </w:rPr>
        <w:t>زمین</w:t>
      </w:r>
      <w:r>
        <w:rPr>
          <w:rtl/>
        </w:rPr>
        <w:t xml:space="preserve"> کے--- </w:t>
      </w:r>
      <w:r w:rsidR="00F369ED" w:rsidRPr="00F369ED">
        <w:rPr>
          <w:rtl/>
        </w:rPr>
        <w:t>درمیان</w:t>
      </w:r>
      <w:r>
        <w:rPr>
          <w:rtl/>
        </w:rPr>
        <w:t xml:space="preserve"> </w:t>
      </w:r>
      <w:r w:rsidR="00F369ED" w:rsidRPr="00F369ED">
        <w:rPr>
          <w:rtl/>
        </w:rPr>
        <w:t>پایا</w:t>
      </w:r>
      <w:r>
        <w:rPr>
          <w:rtl/>
        </w:rPr>
        <w:t xml:space="preserve"> جاتا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، </w:t>
      </w:r>
      <w:r w:rsidR="008828D8" w:rsidRPr="008828D8">
        <w:rPr>
          <w:rtl/>
        </w:rPr>
        <w:t>جیسے</w:t>
      </w:r>
      <w:r>
        <w:rPr>
          <w:rtl/>
        </w:rPr>
        <w:t xml:space="preserve"> مولائے کائنات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77CE3">
        <w:rPr>
          <w:rStyle w:val="libArabicChar"/>
          <w:rtl/>
        </w:rPr>
        <w:t>البحر المسجور بحر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السماء تحت العرش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بحر</w:t>
      </w:r>
      <w:r>
        <w:rPr>
          <w:rtl/>
        </w:rPr>
        <w:t xml:space="preserve"> مسجور وہ سمندر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جو آسمانوں پر عرش کے </w:t>
      </w:r>
      <w:r w:rsidR="00F369ED" w:rsidRPr="00F369ED">
        <w:rPr>
          <w:rtl/>
        </w:rPr>
        <w:t>نیچے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اس کو انسان ک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سے تشب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</w:t>
      </w:r>
      <w:r w:rsidR="00720096" w:rsidRPr="00720096">
        <w:rPr>
          <w:rtl/>
        </w:rPr>
        <w:t>قیامت</w:t>
      </w:r>
      <w:r>
        <w:rPr>
          <w:rtl/>
        </w:rPr>
        <w:t xml:space="preserve"> کے وقت آسمان سے بارش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tl/>
        </w:rPr>
        <w:t xml:space="preserve"> نازل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جس کے سبب مرنے والوں </w:t>
      </w:r>
      <w:r w:rsidR="007D2A2F">
        <w:rPr>
          <w:rtl/>
        </w:rPr>
        <w:t xml:space="preserve">میں </w:t>
      </w:r>
      <w:r>
        <w:rPr>
          <w:rtl/>
        </w:rPr>
        <w:t>(جو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C537D2" w:rsidRPr="00C537D2">
        <w:rPr>
          <w:rtl/>
        </w:rPr>
        <w:t xml:space="preserve"> ہیں</w:t>
      </w:r>
      <w:r>
        <w:rPr>
          <w:rtl/>
        </w:rPr>
        <w:t>)دوبارہ زندگ</w:t>
      </w:r>
      <w:r>
        <w:rPr>
          <w:rFonts w:hint="cs"/>
          <w:rtl/>
        </w:rPr>
        <w:t>ی</w:t>
      </w:r>
      <w:r>
        <w:rPr>
          <w:rtl/>
        </w:rPr>
        <w:t xml:space="preserve"> نمودار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اورسب اٹھ کھڑے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نگے۔ </w:t>
      </w:r>
      <w:r>
        <w:rPr>
          <w:rtl/>
        </w:rPr>
        <w:lastRenderedPageBreak/>
        <w:t>من</w:t>
      </w:r>
      <w:r>
        <w:rPr>
          <w:rFonts w:hint="cs"/>
          <w:rtl/>
        </w:rPr>
        <w:t>ی</w:t>
      </w:r>
      <w:r>
        <w:rPr>
          <w:rtl/>
        </w:rPr>
        <w:t xml:space="preserve"> سے تشب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</w:t>
      </w:r>
      <w:r w:rsidR="008828D8" w:rsidRPr="008828D8">
        <w:rPr>
          <w:rtl/>
        </w:rPr>
        <w:t xml:space="preserve"> دین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 w:rsidR="00824A76" w:rsidRPr="00824A76">
        <w:rPr>
          <w:rtl/>
        </w:rPr>
        <w:t xml:space="preserve"> ہے </w:t>
      </w:r>
      <w:r>
        <w:rPr>
          <w:rtl/>
        </w:rPr>
        <w:t>کہ وہ مرد</w:t>
      </w:r>
      <w:r>
        <w:rPr>
          <w:rFonts w:hint="eastAsia"/>
          <w:rtl/>
        </w:rPr>
        <w:t>ہ</w:t>
      </w:r>
      <w:r>
        <w:rPr>
          <w:rtl/>
        </w:rPr>
        <w:t xml:space="preserve"> مخلوقات کے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720096" w:rsidRPr="00720096">
        <w:rPr>
          <w:rtl/>
        </w:rPr>
        <w:t>حیات</w:t>
      </w:r>
      <w:r>
        <w:rPr>
          <w:rtl/>
        </w:rPr>
        <w:t xml:space="preserve"> ل</w:t>
      </w:r>
      <w:r w:rsidR="007D2A2F">
        <w:rPr>
          <w:rtl/>
        </w:rPr>
        <w:t>یک</w:t>
      </w:r>
      <w:r>
        <w:rPr>
          <w:rtl/>
        </w:rPr>
        <w:t>ر نازل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جیسے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مفصّل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 xml:space="preserve">بیان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”</w:t>
      </w:r>
      <w:r w:rsidRPr="00077CE3">
        <w:rPr>
          <w:rStyle w:val="libArabicChar"/>
          <w:rtl/>
        </w:rPr>
        <w:t xml:space="preserve"> والبحر المسجور و </w:t>
      </w:r>
      <w:r w:rsidR="00031FA0" w:rsidRPr="00031FA0">
        <w:rPr>
          <w:rStyle w:val="libArabicChar"/>
          <w:rFonts w:hint="cs"/>
          <w:rtl/>
        </w:rPr>
        <w:t>ه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من من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کمن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الرجل 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مطر ذلک عل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الارض 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لق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الماء المن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مع السموات البال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 xml:space="preserve"> 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نبتون من الارض و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ح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ون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بحر</w:t>
      </w:r>
      <w:r>
        <w:rPr>
          <w:rtl/>
        </w:rPr>
        <w:t xml:space="preserve"> مسجور من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>
        <w:rPr>
          <w:rtl/>
        </w:rPr>
        <w:t>اور انسان ک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زمین</w:t>
      </w:r>
      <w:r>
        <w:rPr>
          <w:rtl/>
        </w:rPr>
        <w:t xml:space="preserve"> پر بارش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720096">
        <w:rPr>
          <w:rFonts w:hint="cs"/>
          <w:rtl/>
        </w:rPr>
        <w:t xml:space="preserve"> </w:t>
      </w:r>
      <w:r>
        <w:rPr>
          <w:rFonts w:hint="eastAsia"/>
          <w:rtl/>
        </w:rPr>
        <w:t>برسے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مردوں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مل جائے گ</w:t>
      </w:r>
      <w:r>
        <w:rPr>
          <w:rFonts w:hint="cs"/>
          <w:rtl/>
        </w:rPr>
        <w:t>ی</w:t>
      </w:r>
      <w:r>
        <w:rPr>
          <w:rtl/>
        </w:rPr>
        <w:t xml:space="preserve"> پھر وہ </w:t>
      </w:r>
      <w:r w:rsidR="004617D9" w:rsidRPr="004617D9">
        <w:rPr>
          <w:rtl/>
        </w:rPr>
        <w:t>زمین</w:t>
      </w:r>
      <w:r>
        <w:rPr>
          <w:rtl/>
        </w:rPr>
        <w:t xml:space="preserve"> سے زندہ</w:t>
      </w:r>
      <w:r w:rsidR="002549D7" w:rsidRPr="002549D7">
        <w:rPr>
          <w:rtl/>
        </w:rPr>
        <w:t xml:space="preserve"> ہو </w:t>
      </w:r>
      <w:r>
        <w:rPr>
          <w:rtl/>
        </w:rPr>
        <w:t>کر کھڑے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مقامات پر اس کو بحر </w:t>
      </w:r>
      <w:r w:rsidR="00720096" w:rsidRPr="00720096">
        <w:rPr>
          <w:rtl/>
        </w:rPr>
        <w:t>الحیوان</w:t>
      </w:r>
      <w:r>
        <w:rPr>
          <w:rtl/>
        </w:rPr>
        <w:t xml:space="preserve"> سے </w:t>
      </w:r>
      <w:r w:rsidR="008828D8" w:rsidRPr="008828D8">
        <w:rPr>
          <w:rtl/>
        </w:rPr>
        <w:t>تعبیر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 w:rsidR="008828D8" w:rsidRPr="008828D8">
        <w:rPr>
          <w:rtl/>
        </w:rPr>
        <w:t>جیسے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و</w:t>
      </w:r>
      <w:r w:rsidRPr="00077CE3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و بحر معروف ف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السماء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سمّ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بحر الح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وان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بحر معروف</w:t>
      </w:r>
      <w:r w:rsidR="00824A76" w:rsidRPr="00824A76">
        <w:rPr>
          <w:rtl/>
        </w:rPr>
        <w:t xml:space="preserve"> ہے </w:t>
      </w:r>
      <w:r>
        <w:rPr>
          <w:rtl/>
        </w:rPr>
        <w:t>جو آسمان پر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جسے بحر </w:t>
      </w:r>
      <w:r w:rsidR="00720096" w:rsidRPr="00720096">
        <w:rPr>
          <w:rtl/>
        </w:rPr>
        <w:t>الحیوان</w:t>
      </w:r>
      <w:r>
        <w:rPr>
          <w:rtl/>
        </w:rPr>
        <w:t xml:space="preserve"> کے نام سے </w:t>
      </w:r>
      <w:r w:rsidR="00720096" w:rsidRPr="00720096">
        <w:rPr>
          <w:rtl/>
        </w:rPr>
        <w:t>یاد</w:t>
      </w:r>
      <w:r>
        <w:rPr>
          <w:rtl/>
        </w:rPr>
        <w:t xml:space="preserve"> کرتے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منزل التوار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ٰة والانج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ل و الزّبور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تورات، </w:t>
      </w:r>
      <w:r w:rsidR="00720096" w:rsidRPr="00720096">
        <w:rPr>
          <w:rtl/>
        </w:rPr>
        <w:t>انجیل</w:t>
      </w:r>
      <w:r>
        <w:rPr>
          <w:rtl/>
        </w:rPr>
        <w:t xml:space="preserve"> اور زبور کے نازل کرنے والے۔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واسطہ ان آسمان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کتابوں کا </w:t>
      </w:r>
      <w:r w:rsidR="00720096" w:rsidRPr="00720096">
        <w:rPr>
          <w:rtl/>
        </w:rPr>
        <w:t xml:space="preserve">دیا جارہا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جو عالم </w:t>
      </w:r>
      <w:r w:rsidR="00720096" w:rsidRPr="00720096">
        <w:rPr>
          <w:rtl/>
        </w:rPr>
        <w:t>بشریت</w:t>
      </w:r>
      <w:r w:rsidR="0042080E">
        <w:rPr>
          <w:rtl/>
        </w:rPr>
        <w:t xml:space="preserve">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رحمت بن کر نازل</w:t>
      </w:r>
      <w:r w:rsidR="00272FF7" w:rsidRPr="00272FF7">
        <w:rPr>
          <w:rtl/>
        </w:rPr>
        <w:t xml:space="preserve"> </w:t>
      </w:r>
      <w:r w:rsidR="00720096" w:rsidRPr="00720096">
        <w:rPr>
          <w:rtl/>
        </w:rPr>
        <w:t>ہوئیں</w:t>
      </w:r>
      <w:r w:rsidR="0042080E">
        <w:rPr>
          <w:rtl/>
        </w:rPr>
        <w:t xml:space="preserve"> لوگوں کو مقصد </w:t>
      </w:r>
      <w:r w:rsidR="00720096" w:rsidRPr="00720096">
        <w:rPr>
          <w:rtl/>
        </w:rPr>
        <w:t>حیات</w:t>
      </w:r>
      <w:r w:rsidR="0042080E">
        <w:rPr>
          <w:rtl/>
        </w:rPr>
        <w:t xml:space="preserve"> بتانے</w:t>
      </w:r>
      <w:r w:rsidR="00720096" w:rsidRPr="00720096">
        <w:rPr>
          <w:rtl/>
        </w:rPr>
        <w:t xml:space="preserve"> آئیں</w:t>
      </w:r>
      <w:r w:rsidR="0042080E">
        <w:rPr>
          <w:rtl/>
        </w:rPr>
        <w:t xml:space="preserve"> اور </w:t>
      </w:r>
      <w:r w:rsidR="001100FA">
        <w:rPr>
          <w:rtl/>
        </w:rPr>
        <w:t>مومنین</w:t>
      </w:r>
      <w:r w:rsidR="0042080E">
        <w:rPr>
          <w:rtl/>
        </w:rPr>
        <w:t xml:space="preserve">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جنت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بشارت اور کفار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عذاب کا وعدہ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>ے</w:t>
      </w:r>
      <w:r w:rsidR="00720096" w:rsidRPr="00720096">
        <w:rPr>
          <w:rtl/>
        </w:rPr>
        <w:t xml:space="preserve"> آئیں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تورات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</w:t>
      </w:r>
      <w:r w:rsidR="00720096" w:rsidRPr="00720096">
        <w:rPr>
          <w:rtl/>
        </w:rPr>
        <w:t>انجیل</w:t>
      </w:r>
      <w:r>
        <w:rPr>
          <w:rtl/>
        </w:rPr>
        <w:t xml:space="preserve"> حضرت </w:t>
      </w:r>
      <w:r w:rsidR="00720096" w:rsidRPr="00720096">
        <w:rPr>
          <w:rtl/>
        </w:rPr>
        <w:t>عیسی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اور زبور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نازل</w:t>
      </w:r>
      <w:r w:rsidR="00272FF7" w:rsidRPr="00272FF7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خداوند تجھے ان آسمان</w:t>
      </w:r>
      <w:r>
        <w:rPr>
          <w:rFonts w:hint="cs"/>
          <w:rtl/>
        </w:rPr>
        <w:t>ی</w:t>
      </w:r>
      <w:r>
        <w:rPr>
          <w:rtl/>
        </w:rPr>
        <w:t xml:space="preserve"> صحائف کاواسطہ کہ اپن</w:t>
      </w:r>
      <w:r>
        <w:rPr>
          <w:rFonts w:hint="cs"/>
          <w:rtl/>
        </w:rPr>
        <w:t>ی</w:t>
      </w:r>
      <w:r>
        <w:rPr>
          <w:rtl/>
        </w:rPr>
        <w:t xml:space="preserve"> کتاب ناطق صاحب العصر و الزمان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اپنے بے </w:t>
      </w:r>
      <w:r w:rsidR="00720096" w:rsidRPr="00720096">
        <w:rPr>
          <w:rtl/>
        </w:rPr>
        <w:t>یار</w:t>
      </w:r>
      <w:r>
        <w:rPr>
          <w:rtl/>
        </w:rPr>
        <w:t xml:space="preserve">ومددگار اور </w:t>
      </w:r>
      <w:r w:rsidR="00720096" w:rsidRPr="00720096">
        <w:rPr>
          <w:rtl/>
        </w:rPr>
        <w:t>صالحین</w:t>
      </w:r>
      <w:r>
        <w:rPr>
          <w:rtl/>
        </w:rPr>
        <w:t xml:space="preserve"> کے لئے ظھور فرما۔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رب الظل والحرور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سا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اور گرم</w:t>
      </w:r>
      <w:r>
        <w:rPr>
          <w:rFonts w:hint="cs"/>
          <w:rtl/>
        </w:rPr>
        <w:t>ی</w:t>
      </w:r>
      <w:r>
        <w:rPr>
          <w:rtl/>
        </w:rPr>
        <w:t xml:space="preserve"> کے پروردگار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واضح</w:t>
      </w:r>
      <w:r w:rsidR="00824A76" w:rsidRPr="00824A76">
        <w:rPr>
          <w:rtl/>
        </w:rPr>
        <w:t xml:space="preserve"> ہے </w:t>
      </w:r>
      <w:r>
        <w:rPr>
          <w:rtl/>
        </w:rPr>
        <w:t>کہ سا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ٹھنڈا</w:t>
      </w:r>
      <w:r w:rsidR="001100FA">
        <w:rPr>
          <w:rtl/>
        </w:rPr>
        <w:t>ہوتا</w:t>
      </w:r>
      <w:r w:rsidR="00824A76" w:rsidRPr="00824A76">
        <w:rPr>
          <w:rtl/>
        </w:rPr>
        <w:t xml:space="preserve"> ہے </w:t>
      </w:r>
      <w:r>
        <w:rPr>
          <w:rtl/>
        </w:rPr>
        <w:t>اور گرم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دونوں لفظ </w:t>
      </w:r>
      <w:r w:rsidR="000C56D5" w:rsidRPr="000C56D5">
        <w:rPr>
          <w:rtl/>
        </w:rPr>
        <w:t>ایک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0C56D5" w:rsidRPr="000C56D5">
        <w:rPr>
          <w:rtl/>
        </w:rPr>
        <w:t xml:space="preserve"> ہیں </w:t>
      </w:r>
      <w:r>
        <w:rPr>
          <w:rtl/>
        </w:rPr>
        <w:t>لہٰذا ممکن</w:t>
      </w:r>
      <w:r w:rsidR="00824A76" w:rsidRPr="00824A76">
        <w:rPr>
          <w:rtl/>
        </w:rPr>
        <w:t xml:space="preserve"> ہے </w:t>
      </w:r>
      <w:r>
        <w:rPr>
          <w:rtl/>
        </w:rPr>
        <w:t>کہ سا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سے مراد </w:t>
      </w:r>
      <w:r w:rsidR="00720096" w:rsidRPr="00720096">
        <w:rPr>
          <w:rtl/>
        </w:rPr>
        <w:t>نیک</w:t>
      </w:r>
      <w:r>
        <w:rPr>
          <w:rtl/>
        </w:rPr>
        <w:t xml:space="preserve"> لوگ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جنکے قلوب </w:t>
      </w:r>
      <w:r w:rsidR="00720096" w:rsidRPr="00720096">
        <w:rPr>
          <w:rtl/>
        </w:rPr>
        <w:t>امید</w:t>
      </w:r>
      <w:r>
        <w:rPr>
          <w:rtl/>
        </w:rPr>
        <w:t xml:space="preserve"> رحمت پروردگار سے ٹھنڈے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جبکہ کفار و </w:t>
      </w:r>
      <w:r w:rsidR="00720096" w:rsidRPr="00720096">
        <w:rPr>
          <w:rtl/>
        </w:rPr>
        <w:t>منافقین</w:t>
      </w:r>
      <w:r>
        <w:rPr>
          <w:rtl/>
        </w:rPr>
        <w:t xml:space="preserve"> عذاب جھنم کے خوف سے اپنے </w:t>
      </w:r>
      <w:r w:rsidR="00720096" w:rsidRPr="00720096">
        <w:rPr>
          <w:rtl/>
        </w:rPr>
        <w:t>سین</w:t>
      </w:r>
      <w:r>
        <w:rPr>
          <w:rtl/>
        </w:rPr>
        <w:t xml:space="preserve">وں </w:t>
      </w:r>
      <w:r w:rsidR="007D2A2F">
        <w:rPr>
          <w:rtl/>
        </w:rPr>
        <w:t xml:space="preserve">میں </w:t>
      </w:r>
      <w:r>
        <w:rPr>
          <w:rtl/>
        </w:rPr>
        <w:t xml:space="preserve"> آگ ک</w:t>
      </w:r>
      <w:r>
        <w:rPr>
          <w:rFonts w:hint="cs"/>
          <w:rtl/>
        </w:rPr>
        <w:t>ی</w:t>
      </w:r>
      <w:r>
        <w:rPr>
          <w:rtl/>
        </w:rPr>
        <w:t xml:space="preserve"> تپش </w:t>
      </w:r>
      <w:r w:rsidR="008828D8" w:rsidRPr="008828D8">
        <w:rPr>
          <w:rtl/>
        </w:rPr>
        <w:t>لیئے</w:t>
      </w:r>
      <w:r>
        <w:rPr>
          <w:rtl/>
        </w:rPr>
        <w:t xml:space="preserve"> گھوم</w:t>
      </w:r>
      <w:r w:rsidR="00720096" w:rsidRPr="00720096">
        <w:rPr>
          <w:rtl/>
        </w:rPr>
        <w:t xml:space="preserve"> رہے </w:t>
      </w:r>
      <w:r w:rsidR="00C537D2" w:rsidRPr="00C537D2">
        <w:rPr>
          <w:rtl/>
        </w:rPr>
        <w:t>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اگرچہ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C537D2" w:rsidRPr="00C537D2">
        <w:rPr>
          <w:rtl/>
        </w:rPr>
        <w:t>یہاں</w:t>
      </w:r>
      <w:r>
        <w:rPr>
          <w:rtl/>
        </w:rPr>
        <w:t xml:space="preserve"> پر </w:t>
      </w:r>
      <w:r w:rsidR="00720096" w:rsidRPr="00720096">
        <w:rPr>
          <w:rtl/>
        </w:rPr>
        <w:t>ظاہری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4617D9" w:rsidRPr="004617D9">
        <w:rPr>
          <w:rtl/>
        </w:rPr>
        <w:t>یعنی</w:t>
      </w:r>
      <w:r>
        <w:rPr>
          <w:rtl/>
        </w:rPr>
        <w:t xml:space="preserve"> سا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اور حرارت</w:t>
      </w:r>
      <w:r w:rsidR="002549D7" w:rsidRPr="002549D7">
        <w:rPr>
          <w:rtl/>
        </w:rPr>
        <w:t xml:space="preserve"> ہی </w:t>
      </w:r>
      <w:r>
        <w:rPr>
          <w:rtl/>
        </w:rPr>
        <w:t>مراد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خداوند متعال نے عالم </w:t>
      </w:r>
      <w:r w:rsidR="00720096" w:rsidRPr="00720096">
        <w:rPr>
          <w:rtl/>
        </w:rPr>
        <w:t>ہستی</w:t>
      </w:r>
      <w:r>
        <w:rPr>
          <w:rtl/>
        </w:rPr>
        <w:t xml:space="preserve"> کو نظم کے ساتھ خلق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اور انسان کے </w:t>
      </w:r>
      <w:r w:rsidR="008828D8" w:rsidRPr="008828D8">
        <w:rPr>
          <w:rtl/>
        </w:rPr>
        <w:t>لیئے</w:t>
      </w:r>
      <w:r>
        <w:rPr>
          <w:rtl/>
        </w:rPr>
        <w:t xml:space="preserve"> رات اور دن خلق کئے رات کو لوگوں کے آرام اور آسائش کے لئے قرار </w:t>
      </w:r>
      <w:r w:rsidR="00720096" w:rsidRPr="00720096">
        <w:rPr>
          <w:rtl/>
        </w:rPr>
        <w:t>دیا</w:t>
      </w:r>
      <w:r>
        <w:rPr>
          <w:rtl/>
        </w:rPr>
        <w:t xml:space="preserve"> جبکہ دن کو حرارت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tl/>
        </w:rPr>
        <w:t xml:space="preserve"> کام کرنے کے </w:t>
      </w:r>
      <w:r w:rsidR="008828D8" w:rsidRPr="008828D8">
        <w:rPr>
          <w:rtl/>
        </w:rPr>
        <w:t>لیئے</w:t>
      </w:r>
      <w:r>
        <w:rPr>
          <w:rtl/>
        </w:rPr>
        <w:t xml:space="preserve"> مقرر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31FA0">
        <w:rPr>
          <w:rtl/>
        </w:rPr>
        <w:t xml:space="preserve"> </w:t>
      </w:r>
      <w:r w:rsidR="00296C60">
        <w:rPr>
          <w:rStyle w:val="libAieChar"/>
          <w:rtl/>
        </w:rPr>
        <w:t>ا</w:t>
      </w:r>
      <w:r w:rsidR="0042080E" w:rsidRPr="00077CE3">
        <w:rPr>
          <w:rStyle w:val="libAieChar"/>
          <w:rFonts w:hint="eastAsia"/>
          <w:rtl/>
        </w:rPr>
        <w:t>لم</w:t>
      </w:r>
      <w:r w:rsidR="0042080E" w:rsidRPr="00077CE3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رو انا جعلنا الل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ل 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سکنوا ف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 xml:space="preserve"> و الن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ار مبصراً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17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E17B5E" w:rsidP="0042080E">
      <w:pPr>
        <w:pStyle w:val="libNormal"/>
        <w:rPr>
          <w:rtl/>
        </w:rPr>
      </w:pPr>
      <w:r w:rsidRPr="00E17B5E">
        <w:rPr>
          <w:rFonts w:hint="eastAsia"/>
          <w:rtl/>
        </w:rPr>
        <w:t xml:space="preserve">کیا </w:t>
      </w:r>
      <w:r w:rsidR="0042080E">
        <w:rPr>
          <w:rtl/>
        </w:rPr>
        <w:t xml:space="preserve"> ان لوگوں نے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</w:t>
      </w:r>
      <w:r w:rsidR="007D2A2F">
        <w:rPr>
          <w:rtl/>
        </w:rPr>
        <w:t>دیکھا</w:t>
      </w:r>
      <w:r w:rsidR="0042080E">
        <w:rPr>
          <w:rtl/>
        </w:rPr>
        <w:t xml:space="preserve"> 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نے رات کو سکون حاصل کرنے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خلق </w:t>
      </w:r>
      <w:r w:rsidRPr="00E17B5E">
        <w:rPr>
          <w:rtl/>
        </w:rPr>
        <w:t xml:space="preserve">کیا </w:t>
      </w:r>
      <w:r w:rsidR="0042080E">
        <w:rPr>
          <w:rtl/>
        </w:rPr>
        <w:t xml:space="preserve"> اوردن کو روشن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</w:t>
      </w:r>
      <w:r w:rsidR="00B06535" w:rsidRPr="00B06535">
        <w:rPr>
          <w:rtl/>
        </w:rPr>
        <w:t>ذریع</w:t>
      </w:r>
      <w:r w:rsidR="0042080E">
        <w:rPr>
          <w:rtl/>
        </w:rPr>
        <w:t xml:space="preserve">ہ </w:t>
      </w:r>
      <w:r w:rsidR="00B06535" w:rsidRPr="00B06535">
        <w:rPr>
          <w:rtl/>
        </w:rPr>
        <w:t>بنایا</w:t>
      </w:r>
      <w:r w:rsidR="0042080E"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منزل القرآن العظ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م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قرآن </w:t>
      </w:r>
      <w:r w:rsidR="008828D8" w:rsidRPr="008828D8">
        <w:rPr>
          <w:rtl/>
        </w:rPr>
        <w:t>عظیم</w:t>
      </w:r>
      <w:r>
        <w:rPr>
          <w:rtl/>
        </w:rPr>
        <w:t xml:space="preserve"> کو نازل کرنے والے۔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خداوند عالم کو اس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اکمل اور اتم کتاب کا واسطہ </w:t>
      </w:r>
      <w:r w:rsidR="00720096" w:rsidRPr="00720096">
        <w:rPr>
          <w:rtl/>
        </w:rPr>
        <w:t xml:space="preserve">دیا جارہا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کہ جسکے بارے </w:t>
      </w:r>
      <w:r w:rsidR="007D2A2F">
        <w:rPr>
          <w:rtl/>
        </w:rPr>
        <w:t xml:space="preserve">میں </w:t>
      </w:r>
      <w:r w:rsidR="00B06535">
        <w:rPr>
          <w:rFonts w:hint="cs"/>
          <w:rtl/>
        </w:rPr>
        <w:t xml:space="preserve"> </w:t>
      </w:r>
      <w:r w:rsidR="0042080E">
        <w:rPr>
          <w:rFonts w:hint="eastAsia"/>
          <w:rtl/>
        </w:rPr>
        <w:t>خود</w:t>
      </w:r>
      <w:r w:rsidR="0042080E">
        <w:rPr>
          <w:rtl/>
        </w:rPr>
        <w:t xml:space="preserve"> بار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ارشاد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ما فرّطنا ف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الکتاب من ش</w:t>
      </w:r>
      <w:r w:rsidR="0042080E" w:rsidRPr="00077CE3">
        <w:rPr>
          <w:rStyle w:val="libAieChar"/>
          <w:rFonts w:hint="cs"/>
          <w:rtl/>
        </w:rPr>
        <w:t>یٴ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18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0C56D5" w:rsidP="00296C60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ہم </w:t>
      </w:r>
      <w:r w:rsidR="0042080E">
        <w:rPr>
          <w:rtl/>
        </w:rPr>
        <w:t xml:space="preserve">نے کتاب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کس</w:t>
      </w:r>
      <w:r w:rsidR="0042080E">
        <w:rPr>
          <w:rFonts w:hint="cs"/>
          <w:rtl/>
        </w:rPr>
        <w:t>ی</w:t>
      </w:r>
      <w:r w:rsidR="0042080E" w:rsidRPr="00296C60">
        <w:rPr>
          <w:rtl/>
        </w:rPr>
        <w:t xml:space="preserve"> ش</w:t>
      </w:r>
      <w:r w:rsidR="00296C60" w:rsidRPr="00296C60">
        <w:rPr>
          <w:rFonts w:hint="cs"/>
          <w:rtl/>
        </w:rPr>
        <w:t>ی</w:t>
      </w:r>
      <w:r w:rsidR="0042080E">
        <w:rPr>
          <w:rtl/>
        </w:rPr>
        <w:t xml:space="preserve"> کے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کم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 xml:space="preserve">ولا رطب و لا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ابس الّا ف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کتاب مب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ن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خشک اور نہ</w:t>
      </w:r>
      <w:r w:rsidR="002549D7" w:rsidRPr="002549D7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تر </w:t>
      </w:r>
      <w:r w:rsidR="00B06535" w:rsidRPr="00B06535">
        <w:rPr>
          <w:rtl/>
        </w:rPr>
        <w:t>ایسا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جو کتاب </w:t>
      </w:r>
      <w:r w:rsidR="007D2A2F">
        <w:rPr>
          <w:rtl/>
        </w:rPr>
        <w:t xml:space="preserve">میں </w:t>
      </w:r>
      <w:r>
        <w:rPr>
          <w:rtl/>
        </w:rPr>
        <w:t xml:space="preserve"> محفوظ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 کلّ ش</w:t>
      </w:r>
      <w:r w:rsidR="0042080E" w:rsidRPr="00077CE3">
        <w:rPr>
          <w:rStyle w:val="libAieChar"/>
          <w:rFonts w:hint="cs"/>
          <w:rtl/>
        </w:rPr>
        <w:t>یٴ</w:t>
      </w:r>
      <w:r w:rsidR="0042080E" w:rsidRPr="00077CE3">
        <w:rPr>
          <w:rStyle w:val="libAieChar"/>
          <w:rtl/>
        </w:rPr>
        <w:t xml:space="preserve"> احص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نا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ف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اما م مب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20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0C56D5" w:rsidP="00B06535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ہم </w:t>
      </w:r>
      <w:r w:rsidR="0042080E">
        <w:rPr>
          <w:rtl/>
        </w:rPr>
        <w:t>نے</w:t>
      </w:r>
      <w:r w:rsidR="00824A76" w:rsidRPr="00824A76">
        <w:rPr>
          <w:rtl/>
        </w:rPr>
        <w:t xml:space="preserve"> ہر </w:t>
      </w:r>
      <w:r w:rsidR="0042080E">
        <w:rPr>
          <w:rtl/>
        </w:rPr>
        <w:t xml:space="preserve">شئے کے شمارکو </w:t>
      </w:r>
      <w:r w:rsidRPr="000C56D5">
        <w:rPr>
          <w:rtl/>
        </w:rPr>
        <w:t>ایک</w:t>
      </w:r>
      <w:r w:rsidR="0042080E">
        <w:rPr>
          <w:rtl/>
        </w:rPr>
        <w:t xml:space="preserve"> روشن امام کے </w:t>
      </w:r>
      <w:r w:rsidR="0042080E">
        <w:rPr>
          <w:rFonts w:hint="eastAsia"/>
          <w:rtl/>
        </w:rPr>
        <w:t>حصار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D74317">
        <w:rPr>
          <w:rtl/>
        </w:rPr>
        <w:t>رکھا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تب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اناً لکل ش</w:t>
      </w:r>
      <w:r w:rsidR="0042080E" w:rsidRPr="00077CE3">
        <w:rPr>
          <w:rStyle w:val="libAieChar"/>
          <w:rFonts w:hint="cs"/>
          <w:rtl/>
        </w:rPr>
        <w:t>یٴ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21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B06535" w:rsidP="0042080E">
      <w:pPr>
        <w:pStyle w:val="libNormal"/>
        <w:rPr>
          <w:rtl/>
        </w:rPr>
      </w:pPr>
      <w:r>
        <w:rPr>
          <w:rFonts w:hint="cs"/>
          <w:rtl/>
        </w:rPr>
        <w:t>ہ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چ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ز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وضاحت اس (کتاب)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موجود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 xml:space="preserve">تنزِّل من القرآن ما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شفاء و رحمة للم</w:t>
      </w:r>
      <w:r w:rsidR="00296C60">
        <w:rPr>
          <w:rStyle w:val="libAieChar"/>
          <w:rFonts w:hint="cs"/>
          <w:rtl/>
        </w:rPr>
        <w:t>و</w:t>
      </w:r>
      <w:r w:rsidR="0042080E" w:rsidRPr="00077CE3">
        <w:rPr>
          <w:rStyle w:val="libAieChar"/>
          <w:rFonts w:hint="eastAsia"/>
          <w:rtl/>
        </w:rPr>
        <w:t>من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22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نے قرآن </w:t>
      </w:r>
      <w:r w:rsidR="007D2A2F">
        <w:rPr>
          <w:rtl/>
        </w:rPr>
        <w:t xml:space="preserve">میں </w:t>
      </w:r>
      <w:r>
        <w:rPr>
          <w:rtl/>
        </w:rPr>
        <w:t xml:space="preserve"> وہ سب کچھ نازل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جو صاحبان </w:t>
      </w:r>
      <w:r w:rsidR="008828D8" w:rsidRPr="008828D8">
        <w:rPr>
          <w:rtl/>
        </w:rPr>
        <w:t>ایمان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شفاء اور رحمت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معلوم</w:t>
      </w:r>
      <w:r w:rsidR="00272FF7" w:rsidRPr="00272FF7">
        <w:rPr>
          <w:rtl/>
        </w:rPr>
        <w:t xml:space="preserve"> ہو</w:t>
      </w:r>
      <w:r w:rsidR="008828D8" w:rsidRPr="008828D8">
        <w:rPr>
          <w:rtl/>
        </w:rPr>
        <w:t>گیا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</w:t>
      </w:r>
      <w:r w:rsidR="00C537D2" w:rsidRPr="00C537D2">
        <w:rPr>
          <w:rtl/>
        </w:rPr>
        <w:t>ایسی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جو اس کتاب مقدس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اور</w:t>
      </w:r>
      <w:r w:rsidR="008828D8" w:rsidRPr="008828D8">
        <w:rPr>
          <w:rtl/>
        </w:rPr>
        <w:t xml:space="preserve"> یہ </w:t>
      </w:r>
      <w:r w:rsidR="00042197" w:rsidRPr="00042197">
        <w:rPr>
          <w:rtl/>
        </w:rPr>
        <w:t>بیان</w:t>
      </w:r>
      <w:r>
        <w:rPr>
          <w:rtl/>
        </w:rPr>
        <w:t xml:space="preserve"> پورے عالم </w:t>
      </w:r>
      <w:r w:rsidR="00720096" w:rsidRPr="00720096">
        <w:rPr>
          <w:rtl/>
        </w:rPr>
        <w:t>بشریت</w:t>
      </w:r>
      <w:r>
        <w:rPr>
          <w:rtl/>
        </w:rPr>
        <w:t xml:space="preserve"> کے لئے حجت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720096" w:rsidRPr="00720096">
        <w:rPr>
          <w:rtl/>
        </w:rPr>
        <w:t>یہی</w:t>
      </w:r>
      <w:r>
        <w:rPr>
          <w:rtl/>
        </w:rPr>
        <w:t xml:space="preserve"> </w:t>
      </w:r>
      <w:r w:rsidR="001100FA">
        <w:rPr>
          <w:rtl/>
        </w:rPr>
        <w:t>مومنین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tl/>
        </w:rPr>
        <w:t xml:space="preserve"> رحمت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جبکہ کفار کے </w:t>
      </w:r>
      <w:r w:rsidR="008828D8" w:rsidRPr="008828D8">
        <w:rPr>
          <w:rtl/>
        </w:rPr>
        <w:t>لیئے</w:t>
      </w:r>
      <w:r>
        <w:rPr>
          <w:rtl/>
        </w:rPr>
        <w:t xml:space="preserve"> عذاب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D2A2F">
        <w:rPr>
          <w:rtl/>
        </w:rPr>
        <w:t xml:space="preserve">میں </w:t>
      </w:r>
      <w:r>
        <w:rPr>
          <w:rtl/>
        </w:rPr>
        <w:t xml:space="preserve"> نازل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ولا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ز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د الظالم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الا خساراً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23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 w:rsidR="00B06535" w:rsidRPr="00B06535">
        <w:rPr>
          <w:rtl/>
        </w:rPr>
        <w:t>ظالمین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خسارے </w:t>
      </w:r>
      <w:r w:rsidR="007D2A2F">
        <w:rPr>
          <w:rtl/>
        </w:rPr>
        <w:t xml:space="preserve">میں </w:t>
      </w:r>
      <w:r>
        <w:rPr>
          <w:rtl/>
        </w:rPr>
        <w:t xml:space="preserve"> اضافہ کے علاوہ کچھ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8828D8" w:rsidRPr="008828D8">
        <w:rPr>
          <w:rtl/>
        </w:rPr>
        <w:t xml:space="preserve"> یہ </w:t>
      </w:r>
      <w:r w:rsidR="00C537D2" w:rsidRPr="00C537D2">
        <w:rPr>
          <w:rtl/>
        </w:rPr>
        <w:t>وہی</w:t>
      </w:r>
      <w:r>
        <w:rPr>
          <w:rtl/>
        </w:rPr>
        <w:t xml:space="preserve"> کتاب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جو حضرت کے ظھور کے سبب مقام عمل </w:t>
      </w:r>
      <w:r w:rsidR="007D2A2F">
        <w:rPr>
          <w:rtl/>
        </w:rPr>
        <w:t xml:space="preserve">میں 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آپ کے ظھور کے بعد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صرف دو گروہ رہ </w:t>
      </w:r>
      <w:r w:rsidR="00B06535" w:rsidRPr="00B06535">
        <w:rPr>
          <w:rtl/>
        </w:rPr>
        <w:t>جائیں</w:t>
      </w:r>
      <w:r>
        <w:rPr>
          <w:rtl/>
        </w:rPr>
        <w:t xml:space="preserve"> گے </w:t>
      </w:r>
      <w:r w:rsidR="000C56D5" w:rsidRPr="000C56D5">
        <w:rPr>
          <w:rtl/>
        </w:rPr>
        <w:t>ایک</w:t>
      </w:r>
      <w:r>
        <w:rPr>
          <w:rtl/>
        </w:rPr>
        <w:t xml:space="preserve"> وہ جو آپ ک</w:t>
      </w:r>
      <w:r>
        <w:rPr>
          <w:rFonts w:hint="cs"/>
          <w:rtl/>
        </w:rPr>
        <w:t>ی</w:t>
      </w:r>
      <w:r>
        <w:rPr>
          <w:rtl/>
        </w:rPr>
        <w:t xml:space="preserve"> صدا پر </w:t>
      </w:r>
      <w:r w:rsidR="00B06535" w:rsidRPr="00B06535">
        <w:rPr>
          <w:rtl/>
        </w:rPr>
        <w:t xml:space="preserve">لبیک کہے </w:t>
      </w:r>
      <w:r>
        <w:rPr>
          <w:rtl/>
        </w:rPr>
        <w:t>گا اور دوسرا وہ جو آپ ک</w:t>
      </w:r>
      <w:r>
        <w:rPr>
          <w:rFonts w:hint="cs"/>
          <w:rtl/>
        </w:rPr>
        <w:t>ی</w:t>
      </w:r>
      <w:r>
        <w:rPr>
          <w:rtl/>
        </w:rPr>
        <w:t xml:space="preserve"> اطاعت کرنے سے انکار کرے گا </w:t>
      </w:r>
      <w:r w:rsidR="00B06535" w:rsidRPr="00B06535">
        <w:rPr>
          <w:rtl/>
        </w:rPr>
        <w:t xml:space="preserve"> چاہ</w:t>
      </w:r>
      <w:r>
        <w:rPr>
          <w:rtl/>
        </w:rPr>
        <w:t>ے وہ حرب</w:t>
      </w:r>
      <w:r>
        <w:rPr>
          <w:rFonts w:hint="cs"/>
          <w:rtl/>
        </w:rPr>
        <w:t>ی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>یا</w:t>
      </w:r>
      <w:r>
        <w:rPr>
          <w:rtl/>
        </w:rPr>
        <w:t xml:space="preserve"> فقط حق کا انکار کر نے والے۔ سب براب</w:t>
      </w:r>
      <w:r>
        <w:rPr>
          <w:rFonts w:hint="eastAsia"/>
          <w:rtl/>
        </w:rPr>
        <w:t>ر</w:t>
      </w:r>
      <w:r w:rsidR="00437CD4" w:rsidRPr="00437CD4">
        <w:rPr>
          <w:rtl/>
        </w:rPr>
        <w:t xml:space="preserve"> ہوں </w:t>
      </w:r>
      <w:r>
        <w:rPr>
          <w:rtl/>
        </w:rPr>
        <w:t>گے اور خسارا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077CE3">
        <w:rPr>
          <w:rStyle w:val="libArabicChar"/>
          <w:rtl/>
        </w:rPr>
        <w:t>و رب الملائکة المقرب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 و الانب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اء و المرسل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 w:rsidR="00B06535" w:rsidRPr="00B06535">
        <w:rPr>
          <w:rtl/>
        </w:rPr>
        <w:t>مقربین</w:t>
      </w:r>
      <w:r>
        <w:rPr>
          <w:rtl/>
        </w:rPr>
        <w:t xml:space="preserve"> ملائکہ اور انب</w:t>
      </w:r>
      <w:r w:rsidR="00B06535" w:rsidRPr="00B06535">
        <w:rPr>
          <w:rtl/>
        </w:rPr>
        <w:t>یا</w:t>
      </w:r>
      <w:r>
        <w:rPr>
          <w:rtl/>
        </w:rPr>
        <w:t xml:space="preserve">ء اور رسولوں کے پروردگار !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ان تمام مقدس </w:t>
      </w:r>
      <w:r w:rsidR="003E5538" w:rsidRPr="003E5538">
        <w:rPr>
          <w:rtl/>
        </w:rPr>
        <w:t>ہستیوں</w:t>
      </w:r>
      <w:r w:rsidR="0042080E">
        <w:rPr>
          <w:rtl/>
        </w:rPr>
        <w:t xml:space="preserve"> کا واسطہ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>ے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وجہ </w:t>
      </w:r>
      <w:r w:rsidR="003E5538" w:rsidRPr="003E5538">
        <w:rPr>
          <w:rtl/>
        </w:rPr>
        <w:t>شاید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 w:rsidR="0042080E">
        <w:rPr>
          <w:rtl/>
        </w:rPr>
        <w:t xml:space="preserve">کہ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</w:t>
      </w:r>
      <w:r w:rsidR="00720096" w:rsidRPr="00720096">
        <w:rPr>
          <w:rtl/>
        </w:rPr>
        <w:t>قیامت</w:t>
      </w:r>
      <w:r w:rsidR="0042080E">
        <w:rPr>
          <w:rtl/>
        </w:rPr>
        <w:t xml:space="preserve"> کبر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کے دن لوگوں کے اعمال کا حساب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انسانوں کو م</w:t>
      </w:r>
      <w:r w:rsidR="00296C60">
        <w:rPr>
          <w:rtl/>
        </w:rPr>
        <w:t>و</w:t>
      </w:r>
      <w:r w:rsidR="0042080E">
        <w:rPr>
          <w:rFonts w:hint="eastAsia"/>
          <w:rtl/>
        </w:rPr>
        <w:t>من</w:t>
      </w:r>
      <w:r w:rsidR="0042080E">
        <w:rPr>
          <w:rtl/>
        </w:rPr>
        <w:t xml:space="preserve"> اور کافر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3E5538" w:rsidRPr="003E5538">
        <w:rPr>
          <w:rtl/>
        </w:rPr>
        <w:t>پیش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جائے گا اور ان کو جنت 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جھنم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3E5538" w:rsidRPr="003E5538">
        <w:rPr>
          <w:rtl/>
        </w:rPr>
        <w:t>بھیج</w:t>
      </w:r>
      <w:r w:rsidR="0042080E">
        <w:rPr>
          <w:rtl/>
        </w:rPr>
        <w:t xml:space="preserve">ا جائے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ل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نظرون الانسان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ات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>م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ف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ظلل من العمام والملائکة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24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۲۱۰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اانسان</w:t>
      </w:r>
      <w:r>
        <w:rPr>
          <w:rtl/>
        </w:rPr>
        <w:t xml:space="preserve"> اس بات کا انتظار کر</w:t>
      </w:r>
      <w:r w:rsidR="00025F9A" w:rsidRPr="00025F9A">
        <w:rPr>
          <w:rtl/>
        </w:rPr>
        <w:t>رہاہ</w:t>
      </w:r>
      <w:r>
        <w:rPr>
          <w:rtl/>
        </w:rPr>
        <w:t>ے کہ ابر کے سا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کے </w:t>
      </w:r>
      <w:r w:rsidR="00025F9A" w:rsidRPr="00025F9A">
        <w:rPr>
          <w:rtl/>
        </w:rPr>
        <w:t>پیچھے</w:t>
      </w:r>
      <w:r>
        <w:rPr>
          <w:rtl/>
        </w:rPr>
        <w:t xml:space="preserve"> عذاب خدا </w:t>
      </w:r>
      <w:r w:rsidR="00B06535" w:rsidRPr="00B06535">
        <w:rPr>
          <w:rtl/>
        </w:rPr>
        <w:t>یا</w:t>
      </w:r>
      <w:r>
        <w:rPr>
          <w:rtl/>
        </w:rPr>
        <w:t xml:space="preserve"> ملائکہ آ</w:t>
      </w:r>
      <w:r w:rsidR="00B06535" w:rsidRPr="00B06535">
        <w:rPr>
          <w:rtl/>
        </w:rPr>
        <w:t>جائیں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ieChar"/>
          <w:rFonts w:hint="eastAsia"/>
          <w:rtl/>
        </w:rPr>
        <w:t>جاء</w:t>
      </w:r>
      <w:r w:rsidRPr="00077CE3">
        <w:rPr>
          <w:rStyle w:val="libAieChar"/>
          <w:rtl/>
        </w:rPr>
        <w:t xml:space="preserve"> ربک والملک صفاً صفاً</w:t>
      </w: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ادھرتمھارے پروردگار عالم کا حکم</w:t>
      </w:r>
      <w:r w:rsidR="00042197" w:rsidRPr="00042197">
        <w:rPr>
          <w:rtl/>
        </w:rPr>
        <w:t xml:space="preserve"> ہوا </w:t>
      </w:r>
      <w:r>
        <w:rPr>
          <w:rtl/>
        </w:rPr>
        <w:t>اورادھر فرشتے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باندھے</w:t>
      </w:r>
      <w:r w:rsidR="008828D8" w:rsidRPr="008828D8">
        <w:rPr>
          <w:rtl/>
        </w:rPr>
        <w:t xml:space="preserve"> ہوئے </w:t>
      </w:r>
      <w:r>
        <w:rPr>
          <w:rtl/>
        </w:rPr>
        <w:t>صف در صف آ</w:t>
      </w:r>
      <w:r w:rsidR="00B06535" w:rsidRPr="00B06535">
        <w:rPr>
          <w:rtl/>
        </w:rPr>
        <w:t>جائیں</w:t>
      </w:r>
      <w:r>
        <w:rPr>
          <w:rtl/>
        </w:rPr>
        <w:t xml:space="preserve"> گے۔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فاذا جاء امر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قُض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م بالحق و خسر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نا لک المبطلون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25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حکم خدا آ</w:t>
      </w:r>
      <w:r w:rsidR="008828D8" w:rsidRPr="008828D8">
        <w:rPr>
          <w:rtl/>
        </w:rPr>
        <w:t>گیا</w:t>
      </w:r>
      <w:r>
        <w:rPr>
          <w:rtl/>
        </w:rPr>
        <w:t xml:space="preserve"> تو حق کے ساتھ </w:t>
      </w:r>
      <w:r w:rsidR="00025F9A" w:rsidRPr="00025F9A">
        <w:rPr>
          <w:rtl/>
        </w:rPr>
        <w:t>فیصل</w:t>
      </w:r>
      <w:r>
        <w:rPr>
          <w:rtl/>
        </w:rPr>
        <w:t>ہ کر</w:t>
      </w:r>
      <w:r w:rsidR="00720096" w:rsidRPr="00720096">
        <w:rPr>
          <w:rtl/>
        </w:rPr>
        <w:t>دیا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>
        <w:rPr>
          <w:rtl/>
        </w:rPr>
        <w:t xml:space="preserve"> اور اس وقت</w:t>
      </w:r>
      <w:r w:rsidR="00DE4B57" w:rsidRPr="00DE4B57">
        <w:rPr>
          <w:rtl/>
        </w:rPr>
        <w:t xml:space="preserve"> اہل </w:t>
      </w:r>
      <w:r>
        <w:rPr>
          <w:rtl/>
        </w:rPr>
        <w:t>باطل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خسارے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رہے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 ج</w:t>
      </w:r>
      <w:r w:rsidRPr="00031FA0">
        <w:rPr>
          <w:rStyle w:val="libAieChar"/>
          <w:rFonts w:hint="cs"/>
          <w:rtl/>
        </w:rPr>
        <w:t>ي</w:t>
      </w:r>
      <w:r w:rsidR="0042080E" w:rsidRPr="00077CE3">
        <w:rPr>
          <w:rStyle w:val="libAieChar"/>
          <w:rFonts w:hint="cs"/>
          <w:rtl/>
        </w:rPr>
        <w:t>یٴ</w:t>
      </w:r>
      <w:r w:rsidR="0042080E" w:rsidRPr="00077CE3">
        <w:rPr>
          <w:rStyle w:val="libAieChar"/>
          <w:rtl/>
        </w:rPr>
        <w:t xml:space="preserve"> بالنب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و الش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داء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26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انب</w:t>
      </w:r>
      <w:r w:rsidR="00B06535" w:rsidRPr="00B06535">
        <w:rPr>
          <w:rtl/>
        </w:rPr>
        <w:t>یا</w:t>
      </w:r>
      <w:r>
        <w:rPr>
          <w:rtl/>
        </w:rPr>
        <w:t xml:space="preserve">ء اور شھدا کو </w:t>
      </w:r>
      <w:r w:rsidR="00C537D2" w:rsidRPr="00C537D2">
        <w:rPr>
          <w:rtl/>
        </w:rPr>
        <w:t>لایا</w:t>
      </w:r>
      <w:r>
        <w:rPr>
          <w:rtl/>
        </w:rPr>
        <w:t xml:space="preserve"> جائے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کا ظھور م</w:t>
      </w:r>
      <w:r w:rsidR="007D2A2F">
        <w:rPr>
          <w:rtl/>
        </w:rPr>
        <w:t>ید</w:t>
      </w:r>
      <w:r>
        <w:rPr>
          <w:rtl/>
        </w:rPr>
        <w:t xml:space="preserve">ان عمل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20096" w:rsidRPr="00720096">
        <w:rPr>
          <w:rtl/>
        </w:rPr>
        <w:t>قیامت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عمل </w:t>
      </w:r>
      <w:r w:rsidR="003E5538" w:rsidRPr="003E5538">
        <w:rPr>
          <w:rtl/>
        </w:rPr>
        <w:t>پیش</w:t>
      </w:r>
      <w:r>
        <w:rPr>
          <w:rtl/>
        </w:rPr>
        <w:t xml:space="preserve"> کرے گا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</w:t>
      </w:r>
      <w:r w:rsidR="000C56D5" w:rsidRPr="000C56D5">
        <w:rPr>
          <w:rtl/>
        </w:rPr>
        <w:t xml:space="preserve"> پہلے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اشارہ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آپ اس مقصد اور مشن کو پورا </w:t>
      </w:r>
      <w:r w:rsidR="00025F9A" w:rsidRPr="00025F9A">
        <w:rPr>
          <w:rtl/>
        </w:rPr>
        <w:t>کریں</w:t>
      </w:r>
      <w:r>
        <w:rPr>
          <w:rtl/>
        </w:rPr>
        <w:t xml:space="preserve"> گے جو انب</w:t>
      </w:r>
      <w:r w:rsidR="00B06535" w:rsidRPr="00B06535">
        <w:rPr>
          <w:rtl/>
        </w:rPr>
        <w:t>یا</w:t>
      </w:r>
      <w:r>
        <w:rPr>
          <w:rtl/>
        </w:rPr>
        <w:t xml:space="preserve">ء اور ملائکہ لے کر آئے تھے۔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077CE3">
        <w:rPr>
          <w:rStyle w:val="libArabicChar"/>
          <w:rtl/>
        </w:rPr>
        <w:t>الل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م انّ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اس</w:t>
      </w:r>
      <w:r w:rsidR="00296C60">
        <w:rPr>
          <w:rStyle w:val="libArabicChar"/>
          <w:rtl/>
        </w:rPr>
        <w:t>ا</w:t>
      </w:r>
      <w:r w:rsidR="0042080E" w:rsidRPr="00077CE3">
        <w:rPr>
          <w:rStyle w:val="libArabicChar"/>
          <w:rFonts w:hint="eastAsia"/>
          <w:rtl/>
        </w:rPr>
        <w:t>لک</w:t>
      </w:r>
      <w:r w:rsidR="0042080E" w:rsidRPr="00077CE3">
        <w:rPr>
          <w:rStyle w:val="libArabicChar"/>
          <w:rtl/>
        </w:rPr>
        <w:t xml:space="preserve"> بوج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ک الکر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م و بنور وج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ک المن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ر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! بے شک </w:t>
      </w:r>
      <w:r w:rsidR="007D2A2F">
        <w:rPr>
          <w:rtl/>
        </w:rPr>
        <w:t xml:space="preserve">میں </w:t>
      </w:r>
      <w:r>
        <w:rPr>
          <w:rtl/>
        </w:rPr>
        <w:t xml:space="preserve"> سوال کرتا</w:t>
      </w:r>
      <w:r w:rsidR="00437CD4" w:rsidRPr="00437CD4">
        <w:rPr>
          <w:rtl/>
        </w:rPr>
        <w:t xml:space="preserve"> ہوں </w:t>
      </w:r>
      <w:r w:rsidR="00025F9A" w:rsidRPr="00025F9A">
        <w:rPr>
          <w:rtl/>
        </w:rPr>
        <w:t>تیری</w:t>
      </w:r>
      <w:r>
        <w:rPr>
          <w:rtl/>
        </w:rPr>
        <w:t xml:space="preserve"> </w:t>
      </w:r>
      <w:r w:rsidR="00025F9A" w:rsidRPr="00025F9A">
        <w:rPr>
          <w:rtl/>
        </w:rPr>
        <w:t>کریم</w:t>
      </w:r>
      <w:r>
        <w:rPr>
          <w:rtl/>
        </w:rPr>
        <w:t xml:space="preserve"> اور روشن ذات کے صدقے </w:t>
      </w:r>
      <w:r w:rsidR="007D2A2F">
        <w:rPr>
          <w:rtl/>
        </w:rPr>
        <w:t xml:space="preserve">میں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نور</w:t>
      </w:r>
      <w:r>
        <w:rPr>
          <w:rtl/>
        </w:rPr>
        <w:t xml:space="preserve"> اور وجہ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B06535" w:rsidRPr="00B06535">
        <w:rPr>
          <w:rtl/>
        </w:rPr>
        <w:t>ایسا</w:t>
      </w:r>
      <w:r w:rsidR="002549D7" w:rsidRPr="002549D7">
        <w:rPr>
          <w:rtl/>
        </w:rPr>
        <w:t xml:space="preserve"> ہی </w:t>
      </w:r>
      <w:r>
        <w:rPr>
          <w:rtl/>
        </w:rPr>
        <w:t>فرق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ذات اور مظھر ذات </w:t>
      </w:r>
      <w:r w:rsidR="007D2A2F">
        <w:rPr>
          <w:rtl/>
        </w:rPr>
        <w:t xml:space="preserve">میں </w:t>
      </w:r>
      <w:r w:rsidR="00025F9A">
        <w:rPr>
          <w:rFonts w:hint="cs"/>
          <w:rtl/>
        </w:rPr>
        <w:t xml:space="preserve"> </w:t>
      </w:r>
      <w:r>
        <w:rPr>
          <w:rFonts w:hint="eastAsia"/>
          <w:rtl/>
        </w:rPr>
        <w:t>فرق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وجہ سے مراد ذات پروردگار</w:t>
      </w:r>
      <w:r w:rsidR="002549D7" w:rsidRPr="002549D7">
        <w:rPr>
          <w:rtl/>
        </w:rPr>
        <w:t xml:space="preserve"> ہو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</w:t>
      </w:r>
      <w:r w:rsidR="004617D9" w:rsidRPr="004617D9">
        <w:rPr>
          <w:rtl/>
        </w:rPr>
        <w:t>شریفہ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وارد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کل ش</w:t>
      </w:r>
      <w:r w:rsidR="0042080E" w:rsidRPr="00077CE3">
        <w:rPr>
          <w:rStyle w:val="libAieChar"/>
          <w:rFonts w:hint="cs"/>
          <w:rtl/>
        </w:rPr>
        <w:t>یٴ</w:t>
      </w:r>
      <w:r w:rsidR="0042080E" w:rsidRPr="00077CE3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الکٌ الّا وج</w:t>
      </w:r>
      <w:r w:rsidRPr="00031FA0">
        <w:rPr>
          <w:rStyle w:val="libAieChar"/>
          <w:rFonts w:hint="cs"/>
          <w:rtl/>
        </w:rPr>
        <w:t>هه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ذات کے سوا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>
        <w:rPr>
          <w:rtl/>
        </w:rPr>
        <w:t xml:space="preserve"> </w:t>
      </w:r>
      <w:r w:rsidR="00025F9A" w:rsidRPr="00025F9A">
        <w:rPr>
          <w:rtl/>
        </w:rPr>
        <w:t>ہلاک</w:t>
      </w:r>
      <w:r w:rsidR="008828D8" w:rsidRPr="008828D8">
        <w:rPr>
          <w:rtl/>
        </w:rPr>
        <w:t xml:space="preserve"> ہونے </w:t>
      </w:r>
      <w:r>
        <w:rPr>
          <w:rtl/>
        </w:rPr>
        <w:t>وال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ہے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مراد وجہ اللہ </w:t>
      </w:r>
      <w:r w:rsidR="004617D9" w:rsidRPr="004617D9">
        <w:rPr>
          <w:rtl/>
        </w:rPr>
        <w:t>یعنی</w:t>
      </w:r>
      <w:r>
        <w:rPr>
          <w:rtl/>
        </w:rPr>
        <w:t xml:space="preserve"> ذات خداوند عالم</w:t>
      </w:r>
      <w:r w:rsidR="00C537D2" w:rsidRPr="00C537D2">
        <w:rPr>
          <w:rtl/>
        </w:rPr>
        <w:t xml:space="preserve"> ہے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>۔اور ممکن</w:t>
      </w:r>
      <w:r w:rsidR="00824A76" w:rsidRPr="00824A76">
        <w:rPr>
          <w:rtl/>
        </w:rPr>
        <w:t xml:space="preserve"> ہے </w:t>
      </w:r>
      <w:r>
        <w:rPr>
          <w:rtl/>
        </w:rPr>
        <w:t>کہ اس ”وجہ“ سے مراد آئمہ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لسلام</w:t>
      </w:r>
      <w:r w:rsidR="004617D9" w:rsidRPr="004617D9">
        <w:rPr>
          <w:rtl/>
        </w:rPr>
        <w:t xml:space="preserve"> ہوں۔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Fonts w:hint="eastAsia"/>
          <w:rtl/>
        </w:rPr>
        <w:t>کہ</w:t>
      </w:r>
      <w:r w:rsidR="0042080E">
        <w:rPr>
          <w:rtl/>
        </w:rPr>
        <w:t xml:space="preserve"> امام جعفرصادق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نحن</w:t>
      </w:r>
      <w:r w:rsidRPr="00077CE3">
        <w:rPr>
          <w:rStyle w:val="libArabicChar"/>
          <w:rtl/>
        </w:rPr>
        <w:t xml:space="preserve"> حجة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نحن باب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نحن لسان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نحن وج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ہم </w:t>
      </w:r>
      <w:r w:rsidR="0042080E">
        <w:rPr>
          <w:rtl/>
        </w:rPr>
        <w:t>خدا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حجت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>۔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خدا کے دروازے</w:t>
      </w:r>
      <w:r w:rsidRPr="000C56D5">
        <w:rPr>
          <w:rtl/>
        </w:rPr>
        <w:t xml:space="preserve"> ہیں </w:t>
      </w:r>
      <w:r w:rsidR="0042080E">
        <w:rPr>
          <w:rtl/>
        </w:rPr>
        <w:t>۔</w:t>
      </w:r>
      <w:r w:rsidRPr="000C56D5">
        <w:rPr>
          <w:rtl/>
        </w:rPr>
        <w:t xml:space="preserve">ہم </w:t>
      </w:r>
      <w:r w:rsidR="0042080E">
        <w:rPr>
          <w:rtl/>
        </w:rPr>
        <w:t>خدا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زبان</w:t>
      </w:r>
      <w:r w:rsidRPr="000C56D5">
        <w:rPr>
          <w:rtl/>
        </w:rPr>
        <w:t xml:space="preserve"> ہیں </w:t>
      </w:r>
      <w:r w:rsidR="0042080E">
        <w:rPr>
          <w:rtl/>
        </w:rPr>
        <w:t>اور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وجہ اللہ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>
        <w:rPr>
          <w:rtl/>
        </w:rPr>
        <w:t>ے اس سے مراد ذات پروردگار</w:t>
      </w:r>
      <w:r w:rsidR="002549D7" w:rsidRPr="002549D7">
        <w:rPr>
          <w:rtl/>
        </w:rPr>
        <w:t xml:space="preserve"> ہو </w:t>
      </w:r>
      <w:r w:rsidR="00B06535" w:rsidRPr="00B06535">
        <w:rPr>
          <w:rtl/>
        </w:rPr>
        <w:t>یا</w:t>
      </w:r>
      <w:r>
        <w:rPr>
          <w:rtl/>
        </w:rPr>
        <w:t xml:space="preserve"> خود آئمہ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</w:t>
      </w:r>
      <w:r w:rsidR="00437CD4" w:rsidRPr="00437CD4">
        <w:rPr>
          <w:rtl/>
        </w:rPr>
        <w:t xml:space="preserve"> ہوں </w:t>
      </w:r>
      <w:r>
        <w:rPr>
          <w:rtl/>
        </w:rPr>
        <w:t>جو مظھر ذات</w:t>
      </w:r>
      <w:r w:rsidR="000C56D5" w:rsidRPr="000C56D5">
        <w:rPr>
          <w:rtl/>
        </w:rPr>
        <w:t xml:space="preserve"> ہیں </w:t>
      </w:r>
      <w:r>
        <w:rPr>
          <w:rtl/>
        </w:rPr>
        <w:t>مطلب واضح اور روشن</w:t>
      </w:r>
      <w:r w:rsidR="002549D7" w:rsidRPr="002549D7">
        <w:rPr>
          <w:rtl/>
        </w:rPr>
        <w:t xml:space="preserve"> ہے۔ </w:t>
      </w:r>
      <w:r>
        <w:rPr>
          <w:rtl/>
        </w:rPr>
        <w:t xml:space="preserve">کہ </w:t>
      </w:r>
      <w:r w:rsidR="000C56D5" w:rsidRPr="000C56D5">
        <w:rPr>
          <w:rtl/>
        </w:rPr>
        <w:t>ایک</w:t>
      </w:r>
      <w:r>
        <w:rPr>
          <w:rtl/>
        </w:rPr>
        <w:t xml:space="preserve"> </w:t>
      </w:r>
      <w:r w:rsidR="008828D8" w:rsidRPr="008828D8">
        <w:rPr>
          <w:rtl/>
        </w:rPr>
        <w:t>عظیم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دعا مانگتے وقت واسطہ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عظیم</w:t>
      </w:r>
      <w:r w:rsidR="002549D7" w:rsidRPr="002549D7">
        <w:rPr>
          <w:rtl/>
        </w:rPr>
        <w:t xml:space="preserve"> ہی</w:t>
      </w:r>
      <w:r w:rsidR="008828D8" w:rsidRPr="008828D8">
        <w:rPr>
          <w:rtl/>
        </w:rPr>
        <w:t xml:space="preserve"> ہونا </w:t>
      </w:r>
      <w:r>
        <w:rPr>
          <w:rtl/>
        </w:rPr>
        <w:t xml:space="preserve">چاہئے۔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وَمُلْکِکَ القَد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مُ</w:t>
      </w:r>
      <w:r w:rsidRPr="00031FA0">
        <w:rPr>
          <w:rStyle w:val="libAlaemChar"/>
          <w:rFonts w:hint="cs"/>
          <w:rtl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تجھے </w:t>
      </w:r>
      <w:r w:rsidR="00025F9A" w:rsidRPr="00025F9A">
        <w:rPr>
          <w:rtl/>
        </w:rPr>
        <w:t>تیری</w:t>
      </w:r>
      <w:r>
        <w:rPr>
          <w:rtl/>
        </w:rPr>
        <w:t xml:space="preserve"> </w:t>
      </w:r>
      <w:r w:rsidR="00025F9A" w:rsidRPr="00025F9A">
        <w:rPr>
          <w:rtl/>
        </w:rPr>
        <w:t>قدیم</w:t>
      </w:r>
      <w:r>
        <w:rPr>
          <w:rtl/>
        </w:rPr>
        <w:t xml:space="preserve"> مملکت کا واسطہ</w:t>
      </w:r>
      <w:r w:rsidR="00824A76" w:rsidRPr="00824A76">
        <w:rPr>
          <w:rtl/>
        </w:rPr>
        <w:t xml:space="preserve"> ہے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واضح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کہ ملک اور مملکت افعال خداوند کے مظھر</w:t>
      </w:r>
      <w:r w:rsidR="000C56D5" w:rsidRPr="000C56D5">
        <w:rPr>
          <w:rtl/>
        </w:rPr>
        <w:t xml:space="preserve"> ہیں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پور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کائنات آئمہ / کے صدقہ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خلق</w:t>
      </w:r>
      <w:r w:rsidR="00DE4B57" w:rsidRPr="00DE4B57">
        <w:rPr>
          <w:rtl/>
        </w:rPr>
        <w:t xml:space="preserve"> ہوئی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025F9A" w:rsidRPr="00025F9A">
        <w:rPr>
          <w:rtl/>
        </w:rPr>
        <w:t>قدیم</w:t>
      </w:r>
      <w:r w:rsidR="0042080E">
        <w:rPr>
          <w:rtl/>
        </w:rPr>
        <w:t xml:space="preserve"> اور نا قابل </w:t>
      </w:r>
      <w:r w:rsidR="00025F9A" w:rsidRPr="00025F9A">
        <w:rPr>
          <w:rtl/>
        </w:rPr>
        <w:t>تغیر</w:t>
      </w:r>
      <w:r w:rsidR="0042080E">
        <w:rPr>
          <w:rtl/>
        </w:rPr>
        <w:t xml:space="preserve"> </w:t>
      </w:r>
      <w:r w:rsidR="00025F9A" w:rsidRPr="00025F9A">
        <w:rPr>
          <w:rtl/>
        </w:rPr>
        <w:t>بادشاہیت</w:t>
      </w:r>
      <w:r w:rsidR="0042080E">
        <w:rPr>
          <w:rtl/>
        </w:rPr>
        <w:t xml:space="preserve"> کا واسطہ،اُس </w:t>
      </w:r>
      <w:r w:rsidR="00025F9A" w:rsidRPr="00025F9A">
        <w:rPr>
          <w:rtl/>
        </w:rPr>
        <w:t>بادشاہیت</w:t>
      </w:r>
      <w:r w:rsidR="0042080E">
        <w:rPr>
          <w:rtl/>
        </w:rPr>
        <w:t xml:space="preserve"> کا جو </w:t>
      </w:r>
      <w:r w:rsidR="00025F9A" w:rsidRPr="00025F9A">
        <w:rPr>
          <w:rtl/>
        </w:rPr>
        <w:t>تیری</w:t>
      </w:r>
      <w:r w:rsidR="0042080E">
        <w:rPr>
          <w:rtl/>
        </w:rPr>
        <w:t xml:space="preserve"> ذات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طرح </w:t>
      </w:r>
      <w:r w:rsidR="00025F9A" w:rsidRPr="00025F9A">
        <w:rPr>
          <w:rtl/>
        </w:rPr>
        <w:t>قدیم</w:t>
      </w:r>
      <w:r w:rsidR="0042080E">
        <w:rPr>
          <w:rtl/>
        </w:rPr>
        <w:t xml:space="preserve"> اور جس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تجھ سے جدائ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ممکن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ح</w:t>
      </w:r>
      <w:r w:rsidR="0042080E" w:rsidRPr="00077CE3">
        <w:rPr>
          <w:rStyle w:val="libArabicChar"/>
          <w:rFonts w:hint="cs"/>
          <w:rtl/>
        </w:rPr>
        <w:t>یّ</w:t>
      </w:r>
      <w:r w:rsidR="0042080E" w:rsidRPr="00077CE3">
        <w:rPr>
          <w:rStyle w:val="libArabicChar"/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ق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ّوم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زندہ جاودان کہ جس کا مرنا محال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اے </w:t>
      </w:r>
      <w:r w:rsidR="00025F9A" w:rsidRPr="00025F9A">
        <w:rPr>
          <w:rtl/>
        </w:rPr>
        <w:t>ہمیش</w:t>
      </w:r>
      <w:r>
        <w:rPr>
          <w:rtl/>
        </w:rPr>
        <w:t>ہ</w:t>
      </w:r>
      <w:r w:rsidR="00025F9A" w:rsidRPr="00025F9A">
        <w:rPr>
          <w:rtl/>
        </w:rPr>
        <w:t xml:space="preserve"> رہنے </w:t>
      </w:r>
      <w:r>
        <w:rPr>
          <w:rtl/>
        </w:rPr>
        <w:t xml:space="preserve">والے کہ جس کا زوال ممکن </w:t>
      </w:r>
      <w:r w:rsidR="002025F2" w:rsidRPr="002025F2">
        <w:rPr>
          <w:rtl/>
        </w:rPr>
        <w:t>نہیں</w:t>
      </w:r>
      <w:r w:rsidR="002549D7" w:rsidRPr="002549D7">
        <w:rPr>
          <w:rtl/>
        </w:rPr>
        <w:t xml:space="preserve"> ہے۔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اسماء حسن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خداوند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</w:t>
      </w:r>
      <w:r w:rsidR="000C56D5" w:rsidRPr="000C56D5">
        <w:rPr>
          <w:rtl/>
        </w:rPr>
        <w:t xml:space="preserve"> ہیں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تبارک و تعال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 فقط زندہ تھا اور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گا بلکہ اس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موت محال</w:t>
      </w:r>
      <w:r w:rsidR="00824A76" w:rsidRPr="00824A76">
        <w:rPr>
          <w:rtl/>
        </w:rPr>
        <w:t xml:space="preserve"> ہے </w:t>
      </w:r>
      <w:r w:rsidRPr="00C537D2">
        <w:rPr>
          <w:rtl/>
        </w:rPr>
        <w:t>وہی</w:t>
      </w:r>
      <w:r w:rsidR="0042080E">
        <w:rPr>
          <w:rtl/>
        </w:rPr>
        <w:t xml:space="preserve"> </w:t>
      </w:r>
      <w:r w:rsidR="00720096" w:rsidRPr="00720096">
        <w:rPr>
          <w:rtl/>
        </w:rPr>
        <w:t>حیات</w:t>
      </w:r>
      <w:r w:rsidR="0042080E">
        <w:rPr>
          <w:rtl/>
        </w:rPr>
        <w:t xml:space="preserve">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>ے والا بھ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اور </w:t>
      </w:r>
      <w:r w:rsidRPr="00C537D2">
        <w:rPr>
          <w:rtl/>
        </w:rPr>
        <w:t>وہی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جو عدم سے وجود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ل</w:t>
      </w:r>
      <w:r w:rsidR="007D2A2F">
        <w:rPr>
          <w:rtl/>
        </w:rPr>
        <w:t>یک</w:t>
      </w:r>
      <w:r w:rsidR="0042080E">
        <w:rPr>
          <w:rtl/>
        </w:rPr>
        <w:t>ر آتا</w:t>
      </w:r>
      <w:r w:rsidR="002549D7" w:rsidRPr="002549D7">
        <w:rPr>
          <w:rtl/>
        </w:rPr>
        <w:t xml:space="preserve"> ہے۔ </w:t>
      </w:r>
      <w:r w:rsidR="0042080E">
        <w:rPr>
          <w:rtl/>
        </w:rPr>
        <w:t>مردہ کو زندہ کرتا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بعض مخلوقات تو بار بار موت و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مزا چکھت</w:t>
      </w:r>
      <w:r w:rsidR="0042080E"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کہ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</w:t>
      </w:r>
      <w:r w:rsidR="004617D9" w:rsidRPr="004617D9">
        <w:rPr>
          <w:rtl/>
        </w:rPr>
        <w:t>شریفہ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 xml:space="preserve">بیان ہوا </w:t>
      </w:r>
      <w:r w:rsidR="002549D7" w:rsidRPr="002549D7">
        <w:rPr>
          <w:rtl/>
        </w:rPr>
        <w:t xml:space="preserve">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اذ قال ابرا</w:t>
      </w:r>
      <w:r w:rsidRPr="00031FA0">
        <w:rPr>
          <w:rStyle w:val="libAieChar"/>
          <w:rFonts w:hint="cs"/>
          <w:rtl/>
        </w:rPr>
        <w:t>هي</w:t>
      </w:r>
      <w:r w:rsidR="0042080E" w:rsidRPr="00031FA0">
        <w:rPr>
          <w:rStyle w:val="libAieChar"/>
          <w:rFonts w:hint="cs"/>
          <w:rtl/>
        </w:rPr>
        <w:t>م ربّ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30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C1070F" w:rsidRPr="00C1070F">
        <w:rPr>
          <w:rtl/>
        </w:rPr>
        <w:t>ابراہیم</w:t>
      </w:r>
      <w:r>
        <w:rPr>
          <w:rtl/>
        </w:rPr>
        <w:t xml:space="preserve"> نے</w:t>
      </w:r>
      <w:r w:rsidR="008828D8" w:rsidRPr="008828D8">
        <w:rPr>
          <w:rtl/>
        </w:rPr>
        <w:t xml:space="preserve"> یہ </w:t>
      </w:r>
      <w:r w:rsidR="007844F9" w:rsidRPr="007844F9">
        <w:rPr>
          <w:rtl/>
        </w:rPr>
        <w:t>کہا</w:t>
      </w:r>
      <w:r>
        <w:rPr>
          <w:rtl/>
        </w:rPr>
        <w:t xml:space="preserve"> کہ </w:t>
      </w:r>
      <w:r w:rsidR="00C1070F" w:rsidRPr="00C1070F">
        <w:rPr>
          <w:rtl/>
        </w:rPr>
        <w:t>میرا</w:t>
      </w:r>
      <w:r>
        <w:rPr>
          <w:rtl/>
        </w:rPr>
        <w:t xml:space="preserve"> پروردگار زندہ بھ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824A76" w:rsidRPr="00824A76">
        <w:rPr>
          <w:rtl/>
        </w:rPr>
        <w:t xml:space="preserve"> ہے </w:t>
      </w:r>
      <w:r>
        <w:rPr>
          <w:rtl/>
        </w:rPr>
        <w:t>اور مارتا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 واللّٰ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بما تعملون بص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31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اللہ</w:t>
      </w:r>
      <w:r w:rsidR="002549D7" w:rsidRPr="002549D7">
        <w:rPr>
          <w:rtl/>
        </w:rPr>
        <w:t xml:space="preserve"> ہی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اور موت کا اخت</w:t>
      </w:r>
      <w:r w:rsidR="00720096" w:rsidRPr="00720096">
        <w:rPr>
          <w:rtl/>
        </w:rPr>
        <w:t>یار</w:t>
      </w:r>
      <w:r>
        <w:rPr>
          <w:rtl/>
        </w:rPr>
        <w:t xml:space="preserve"> رکھتا</w:t>
      </w:r>
      <w:r w:rsidR="00824A76" w:rsidRPr="00824A76">
        <w:rPr>
          <w:rtl/>
        </w:rPr>
        <w:t xml:space="preserve"> ہے </w:t>
      </w:r>
      <w:r>
        <w:rPr>
          <w:rtl/>
        </w:rPr>
        <w:t>اور وہ تمھارے اعمال سے خوب باخبر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 و ال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 xml:space="preserve"> ترجعون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32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(اللہ)</w:t>
      </w:r>
      <w:r w:rsidR="002549D7" w:rsidRPr="002549D7">
        <w:rPr>
          <w:rtl/>
        </w:rPr>
        <w:t xml:space="preserve"> ہی </w:t>
      </w:r>
      <w:r w:rsidR="00824A76" w:rsidRPr="00824A76">
        <w:rPr>
          <w:rtl/>
        </w:rPr>
        <w:t xml:space="preserve">ہے </w:t>
      </w:r>
      <w:r>
        <w:rPr>
          <w:rtl/>
        </w:rPr>
        <w:t>جو زندگ</w:t>
      </w:r>
      <w:r>
        <w:rPr>
          <w:rFonts w:hint="cs"/>
          <w:rtl/>
        </w:rPr>
        <w:t>ی</w:t>
      </w:r>
      <w:r>
        <w:rPr>
          <w:rtl/>
        </w:rPr>
        <w:t xml:space="preserve"> اور موت عطا کرتا</w:t>
      </w:r>
      <w:r w:rsidR="00824A76" w:rsidRPr="00824A76">
        <w:rPr>
          <w:rtl/>
        </w:rPr>
        <w:t xml:space="preserve"> ہے </w:t>
      </w:r>
      <w:r>
        <w:rPr>
          <w:rtl/>
        </w:rPr>
        <w:t>اور سب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کر جانا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خرج ا لم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 من الح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حي الارض بعد موت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ا</w:t>
      </w:r>
      <w:r w:rsidRPr="00031FA0">
        <w:rPr>
          <w:rStyle w:val="libAlaemChar"/>
          <w:rFonts w:hint="cs"/>
          <w:rtl/>
        </w:rPr>
        <w:t>)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="0042080E" w:rsidRPr="001100FA">
        <w:rPr>
          <w:rStyle w:val="libFootnotenumChar"/>
          <w:rFonts w:hint="cs"/>
          <w:rtl/>
        </w:rPr>
        <w:t>33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سے موت ک</w:t>
      </w:r>
      <w:r>
        <w:rPr>
          <w:rFonts w:hint="cs"/>
          <w:rtl/>
        </w:rPr>
        <w:t>ی</w:t>
      </w:r>
      <w:r>
        <w:rPr>
          <w:rtl/>
        </w:rPr>
        <w:t xml:space="preserve"> جانب لے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4617D9" w:rsidRPr="004617D9">
        <w:rPr>
          <w:rtl/>
        </w:rPr>
        <w:t>زمین</w:t>
      </w:r>
      <w:r>
        <w:rPr>
          <w:rtl/>
        </w:rPr>
        <w:t xml:space="preserve"> کو مرنے کے بعد دوبارہ زندہ کرتا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C1070F" w:rsidRPr="00C1070F">
        <w:rPr>
          <w:rtl/>
        </w:rPr>
        <w:t>قیوم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37D2" w:rsidRPr="00C537D2">
        <w:rPr>
          <w:rtl/>
        </w:rPr>
        <w:t>ایسی</w:t>
      </w:r>
      <w:r>
        <w:rPr>
          <w:rtl/>
        </w:rPr>
        <w:t xml:space="preserve"> صفت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جوصرف خداوند متعال کے </w:t>
      </w:r>
      <w:r w:rsidR="008828D8" w:rsidRPr="008828D8">
        <w:rPr>
          <w:rtl/>
        </w:rPr>
        <w:t>لیئے</w:t>
      </w:r>
      <w:r>
        <w:rPr>
          <w:rtl/>
        </w:rPr>
        <w:t xml:space="preserve"> مخصوص</w:t>
      </w:r>
      <w:r w:rsidR="00824A76" w:rsidRPr="00824A76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1070F" w:rsidRPr="00C1070F">
        <w:rPr>
          <w:rtl/>
        </w:rPr>
        <w:t>قیومیت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1070F" w:rsidRPr="00C1070F">
        <w:rPr>
          <w:rtl/>
        </w:rPr>
        <w:t>شریک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سکتا۔لفظ </w:t>
      </w:r>
      <w:r w:rsidR="00C1070F" w:rsidRPr="00C1070F">
        <w:rPr>
          <w:rtl/>
        </w:rPr>
        <w:t>قیوم</w:t>
      </w:r>
      <w:r>
        <w:rPr>
          <w:rtl/>
        </w:rPr>
        <w:t xml:space="preserve"> قرآن </w:t>
      </w:r>
      <w:r w:rsidR="00C1070F" w:rsidRPr="00C1070F">
        <w:rPr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C1070F" w:rsidRPr="00C1070F">
        <w:rPr>
          <w:rtl/>
        </w:rPr>
        <w:t>تین</w:t>
      </w:r>
      <w:r>
        <w:rPr>
          <w:rtl/>
        </w:rPr>
        <w:t xml:space="preserve"> مرتبہ استعمال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اور </w:t>
      </w:r>
      <w:r w:rsidR="00C1070F" w:rsidRPr="00C1070F">
        <w:rPr>
          <w:rtl/>
        </w:rPr>
        <w:t>تین</w:t>
      </w:r>
      <w:r>
        <w:rPr>
          <w:rtl/>
        </w:rPr>
        <w:t>وں مرتبہ صفت ح</w:t>
      </w:r>
      <w:r>
        <w:rPr>
          <w:rFonts w:hint="cs"/>
          <w:rtl/>
        </w:rPr>
        <w:t>یّ</w:t>
      </w:r>
      <w:r>
        <w:rPr>
          <w:rtl/>
        </w:rPr>
        <w:t xml:space="preserve"> کے ساتھ وارد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077CE3">
        <w:rPr>
          <w:rStyle w:val="libAieChar"/>
          <w:rtl/>
        </w:rPr>
        <w:t>اللّ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الّا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الق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وّم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34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وہ </w:t>
      </w:r>
      <w:r w:rsidR="00025F9A" w:rsidRPr="00025F9A">
        <w:rPr>
          <w:rtl/>
        </w:rPr>
        <w:t>ہمیش</w:t>
      </w:r>
      <w:r>
        <w:rPr>
          <w:rtl/>
        </w:rPr>
        <w:t>ہ زندہ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 w:rsidR="00C1070F" w:rsidRPr="00C1070F">
        <w:rPr>
          <w:rtl/>
        </w:rPr>
        <w:t>طفیل</w:t>
      </w:r>
      <w:r>
        <w:rPr>
          <w:rtl/>
        </w:rPr>
        <w:t xml:space="preserve"> قائم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وعنت الوجو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للح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الق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وّم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35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دن سارے چھرے خدائے ح</w:t>
      </w:r>
      <w:r>
        <w:rPr>
          <w:rFonts w:hint="cs"/>
          <w:rtl/>
        </w:rPr>
        <w:t>یّ</w:t>
      </w:r>
      <w:r>
        <w:rPr>
          <w:rtl/>
        </w:rPr>
        <w:t xml:space="preserve"> اور </w:t>
      </w:r>
      <w:r w:rsidR="00C1070F" w:rsidRPr="00C1070F">
        <w:rPr>
          <w:rtl/>
        </w:rPr>
        <w:t>قیوم</w:t>
      </w:r>
      <w:r>
        <w:rPr>
          <w:rtl/>
        </w:rPr>
        <w:t xml:space="preserve"> کے سامنے جھکے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نگے۔ </w:t>
      </w:r>
    </w:p>
    <w:p w:rsidR="0042080E" w:rsidRDefault="003E5538" w:rsidP="0042080E">
      <w:pPr>
        <w:pStyle w:val="libNormal"/>
        <w:rPr>
          <w:rtl/>
        </w:rPr>
      </w:pPr>
      <w:r w:rsidRPr="003E5538">
        <w:rPr>
          <w:rFonts w:hint="eastAsia"/>
          <w:rtl/>
        </w:rPr>
        <w:t>شاید</w:t>
      </w:r>
      <w:r w:rsidR="0042080E">
        <w:rPr>
          <w:rtl/>
        </w:rPr>
        <w:t xml:space="preserve"> </w:t>
      </w:r>
      <w:r w:rsidR="00720096" w:rsidRPr="00720096">
        <w:rPr>
          <w:rtl/>
        </w:rPr>
        <w:t>یہی</w:t>
      </w:r>
      <w:r w:rsidR="0042080E">
        <w:rPr>
          <w:rtl/>
        </w:rPr>
        <w:t xml:space="preserve"> وجہ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اس دعا ئے </w:t>
      </w:r>
      <w:r w:rsidR="004617D9" w:rsidRPr="004617D9">
        <w:rPr>
          <w:rtl/>
        </w:rPr>
        <w:t>شریفہ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لفظ </w:t>
      </w:r>
      <w:r w:rsidR="00C1070F" w:rsidRPr="00C1070F">
        <w:rPr>
          <w:rtl/>
        </w:rPr>
        <w:t>قیوم</w:t>
      </w:r>
      <w:r w:rsidR="0042080E">
        <w:rPr>
          <w:rtl/>
        </w:rPr>
        <w:t xml:space="preserve"> ح</w:t>
      </w:r>
      <w:r w:rsidR="0042080E">
        <w:rPr>
          <w:rFonts w:hint="cs"/>
          <w:rtl/>
        </w:rPr>
        <w:t>یّ</w:t>
      </w:r>
      <w:r w:rsidR="0042080E">
        <w:rPr>
          <w:rtl/>
        </w:rPr>
        <w:t xml:space="preserve"> کے ساتھ آ</w:t>
      </w:r>
      <w:r w:rsidR="00B06535" w:rsidRPr="00B06535">
        <w:rPr>
          <w:rtl/>
        </w:rPr>
        <w:t>یا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اور خداوند عالم کو ان دو اسماء اعظم کا واسطہ </w:t>
      </w:r>
      <w:r w:rsidR="00720096" w:rsidRPr="00720096">
        <w:rPr>
          <w:rtl/>
        </w:rPr>
        <w:t xml:space="preserve">دیا جارہا </w:t>
      </w:r>
      <w:r w:rsidR="002549D7" w:rsidRPr="002549D7">
        <w:rPr>
          <w:rtl/>
        </w:rPr>
        <w:t xml:space="preserve">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اس</w:t>
      </w:r>
      <w:r w:rsidR="00296C60">
        <w:rPr>
          <w:rStyle w:val="libArabicChar"/>
          <w:rtl/>
        </w:rPr>
        <w:t>ا</w:t>
      </w:r>
      <w:r w:rsidR="0042080E" w:rsidRPr="00077CE3">
        <w:rPr>
          <w:rStyle w:val="libArabicChar"/>
          <w:rFonts w:hint="eastAsia"/>
          <w:rtl/>
        </w:rPr>
        <w:t>لُکَ</w:t>
      </w:r>
      <w:r w:rsidR="0042080E" w:rsidRPr="00077CE3">
        <w:rPr>
          <w:rStyle w:val="libArabicChar"/>
          <w:rtl/>
        </w:rPr>
        <w:t xml:space="preserve"> بِاسْمِکَ الَذّ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اَشّرَقْتَ بِ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السَمٰواتِ وال</w:t>
      </w:r>
      <w:r w:rsidR="00296C60">
        <w:rPr>
          <w:rStyle w:val="libArabicChar"/>
          <w:rFonts w:hint="cs"/>
          <w:rtl/>
        </w:rPr>
        <w:t>ا</w:t>
      </w:r>
      <w:r w:rsidR="0042080E" w:rsidRPr="00077CE3">
        <w:rPr>
          <w:rStyle w:val="libArabicChar"/>
          <w:rFonts w:hint="eastAsia"/>
          <w:rtl/>
        </w:rPr>
        <w:t>رْضُونَ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کرتا</w:t>
      </w:r>
      <w:r w:rsidR="00437CD4" w:rsidRPr="00437CD4">
        <w:rPr>
          <w:rtl/>
        </w:rPr>
        <w:t xml:space="preserve"> ہوں </w:t>
      </w:r>
      <w:r w:rsidR="00C1070F" w:rsidRPr="00C1070F">
        <w:rPr>
          <w:rtl/>
        </w:rPr>
        <w:t>تیرے</w:t>
      </w:r>
      <w:r>
        <w:rPr>
          <w:rtl/>
        </w:rPr>
        <w:t xml:space="preserve"> اس نام کے صدقے </w:t>
      </w:r>
      <w:r w:rsidR="007D2A2F">
        <w:rPr>
          <w:rtl/>
        </w:rPr>
        <w:t xml:space="preserve">میں </w:t>
      </w:r>
      <w:r>
        <w:rPr>
          <w:rtl/>
        </w:rPr>
        <w:t xml:space="preserve"> کہ جو آسمانوں اور </w:t>
      </w:r>
      <w:r w:rsidR="004617D9" w:rsidRPr="004617D9">
        <w:rPr>
          <w:rtl/>
        </w:rPr>
        <w:t>زمین</w:t>
      </w:r>
      <w:r>
        <w:rPr>
          <w:rtl/>
        </w:rPr>
        <w:t>وں کو منور کرتا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 </w:t>
      </w:r>
      <w:r>
        <w:rPr>
          <w:rtl/>
        </w:rPr>
        <w:t>اس نام سے مراد باعث خلقت عالم نور پاک حضرت رسوال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سلم)ھوں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</w:t>
      </w:r>
      <w:r w:rsidR="00C1070F" w:rsidRPr="00C1070F">
        <w:rPr>
          <w:rtl/>
        </w:rPr>
        <w:t>حدیث</w:t>
      </w:r>
      <w:r>
        <w:rPr>
          <w:rtl/>
        </w:rPr>
        <w:t xml:space="preserve"> ”لولاک“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 xml:space="preserve">بیان ہوا </w:t>
      </w:r>
      <w:r w:rsidR="002549D7" w:rsidRPr="002549D7">
        <w:rPr>
          <w:rtl/>
        </w:rPr>
        <w:t xml:space="preserve">ہے۔ </w:t>
      </w:r>
      <w:r>
        <w:rPr>
          <w:rtl/>
        </w:rPr>
        <w:t>خداوند متعال فرماتا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077CE3">
      <w:pPr>
        <w:pStyle w:val="libNormal"/>
        <w:rPr>
          <w:rtl/>
        </w:rPr>
      </w:pP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</w:t>
      </w:r>
      <w:r w:rsidR="0042080E" w:rsidRPr="00077CE3">
        <w:rPr>
          <w:rStyle w:val="libArabicChar"/>
          <w:rtl/>
        </w:rPr>
        <w:t xml:space="preserve"> احمدُ لَوْلاکَ لَما خَلَقْتَ الا فلاک </w:t>
      </w:r>
      <w:r w:rsidR="0042080E" w:rsidRPr="00077CE3">
        <w:rPr>
          <w:rStyle w:val="libArabicChar"/>
          <w:rFonts w:hint="eastAsia"/>
          <w:rtl/>
        </w:rPr>
        <w:t>و</w:t>
      </w:r>
      <w:r w:rsidR="0042080E" w:rsidRPr="00077CE3">
        <w:rPr>
          <w:rStyle w:val="libArabicChar"/>
          <w:rtl/>
        </w:rPr>
        <w:t xml:space="preserve"> لولا عل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لما خلقتک ولولا فاطم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لما خلقتکما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36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C1070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سلم)اگر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سلم)نہ</w:t>
      </w:r>
      <w:r w:rsidR="00272FF7" w:rsidRPr="00272FF7">
        <w:rPr>
          <w:rtl/>
        </w:rPr>
        <w:t xml:space="preserve"> ہو</w:t>
      </w:r>
      <w:r>
        <w:rPr>
          <w:rtl/>
        </w:rPr>
        <w:t>تے تو</w:t>
      </w:r>
      <w:r w:rsidR="00C1070F">
        <w:rPr>
          <w:rFonts w:hint="cs"/>
          <w:rtl/>
        </w:rPr>
        <w:t>ہ</w:t>
      </w:r>
      <w:r>
        <w:rPr>
          <w:rtl/>
        </w:rPr>
        <w:t>ر گز اس کائنات کو خلق نہ کرتا اور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تے </w:t>
      </w:r>
      <w:r w:rsidR="00C1070F" w:rsidRPr="00C1070F">
        <w:rPr>
          <w:rtl/>
        </w:rPr>
        <w:t>توہر</w:t>
      </w:r>
      <w:r>
        <w:rPr>
          <w:rtl/>
        </w:rPr>
        <w:t xml:space="preserve"> گز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سلم)کو خلق نہ کرتا اور اگر فاطمہ سلام اللہ </w:t>
      </w:r>
      <w:r w:rsidR="008828D8" w:rsidRPr="008828D8">
        <w:rPr>
          <w:rtl/>
        </w:rPr>
        <w:t>علیھا</w:t>
      </w:r>
      <w:r>
        <w:rPr>
          <w:rtl/>
        </w:rPr>
        <w:t xml:space="preserve"> نہ</w:t>
      </w:r>
      <w:r w:rsidR="00272FF7" w:rsidRPr="00272FF7">
        <w:rPr>
          <w:rtl/>
        </w:rPr>
        <w:t xml:space="preserve"> </w:t>
      </w:r>
      <w:r w:rsidR="00C1070F" w:rsidRPr="00C1070F">
        <w:rPr>
          <w:rtl/>
        </w:rPr>
        <w:t>ہوتیں</w:t>
      </w:r>
      <w:r>
        <w:rPr>
          <w:rtl/>
        </w:rPr>
        <w:t xml:space="preserve"> </w:t>
      </w:r>
      <w:r w:rsidR="00C1070F" w:rsidRPr="00C1070F">
        <w:rPr>
          <w:rtl/>
        </w:rPr>
        <w:t>توہر</w:t>
      </w:r>
      <w:r>
        <w:rPr>
          <w:rtl/>
        </w:rPr>
        <w:t xml:space="preserve">گز آپ دونوں کو </w:t>
      </w:r>
      <w:r>
        <w:rPr>
          <w:rFonts w:hint="eastAsia"/>
          <w:rtl/>
        </w:rPr>
        <w:t>خلق</w:t>
      </w:r>
      <w:r>
        <w:rPr>
          <w:rtl/>
        </w:rPr>
        <w:t xml:space="preserve"> نہ کرتا۔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سے مراد نور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549D7" w:rsidRPr="002549D7">
        <w:rPr>
          <w:rtl/>
        </w:rPr>
        <w:t xml:space="preserve"> ہو </w:t>
      </w:r>
      <w:r w:rsidR="008828D8" w:rsidRPr="008828D8">
        <w:rPr>
          <w:rtl/>
        </w:rPr>
        <w:t>جیسے</w:t>
      </w:r>
      <w:r>
        <w:rPr>
          <w:rtl/>
        </w:rPr>
        <w:t xml:space="preserve"> کلام </w:t>
      </w:r>
      <w:r w:rsidR="00C1070F" w:rsidRPr="00C1070F">
        <w:rPr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ارشاد</w:t>
      </w:r>
      <w:r w:rsidR="008828D8" w:rsidRPr="008828D8">
        <w:rPr>
          <w:rtl/>
        </w:rPr>
        <w:t xml:space="preserve"> ہوتا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="0042080E" w:rsidRPr="00077CE3">
        <w:rPr>
          <w:rStyle w:val="libAieChar"/>
          <w:rtl/>
        </w:rPr>
        <w:t>اشرقت الارض بنور رب</w:t>
      </w:r>
      <w:r w:rsidRPr="00031FA0">
        <w:rPr>
          <w:rStyle w:val="libAieChar"/>
          <w:rFonts w:hint="cs"/>
          <w:rtl/>
        </w:rPr>
        <w:t>ه</w:t>
      </w:r>
      <w:r w:rsidR="0042080E" w:rsidRPr="00077CE3">
        <w:rPr>
          <w:rStyle w:val="libAieChar"/>
          <w:rtl/>
        </w:rPr>
        <w:t>ا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37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t>زمین</w:t>
      </w:r>
      <w:r w:rsidR="0042080E">
        <w:rPr>
          <w:rtl/>
        </w:rPr>
        <w:t xml:space="preserve"> اپنے رب کے نور سے جگمگا اٹھے 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کے </w:t>
      </w:r>
      <w:r w:rsidR="00C1070F" w:rsidRPr="00C1070F">
        <w:rPr>
          <w:rtl/>
        </w:rPr>
        <w:t>ذیل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اذ</w:t>
      </w:r>
      <w:r w:rsidRPr="00077CE3">
        <w:rPr>
          <w:rStyle w:val="libArabicChar"/>
          <w:rtl/>
        </w:rPr>
        <w:t xml:space="preserve"> ا قام قائمنا اشرقت الارض بنور ربّ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او استغن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العباد عن ضوء الشمس ونور القمر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38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 w:rsidR="002549D7" w:rsidRPr="002549D7">
        <w:rPr>
          <w:rtl/>
        </w:rPr>
        <w:t>ہمارے</w:t>
      </w:r>
      <w:r>
        <w:rPr>
          <w:rtl/>
        </w:rPr>
        <w:t xml:space="preserve"> قائم = ق</w:t>
      </w:r>
      <w:r w:rsidR="00B06535" w:rsidRPr="00B06535">
        <w:rPr>
          <w:rtl/>
        </w:rPr>
        <w:t>یا</w:t>
      </w:r>
      <w:r>
        <w:rPr>
          <w:rtl/>
        </w:rPr>
        <w:t xml:space="preserve">م </w:t>
      </w:r>
      <w:r w:rsidR="00025F9A" w:rsidRPr="00025F9A">
        <w:rPr>
          <w:rtl/>
        </w:rPr>
        <w:t>کریں</w:t>
      </w:r>
      <w:r>
        <w:rPr>
          <w:rtl/>
        </w:rPr>
        <w:t xml:space="preserve"> گے تو </w:t>
      </w:r>
      <w:r w:rsidR="004617D9" w:rsidRPr="004617D9">
        <w:rPr>
          <w:rtl/>
        </w:rPr>
        <w:t>زمین</w:t>
      </w:r>
      <w:r>
        <w:rPr>
          <w:rtl/>
        </w:rPr>
        <w:t xml:space="preserve"> پروردگار عالم کے نور سے روشن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لوگ سورج اور چاند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 w:rsidR="00B06535" w:rsidRPr="00B06535">
        <w:rPr>
          <w:rtl/>
        </w:rPr>
        <w:t>یا</w:t>
      </w:r>
      <w:r>
        <w:rPr>
          <w:rtl/>
        </w:rPr>
        <w:t xml:space="preserve">ز </w:t>
      </w:r>
      <w:r w:rsidR="00C1070F" w:rsidRPr="00C1070F">
        <w:rPr>
          <w:rtl/>
        </w:rPr>
        <w:t xml:space="preserve">ہوجائیں </w:t>
      </w:r>
      <w:r>
        <w:rPr>
          <w:rtl/>
        </w:rPr>
        <w:t xml:space="preserve">گے۔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rabicChar"/>
          <w:rtl/>
        </w:rPr>
        <w:t>و باسمک الذّ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صلح ب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الاوّلون ولآخرون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C1070F" w:rsidRPr="00C1070F">
        <w:rPr>
          <w:rtl/>
        </w:rPr>
        <w:t>تیرے</w:t>
      </w:r>
      <w:r>
        <w:rPr>
          <w:rtl/>
        </w:rPr>
        <w:t xml:space="preserve"> اس نام کا واسطہ جس سے اگلوں اور پچھلوں نے بھلائ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واضح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C537D2" w:rsidRPr="00C537D2">
        <w:rPr>
          <w:rtl/>
        </w:rPr>
        <w:t>یہاں</w:t>
      </w:r>
      <w:r>
        <w:rPr>
          <w:rtl/>
        </w:rPr>
        <w:t xml:space="preserve"> پر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ثناء کے ساتھ ساتھ اس</w:t>
      </w:r>
      <w:r>
        <w:rPr>
          <w:rFonts w:hint="cs"/>
          <w:rtl/>
        </w:rPr>
        <w:t>ی</w:t>
      </w:r>
      <w:r>
        <w:rPr>
          <w:rtl/>
        </w:rPr>
        <w:t xml:space="preserve"> نام کو بھ</w:t>
      </w:r>
      <w:r>
        <w:rPr>
          <w:rFonts w:hint="cs"/>
          <w:rtl/>
        </w:rPr>
        <w:t>ی</w:t>
      </w:r>
      <w:r>
        <w:rPr>
          <w:rtl/>
        </w:rPr>
        <w:t xml:space="preserve"> واسطہ قرار </w:t>
      </w:r>
      <w:r w:rsidR="00720096" w:rsidRPr="00720096">
        <w:rPr>
          <w:rtl/>
        </w:rPr>
        <w:t xml:space="preserve">دیا جارہا </w:t>
      </w:r>
      <w:r w:rsidR="00824A76" w:rsidRPr="00824A76">
        <w:rPr>
          <w:rtl/>
        </w:rPr>
        <w:t xml:space="preserve">ہے </w:t>
      </w:r>
      <w:r>
        <w:rPr>
          <w:rtl/>
        </w:rPr>
        <w:t>ممکن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یہاں</w:t>
      </w:r>
      <w:r>
        <w:rPr>
          <w:rtl/>
        </w:rPr>
        <w:t xml:space="preserve"> خداوند کے</w:t>
      </w:r>
      <w:r w:rsidR="00824A76" w:rsidRPr="00824A76">
        <w:rPr>
          <w:rtl/>
        </w:rPr>
        <w:t xml:space="preserve"> ہم </w:t>
      </w:r>
      <w:r>
        <w:rPr>
          <w:rtl/>
        </w:rPr>
        <w:t>مثال نہ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کو اشارے کے طور پر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272FF7" w:rsidRPr="00272FF7">
        <w:rPr>
          <w:rtl/>
        </w:rPr>
        <w:t>ہو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</w:t>
      </w:r>
      <w:r w:rsidR="00824A76" w:rsidRPr="00824A76">
        <w:rPr>
          <w:rtl/>
        </w:rPr>
        <w:t xml:space="preserve"> ہم </w:t>
      </w:r>
      <w:r>
        <w:rPr>
          <w:rtl/>
        </w:rPr>
        <w:t>نام اور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صفت اگلے اور پچھلوں </w:t>
      </w:r>
      <w:r w:rsidR="007D2A2F">
        <w:rPr>
          <w:rtl/>
        </w:rPr>
        <w:t xml:space="preserve">میں </w:t>
      </w:r>
      <w:r w:rsidR="00682800">
        <w:rPr>
          <w:rFonts w:hint="cs"/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مل سکتا</w:t>
      </w:r>
      <w:r w:rsidR="002549D7" w:rsidRPr="002549D7">
        <w:rPr>
          <w:rtl/>
        </w:rPr>
        <w:t xml:space="preserve"> ہو </w:t>
      </w:r>
      <w:r>
        <w:rPr>
          <w:rtl/>
        </w:rPr>
        <w:t>تو</w:t>
      </w:r>
      <w:r w:rsidR="008828D8" w:rsidRPr="008828D8">
        <w:rPr>
          <w:rtl/>
        </w:rPr>
        <w:t xml:space="preserve"> یہ </w:t>
      </w:r>
      <w:r w:rsidR="00682800" w:rsidRPr="00682800">
        <w:rPr>
          <w:rtl/>
        </w:rPr>
        <w:t>کیسے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اس کا</w:t>
      </w:r>
      <w:r w:rsidR="00824A76" w:rsidRPr="00824A76">
        <w:rPr>
          <w:rtl/>
        </w:rPr>
        <w:t xml:space="preserve"> ہم </w:t>
      </w:r>
      <w:r>
        <w:rPr>
          <w:rtl/>
        </w:rPr>
        <w:t>مثال</w:t>
      </w:r>
      <w:r w:rsidR="002549D7" w:rsidRPr="002549D7">
        <w:rPr>
          <w:rtl/>
        </w:rPr>
        <w:t xml:space="preserve"> ہو </w:t>
      </w:r>
      <w:r w:rsidR="008828D8" w:rsidRPr="008828D8">
        <w:rPr>
          <w:rtl/>
        </w:rPr>
        <w:t>جیسے</w:t>
      </w:r>
      <w:r>
        <w:rPr>
          <w:rtl/>
        </w:rPr>
        <w:t xml:space="preserve"> قرآن </w:t>
      </w:r>
      <w:r w:rsidR="00C1070F" w:rsidRPr="00C1070F">
        <w:rPr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ارشاد ربّ العزت</w:t>
      </w:r>
      <w:r w:rsidR="008828D8" w:rsidRPr="008828D8">
        <w:rPr>
          <w:rtl/>
        </w:rPr>
        <w:t xml:space="preserve"> ہوتا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س کمثل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ش</w:t>
      </w:r>
      <w:r w:rsidR="0042080E" w:rsidRPr="00077CE3">
        <w:rPr>
          <w:rStyle w:val="libAieChar"/>
          <w:rFonts w:hint="cs"/>
          <w:rtl/>
        </w:rPr>
        <w:t>یٴ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السم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ع البص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39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>اور وہ سب ک</w:t>
      </w:r>
      <w:r>
        <w:rPr>
          <w:rFonts w:hint="cs"/>
          <w:rtl/>
        </w:rPr>
        <w:t>ی</w:t>
      </w:r>
      <w:r>
        <w:rPr>
          <w:rtl/>
        </w:rPr>
        <w:t xml:space="preserve"> سننے اور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>
        <w:rPr>
          <w:rtl/>
        </w:rPr>
        <w:t xml:space="preserve"> کا </w:t>
      </w:r>
      <w:r w:rsidR="00682800" w:rsidRPr="00682800">
        <w:rPr>
          <w:rtl/>
        </w:rPr>
        <w:t>دیکھنے</w:t>
      </w:r>
      <w:r>
        <w:rPr>
          <w:rtl/>
        </w:rPr>
        <w:t xml:space="preserve"> والا</w:t>
      </w:r>
      <w:r w:rsidR="002549D7" w:rsidRPr="002549D7">
        <w:rPr>
          <w:rtl/>
        </w:rPr>
        <w:t xml:space="preserve"> ہے۔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مسئلہ </w:t>
      </w:r>
      <w:r w:rsidR="000C56D5" w:rsidRPr="000C56D5">
        <w:rPr>
          <w:rtl/>
        </w:rPr>
        <w:t>ایک</w:t>
      </w:r>
      <w:r>
        <w:rPr>
          <w:rtl/>
        </w:rPr>
        <w:t xml:space="preserve"> بن</w:t>
      </w:r>
      <w:r w:rsidR="00720096" w:rsidRPr="00720096">
        <w:rPr>
          <w:rtl/>
        </w:rPr>
        <w:t>یاد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رکھتا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720096" w:rsidRPr="00720096">
        <w:rPr>
          <w:rtl/>
        </w:rPr>
        <w:t>یہی</w:t>
      </w:r>
      <w:r>
        <w:rPr>
          <w:rtl/>
        </w:rPr>
        <w:t xml:space="preserve"> مقام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2549D7" w:rsidRPr="002549D7">
        <w:rPr>
          <w:rtl/>
        </w:rPr>
        <w:t xml:space="preserve"> جہاں </w:t>
      </w:r>
      <w:r>
        <w:rPr>
          <w:rtl/>
        </w:rPr>
        <w:t xml:space="preserve">پرانسان بھٹک کر خدائے </w:t>
      </w:r>
      <w:r w:rsidR="00682800" w:rsidRPr="00682800">
        <w:rPr>
          <w:rtl/>
        </w:rPr>
        <w:t>حقیقی</w:t>
      </w:r>
      <w:r>
        <w:rPr>
          <w:rtl/>
        </w:rPr>
        <w:t xml:space="preserve"> </w:t>
      </w:r>
      <w:r w:rsidR="00682800" w:rsidRPr="00682800">
        <w:rPr>
          <w:rtl/>
        </w:rPr>
        <w:t>لایزال</w:t>
      </w:r>
      <w:r>
        <w:rPr>
          <w:rtl/>
        </w:rPr>
        <w:t xml:space="preserve"> سے دور چلاجاتا</w:t>
      </w:r>
      <w:r w:rsidR="00824A76" w:rsidRPr="00824A76">
        <w:rPr>
          <w:rtl/>
        </w:rPr>
        <w:t xml:space="preserve"> ہے </w:t>
      </w:r>
      <w:r>
        <w:rPr>
          <w:rtl/>
        </w:rPr>
        <w:t>اور ما</w:t>
      </w:r>
      <w:r w:rsidR="00720096" w:rsidRPr="00720096">
        <w:rPr>
          <w:rtl/>
        </w:rPr>
        <w:t>دیا</w:t>
      </w:r>
      <w:r>
        <w:rPr>
          <w:rtl/>
        </w:rPr>
        <w:t xml:space="preserve">ت </w:t>
      </w:r>
      <w:r w:rsidR="007D2A2F">
        <w:rPr>
          <w:rtl/>
        </w:rPr>
        <w:t xml:space="preserve">میں </w:t>
      </w:r>
      <w:r>
        <w:rPr>
          <w:rtl/>
        </w:rPr>
        <w:t xml:space="preserve"> سے خدا بنا ب</w:t>
      </w:r>
      <w:r w:rsidR="00A900AD">
        <w:rPr>
          <w:rtl/>
        </w:rPr>
        <w:t>یٹ</w:t>
      </w:r>
      <w:r>
        <w:rPr>
          <w:rtl/>
        </w:rPr>
        <w:t>ھتا</w:t>
      </w:r>
      <w:r w:rsidR="00824A76" w:rsidRPr="00824A76">
        <w:rPr>
          <w:rtl/>
        </w:rPr>
        <w:t xml:space="preserve"> ہے </w:t>
      </w:r>
      <w:r>
        <w:rPr>
          <w:rtl/>
        </w:rPr>
        <w:t>جبکہ آ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7844F9">
        <w:rPr>
          <w:rFonts w:hint="cs"/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طور پر</w:t>
      </w:r>
      <w:r w:rsidR="00042197" w:rsidRPr="00042197">
        <w:rPr>
          <w:rtl/>
        </w:rPr>
        <w:t xml:space="preserve">بیان ہوا </w:t>
      </w:r>
      <w:r w:rsidR="00824A76" w:rsidRPr="00824A76">
        <w:rPr>
          <w:rtl/>
        </w:rPr>
        <w:t xml:space="preserve">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682800" w:rsidRPr="00682800">
        <w:rPr>
          <w:rtl/>
        </w:rPr>
        <w:t>جیسی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4617D9" w:rsidRPr="004617D9">
        <w:rPr>
          <w:rtl/>
        </w:rPr>
        <w:t xml:space="preserve"> ہوسکتی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مثا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جاسکے۔</w:t>
      </w:r>
      <w:r w:rsidR="008828D8" w:rsidRPr="008828D8">
        <w:rPr>
          <w:rtl/>
        </w:rPr>
        <w:t xml:space="preserve"> یہ </w:t>
      </w:r>
      <w:r>
        <w:rPr>
          <w:rtl/>
        </w:rPr>
        <w:t>کس طرح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2549D7" w:rsidRPr="002549D7">
        <w:rPr>
          <w:rtl/>
        </w:rPr>
        <w:t>ہمارے</w:t>
      </w:r>
      <w:r>
        <w:rPr>
          <w:rtl/>
        </w:rPr>
        <w:t xml:space="preserve"> محدود۔ </w:t>
      </w:r>
      <w:r w:rsidR="007844F9" w:rsidRPr="007844F9">
        <w:rPr>
          <w:rtl/>
        </w:rPr>
        <w:t>ذہنوں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لامحدود ذات کو تص</w:t>
      </w:r>
      <w:r w:rsidR="00682800" w:rsidRPr="00682800">
        <w:rPr>
          <w:rtl/>
        </w:rPr>
        <w:t>ویر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tl/>
        </w:rPr>
        <w:t xml:space="preserve"> جاسکے </w:t>
      </w:r>
      <w:r w:rsidR="003E5538" w:rsidRPr="003E5538">
        <w:rPr>
          <w:rtl/>
        </w:rPr>
        <w:t>شاید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عقل سالم کے لئے اصل وجود خدا کو درک کرنا </w:t>
      </w:r>
      <w:r w:rsidR="000C56D5" w:rsidRPr="000C56D5">
        <w:rPr>
          <w:rtl/>
        </w:rPr>
        <w:t>ایک</w:t>
      </w:r>
      <w:r>
        <w:rPr>
          <w:rtl/>
        </w:rPr>
        <w:t xml:space="preserve"> بد</w:t>
      </w:r>
      <w:r w:rsidR="00720096" w:rsidRPr="00720096">
        <w:rPr>
          <w:rtl/>
        </w:rPr>
        <w:t>یہی</w:t>
      </w:r>
      <w:r w:rsidR="007844F9">
        <w:rPr>
          <w:rtl/>
        </w:rPr>
        <w:t xml:space="preserve"> ،آسان ا</w:t>
      </w:r>
      <w:r>
        <w:rPr>
          <w:rtl/>
        </w:rPr>
        <w:t>ور فطر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صفات کے بارے </w:t>
      </w:r>
      <w:r w:rsidR="007D2A2F">
        <w:rPr>
          <w:rtl/>
        </w:rPr>
        <w:t xml:space="preserve">میں </w:t>
      </w:r>
      <w:r w:rsidR="007844F9">
        <w:rPr>
          <w:rFonts w:hint="cs"/>
          <w:rtl/>
        </w:rPr>
        <w:t xml:space="preserve"> </w:t>
      </w:r>
      <w:r>
        <w:rPr>
          <w:rFonts w:hint="eastAsia"/>
          <w:rtl/>
        </w:rPr>
        <w:t>جاننا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24A76" w:rsidRPr="00824A76">
        <w:rPr>
          <w:rtl/>
        </w:rPr>
        <w:t xml:space="preserve"> ہے </w:t>
      </w:r>
      <w:r>
        <w:rPr>
          <w:rtl/>
        </w:rPr>
        <w:t>خلاصہ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کہ وہ </w:t>
      </w:r>
      <w:r w:rsidR="000C56D5" w:rsidRPr="000C56D5">
        <w:rPr>
          <w:rtl/>
        </w:rPr>
        <w:t>ایک</w:t>
      </w:r>
      <w:r>
        <w:rPr>
          <w:rtl/>
        </w:rPr>
        <w:t xml:space="preserve"> </w:t>
      </w:r>
      <w:r w:rsidR="00B06535" w:rsidRPr="00B06535">
        <w:rPr>
          <w:rtl/>
        </w:rPr>
        <w:t>ایسا</w:t>
      </w:r>
      <w:r>
        <w:rPr>
          <w:rtl/>
        </w:rPr>
        <w:t xml:space="preserve"> وجود</w:t>
      </w:r>
      <w:r w:rsidR="00824A76" w:rsidRPr="00824A76">
        <w:rPr>
          <w:rtl/>
        </w:rPr>
        <w:t xml:space="preserve"> ہے </w:t>
      </w:r>
      <w:r>
        <w:rPr>
          <w:rtl/>
        </w:rPr>
        <w:t>جو</w:t>
      </w:r>
      <w:r w:rsidR="00824A76" w:rsidRPr="00824A76">
        <w:rPr>
          <w:rtl/>
        </w:rPr>
        <w:t xml:space="preserve"> ہر </w:t>
      </w:r>
      <w:r>
        <w:rPr>
          <w:rtl/>
        </w:rPr>
        <w:t>جہت سے لامحدود اور مطلق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ح</w:t>
      </w:r>
      <w:r w:rsidR="0042080E" w:rsidRPr="00077CE3">
        <w:rPr>
          <w:rStyle w:val="libArabicChar"/>
          <w:rFonts w:hint="cs"/>
          <w:rtl/>
        </w:rPr>
        <w:t>یّ</w:t>
      </w:r>
      <w:r w:rsidR="0042080E" w:rsidRPr="00077CE3">
        <w:rPr>
          <w:rStyle w:val="libArabicChar"/>
          <w:rtl/>
        </w:rPr>
        <w:t xml:space="preserve"> قبل کلِّ ح</w:t>
      </w:r>
      <w:r w:rsidR="0042080E" w:rsidRPr="00077CE3">
        <w:rPr>
          <w:rStyle w:val="libArabicChar"/>
          <w:rFonts w:hint="cs"/>
          <w:rtl/>
        </w:rPr>
        <w:t>ی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زندہ جو</w:t>
      </w:r>
      <w:r w:rsidR="00824A76" w:rsidRPr="00824A76">
        <w:rPr>
          <w:rtl/>
        </w:rPr>
        <w:t xml:space="preserve"> ہر </w:t>
      </w:r>
      <w:r>
        <w:rPr>
          <w:rtl/>
        </w:rPr>
        <w:t>زندہ سے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موجودتھا۔ </w:t>
      </w:r>
    </w:p>
    <w:p w:rsidR="0042080E" w:rsidRDefault="000C56D5" w:rsidP="00296C60">
      <w:pPr>
        <w:pStyle w:val="libNormal"/>
        <w:rPr>
          <w:rtl/>
        </w:rPr>
      </w:pPr>
      <w:r w:rsidRPr="000C56D5">
        <w:rPr>
          <w:rFonts w:hint="eastAsia"/>
          <w:rtl/>
        </w:rPr>
        <w:lastRenderedPageBreak/>
        <w:t xml:space="preserve">جیسا </w:t>
      </w:r>
      <w:r w:rsidR="0042080E">
        <w:rPr>
          <w:rtl/>
        </w:rPr>
        <w:t xml:space="preserve"> کہ ذکرک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جاچکا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ذات بار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025F9A" w:rsidRPr="00025F9A">
        <w:rPr>
          <w:rtl/>
        </w:rPr>
        <w:t>قدیم</w:t>
      </w:r>
      <w:r w:rsidR="00C537D2" w:rsidRPr="00C537D2">
        <w:rPr>
          <w:rtl/>
        </w:rPr>
        <w:t xml:space="preserve"> ہے</w:t>
      </w:r>
      <w:r w:rsidR="0042080E">
        <w:rPr>
          <w:rtl/>
        </w:rPr>
        <w:t xml:space="preserve">، جب وہ </w:t>
      </w:r>
      <w:r w:rsidR="00025F9A" w:rsidRPr="00025F9A">
        <w:rPr>
          <w:rtl/>
        </w:rPr>
        <w:t>قدیم</w:t>
      </w:r>
      <w:r w:rsidR="0042080E">
        <w:rPr>
          <w:rtl/>
        </w:rPr>
        <w:t xml:space="preserve"> اور لامحدود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تو اسکے علاوہ</w:t>
      </w:r>
      <w:r w:rsidR="00824A76" w:rsidRPr="00824A76">
        <w:rPr>
          <w:rtl/>
        </w:rPr>
        <w:t xml:space="preserve"> ہر </w:t>
      </w:r>
      <w:r w:rsidR="0042080E">
        <w:rPr>
          <w:rtl/>
        </w:rPr>
        <w:t>ش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اسکے بعد وجود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آئ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 w:rsidR="0042080E">
        <w:rPr>
          <w:rtl/>
        </w:rPr>
        <w:t xml:space="preserve">ے وہ مخلوق، جمادات </w:t>
      </w:r>
      <w:r w:rsidR="007D2A2F">
        <w:rPr>
          <w:rtl/>
        </w:rPr>
        <w:t xml:space="preserve">میں </w:t>
      </w:r>
      <w:r w:rsidR="007844F9">
        <w:rPr>
          <w:rFonts w:hint="cs"/>
          <w:rtl/>
        </w:rPr>
        <w:t xml:space="preserve"> </w:t>
      </w:r>
      <w:r w:rsidR="0042080E">
        <w:rPr>
          <w:rFonts w:hint="eastAsia"/>
          <w:rtl/>
        </w:rPr>
        <w:t>سے</w:t>
      </w:r>
      <w:r w:rsidR="00272FF7" w:rsidRPr="00272FF7">
        <w:rPr>
          <w:rtl/>
        </w:rPr>
        <w:t xml:space="preserve"> ہو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ما</w:t>
      </w:r>
      <w:r w:rsidR="00720096" w:rsidRPr="00720096">
        <w:rPr>
          <w:rtl/>
        </w:rPr>
        <w:t>دیا</w:t>
      </w:r>
      <w:r w:rsidR="0042080E">
        <w:rPr>
          <w:rtl/>
        </w:rPr>
        <w:t xml:space="preserve">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انسانوں </w:t>
      </w:r>
      <w:r w:rsidR="007D2A2F">
        <w:rPr>
          <w:rtl/>
        </w:rPr>
        <w:t xml:space="preserve">میں </w:t>
      </w:r>
      <w:r w:rsidR="007844F9">
        <w:rPr>
          <w:rFonts w:hint="cs"/>
          <w:rtl/>
        </w:rPr>
        <w:t xml:space="preserve"> </w:t>
      </w:r>
      <w:r w:rsidR="0042080E">
        <w:rPr>
          <w:rFonts w:hint="eastAsia"/>
          <w:rtl/>
        </w:rPr>
        <w:t>سے</w:t>
      </w:r>
      <w:r w:rsidR="00272FF7" w:rsidRPr="00272FF7">
        <w:rPr>
          <w:rtl/>
        </w:rPr>
        <w:t xml:space="preserve"> ہو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جنوں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خداوند عالم ارشاد فرماتا</w:t>
      </w:r>
      <w:r w:rsidR="00C537D2" w:rsidRPr="00C537D2">
        <w:rPr>
          <w:rtl/>
        </w:rPr>
        <w:t xml:space="preserve"> ہے</w:t>
      </w:r>
      <w:r w:rsidR="0042080E"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 ان من ش</w:t>
      </w:r>
      <w:r w:rsidR="0042080E" w:rsidRPr="00077CE3">
        <w:rPr>
          <w:rStyle w:val="libAieChar"/>
          <w:rFonts w:hint="cs"/>
          <w:rtl/>
        </w:rPr>
        <w:t>یٴ</w:t>
      </w:r>
      <w:r w:rsidR="0042080E" w:rsidRPr="00077CE3">
        <w:rPr>
          <w:rStyle w:val="libAieChar"/>
          <w:rtl/>
        </w:rPr>
        <w:t xml:space="preserve"> الّا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سبّح بحمد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لکن لا تف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مون تسبّح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40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37D2" w:rsidRPr="00C537D2">
        <w:rPr>
          <w:rtl/>
        </w:rPr>
        <w:t>ایسی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>جو اس ک</w:t>
      </w:r>
      <w:r>
        <w:rPr>
          <w:rFonts w:hint="cs"/>
          <w:rtl/>
        </w:rPr>
        <w:t>ی</w:t>
      </w:r>
      <w:r w:rsidR="007844F9" w:rsidRPr="007844F9">
        <w:rPr>
          <w:rtl/>
        </w:rPr>
        <w:t xml:space="preserve"> تسبیح </w:t>
      </w:r>
      <w:r>
        <w:rPr>
          <w:rtl/>
        </w:rPr>
        <w:t>نہ کرت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828D8" w:rsidRPr="008828D8">
        <w:rPr>
          <w:rtl/>
        </w:rPr>
        <w:t xml:space="preserve"> یہ </w:t>
      </w:r>
      <w:r>
        <w:rPr>
          <w:rtl/>
        </w:rPr>
        <w:t>اور بات</w:t>
      </w:r>
      <w:r w:rsidR="00824A76" w:rsidRPr="00824A76">
        <w:rPr>
          <w:rtl/>
        </w:rPr>
        <w:t xml:space="preserve"> ہے </w:t>
      </w:r>
      <w:r>
        <w:rPr>
          <w:rtl/>
        </w:rPr>
        <w:t>کہ تم ان ک</w:t>
      </w:r>
      <w:r>
        <w:rPr>
          <w:rFonts w:hint="cs"/>
          <w:rtl/>
        </w:rPr>
        <w:t>ی</w:t>
      </w:r>
      <w:r w:rsidR="007844F9" w:rsidRPr="007844F9">
        <w:rPr>
          <w:rtl/>
        </w:rPr>
        <w:t xml:space="preserve"> تسبیح </w:t>
      </w:r>
      <w:r>
        <w:rPr>
          <w:rtl/>
        </w:rPr>
        <w:t xml:space="preserve">کو </w:t>
      </w:r>
      <w:r w:rsidR="002025F2" w:rsidRPr="002025F2">
        <w:rPr>
          <w:rtl/>
        </w:rPr>
        <w:t>نہیں</w:t>
      </w:r>
      <w:r>
        <w:rPr>
          <w:rtl/>
        </w:rPr>
        <w:t xml:space="preserve"> سمجھتے۔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t>یعنی</w:t>
      </w:r>
      <w:r w:rsidR="0042080E">
        <w:rPr>
          <w:rtl/>
        </w:rPr>
        <w:t xml:space="preserve"> تمام مخلوقات عالم </w:t>
      </w:r>
      <w:r w:rsidR="00B06535" w:rsidRPr="00B06535">
        <w:rPr>
          <w:rtl/>
        </w:rPr>
        <w:t xml:space="preserve"> چاہ</w:t>
      </w:r>
      <w:r w:rsidR="0042080E">
        <w:rPr>
          <w:rtl/>
        </w:rPr>
        <w:t>ے وہ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جنس </w:t>
      </w:r>
      <w:r w:rsidR="00B06535" w:rsidRPr="00B06535">
        <w:rPr>
          <w:rtl/>
        </w:rPr>
        <w:t>یا</w:t>
      </w:r>
      <w:r w:rsidR="0042080E">
        <w:rPr>
          <w:rtl/>
        </w:rPr>
        <w:t xml:space="preserve"> نوع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>جو کچھ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غ</w:t>
      </w:r>
      <w:r w:rsidR="007D2A2F">
        <w:rPr>
          <w:rtl/>
        </w:rPr>
        <w:t>یر</w:t>
      </w:r>
      <w:r w:rsidR="0042080E">
        <w:rPr>
          <w:rtl/>
        </w:rPr>
        <w:t>از خدا</w:t>
      </w:r>
      <w:r w:rsidR="00C537D2" w:rsidRPr="00C537D2">
        <w:rPr>
          <w:rtl/>
        </w:rPr>
        <w:t xml:space="preserve"> ہے</w:t>
      </w:r>
      <w:r w:rsidR="0042080E">
        <w:rPr>
          <w:rtl/>
        </w:rPr>
        <w:t>، وہ خداوند عالم ک</w:t>
      </w:r>
      <w:r w:rsidR="0042080E">
        <w:rPr>
          <w:rFonts w:hint="cs"/>
          <w:rtl/>
        </w:rPr>
        <w:t>ی</w:t>
      </w:r>
      <w:r w:rsidR="007844F9" w:rsidRPr="007844F9">
        <w:rPr>
          <w:rtl/>
        </w:rPr>
        <w:t xml:space="preserve"> تسبیح </w:t>
      </w:r>
      <w:r w:rsidR="0042080E">
        <w:rPr>
          <w:rtl/>
        </w:rPr>
        <w:t xml:space="preserve">اور عبادت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مشغول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ح</w:t>
      </w:r>
      <w:r w:rsidR="0042080E" w:rsidRPr="00077CE3">
        <w:rPr>
          <w:rStyle w:val="libArabicChar"/>
          <w:rFonts w:hint="cs"/>
          <w:rtl/>
        </w:rPr>
        <w:t>یّ</w:t>
      </w:r>
      <w:r w:rsidR="0042080E" w:rsidRPr="00077CE3">
        <w:rPr>
          <w:rStyle w:val="libArabicChar"/>
          <w:rtl/>
        </w:rPr>
        <w:t xml:space="preserve"> بعد کل ح</w:t>
      </w:r>
      <w:r w:rsidR="0042080E" w:rsidRPr="00077CE3">
        <w:rPr>
          <w:rStyle w:val="libArabicChar"/>
          <w:rFonts w:hint="cs"/>
          <w:rtl/>
        </w:rPr>
        <w:t>یّ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 w:rsidR="00824A76" w:rsidRPr="00824A76">
        <w:rPr>
          <w:rtl/>
        </w:rPr>
        <w:t xml:space="preserve"> ہر </w:t>
      </w:r>
      <w:r>
        <w:rPr>
          <w:rtl/>
        </w:rPr>
        <w:t>زندہ کے بعد زندہ</w:t>
      </w:r>
      <w:r w:rsidR="00025F9A" w:rsidRPr="00025F9A">
        <w:rPr>
          <w:rtl/>
        </w:rPr>
        <w:t xml:space="preserve"> رہنے </w:t>
      </w:r>
      <w:r>
        <w:rPr>
          <w:rtl/>
        </w:rPr>
        <w:t xml:space="preserve">والے۔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t>یعنی</w:t>
      </w:r>
      <w:r w:rsidR="0042080E">
        <w:rPr>
          <w:rtl/>
        </w:rPr>
        <w:t xml:space="preserve">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وقت </w:t>
      </w:r>
      <w:r w:rsidR="00B06535" w:rsidRPr="00B06535">
        <w:rPr>
          <w:rtl/>
        </w:rPr>
        <w:t>ایسا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آئے گا کہ جب صرف خدا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 xml:space="preserve">اور کچھ </w:t>
      </w:r>
      <w:r w:rsidR="002025F2" w:rsidRPr="002025F2">
        <w:rPr>
          <w:rtl/>
        </w:rPr>
        <w:t>نہیں</w:t>
      </w:r>
      <w:r w:rsidR="000C56D5" w:rsidRPr="000C56D5">
        <w:rPr>
          <w:rtl/>
        </w:rPr>
        <w:t xml:space="preserve"> ہوگا جیسا </w:t>
      </w:r>
      <w:r w:rsidR="0042080E">
        <w:rPr>
          <w:rtl/>
        </w:rPr>
        <w:t xml:space="preserve"> کہ خداوند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توص</w:t>
      </w:r>
      <w:r w:rsidR="00576C85">
        <w:rPr>
          <w:rtl/>
        </w:rPr>
        <w:t>یف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کرچکے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کہ وہ واجب الوجودِ لازوال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جبکہ فنا اور نابود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تو فقط زوال </w:t>
      </w:r>
      <w:r w:rsidR="001100FA">
        <w:rPr>
          <w:rtl/>
        </w:rPr>
        <w:t>پذیر</w:t>
      </w:r>
      <w:r w:rsidR="0042080E">
        <w:rPr>
          <w:rtl/>
        </w:rPr>
        <w:t xml:space="preserve"> اش</w:t>
      </w:r>
      <w:r w:rsidR="00B06535" w:rsidRPr="00B06535">
        <w:rPr>
          <w:rtl/>
        </w:rPr>
        <w:t>یا</w:t>
      </w:r>
      <w:r w:rsidR="0042080E">
        <w:rPr>
          <w:rtl/>
        </w:rPr>
        <w:t xml:space="preserve">ء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تصور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جاسکت</w:t>
      </w:r>
      <w:r w:rsidR="0042080E"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ح</w:t>
      </w:r>
      <w:r w:rsidR="0042080E" w:rsidRPr="00077CE3">
        <w:rPr>
          <w:rStyle w:val="libArabicChar"/>
          <w:rFonts w:hint="cs"/>
          <w:rtl/>
        </w:rPr>
        <w:t>یّ</w:t>
      </w:r>
      <w:r w:rsidR="0042080E" w:rsidRPr="00077CE3">
        <w:rPr>
          <w:rStyle w:val="libArabicChar"/>
          <w:rtl/>
        </w:rPr>
        <w:t xml:space="preserve"> ح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 لاح</w:t>
      </w:r>
      <w:r w:rsidR="0042080E" w:rsidRPr="00077CE3">
        <w:rPr>
          <w:rStyle w:val="libArabicChar"/>
          <w:rFonts w:hint="cs"/>
          <w:rtl/>
        </w:rPr>
        <w:t>یّ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زندہ کہ جب کوئ</w:t>
      </w:r>
      <w:r>
        <w:rPr>
          <w:rFonts w:hint="cs"/>
          <w:rtl/>
        </w:rPr>
        <w:t>ی</w:t>
      </w:r>
      <w:r>
        <w:rPr>
          <w:rtl/>
        </w:rPr>
        <w:t xml:space="preserve"> زندہ نہ تھا ۔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جملہ گذشتہ دو جملوں کو دوسرے الفاظ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کررھا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جس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>
        <w:rPr>
          <w:rtl/>
        </w:rPr>
        <w:t xml:space="preserve"> کہ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اور بعد </w:t>
      </w:r>
      <w:r w:rsidR="007D2A2F">
        <w:rPr>
          <w:rtl/>
        </w:rPr>
        <w:t xml:space="preserve">میں </w:t>
      </w:r>
      <w:r>
        <w:rPr>
          <w:rtl/>
        </w:rPr>
        <w:t xml:space="preserve"> فقط خدا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یہاں</w:t>
      </w:r>
      <w:r>
        <w:rPr>
          <w:rtl/>
        </w:rPr>
        <w:t xml:space="preserve"> پر</w:t>
      </w:r>
      <w:r w:rsidR="000C56D5" w:rsidRPr="000C56D5">
        <w:rPr>
          <w:rtl/>
        </w:rPr>
        <w:t xml:space="preserve"> پہلے </w:t>
      </w:r>
      <w:r>
        <w:rPr>
          <w:rtl/>
        </w:rPr>
        <w:t>اور بعد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7D2A2F">
        <w:rPr>
          <w:rtl/>
        </w:rPr>
        <w:t>ید</w:t>
      </w:r>
      <w:r>
        <w:rPr>
          <w:rtl/>
        </w:rPr>
        <w:t xml:space="preserve"> ہٹا کر کل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اور</w:t>
      </w:r>
      <w:r w:rsidR="008828D8" w:rsidRPr="008828D8">
        <w:rPr>
          <w:rtl/>
        </w:rPr>
        <w:t xml:space="preserve"> یہ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C537D2" w:rsidRPr="00C537D2">
        <w:rPr>
          <w:rtl/>
        </w:rPr>
        <w:t>یہاں</w:t>
      </w:r>
      <w:r>
        <w:rPr>
          <w:rtl/>
        </w:rPr>
        <w:t xml:space="preserve"> پر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2549D7" w:rsidRPr="002549D7">
        <w:rPr>
          <w:rtl/>
        </w:rPr>
        <w:t xml:space="preserve">ہو </w:t>
      </w:r>
      <w:r>
        <w:rPr>
          <w:rtl/>
        </w:rPr>
        <w:t>کہ خدا متعال کا وجو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06535" w:rsidRPr="00B06535">
        <w:rPr>
          <w:rtl/>
        </w:rPr>
        <w:t>ایسا</w:t>
      </w:r>
      <w:r>
        <w:rPr>
          <w:rtl/>
        </w:rPr>
        <w:t xml:space="preserve"> وجود</w:t>
      </w:r>
      <w:r w:rsidR="00824A76" w:rsidRPr="00824A76">
        <w:rPr>
          <w:rtl/>
        </w:rPr>
        <w:t xml:space="preserve"> ہے </w:t>
      </w:r>
      <w:r>
        <w:rPr>
          <w:rtl/>
        </w:rPr>
        <w:t>جو اُس وقت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824A76" w:rsidRPr="00824A76">
        <w:rPr>
          <w:rtl/>
        </w:rPr>
        <w:t xml:space="preserve"> ہے </w:t>
      </w:r>
      <w:r>
        <w:rPr>
          <w:rtl/>
        </w:rPr>
        <w:t>کہ جب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549D7" w:rsidRPr="002549D7">
        <w:rPr>
          <w:rtl/>
        </w:rPr>
        <w:t xml:space="preserve"> ہو </w:t>
      </w:r>
      <w:r>
        <w:rPr>
          <w:rtl/>
        </w:rPr>
        <w:t>جبکہ گذشتہ دو جملوں کا مطلب خداوند کا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مقدّم اور م</w:t>
      </w:r>
      <w:r w:rsidR="00296C60">
        <w:rPr>
          <w:rtl/>
        </w:rPr>
        <w:t>و</w:t>
      </w:r>
      <w:r>
        <w:rPr>
          <w:rFonts w:hint="eastAsia"/>
          <w:rtl/>
        </w:rPr>
        <w:t>خّر</w:t>
      </w:r>
      <w:r w:rsidR="008828D8" w:rsidRPr="008828D8">
        <w:rPr>
          <w:rtl/>
        </w:rPr>
        <w:t xml:space="preserve"> ہونا </w:t>
      </w:r>
      <w:r>
        <w:rPr>
          <w:rtl/>
        </w:rPr>
        <w:t>منظور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مح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الموت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و مم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ت الاح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اء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مردوں کو زندہ اور زندہ کو موت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ے والے۔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بارے </w:t>
      </w:r>
      <w:r w:rsidR="007D2A2F">
        <w:rPr>
          <w:rtl/>
        </w:rPr>
        <w:t xml:space="preserve">میں </w:t>
      </w:r>
      <w:r>
        <w:rPr>
          <w:rtl/>
        </w:rPr>
        <w:t xml:space="preserve"> لفظ ح</w:t>
      </w:r>
      <w:r>
        <w:rPr>
          <w:rFonts w:hint="cs"/>
          <w:rtl/>
        </w:rPr>
        <w:t>یّ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 w:rsidR="007D2A2F">
        <w:rPr>
          <w:rtl/>
        </w:rPr>
        <w:t>یر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اشارہ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چند م</w:t>
      </w:r>
      <w:r w:rsidR="007D2A2F">
        <w:rPr>
          <w:rtl/>
        </w:rPr>
        <w:t>زید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 xml:space="preserve">و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الذ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اح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اکم ثم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تکم ثم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کم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41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537D2" w:rsidRPr="00C537D2">
        <w:rPr>
          <w:rFonts w:hint="eastAsia"/>
          <w:rtl/>
        </w:rPr>
        <w:t>وہی</w:t>
      </w:r>
      <w:r>
        <w:rPr>
          <w:rtl/>
        </w:rPr>
        <w:t xml:space="preserve"> خدا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 نے تم کو </w:t>
      </w:r>
      <w:r w:rsidR="00720096" w:rsidRPr="00720096">
        <w:rPr>
          <w:rtl/>
        </w:rPr>
        <w:t>حیات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پھر موت دے گا اور پھر زندہ کرے گا۔“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="0042080E" w:rsidRPr="00077CE3">
        <w:rPr>
          <w:rStyle w:val="libAieChar"/>
          <w:rtl/>
        </w:rPr>
        <w:t>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الذ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خلقکم ثم رزقکم ثم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تکم ثم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کم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42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 نے تم سب کو خلق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>پھر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پھر موت 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پھر زندہ کرتا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ک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ف تکفرون باللّٰ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کنتم امواتاً فاح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اکم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43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”آخر</w:t>
      </w:r>
      <w:r>
        <w:rPr>
          <w:rtl/>
        </w:rPr>
        <w:t xml:space="preserve"> تم لوگ کس طرح کفر اخت</w:t>
      </w:r>
      <w:r w:rsidR="00720096" w:rsidRPr="00720096">
        <w:rPr>
          <w:rtl/>
        </w:rPr>
        <w:t>یار</w:t>
      </w:r>
      <w:r>
        <w:rPr>
          <w:rtl/>
        </w:rPr>
        <w:t xml:space="preserve"> کرتے</w:t>
      </w:r>
      <w:r w:rsidR="002549D7" w:rsidRPr="002549D7">
        <w:rPr>
          <w:rtl/>
        </w:rPr>
        <w:t xml:space="preserve"> ہو </w:t>
      </w:r>
      <w:r>
        <w:rPr>
          <w:rtl/>
        </w:rPr>
        <w:t>جبکہ تم بے جان تھے اور خدا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خداوند متعال اپنے وجود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 w:rsidR="00576C85">
        <w:rPr>
          <w:rtl/>
        </w:rPr>
        <w:t>یل</w:t>
      </w:r>
      <w:r>
        <w:rPr>
          <w:rtl/>
        </w:rPr>
        <w:t xml:space="preserve"> </w:t>
      </w:r>
      <w:r w:rsidR="003E5538" w:rsidRPr="003E5538">
        <w:rPr>
          <w:rtl/>
        </w:rPr>
        <w:t>پیش</w:t>
      </w:r>
      <w:r>
        <w:rPr>
          <w:rtl/>
        </w:rPr>
        <w:t xml:space="preserve"> کررھا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میں </w:t>
      </w:r>
      <w:r>
        <w:rPr>
          <w:rtl/>
        </w:rPr>
        <w:t xml:space="preserve"> تو وہ</w:t>
      </w:r>
      <w:r w:rsidR="00437CD4" w:rsidRPr="00437CD4">
        <w:rPr>
          <w:rtl/>
        </w:rPr>
        <w:t xml:space="preserve"> ہوں </w:t>
      </w:r>
      <w:r>
        <w:rPr>
          <w:rtl/>
        </w:rPr>
        <w:t>جو تمھ</w:t>
      </w:r>
      <w:r w:rsidR="00576C85">
        <w:rPr>
          <w:rtl/>
        </w:rPr>
        <w:t>یں</w:t>
      </w:r>
      <w:r>
        <w:rPr>
          <w:rtl/>
        </w:rPr>
        <w:t xml:space="preserve"> عدم سے وجود اور ن</w:t>
      </w:r>
      <w:r w:rsidR="00A900AD">
        <w:rPr>
          <w:rtl/>
        </w:rPr>
        <w:t>یس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720096" w:rsidRPr="00720096">
        <w:rPr>
          <w:rtl/>
        </w:rPr>
        <w:t>ہستی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ل</w:t>
      </w:r>
      <w:r w:rsidR="007D2A2F">
        <w:rPr>
          <w:rtl/>
        </w:rPr>
        <w:t>یک</w:t>
      </w:r>
      <w:r>
        <w:rPr>
          <w:rtl/>
        </w:rPr>
        <w:t>ر آ</w:t>
      </w:r>
      <w:r w:rsidR="00B06535" w:rsidRPr="00B06535">
        <w:rPr>
          <w:rtl/>
        </w:rPr>
        <w:t>یا</w:t>
      </w:r>
      <w:r>
        <w:rPr>
          <w:rtl/>
        </w:rPr>
        <w:t xml:space="preserve"> اور اس کے باوجودبھ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 w:rsidR="007D2A2F">
        <w:rPr>
          <w:rtl/>
        </w:rPr>
        <w:t>میر</w:t>
      </w:r>
      <w:r>
        <w:rPr>
          <w:rtl/>
        </w:rPr>
        <w:t>ے وجود کا انکار کر</w:t>
      </w:r>
      <w:r w:rsidR="00025F9A" w:rsidRPr="00025F9A">
        <w:rPr>
          <w:rtl/>
        </w:rPr>
        <w:t>رہے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ح</w:t>
      </w:r>
      <w:r w:rsidR="0042080E" w:rsidRPr="00077CE3">
        <w:rPr>
          <w:rStyle w:val="libArabicChar"/>
          <w:rFonts w:hint="cs"/>
          <w:rtl/>
        </w:rPr>
        <w:t>یّ</w:t>
      </w:r>
      <w:r w:rsidR="0042080E" w:rsidRPr="00077CE3">
        <w:rPr>
          <w:rStyle w:val="libArabicChar"/>
          <w:rtl/>
        </w:rPr>
        <w:t xml:space="preserve"> لا ال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الا انت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زندہ کہ </w:t>
      </w:r>
      <w:r w:rsidR="00C1070F" w:rsidRPr="00C1070F">
        <w:rPr>
          <w:rtl/>
        </w:rPr>
        <w:t>تیرے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معبود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گذشتہ جملات کو مذ</w:t>
      </w:r>
      <w:r w:rsidR="007D2A2F">
        <w:rPr>
          <w:rtl/>
        </w:rPr>
        <w:t>ید</w:t>
      </w:r>
      <w:r w:rsidR="0042080E">
        <w:rPr>
          <w:rtl/>
        </w:rPr>
        <w:t xml:space="preserve"> </w:t>
      </w:r>
      <w:r w:rsidR="000C56D5" w:rsidRPr="000C56D5">
        <w:rPr>
          <w:rtl/>
        </w:rPr>
        <w:t>تاکید</w:t>
      </w:r>
      <w:r w:rsidR="0042080E">
        <w:rPr>
          <w:rtl/>
        </w:rPr>
        <w:t xml:space="preserve"> کے ساتھ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اب جبکہ تو </w:t>
      </w:r>
      <w:r w:rsidR="00B06535" w:rsidRPr="00B06535">
        <w:rPr>
          <w:rtl/>
        </w:rPr>
        <w:t>ایسا</w:t>
      </w:r>
      <w:r w:rsidR="0042080E">
        <w:rPr>
          <w:rtl/>
        </w:rPr>
        <w:t xml:space="preserve"> ح</w:t>
      </w:r>
      <w:r w:rsidR="0042080E">
        <w:rPr>
          <w:rFonts w:hint="cs"/>
          <w:rtl/>
        </w:rPr>
        <w:t>یّ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تو بھلا کون </w:t>
      </w:r>
      <w:r w:rsidR="00C1070F" w:rsidRPr="00C1070F">
        <w:rPr>
          <w:rtl/>
        </w:rPr>
        <w:t>تیرے</w:t>
      </w:r>
      <w:r w:rsidR="0042080E">
        <w:rPr>
          <w:rtl/>
        </w:rPr>
        <w:t xml:space="preserve"> علاوہ معبود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سکتا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فقط تو</w:t>
      </w:r>
      <w:r w:rsidR="002549D7" w:rsidRPr="002549D7">
        <w:rPr>
          <w:rtl/>
        </w:rPr>
        <w:t xml:space="preserve"> ہی </w:t>
      </w:r>
      <w:r w:rsidR="0042080E">
        <w:rPr>
          <w:rtl/>
        </w:rPr>
        <w:t>ھمارا معبود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فقط تجھ</w:t>
      </w:r>
      <w:r w:rsidR="002549D7" w:rsidRPr="002549D7">
        <w:rPr>
          <w:rtl/>
        </w:rPr>
        <w:t xml:space="preserve"> ہی </w:t>
      </w:r>
      <w:r w:rsidR="0042080E">
        <w:rPr>
          <w:rtl/>
        </w:rPr>
        <w:t xml:space="preserve">کو سجدہ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گے اور تجھ</w:t>
      </w:r>
      <w:r w:rsidR="002549D7" w:rsidRPr="002549D7">
        <w:rPr>
          <w:rtl/>
        </w:rPr>
        <w:t xml:space="preserve"> ہی </w:t>
      </w:r>
      <w:r w:rsidR="0042080E">
        <w:rPr>
          <w:rtl/>
        </w:rPr>
        <w:t xml:space="preserve">سے مدد </w:t>
      </w:r>
      <w:r w:rsidR="001100FA">
        <w:rPr>
          <w:rtl/>
        </w:rPr>
        <w:t>مانگیں</w:t>
      </w:r>
      <w:r w:rsidR="0042080E">
        <w:rPr>
          <w:rtl/>
        </w:rPr>
        <w:t xml:space="preserve"> گے“۔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ضمناً</w:t>
      </w:r>
      <w:r w:rsidR="008828D8" w:rsidRPr="008828D8">
        <w:rPr>
          <w:rtl/>
        </w:rPr>
        <w:t xml:space="preserve"> یہ </w:t>
      </w:r>
      <w:r w:rsidR="00042197" w:rsidRPr="00042197">
        <w:rPr>
          <w:rtl/>
        </w:rPr>
        <w:t>بیان</w:t>
      </w:r>
      <w:r>
        <w:rPr>
          <w:rtl/>
        </w:rPr>
        <w:t xml:space="preserve"> کرتے </w:t>
      </w:r>
      <w:r w:rsidR="00C537D2" w:rsidRPr="00C537D2">
        <w:rPr>
          <w:rtl/>
        </w:rPr>
        <w:t>چلیں</w:t>
      </w:r>
      <w:r>
        <w:rPr>
          <w:rtl/>
        </w:rPr>
        <w:t xml:space="preserve"> کہ ” لا الہ “ مادّہ ”ح</w:t>
      </w:r>
      <w:r>
        <w:rPr>
          <w:rFonts w:hint="cs"/>
          <w:rtl/>
        </w:rPr>
        <w:t>یّ</w:t>
      </w:r>
      <w:r>
        <w:rPr>
          <w:rFonts w:hint="eastAsia"/>
          <w:rtl/>
        </w:rPr>
        <w:t>“</w:t>
      </w:r>
      <w:r>
        <w:rPr>
          <w:rtl/>
        </w:rPr>
        <w:t xml:space="preserve"> کے ساتھ قرآن </w:t>
      </w:r>
      <w:r w:rsidR="00C1070F" w:rsidRPr="00C1070F">
        <w:rPr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متعدد مقامات پر </w:t>
      </w:r>
      <w:r w:rsidR="00042197" w:rsidRPr="00042197">
        <w:rPr>
          <w:rtl/>
        </w:rPr>
        <w:t>بیان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مثلاً: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 ربّکم و ربّ آبائکم الاوّل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44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وہی</w:t>
      </w:r>
      <w:r>
        <w:rPr>
          <w:rtl/>
        </w:rPr>
        <w:t xml:space="preserve"> </w:t>
      </w:r>
      <w:r w:rsidR="00720096" w:rsidRPr="00720096">
        <w:rPr>
          <w:rtl/>
        </w:rPr>
        <w:t>حیات</w:t>
      </w:r>
      <w:r>
        <w:rPr>
          <w:rtl/>
        </w:rPr>
        <w:t xml:space="preserve"> عطاکرنے والا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C537D2" w:rsidRPr="00C537D2">
        <w:rPr>
          <w:rtl/>
        </w:rPr>
        <w:t>وہی</w:t>
      </w:r>
      <w:r>
        <w:rPr>
          <w:rtl/>
        </w:rPr>
        <w:t xml:space="preserve"> موت </w:t>
      </w:r>
      <w:r w:rsidR="008828D8" w:rsidRPr="008828D8">
        <w:rPr>
          <w:rtl/>
        </w:rPr>
        <w:t xml:space="preserve"> دین</w:t>
      </w:r>
      <w:r>
        <w:rPr>
          <w:rtl/>
        </w:rPr>
        <w:t>ے والا</w:t>
      </w:r>
      <w:r w:rsidR="00824A76" w:rsidRPr="00824A76">
        <w:rPr>
          <w:rtl/>
        </w:rPr>
        <w:t xml:space="preserve"> ہے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وہی</w:t>
      </w:r>
      <w:r w:rsidR="0042080E">
        <w:rPr>
          <w:rtl/>
        </w:rPr>
        <w:t xml:space="preserve"> تمھارا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پروردگار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تمھارے گذشتہ آبا</w:t>
      </w:r>
      <w:r w:rsidR="00296C60">
        <w:rPr>
          <w:rtl/>
        </w:rPr>
        <w:t>و</w:t>
      </w:r>
      <w:r w:rsidR="0042080E">
        <w:rPr>
          <w:rtl/>
        </w:rPr>
        <w:t xml:space="preserve"> اجداد کا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پروردگار</w:t>
      </w:r>
      <w:r w:rsidRPr="00C537D2">
        <w:rPr>
          <w:rtl/>
        </w:rPr>
        <w:t xml:space="preserve"> ہے</w:t>
      </w:r>
      <w:r w:rsidR="0042080E">
        <w:rPr>
          <w:rtl/>
        </w:rPr>
        <w:t xml:space="preserve">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ح</w:t>
      </w:r>
      <w:r w:rsidR="0042080E" w:rsidRPr="00077CE3">
        <w:rPr>
          <w:rStyle w:val="libAieChar"/>
          <w:rFonts w:hint="cs"/>
          <w:rtl/>
        </w:rPr>
        <w:t>ی</w:t>
      </w:r>
      <w:r w:rsidR="0042080E" w:rsidRPr="00077CE3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ت فاٰمنوا باللّٰ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رسول</w:t>
      </w:r>
      <w:r w:rsidRPr="00031FA0">
        <w:rPr>
          <w:rStyle w:val="libAieChar"/>
          <w:rFonts w:hint="cs"/>
          <w:rtl/>
        </w:rPr>
        <w:t>ه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45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وہی</w:t>
      </w:r>
      <w:r>
        <w:rPr>
          <w:rtl/>
        </w:rPr>
        <w:t xml:space="preserve"> </w:t>
      </w:r>
      <w:r w:rsidR="00720096" w:rsidRPr="00720096">
        <w:rPr>
          <w:rtl/>
        </w:rPr>
        <w:t>حیات</w:t>
      </w:r>
      <w:r>
        <w:rPr>
          <w:rtl/>
        </w:rPr>
        <w:t xml:space="preserve"> 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C537D2" w:rsidRPr="00C537D2">
        <w:rPr>
          <w:rtl/>
        </w:rPr>
        <w:t>وہی</w:t>
      </w:r>
      <w:r>
        <w:rPr>
          <w:rtl/>
        </w:rPr>
        <w:t xml:space="preserve"> موت 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لہٰذا اللہ اور اس کے پ</w:t>
      </w:r>
      <w:r w:rsidR="00576C85">
        <w:rPr>
          <w:rtl/>
        </w:rPr>
        <w:t>یغ</w:t>
      </w:r>
      <w:r>
        <w:rPr>
          <w:rtl/>
        </w:rPr>
        <w:t>مبر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</w:t>
      </w:r>
      <w:r w:rsidR="008828D8" w:rsidRPr="008828D8">
        <w:rPr>
          <w:rtl/>
        </w:rPr>
        <w:t>ایمان</w:t>
      </w:r>
      <w:r>
        <w:rPr>
          <w:rtl/>
        </w:rPr>
        <w:t xml:space="preserve"> لے آؤ“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الّا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الق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وم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46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اللہ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وہ </w:t>
      </w:r>
      <w:r w:rsidR="00025F9A" w:rsidRPr="00025F9A">
        <w:rPr>
          <w:rtl/>
        </w:rPr>
        <w:t>ہمیش</w:t>
      </w:r>
      <w:r>
        <w:rPr>
          <w:rtl/>
        </w:rPr>
        <w:t>ہ سے زندہ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 w:rsidR="00C1070F" w:rsidRPr="00C1070F">
        <w:rPr>
          <w:rtl/>
        </w:rPr>
        <w:t>طفیل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قائم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031FA0" w:rsidP="00031FA0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الم</w:t>
      </w:r>
      <w:r w:rsidR="0042080E" w:rsidRPr="00031FA0">
        <w:rPr>
          <w:rStyle w:val="libAieChar"/>
          <w:rFonts w:hint="cs"/>
          <w:rtl/>
        </w:rPr>
        <w:t xml:space="preserve">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الّا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الق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وم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47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”الم</w:t>
      </w:r>
      <w:r>
        <w:rPr>
          <w:rtl/>
        </w:rPr>
        <w:t>۔ وہ اللہ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 w:rsidR="002025F2" w:rsidRPr="002025F2">
        <w:rPr>
          <w:rtl/>
        </w:rPr>
        <w:t>نہیں</w:t>
      </w:r>
      <w:r>
        <w:rPr>
          <w:rtl/>
        </w:rPr>
        <w:t xml:space="preserve"> اور وہ </w:t>
      </w:r>
      <w:r w:rsidR="00025F9A" w:rsidRPr="00025F9A">
        <w:rPr>
          <w:rtl/>
        </w:rPr>
        <w:t>ہمیش</w:t>
      </w:r>
      <w:r>
        <w:rPr>
          <w:rtl/>
        </w:rPr>
        <w:t>ہ سے زندہ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 w:rsidR="00C1070F" w:rsidRPr="00C1070F">
        <w:rPr>
          <w:rtl/>
        </w:rPr>
        <w:t>طفیل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1100FA">
        <w:rPr>
          <w:rFonts w:hint="cs"/>
          <w:rtl/>
        </w:rPr>
        <w:t xml:space="preserve"> </w:t>
      </w:r>
      <w:r>
        <w:rPr>
          <w:rFonts w:hint="eastAsia"/>
          <w:rtl/>
        </w:rPr>
        <w:t>قائم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الح</w:t>
      </w:r>
      <w:r w:rsidR="0042080E" w:rsidRPr="00077CE3">
        <w:rPr>
          <w:rStyle w:val="libAieChar"/>
          <w:rFonts w:hint="cs"/>
          <w:rtl/>
        </w:rPr>
        <w:t>یّ</w:t>
      </w:r>
      <w:r w:rsidR="0042080E" w:rsidRPr="00077CE3">
        <w:rPr>
          <w:rStyle w:val="libAieChar"/>
          <w:rtl/>
        </w:rPr>
        <w:t xml:space="preserve"> لا ال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الّا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فادعو</w:t>
      </w:r>
      <w:r w:rsidRPr="00031FA0">
        <w:rPr>
          <w:rStyle w:val="libAieChar"/>
          <w:rFonts w:hint="cs"/>
          <w:rtl/>
        </w:rPr>
        <w:t>ه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48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”وہ</w:t>
      </w:r>
      <w:r>
        <w:rPr>
          <w:rtl/>
        </w:rPr>
        <w:t xml:space="preserve"> </w:t>
      </w:r>
      <w:r w:rsidR="00025F9A" w:rsidRPr="00025F9A">
        <w:rPr>
          <w:rtl/>
        </w:rPr>
        <w:t>ہمیش</w:t>
      </w:r>
      <w:r>
        <w:rPr>
          <w:rtl/>
        </w:rPr>
        <w:t>ہ زندہ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25F9A" w:rsidRPr="00025F9A">
        <w:rPr>
          <w:rtl/>
        </w:rPr>
        <w:t xml:space="preserve"> رہنے </w:t>
      </w:r>
      <w:r>
        <w:rPr>
          <w:rtl/>
        </w:rPr>
        <w:t>والا</w:t>
      </w:r>
      <w:r w:rsidR="00824A76" w:rsidRPr="00824A76">
        <w:rPr>
          <w:rtl/>
        </w:rPr>
        <w:t xml:space="preserve"> ہے </w:t>
      </w:r>
      <w:r>
        <w:rPr>
          <w:rtl/>
        </w:rPr>
        <w:t>اوراسکے علاوہ کوئ</w:t>
      </w:r>
      <w:r>
        <w:rPr>
          <w:rFonts w:hint="cs"/>
          <w:rtl/>
        </w:rPr>
        <w:t>ی</w:t>
      </w:r>
      <w:r>
        <w:rPr>
          <w:rtl/>
        </w:rPr>
        <w:t xml:space="preserve"> دو سراخدا </w:t>
      </w:r>
      <w:r w:rsidR="002025F2" w:rsidRPr="002025F2">
        <w:rPr>
          <w:rtl/>
        </w:rPr>
        <w:t>نہیں</w:t>
      </w:r>
      <w:r>
        <w:rPr>
          <w:rtl/>
        </w:rPr>
        <w:t xml:space="preserve"> پس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کرو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25F9A" w:rsidRPr="00025F9A">
        <w:rPr>
          <w:rtl/>
        </w:rPr>
        <w:t>کریم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معلوم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</w:t>
      </w:r>
      <w:r w:rsidR="00720096" w:rsidRPr="00720096">
        <w:rPr>
          <w:rtl/>
        </w:rPr>
        <w:t>حیات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اس کے معبود</w:t>
      </w:r>
      <w:r w:rsidR="008828D8" w:rsidRPr="008828D8">
        <w:rPr>
          <w:rtl/>
        </w:rPr>
        <w:t xml:space="preserve"> ہونے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رابطہ</w:t>
      </w:r>
      <w:r w:rsidR="00C537D2" w:rsidRPr="00C537D2">
        <w:rPr>
          <w:rtl/>
        </w:rPr>
        <w:t xml:space="preserve"> ہے</w:t>
      </w:r>
      <w:r>
        <w:rPr>
          <w:rtl/>
        </w:rPr>
        <w:t>، معبود صرف ح</w:t>
      </w:r>
      <w:r>
        <w:rPr>
          <w:rFonts w:hint="cs"/>
          <w:rtl/>
        </w:rPr>
        <w:t>یّ</w:t>
      </w:r>
      <w:r w:rsidR="00272FF7" w:rsidRPr="00272FF7">
        <w:rPr>
          <w:rtl/>
        </w:rPr>
        <w:t xml:space="preserve"> ہو</w:t>
      </w:r>
      <w:r>
        <w:rPr>
          <w:rtl/>
        </w:rPr>
        <w:t>سکتا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مردہ اور زوال </w:t>
      </w:r>
      <w:r w:rsidR="001100FA">
        <w:rPr>
          <w:rtl/>
        </w:rPr>
        <w:t>پذیر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 </w:t>
      </w:r>
      <w:r w:rsidR="002025F2" w:rsidRPr="002025F2">
        <w:rPr>
          <w:rtl/>
        </w:rPr>
        <w:t>نہیں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077CE3">
        <w:rPr>
          <w:rStyle w:val="libArabicChar"/>
          <w:rtl/>
        </w:rPr>
        <w:t>الل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مّ بلغّ مولانا الامام ال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اد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الم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د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القائم بامرک صلوات اللّٰ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عل</w:t>
      </w:r>
      <w:r w:rsidRPr="00031FA0">
        <w:rPr>
          <w:rStyle w:val="libArabicChar"/>
          <w:rFonts w:hint="cs"/>
          <w:rtl/>
        </w:rPr>
        <w:t>يه</w:t>
      </w:r>
      <w:r w:rsidR="0042080E" w:rsidRPr="00031FA0">
        <w:rPr>
          <w:rStyle w:val="libArabicChar"/>
          <w:rFonts w:hint="cs"/>
          <w:rtl/>
        </w:rPr>
        <w:t xml:space="preserve"> و عل</w:t>
      </w:r>
      <w:r w:rsidR="0042080E" w:rsidRPr="00077CE3">
        <w:rPr>
          <w:rStyle w:val="libArabicChar"/>
          <w:rFonts w:hint="cs"/>
          <w:rtl/>
        </w:rPr>
        <w:t>ی</w:t>
      </w:r>
      <w:r w:rsidR="0042080E" w:rsidRPr="00077CE3">
        <w:rPr>
          <w:rStyle w:val="libArabicChar"/>
          <w:rtl/>
        </w:rPr>
        <w:t xml:space="preserve"> آبائ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الطا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ر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خداوند ! </w:t>
      </w:r>
      <w:r w:rsidR="002549D7" w:rsidRPr="002549D7">
        <w:rPr>
          <w:rtl/>
        </w:rPr>
        <w:t>ہمارے</w:t>
      </w:r>
      <w:r>
        <w:rPr>
          <w:rtl/>
        </w:rPr>
        <w:t xml:space="preserve"> آقا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فرجہ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</w:t>
      </w:r>
      <w:r w:rsidR="003E5538" w:rsidRPr="003E5538">
        <w:rPr>
          <w:rtl/>
        </w:rPr>
        <w:t>بھیج</w:t>
      </w:r>
      <w:r>
        <w:rPr>
          <w:rtl/>
        </w:rPr>
        <w:t>، جو</w:t>
      </w:r>
      <w:r w:rsidR="002549D7" w:rsidRPr="002549D7">
        <w:rPr>
          <w:rtl/>
        </w:rPr>
        <w:t xml:space="preserve"> ہماری </w:t>
      </w:r>
      <w:r w:rsidR="001100FA">
        <w:rPr>
          <w:rtl/>
        </w:rPr>
        <w:t>ہدایت</w:t>
      </w:r>
      <w:r>
        <w:rPr>
          <w:rtl/>
        </w:rPr>
        <w:t xml:space="preserve"> کرنے والے اور خود </w:t>
      </w:r>
      <w:r w:rsidR="001100FA">
        <w:rPr>
          <w:rtl/>
        </w:rPr>
        <w:t>ہدایت</w:t>
      </w:r>
      <w:r>
        <w:rPr>
          <w:rtl/>
        </w:rPr>
        <w:t xml:space="preserve"> شدہ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</w:t>
      </w:r>
      <w:r w:rsidR="00C1070F" w:rsidRPr="00C1070F">
        <w:rPr>
          <w:rtl/>
        </w:rPr>
        <w:t>تیرے</w:t>
      </w:r>
      <w:r>
        <w:rPr>
          <w:rtl/>
        </w:rPr>
        <w:t xml:space="preserve"> امر کو انجام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ے کے </w:t>
      </w:r>
      <w:r w:rsidR="008828D8" w:rsidRPr="008828D8">
        <w:rPr>
          <w:rtl/>
        </w:rPr>
        <w:t>لیئے</w:t>
      </w:r>
      <w:r>
        <w:rPr>
          <w:rtl/>
        </w:rPr>
        <w:t xml:space="preserve"> ت</w:t>
      </w:r>
      <w:r w:rsidR="00720096" w:rsidRPr="00720096">
        <w:rPr>
          <w:rtl/>
        </w:rPr>
        <w:t>یار</w:t>
      </w:r>
      <w:r w:rsidR="000C56D5" w:rsidRPr="000C56D5">
        <w:rPr>
          <w:rtl/>
        </w:rPr>
        <w:t xml:space="preserve"> ہیں </w:t>
      </w:r>
      <w:r>
        <w:rPr>
          <w:rtl/>
        </w:rPr>
        <w:t>،خدا کا درود</w:t>
      </w:r>
      <w:r w:rsidR="002549D7" w:rsidRPr="002549D7">
        <w:rPr>
          <w:rtl/>
        </w:rPr>
        <w:t xml:space="preserve"> ہو </w:t>
      </w:r>
      <w:r>
        <w:rPr>
          <w:rtl/>
        </w:rPr>
        <w:t>ان پر اور ان کے اجداد طاھ</w:t>
      </w:r>
      <w:r w:rsidR="001100FA">
        <w:rPr>
          <w:rtl/>
        </w:rPr>
        <w:t>رین</w:t>
      </w:r>
      <w:r>
        <w:rPr>
          <w:rtl/>
        </w:rPr>
        <w:t xml:space="preserve"> پر۔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”مولا“</w:t>
      </w:r>
      <w:r>
        <w:rPr>
          <w:rtl/>
        </w:rPr>
        <w:t xml:space="preserve"> مشترک لفظ</w:t>
      </w:r>
      <w:r w:rsidR="00824A76" w:rsidRPr="00824A76">
        <w:rPr>
          <w:rtl/>
        </w:rPr>
        <w:t xml:space="preserve"> ہے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1100FA">
        <w:rPr>
          <w:rtl/>
        </w:rPr>
        <w:t>نیز</w:t>
      </w:r>
      <w:r>
        <w:rPr>
          <w:rtl/>
        </w:rPr>
        <w:t xml:space="preserve">ا ور غلام کے مالک کومولا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 w:rsidR="00B06535" w:rsidRPr="00B06535">
        <w:rPr>
          <w:rtl/>
        </w:rPr>
        <w:t>یا</w:t>
      </w:r>
      <w:r>
        <w:rPr>
          <w:rtl/>
        </w:rPr>
        <w:t xml:space="preserve"> عالم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کو مولانا (</w:t>
      </w:r>
      <w:r w:rsidR="002549D7" w:rsidRPr="002549D7">
        <w:rPr>
          <w:rtl/>
        </w:rPr>
        <w:t>ہمارے</w:t>
      </w:r>
      <w:r>
        <w:rPr>
          <w:rtl/>
        </w:rPr>
        <w:t xml:space="preserve"> مولا)کہتے</w:t>
      </w:r>
      <w:r w:rsidR="002549D7" w:rsidRPr="002549D7">
        <w:rPr>
          <w:rtl/>
        </w:rPr>
        <w:t xml:space="preserve"> ہیں </w:t>
      </w:r>
      <w:r>
        <w:rPr>
          <w:rtl/>
        </w:rPr>
        <w:t>،جب کہ کبھ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 w:rsidR="00682800" w:rsidRPr="00682800">
        <w:rPr>
          <w:rtl/>
        </w:rPr>
        <w:t>حقیقی</w:t>
      </w:r>
      <w:r>
        <w:rPr>
          <w:rtl/>
        </w:rPr>
        <w:t xml:space="preserve"> اور مکمل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جو کہ صاحب اخت</w:t>
      </w:r>
      <w:r w:rsidR="00720096" w:rsidRPr="00720096">
        <w:rPr>
          <w:rtl/>
        </w:rPr>
        <w:t>یار</w:t>
      </w:r>
      <w:r>
        <w:rPr>
          <w:rtl/>
        </w:rPr>
        <w:t xml:space="preserve"> کے</w:t>
      </w:r>
      <w:r w:rsidR="000C56D5" w:rsidRPr="000C56D5">
        <w:rPr>
          <w:rtl/>
        </w:rPr>
        <w:t xml:space="preserve"> ہیں </w:t>
      </w:r>
      <w:r>
        <w:rPr>
          <w:rtl/>
        </w:rPr>
        <w:t>استعمال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جوکہ فقط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ذات اقدس کے لئے مخصوص</w:t>
      </w:r>
      <w:r w:rsidR="00824A76" w:rsidRPr="00824A76">
        <w:rPr>
          <w:rtl/>
        </w:rPr>
        <w:t xml:space="preserve"> ہے </w:t>
      </w:r>
      <w:r>
        <w:rPr>
          <w:rtl/>
        </w:rPr>
        <w:t>جبکہ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37D2" w:rsidRPr="00C537D2">
        <w:rPr>
          <w:rtl/>
        </w:rPr>
        <w:t>ایسی</w:t>
      </w:r>
      <w:r>
        <w:rPr>
          <w:rtl/>
        </w:rPr>
        <w:t xml:space="preserve"> شخص</w:t>
      </w:r>
      <w:r w:rsidR="00B06535" w:rsidRPr="00B06535">
        <w:rPr>
          <w:rtl/>
        </w:rPr>
        <w:t>یا</w:t>
      </w:r>
      <w:r>
        <w:rPr>
          <w:rtl/>
        </w:rPr>
        <w:t xml:space="preserve">ت کے </w:t>
      </w:r>
      <w:r w:rsidR="008828D8" w:rsidRPr="008828D8">
        <w:rPr>
          <w:rtl/>
        </w:rPr>
        <w:t>لیئے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جو خداوند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 w:rsidR="002549D7" w:rsidRPr="002549D7">
        <w:rPr>
          <w:rtl/>
        </w:rPr>
        <w:t>ہمارے</w:t>
      </w:r>
      <w:r>
        <w:rPr>
          <w:rtl/>
        </w:rPr>
        <w:t xml:space="preserve"> </w:t>
      </w:r>
      <w:r w:rsidR="001E3FC4" w:rsidRPr="001E3FC4">
        <w:rPr>
          <w:rtl/>
        </w:rPr>
        <w:t>دنیا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امور کے مالک</w:t>
      </w:r>
      <w:r w:rsidR="00437CD4" w:rsidRPr="00437CD4">
        <w:rPr>
          <w:rtl/>
        </w:rPr>
        <w:t xml:space="preserve"> ہوں </w:t>
      </w:r>
      <w:r w:rsidR="002549D7" w:rsidRPr="002549D7">
        <w:rPr>
          <w:rtl/>
        </w:rPr>
        <w:t>ہمارے</w:t>
      </w:r>
      <w:r>
        <w:rPr>
          <w:rtl/>
        </w:rPr>
        <w:t xml:space="preserve">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اور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تصرف کا حق رکھتے</w:t>
      </w:r>
      <w:r w:rsidR="00437CD4" w:rsidRPr="00437CD4">
        <w:rPr>
          <w:rtl/>
        </w:rPr>
        <w:t xml:space="preserve"> ہوں </w:t>
      </w:r>
      <w:r>
        <w:rPr>
          <w:rtl/>
        </w:rPr>
        <w:t>خلاصہ</w:t>
      </w:r>
      <w:r w:rsidR="008828D8" w:rsidRPr="008828D8">
        <w:rPr>
          <w:rtl/>
        </w:rPr>
        <w:t xml:space="preserve"> یہ </w:t>
      </w:r>
      <w:r>
        <w:rPr>
          <w:rtl/>
        </w:rPr>
        <w:t>کہ</w:t>
      </w:r>
      <w:r w:rsidR="00824A76" w:rsidRPr="00824A76">
        <w:rPr>
          <w:rtl/>
        </w:rPr>
        <w:t xml:space="preserve"> ہم </w:t>
      </w:r>
      <w:r>
        <w:rPr>
          <w:rtl/>
        </w:rPr>
        <w:t>سراپا ان کے اخت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437CD4" w:rsidRPr="00437CD4">
        <w:rPr>
          <w:rtl/>
        </w:rPr>
        <w:t xml:space="preserve"> ہوں </w:t>
      </w:r>
      <w:r w:rsidR="001100FA">
        <w:rPr>
          <w:rtl/>
        </w:rPr>
        <w:t>یقین</w:t>
      </w:r>
      <w:r>
        <w:rPr>
          <w:rtl/>
        </w:rPr>
        <w:t>ا</w:t>
      </w:r>
      <w:r w:rsidR="00824A76" w:rsidRPr="00824A76">
        <w:rPr>
          <w:rtl/>
        </w:rPr>
        <w:t xml:space="preserve"> ہر </w:t>
      </w:r>
      <w:r>
        <w:rPr>
          <w:rtl/>
        </w:rPr>
        <w:t>زمانے ک</w:t>
      </w:r>
      <w:r>
        <w:rPr>
          <w:rFonts w:hint="cs"/>
          <w:rtl/>
        </w:rPr>
        <w:t>ی</w:t>
      </w:r>
      <w:r>
        <w:rPr>
          <w:rtl/>
        </w:rPr>
        <w:t xml:space="preserve"> حجت صاحب اخت</w:t>
      </w:r>
      <w:r w:rsidR="00720096" w:rsidRPr="00720096">
        <w:rPr>
          <w:rtl/>
        </w:rPr>
        <w:t>یار</w:t>
      </w:r>
      <w:r>
        <w:rPr>
          <w:rtl/>
        </w:rPr>
        <w:t xml:space="preserve"> اور مولا</w:t>
      </w:r>
      <w:r w:rsidR="000C56D5" w:rsidRPr="000C56D5">
        <w:rPr>
          <w:rtl/>
        </w:rPr>
        <w:t xml:space="preserve"> ہیں </w:t>
      </w:r>
      <w:r>
        <w:rPr>
          <w:rtl/>
        </w:rPr>
        <w:t>لہٰ</w:t>
      </w:r>
      <w:r>
        <w:rPr>
          <w:rFonts w:hint="eastAsia"/>
          <w:rtl/>
        </w:rPr>
        <w:t>ذا</w:t>
      </w:r>
      <w:r>
        <w:rPr>
          <w:rtl/>
        </w:rPr>
        <w:t xml:space="preserve"> </w:t>
      </w:r>
      <w:r w:rsidR="002549D7" w:rsidRPr="002549D7">
        <w:rPr>
          <w:rtl/>
        </w:rPr>
        <w:t>ہمارے</w:t>
      </w:r>
      <w:r>
        <w:rPr>
          <w:rtl/>
        </w:rPr>
        <w:t xml:space="preserve"> زمانے کے مول</w:t>
      </w:r>
      <w:r>
        <w:rPr>
          <w:rFonts w:hint="cs"/>
          <w:rtl/>
        </w:rPr>
        <w:t>یٰ</w:t>
      </w:r>
      <w:r>
        <w:rPr>
          <w:rtl/>
        </w:rPr>
        <w:t xml:space="preserve">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الاعظم روح</w:t>
      </w:r>
      <w:r>
        <w:rPr>
          <w:rFonts w:hint="cs"/>
          <w:rtl/>
        </w:rPr>
        <w:t>ی</w:t>
      </w:r>
      <w:r>
        <w:rPr>
          <w:rtl/>
        </w:rPr>
        <w:t xml:space="preserve"> و ارواح </w:t>
      </w:r>
      <w:r w:rsidR="004617D9" w:rsidRPr="004617D9">
        <w:rPr>
          <w:rtl/>
        </w:rPr>
        <w:t>العالمین</w:t>
      </w:r>
      <w:r>
        <w:rPr>
          <w:rtl/>
        </w:rPr>
        <w:t xml:space="preserve"> لہ الفد</w:t>
      </w:r>
      <w:r>
        <w:rPr>
          <w:rFonts w:hint="cs"/>
          <w:rtl/>
        </w:rPr>
        <w:t>یٰ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 امام“کے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رہبر</w:t>
      </w:r>
      <w:r>
        <w:rPr>
          <w:rtl/>
        </w:rPr>
        <w:t xml:space="preserve"> اور آگے چلنے والے کے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امام ملّت </w:t>
      </w:r>
      <w:r w:rsidR="004617D9" w:rsidRPr="004617D9">
        <w:rPr>
          <w:rtl/>
        </w:rPr>
        <w:t>یعنی</w:t>
      </w:r>
      <w:r>
        <w:rPr>
          <w:rtl/>
        </w:rPr>
        <w:t xml:space="preserve"> قوم کے </w:t>
      </w:r>
      <w:r w:rsidR="001100FA">
        <w:rPr>
          <w:rtl/>
        </w:rPr>
        <w:t>رہبر</w:t>
      </w:r>
      <w:r>
        <w:rPr>
          <w:rtl/>
        </w:rPr>
        <w:t xml:space="preserve"> 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 w:rsidR="003E5538" w:rsidRPr="003E5538">
        <w:rPr>
          <w:rtl/>
        </w:rPr>
        <w:t>پیش</w:t>
      </w:r>
      <w:r>
        <w:rPr>
          <w:rtl/>
        </w:rPr>
        <w:t xml:space="preserve"> امام جن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7D2A2F">
        <w:rPr>
          <w:rtl/>
        </w:rPr>
        <w:t xml:space="preserve">میں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جائے جو وقت ادائے ف</w:t>
      </w:r>
      <w:r w:rsidR="001100FA">
        <w:rPr>
          <w:rtl/>
        </w:rPr>
        <w:t>ریض</w:t>
      </w:r>
      <w:r>
        <w:rPr>
          <w:rtl/>
        </w:rPr>
        <w:t xml:space="preserve">ہ نماز </w:t>
      </w:r>
      <w:r w:rsidR="007D2A2F">
        <w:rPr>
          <w:rtl/>
        </w:rPr>
        <w:t xml:space="preserve">میں </w:t>
      </w:r>
      <w:r>
        <w:rPr>
          <w:rtl/>
        </w:rPr>
        <w:t xml:space="preserve"> سب سے آگے کھڑے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پرامام اپنے </w:t>
      </w:r>
      <w:r w:rsidR="00682800" w:rsidRPr="00682800">
        <w:rPr>
          <w:rtl/>
        </w:rPr>
        <w:t>حقیقی</w:t>
      </w:r>
      <w:r w:rsidR="0042080E">
        <w:rPr>
          <w:rtl/>
        </w:rPr>
        <w:t xml:space="preserve"> اور </w:t>
      </w:r>
      <w:r w:rsidR="004617D9" w:rsidRPr="004617D9">
        <w:rPr>
          <w:rtl/>
        </w:rPr>
        <w:t>وسیع</w:t>
      </w:r>
      <w:r w:rsidR="0042080E">
        <w:rPr>
          <w:rtl/>
        </w:rPr>
        <w:t xml:space="preserve"> معن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استعمال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617D9" w:rsidRPr="004617D9">
        <w:rPr>
          <w:rtl/>
        </w:rPr>
        <w:t>یعنی</w:t>
      </w:r>
      <w:r w:rsidR="0042080E">
        <w:rPr>
          <w:rtl/>
        </w:rPr>
        <w:t xml:space="preserve"> پور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امت کے </w:t>
      </w:r>
      <w:r w:rsidR="001100FA">
        <w:rPr>
          <w:rtl/>
        </w:rPr>
        <w:t>رہبر</w:t>
      </w:r>
      <w:r w:rsidR="0042080E">
        <w:rPr>
          <w:rtl/>
        </w:rPr>
        <w:t xml:space="preserve">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رسول خدا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رب العزت کا ارشاد</w:t>
      </w:r>
      <w:r w:rsidRPr="00C537D2">
        <w:rPr>
          <w:rtl/>
        </w:rPr>
        <w:t xml:space="preserve"> ہے</w:t>
      </w:r>
      <w:r w:rsidR="0042080E"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و ما ارسالناک الّا رحمة للعالم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49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 w:rsidR="00824A76" w:rsidRPr="00824A76">
        <w:rPr>
          <w:rtl/>
        </w:rPr>
        <w:t xml:space="preserve"> ہم </w:t>
      </w:r>
      <w:r>
        <w:rPr>
          <w:rtl/>
        </w:rPr>
        <w:t>نے آپ کو عال</w:t>
      </w:r>
      <w:r w:rsidR="001100FA">
        <w:rPr>
          <w:rtl/>
        </w:rPr>
        <w:t>مین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صرف رحمت بنا کر </w:t>
      </w:r>
      <w:r w:rsidR="003E5538" w:rsidRPr="003E5538">
        <w:rPr>
          <w:rtl/>
        </w:rPr>
        <w:t>بھیج</w:t>
      </w:r>
      <w:r>
        <w:rPr>
          <w:rtl/>
        </w:rPr>
        <w:t>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</w:t>
      </w:r>
      <w:r w:rsidR="001100FA">
        <w:rPr>
          <w:rtl/>
        </w:rPr>
        <w:t>مومنین</w:t>
      </w:r>
      <w:r>
        <w:rPr>
          <w:rtl/>
        </w:rPr>
        <w:t xml:space="preserve"> </w:t>
      </w:r>
      <w:r w:rsidR="00B06535" w:rsidRPr="00B06535">
        <w:rPr>
          <w:rtl/>
        </w:rPr>
        <w:t>یا</w:t>
      </w:r>
      <w:r>
        <w:rPr>
          <w:rtl/>
        </w:rPr>
        <w:t xml:space="preserve"> انسانوں تک بات محدود </w:t>
      </w:r>
      <w:r w:rsidR="002025F2" w:rsidRPr="002025F2">
        <w:rPr>
          <w:rtl/>
        </w:rPr>
        <w:t>نہیں</w:t>
      </w:r>
      <w:r>
        <w:rPr>
          <w:rtl/>
        </w:rPr>
        <w:t xml:space="preserve"> بلکہ عال</w:t>
      </w:r>
      <w:r w:rsidR="001100FA">
        <w:rPr>
          <w:rtl/>
        </w:rPr>
        <w:t>مین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رحمت</w:t>
      </w:r>
      <w:r w:rsidR="00C537D2" w:rsidRPr="00C537D2">
        <w:rPr>
          <w:rtl/>
        </w:rPr>
        <w:t xml:space="preserve"> ہیں</w:t>
      </w:r>
      <w:r>
        <w:rPr>
          <w:rtl/>
        </w:rPr>
        <w:t>،آپ کے کاندھوں پر دو عالم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ذمّہ دار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لہٰذا جو بھ</w:t>
      </w:r>
      <w:r>
        <w:rPr>
          <w:rFonts w:hint="cs"/>
          <w:rtl/>
        </w:rPr>
        <w:t>ی</w:t>
      </w:r>
      <w:r>
        <w:rPr>
          <w:rtl/>
        </w:rPr>
        <w:t xml:space="preserve"> انکا نائب </w:t>
      </w:r>
      <w:r w:rsidR="00682800" w:rsidRPr="00682800">
        <w:rPr>
          <w:rtl/>
        </w:rPr>
        <w:t>حقیقی</w:t>
      </w:r>
      <w:r w:rsidR="000C56D5" w:rsidRPr="000C56D5">
        <w:rPr>
          <w:rtl/>
        </w:rPr>
        <w:t xml:space="preserve"> ہوگا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 w:rsidR="001100FA">
        <w:rPr>
          <w:rtl/>
        </w:rPr>
        <w:t>مین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امام اور رحمت</w:t>
      </w:r>
      <w:r w:rsidR="00272FF7" w:rsidRPr="00272FF7">
        <w:rPr>
          <w:rtl/>
        </w:rPr>
        <w:t xml:space="preserve"> ہو</w:t>
      </w:r>
      <w:r>
        <w:rPr>
          <w:rtl/>
        </w:rPr>
        <w:t>گاپس اس</w:t>
      </w:r>
      <w:r>
        <w:rPr>
          <w:rFonts w:hint="cs"/>
          <w:rtl/>
        </w:rPr>
        <w:t>ی</w:t>
      </w:r>
      <w:r>
        <w:rPr>
          <w:rtl/>
        </w:rPr>
        <w:t xml:space="preserve"> طرح امام معصوم (ع) عال</w:t>
      </w:r>
      <w:r w:rsidR="001100FA">
        <w:rPr>
          <w:rtl/>
        </w:rPr>
        <w:t>مین</w:t>
      </w:r>
      <w:r>
        <w:rPr>
          <w:rtl/>
        </w:rPr>
        <w:t xml:space="preserve"> کے امام اور رحمت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لفظ</w:t>
      </w:r>
      <w:r>
        <w:rPr>
          <w:rtl/>
        </w:rPr>
        <w:t xml:space="preserve"> ” </w:t>
      </w:r>
      <w:r w:rsidR="001100FA">
        <w:rPr>
          <w:rtl/>
        </w:rPr>
        <w:t>ہادی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C537D2" w:rsidRPr="00C537D2">
        <w:rPr>
          <w:rtl/>
        </w:rPr>
        <w:t>یہاں</w:t>
      </w:r>
      <w:r>
        <w:rPr>
          <w:rtl/>
        </w:rPr>
        <w:t xml:space="preserve"> اپنے </w:t>
      </w:r>
      <w:r w:rsidR="00682800" w:rsidRPr="00682800">
        <w:rPr>
          <w:rtl/>
        </w:rPr>
        <w:t>حقیقی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استعمال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617D9" w:rsidRPr="004617D9">
        <w:rPr>
          <w:rtl/>
        </w:rPr>
        <w:t>یعنی</w:t>
      </w:r>
      <w:r>
        <w:rPr>
          <w:rtl/>
        </w:rPr>
        <w:t xml:space="preserve"> وہ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ہدایت</w:t>
      </w:r>
      <w:r>
        <w:rPr>
          <w:rtl/>
        </w:rPr>
        <w:t xml:space="preserve"> </w:t>
      </w:r>
      <w:r w:rsidR="00025F9A" w:rsidRPr="00025F9A">
        <w:rPr>
          <w:rtl/>
        </w:rPr>
        <w:t>کریں</w:t>
      </w:r>
      <w:r>
        <w:rPr>
          <w:rtl/>
        </w:rPr>
        <w:t xml:space="preserve"> گے ،گمراھ</w:t>
      </w:r>
      <w:r>
        <w:rPr>
          <w:rFonts w:hint="cs"/>
          <w:rtl/>
        </w:rPr>
        <w:t>ی</w:t>
      </w:r>
      <w:r>
        <w:rPr>
          <w:rtl/>
        </w:rPr>
        <w:t xml:space="preserve"> اور ضلالت سے نکال کر صراط مست</w:t>
      </w:r>
      <w:r w:rsidR="007D2A2F">
        <w:rPr>
          <w:rtl/>
        </w:rPr>
        <w:t>قیم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رھنمائ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 w:rsidR="007D2A2F">
        <w:rPr>
          <w:rtl/>
        </w:rPr>
        <w:t>مائیں</w:t>
      </w:r>
      <w:r>
        <w:rPr>
          <w:rtl/>
        </w:rPr>
        <w:t xml:space="preserve"> گے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آدم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</w:t>
      </w:r>
      <w:r w:rsidR="007D2A2F">
        <w:rPr>
          <w:rtl/>
        </w:rPr>
        <w:t>یک</w:t>
      </w:r>
      <w:r>
        <w:rPr>
          <w:rtl/>
        </w:rPr>
        <w:t>ر سارے او</w:t>
      </w:r>
      <w:r w:rsidR="004617D9" w:rsidRPr="004617D9">
        <w:rPr>
          <w:rtl/>
        </w:rPr>
        <w:t>لیا</w:t>
      </w:r>
      <w:r>
        <w:rPr>
          <w:rtl/>
        </w:rPr>
        <w:t>ء اور اوص</w:t>
      </w:r>
      <w:r w:rsidR="00B06535" w:rsidRPr="00B06535">
        <w:rPr>
          <w:rtl/>
        </w:rPr>
        <w:t>یا</w:t>
      </w:r>
      <w:r>
        <w:rPr>
          <w:rtl/>
        </w:rPr>
        <w:t xml:space="preserve">ء کا </w:t>
      </w:r>
      <w:r w:rsidR="00720096" w:rsidRPr="00720096">
        <w:rPr>
          <w:rtl/>
        </w:rPr>
        <w:t>یہی</w:t>
      </w:r>
      <w:r>
        <w:rPr>
          <w:rtl/>
        </w:rPr>
        <w:t xml:space="preserve"> ھدف اور مقصد </w:t>
      </w:r>
      <w:r w:rsidR="00025F9A" w:rsidRPr="00025F9A">
        <w:rPr>
          <w:rtl/>
        </w:rPr>
        <w:t>رہاہ</w:t>
      </w:r>
      <w:r>
        <w:rPr>
          <w:rtl/>
        </w:rPr>
        <w:t>ے اورسب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549D7" w:rsidRPr="002549D7">
        <w:rPr>
          <w:rtl/>
        </w:rPr>
        <w:t xml:space="preserve"> ہی </w:t>
      </w:r>
      <w:r>
        <w:rPr>
          <w:rtl/>
        </w:rPr>
        <w:t>نعرہ رھ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” لوگوں ک</w:t>
      </w:r>
      <w:r>
        <w:rPr>
          <w:rFonts w:hint="cs"/>
          <w:rtl/>
        </w:rPr>
        <w:t>ی</w:t>
      </w:r>
      <w:r>
        <w:rPr>
          <w:rtl/>
        </w:rPr>
        <w:t xml:space="preserve"> حق مطلق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1100FA">
        <w:rPr>
          <w:rtl/>
        </w:rPr>
        <w:t>ہدایت</w:t>
      </w:r>
      <w:r>
        <w:rPr>
          <w:rtl/>
        </w:rPr>
        <w:t>“ آپ کے ظھور سے وہ دعا جو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دن </w:t>
      </w:r>
      <w:r w:rsidR="007D2A2F">
        <w:rPr>
          <w:rtl/>
        </w:rPr>
        <w:t xml:space="preserve">میں </w:t>
      </w:r>
      <w:r>
        <w:rPr>
          <w:rtl/>
        </w:rPr>
        <w:t xml:space="preserve"> حد اقل دس مرتبہ اپن</w:t>
      </w:r>
      <w:r>
        <w:rPr>
          <w:rFonts w:hint="cs"/>
          <w:rtl/>
        </w:rPr>
        <w:t>ی</w:t>
      </w:r>
      <w:r>
        <w:rPr>
          <w:rtl/>
        </w:rPr>
        <w:t xml:space="preserve"> نمازوں </w:t>
      </w:r>
      <w:r w:rsidR="007D2A2F">
        <w:rPr>
          <w:rtl/>
        </w:rPr>
        <w:t xml:space="preserve">میں </w:t>
      </w:r>
      <w:r>
        <w:rPr>
          <w:rtl/>
        </w:rPr>
        <w:t xml:space="preserve"> دھراتے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077CE3">
        <w:rPr>
          <w:rStyle w:val="libAieChar"/>
          <w:rtl/>
        </w:rPr>
        <w:t>ا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دنا الصراط المستق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50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D2A2F">
        <w:rPr>
          <w:rFonts w:hint="eastAsia"/>
          <w:rtl/>
        </w:rPr>
        <w:t xml:space="preserve">ہمیں </w:t>
      </w:r>
      <w:r>
        <w:rPr>
          <w:rtl/>
        </w:rPr>
        <w:t xml:space="preserve"> س</w:t>
      </w:r>
      <w:r w:rsidR="007D2A2F">
        <w:rPr>
          <w:rtl/>
        </w:rPr>
        <w:t>ید</w:t>
      </w:r>
      <w:r>
        <w:rPr>
          <w:rtl/>
        </w:rPr>
        <w:t>ھے راستے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ہدایت</w:t>
      </w:r>
      <w:r>
        <w:rPr>
          <w:rtl/>
        </w:rPr>
        <w:t xml:space="preserve"> فرما‘ اپنے انجام کو پھنچے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”مھد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(عج) حضرت کے لئے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وارد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>آپ کے اسماء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نام سب سے </w:t>
      </w:r>
      <w:r w:rsidR="004617D9" w:rsidRPr="004617D9">
        <w:rPr>
          <w:rtl/>
        </w:rPr>
        <w:t>زیادہ</w:t>
      </w:r>
      <w:r>
        <w:rPr>
          <w:rtl/>
        </w:rPr>
        <w:t xml:space="preserve"> شھرت کا حامل</w:t>
      </w:r>
      <w:r w:rsidR="00824A76" w:rsidRPr="00824A76">
        <w:rPr>
          <w:rtl/>
        </w:rPr>
        <w:t xml:space="preserve"> ہے</w:t>
      </w:r>
      <w:r w:rsidR="00DE4B57" w:rsidRPr="00DE4B57">
        <w:rPr>
          <w:rtl/>
        </w:rPr>
        <w:t xml:space="preserve"> اہل </w:t>
      </w:r>
      <w:r>
        <w:rPr>
          <w:rtl/>
        </w:rPr>
        <w:t>سنت اور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کے منابع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نام </w:t>
      </w:r>
      <w:r w:rsidR="007D2A2F">
        <w:rPr>
          <w:rtl/>
        </w:rPr>
        <w:t>یک</w:t>
      </w:r>
      <w:r>
        <w:rPr>
          <w:rtl/>
        </w:rPr>
        <w:t>ساں طور پر پہچانا جاتا</w:t>
      </w:r>
      <w:r w:rsidR="002549D7" w:rsidRPr="002549D7">
        <w:rPr>
          <w:rtl/>
        </w:rPr>
        <w:t xml:space="preserve"> ہے۔ </w:t>
      </w:r>
    </w:p>
    <w:p w:rsidR="0042080E" w:rsidRDefault="008828D8" w:rsidP="0042080E">
      <w:pPr>
        <w:pStyle w:val="libNormal"/>
        <w:rPr>
          <w:rtl/>
        </w:rPr>
      </w:pPr>
      <w:r w:rsidRPr="008828D8">
        <w:rPr>
          <w:rFonts w:hint="eastAsia"/>
          <w:rtl/>
        </w:rPr>
        <w:t>جیسے</w:t>
      </w:r>
      <w:r w:rsidR="0042080E">
        <w:rPr>
          <w:rtl/>
        </w:rPr>
        <w:t xml:space="preserve"> کا امام 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سے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انما</w:t>
      </w:r>
      <w:r w:rsidRPr="00077CE3">
        <w:rPr>
          <w:rStyle w:val="libArabicChar"/>
          <w:rtl/>
        </w:rPr>
        <w:t xml:space="preserve"> سمّ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القائم 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د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ّ</w:t>
      </w:r>
      <w:r w:rsidRPr="00077CE3">
        <w:rPr>
          <w:rStyle w:val="libArabicChar"/>
          <w:rtl/>
        </w:rPr>
        <w:t>ا لاَنّ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>د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</w:t>
      </w:r>
      <w:r w:rsidRPr="00077CE3">
        <w:rPr>
          <w:rStyle w:val="libArabicChar"/>
          <w:rFonts w:hint="cs"/>
          <w:rtl/>
        </w:rPr>
        <w:t>یٰ</w:t>
      </w:r>
      <w:r w:rsidRPr="00077CE3">
        <w:rPr>
          <w:rStyle w:val="libArabicChar"/>
          <w:rtl/>
        </w:rPr>
        <w:t xml:space="preserve"> امر مضلول عن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بے شک حضرت قائم کو مھد</w:t>
      </w:r>
      <w:r>
        <w:rPr>
          <w:rFonts w:hint="cs"/>
          <w:rtl/>
        </w:rPr>
        <w:t>ی</w:t>
      </w:r>
      <w:r>
        <w:rPr>
          <w:rtl/>
        </w:rPr>
        <w:t xml:space="preserve"> اس لئے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 w:rsidR="001E3FC4" w:rsidRPr="001E3FC4">
        <w:rPr>
          <w:rtl/>
        </w:rPr>
        <w:t>کیونکہ</w:t>
      </w:r>
      <w:r>
        <w:rPr>
          <w:rtl/>
        </w:rPr>
        <w:t xml:space="preserve"> وہ </w:t>
      </w:r>
      <w:r w:rsidR="000C56D5" w:rsidRPr="000C56D5">
        <w:rPr>
          <w:rtl/>
        </w:rPr>
        <w:t>ایک</w:t>
      </w:r>
      <w:r>
        <w:rPr>
          <w:rtl/>
        </w:rPr>
        <w:t xml:space="preserve"> گمشدہ اور ترک شدہ امر ک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 w:rsidR="001100FA">
        <w:rPr>
          <w:rtl/>
        </w:rPr>
        <w:t>ہدایت</w:t>
      </w:r>
      <w:r>
        <w:rPr>
          <w:rtl/>
        </w:rPr>
        <w:t xml:space="preserve"> </w:t>
      </w:r>
      <w:r w:rsidR="00025F9A" w:rsidRPr="00025F9A">
        <w:rPr>
          <w:rtl/>
        </w:rPr>
        <w:t>کریں</w:t>
      </w:r>
      <w:r>
        <w:rPr>
          <w:rtl/>
        </w:rPr>
        <w:t xml:space="preserve"> گے،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اور مقام پر امام 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لاَنّ</w:t>
      </w:r>
      <w:r w:rsidR="00031FA0" w:rsidRPr="00031FA0">
        <w:rPr>
          <w:rStyle w:val="libArabicChar"/>
          <w:rFonts w:hint="cs"/>
          <w:rtl/>
        </w:rPr>
        <w:t>ه</w:t>
      </w:r>
      <w:r w:rsidRPr="00077CE3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>د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کل امر خف</w:t>
      </w:r>
      <w:r w:rsidRPr="00077CE3">
        <w:rPr>
          <w:rStyle w:val="libArabicChar"/>
          <w:rFonts w:hint="cs"/>
          <w:rtl/>
        </w:rPr>
        <w:t>یّ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1E3FC4" w:rsidRPr="001E3FC4">
        <w:rPr>
          <w:rFonts w:hint="eastAsia"/>
          <w:rtl/>
        </w:rPr>
        <w:t>کیونکہ</w:t>
      </w:r>
      <w:r>
        <w:rPr>
          <w:rtl/>
        </w:rPr>
        <w:t xml:space="preserve"> وہ</w:t>
      </w:r>
      <w:r w:rsidR="00824A76" w:rsidRPr="00824A76">
        <w:rPr>
          <w:rtl/>
        </w:rPr>
        <w:t xml:space="preserve"> ہر </w:t>
      </w:r>
      <w:r>
        <w:rPr>
          <w:rtl/>
        </w:rPr>
        <w:t>پو</w:t>
      </w:r>
      <w:r w:rsidR="007D2A2F">
        <w:rPr>
          <w:rtl/>
        </w:rPr>
        <w:t>شید</w:t>
      </w:r>
      <w:r>
        <w:rPr>
          <w:rtl/>
        </w:rPr>
        <w:t>ہ امر ک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 w:rsidR="001100FA">
        <w:rPr>
          <w:rtl/>
        </w:rPr>
        <w:t>ہدایت</w:t>
      </w:r>
      <w:r>
        <w:rPr>
          <w:rtl/>
        </w:rPr>
        <w:t xml:space="preserve"> فر</w:t>
      </w:r>
      <w:r w:rsidR="007D2A2F">
        <w:rPr>
          <w:rtl/>
        </w:rPr>
        <w:t>مائیں</w:t>
      </w:r>
      <w:r>
        <w:rPr>
          <w:rtl/>
        </w:rPr>
        <w:t xml:space="preserve"> گے“۔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اور مقام پر امام محمد باقر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سے نقل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077CE3">
        <w:rPr>
          <w:rStyle w:val="libArabicChar"/>
          <w:rFonts w:hint="eastAsia"/>
          <w:rtl/>
        </w:rPr>
        <w:t>فانّما</w:t>
      </w:r>
      <w:r w:rsidRPr="00077CE3">
        <w:rPr>
          <w:rStyle w:val="libArabicChar"/>
          <w:rtl/>
        </w:rPr>
        <w:t xml:space="preserve"> سمّ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د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لانّ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>د</w:t>
      </w:r>
      <w:r w:rsidRPr="00077CE3">
        <w:rPr>
          <w:rStyle w:val="libArabicChar"/>
          <w:rFonts w:hint="cs"/>
          <w:rtl/>
        </w:rPr>
        <w:t>ی</w:t>
      </w:r>
      <w:r w:rsidRPr="00077CE3">
        <w:rPr>
          <w:rStyle w:val="libArabicChar"/>
          <w:rtl/>
        </w:rPr>
        <w:t xml:space="preserve"> لامر خف</w:t>
      </w:r>
      <w:r w:rsidRPr="00077CE3">
        <w:rPr>
          <w:rStyle w:val="libArabicChar"/>
          <w:rFonts w:hint="cs"/>
          <w:rtl/>
        </w:rPr>
        <w:t>یّ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بے شک حضرت کو مھد</w:t>
      </w:r>
      <w:r>
        <w:rPr>
          <w:rFonts w:hint="cs"/>
          <w:rtl/>
        </w:rPr>
        <w:t>ی</w:t>
      </w:r>
      <w:r>
        <w:rPr>
          <w:rtl/>
        </w:rPr>
        <w:t>(عج) کھنے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وہ پو</w:t>
      </w:r>
      <w:r w:rsidR="007D2A2F">
        <w:rPr>
          <w:rtl/>
        </w:rPr>
        <w:t>شید</w:t>
      </w:r>
      <w:r>
        <w:rPr>
          <w:rtl/>
        </w:rPr>
        <w:t>ہ امر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1100FA">
        <w:rPr>
          <w:rtl/>
        </w:rPr>
        <w:t>ہدایت</w:t>
      </w:r>
      <w:r>
        <w:rPr>
          <w:rtl/>
        </w:rPr>
        <w:t xml:space="preserve"> </w:t>
      </w:r>
      <w:r w:rsidR="00025F9A" w:rsidRPr="00025F9A">
        <w:rPr>
          <w:rtl/>
        </w:rPr>
        <w:t>کریں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گمشدہ امر سے مراد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م</w:t>
      </w:r>
      <w:r w:rsidR="007D2A2F">
        <w:rPr>
          <w:rtl/>
        </w:rPr>
        <w:t>بین</w:t>
      </w:r>
      <w:r>
        <w:rPr>
          <w:rtl/>
        </w:rPr>
        <w:t xml:space="preserve"> اسلام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 کو </w:t>
      </w:r>
      <w:r w:rsidR="00B06535" w:rsidRPr="00B06535">
        <w:rPr>
          <w:rtl/>
        </w:rPr>
        <w:t>یا</w:t>
      </w:r>
      <w:r>
        <w:rPr>
          <w:rtl/>
        </w:rPr>
        <w:t xml:space="preserve"> تو بھ</w:t>
      </w:r>
      <w:r w:rsidR="00C537D2" w:rsidRPr="00C537D2">
        <w:rPr>
          <w:rtl/>
        </w:rPr>
        <w:t>لایا</w:t>
      </w:r>
      <w:r>
        <w:rPr>
          <w:rtl/>
        </w:rPr>
        <w:t xml:space="preserve"> جاچکا</w:t>
      </w:r>
      <w:r w:rsidR="00824A76" w:rsidRPr="00824A76">
        <w:rPr>
          <w:rtl/>
        </w:rPr>
        <w:t xml:space="preserve"> ہے </w:t>
      </w:r>
      <w:r w:rsidR="00B06535" w:rsidRPr="00B06535">
        <w:rPr>
          <w:rtl/>
        </w:rPr>
        <w:t>یا</w:t>
      </w:r>
      <w:r>
        <w:rPr>
          <w:rtl/>
        </w:rPr>
        <w:t xml:space="preserve"> پھر ابھ</w:t>
      </w:r>
      <w:r>
        <w:rPr>
          <w:rFonts w:hint="cs"/>
          <w:rtl/>
        </w:rPr>
        <w:t>ی</w:t>
      </w:r>
      <w:r>
        <w:rPr>
          <w:rtl/>
        </w:rPr>
        <w:t xml:space="preserve"> تک بہت سے ا</w:t>
      </w:r>
      <w:r w:rsidR="00A900AD">
        <w:rPr>
          <w:rtl/>
        </w:rPr>
        <w:t>یس</w:t>
      </w:r>
      <w:r>
        <w:rPr>
          <w:rtl/>
        </w:rPr>
        <w:t>ے احکامات</w:t>
      </w:r>
      <w:r w:rsidR="000C56D5" w:rsidRPr="000C56D5">
        <w:rPr>
          <w:rtl/>
        </w:rPr>
        <w:t xml:space="preserve"> ہیں </w:t>
      </w:r>
      <w:r>
        <w:rPr>
          <w:rtl/>
        </w:rPr>
        <w:t>کہ جس کو</w:t>
      </w:r>
      <w:r w:rsidR="00824A76" w:rsidRPr="00824A76">
        <w:rPr>
          <w:rtl/>
        </w:rPr>
        <w:t xml:space="preserve"> ہم </w:t>
      </w:r>
      <w:r>
        <w:rPr>
          <w:rtl/>
        </w:rPr>
        <w:t>سمجھنے سے قاصر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”قائم“ کا اطلاق بھ</w:t>
      </w:r>
      <w:r>
        <w:rPr>
          <w:rFonts w:hint="cs"/>
          <w:rtl/>
        </w:rPr>
        <w:t>ی</w:t>
      </w:r>
      <w:r>
        <w:rPr>
          <w:rtl/>
        </w:rPr>
        <w:t xml:space="preserve"> فقط آپ</w:t>
      </w:r>
      <w:r w:rsidR="002549D7" w:rsidRPr="002549D7">
        <w:rPr>
          <w:rtl/>
        </w:rPr>
        <w:t xml:space="preserve"> ہی </w:t>
      </w:r>
      <w:r>
        <w:rPr>
          <w:rtl/>
        </w:rPr>
        <w:t>کے لئے مخصوص</w:t>
      </w:r>
      <w:r w:rsidR="00824A76" w:rsidRPr="00824A76">
        <w:rPr>
          <w:rtl/>
        </w:rPr>
        <w:t xml:space="preserve"> ہے </w:t>
      </w:r>
      <w:r>
        <w:rPr>
          <w:rtl/>
        </w:rPr>
        <w:t>،حضرت ابو حمزہ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میں </w:t>
      </w:r>
      <w:r>
        <w:rPr>
          <w:rtl/>
        </w:rPr>
        <w:t xml:space="preserve"> نے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کہ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</w:t>
      </w:r>
      <w:r w:rsidRPr="00077CE3">
        <w:rPr>
          <w:rStyle w:val="libArabicChar"/>
          <w:rtl/>
        </w:rPr>
        <w:t xml:space="preserve"> ابن رسول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</w:t>
      </w:r>
      <w:r w:rsidR="00296C60">
        <w:rPr>
          <w:rStyle w:val="libArabicChar"/>
          <w:rFonts w:hint="cs"/>
          <w:rtl/>
        </w:rPr>
        <w:t>ا</w:t>
      </w:r>
      <w:r w:rsidRPr="00077CE3">
        <w:rPr>
          <w:rStyle w:val="libArabicChar"/>
          <w:rFonts w:hint="eastAsia"/>
          <w:rtl/>
        </w:rPr>
        <w:t>لستم</w:t>
      </w:r>
      <w:r w:rsidRPr="00077CE3">
        <w:rPr>
          <w:rStyle w:val="libArabicChar"/>
          <w:rtl/>
        </w:rPr>
        <w:t xml:space="preserve"> کلکم قائم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بالحق</w:t>
      </w:r>
      <w:r>
        <w:rPr>
          <w:rtl/>
        </w:rPr>
        <w:t>“آ</w:t>
      </w:r>
      <w:r w:rsidR="00B06535" w:rsidRPr="00B06535">
        <w:rPr>
          <w:rtl/>
        </w:rPr>
        <w:t>یا</w:t>
      </w:r>
      <w:r>
        <w:rPr>
          <w:rtl/>
        </w:rPr>
        <w:t xml:space="preserve"> آپ سارے آئمہ قائم بر حق </w:t>
      </w:r>
      <w:r w:rsidR="002025F2" w:rsidRPr="002025F2">
        <w:rPr>
          <w:rtl/>
        </w:rPr>
        <w:t>نہیں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>:</w:t>
      </w:r>
      <w:r w:rsidR="007D2A2F">
        <w:rPr>
          <w:rtl/>
        </w:rPr>
        <w:t xml:space="preserve"> ہاں </w:t>
      </w:r>
      <w:r>
        <w:rPr>
          <w:rtl/>
        </w:rPr>
        <w:t>(</w:t>
      </w:r>
      <w:r w:rsidR="007D2A2F">
        <w:rPr>
          <w:rtl/>
        </w:rPr>
        <w:t>کیوں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؟)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ابوحمزہ</w:t>
      </w:r>
      <w:r>
        <w:rPr>
          <w:rtl/>
        </w:rPr>
        <w:t xml:space="preserve">  نے پوچھا: تو پھر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الاعظم کا نام قائم </w:t>
      </w:r>
      <w:r w:rsidR="007D2A2F">
        <w:rPr>
          <w:rtl/>
        </w:rPr>
        <w:t>کیوں</w:t>
      </w:r>
      <w:r>
        <w:rPr>
          <w:rtl/>
        </w:rPr>
        <w:t xml:space="preserve"> </w:t>
      </w:r>
      <w:r w:rsidR="00D74317">
        <w:rPr>
          <w:rtl/>
        </w:rPr>
        <w:t>رکھا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جواب </w:t>
      </w:r>
      <w:r w:rsidR="007D2A2F">
        <w:rPr>
          <w:rtl/>
        </w:rPr>
        <w:t xml:space="preserve">میں 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  <w:r w:rsidRPr="00DA42EA">
        <w:rPr>
          <w:rStyle w:val="libArabicChar"/>
          <w:rtl/>
        </w:rPr>
        <w:t>لمّا قتل جدّ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الحس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عل</w:t>
      </w:r>
      <w:r w:rsidRPr="00DA42EA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tl/>
        </w:rPr>
        <w:t xml:space="preserve"> السلام ضجّت الملائکة ال</w:t>
      </w:r>
      <w:r w:rsidRPr="00DA42EA">
        <w:rPr>
          <w:rStyle w:val="libArabicChar"/>
          <w:rFonts w:hint="cs"/>
          <w:rtl/>
        </w:rPr>
        <w:t>یٰ</w:t>
      </w:r>
      <w:r w:rsidRPr="00DA42EA">
        <w:rPr>
          <w:rStyle w:val="libArabicChar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جلّ بالبکاء والنج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ب و قالوا ال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نا و س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دنا اَ تف</w:t>
      </w:r>
      <w:r w:rsidRPr="00DA42EA">
        <w:rPr>
          <w:rStyle w:val="libArabicChar"/>
          <w:rtl/>
        </w:rPr>
        <w:t>عل عمّن قتل صفوتک و ابن صفوتک من خلقک فاوح</w:t>
      </w:r>
      <w:r w:rsidRPr="00DA42EA">
        <w:rPr>
          <w:rStyle w:val="libArabicChar"/>
          <w:rFonts w:hint="cs"/>
          <w:rtl/>
        </w:rPr>
        <w:t>یٰ</w:t>
      </w:r>
      <w:r w:rsidRPr="00DA42EA">
        <w:rPr>
          <w:rStyle w:val="libArabicChar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جلّ ال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>م قرّوا ملائکت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فوعزّت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وجلال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ل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نتقمنَّ</w:t>
      </w:r>
      <w:r w:rsidRPr="00DA42EA">
        <w:rPr>
          <w:rStyle w:val="libArabicChar"/>
          <w:rtl/>
        </w:rPr>
        <w:t xml:space="preserve">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و لو بعد ح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ثم کشف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جلّ عن الائمة من ولد الحس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عل</w:t>
      </w:r>
      <w:r w:rsidRPr="00DA42EA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tl/>
        </w:rPr>
        <w:t xml:space="preserve"> السلام للملائکة فسّرت الملائکة بذلک فاذا احد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م قائم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صلّ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فقال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</w:t>
      </w:r>
      <w:r w:rsidRPr="00DA42EA">
        <w:rPr>
          <w:rStyle w:val="libArabicChar"/>
          <w:rtl/>
        </w:rPr>
        <w:t>لّ بذلک القائم انتقم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:”جس وقت </w:t>
      </w:r>
      <w:r w:rsidR="007D2A2F">
        <w:rPr>
          <w:rtl/>
        </w:rPr>
        <w:t>میر</w:t>
      </w:r>
      <w:r>
        <w:rPr>
          <w:rtl/>
        </w:rPr>
        <w:t>ے جدّ حضرت امام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</w:t>
      </w:r>
      <w:r w:rsidR="007D2A2F">
        <w:rPr>
          <w:rtl/>
        </w:rPr>
        <w:t>ھید</w:t>
      </w:r>
      <w:r w:rsidR="008828D8" w:rsidRPr="008828D8">
        <w:rPr>
          <w:rtl/>
        </w:rPr>
        <w:t xml:space="preserve"> ہوئے </w:t>
      </w:r>
      <w:r>
        <w:rPr>
          <w:rtl/>
        </w:rPr>
        <w:t>تھے تو ملائکہ نے گر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اور خداوند عالم سے کھنے لگے اے خدا آ</w:t>
      </w:r>
      <w:r w:rsidR="00B06535" w:rsidRPr="00B06535">
        <w:rPr>
          <w:rtl/>
        </w:rPr>
        <w:t>یا</w:t>
      </w:r>
      <w:r>
        <w:rPr>
          <w:rtl/>
        </w:rPr>
        <w:t xml:space="preserve"> تو اپنے برگ</w:t>
      </w:r>
      <w:r w:rsidR="007D2A2F">
        <w:rPr>
          <w:rtl/>
        </w:rPr>
        <w:t>زید</w:t>
      </w:r>
      <w:r>
        <w:rPr>
          <w:rtl/>
        </w:rPr>
        <w:t>ہ اور پ</w:t>
      </w:r>
      <w:r w:rsidR="00B06535" w:rsidRPr="00B06535">
        <w:rPr>
          <w:rtl/>
        </w:rPr>
        <w:t>یا</w:t>
      </w:r>
      <w:r>
        <w:rPr>
          <w:rtl/>
        </w:rPr>
        <w:t>مبر گرام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فرزند کے قتل کو نظر انداز کردے گا جو </w:t>
      </w:r>
      <w:r w:rsidR="00025F9A" w:rsidRPr="00025F9A">
        <w:rPr>
          <w:rtl/>
        </w:rPr>
        <w:t>تیری</w:t>
      </w:r>
      <w:r>
        <w:rPr>
          <w:rtl/>
        </w:rPr>
        <w:t xml:space="preserve"> بہت</w:t>
      </w:r>
      <w:r w:rsidR="001100FA">
        <w:rPr>
          <w:rtl/>
        </w:rPr>
        <w:t>رین</w:t>
      </w:r>
      <w:r>
        <w:rPr>
          <w:rtl/>
        </w:rPr>
        <w:t xml:space="preserve"> مخلوق </w:t>
      </w:r>
      <w:r>
        <w:rPr>
          <w:rFonts w:hint="eastAsia"/>
          <w:rtl/>
        </w:rPr>
        <w:t>کا</w:t>
      </w:r>
      <w:r>
        <w:rPr>
          <w:rtl/>
        </w:rPr>
        <w:t xml:space="preserve"> فرزند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خداوند عالم نے ملائکہ کے لئے وح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اے </w:t>
      </w:r>
      <w:r w:rsidR="007D2A2F">
        <w:rPr>
          <w:rtl/>
        </w:rPr>
        <w:t>میر</w:t>
      </w:r>
      <w:r>
        <w:rPr>
          <w:rtl/>
        </w:rPr>
        <w:t>ے ملائکہ ! صبر کرو ،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عزت اور جلال ک</w:t>
      </w:r>
      <w:r>
        <w:rPr>
          <w:rFonts w:hint="cs"/>
          <w:rtl/>
        </w:rPr>
        <w:t>ی</w:t>
      </w:r>
      <w:r>
        <w:rPr>
          <w:rtl/>
        </w:rPr>
        <w:t xml:space="preserve"> قسم بے شک ان لوگوں سے انتقام لوں گا </w:t>
      </w:r>
      <w:r w:rsidR="00B06535" w:rsidRPr="00B06535">
        <w:rPr>
          <w:rtl/>
        </w:rPr>
        <w:t xml:space="preserve"> چاہ</w:t>
      </w:r>
      <w:r>
        <w:rPr>
          <w:rtl/>
        </w:rPr>
        <w:t>ے کتنا عرصہ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>کیوں</w:t>
      </w:r>
      <w:r>
        <w:rPr>
          <w:rtl/>
        </w:rPr>
        <w:t xml:space="preserve"> نہ گزر جائے ،پھر خداوند عالم نے پردہ ہٹاکر فرشتوں کو امام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7D2A2F">
        <w:rPr>
          <w:rtl/>
        </w:rPr>
        <w:t xml:space="preserve">میں </w:t>
      </w:r>
      <w:r>
        <w:rPr>
          <w:rtl/>
        </w:rPr>
        <w:t xml:space="preserve"> سے آئمہ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</w:t>
      </w:r>
      <w:r>
        <w:rPr>
          <w:rFonts w:hint="eastAsia"/>
          <w:rtl/>
        </w:rPr>
        <w:t>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="00720096" w:rsidRPr="00720096">
        <w:rPr>
          <w:rtl/>
        </w:rPr>
        <w:t>یار</w:t>
      </w:r>
      <w:r>
        <w:rPr>
          <w:rtl/>
        </w:rPr>
        <w:t>ت کروائ</w:t>
      </w:r>
      <w:r>
        <w:rPr>
          <w:rFonts w:hint="cs"/>
          <w:rtl/>
        </w:rPr>
        <w:t>ی</w:t>
      </w:r>
      <w:r>
        <w:rPr>
          <w:rtl/>
        </w:rPr>
        <w:t xml:space="preserve"> جس پر فرشتے خوش</w:t>
      </w:r>
      <w:r w:rsidR="00272FF7" w:rsidRPr="00272FF7">
        <w:rPr>
          <w:rtl/>
        </w:rPr>
        <w:t xml:space="preserve"> ہو</w:t>
      </w:r>
      <w:r>
        <w:rPr>
          <w:rtl/>
        </w:rPr>
        <w:t>گئے انھوں نے انوار آئمہ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</w:t>
      </w:r>
      <w:r w:rsidR="007D2A2F">
        <w:rPr>
          <w:rtl/>
        </w:rPr>
        <w:t xml:space="preserve">میں </w:t>
      </w:r>
      <w:r>
        <w:rPr>
          <w:rtl/>
        </w:rPr>
        <w:t xml:space="preserve"> سے </w:t>
      </w:r>
      <w:r w:rsidR="000C56D5" w:rsidRPr="000C56D5">
        <w:rPr>
          <w:rtl/>
        </w:rPr>
        <w:t>ایک</w:t>
      </w:r>
      <w:r>
        <w:rPr>
          <w:rtl/>
        </w:rPr>
        <w:t xml:space="preserve"> کو </w:t>
      </w:r>
      <w:r w:rsidR="007D2A2F">
        <w:rPr>
          <w:rtl/>
        </w:rPr>
        <w:t>دیکھا</w:t>
      </w:r>
      <w:r>
        <w:rPr>
          <w:rtl/>
        </w:rPr>
        <w:t xml:space="preserve"> جو ان کے </w:t>
      </w:r>
      <w:r w:rsidR="00F369ED" w:rsidRPr="00F369ED">
        <w:rPr>
          <w:rtl/>
        </w:rPr>
        <w:t>درمیان</w:t>
      </w:r>
      <w:r>
        <w:rPr>
          <w:rtl/>
        </w:rPr>
        <w:t xml:space="preserve"> کھڑے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کر نماز </w:t>
      </w:r>
      <w:r w:rsidR="007D2A2F">
        <w:rPr>
          <w:rtl/>
        </w:rPr>
        <w:t xml:space="preserve">میں </w:t>
      </w:r>
      <w:r>
        <w:rPr>
          <w:rtl/>
        </w:rPr>
        <w:t xml:space="preserve"> مشغول تھے۔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خداوند عالم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قائم (عج)کے </w:t>
      </w:r>
      <w:r w:rsidR="00B06535" w:rsidRPr="00B06535">
        <w:rPr>
          <w:rtl/>
        </w:rPr>
        <w:t>ذریع</w:t>
      </w:r>
      <w:r>
        <w:rPr>
          <w:rtl/>
        </w:rPr>
        <w:t xml:space="preserve">ہ انتقام لوں گا“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</w:t>
      </w:r>
      <w:r w:rsidR="00824A76" w:rsidRPr="00824A76">
        <w:rPr>
          <w:rtl/>
        </w:rPr>
        <w:t xml:space="preserve"> ہم </w:t>
      </w:r>
      <w:r>
        <w:rPr>
          <w:rtl/>
        </w:rPr>
        <w:t>دعائے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ندبہ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پڑھتے</w:t>
      </w:r>
      <w:r w:rsidR="000C56D5" w:rsidRPr="000C56D5">
        <w:rPr>
          <w:rtl/>
        </w:rPr>
        <w:t xml:space="preserve"> ہیں </w:t>
      </w:r>
      <w:r>
        <w:rPr>
          <w:rtl/>
        </w:rPr>
        <w:t>”</w:t>
      </w:r>
      <w:r w:rsidR="007D2A2F">
        <w:rPr>
          <w:rtl/>
        </w:rPr>
        <w:t>این</w:t>
      </w:r>
      <w:r>
        <w:rPr>
          <w:rtl/>
        </w:rPr>
        <w:t xml:space="preserve"> الطالب بدم المقتول بکربلا (دعائے ندبہ)</w:t>
      </w:r>
      <w:r w:rsidR="007844F9" w:rsidRPr="007844F9">
        <w:rPr>
          <w:rtl/>
        </w:rPr>
        <w:t>کہا</w:t>
      </w:r>
      <w:r>
        <w:rPr>
          <w:rtl/>
        </w:rPr>
        <w:t>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کربلا </w:t>
      </w:r>
      <w:r w:rsidR="007D2A2F">
        <w:rPr>
          <w:rtl/>
        </w:rPr>
        <w:t xml:space="preserve">میں </w:t>
      </w:r>
      <w:r>
        <w:rPr>
          <w:rtl/>
        </w:rPr>
        <w:t xml:space="preserve"> ش</w:t>
      </w:r>
      <w:r w:rsidR="007D2A2F">
        <w:rPr>
          <w:rtl/>
        </w:rPr>
        <w:t>ھید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والے کے خون کا بدلہ </w:t>
      </w:r>
      <w:r w:rsidR="007D2A2F">
        <w:rPr>
          <w:rtl/>
        </w:rPr>
        <w:t>لینے</w:t>
      </w:r>
      <w:r>
        <w:rPr>
          <w:rtl/>
        </w:rPr>
        <w:t xml:space="preserve"> والے۔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لفظ ”قائم“ کے بارے </w:t>
      </w:r>
      <w:r w:rsidR="007D2A2F">
        <w:rPr>
          <w:rtl/>
        </w:rPr>
        <w:t xml:space="preserve">میں </w:t>
      </w:r>
      <w:r>
        <w:rPr>
          <w:rtl/>
        </w:rPr>
        <w:t xml:space="preserve"> م</w:t>
      </w:r>
      <w:r w:rsidR="007D2A2F">
        <w:rPr>
          <w:rtl/>
        </w:rPr>
        <w:t>زید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D2A2F">
        <w:rPr>
          <w:rtl/>
        </w:rPr>
        <w:t>یو</w:t>
      </w:r>
      <w:r>
        <w:rPr>
          <w:rtl/>
        </w:rPr>
        <w:t>ں وارد</w:t>
      </w:r>
      <w:r w:rsidR="00042197" w:rsidRPr="00042197">
        <w:rPr>
          <w:rtl/>
        </w:rPr>
        <w:t xml:space="preserve"> ہوا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جب سوال</w:t>
      </w:r>
      <w:r w:rsidR="00042197" w:rsidRPr="00042197">
        <w:rPr>
          <w:rtl/>
        </w:rPr>
        <w:t xml:space="preserve"> ہوا </w:t>
      </w:r>
      <w:r>
        <w:rPr>
          <w:rtl/>
        </w:rPr>
        <w:t xml:space="preserve">کہ حضرت (ع) کو قائم </w:t>
      </w:r>
      <w:r w:rsidR="007D2A2F">
        <w:rPr>
          <w:rtl/>
        </w:rPr>
        <w:t>کیوں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t>لاَنّ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قوم بعد موت ذکر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 ارتداد اکثر القائل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بامامت</w:t>
      </w:r>
      <w:r w:rsidR="00031FA0" w:rsidRPr="00031FA0">
        <w:rPr>
          <w:rStyle w:val="libArabicChar"/>
          <w:rFonts w:hint="cs"/>
          <w:rtl/>
        </w:rPr>
        <w:t>ه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1E3FC4" w:rsidP="0042080E">
      <w:pPr>
        <w:pStyle w:val="libNormal"/>
        <w:rPr>
          <w:rtl/>
        </w:rPr>
      </w:pPr>
      <w:r w:rsidRPr="001E3FC4">
        <w:rPr>
          <w:rFonts w:hint="eastAsia"/>
          <w:rtl/>
        </w:rPr>
        <w:t>کیونکہ</w:t>
      </w:r>
      <w:r w:rsidR="0042080E">
        <w:rPr>
          <w:rtl/>
        </w:rPr>
        <w:t xml:space="preserve"> وہ اس وقت ظھور فر</w:t>
      </w:r>
      <w:r w:rsidR="007D2A2F">
        <w:rPr>
          <w:rtl/>
        </w:rPr>
        <w:t>مائیں</w:t>
      </w:r>
      <w:r w:rsidR="0042080E">
        <w:rPr>
          <w:rtl/>
        </w:rPr>
        <w:t xml:space="preserve"> گے کہ جب ان کا ذکر ختم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چکا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او راکثر لوگ جو انک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امامت کے قائل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>گے وہ مرتد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چکے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نگے۔ </w:t>
      </w:r>
    </w:p>
    <w:p w:rsidR="0042080E" w:rsidRDefault="0042080E" w:rsidP="007D2A2F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 w:rsidR="008828D8" w:rsidRPr="008828D8">
        <w:rPr>
          <w:rtl/>
        </w:rPr>
        <w:t xml:space="preserve"> یہ </w:t>
      </w:r>
      <w:r>
        <w:rPr>
          <w:rtl/>
        </w:rPr>
        <w:t>واضح</w:t>
      </w:r>
      <w:r w:rsidR="00720096" w:rsidRPr="00720096">
        <w:rPr>
          <w:rtl/>
        </w:rPr>
        <w:t xml:space="preserve"> رہے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ق</w:t>
      </w:r>
      <w:r w:rsidR="00B06535" w:rsidRPr="00B06535">
        <w:rPr>
          <w:rtl/>
        </w:rPr>
        <w:t>یا</w:t>
      </w:r>
      <w:r>
        <w:rPr>
          <w:rtl/>
        </w:rPr>
        <w:t>م پروردگار عالم کے امر سے</w:t>
      </w:r>
      <w:r w:rsidR="000C56D5" w:rsidRPr="000C56D5">
        <w:rPr>
          <w:rtl/>
        </w:rPr>
        <w:t xml:space="preserve"> ہوگا </w:t>
      </w:r>
      <w:r>
        <w:rPr>
          <w:rtl/>
        </w:rPr>
        <w:t>اور حضرت (عج) خداوند عالم کے احکامات کو لوگوں تک پ</w:t>
      </w:r>
      <w:r w:rsidR="007D2A2F">
        <w:rPr>
          <w:rFonts w:hint="cs"/>
          <w:rtl/>
        </w:rPr>
        <w:t>ہ</w:t>
      </w:r>
      <w:r w:rsidR="007D2A2F">
        <w:rPr>
          <w:rtl/>
        </w:rPr>
        <w:t>نچائ</w:t>
      </w:r>
      <w:r w:rsidR="007D2A2F">
        <w:rPr>
          <w:rFonts w:hint="cs"/>
          <w:rtl/>
        </w:rPr>
        <w:t>ی</w:t>
      </w:r>
      <w:r>
        <w:rPr>
          <w:rtl/>
        </w:rPr>
        <w:t xml:space="preserve">ںگے </w:t>
      </w:r>
      <w:r w:rsidR="003E5538" w:rsidRPr="003E5538">
        <w:rPr>
          <w:rtl/>
        </w:rPr>
        <w:t>شاید</w:t>
      </w:r>
      <w:r>
        <w:rPr>
          <w:rtl/>
        </w:rPr>
        <w:t xml:space="preserve"> مراد وہ امر</w:t>
      </w:r>
      <w:r w:rsidR="002549D7" w:rsidRPr="002549D7">
        <w:rPr>
          <w:rtl/>
        </w:rPr>
        <w:t xml:space="preserve"> ہو </w:t>
      </w:r>
      <w:r>
        <w:rPr>
          <w:rtl/>
        </w:rPr>
        <w:t>کہ جسک</w:t>
      </w:r>
      <w:r>
        <w:rPr>
          <w:rFonts w:hint="cs"/>
          <w:rtl/>
        </w:rPr>
        <w:t>ی</w:t>
      </w:r>
      <w:r>
        <w:rPr>
          <w:rtl/>
        </w:rPr>
        <w:t xml:space="preserve"> اطاعت کا قرآن </w:t>
      </w:r>
      <w:r w:rsidR="00C1070F" w:rsidRPr="00C1070F">
        <w:rPr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ذکر</w:t>
      </w:r>
      <w:r w:rsidR="00042197" w:rsidRPr="00042197">
        <w:rPr>
          <w:rtl/>
        </w:rPr>
        <w:t xml:space="preserve"> ہوا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ieChar"/>
          <w:rtl/>
        </w:rPr>
        <w:t>اط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عوا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اط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عوا الرسول و اول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الامر منکم</w:t>
      </w:r>
      <w:r w:rsidR="00DA42EA">
        <w:rPr>
          <w:rStyle w:val="libAieChar"/>
          <w:rFonts w:hint="cs"/>
          <w:rtl/>
        </w:rPr>
        <w:t xml:space="preserve"> </w:t>
      </w:r>
      <w:r w:rsidR="00DA42EA" w:rsidRPr="00DA42EA">
        <w:rPr>
          <w:rStyle w:val="libAlaemChar"/>
          <w:rFonts w:hint="cs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56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کرواور اسکے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ان لوگوں ک</w:t>
      </w:r>
      <w:r>
        <w:rPr>
          <w:rFonts w:hint="cs"/>
          <w:rtl/>
        </w:rPr>
        <w:t>ی</w:t>
      </w:r>
      <w:r>
        <w:rPr>
          <w:rtl/>
        </w:rPr>
        <w:t xml:space="preserve"> اطاعت کرو جو اول</w:t>
      </w:r>
      <w:r>
        <w:rPr>
          <w:rFonts w:hint="cs"/>
          <w:rtl/>
        </w:rPr>
        <w:t>ی</w:t>
      </w:r>
      <w:r>
        <w:rPr>
          <w:rtl/>
        </w:rPr>
        <w:t xml:space="preserve"> الامر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ں“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مسلمانوں کے </w:t>
      </w:r>
      <w:r w:rsidR="00F369ED" w:rsidRPr="00F369ED">
        <w:rPr>
          <w:rtl/>
        </w:rPr>
        <w:t>درمیان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</w:t>
      </w:r>
      <w:r w:rsidR="00F369ED" w:rsidRPr="00F369ED">
        <w:rPr>
          <w:rtl/>
        </w:rPr>
        <w:t>پایا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بعض مفس</w:t>
      </w:r>
      <w:r w:rsidR="001100FA">
        <w:rPr>
          <w:rtl/>
        </w:rPr>
        <w:t>رین</w:t>
      </w:r>
      <w:r>
        <w:rPr>
          <w:rtl/>
        </w:rPr>
        <w:t xml:space="preserve"> کا</w:t>
      </w:r>
      <w:r w:rsidR="007D2A2F">
        <w:rPr>
          <w:rtl/>
        </w:rPr>
        <w:t xml:space="preserve"> کہنا </w:t>
      </w:r>
      <w:r w:rsidR="00824A76" w:rsidRPr="00824A76">
        <w:rPr>
          <w:rtl/>
        </w:rPr>
        <w:t xml:space="preserve">ہے </w:t>
      </w:r>
      <w:r>
        <w:rPr>
          <w:rtl/>
        </w:rPr>
        <w:t>کہ اول</w:t>
      </w:r>
      <w:r>
        <w:rPr>
          <w:rFonts w:hint="cs"/>
          <w:rtl/>
        </w:rPr>
        <w:t>ی</w:t>
      </w:r>
      <w:r>
        <w:rPr>
          <w:rtl/>
        </w:rPr>
        <w:t xml:space="preserve"> الامر سے مراد حکومت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شخص</w:t>
      </w:r>
      <w:r w:rsidR="007D2A2F">
        <w:rPr>
          <w:rtl/>
        </w:rPr>
        <w:t>یت</w:t>
      </w:r>
      <w:r w:rsidR="00824A76" w:rsidRPr="00824A76">
        <w:rPr>
          <w:rtl/>
        </w:rPr>
        <w:t xml:space="preserve"> ہے </w:t>
      </w:r>
      <w:r>
        <w:rPr>
          <w:rtl/>
        </w:rPr>
        <w:t>اور بعض کا</w:t>
      </w:r>
      <w:r w:rsidR="007D2A2F">
        <w:rPr>
          <w:rtl/>
        </w:rPr>
        <w:t xml:space="preserve"> کہنا </w:t>
      </w:r>
      <w:r w:rsidR="00824A76" w:rsidRPr="00824A76">
        <w:rPr>
          <w:rtl/>
        </w:rPr>
        <w:t xml:space="preserve">ہے </w:t>
      </w:r>
      <w:r>
        <w:rPr>
          <w:rtl/>
        </w:rPr>
        <w:t>کہ اس سے مراد علماء اور لوگوں کا نمائندہ</w:t>
      </w:r>
      <w:r w:rsidR="002549D7" w:rsidRPr="002549D7">
        <w:rPr>
          <w:rtl/>
        </w:rPr>
        <w:t xml:space="preserve"> ہے۔ </w:t>
      </w:r>
      <w:r>
        <w:rPr>
          <w:rtl/>
        </w:rPr>
        <w:t>بعض افراد کے مطابق روحان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قائ</w:t>
      </w:r>
      <w:r w:rsidR="008828D8" w:rsidRPr="008828D8">
        <w:rPr>
          <w:rtl/>
        </w:rPr>
        <w:t xml:space="preserve"> دین</w:t>
      </w:r>
      <w:r w:rsidR="000C56D5" w:rsidRPr="000C56D5">
        <w:rPr>
          <w:rtl/>
        </w:rPr>
        <w:t xml:space="preserve"> ہیں </w:t>
      </w:r>
      <w:r w:rsidR="004617D9" w:rsidRPr="004617D9">
        <w:rPr>
          <w:rtl/>
        </w:rPr>
        <w:t>یعنی</w:t>
      </w:r>
      <w:r>
        <w:rPr>
          <w:rtl/>
        </w:rPr>
        <w:t xml:space="preserve"> فقط عادل علماء جو قرآن و سنت کو مکمل طور پر جانتے</w:t>
      </w:r>
      <w:r w:rsidR="00437CD4" w:rsidRPr="00437CD4">
        <w:rPr>
          <w:rtl/>
        </w:rPr>
        <w:t xml:space="preserve"> ہوں </w:t>
      </w:r>
      <w:r>
        <w:rPr>
          <w:rtl/>
        </w:rPr>
        <w:t>جبکہ بعض علماء</w:t>
      </w:r>
      <w:r w:rsidR="00DE4B57" w:rsidRPr="00DE4B57">
        <w:rPr>
          <w:rtl/>
        </w:rPr>
        <w:t xml:space="preserve"> اہل </w:t>
      </w:r>
      <w:r>
        <w:rPr>
          <w:rtl/>
        </w:rPr>
        <w:t>سنت کا اس بات پر اصرار</w:t>
      </w:r>
      <w:r w:rsidR="00824A76" w:rsidRPr="00824A76">
        <w:rPr>
          <w:rtl/>
        </w:rPr>
        <w:t xml:space="preserve"> ہے </w:t>
      </w:r>
      <w:r>
        <w:rPr>
          <w:rtl/>
        </w:rPr>
        <w:t>کہ اس سے مراد اجماع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یعنی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 w:rsidR="007D2A2F">
        <w:rPr>
          <w:rtl/>
        </w:rPr>
        <w:t>یت</w:t>
      </w:r>
      <w:r>
        <w:rPr>
          <w:rtl/>
        </w:rPr>
        <w:t xml:space="preserve"> جس بات پر قائل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>
        <w:rPr>
          <w:rtl/>
        </w:rPr>
        <w:t xml:space="preserve"> حجت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جبکہ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کے سارے علماء اور مفس</w:t>
      </w:r>
      <w:r w:rsidR="001100FA">
        <w:rPr>
          <w:rtl/>
        </w:rPr>
        <w:t>رین</w:t>
      </w:r>
      <w:r>
        <w:rPr>
          <w:rtl/>
        </w:rPr>
        <w:t xml:space="preserve"> اس بات پر متفق</w:t>
      </w:r>
      <w:r w:rsidR="000C56D5" w:rsidRPr="000C56D5">
        <w:rPr>
          <w:rtl/>
        </w:rPr>
        <w:t xml:space="preserve"> ہیں </w:t>
      </w:r>
      <w:r>
        <w:rPr>
          <w:rtl/>
        </w:rPr>
        <w:t>کہ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 سے مراد آئمہ معصو</w:t>
      </w:r>
      <w:r w:rsidR="001100FA">
        <w:rPr>
          <w:rtl/>
        </w:rPr>
        <w:t>مین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</w:t>
      </w:r>
      <w:r w:rsidR="00C537D2" w:rsidRPr="00C537D2">
        <w:rPr>
          <w:rFonts w:hint="eastAsia"/>
          <w:rtl/>
        </w:rPr>
        <w:t xml:space="preserve">یہ 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اطاعت کا حکم مطلق آ</w:t>
      </w:r>
      <w:r w:rsidR="00B06535" w:rsidRPr="00B06535">
        <w:rPr>
          <w:rtl/>
        </w:rPr>
        <w:t>یا</w:t>
      </w:r>
      <w:r w:rsidR="00C537D2" w:rsidRPr="00C537D2">
        <w:rPr>
          <w:rtl/>
        </w:rPr>
        <w:t xml:space="preserve"> ہے</w:t>
      </w:r>
      <w:r>
        <w:rPr>
          <w:rtl/>
        </w:rPr>
        <w:t>، جسکا مطلب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</w:t>
      </w:r>
      <w:r w:rsidR="00272FF7" w:rsidRPr="00272FF7">
        <w:rPr>
          <w:rtl/>
        </w:rPr>
        <w:t>بغیر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خدشہ اور خوف کے 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 ،اس سے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بات سمجھ </w:t>
      </w:r>
      <w:r w:rsidR="007D2A2F">
        <w:rPr>
          <w:rtl/>
        </w:rPr>
        <w:t xml:space="preserve">میں 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اطاعت کا حکم </w:t>
      </w:r>
      <w:r w:rsidR="00272FF7" w:rsidRPr="00272FF7">
        <w:rPr>
          <w:rtl/>
        </w:rPr>
        <w:t>بغیر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خطا ء کے خوف سے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اسے </w:t>
      </w:r>
      <w:r w:rsidR="001100FA">
        <w:rPr>
          <w:rtl/>
        </w:rPr>
        <w:t>یقین</w:t>
      </w:r>
      <w:r>
        <w:rPr>
          <w:rtl/>
        </w:rPr>
        <w:t>ا ”معصوم“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D74317">
        <w:rPr>
          <w:rtl/>
        </w:rPr>
        <w:t>ہرگز</w:t>
      </w:r>
      <w:r>
        <w:rPr>
          <w:rtl/>
        </w:rPr>
        <w:t xml:space="preserve"> غ</w:t>
      </w:r>
      <w:r w:rsidR="007D2A2F">
        <w:rPr>
          <w:rtl/>
        </w:rPr>
        <w:t>یر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مطلق اطاعت معقو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اس کے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فعل و قول </w:t>
      </w:r>
      <w:r w:rsidR="007D2A2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اشتباہ کا احتمال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جبکہ فقط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ذات </w:t>
      </w:r>
      <w:r w:rsidR="00C537D2" w:rsidRPr="00C537D2">
        <w:rPr>
          <w:rtl/>
        </w:rPr>
        <w:t>ایسی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 </w:t>
      </w:r>
      <w:r w:rsidR="007D2A2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بھولنے کا کوئ</w:t>
      </w:r>
      <w:r>
        <w:rPr>
          <w:rFonts w:hint="cs"/>
          <w:rtl/>
        </w:rPr>
        <w:t>ی</w:t>
      </w:r>
      <w:r>
        <w:rPr>
          <w:rtl/>
        </w:rPr>
        <w:t xml:space="preserve"> امکان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تا۔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کو مدنظر رکھ</w:t>
      </w:r>
      <w:r w:rsidR="00576C85">
        <w:rPr>
          <w:rtl/>
        </w:rPr>
        <w:t>یں</w:t>
      </w:r>
      <w:r>
        <w:rPr>
          <w:rtl/>
        </w:rPr>
        <w:t xml:space="preserve"> تو گذشتہ تمام احتمالات خود بخود ختم </w:t>
      </w:r>
      <w:r w:rsidR="00C1070F" w:rsidRPr="00C1070F">
        <w:rPr>
          <w:rtl/>
        </w:rPr>
        <w:t xml:space="preserve">ہوجائیں </w:t>
      </w:r>
      <w:r>
        <w:rPr>
          <w:rtl/>
        </w:rPr>
        <w:t>گے۔ حکومت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 w:rsidR="00A900AD">
        <w:rPr>
          <w:rtl/>
        </w:rPr>
        <w:t>یس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اطاعت کس</w:t>
      </w:r>
      <w:r>
        <w:rPr>
          <w:rFonts w:hint="cs"/>
          <w:rtl/>
        </w:rPr>
        <w:t>ی</w:t>
      </w:r>
      <w:r>
        <w:rPr>
          <w:rtl/>
        </w:rPr>
        <w:t xml:space="preserve"> طور پر جائز </w:t>
      </w:r>
      <w:r w:rsidR="002025F2" w:rsidRPr="002025F2">
        <w:rPr>
          <w:rtl/>
        </w:rPr>
        <w:t>نہیں</w:t>
      </w:r>
      <w:r w:rsidR="004617D9" w:rsidRPr="004617D9">
        <w:rPr>
          <w:rtl/>
        </w:rPr>
        <w:t xml:space="preserve"> ہوسکتی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حکومت کے بڑے عھدے پر فائز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نے کا </w:t>
      </w:r>
      <w:r w:rsidR="00D74317">
        <w:rPr>
          <w:rtl/>
        </w:rPr>
        <w:t>ہرگز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لازمہ </w:t>
      </w:r>
      <w:r w:rsidR="002025F2" w:rsidRPr="002025F2">
        <w:rPr>
          <w:rtl/>
        </w:rPr>
        <w:t>نہیں</w:t>
      </w:r>
      <w:r>
        <w:rPr>
          <w:rtl/>
        </w:rPr>
        <w:t xml:space="preserve"> کہ وہ خطاؤں سے پاک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جس کا مشاھدہ مسلمانوں کے </w:t>
      </w:r>
      <w:r w:rsidR="00F369ED" w:rsidRPr="00F369ED">
        <w:rPr>
          <w:rtl/>
        </w:rPr>
        <w:t>درمیان</w:t>
      </w:r>
      <w:r w:rsidR="008828D8" w:rsidRPr="008828D8">
        <w:rPr>
          <w:rtl/>
        </w:rPr>
        <w:t xml:space="preserve"> ہونے </w:t>
      </w:r>
      <w:r>
        <w:rPr>
          <w:rtl/>
        </w:rPr>
        <w:t>والے واق</w:t>
      </w:r>
      <w:r>
        <w:rPr>
          <w:rFonts w:hint="eastAsia"/>
          <w:rtl/>
        </w:rPr>
        <w:t>عات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کثرت کے ساتھ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جاسکتا</w:t>
      </w:r>
      <w:r w:rsidR="002549D7" w:rsidRPr="002549D7">
        <w:rPr>
          <w:rtl/>
        </w:rPr>
        <w:t xml:space="preserve"> ہے۔ </w:t>
      </w:r>
    </w:p>
    <w:p w:rsidR="0042080E" w:rsidRDefault="00272FF7" w:rsidP="0042080E">
      <w:pPr>
        <w:pStyle w:val="libNormal"/>
        <w:rPr>
          <w:rtl/>
        </w:rPr>
      </w:pPr>
      <w:r w:rsidRPr="00272FF7">
        <w:rPr>
          <w:rFonts w:hint="eastAsia"/>
          <w:rtl/>
        </w:rPr>
        <w:t>بغیر</w:t>
      </w:r>
      <w:r w:rsidR="0042080E">
        <w:rPr>
          <w:rtl/>
        </w:rPr>
        <w:t xml:space="preserve">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ترد</w:t>
      </w:r>
      <w:r w:rsidR="007D2A2F">
        <w:rPr>
          <w:rtl/>
        </w:rPr>
        <w:t>ید</w:t>
      </w:r>
      <w:r w:rsidR="0042080E">
        <w:rPr>
          <w:rtl/>
        </w:rPr>
        <w:t xml:space="preserve"> کے بن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ام</w:t>
      </w:r>
      <w:r w:rsidR="00C537D2" w:rsidRPr="00C537D2">
        <w:rPr>
          <w:rtl/>
        </w:rPr>
        <w:t xml:space="preserve">یہ </w:t>
      </w:r>
      <w:r w:rsidR="0042080E">
        <w:rPr>
          <w:rtl/>
        </w:rPr>
        <w:t xml:space="preserve"> اور بن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عباس کے خلفاء اسک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بہت روشن مثال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طرح موجودہ زمانے تک مشاھدہ کرتے چلے</w:t>
      </w:r>
      <w:r w:rsidR="00720096" w:rsidRPr="00720096">
        <w:rPr>
          <w:rtl/>
        </w:rPr>
        <w:t xml:space="preserve"> آئیں</w:t>
      </w:r>
      <w:r w:rsidR="0042080E">
        <w:rPr>
          <w:rtl/>
        </w:rPr>
        <w:t xml:space="preserve"> کس مسلمان حکومت کے حاکم صدر </w:t>
      </w:r>
      <w:r w:rsidR="00B06535" w:rsidRPr="00B06535">
        <w:rPr>
          <w:rtl/>
        </w:rPr>
        <w:t>یا</w:t>
      </w:r>
      <w:r w:rsidR="0042080E">
        <w:rPr>
          <w:rtl/>
        </w:rPr>
        <w:t xml:space="preserve"> و</w:t>
      </w:r>
      <w:r w:rsidR="007D2A2F">
        <w:rPr>
          <w:rtl/>
        </w:rPr>
        <w:t>زیر</w:t>
      </w:r>
      <w:r w:rsidR="0042080E">
        <w:rPr>
          <w:rtl/>
        </w:rPr>
        <w:t xml:space="preserve"> اعظم پر اندھا اعتماد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جاسکتا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؟اگر اپنے ض</w:t>
      </w:r>
      <w:r w:rsidR="007D2A2F">
        <w:rPr>
          <w:rtl/>
        </w:rPr>
        <w:t>میر</w:t>
      </w:r>
      <w:r w:rsidR="0042080E">
        <w:rPr>
          <w:rtl/>
        </w:rPr>
        <w:t xml:space="preserve"> سے جواب طلب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تو </w:t>
      </w:r>
      <w:r w:rsidRPr="00272FF7">
        <w:rPr>
          <w:rtl/>
        </w:rPr>
        <w:t>بغیر</w:t>
      </w:r>
      <w:r w:rsidR="0042080E">
        <w:rPr>
          <w:rtl/>
        </w:rPr>
        <w:t xml:space="preserve">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شک کے جواب منف</w:t>
      </w:r>
      <w:r w:rsidR="0042080E">
        <w:rPr>
          <w:rFonts w:hint="cs"/>
          <w:rtl/>
        </w:rPr>
        <w:t>ی</w:t>
      </w:r>
      <w:r w:rsidRPr="00272FF7">
        <w:rPr>
          <w:rtl/>
        </w:rPr>
        <w:t xml:space="preserve"> ہو</w:t>
      </w:r>
      <w:r w:rsidR="0042080E">
        <w:rPr>
          <w:rtl/>
        </w:rPr>
        <w:t xml:space="preserve">گا۔ </w:t>
      </w:r>
      <w:r w:rsidR="0042080E">
        <w:rPr>
          <w:rtl/>
        </w:rPr>
        <w:cr/>
      </w:r>
    </w:p>
    <w:p w:rsidR="0042080E" w:rsidRDefault="0042080E" w:rsidP="007D2A2F">
      <w:pPr>
        <w:pStyle w:val="libNormal"/>
        <w:rPr>
          <w:rtl/>
        </w:rPr>
      </w:pPr>
      <w:r>
        <w:rPr>
          <w:rFonts w:hint="eastAsia"/>
          <w:rtl/>
        </w:rPr>
        <w:lastRenderedPageBreak/>
        <w:t>جن</w:t>
      </w:r>
      <w:r>
        <w:rPr>
          <w:rtl/>
        </w:rPr>
        <w:t xml:space="preserve"> لوگوں کا</w:t>
      </w:r>
      <w:r w:rsidR="007D2A2F">
        <w:rPr>
          <w:rtl/>
        </w:rPr>
        <w:t xml:space="preserve"> کہنا </w:t>
      </w:r>
      <w:r w:rsidR="00824A76" w:rsidRPr="00824A76">
        <w:rPr>
          <w:rtl/>
        </w:rPr>
        <w:t xml:space="preserve">ہے </w:t>
      </w:r>
      <w:r>
        <w:rPr>
          <w:rtl/>
        </w:rPr>
        <w:t>کہ” وہ عادل علماء جو قرآن و سنت سے آگاہ</w:t>
      </w:r>
      <w:r w:rsidR="00272FF7" w:rsidRPr="00272FF7">
        <w:rPr>
          <w:rtl/>
        </w:rPr>
        <w:t xml:space="preserve"> ہو</w:t>
      </w:r>
      <w:r>
        <w:rPr>
          <w:rtl/>
        </w:rPr>
        <w:t>ں“ مراد</w:t>
      </w:r>
      <w:r w:rsidR="000C56D5" w:rsidRPr="000C56D5">
        <w:rPr>
          <w:rtl/>
        </w:rPr>
        <w:t xml:space="preserve"> ہیں </w:t>
      </w:r>
      <w:r>
        <w:rPr>
          <w:rtl/>
        </w:rPr>
        <w:t>تو پھر سوال</w:t>
      </w:r>
      <w:r w:rsidR="008828D8" w:rsidRPr="008828D8">
        <w:rPr>
          <w:rtl/>
        </w:rPr>
        <w:t xml:space="preserve"> یہ </w:t>
      </w:r>
      <w:r>
        <w:rPr>
          <w:rtl/>
        </w:rPr>
        <w:t>پ</w:t>
      </w:r>
      <w:r w:rsidR="007D2A2F">
        <w:rPr>
          <w:rtl/>
        </w:rPr>
        <w:t>ید</w:t>
      </w:r>
      <w:r>
        <w:rPr>
          <w:rtl/>
        </w:rPr>
        <w:t>ا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کہ اس بات کا </w:t>
      </w:r>
      <w:r w:rsidR="00025F9A" w:rsidRPr="00025F9A">
        <w:rPr>
          <w:rtl/>
        </w:rPr>
        <w:t>فیصل</w:t>
      </w:r>
      <w:r>
        <w:rPr>
          <w:rtl/>
        </w:rPr>
        <w:t>ہ کون کرے گا کہ کونسا عالم عادل</w:t>
      </w:r>
      <w:r w:rsidR="00824A76" w:rsidRPr="00824A76">
        <w:rPr>
          <w:rtl/>
        </w:rPr>
        <w:t xml:space="preserve"> ہے </w:t>
      </w:r>
      <w:r>
        <w:rPr>
          <w:rtl/>
        </w:rPr>
        <w:t>اور قرآن و سنت سے پور</w:t>
      </w:r>
      <w:r>
        <w:rPr>
          <w:rFonts w:hint="cs"/>
          <w:rtl/>
        </w:rPr>
        <w:t>ی</w:t>
      </w:r>
      <w:r>
        <w:rPr>
          <w:rtl/>
        </w:rPr>
        <w:t xml:space="preserve"> طرح آگاہ</w:t>
      </w:r>
      <w:r w:rsidR="002549D7" w:rsidRPr="002549D7">
        <w:rPr>
          <w:rtl/>
        </w:rPr>
        <w:t xml:space="preserve"> ہے۔ </w:t>
      </w:r>
      <w:r>
        <w:rPr>
          <w:rtl/>
        </w:rPr>
        <w:t xml:space="preserve">عوام </w:t>
      </w:r>
      <w:r w:rsidR="007D2A2F">
        <w:rPr>
          <w:rtl/>
        </w:rPr>
        <w:t xml:space="preserve">میں </w:t>
      </w:r>
      <w:r>
        <w:rPr>
          <w:rtl/>
        </w:rPr>
        <w:t xml:space="preserve"> تو اس بات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 w:rsidR="007D2A2F">
        <w:rPr>
          <w:rtl/>
        </w:rPr>
        <w:t>یت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لہٰذا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خُبراء </w:t>
      </w:r>
      <w:r w:rsidR="004617D9" w:rsidRPr="004617D9">
        <w:rPr>
          <w:rtl/>
        </w:rPr>
        <w:t>یعنی</w:t>
      </w:r>
      <w:r>
        <w:rPr>
          <w:rtl/>
        </w:rPr>
        <w:t xml:space="preserve"> م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اور مجتھ</w:t>
      </w:r>
      <w:r w:rsidR="008828D8" w:rsidRPr="008828D8">
        <w:rPr>
          <w:rtl/>
        </w:rPr>
        <w:t>دین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اس بات کا </w:t>
      </w:r>
      <w:r w:rsidR="00025F9A" w:rsidRPr="00025F9A">
        <w:rPr>
          <w:rtl/>
        </w:rPr>
        <w:t>فیصل</w:t>
      </w:r>
      <w:r>
        <w:rPr>
          <w:rtl/>
        </w:rPr>
        <w:t>ہ کرسکتے</w:t>
      </w:r>
      <w:r w:rsidR="000C56D5" w:rsidRPr="000C56D5">
        <w:rPr>
          <w:rtl/>
        </w:rPr>
        <w:t xml:space="preserve"> ہیں </w:t>
      </w:r>
      <w:r>
        <w:rPr>
          <w:rtl/>
        </w:rPr>
        <w:t>جسکا مطلب</w:t>
      </w:r>
      <w:r w:rsidR="008828D8" w:rsidRPr="008828D8">
        <w:rPr>
          <w:rtl/>
        </w:rPr>
        <w:t xml:space="preserve"> یہ </w:t>
      </w:r>
      <w:r w:rsidR="00042197" w:rsidRPr="00042197">
        <w:rPr>
          <w:rtl/>
        </w:rPr>
        <w:t xml:space="preserve">ہوا </w:t>
      </w:r>
      <w:r>
        <w:rPr>
          <w:rtl/>
        </w:rPr>
        <w:t>کہ مفت</w:t>
      </w:r>
      <w:r>
        <w:rPr>
          <w:rFonts w:hint="cs"/>
          <w:rtl/>
        </w:rPr>
        <w:t>ی</w:t>
      </w:r>
      <w:r>
        <w:rPr>
          <w:rtl/>
        </w:rPr>
        <w:t xml:space="preserve"> اور مجتھ</w:t>
      </w:r>
      <w:r w:rsidR="008828D8" w:rsidRPr="008828D8">
        <w:rPr>
          <w:rtl/>
        </w:rPr>
        <w:t>دین</w:t>
      </w:r>
      <w:r>
        <w:rPr>
          <w:rtl/>
        </w:rPr>
        <w:t xml:space="preserve"> حضرات جس کے حق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فیصل</w:t>
      </w:r>
      <w:r>
        <w:rPr>
          <w:rtl/>
        </w:rPr>
        <w:t xml:space="preserve">ہ </w:t>
      </w:r>
      <w:r w:rsidR="00025F9A" w:rsidRPr="00025F9A">
        <w:rPr>
          <w:rtl/>
        </w:rPr>
        <w:t>کریں</w:t>
      </w:r>
      <w:r>
        <w:rPr>
          <w:rtl/>
        </w:rPr>
        <w:t xml:space="preserve"> وہ</w:t>
      </w:r>
      <w:r w:rsidR="002549D7" w:rsidRPr="002549D7">
        <w:rPr>
          <w:rtl/>
        </w:rPr>
        <w:t xml:space="preserve"> ہی </w:t>
      </w:r>
      <w:r>
        <w:rPr>
          <w:rtl/>
        </w:rPr>
        <w:t>واجب الاطاعت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گاجس کا </w:t>
      </w:r>
      <w:r w:rsidR="00042197" w:rsidRPr="00042197">
        <w:rPr>
          <w:rtl/>
        </w:rPr>
        <w:t>نتیجہ</w:t>
      </w:r>
      <w:r w:rsidR="008828D8" w:rsidRPr="008828D8">
        <w:rPr>
          <w:rtl/>
        </w:rPr>
        <w:t xml:space="preserve"> یہ </w:t>
      </w:r>
      <w:r w:rsidR="000C56D5" w:rsidRPr="000C56D5">
        <w:rPr>
          <w:rtl/>
        </w:rPr>
        <w:t xml:space="preserve">ہوگا </w:t>
      </w:r>
      <w:r>
        <w:rPr>
          <w:rtl/>
        </w:rPr>
        <w:t>کہ دراصل مفت</w:t>
      </w:r>
      <w:r>
        <w:rPr>
          <w:rFonts w:hint="cs"/>
          <w:rtl/>
        </w:rPr>
        <w:t>ی</w:t>
      </w:r>
      <w:r>
        <w:rPr>
          <w:rtl/>
        </w:rPr>
        <w:t xml:space="preserve"> اور مجتھ</w:t>
      </w:r>
      <w:r w:rsidR="008828D8" w:rsidRPr="008828D8">
        <w:rPr>
          <w:rtl/>
        </w:rPr>
        <w:t xml:space="preserve"> دین</w:t>
      </w:r>
      <w:r w:rsidR="002549D7" w:rsidRPr="002549D7">
        <w:rPr>
          <w:rtl/>
        </w:rPr>
        <w:t xml:space="preserve"> ہی </w:t>
      </w:r>
      <w:r>
        <w:rPr>
          <w:rtl/>
        </w:rPr>
        <w:t>واجب الاطاعت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</w:t>
      </w:r>
      <w:r w:rsidR="001E3FC4" w:rsidRPr="001E3FC4">
        <w:rPr>
          <w:rtl/>
        </w:rPr>
        <w:t>کیونکہ</w:t>
      </w:r>
      <w:r>
        <w:rPr>
          <w:rtl/>
        </w:rPr>
        <w:t xml:space="preserve"> اصل </w:t>
      </w:r>
      <w:r w:rsidR="00025F9A" w:rsidRPr="00025F9A">
        <w:rPr>
          <w:rtl/>
        </w:rPr>
        <w:t>فیصل</w:t>
      </w:r>
      <w:r>
        <w:rPr>
          <w:rtl/>
        </w:rPr>
        <w:t>ہ تو انکا</w:t>
      </w:r>
      <w:r w:rsidR="000C56D5" w:rsidRPr="000C56D5">
        <w:rPr>
          <w:rtl/>
        </w:rPr>
        <w:t xml:space="preserve"> ہوگا </w:t>
      </w:r>
      <w:r>
        <w:rPr>
          <w:rtl/>
        </w:rPr>
        <w:t>نہ کہ اس عالم کاجو منت</w:t>
      </w:r>
      <w:r>
        <w:rPr>
          <w:rFonts w:hint="eastAsia"/>
          <w:rtl/>
        </w:rPr>
        <w:t>خب</w:t>
      </w:r>
      <w:r w:rsidR="00042197" w:rsidRPr="00042197">
        <w:rPr>
          <w:rtl/>
        </w:rPr>
        <w:t xml:space="preserve"> ہوا</w:t>
      </w:r>
      <w:r w:rsidR="00C537D2" w:rsidRPr="00C537D2">
        <w:rPr>
          <w:rtl/>
        </w:rPr>
        <w:t xml:space="preserve"> ہے</w:t>
      </w:r>
      <w:r>
        <w:rPr>
          <w:rtl/>
        </w:rPr>
        <w:t>، اور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بات قطعاً آ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مبارکہ کے خلاف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سے مراد اجماع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تو عرض کرتے </w:t>
      </w:r>
      <w:r w:rsidR="00C537D2" w:rsidRPr="00C537D2">
        <w:rPr>
          <w:rtl/>
        </w:rPr>
        <w:t>چلیں</w:t>
      </w:r>
      <w:r>
        <w:rPr>
          <w:rtl/>
        </w:rPr>
        <w:t xml:space="preserve"> کہ اس بات کا وجود </w:t>
      </w:r>
      <w:r w:rsidR="007D2A2F">
        <w:rPr>
          <w:rtl/>
        </w:rPr>
        <w:t xml:space="preserve">میں </w:t>
      </w:r>
      <w:r>
        <w:rPr>
          <w:rtl/>
        </w:rPr>
        <w:t xml:space="preserve"> آنا کہ سار</w:t>
      </w:r>
      <w:r>
        <w:rPr>
          <w:rFonts w:hint="cs"/>
          <w:rtl/>
        </w:rPr>
        <w:t>ی</w:t>
      </w:r>
      <w:r>
        <w:rPr>
          <w:rtl/>
        </w:rPr>
        <w:t xml:space="preserve"> امت متفق </w:t>
      </w:r>
      <w:r w:rsidR="00042197" w:rsidRPr="00042197">
        <w:rPr>
          <w:rtl/>
        </w:rPr>
        <w:t xml:space="preserve">ہوجائے </w:t>
      </w:r>
      <w:r w:rsidR="008828D8" w:rsidRPr="008828D8">
        <w:rPr>
          <w:rtl/>
        </w:rPr>
        <w:t xml:space="preserve"> یہ </w:t>
      </w:r>
      <w:r>
        <w:rPr>
          <w:rtl/>
        </w:rPr>
        <w:t>غ</w:t>
      </w:r>
      <w:r w:rsidR="007D2A2F">
        <w:rPr>
          <w:rtl/>
        </w:rPr>
        <w:t>یر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>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حیات</w:t>
      </w:r>
      <w:r>
        <w:rPr>
          <w:rtl/>
        </w:rPr>
        <w:t xml:space="preserve"> ط</w:t>
      </w:r>
      <w:r w:rsidR="007D2A2F">
        <w:rPr>
          <w:rtl/>
        </w:rPr>
        <w:t>یب</w:t>
      </w:r>
      <w:r>
        <w:rPr>
          <w:rtl/>
        </w:rPr>
        <w:t xml:space="preserve">ہ کے بعد سے آج تک مسلمان </w:t>
      </w:r>
      <w:r w:rsidR="001100FA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اور امامت </w:t>
      </w:r>
      <w:r w:rsidR="008828D8" w:rsidRPr="008828D8">
        <w:rPr>
          <w:rtl/>
        </w:rPr>
        <w:t>جیسے</w:t>
      </w:r>
      <w:r>
        <w:rPr>
          <w:rtl/>
        </w:rPr>
        <w:t xml:space="preserve"> ا</w:t>
      </w:r>
      <w:r w:rsidR="000C56D5" w:rsidRPr="000C56D5">
        <w:rPr>
          <w:rtl/>
        </w:rPr>
        <w:t xml:space="preserve">ہم </w:t>
      </w:r>
      <w:r>
        <w:rPr>
          <w:rtl/>
        </w:rPr>
        <w:t xml:space="preserve">مسئلہ پر متفق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سکے</w:t>
      </w:r>
      <w:r w:rsidR="000C56D5" w:rsidRPr="000C56D5">
        <w:rPr>
          <w:rtl/>
        </w:rPr>
        <w:t xml:space="preserve"> ہیں </w:t>
      </w:r>
      <w:r>
        <w:rPr>
          <w:rtl/>
        </w:rPr>
        <w:t>اگر پھل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 w:rsidR="00576C85">
        <w:rPr>
          <w:rtl/>
        </w:rPr>
        <w:t>یخ</w:t>
      </w:r>
      <w:r>
        <w:rPr>
          <w:rtl/>
        </w:rPr>
        <w:t xml:space="preserve"> کو</w:t>
      </w:r>
      <w:r w:rsidR="002549D7" w:rsidRPr="002549D7">
        <w:rPr>
          <w:rtl/>
        </w:rPr>
        <w:t xml:space="preserve"> ہی </w:t>
      </w:r>
      <w:r>
        <w:rPr>
          <w:rtl/>
        </w:rPr>
        <w:t>مد نظر رکھ</w:t>
      </w:r>
      <w:r w:rsidR="00576C85">
        <w:rPr>
          <w:rtl/>
        </w:rPr>
        <w:t>یں</w:t>
      </w:r>
      <w:r>
        <w:rPr>
          <w:rtl/>
        </w:rPr>
        <w:t xml:space="preserve"> تو حکومت اور س</w:t>
      </w:r>
      <w:r w:rsidR="00B06535" w:rsidRPr="00B06535">
        <w:rPr>
          <w:rtl/>
        </w:rPr>
        <w:t>یا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نوک جھوک </w:t>
      </w:r>
      <w:r w:rsidR="007D2A2F">
        <w:rPr>
          <w:rtl/>
        </w:rPr>
        <w:t xml:space="preserve">میں </w:t>
      </w:r>
      <w:r>
        <w:rPr>
          <w:rtl/>
        </w:rPr>
        <w:t xml:space="preserve"> کتنے</w:t>
      </w:r>
      <w:r w:rsidR="002549D7" w:rsidRPr="002549D7">
        <w:rPr>
          <w:rtl/>
        </w:rPr>
        <w:t xml:space="preserve"> ہی </w:t>
      </w:r>
      <w:r>
        <w:rPr>
          <w:rtl/>
        </w:rPr>
        <w:t>قتل و غارت اور جنگ</w:t>
      </w:r>
      <w:r w:rsidR="00576C85">
        <w:rPr>
          <w:rtl/>
        </w:rPr>
        <w:t>یں</w:t>
      </w:r>
      <w:r>
        <w:rPr>
          <w:rtl/>
        </w:rPr>
        <w:t xml:space="preserve"> نظر سے گزر</w:t>
      </w:r>
      <w:r w:rsidR="00576C85">
        <w:rPr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حکومت کے حصول کے </w:t>
      </w:r>
      <w:r w:rsidR="008828D8" w:rsidRPr="008828D8">
        <w:rPr>
          <w:rtl/>
        </w:rPr>
        <w:t>لیئے</w:t>
      </w:r>
      <w:r>
        <w:rPr>
          <w:rtl/>
        </w:rPr>
        <w:t xml:space="preserve"> بچے اور عورتوں کا تو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اپنے خاندان کے افراد کو بھ</w:t>
      </w:r>
      <w:r>
        <w:rPr>
          <w:rFonts w:hint="cs"/>
          <w:rtl/>
        </w:rPr>
        <w:t>ی</w:t>
      </w:r>
      <w:r>
        <w:rPr>
          <w:rtl/>
        </w:rPr>
        <w:t xml:space="preserve"> ذبح کرنے سے در</w:t>
      </w:r>
      <w:r w:rsidR="00576C85">
        <w:rPr>
          <w:rtl/>
        </w:rPr>
        <w:t>یغ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>
        <w:rPr>
          <w:rtl/>
        </w:rPr>
        <w:t>۔</w:t>
      </w:r>
      <w:r w:rsidR="008828D8" w:rsidRPr="008828D8">
        <w:rPr>
          <w:rtl/>
        </w:rPr>
        <w:t xml:space="preserve"> یہ </w:t>
      </w:r>
      <w:r>
        <w:rPr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B06535" w:rsidRPr="00B06535">
        <w:rPr>
          <w:rtl/>
        </w:rPr>
        <w:t>یا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 w:rsidR="00576C85">
        <w:rPr>
          <w:rtl/>
        </w:rPr>
        <w:t>یں</w:t>
      </w:r>
      <w:r>
        <w:rPr>
          <w:rtl/>
        </w:rPr>
        <w:t xml:space="preserve"> اور مکار</w:t>
      </w:r>
      <w:r w:rsidR="00B06535" w:rsidRPr="00B06535">
        <w:rPr>
          <w:rtl/>
        </w:rPr>
        <w:t>یا</w:t>
      </w:r>
      <w:r>
        <w:rPr>
          <w:rtl/>
        </w:rPr>
        <w:t>ں آج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 w:rsidR="00576C85">
        <w:rPr>
          <w:rtl/>
        </w:rPr>
        <w:t>یخ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درج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جب</w:t>
      </w:r>
      <w:r w:rsidR="008828D8" w:rsidRPr="008828D8">
        <w:rPr>
          <w:rtl/>
        </w:rPr>
        <w:t xml:space="preserve"> یہ </w:t>
      </w:r>
      <w:r>
        <w:rPr>
          <w:rtl/>
        </w:rPr>
        <w:t>ثابت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>
        <w:rPr>
          <w:rtl/>
        </w:rPr>
        <w:t>کہ امت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معصوم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یعنی</w:t>
      </w:r>
      <w:r>
        <w:rPr>
          <w:rtl/>
        </w:rPr>
        <w:t xml:space="preserve"> اگر سب کو الگ الگ کرکے حساب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جائے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گناہوں</w:t>
      </w:r>
      <w:r>
        <w:rPr>
          <w:rtl/>
        </w:rPr>
        <w:t xml:space="preserve"> اور خطاؤں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 w:rsidR="00A900AD">
        <w:rPr>
          <w:rtl/>
        </w:rPr>
        <w:t>یٹ</w:t>
      </w:r>
      <w:r>
        <w:rPr>
          <w:rtl/>
        </w:rPr>
        <w:t xml:space="preserve"> سے آزاد </w:t>
      </w:r>
      <w:r w:rsidR="002025F2" w:rsidRPr="002025F2">
        <w:rPr>
          <w:rtl/>
        </w:rPr>
        <w:t>نہیں</w:t>
      </w:r>
      <w:r>
        <w:rPr>
          <w:rtl/>
        </w:rPr>
        <w:t xml:space="preserve"> ملے گا </w:t>
      </w:r>
      <w:r w:rsidR="00C537D2" w:rsidRPr="00C537D2">
        <w:rPr>
          <w:rtl/>
        </w:rPr>
        <w:t>ایسی</w:t>
      </w:r>
      <w:r>
        <w:rPr>
          <w:rtl/>
        </w:rPr>
        <w:t xml:space="preserve"> صورت حال </w:t>
      </w:r>
      <w:r w:rsidR="007D2A2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صفر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اب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صفر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لاکھوں اور کڑوڑوں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 w:rsidR="00576C85">
        <w:rPr>
          <w:rtl/>
        </w:rPr>
        <w:t>یل</w:t>
      </w:r>
      <w:r>
        <w:rPr>
          <w:rtl/>
        </w:rPr>
        <w:t xml:space="preserve"> </w:t>
      </w:r>
      <w:r w:rsidR="00C1070F" w:rsidRPr="00C1070F">
        <w:rPr>
          <w:rtl/>
        </w:rPr>
        <w:t xml:space="preserve">ہوجائیں </w:t>
      </w:r>
      <w:r>
        <w:rPr>
          <w:rtl/>
        </w:rPr>
        <w:t>صفر</w:t>
      </w:r>
      <w:r w:rsidR="002549D7" w:rsidRPr="002549D7">
        <w:rPr>
          <w:rtl/>
        </w:rPr>
        <w:t xml:space="preserve"> ہی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 w:rsidR="00576C85">
        <w:rPr>
          <w:rtl/>
        </w:rPr>
        <w:t>یل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ہوگی۔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اجماع ک</w:t>
      </w:r>
      <w:r>
        <w:rPr>
          <w:rFonts w:hint="cs"/>
          <w:rtl/>
        </w:rPr>
        <w:t>ی</w:t>
      </w:r>
      <w:r>
        <w:rPr>
          <w:rtl/>
        </w:rPr>
        <w:t xml:space="preserve"> اگر وہ معصوم (ع) کے </w:t>
      </w:r>
      <w:r w:rsidR="00272FF7" w:rsidRPr="00272FF7">
        <w:rPr>
          <w:rtl/>
        </w:rPr>
        <w:t>بغیر</w:t>
      </w:r>
      <w:r w:rsidR="002549D7" w:rsidRPr="002549D7">
        <w:rPr>
          <w:rtl/>
        </w:rPr>
        <w:t xml:space="preserve"> ہو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549D7" w:rsidRPr="002549D7">
        <w:rPr>
          <w:rtl/>
        </w:rPr>
        <w:t xml:space="preserve"> ہے۔ </w:t>
      </w:r>
      <w:r>
        <w:rPr>
          <w:rtl/>
        </w:rPr>
        <w:t>اگر</w:t>
      </w:r>
      <w:r w:rsidR="00D74317">
        <w:rPr>
          <w:rtl/>
        </w:rPr>
        <w:t xml:space="preserve"> کہیں </w:t>
      </w:r>
      <w:r>
        <w:rPr>
          <w:rtl/>
        </w:rPr>
        <w:t>اجماع کو دل</w:t>
      </w:r>
      <w:r w:rsidR="00576C85">
        <w:rPr>
          <w:rtl/>
        </w:rPr>
        <w:t>یل</w:t>
      </w:r>
      <w:r>
        <w:rPr>
          <w:rtl/>
        </w:rPr>
        <w:t xml:space="preserve"> مانا بھ</w:t>
      </w:r>
      <w:r>
        <w:rPr>
          <w:rFonts w:hint="cs"/>
          <w:rtl/>
        </w:rPr>
        <w:t>ی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تو وہ وجود مقدس معصوم (ع)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2549D7" w:rsidRPr="002549D7">
        <w:rPr>
          <w:rtl/>
        </w:rPr>
        <w:t xml:space="preserve"> ہے۔ </w:t>
      </w:r>
      <w:r>
        <w:rPr>
          <w:rtl/>
        </w:rPr>
        <w:t>معصوم (ع) کے وجود سے خال</w:t>
      </w:r>
      <w:r>
        <w:rPr>
          <w:rFonts w:hint="cs"/>
          <w:rtl/>
        </w:rPr>
        <w:t>ی</w:t>
      </w:r>
      <w:r>
        <w:rPr>
          <w:rtl/>
        </w:rPr>
        <w:t xml:space="preserve"> اجماع </w:t>
      </w:r>
      <w:r w:rsidR="00D74317">
        <w:rPr>
          <w:rtl/>
        </w:rPr>
        <w:t>ہرگز</w:t>
      </w:r>
      <w:r>
        <w:rPr>
          <w:rtl/>
        </w:rPr>
        <w:t xml:space="preserve"> قابل قبول </w:t>
      </w:r>
      <w:r w:rsidR="002025F2" w:rsidRPr="002025F2">
        <w:rPr>
          <w:rtl/>
        </w:rPr>
        <w:t>نہیں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اعتراف کہ اطاعت مطلق کے واجب</w:t>
      </w:r>
      <w:r w:rsidR="008828D8" w:rsidRPr="008828D8">
        <w:rPr>
          <w:rtl/>
        </w:rPr>
        <w:t xml:space="preserve"> ہونے </w:t>
      </w:r>
      <w:r>
        <w:rPr>
          <w:rtl/>
        </w:rPr>
        <w:t>کا مطلب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2549D7" w:rsidRPr="002549D7">
        <w:rPr>
          <w:rtl/>
        </w:rPr>
        <w:t xml:space="preserve"> ہو </w:t>
      </w:r>
      <w:r>
        <w:rPr>
          <w:rtl/>
        </w:rPr>
        <w:t>وہ معصوم</w:t>
      </w:r>
      <w:r w:rsidR="002549D7" w:rsidRPr="002549D7">
        <w:rPr>
          <w:rtl/>
        </w:rPr>
        <w:t xml:space="preserve"> ہو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سنت کے </w:t>
      </w:r>
      <w:r w:rsidR="008828D8" w:rsidRPr="008828D8">
        <w:rPr>
          <w:rtl/>
        </w:rPr>
        <w:t>عظیم</w:t>
      </w:r>
      <w:r>
        <w:rPr>
          <w:rtl/>
        </w:rPr>
        <w:t xml:space="preserve"> مفسر فخر راز</w:t>
      </w:r>
      <w:r>
        <w:rPr>
          <w:rFonts w:hint="cs"/>
          <w:rtl/>
        </w:rPr>
        <w:t>ی</w:t>
      </w:r>
      <w:r>
        <w:rPr>
          <w:rtl/>
        </w:rPr>
        <w:t xml:space="preserve"> نے اس طرح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>کہ ” خدا جس ک</w:t>
      </w:r>
      <w:r>
        <w:rPr>
          <w:rFonts w:hint="cs"/>
          <w:rtl/>
        </w:rPr>
        <w:t>ی</w:t>
      </w:r>
      <w:r>
        <w:rPr>
          <w:rtl/>
        </w:rPr>
        <w:t xml:space="preserve"> اطاعت کا حکم قطع</w:t>
      </w:r>
      <w:r>
        <w:rPr>
          <w:rFonts w:hint="cs"/>
          <w:rtl/>
        </w:rPr>
        <w:t>ی</w:t>
      </w:r>
      <w:r>
        <w:rPr>
          <w:rtl/>
        </w:rPr>
        <w:t xml:space="preserve"> طور پر اور </w:t>
      </w:r>
      <w:r w:rsidR="00272FF7" w:rsidRPr="00272FF7">
        <w:rPr>
          <w:rtl/>
        </w:rPr>
        <w:t>بغیر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چون وچرا کے 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</w:t>
      </w:r>
      <w:r w:rsidR="001100FA">
        <w:rPr>
          <w:rtl/>
        </w:rPr>
        <w:t>یقین</w:t>
      </w:r>
      <w:r>
        <w:rPr>
          <w:rtl/>
        </w:rPr>
        <w:t>ا معصوم (ع)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خطاء سے محفوظ نہ</w:t>
      </w:r>
      <w:r w:rsidR="002549D7" w:rsidRPr="002549D7">
        <w:rPr>
          <w:rtl/>
        </w:rPr>
        <w:t xml:space="preserve"> ہو </w:t>
      </w:r>
      <w:r>
        <w:rPr>
          <w:rtl/>
        </w:rPr>
        <w:t>اور خداوند عالم نے اس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دے </w:t>
      </w:r>
      <w:r w:rsidR="00D74317">
        <w:rPr>
          <w:rtl/>
        </w:rPr>
        <w:t>رکھا</w:t>
      </w:r>
      <w:r w:rsidR="002549D7" w:rsidRPr="002549D7">
        <w:rPr>
          <w:rtl/>
        </w:rPr>
        <w:t xml:space="preserve"> ہو </w:t>
      </w:r>
      <w:r>
        <w:rPr>
          <w:rtl/>
        </w:rPr>
        <w:t>تو</w:t>
      </w:r>
      <w:r w:rsidR="008828D8" w:rsidRPr="008828D8">
        <w:rPr>
          <w:rtl/>
        </w:rPr>
        <w:t xml:space="preserve"> یہ </w:t>
      </w:r>
      <w:r w:rsidR="000C56D5" w:rsidRPr="000C56D5">
        <w:rPr>
          <w:rtl/>
        </w:rPr>
        <w:t>ایک</w:t>
      </w:r>
      <w:r>
        <w:rPr>
          <w:rtl/>
        </w:rPr>
        <w:t xml:space="preserve"> قسم کا کلام خدا </w:t>
      </w:r>
      <w:r w:rsidR="007D2A2F">
        <w:rPr>
          <w:rtl/>
        </w:rPr>
        <w:t xml:space="preserve">میں </w:t>
      </w:r>
      <w:r>
        <w:rPr>
          <w:rtl/>
        </w:rPr>
        <w:t xml:space="preserve"> تضاد</w:t>
      </w:r>
      <w:r w:rsidR="00824A76" w:rsidRPr="00824A76">
        <w:rPr>
          <w:rtl/>
        </w:rPr>
        <w:t xml:space="preserve"> ہے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جانب سے اس کا حکم ماننا ممنوع</w:t>
      </w:r>
      <w:r w:rsidR="00824A76" w:rsidRPr="00824A76">
        <w:rPr>
          <w:rtl/>
        </w:rPr>
        <w:t xml:space="preserve"> ہے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اطاعت کا حکم </w:t>
      </w:r>
      <w:r w:rsidR="00720096" w:rsidRPr="00720096">
        <w:rPr>
          <w:rtl/>
        </w:rPr>
        <w:t xml:space="preserve">دیا جارہا </w:t>
      </w:r>
      <w:r w:rsidR="002549D7" w:rsidRPr="002549D7">
        <w:rPr>
          <w:rtl/>
        </w:rPr>
        <w:t xml:space="preserve">ہو </w:t>
      </w:r>
      <w:r>
        <w:rPr>
          <w:rtl/>
        </w:rPr>
        <w:t xml:space="preserve">کہ جو </w:t>
      </w:r>
      <w:r w:rsidR="000C56D5" w:rsidRPr="000C56D5">
        <w:rPr>
          <w:rtl/>
        </w:rPr>
        <w:t>ایک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فعل </w:t>
      </w:r>
      <w:r w:rsidR="007D2A2F">
        <w:rPr>
          <w:rtl/>
        </w:rPr>
        <w:t xml:space="preserve">میں </w:t>
      </w:r>
      <w:r>
        <w:rPr>
          <w:rtl/>
        </w:rPr>
        <w:t xml:space="preserve"> امر و نھ</w:t>
      </w:r>
      <w:r>
        <w:rPr>
          <w:rFonts w:hint="cs"/>
          <w:rtl/>
        </w:rPr>
        <w:t>ی</w:t>
      </w:r>
      <w:r>
        <w:rPr>
          <w:rtl/>
        </w:rPr>
        <w:t xml:space="preserve"> کے جمع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سبب بنے گا جو </w:t>
      </w:r>
      <w:r>
        <w:rPr>
          <w:rFonts w:hint="eastAsia"/>
          <w:rtl/>
        </w:rPr>
        <w:t>محال</w:t>
      </w:r>
      <w:r w:rsidR="00824A76" w:rsidRPr="00824A76">
        <w:rPr>
          <w:rtl/>
        </w:rPr>
        <w:t xml:space="preserve"> ہے </w:t>
      </w:r>
      <w:r>
        <w:rPr>
          <w:rtl/>
        </w:rPr>
        <w:t>لہذا اس بات سے ثابت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>کہ خداوند عالم نے جو قطع</w:t>
      </w:r>
      <w:r>
        <w:rPr>
          <w:rFonts w:hint="cs"/>
          <w:rtl/>
        </w:rPr>
        <w:t>ی</w:t>
      </w:r>
      <w:r>
        <w:rPr>
          <w:rtl/>
        </w:rPr>
        <w:t xml:space="preserve"> طور پر مطلق اطاعت کا حکم </w:t>
      </w:r>
      <w:r w:rsidR="00720096" w:rsidRPr="00720096">
        <w:rPr>
          <w:rtl/>
        </w:rPr>
        <w:t>دیا</w:t>
      </w:r>
      <w:r w:rsidR="00824A76" w:rsidRPr="00824A76">
        <w:rPr>
          <w:rtl/>
        </w:rPr>
        <w:t xml:space="preserve"> ہے </w:t>
      </w:r>
      <w:r>
        <w:rPr>
          <w:rtl/>
        </w:rPr>
        <w:t>اس کا لازمہ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الامر معصوم (ع)</w:t>
      </w:r>
      <w:r w:rsidR="00272FF7" w:rsidRPr="00272FF7">
        <w:rPr>
          <w:rtl/>
        </w:rPr>
        <w:t xml:space="preserve"> ہو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اب جو احتمال باق</w:t>
      </w:r>
      <w:r>
        <w:rPr>
          <w:rFonts w:hint="cs"/>
          <w:rtl/>
        </w:rPr>
        <w:t>ی</w:t>
      </w:r>
      <w:r>
        <w:rPr>
          <w:rtl/>
        </w:rPr>
        <w:t xml:space="preserve"> بچتا</w:t>
      </w:r>
      <w:r w:rsidR="00824A76" w:rsidRPr="00824A76">
        <w:rPr>
          <w:rtl/>
        </w:rPr>
        <w:t xml:space="preserve"> ہے </w:t>
      </w:r>
      <w:r>
        <w:rPr>
          <w:rtl/>
        </w:rPr>
        <w:t>کہ جس پر کوئ</w:t>
      </w:r>
      <w:r>
        <w:rPr>
          <w:rFonts w:hint="cs"/>
          <w:rtl/>
        </w:rPr>
        <w:t>ی</w:t>
      </w:r>
      <w:r>
        <w:rPr>
          <w:rtl/>
        </w:rPr>
        <w:t xml:space="preserve"> اعتراض ممکن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</w:t>
      </w:r>
      <w:r w:rsidR="00720096" w:rsidRPr="00720096">
        <w:rPr>
          <w:rtl/>
        </w:rPr>
        <w:t>یہی</w:t>
      </w:r>
      <w:r w:rsidR="00824A76" w:rsidRPr="00824A76">
        <w:rPr>
          <w:rtl/>
        </w:rPr>
        <w:t xml:space="preserve"> ہے </w:t>
      </w:r>
      <w:r>
        <w:rPr>
          <w:rtl/>
        </w:rPr>
        <w:t>کہ جو علمائے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کہتے</w:t>
      </w:r>
      <w:r w:rsidR="00C537D2" w:rsidRPr="00C537D2">
        <w:rPr>
          <w:rtl/>
        </w:rPr>
        <w:t xml:space="preserve"> ہیں</w:t>
      </w:r>
      <w:r>
        <w:rPr>
          <w:rtl/>
        </w:rPr>
        <w:t>۔اس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الامر سے مراد آئمہ معصو</w:t>
      </w:r>
      <w:r w:rsidR="001100FA">
        <w:rPr>
          <w:rtl/>
        </w:rPr>
        <w:t>مین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 w:rsidR="007D2A2F">
        <w:rPr>
          <w:rtl/>
        </w:rPr>
        <w:t>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منابع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</w:t>
      </w:r>
      <w:r w:rsidR="00DE4B57" w:rsidRPr="00DE4B57">
        <w:rPr>
          <w:rtl/>
        </w:rPr>
        <w:t xml:space="preserve"> ہوئی</w:t>
      </w:r>
      <w:r w:rsidR="000C56D5" w:rsidRPr="000C56D5">
        <w:rPr>
          <w:rtl/>
        </w:rPr>
        <w:t xml:space="preserve"> ہیں </w:t>
      </w:r>
      <w:r w:rsidR="00824A76" w:rsidRPr="00824A76">
        <w:rPr>
          <w:rtl/>
        </w:rPr>
        <w:t xml:space="preserve">ہم </w:t>
      </w:r>
      <w:r>
        <w:rPr>
          <w:rtl/>
        </w:rPr>
        <w:t>فقط منابع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سنت سے نمونہ کے طور پر چند </w:t>
      </w:r>
      <w:r w:rsidR="000C56D5" w:rsidRPr="000C56D5">
        <w:rPr>
          <w:rtl/>
        </w:rPr>
        <w:t>ایک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</w:t>
      </w:r>
      <w:r w:rsidR="00B06535" w:rsidRPr="00B06535">
        <w:rPr>
          <w:rtl/>
        </w:rPr>
        <w:t>یا</w:t>
      </w:r>
      <w:r>
        <w:rPr>
          <w:rtl/>
        </w:rPr>
        <w:t>ن اندلس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A900AD">
        <w:rPr>
          <w:rtl/>
        </w:rPr>
        <w:t>لکھا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</w:t>
      </w:r>
      <w:r w:rsidR="007D2A2F">
        <w:rPr>
          <w:rtl/>
        </w:rPr>
        <w:t xml:space="preserve">میں </w:t>
      </w:r>
      <w:r>
        <w:rPr>
          <w:rtl/>
        </w:rPr>
        <w:t xml:space="preserve"> نازل</w:t>
      </w:r>
      <w:r w:rsidR="00DE4B57" w:rsidRPr="00DE4B57">
        <w:rPr>
          <w:rtl/>
        </w:rPr>
        <w:t xml:space="preserve"> ہوئی</w:t>
      </w:r>
      <w:r w:rsidR="000C56D5" w:rsidRPr="000C56D5">
        <w:rPr>
          <w:rtl/>
        </w:rPr>
        <w:t xml:space="preserve"> ہے۔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ابوبکر بن مومن ش</w:t>
      </w:r>
      <w:r w:rsidR="007D2A2F">
        <w:rPr>
          <w:rtl/>
        </w:rPr>
        <w:t>یر</w:t>
      </w:r>
      <w:r>
        <w:rPr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اپنے ”رسالة الاعتقاد “ </w:t>
      </w:r>
      <w:r w:rsidR="007D2A2F">
        <w:rPr>
          <w:rtl/>
        </w:rPr>
        <w:t xml:space="preserve">میں </w:t>
      </w:r>
      <w:r>
        <w:rPr>
          <w:rtl/>
        </w:rPr>
        <w:t xml:space="preserve"> لکھتے</w:t>
      </w:r>
      <w:r w:rsidR="00C537D2" w:rsidRPr="00C537D2">
        <w:rPr>
          <w:rtl/>
        </w:rPr>
        <w:t xml:space="preserve"> ہیں</w:t>
      </w:r>
      <w:r>
        <w:rPr>
          <w:rtl/>
        </w:rPr>
        <w:t>۔(طبق مناقب الکاش</w:t>
      </w:r>
      <w:r>
        <w:rPr>
          <w:rFonts w:hint="cs"/>
          <w:rtl/>
        </w:rPr>
        <w:t>ی</w:t>
      </w:r>
      <w:r>
        <w:rPr>
          <w:rtl/>
        </w:rPr>
        <w:t>)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7D2A2F">
        <w:rPr>
          <w:rtl/>
        </w:rPr>
        <w:t xml:space="preserve">میں </w:t>
      </w:r>
      <w:r>
        <w:rPr>
          <w:rtl/>
        </w:rPr>
        <w:t xml:space="preserve"> نازل</w:t>
      </w:r>
      <w:r w:rsidR="00DE4B57" w:rsidRPr="00DE4B57">
        <w:rPr>
          <w:rtl/>
        </w:rPr>
        <w:t xml:space="preserve"> ہوئی</w:t>
      </w:r>
      <w:r w:rsidR="00C537D2" w:rsidRPr="00C537D2">
        <w:rPr>
          <w:rtl/>
        </w:rPr>
        <w:t xml:space="preserve"> ہے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59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576C85">
        <w:rPr>
          <w:rFonts w:hint="eastAsia"/>
          <w:rtl/>
        </w:rPr>
        <w:t>یخ</w:t>
      </w:r>
      <w:r>
        <w:rPr>
          <w:rtl/>
        </w:rPr>
        <w:t xml:space="preserve"> سل</w:t>
      </w:r>
      <w:r w:rsidR="00576C85">
        <w:rPr>
          <w:rtl/>
        </w:rPr>
        <w:t>یم</w:t>
      </w:r>
      <w:r>
        <w:rPr>
          <w:rtl/>
        </w:rPr>
        <w:t>ان حنف</w:t>
      </w:r>
      <w:r>
        <w:rPr>
          <w:rFonts w:hint="cs"/>
          <w:rtl/>
        </w:rPr>
        <w:t>ی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لکھتے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کہ </w:t>
      </w:r>
      <w:r w:rsidR="000C56D5" w:rsidRPr="000C56D5">
        <w:rPr>
          <w:rtl/>
        </w:rPr>
        <w:t>ایک</w:t>
      </w:r>
      <w:r>
        <w:rPr>
          <w:rtl/>
        </w:rPr>
        <w:t xml:space="preserve"> دن </w:t>
      </w:r>
      <w:r w:rsidR="000C56D5" w:rsidRPr="000C56D5">
        <w:rPr>
          <w:rtl/>
        </w:rPr>
        <w:t>ایک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 w:rsidR="00F369ED" w:rsidRPr="00F369ED">
        <w:rPr>
          <w:rtl/>
        </w:rPr>
        <w:t>امیر</w:t>
      </w:r>
      <w:r>
        <w:rPr>
          <w:rtl/>
        </w:rPr>
        <w:t>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آ</w:t>
      </w:r>
      <w:r w:rsidR="00B06535" w:rsidRPr="00B06535">
        <w:rPr>
          <w:rtl/>
        </w:rPr>
        <w:t>یا</w:t>
      </w:r>
      <w:r>
        <w:rPr>
          <w:rtl/>
        </w:rPr>
        <w:t xml:space="preserve"> اور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کہ سب سے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م</w:t>
      </w:r>
      <w:r w:rsidR="00296C6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بن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؟ اور سب سے کم </w:t>
      </w:r>
      <w:r w:rsidR="00B06535" w:rsidRPr="00B06535">
        <w:rPr>
          <w:rtl/>
        </w:rPr>
        <w:t>چیز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جس کے سبب انسان کافر 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>
        <w:rPr>
          <w:rFonts w:hint="eastAsia"/>
          <w:rtl/>
        </w:rPr>
        <w:t>گمراہ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: ” سب سے کم </w:t>
      </w:r>
      <w:r w:rsidR="00B06535" w:rsidRPr="00B06535">
        <w:rPr>
          <w:rtl/>
        </w:rPr>
        <w:t>چیز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کے سبب انسان گمراہ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>وہ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انسان حجّت خدا کہ جس ک</w:t>
      </w:r>
      <w:r>
        <w:rPr>
          <w:rFonts w:hint="cs"/>
          <w:rtl/>
        </w:rPr>
        <w:t>ی</w:t>
      </w:r>
      <w:r>
        <w:rPr>
          <w:rtl/>
        </w:rPr>
        <w:t xml:space="preserve"> اطاعت لازم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اس کو نہ پہچانے“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نے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:” 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لوگ کون</w:t>
      </w:r>
      <w:r w:rsidR="000C56D5" w:rsidRPr="000C56D5">
        <w:rPr>
          <w:rtl/>
        </w:rPr>
        <w:t xml:space="preserve"> ہیں </w:t>
      </w:r>
      <w:r>
        <w:rPr>
          <w:rtl/>
        </w:rPr>
        <w:t>مجھے بتلائ</w:t>
      </w:r>
      <w:r w:rsidR="00576C85">
        <w:rPr>
          <w:rtl/>
        </w:rPr>
        <w:t>یں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  <w:r w:rsidR="00C537D2" w:rsidRPr="00C537D2">
        <w:rPr>
          <w:rtl/>
        </w:rPr>
        <w:t>وہی</w:t>
      </w:r>
      <w:r>
        <w:rPr>
          <w:rtl/>
        </w:rPr>
        <w:t xml:space="preserve"> لوگ جو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:</w:t>
      </w:r>
      <w:r w:rsidR="00031FA0" w:rsidRPr="00031FA0">
        <w:rPr>
          <w:rStyle w:val="libAlaemChar"/>
          <w:rtl/>
        </w:rPr>
        <w:t>(</w:t>
      </w:r>
      <w:r>
        <w:rPr>
          <w:rtl/>
        </w:rPr>
        <w:t xml:space="preserve"> </w:t>
      </w:r>
      <w:r w:rsidR="00031FA0" w:rsidRPr="00031FA0">
        <w:rPr>
          <w:rStyle w:val="libAieChar"/>
          <w:rFonts w:hint="cs"/>
          <w:rtl/>
        </w:rPr>
        <w:t>ي</w:t>
      </w:r>
      <w:r w:rsidRPr="00031FA0">
        <w:rPr>
          <w:rStyle w:val="libAieChar"/>
          <w:rFonts w:hint="cs"/>
          <w:rtl/>
        </w:rPr>
        <w:t>ا ا</w:t>
      </w:r>
      <w:r w:rsidR="00031FA0" w:rsidRPr="00031FA0">
        <w:rPr>
          <w:rStyle w:val="libAieChar"/>
          <w:rFonts w:hint="cs"/>
          <w:rtl/>
        </w:rPr>
        <w:t>يه</w:t>
      </w:r>
      <w:r w:rsidRPr="00031FA0">
        <w:rPr>
          <w:rStyle w:val="libAieChar"/>
          <w:rFonts w:hint="cs"/>
          <w:rtl/>
        </w:rPr>
        <w:t>ا الذ</w:t>
      </w:r>
      <w:r w:rsidR="00031FA0" w:rsidRPr="00031FA0">
        <w:rPr>
          <w:rStyle w:val="libAieChar"/>
          <w:rFonts w:hint="cs"/>
          <w:rtl/>
        </w:rPr>
        <w:t>ي</w:t>
      </w:r>
      <w:r w:rsidRPr="00031FA0">
        <w:rPr>
          <w:rStyle w:val="libAieChar"/>
          <w:rFonts w:hint="cs"/>
          <w:rtl/>
        </w:rPr>
        <w:t>ن آمنوا اط</w:t>
      </w:r>
      <w:r w:rsidR="00031FA0" w:rsidRPr="00031FA0">
        <w:rPr>
          <w:rStyle w:val="libAieChar"/>
          <w:rFonts w:hint="cs"/>
          <w:rtl/>
        </w:rPr>
        <w:t>ي</w:t>
      </w:r>
      <w:r w:rsidRPr="00031FA0">
        <w:rPr>
          <w:rStyle w:val="libAieChar"/>
          <w:rFonts w:hint="cs"/>
          <w:rtl/>
        </w:rPr>
        <w:t>عوا ا</w:t>
      </w:r>
      <w:r w:rsidRPr="00DA42EA">
        <w:rPr>
          <w:rStyle w:val="libAieChar"/>
          <w:rtl/>
        </w:rPr>
        <w:t>للّٰ</w:t>
      </w:r>
      <w:r w:rsidR="00031FA0" w:rsidRPr="00031FA0">
        <w:rPr>
          <w:rStyle w:val="libAieChar"/>
          <w:rFonts w:hint="cs"/>
          <w:rtl/>
        </w:rPr>
        <w:t>ه</w:t>
      </w:r>
      <w:r w:rsidRPr="00031FA0">
        <w:rPr>
          <w:rStyle w:val="libAieChar"/>
          <w:rFonts w:hint="cs"/>
          <w:rtl/>
        </w:rPr>
        <w:t xml:space="preserve"> و اط</w:t>
      </w:r>
      <w:r w:rsidR="00031FA0" w:rsidRPr="00031FA0">
        <w:rPr>
          <w:rStyle w:val="libAieChar"/>
          <w:rFonts w:hint="cs"/>
          <w:rtl/>
        </w:rPr>
        <w:t>ي</w:t>
      </w:r>
      <w:r w:rsidRPr="00031FA0">
        <w:rPr>
          <w:rStyle w:val="libAieChar"/>
          <w:rFonts w:hint="cs"/>
          <w:rtl/>
        </w:rPr>
        <w:t>عوا الرسول و اول</w:t>
      </w:r>
      <w:r w:rsidRPr="00DA42EA">
        <w:rPr>
          <w:rStyle w:val="libAieChar"/>
          <w:rFonts w:hint="cs"/>
          <w:rtl/>
        </w:rPr>
        <w:t>ی</w:t>
      </w:r>
      <w:r w:rsidRPr="00DA42EA">
        <w:rPr>
          <w:rStyle w:val="libAieChar"/>
          <w:rtl/>
        </w:rPr>
        <w:t xml:space="preserve"> الامر منکم</w:t>
      </w:r>
      <w:r w:rsidR="00031FA0"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ذکر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پھر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”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جان آپ پر قربان</w:t>
      </w:r>
      <w:r w:rsidR="002549D7" w:rsidRPr="002549D7">
        <w:rPr>
          <w:rtl/>
        </w:rPr>
        <w:t xml:space="preserve"> ہو </w:t>
      </w:r>
      <w:r>
        <w:rPr>
          <w:rtl/>
        </w:rPr>
        <w:t>کچھ وضاحت کے ساتھ فر</w:t>
      </w:r>
      <w:r w:rsidR="007D2A2F">
        <w:rPr>
          <w:rtl/>
        </w:rPr>
        <w:t>مائیں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  <w:r w:rsidR="00C537D2" w:rsidRPr="00C537D2">
        <w:rPr>
          <w:rtl/>
        </w:rPr>
        <w:t>وہی</w:t>
      </w:r>
      <w:r>
        <w:rPr>
          <w:rtl/>
        </w:rPr>
        <w:t xml:space="preserve"> لوگ کہ جن کے بارے </w:t>
      </w:r>
      <w:r w:rsidR="007D2A2F">
        <w:rPr>
          <w:rtl/>
        </w:rPr>
        <w:t xml:space="preserve">میں 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اپنے آخر</w:t>
      </w:r>
      <w:r>
        <w:rPr>
          <w:rFonts w:hint="cs"/>
          <w:rtl/>
        </w:rPr>
        <w:t>ی</w:t>
      </w:r>
      <w:r>
        <w:rPr>
          <w:rtl/>
        </w:rPr>
        <w:t xml:space="preserve"> خطبہ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تھا ” </w:t>
      </w:r>
      <w:r w:rsidRPr="00DA42EA">
        <w:rPr>
          <w:rStyle w:val="libArabicChar"/>
          <w:rtl/>
        </w:rPr>
        <w:t>ان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ترکت 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کم امر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لن تضلوا بعد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ان تمسکتم 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ما کتاب 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 عترت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 ب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</w:t>
      </w:r>
      <w:r w:rsidRPr="00DA42EA">
        <w:rPr>
          <w:rStyle w:val="libArabicChar"/>
          <w:rFonts w:hint="cs"/>
          <w:rtl/>
        </w:rPr>
        <w:t>ی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تمھارے </w:t>
      </w:r>
      <w:r w:rsidR="00F369ED" w:rsidRPr="00F369ED">
        <w:rPr>
          <w:rtl/>
        </w:rPr>
        <w:t>درمیان</w:t>
      </w:r>
      <w:r>
        <w:rPr>
          <w:rtl/>
        </w:rPr>
        <w:t xml:space="preserve"> دو </w:t>
      </w:r>
      <w:r w:rsidR="00720096" w:rsidRPr="00720096">
        <w:rPr>
          <w:rtl/>
        </w:rPr>
        <w:t>یاد</w:t>
      </w:r>
      <w:r>
        <w:rPr>
          <w:rtl/>
        </w:rPr>
        <w:t xml:space="preserve">گار </w:t>
      </w:r>
      <w:r w:rsidR="00B06535" w:rsidRPr="00B06535">
        <w:rPr>
          <w:rtl/>
        </w:rPr>
        <w:t>چیز</w:t>
      </w:r>
      <w:r w:rsidR="00576C85">
        <w:rPr>
          <w:rtl/>
        </w:rPr>
        <w:t>یں</w:t>
      </w:r>
      <w:r>
        <w:rPr>
          <w:rtl/>
        </w:rPr>
        <w:t xml:space="preserve"> چھوڑ کر</w:t>
      </w:r>
      <w:r w:rsidR="00720096" w:rsidRPr="00720096">
        <w:rPr>
          <w:rtl/>
        </w:rPr>
        <w:t xml:space="preserve"> جارہا </w:t>
      </w:r>
      <w:r w:rsidR="00437CD4" w:rsidRPr="00437CD4">
        <w:rPr>
          <w:rtl/>
        </w:rPr>
        <w:t xml:space="preserve">ہوں </w:t>
      </w:r>
      <w:r>
        <w:rPr>
          <w:rtl/>
        </w:rPr>
        <w:t>اگر ان کے ساتھ</w:t>
      </w:r>
      <w:r w:rsidR="00D74317">
        <w:rPr>
          <w:rtl/>
        </w:rPr>
        <w:t xml:space="preserve"> رہو </w:t>
      </w:r>
      <w:r>
        <w:rPr>
          <w:rtl/>
        </w:rPr>
        <w:t>گے تو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گز </w:t>
      </w:r>
      <w:r w:rsidR="007D2A2F">
        <w:rPr>
          <w:rtl/>
        </w:rPr>
        <w:t>میر</w:t>
      </w:r>
      <w:r>
        <w:rPr>
          <w:rtl/>
        </w:rPr>
        <w:t xml:space="preserve">ے بعد گمراہ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گے خدا ک</w:t>
      </w:r>
      <w:r>
        <w:rPr>
          <w:rFonts w:hint="cs"/>
          <w:rtl/>
        </w:rPr>
        <w:t>ی</w:t>
      </w:r>
      <w:r>
        <w:rPr>
          <w:rtl/>
        </w:rPr>
        <w:t xml:space="preserve"> کتاب قرآن اور </w:t>
      </w:r>
      <w:r w:rsidR="007D2A2F">
        <w:rPr>
          <w:rtl/>
        </w:rPr>
        <w:t>میر</w:t>
      </w:r>
      <w:r>
        <w:rPr>
          <w:rtl/>
        </w:rPr>
        <w:t>ے</w:t>
      </w:r>
      <w:r w:rsidR="00DE4B57" w:rsidRPr="00DE4B57">
        <w:rPr>
          <w:rtl/>
        </w:rPr>
        <w:t xml:space="preserve"> اہل </w:t>
      </w:r>
      <w:r>
        <w:rPr>
          <w:rtl/>
        </w:rPr>
        <w:t>ب</w:t>
      </w:r>
      <w:r w:rsidR="007D2A2F">
        <w:rPr>
          <w:rtl/>
        </w:rPr>
        <w:t>یت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۔“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lastRenderedPageBreak/>
        <w:t xml:space="preserve">یہ </w:t>
      </w:r>
      <w:r w:rsidR="0042080E">
        <w:rPr>
          <w:rtl/>
        </w:rPr>
        <w:t xml:space="preserve"> بات تو مقدمہ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>بیان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اگر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منصب </w:t>
      </w:r>
      <w:r w:rsidR="00B06535" w:rsidRPr="00B06535">
        <w:rPr>
          <w:rtl/>
        </w:rPr>
        <w:t>یا</w:t>
      </w:r>
      <w:r w:rsidR="0042080E">
        <w:rPr>
          <w:rtl/>
        </w:rPr>
        <w:t xml:space="preserve"> </w:t>
      </w:r>
      <w:r w:rsidR="004617D9" w:rsidRPr="004617D9">
        <w:rPr>
          <w:rtl/>
        </w:rPr>
        <w:t>فضیلت</w:t>
      </w:r>
      <w:r w:rsidR="0042080E">
        <w:rPr>
          <w:rtl/>
        </w:rPr>
        <w:t xml:space="preserve">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معصوم (ع)کے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ثابت </w:t>
      </w:r>
      <w:r w:rsidR="00042197" w:rsidRPr="00042197">
        <w:rPr>
          <w:rtl/>
        </w:rPr>
        <w:t xml:space="preserve">ہوجائے </w:t>
      </w:r>
      <w:r w:rsidR="0042080E">
        <w:rPr>
          <w:rtl/>
        </w:rPr>
        <w:t xml:space="preserve"> تو سب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7D2A2F">
        <w:rPr>
          <w:rtl/>
        </w:rPr>
        <w:t>یک</w:t>
      </w:r>
      <w:r w:rsidR="0042080E">
        <w:rPr>
          <w:rtl/>
        </w:rPr>
        <w:t>ساں طور پر پائ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جات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720096" w:rsidRPr="00720096">
        <w:rPr>
          <w:rtl/>
        </w:rPr>
        <w:t>یہی</w:t>
      </w:r>
      <w:r w:rsidR="0042080E">
        <w:rPr>
          <w:rtl/>
        </w:rPr>
        <w:t xml:space="preserve"> وجہ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عجل اللہ فرجہ الشر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ف</w:t>
      </w:r>
      <w:r w:rsidR="0042080E">
        <w:rPr>
          <w:rtl/>
        </w:rPr>
        <w:t xml:space="preserve"> کو ”صاحب امر“ ارواحنا فدا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کہتے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و آل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درود </w:t>
      </w:r>
      <w:r w:rsidR="003E5538" w:rsidRPr="003E5538">
        <w:rPr>
          <w:rtl/>
        </w:rPr>
        <w:t>بھیج</w:t>
      </w:r>
      <w:r>
        <w:rPr>
          <w:rtl/>
        </w:rPr>
        <w:t xml:space="preserve">نے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ارشاد رب العزت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ieChar"/>
          <w:rtl/>
        </w:rPr>
        <w:t>ان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ملائکت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صلون عل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النب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 ا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>ا الذ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آمنوا صلّوا عل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 xml:space="preserve"> و سلّموا تسل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ماً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اللہ اور اس کے ملائکہ رسول پر صلوات </w:t>
      </w:r>
      <w:r w:rsidR="003E5538" w:rsidRPr="003E5538">
        <w:rPr>
          <w:rtl/>
        </w:rPr>
        <w:t>بھیج</w:t>
      </w:r>
      <w:r>
        <w:rPr>
          <w:rtl/>
        </w:rPr>
        <w:t>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تو اے صاحبان </w:t>
      </w:r>
      <w:r w:rsidR="008828D8" w:rsidRPr="008828D8">
        <w:rPr>
          <w:rtl/>
        </w:rPr>
        <w:t>ایمان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ان پر صلوات </w:t>
      </w:r>
      <w:r w:rsidR="003E5538" w:rsidRPr="003E5538">
        <w:rPr>
          <w:rtl/>
        </w:rPr>
        <w:t>بھیج</w:t>
      </w:r>
      <w:r>
        <w:rPr>
          <w:rtl/>
        </w:rPr>
        <w:t>تے</w:t>
      </w:r>
      <w:r w:rsidR="00D74317">
        <w:rPr>
          <w:rtl/>
        </w:rPr>
        <w:t xml:space="preserve"> رہو </w:t>
      </w:r>
      <w:r>
        <w:rPr>
          <w:rtl/>
        </w:rPr>
        <w:t xml:space="preserve">اور سلام کرتے </w:t>
      </w:r>
      <w:r w:rsidR="00D74317">
        <w:rPr>
          <w:rtl/>
        </w:rPr>
        <w:t>رہو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 w:rsidR="008828D8" w:rsidRPr="008828D8">
        <w:rPr>
          <w:rtl/>
        </w:rPr>
        <w:t xml:space="preserve"> یہ </w:t>
      </w:r>
      <w:r>
        <w:rPr>
          <w:rtl/>
        </w:rPr>
        <w:t>بات واضح</w:t>
      </w:r>
      <w:r w:rsidR="00720096" w:rsidRPr="00720096">
        <w:rPr>
          <w:rtl/>
        </w:rPr>
        <w:t xml:space="preserve"> رہے </w:t>
      </w:r>
      <w:r>
        <w:rPr>
          <w:rtl/>
        </w:rPr>
        <w:t>کہ جب صلوات کو خداو ند متعال سے نسبت د</w:t>
      </w:r>
      <w:r>
        <w:rPr>
          <w:rFonts w:hint="cs"/>
          <w:rtl/>
        </w:rPr>
        <w:t>ی</w:t>
      </w:r>
      <w:r>
        <w:rPr>
          <w:rtl/>
        </w:rPr>
        <w:t xml:space="preserve"> جائے تو رحمت کے نزول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آتا</w:t>
      </w:r>
      <w:r w:rsidR="00824A76" w:rsidRPr="00824A76">
        <w:rPr>
          <w:rtl/>
        </w:rPr>
        <w:t xml:space="preserve"> ہے </w:t>
      </w:r>
      <w:r>
        <w:rPr>
          <w:rtl/>
        </w:rPr>
        <w:t>اور جس وقت فرشتوں او</w:t>
      </w:r>
      <w:r w:rsidR="00D74317">
        <w:rPr>
          <w:rFonts w:hint="cs"/>
          <w:rtl/>
        </w:rPr>
        <w:t>ر</w:t>
      </w:r>
      <w:r>
        <w:rPr>
          <w:rtl/>
        </w:rPr>
        <w:t xml:space="preserve"> مو</w:t>
      </w:r>
      <w:r w:rsidR="00F369ED" w:rsidRPr="00F369ED">
        <w:rPr>
          <w:rtl/>
        </w:rPr>
        <w:t>منین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جائے تو طلب رحمت کے لئے استعمال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کہ جسکا جاننا ضرور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وہ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” صلوات اور سلام “ </w:t>
      </w:r>
      <w:r w:rsidR="007D2A2F">
        <w:rPr>
          <w:rtl/>
        </w:rPr>
        <w:t xml:space="preserve">میں </w:t>
      </w:r>
      <w:r>
        <w:rPr>
          <w:rtl/>
        </w:rPr>
        <w:t xml:space="preserve"> فرق</w:t>
      </w:r>
      <w:r w:rsidR="00824A76" w:rsidRPr="00824A76">
        <w:rPr>
          <w:rtl/>
        </w:rPr>
        <w:t xml:space="preserve"> ہے </w:t>
      </w:r>
      <w:r>
        <w:rPr>
          <w:rtl/>
        </w:rPr>
        <w:t>۔صلّوا طلب رحمت اور پ</w:t>
      </w:r>
      <w:r w:rsidR="00B06535" w:rsidRPr="00B06535">
        <w:rPr>
          <w:rtl/>
        </w:rPr>
        <w:t>یا</w:t>
      </w:r>
      <w:r>
        <w:rPr>
          <w:rtl/>
        </w:rPr>
        <w:t>مبر گرام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درود </w:t>
      </w:r>
      <w:r w:rsidR="003E5538" w:rsidRPr="003E5538">
        <w:rPr>
          <w:rtl/>
        </w:rPr>
        <w:t>بھیج</w:t>
      </w:r>
      <w:r>
        <w:rPr>
          <w:rtl/>
        </w:rPr>
        <w:t>نے کے لئے آتا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>
        <w:rPr>
          <w:rtl/>
        </w:rPr>
        <w:t xml:space="preserve"> سلّموا کے بارے </w:t>
      </w:r>
      <w:r w:rsidR="007D2A2F">
        <w:rPr>
          <w:rtl/>
        </w:rPr>
        <w:t xml:space="preserve">میں </w:t>
      </w:r>
      <w:r>
        <w:rPr>
          <w:rtl/>
        </w:rPr>
        <w:t xml:space="preserve"> دو احتمال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” </w:t>
      </w:r>
      <w:r w:rsidR="000C56D5" w:rsidRPr="000C56D5">
        <w:rPr>
          <w:rtl/>
        </w:rPr>
        <w:t>ایک</w:t>
      </w:r>
      <w:r>
        <w:rPr>
          <w:rtl/>
        </w:rPr>
        <w:t xml:space="preserve"> تو</w:t>
      </w:r>
      <w:r w:rsidR="008828D8" w:rsidRPr="008828D8">
        <w:rPr>
          <w:rtl/>
        </w:rPr>
        <w:t xml:space="preserve"> یہ </w:t>
      </w:r>
      <w:r>
        <w:rPr>
          <w:rtl/>
        </w:rPr>
        <w:t>کہ حضرت ختم</w:t>
      </w:r>
      <w:r>
        <w:rPr>
          <w:rFonts w:hint="cs"/>
          <w:rtl/>
        </w:rPr>
        <w:t>ی</w:t>
      </w:r>
      <w:r>
        <w:rPr>
          <w:rtl/>
        </w:rPr>
        <w:t xml:space="preserve"> مرتبت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زمانے </w:t>
      </w:r>
      <w:r w:rsidR="007D2A2F">
        <w:rPr>
          <w:rtl/>
        </w:rPr>
        <w:t xml:space="preserve">میں </w:t>
      </w:r>
      <w:r>
        <w:rPr>
          <w:rtl/>
        </w:rPr>
        <w:t xml:space="preserve"> اور احکامات کے سامنے سر تسل</w:t>
      </w:r>
      <w:r w:rsidR="00576C85">
        <w:rPr>
          <w:rtl/>
        </w:rPr>
        <w:t>یم</w:t>
      </w:r>
      <w:r>
        <w:rPr>
          <w:rtl/>
        </w:rPr>
        <w:t xml:space="preserve"> خم</w:t>
      </w:r>
      <w:r w:rsidR="008828D8" w:rsidRPr="008828D8">
        <w:rPr>
          <w:rtl/>
        </w:rPr>
        <w:t xml:space="preserve"> ہونا </w:t>
      </w:r>
      <w:r w:rsidR="00824A76" w:rsidRPr="00824A76">
        <w:rPr>
          <w:rtl/>
        </w:rPr>
        <w:t xml:space="preserve">ہے </w:t>
      </w:r>
      <w:r w:rsidR="008828D8" w:rsidRPr="008828D8">
        <w:rPr>
          <w:rtl/>
        </w:rPr>
        <w:t>جیسے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اور مقام پر خالق کائنات کا ارشاد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ieChar"/>
          <w:rtl/>
        </w:rPr>
        <w:t xml:space="preserve">ثم لا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جدوا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انفس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حرجا جامعا قض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ت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سلموا تسل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ماً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63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”اور پھر جب آپ </w:t>
      </w:r>
      <w:r w:rsidR="00025F9A" w:rsidRPr="00025F9A">
        <w:rPr>
          <w:rtl/>
        </w:rPr>
        <w:t>فیصل</w:t>
      </w:r>
      <w:r>
        <w:rPr>
          <w:rtl/>
        </w:rPr>
        <w:t>ہ کر</w:t>
      </w:r>
      <w:r w:rsidR="004617D9" w:rsidRPr="004617D9">
        <w:rPr>
          <w:rtl/>
        </w:rPr>
        <w:t>دیں</w:t>
      </w:r>
      <w:r>
        <w:rPr>
          <w:rtl/>
        </w:rPr>
        <w:t xml:space="preserve"> تو اپنے دل </w:t>
      </w:r>
      <w:r w:rsidR="007D2A2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تنگ</w:t>
      </w:r>
      <w:r>
        <w:rPr>
          <w:rFonts w:hint="cs"/>
          <w:rtl/>
        </w:rPr>
        <w:t>ی</w:t>
      </w:r>
      <w:r>
        <w:rPr>
          <w:rtl/>
        </w:rPr>
        <w:t xml:space="preserve"> کا احساس نہ </w:t>
      </w:r>
      <w:r w:rsidR="00025F9A" w:rsidRPr="00025F9A">
        <w:rPr>
          <w:rtl/>
        </w:rPr>
        <w:t>کریں</w:t>
      </w:r>
      <w:r>
        <w:rPr>
          <w:rtl/>
        </w:rPr>
        <w:t xml:space="preserve"> اور آپ کے </w:t>
      </w:r>
      <w:r w:rsidR="00025F9A" w:rsidRPr="00025F9A">
        <w:rPr>
          <w:rtl/>
        </w:rPr>
        <w:t>فیصل</w:t>
      </w:r>
      <w:r>
        <w:rPr>
          <w:rtl/>
        </w:rPr>
        <w:t>ہ کے سامنے سراپا تسل</w:t>
      </w:r>
      <w:r w:rsidR="00576C85">
        <w:rPr>
          <w:rtl/>
        </w:rPr>
        <w:t>یم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ں“۔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امام جعفر 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سے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حضرت ابو بص</w:t>
      </w:r>
      <w:r w:rsidR="007D2A2F">
        <w:rPr>
          <w:rtl/>
        </w:rPr>
        <w:t>یر</w:t>
      </w:r>
      <w:r w:rsidR="0042080E">
        <w:rPr>
          <w:rtl/>
        </w:rPr>
        <w:t xml:space="preserve"> رض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عنہ نے رسول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نسبت کے معن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بارے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سوال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تو حضرت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 w:rsidR="0042080E">
        <w:rPr>
          <w:rtl/>
        </w:rPr>
        <w:t xml:space="preserve"> 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و</w:t>
      </w:r>
      <w:r w:rsidR="0042080E" w:rsidRPr="00DA42EA">
        <w:rPr>
          <w:rStyle w:val="libArabicChar"/>
          <w:rtl/>
        </w:rPr>
        <w:t xml:space="preserve"> التسل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م 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ف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الامور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64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کام </w:t>
      </w:r>
      <w:r w:rsidR="007D2A2F">
        <w:rPr>
          <w:rtl/>
        </w:rPr>
        <w:t xml:space="preserve">میں </w:t>
      </w:r>
      <w:r>
        <w:rPr>
          <w:rtl/>
        </w:rPr>
        <w:t xml:space="preserve"> پ</w:t>
      </w:r>
      <w:r w:rsidR="00B06535" w:rsidRPr="00B06535">
        <w:rPr>
          <w:rtl/>
        </w:rPr>
        <w:t>یا</w:t>
      </w:r>
      <w:r>
        <w:rPr>
          <w:rtl/>
        </w:rPr>
        <w:t>مبر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سامنے تسل</w:t>
      </w:r>
      <w:r w:rsidR="00576C85">
        <w:rPr>
          <w:rtl/>
        </w:rPr>
        <w:t>یم</w:t>
      </w:r>
      <w:r w:rsidR="00D74317">
        <w:rPr>
          <w:rtl/>
        </w:rPr>
        <w:t xml:space="preserve"> رہنا </w:t>
      </w:r>
      <w:r w:rsidR="000C56D5" w:rsidRPr="000C56D5">
        <w:rPr>
          <w:rtl/>
        </w:rPr>
        <w:t>ہے۔</w:t>
      </w:r>
      <w:r>
        <w:rPr>
          <w:rtl/>
        </w:rPr>
        <w:t>دوسرا معن</w:t>
      </w:r>
      <w:r>
        <w:rPr>
          <w:rFonts w:hint="cs"/>
          <w:rtl/>
        </w:rPr>
        <w:t>ی</w:t>
      </w:r>
      <w:r>
        <w:rPr>
          <w:rtl/>
        </w:rPr>
        <w:t xml:space="preserve"> آپ پر سلام </w:t>
      </w:r>
      <w:r w:rsidR="003E5538" w:rsidRPr="003E5538">
        <w:rPr>
          <w:rtl/>
        </w:rPr>
        <w:t>بھیج</w:t>
      </w:r>
      <w:r>
        <w:rPr>
          <w:rtl/>
        </w:rPr>
        <w:t xml:space="preserve">نے کے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ہے </w:t>
      </w:r>
      <w:r w:rsidR="008828D8" w:rsidRPr="008828D8">
        <w:rPr>
          <w:rtl/>
        </w:rPr>
        <w:t>جیسے</w:t>
      </w:r>
      <w:r>
        <w:rPr>
          <w:rtl/>
        </w:rPr>
        <w:t xml:space="preserve"> ” السلام عل</w:t>
      </w:r>
      <w:r w:rsidR="007D2A2F">
        <w:rPr>
          <w:rtl/>
        </w:rPr>
        <w:t>یک</w:t>
      </w:r>
      <w:r>
        <w:rPr>
          <w:rtl/>
        </w:rPr>
        <w:t xml:space="preserve"> </w:t>
      </w:r>
      <w:r w:rsidR="00B06535" w:rsidRPr="00B06535">
        <w:rPr>
          <w:rtl/>
        </w:rPr>
        <w:t>یا</w:t>
      </w:r>
      <w:r>
        <w:rPr>
          <w:rtl/>
        </w:rPr>
        <w:t xml:space="preserve"> رسول اللّٰہ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کہ جب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نازل</w:t>
      </w:r>
      <w:r w:rsidR="00DE4B57" w:rsidRPr="00DE4B57">
        <w:rPr>
          <w:rtl/>
        </w:rPr>
        <w:t xml:space="preserve"> ہوئی </w:t>
      </w:r>
      <w:r>
        <w:rPr>
          <w:rtl/>
        </w:rPr>
        <w:t>تو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صحاب</w:t>
      </w:r>
      <w:r>
        <w:rPr>
          <w:rFonts w:hint="cs"/>
          <w:rtl/>
        </w:rPr>
        <w:t>ی</w:t>
      </w:r>
      <w:r>
        <w:rPr>
          <w:rtl/>
        </w:rPr>
        <w:t xml:space="preserve"> کعب نے پوچھا کہ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سلام کرنے کو تو</w:t>
      </w:r>
      <w:r w:rsidR="00824A76" w:rsidRPr="00824A76">
        <w:rPr>
          <w:rtl/>
        </w:rPr>
        <w:t xml:space="preserve"> ہم </w:t>
      </w:r>
      <w:r>
        <w:rPr>
          <w:rtl/>
        </w:rPr>
        <w:t>سمجھ گئے</w:t>
      </w:r>
      <w:r w:rsidR="000C56D5" w:rsidRPr="000C56D5">
        <w:rPr>
          <w:rtl/>
        </w:rPr>
        <w:t xml:space="preserve"> ہیں </w:t>
      </w:r>
      <w:r w:rsidR="007844F9" w:rsidRPr="007844F9">
        <w:rPr>
          <w:rtl/>
        </w:rPr>
        <w:t>لیکن</w:t>
      </w:r>
      <w:r>
        <w:rPr>
          <w:rtl/>
        </w:rPr>
        <w:t xml:space="preserve"> صلوات </w:t>
      </w:r>
      <w:r w:rsidR="00682800" w:rsidRPr="00682800">
        <w:rPr>
          <w:rtl/>
        </w:rPr>
        <w:t>کیسے</w:t>
      </w:r>
      <w:r>
        <w:rPr>
          <w:rtl/>
        </w:rPr>
        <w:t xml:space="preserve"> </w:t>
      </w:r>
      <w:r w:rsidR="003E5538" w:rsidRPr="003E5538">
        <w:rPr>
          <w:rtl/>
        </w:rPr>
        <w:t>بھیج</w:t>
      </w:r>
      <w:r>
        <w:rPr>
          <w:rFonts w:hint="cs"/>
          <w:rtl/>
        </w:rPr>
        <w:t>ی</w:t>
      </w:r>
      <w:r>
        <w:rPr>
          <w:rtl/>
        </w:rPr>
        <w:t xml:space="preserve"> جائے تو 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Fonts w:hint="eastAsia"/>
          <w:rtl/>
        </w:rPr>
        <w:t>فرمایا</w:t>
      </w:r>
      <w:r>
        <w:rPr>
          <w:rtl/>
        </w:rPr>
        <w:t xml:space="preserve"> کھو: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t>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</w:t>
      </w:r>
      <w:r w:rsidRPr="00DA42EA">
        <w:rPr>
          <w:rStyle w:val="libArabicChar"/>
          <w:rtl/>
        </w:rPr>
        <w:t xml:space="preserve"> صل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محمد وآل محمدکماصل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انک حم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 مج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دو با ر ک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محمد و آل محمد کما بارکت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و آل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انک حم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 مج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 w:rsidR="00720096" w:rsidRPr="00720096">
        <w:rPr>
          <w:rtl/>
        </w:rPr>
        <w:t>ظاہری</w:t>
      </w:r>
      <w:r>
        <w:rPr>
          <w:rtl/>
        </w:rPr>
        <w:t xml:space="preserve"> طور پر</w:t>
      </w:r>
      <w:r w:rsidR="008828D8" w:rsidRPr="008828D8">
        <w:rPr>
          <w:rtl/>
        </w:rPr>
        <w:t xml:space="preserve"> یہ </w:t>
      </w:r>
      <w:r>
        <w:rPr>
          <w:rtl/>
        </w:rPr>
        <w:t>دونوں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دوسرے سے مختلف نظر آتے</w:t>
      </w:r>
      <w:r w:rsidR="000C56D5" w:rsidRPr="000C56D5">
        <w:rPr>
          <w:rtl/>
        </w:rPr>
        <w:t xml:space="preserve"> ہیں </w:t>
      </w:r>
      <w:r w:rsidR="007844F9" w:rsidRPr="007844F9">
        <w:rPr>
          <w:rtl/>
        </w:rPr>
        <w:t>لیکن</w:t>
      </w:r>
      <w:r>
        <w:rPr>
          <w:rtl/>
        </w:rPr>
        <w:t xml:space="preserve"> حق</w:t>
      </w:r>
      <w:r w:rsidR="00576C85">
        <w:rPr>
          <w:rtl/>
        </w:rPr>
        <w:t>یق</w:t>
      </w:r>
      <w:r>
        <w:rPr>
          <w:rtl/>
        </w:rPr>
        <w:t xml:space="preserve">ت </w:t>
      </w:r>
      <w:r w:rsidR="007D2A2F">
        <w:rPr>
          <w:rtl/>
        </w:rPr>
        <w:t xml:space="preserve">میں </w:t>
      </w:r>
      <w:r>
        <w:rPr>
          <w:rtl/>
        </w:rPr>
        <w:t xml:space="preserve"> اس کا </w:t>
      </w:r>
      <w:r w:rsidR="00042197" w:rsidRPr="00042197">
        <w:rPr>
          <w:rtl/>
        </w:rPr>
        <w:t>نتیجہ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 w:rsidR="002549D7" w:rsidRPr="002549D7">
        <w:rPr>
          <w:rtl/>
        </w:rPr>
        <w:t xml:space="preserve"> ہی </w:t>
      </w:r>
      <w:r>
        <w:rPr>
          <w:rtl/>
        </w:rPr>
        <w:t>نکلتا</w:t>
      </w:r>
      <w:r w:rsidR="00824A76" w:rsidRPr="00824A76">
        <w:rPr>
          <w:rtl/>
        </w:rPr>
        <w:t xml:space="preserve"> ہے </w:t>
      </w:r>
      <w:r>
        <w:rPr>
          <w:rtl/>
        </w:rPr>
        <w:t>اور وہ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جو شخص آپ (ص)پر سلام </w:t>
      </w:r>
      <w:r w:rsidR="003E5538" w:rsidRPr="003E5538">
        <w:rPr>
          <w:rtl/>
        </w:rPr>
        <w:t>بھیج</w:t>
      </w:r>
      <w:r>
        <w:rPr>
          <w:rtl/>
        </w:rPr>
        <w:t xml:space="preserve"> رھا</w:t>
      </w:r>
      <w:r w:rsidR="00824A76" w:rsidRPr="00824A76">
        <w:rPr>
          <w:rtl/>
        </w:rPr>
        <w:t xml:space="preserve"> ہے </w:t>
      </w:r>
      <w:r>
        <w:rPr>
          <w:rtl/>
        </w:rPr>
        <w:t>اور خدا</w:t>
      </w:r>
      <w:r>
        <w:rPr>
          <w:rFonts w:hint="cs"/>
          <w:rtl/>
        </w:rPr>
        <w:t>ی</w:t>
      </w:r>
      <w:r>
        <w:rPr>
          <w:rtl/>
        </w:rPr>
        <w:t xml:space="preserve"> متعال سے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کا طلب گار</w:t>
      </w:r>
      <w:r w:rsidR="00824A76" w:rsidRPr="00824A76">
        <w:rPr>
          <w:rtl/>
        </w:rPr>
        <w:t xml:space="preserve"> ہے </w:t>
      </w:r>
      <w:r w:rsidR="001100FA">
        <w:rPr>
          <w:rtl/>
        </w:rPr>
        <w:t>یقین</w:t>
      </w:r>
      <w:r>
        <w:rPr>
          <w:rtl/>
        </w:rPr>
        <w:t>ا وہ آپ (صل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دوستوں اور محبت کرنے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>
        <w:rPr>
          <w:rtl/>
        </w:rPr>
        <w:t>جبکہ محبت کرنے والا صرف اس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7844F9" w:rsidRPr="007844F9">
        <w:rPr>
          <w:rtl/>
        </w:rPr>
        <w:t>کہا</w:t>
      </w:r>
      <w:r>
        <w:rPr>
          <w:rtl/>
        </w:rPr>
        <w:t xml:space="preserve"> جائے گا کہ جو مطلق طور پر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فرمان اور احکامات کے سامنے تسل</w:t>
      </w:r>
      <w:r w:rsidR="00576C85">
        <w:rPr>
          <w:rtl/>
        </w:rPr>
        <w:t>یم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5564CA" w:rsidP="0042080E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42080E">
        <w:rPr>
          <w:rtl/>
        </w:rPr>
        <w:t xml:space="preserve"> سنت کے بزرگ مفسر امام </w:t>
      </w:r>
      <w:r w:rsidR="000C56D5" w:rsidRPr="000C56D5">
        <w:rPr>
          <w:rtl/>
        </w:rPr>
        <w:t xml:space="preserve">جلال الدین </w:t>
      </w:r>
      <w:r w:rsidR="0042080E">
        <w:rPr>
          <w:rtl/>
        </w:rPr>
        <w:t>س</w:t>
      </w:r>
      <w:r w:rsidR="007D2A2F">
        <w:rPr>
          <w:rtl/>
        </w:rPr>
        <w:t>یو</w:t>
      </w:r>
      <w:r w:rsidR="0042080E">
        <w:rPr>
          <w:rtl/>
        </w:rPr>
        <w:t>ط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در المنثور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اس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</w:t>
      </w:r>
      <w:r w:rsidR="004617D9" w:rsidRPr="004617D9">
        <w:rPr>
          <w:rtl/>
        </w:rPr>
        <w:t>شریفہ</w:t>
      </w:r>
      <w:r w:rsidR="0042080E">
        <w:rPr>
          <w:rtl/>
        </w:rPr>
        <w:t xml:space="preserve"> کے </w:t>
      </w:r>
      <w:r w:rsidR="00C1070F" w:rsidRPr="00C1070F">
        <w:rPr>
          <w:rtl/>
        </w:rPr>
        <w:t>ذیل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بخار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، مسلم ، ابوداؤد ، نسائ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،ابن ماجہ اور ابن مردو</w:t>
      </w:r>
      <w:r w:rsidR="00C537D2" w:rsidRPr="00C537D2">
        <w:rPr>
          <w:rtl/>
        </w:rPr>
        <w:t xml:space="preserve">یہ </w:t>
      </w:r>
      <w:r w:rsidR="0042080E">
        <w:rPr>
          <w:rtl/>
        </w:rPr>
        <w:t xml:space="preserve"> سے متعدد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C537D2" w:rsidRPr="00C537D2">
        <w:rPr>
          <w:rtl/>
        </w:rPr>
        <w:t xml:space="preserve"> ہیں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66</w:t>
      </w:r>
      <w:r w:rsidR="001100FA" w:rsidRPr="001100FA">
        <w:rPr>
          <w:rStyle w:val="libFootnotenumChar"/>
          <w:rtl/>
          <w:lang w:bidi="ar-SA"/>
        </w:rPr>
        <w:t>)</w:t>
      </w:r>
      <w:r w:rsidR="000C56D5" w:rsidRPr="000C56D5">
        <w:rPr>
          <w:rtl/>
        </w:rPr>
        <w:t xml:space="preserve">ہم </w:t>
      </w:r>
      <w:r>
        <w:rPr>
          <w:rtl/>
        </w:rPr>
        <w:t xml:space="preserve">صرف </w:t>
      </w:r>
      <w:r w:rsidR="000C56D5" w:rsidRPr="000C56D5">
        <w:rPr>
          <w:rtl/>
        </w:rPr>
        <w:t>ایک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پر اکتفاء کرتے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شخص حضرت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خدمت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حاضر</w:t>
      </w:r>
      <w:r w:rsidR="00042197" w:rsidRPr="00042197">
        <w:rPr>
          <w:rtl/>
        </w:rPr>
        <w:t xml:space="preserve"> ہوا </w:t>
      </w:r>
      <w:r w:rsidR="0042080E">
        <w:rPr>
          <w:rtl/>
        </w:rPr>
        <w:t xml:space="preserve">اور سوال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کہ آپ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سلم)پر سلام </w:t>
      </w:r>
      <w:r w:rsidR="003E5538" w:rsidRPr="003E5538">
        <w:rPr>
          <w:rtl/>
        </w:rPr>
        <w:t>بھیج</w:t>
      </w:r>
      <w:r w:rsidR="0042080E">
        <w:rPr>
          <w:rtl/>
        </w:rPr>
        <w:t>نے کو تو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سمجھ گئے </w:t>
      </w:r>
      <w:r w:rsidR="007844F9" w:rsidRPr="007844F9">
        <w:rPr>
          <w:rtl/>
        </w:rPr>
        <w:t>لیکن</w:t>
      </w:r>
      <w:r w:rsidR="0042080E">
        <w:rPr>
          <w:rtl/>
        </w:rPr>
        <w:t xml:space="preserve"> صلوات </w:t>
      </w:r>
      <w:r w:rsidR="00682800" w:rsidRPr="00682800">
        <w:rPr>
          <w:rtl/>
        </w:rPr>
        <w:t>کیسے</w:t>
      </w:r>
      <w:r w:rsidR="0042080E">
        <w:rPr>
          <w:rtl/>
        </w:rPr>
        <w:t xml:space="preserve"> </w:t>
      </w:r>
      <w:r w:rsidR="003E5538" w:rsidRPr="003E5538">
        <w:rPr>
          <w:rtl/>
        </w:rPr>
        <w:t>بھیج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 کھو: ”</w:t>
      </w:r>
      <w:r w:rsidRPr="00DA42EA">
        <w:rPr>
          <w:rStyle w:val="libArabicChar"/>
          <w:rtl/>
        </w:rPr>
        <w:t>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صل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محمد و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آل محمد کما صل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ا</w:t>
      </w:r>
      <w:r w:rsidRPr="00DA42EA">
        <w:rPr>
          <w:rStyle w:val="libArabicChar"/>
          <w:rtl/>
        </w:rPr>
        <w:t>نّک حم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 مج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 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بارک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محمد و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آل محمد کما بارکت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و آل ابرا</w:t>
      </w:r>
      <w:r w:rsidR="00031FA0" w:rsidRPr="00031FA0">
        <w:rPr>
          <w:rStyle w:val="libArabicChar"/>
          <w:rFonts w:hint="cs"/>
          <w:rtl/>
        </w:rPr>
        <w:t>هي</w:t>
      </w:r>
      <w:r w:rsidRPr="00031FA0">
        <w:rPr>
          <w:rStyle w:val="libArabicChar"/>
          <w:rFonts w:hint="cs"/>
          <w:rtl/>
        </w:rPr>
        <w:t>م انّک حم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 مج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 w:rsidR="007D2A2F">
        <w:rPr>
          <w:rtl/>
        </w:rPr>
        <w:t>یر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DE4B57" w:rsidRPr="00DE4B57">
        <w:rPr>
          <w:rtl/>
        </w:rPr>
        <w:t xml:space="preserve"> ہوئی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البتہ </w:t>
      </w:r>
      <w:r w:rsidR="00720096" w:rsidRPr="00720096">
        <w:rPr>
          <w:rtl/>
        </w:rPr>
        <w:t xml:space="preserve">یاد رہے </w:t>
      </w:r>
      <w:r>
        <w:rPr>
          <w:rtl/>
        </w:rPr>
        <w:t>کہ</w:t>
      </w:r>
      <w:r w:rsidR="00DE4B57" w:rsidRPr="00DE4B57">
        <w:rPr>
          <w:rtl/>
        </w:rPr>
        <w:t xml:space="preserve"> اہل </w:t>
      </w:r>
      <w:r>
        <w:rPr>
          <w:rtl/>
        </w:rPr>
        <w:t>سنت اور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کے منابع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کلمہ ”عل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</w:t>
      </w:r>
      <w:r w:rsidR="00272FF7" w:rsidRPr="00272FF7">
        <w:rPr>
          <w:rtl/>
        </w:rPr>
        <w:t>بغیر</w:t>
      </w:r>
      <w:r>
        <w:rPr>
          <w:rtl/>
        </w:rPr>
        <w:t xml:space="preserve"> صلوات نقل</w:t>
      </w:r>
      <w:r w:rsidR="00DE4B57" w:rsidRPr="00DE4B57">
        <w:rPr>
          <w:rtl/>
        </w:rPr>
        <w:t xml:space="preserve"> ہوئی </w:t>
      </w:r>
      <w:r w:rsidR="00824A76" w:rsidRPr="00824A76">
        <w:rPr>
          <w:rtl/>
        </w:rPr>
        <w:t xml:space="preserve">ہے </w:t>
      </w:r>
      <w:r w:rsidR="008828D8" w:rsidRPr="008828D8">
        <w:rPr>
          <w:rtl/>
        </w:rPr>
        <w:t>جیسے</w:t>
      </w:r>
      <w:r>
        <w:rPr>
          <w:rtl/>
        </w:rPr>
        <w:t xml:space="preserve"> : </w:t>
      </w:r>
      <w:r w:rsidRPr="00DA42EA">
        <w:rPr>
          <w:rStyle w:val="libArabicChar"/>
          <w:rtl/>
        </w:rPr>
        <w:t>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صل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محمد و آل محمد</w:t>
      </w:r>
      <w:r>
        <w:rPr>
          <w:rtl/>
        </w:rPr>
        <w:t xml:space="preserve">۔ </w:t>
      </w:r>
    </w:p>
    <w:p w:rsidR="0042080E" w:rsidRDefault="005564CA" w:rsidP="0042080E">
      <w:pPr>
        <w:pStyle w:val="libNormal"/>
        <w:rPr>
          <w:rtl/>
        </w:rPr>
      </w:pPr>
      <w:r>
        <w:rPr>
          <w:rFonts w:hint="eastAsia"/>
          <w:rtl/>
        </w:rPr>
        <w:t xml:space="preserve">اہل </w:t>
      </w:r>
      <w:r w:rsidR="0042080E">
        <w:rPr>
          <w:rtl/>
        </w:rPr>
        <w:t xml:space="preserve"> ت</w:t>
      </w:r>
      <w:r w:rsidR="007D2A2F">
        <w:rPr>
          <w:rtl/>
        </w:rPr>
        <w:t>شیع</w:t>
      </w:r>
      <w:r w:rsidR="0042080E">
        <w:rPr>
          <w:rtl/>
        </w:rPr>
        <w:t xml:space="preserve"> کے تمام فقھاء اور مجتھ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 xml:space="preserve"> کا اس بات پر اتفاق رائے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نماز کے دونوں تشھدوں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صلوات </w:t>
      </w:r>
      <w:r w:rsidR="003E5538" w:rsidRPr="003E5538">
        <w:rPr>
          <w:rtl/>
        </w:rPr>
        <w:t>بھیج</w:t>
      </w:r>
      <w:r w:rsidR="0042080E">
        <w:rPr>
          <w:rtl/>
        </w:rPr>
        <w:t>نا واجب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اگر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272FF7" w:rsidRPr="00272FF7">
        <w:rPr>
          <w:rtl/>
        </w:rPr>
        <w:t>بغیر</w:t>
      </w:r>
      <w:r w:rsidR="0042080E">
        <w:rPr>
          <w:rtl/>
        </w:rPr>
        <w:t xml:space="preserve"> صلوات کے نماز پڑھے گا تو اس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نماز صح</w:t>
      </w:r>
      <w:r w:rsidR="00A900AD">
        <w:rPr>
          <w:rtl/>
        </w:rPr>
        <w:t>یح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2549D7" w:rsidRPr="002549D7">
        <w:rPr>
          <w:rtl/>
        </w:rPr>
        <w:t xml:space="preserve"> ہے۔ </w:t>
      </w:r>
    </w:p>
    <w:p w:rsidR="0042080E" w:rsidRDefault="00031FA0" w:rsidP="00DA42EA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rabicChar"/>
          <w:rtl/>
        </w:rPr>
        <w:t>عَن</w:t>
      </w:r>
      <w:r w:rsidR="0042080E" w:rsidRPr="00DA42EA">
        <w:rPr>
          <w:rStyle w:val="libArabicChar"/>
          <w:rFonts w:hint="cs"/>
          <w:rtl/>
        </w:rPr>
        <w:t>ْ جَمِی</w:t>
      </w:r>
      <w:r w:rsidR="0042080E" w:rsidRPr="00DA42EA">
        <w:rPr>
          <w:rStyle w:val="libArabicChar"/>
          <w:rFonts w:hint="eastAsia"/>
          <w:rtl/>
        </w:rPr>
        <w:t>عِ</w:t>
      </w:r>
      <w:r w:rsidR="0042080E" w:rsidRPr="00DA42EA">
        <w:rPr>
          <w:rStyle w:val="libArabicChar"/>
          <w:rtl/>
        </w:rPr>
        <w:t xml:space="preserve"> ال</w:t>
      </w:r>
      <w:r w:rsidR="0042080E" w:rsidRPr="00DA42EA">
        <w:rPr>
          <w:rStyle w:val="libArabicChar"/>
          <w:rFonts w:hint="cs"/>
          <w:rtl/>
        </w:rPr>
        <w:t>ْمُؤْمِنِی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وَال</w:t>
      </w:r>
      <w:r w:rsidR="0042080E" w:rsidRPr="00DA42EA">
        <w:rPr>
          <w:rStyle w:val="libArabicChar"/>
          <w:rFonts w:hint="cs"/>
          <w:rtl/>
        </w:rPr>
        <w:t>ْمُؤْمِناتِ فِی</w:t>
      </w:r>
      <w:r w:rsidR="0042080E" w:rsidRPr="00DA42EA">
        <w:rPr>
          <w:rStyle w:val="libArabicChar"/>
          <w:rtl/>
        </w:rPr>
        <w:t xml:space="preserve"> مَشارِقِ الا</w:t>
      </w:r>
      <w:r w:rsidR="0042080E" w:rsidRPr="00DA42EA">
        <w:rPr>
          <w:rStyle w:val="libArabicChar"/>
          <w:rFonts w:hint="cs"/>
          <w:rtl/>
        </w:rPr>
        <w:t xml:space="preserve">ََْرْضِ </w:t>
      </w:r>
      <w:r w:rsidR="0042080E" w:rsidRPr="00DA42EA">
        <w:rPr>
          <w:rStyle w:val="libArabicChar"/>
          <w:rFonts w:hint="eastAsia"/>
          <w:rtl/>
        </w:rPr>
        <w:t>وَمَغارِبِ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tl/>
        </w:rPr>
        <w:t xml:space="preserve"> سَ</w:t>
      </w:r>
      <w:r w:rsidRPr="00031FA0">
        <w:rPr>
          <w:rStyle w:val="libArabicChar"/>
          <w:rFonts w:hint="cs"/>
          <w:rtl/>
        </w:rPr>
        <w:t>ه</w:t>
      </w:r>
      <w:r w:rsidR="0042080E" w:rsidRPr="00DA42EA">
        <w:rPr>
          <w:rStyle w:val="libArabicChar"/>
          <w:rFonts w:hint="cs"/>
          <w:rtl/>
        </w:rPr>
        <w:t>ْلِ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 وَجَبَلِ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 وَبَرِّ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 وَبَح</w:t>
      </w:r>
      <w:r w:rsidR="0042080E" w:rsidRPr="00DA42EA">
        <w:rPr>
          <w:rStyle w:val="libArabicChar"/>
          <w:rFonts w:hint="cs"/>
          <w:rtl/>
        </w:rPr>
        <w:t>ْرِ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ا</w:t>
      </w:r>
      <w:r w:rsidR="0042080E">
        <w:rPr>
          <w:rFonts w:hint="cs"/>
          <w:rtl/>
        </w:rPr>
        <w:t xml:space="preserve"> </w:t>
      </w:r>
      <w:r w:rsidRPr="00031FA0">
        <w:rPr>
          <w:rStyle w:val="libAlaemChar"/>
          <w:rFonts w:hint="cs"/>
          <w:rtl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tl/>
        </w:rPr>
        <w:lastRenderedPageBreak/>
        <w:t xml:space="preserve">(تما م </w:t>
      </w:r>
      <w:r w:rsidR="001100FA">
        <w:rPr>
          <w:rtl/>
        </w:rPr>
        <w:t>مومنین</w:t>
      </w:r>
      <w:r>
        <w:rPr>
          <w:rtl/>
        </w:rPr>
        <w:t xml:space="preserve"> اور مومنات 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وہ کرہ ارض کے شرق </w:t>
      </w:r>
      <w:r w:rsidR="007D2A2F">
        <w:rPr>
          <w:rtl/>
        </w:rPr>
        <w:t xml:space="preserve">میں 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>یا</w:t>
      </w:r>
      <w:r>
        <w:rPr>
          <w:rtl/>
        </w:rPr>
        <w:t xml:space="preserve"> غرب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،صحراء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 w:rsidR="008828D8" w:rsidRPr="008828D8">
        <w:rPr>
          <w:rtl/>
        </w:rPr>
        <w:t>پہاڑوں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>یا</w:t>
      </w:r>
      <w:r>
        <w:rPr>
          <w:rtl/>
        </w:rPr>
        <w:t xml:space="preserve"> سمندر </w:t>
      </w:r>
      <w:r w:rsidR="007D2A2F">
        <w:rPr>
          <w:rtl/>
        </w:rPr>
        <w:t xml:space="preserve">میں </w:t>
      </w:r>
      <w:r>
        <w:rPr>
          <w:rtl/>
        </w:rPr>
        <w:t xml:space="preserve">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خلائق عالم ک</w:t>
      </w:r>
      <w:r>
        <w:rPr>
          <w:rFonts w:hint="cs"/>
          <w:rtl/>
        </w:rPr>
        <w:t>ی</w:t>
      </w:r>
      <w:r>
        <w:rPr>
          <w:rtl/>
        </w:rPr>
        <w:t xml:space="preserve"> جانب سے اُن پر اور اُن کے اجداد پر صلوات</w:t>
      </w:r>
      <w:r w:rsidR="002549D7" w:rsidRPr="002549D7">
        <w:rPr>
          <w:rtl/>
        </w:rPr>
        <w:t xml:space="preserve"> ہو </w:t>
      </w:r>
      <w:r w:rsidR="001E3FC4" w:rsidRPr="001E3FC4">
        <w:rPr>
          <w:rtl/>
        </w:rPr>
        <w:t>دنیا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مخلوق اُن کے انتظار </w:t>
      </w:r>
      <w:r w:rsidR="007D2A2F">
        <w:rPr>
          <w:rtl/>
        </w:rPr>
        <w:t xml:space="preserve">میں </w:t>
      </w:r>
      <w:r>
        <w:rPr>
          <w:rtl/>
        </w:rPr>
        <w:t xml:space="preserve"> سرگرداں</w:t>
      </w:r>
      <w:r w:rsidR="000C56D5" w:rsidRPr="000C56D5">
        <w:rPr>
          <w:rtl/>
        </w:rPr>
        <w:t xml:space="preserve"> ہے۔</w:t>
      </w:r>
      <w:r>
        <w:rPr>
          <w:rtl/>
        </w:rPr>
        <w:t>حضرت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ظھور سے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>
        <w:rPr>
          <w:rtl/>
        </w:rPr>
        <w:t xml:space="preserve"> کو قرار آجائے گا۔اس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لیئے</w:t>
      </w:r>
      <w:r w:rsidR="002549D7" w:rsidRPr="002549D7">
        <w:rPr>
          <w:rtl/>
        </w:rPr>
        <w:t xml:space="preserve"> ہماری </w:t>
      </w:r>
      <w:r>
        <w:rPr>
          <w:rtl/>
        </w:rPr>
        <w:t>دعا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2549D7" w:rsidRPr="002549D7">
        <w:rPr>
          <w:rtl/>
        </w:rPr>
        <w:t xml:space="preserve"> ہماری </w:t>
      </w:r>
      <w:r>
        <w:rPr>
          <w:rtl/>
        </w:rPr>
        <w:t>اور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جانب سے حضرت کو درود اور سلام پھنچ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rabicChar"/>
          <w:rtl/>
        </w:rPr>
        <w:t>وَعَنِّ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وَعَن</w:t>
      </w:r>
      <w:r w:rsidR="0042080E" w:rsidRPr="00DA42EA">
        <w:rPr>
          <w:rStyle w:val="libArabicChar"/>
          <w:rFonts w:hint="cs"/>
          <w:rtl/>
        </w:rPr>
        <w:t>ْ وَالِدَیَّ</w:t>
      </w:r>
      <w:r w:rsidR="0042080E" w:rsidRPr="00DA42EA">
        <w:rPr>
          <w:rStyle w:val="libArabicChar"/>
          <w:rtl/>
        </w:rPr>
        <w:t xml:space="preserve"> مِنَ الصَّلَواتِ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(اور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طرف سے اور </w:t>
      </w:r>
      <w:r w:rsidR="007D2A2F">
        <w:rPr>
          <w:rtl/>
        </w:rPr>
        <w:t>میر</w:t>
      </w:r>
      <w:r>
        <w:rPr>
          <w:rtl/>
        </w:rPr>
        <w:t xml:space="preserve">ے </w:t>
      </w:r>
      <w:r w:rsidR="00A900AD">
        <w:rPr>
          <w:rtl/>
        </w:rPr>
        <w:t xml:space="preserve">والدین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درود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ادب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لحاظ سے عطف خاص، عام کے بعد ذکر</w:t>
      </w:r>
      <w:r w:rsidR="00272FF7" w:rsidRPr="00272FF7">
        <w:rPr>
          <w:rtl/>
        </w:rPr>
        <w:t xml:space="preserve"> </w:t>
      </w:r>
      <w:r w:rsidR="00A900AD">
        <w:rPr>
          <w:rtl/>
        </w:rPr>
        <w:t>ہواہے</w:t>
      </w:r>
      <w:r w:rsidR="0042080E">
        <w:rPr>
          <w:rtl/>
        </w:rPr>
        <w:t xml:space="preserve"> </w:t>
      </w:r>
      <w:r w:rsidR="004617D9" w:rsidRPr="004617D9">
        <w:rPr>
          <w:rtl/>
        </w:rPr>
        <w:t>یعنی</w:t>
      </w:r>
      <w:r w:rsidR="0042080E">
        <w:rPr>
          <w:rtl/>
        </w:rPr>
        <w:t xml:space="preserve"> مطلب</w:t>
      </w:r>
      <w:r w:rsidR="008828D8" w:rsidRPr="008828D8">
        <w:rPr>
          <w:rtl/>
        </w:rPr>
        <w:t xml:space="preserve"> یہ </w:t>
      </w:r>
      <w:r w:rsidR="00042197" w:rsidRPr="00042197">
        <w:rPr>
          <w:rtl/>
        </w:rPr>
        <w:t xml:space="preserve">ہوا </w:t>
      </w:r>
      <w:r w:rsidR="0042080E">
        <w:rPr>
          <w:rtl/>
        </w:rPr>
        <w:t xml:space="preserve">کہ جب </w:t>
      </w:r>
      <w:r w:rsidR="001100FA">
        <w:rPr>
          <w:rtl/>
        </w:rPr>
        <w:t>مومنین</w:t>
      </w:r>
      <w:r w:rsidR="0042080E">
        <w:rPr>
          <w:rtl/>
        </w:rPr>
        <w:t xml:space="preserve"> اور مومنات </w:t>
      </w:r>
      <w:r w:rsidR="007844F9" w:rsidRPr="007844F9">
        <w:rPr>
          <w:rtl/>
        </w:rPr>
        <w:t>کہا</w:t>
      </w:r>
      <w:r w:rsidR="0042080E">
        <w:rPr>
          <w:rtl/>
        </w:rPr>
        <w:t xml:space="preserve"> جاچکا تو پھر (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اور </w:t>
      </w:r>
      <w:r w:rsidR="007D2A2F">
        <w:rPr>
          <w:rtl/>
        </w:rPr>
        <w:t>میر</w:t>
      </w:r>
      <w:r w:rsidR="0042080E">
        <w:rPr>
          <w:rtl/>
        </w:rPr>
        <w:t>ے وال</w:t>
      </w:r>
      <w:r w:rsidR="008828D8" w:rsidRPr="008828D8">
        <w:rPr>
          <w:rtl/>
        </w:rPr>
        <w:t>دین</w:t>
      </w:r>
      <w:r w:rsidR="0042080E">
        <w:rPr>
          <w:rtl/>
        </w:rPr>
        <w:t>)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انھ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1100FA">
        <w:rPr>
          <w:rtl/>
        </w:rPr>
        <w:t>مومنین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شامل</w:t>
      </w:r>
      <w:r w:rsidR="000C56D5" w:rsidRPr="000C56D5">
        <w:rPr>
          <w:rtl/>
        </w:rPr>
        <w:t xml:space="preserve"> ہیں </w:t>
      </w:r>
      <w:r w:rsidR="007844F9" w:rsidRPr="007844F9">
        <w:rPr>
          <w:rtl/>
        </w:rPr>
        <w:t>لیکن</w:t>
      </w:r>
      <w:r w:rsidR="000C56D5" w:rsidRPr="000C56D5">
        <w:rPr>
          <w:rtl/>
        </w:rPr>
        <w:t xml:space="preserve"> اہمیت </w:t>
      </w:r>
      <w:r w:rsidR="0042080E">
        <w:rPr>
          <w:rtl/>
        </w:rPr>
        <w:t>اور خصوص</w:t>
      </w:r>
      <w:r w:rsidR="007D2A2F">
        <w:rPr>
          <w:rtl/>
        </w:rPr>
        <w:t>یت</w:t>
      </w:r>
      <w:r w:rsidR="0042080E">
        <w:rPr>
          <w:rtl/>
        </w:rPr>
        <w:t xml:space="preserve"> کو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کرنے کے </w:t>
      </w:r>
      <w:r w:rsidR="008828D8" w:rsidRPr="008828D8">
        <w:rPr>
          <w:rtl/>
        </w:rPr>
        <w:t xml:space="preserve">لیئے یہ </w:t>
      </w:r>
      <w:r w:rsidR="0042080E">
        <w:rPr>
          <w:rtl/>
        </w:rPr>
        <w:t>عطف خاص ، عام کے بعد لانا معمول کے مطابق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زِنَةَ عَر</w:t>
      </w:r>
      <w:r w:rsidR="0042080E" w:rsidRPr="00DA42EA">
        <w:rPr>
          <w:rStyle w:val="libArabicChar"/>
          <w:rFonts w:hint="cs"/>
          <w:rtl/>
        </w:rPr>
        <w:t>ْشِ 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وَمِدادَ کَلِماتِ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وَمَا 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ح</w:t>
      </w:r>
      <w:r w:rsidR="0042080E" w:rsidRPr="00DA42EA">
        <w:rPr>
          <w:rStyle w:val="libArabicChar"/>
          <w:rFonts w:hint="cs"/>
          <w:rtl/>
        </w:rPr>
        <w:t>ْصا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="0042080E" w:rsidRPr="00DA42EA">
        <w:rPr>
          <w:rStyle w:val="libArabicChar"/>
          <w:rtl/>
        </w:rPr>
        <w:t xml:space="preserve"> عِل</w:t>
      </w:r>
      <w:r w:rsidR="0042080E" w:rsidRPr="00DA42EA">
        <w:rPr>
          <w:rStyle w:val="libArabicChar"/>
          <w:rFonts w:hint="cs"/>
          <w:rtl/>
        </w:rPr>
        <w:t>ْمُ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وَ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حاطَ</w:t>
      </w:r>
      <w:r w:rsidR="0042080E" w:rsidRPr="00DA42EA">
        <w:rPr>
          <w:rStyle w:val="libArabicChar"/>
          <w:rtl/>
        </w:rPr>
        <w:t xml:space="preserve"> بِ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کِتابُ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tl/>
        </w:rPr>
        <w:t>(جو عرش خدا کا</w:t>
      </w:r>
      <w:r w:rsidR="00824A76" w:rsidRPr="00824A76">
        <w:rPr>
          <w:rtl/>
        </w:rPr>
        <w:t xml:space="preserve"> ہم </w:t>
      </w:r>
      <w:r>
        <w:rPr>
          <w:rtl/>
        </w:rPr>
        <w:t>وزن</w:t>
      </w:r>
      <w:r w:rsidR="00272FF7" w:rsidRPr="00272FF7">
        <w:rPr>
          <w:rtl/>
        </w:rPr>
        <w:t xml:space="preserve"> ہو</w:t>
      </w:r>
      <w:r>
        <w:rPr>
          <w:rtl/>
        </w:rPr>
        <w:t>خدا کے کلمات ک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 w:rsidR="00576C85">
        <w:rPr>
          <w:rtl/>
        </w:rPr>
        <w:t>یل</w:t>
      </w:r>
      <w:r>
        <w:rPr>
          <w:rtl/>
        </w:rPr>
        <w:t>اؤ کا حامل</w:t>
      </w:r>
      <w:r w:rsidR="002549D7" w:rsidRPr="002549D7">
        <w:rPr>
          <w:rtl/>
        </w:rPr>
        <w:t xml:space="preserve"> ہو </w:t>
      </w:r>
      <w:r>
        <w:rPr>
          <w:rtl/>
        </w:rPr>
        <w:t>اور اس کے علم نے جس جس ش</w:t>
      </w:r>
      <w:r>
        <w:rPr>
          <w:rFonts w:hint="cs"/>
          <w:rtl/>
        </w:rPr>
        <w:t>ی</w:t>
      </w:r>
      <w:r>
        <w:rPr>
          <w:rtl/>
        </w:rPr>
        <w:t xml:space="preserve"> کا احاطہ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>اور جس جس ش</w:t>
      </w:r>
      <w:r>
        <w:rPr>
          <w:rFonts w:hint="cs"/>
          <w:rtl/>
        </w:rPr>
        <w:t>ی</w:t>
      </w:r>
      <w:r>
        <w:rPr>
          <w:rtl/>
        </w:rPr>
        <w:t xml:space="preserve"> کا اس کتاب </w:t>
      </w:r>
      <w:r w:rsidR="007D2A2F">
        <w:rPr>
          <w:rtl/>
        </w:rPr>
        <w:t xml:space="preserve">میں </w:t>
      </w:r>
      <w:r>
        <w:rPr>
          <w:rtl/>
        </w:rPr>
        <w:t xml:space="preserve"> ذکر</w:t>
      </w:r>
      <w:r w:rsidR="00824A76" w:rsidRPr="00824A76">
        <w:rPr>
          <w:rtl/>
        </w:rPr>
        <w:t xml:space="preserve"> ہے </w:t>
      </w:r>
      <w:r>
        <w:rPr>
          <w:rtl/>
        </w:rPr>
        <w:t>اتنا</w:t>
      </w:r>
      <w:r w:rsidR="002549D7" w:rsidRPr="002549D7">
        <w:rPr>
          <w:rtl/>
        </w:rPr>
        <w:t xml:space="preserve"> ہی </w:t>
      </w:r>
      <w:r w:rsidR="004617D9" w:rsidRPr="004617D9">
        <w:rPr>
          <w:rtl/>
        </w:rPr>
        <w:t>وسیع</w:t>
      </w:r>
      <w:r>
        <w:rPr>
          <w:rtl/>
        </w:rPr>
        <w:t xml:space="preserve"> اور گستردہ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) </w:t>
      </w:r>
    </w:p>
    <w:p w:rsidR="0042080E" w:rsidRDefault="00720096" w:rsidP="0042080E">
      <w:pPr>
        <w:pStyle w:val="libNormal"/>
        <w:rPr>
          <w:rtl/>
        </w:rPr>
      </w:pPr>
      <w:r w:rsidRPr="00720096">
        <w:rPr>
          <w:rFonts w:hint="eastAsia"/>
          <w:rtl/>
        </w:rPr>
        <w:t>ظاہری</w:t>
      </w:r>
      <w:r w:rsidR="0042080E">
        <w:rPr>
          <w:rtl/>
        </w:rPr>
        <w:t xml:space="preserve"> طور پر سارے کلمات دعا ک</w:t>
      </w:r>
      <w:r w:rsidR="0042080E">
        <w:rPr>
          <w:rFonts w:hint="cs"/>
          <w:rtl/>
        </w:rPr>
        <w:t>ی</w:t>
      </w:r>
      <w:r w:rsidR="000C56D5" w:rsidRPr="000C56D5">
        <w:rPr>
          <w:rtl/>
        </w:rPr>
        <w:t xml:space="preserve"> اہمیت </w:t>
      </w:r>
      <w:r w:rsidR="0042080E">
        <w:rPr>
          <w:rtl/>
        </w:rPr>
        <w:t>اور خصوص</w:t>
      </w:r>
      <w:r w:rsidR="007D2A2F">
        <w:rPr>
          <w:rtl/>
        </w:rPr>
        <w:t>یت</w:t>
      </w:r>
      <w:r w:rsidR="0042080E">
        <w:rPr>
          <w:rtl/>
        </w:rPr>
        <w:t xml:space="preserve"> کو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کر</w:t>
      </w:r>
      <w:r w:rsidR="00025F9A" w:rsidRPr="00025F9A">
        <w:rPr>
          <w:rtl/>
        </w:rPr>
        <w:t>رہے</w:t>
      </w:r>
      <w:r w:rsidR="000C56D5" w:rsidRPr="000C56D5">
        <w:rPr>
          <w:rtl/>
        </w:rPr>
        <w:t xml:space="preserve"> ہیں </w:t>
      </w:r>
      <w:r w:rsidR="001E3FC4" w:rsidRPr="001E3FC4">
        <w:rPr>
          <w:rtl/>
        </w:rPr>
        <w:t>کیونکہ</w:t>
      </w:r>
      <w:r w:rsidR="0042080E">
        <w:rPr>
          <w:rtl/>
        </w:rPr>
        <w:t xml:space="preserve"> جب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8828D8" w:rsidRPr="008828D8">
        <w:rPr>
          <w:rtl/>
        </w:rPr>
        <w:t>عظیم</w:t>
      </w:r>
      <w:r w:rsidR="0042080E">
        <w:rPr>
          <w:rtl/>
        </w:rPr>
        <w:t xml:space="preserve"> </w:t>
      </w:r>
      <w:r w:rsidR="00B06535" w:rsidRPr="00B06535">
        <w:rPr>
          <w:rtl/>
        </w:rPr>
        <w:t>چیز</w:t>
      </w:r>
      <w:r w:rsidR="0042080E">
        <w:rPr>
          <w:rtl/>
        </w:rPr>
        <w:t xml:space="preserve"> کو مانگا جائے تو واسطہ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اس کے شا</w:t>
      </w:r>
      <w:r w:rsidR="00B06535" w:rsidRPr="00B06535">
        <w:rPr>
          <w:rtl/>
        </w:rPr>
        <w:t>یا</w:t>
      </w:r>
      <w:r w:rsidR="0042080E">
        <w:rPr>
          <w:rtl/>
        </w:rPr>
        <w:t>ن شان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 w:rsidR="0042080E">
        <w:rPr>
          <w:rtl/>
        </w:rPr>
        <w:t>۔ عرش خدا کا وزن باوجود اسکے کہ وہ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مخلوق خداوند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 w:rsidR="0042080E">
        <w:rPr>
          <w:rtl/>
        </w:rPr>
        <w:t xml:space="preserve"> ممکن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کہ خداوند اور اسکے خاص بندوں کے علاوہ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</w:t>
      </w:r>
      <w:r w:rsidR="0042080E">
        <w:rPr>
          <w:rFonts w:hint="eastAsia"/>
          <w:rtl/>
        </w:rPr>
        <w:t>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اسکے بارے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علم رکھتا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کلمات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مقدار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</w:t>
      </w:r>
      <w:r w:rsidR="00824A76" w:rsidRPr="00824A76">
        <w:rPr>
          <w:rtl/>
        </w:rPr>
        <w:t xml:space="preserve"> ہے </w:t>
      </w:r>
      <w:r>
        <w:rPr>
          <w:rtl/>
        </w:rPr>
        <w:t>کہ جس طرح سے خود ارشاد خداوند رب العزت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قل لو کان البحر مداداً لکلمات ربّ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لنفذ البحرُ قَب</w:t>
      </w:r>
      <w:r w:rsidR="0042080E" w:rsidRPr="00DA42EA">
        <w:rPr>
          <w:rStyle w:val="libAieChar"/>
          <w:rFonts w:hint="cs"/>
          <w:rtl/>
        </w:rPr>
        <w:t>ْلَ ان تنفذ کلمات ربّی</w:t>
      </w:r>
      <w:r w:rsidR="0042080E" w:rsidRPr="00DA42EA">
        <w:rPr>
          <w:rStyle w:val="libAieChar"/>
          <w:rtl/>
        </w:rPr>
        <w:t xml:space="preserve"> و لو جئنا بمثل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مداداً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67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”آپ</w:t>
      </w:r>
      <w:r>
        <w:rPr>
          <w:rtl/>
        </w:rPr>
        <w:t xml:space="preserve"> کہہ د</w:t>
      </w:r>
      <w:r w:rsidR="00A900AD">
        <w:rPr>
          <w:rtl/>
        </w:rPr>
        <w:t>یج</w:t>
      </w:r>
      <w:r>
        <w:rPr>
          <w:rtl/>
        </w:rPr>
        <w:t>ئے کہ اگر پروردگار کے کلمات کے ل</w:t>
      </w:r>
      <w:r w:rsidR="00A900AD">
        <w:rPr>
          <w:rtl/>
        </w:rPr>
        <w:t>یے</w:t>
      </w:r>
      <w:r>
        <w:rPr>
          <w:rtl/>
        </w:rPr>
        <w:t>ء سمندر بھ</w:t>
      </w:r>
      <w:r>
        <w:rPr>
          <w:rFonts w:hint="cs"/>
          <w:rtl/>
        </w:rPr>
        <w:t>ی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بن جائے تو کلمات رب ختم</w:t>
      </w:r>
      <w:r w:rsidR="008828D8" w:rsidRPr="008828D8">
        <w:rPr>
          <w:rtl/>
        </w:rPr>
        <w:t xml:space="preserve"> ہونے </w:t>
      </w:r>
      <w:r>
        <w:rPr>
          <w:rtl/>
        </w:rPr>
        <w:t>سے</w:t>
      </w:r>
      <w:r w:rsidR="000C56D5" w:rsidRPr="000C56D5">
        <w:rPr>
          <w:rtl/>
        </w:rPr>
        <w:t xml:space="preserve"> پہلے </w:t>
      </w:r>
      <w:r w:rsidR="002549D7" w:rsidRPr="002549D7">
        <w:rPr>
          <w:rtl/>
        </w:rPr>
        <w:t xml:space="preserve">ہی </w:t>
      </w:r>
      <w:r>
        <w:rPr>
          <w:rtl/>
        </w:rPr>
        <w:t xml:space="preserve">سارے سمندر ختم </w:t>
      </w:r>
      <w:r w:rsidR="00C1070F" w:rsidRPr="00C1070F">
        <w:rPr>
          <w:rtl/>
        </w:rPr>
        <w:t xml:space="preserve">ہوجائیں </w:t>
      </w:r>
      <w:r>
        <w:rPr>
          <w:rtl/>
        </w:rPr>
        <w:t xml:space="preserve">گے </w:t>
      </w:r>
      <w:r w:rsidR="00B06535" w:rsidRPr="00B06535">
        <w:rPr>
          <w:rtl/>
        </w:rPr>
        <w:t xml:space="preserve"> چاہ</w:t>
      </w:r>
      <w:r w:rsidR="00576C85">
        <w:rPr>
          <w:rtl/>
        </w:rPr>
        <w:t>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کے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ہم </w:t>
      </w:r>
      <w:r>
        <w:rPr>
          <w:rtl/>
        </w:rPr>
        <w:t>و</w:t>
      </w:r>
      <w:r w:rsidR="00A900AD">
        <w:rPr>
          <w:rtl/>
        </w:rPr>
        <w:t>یس</w:t>
      </w:r>
      <w:r>
        <w:rPr>
          <w:rtl/>
        </w:rPr>
        <w:t>ے</w:t>
      </w:r>
      <w:r w:rsidR="002549D7" w:rsidRPr="002549D7">
        <w:rPr>
          <w:rtl/>
        </w:rPr>
        <w:t xml:space="preserve"> ہی </w:t>
      </w:r>
      <w:r>
        <w:rPr>
          <w:rtl/>
        </w:rPr>
        <w:t>سمندر اور بھ</w:t>
      </w:r>
      <w:r>
        <w:rPr>
          <w:rFonts w:hint="cs"/>
          <w:rtl/>
        </w:rPr>
        <w:t>ی</w:t>
      </w:r>
      <w:r>
        <w:rPr>
          <w:rtl/>
        </w:rPr>
        <w:t xml:space="preserve"> لے</w:t>
      </w:r>
      <w:r w:rsidR="00720096" w:rsidRPr="00720096">
        <w:rPr>
          <w:rtl/>
        </w:rPr>
        <w:t xml:space="preserve"> آئیں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اور کتاب خداوند عالم لا محدود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لامحدود علم اور کتاب کو واسطہ قرار </w:t>
      </w:r>
      <w:r w:rsidR="00720096" w:rsidRPr="00720096">
        <w:rPr>
          <w:rtl/>
        </w:rPr>
        <w:t xml:space="preserve">دیا جارہا </w:t>
      </w:r>
      <w:r w:rsidR="00824A76" w:rsidRPr="00824A76">
        <w:rPr>
          <w:rtl/>
        </w:rPr>
        <w:t xml:space="preserve">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کتاب خداوند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ارشاد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="0042080E" w:rsidRPr="00DA42EA">
        <w:rPr>
          <w:rStyle w:val="libAieChar"/>
          <w:rtl/>
        </w:rPr>
        <w:t>ما فّرطنا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الکتاب من ش</w:t>
      </w:r>
      <w:r w:rsidR="0042080E" w:rsidRPr="00DA42EA">
        <w:rPr>
          <w:rStyle w:val="libAieChar"/>
          <w:rFonts w:hint="cs"/>
          <w:rtl/>
        </w:rPr>
        <w:t>یٴ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 w:rsidR="000C56D5" w:rsidRPr="000C56D5">
        <w:rPr>
          <w:rtl/>
        </w:rPr>
        <w:t xml:space="preserve">ہم </w:t>
      </w:r>
      <w:r>
        <w:rPr>
          <w:rtl/>
        </w:rPr>
        <w:t xml:space="preserve">نے کتاب </w:t>
      </w:r>
      <w:r w:rsidR="007D2A2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کے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ہے</w:t>
      </w:r>
      <w:r>
        <w:rPr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 xml:space="preserve">و لا رطب و لا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ابس الّا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کتاب مب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(ا ور کوئ</w:t>
      </w:r>
      <w:r>
        <w:rPr>
          <w:rFonts w:hint="cs"/>
          <w:rtl/>
        </w:rPr>
        <w:t>ی</w:t>
      </w:r>
      <w:r>
        <w:rPr>
          <w:rtl/>
        </w:rPr>
        <w:t xml:space="preserve"> خشک وتر </w:t>
      </w:r>
      <w:r w:rsidR="00B06535" w:rsidRPr="00B06535">
        <w:rPr>
          <w:rtl/>
        </w:rPr>
        <w:t>ایسا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>جوکتاب م</w:t>
      </w:r>
      <w:r w:rsidR="007D2A2F">
        <w:rPr>
          <w:rtl/>
        </w:rPr>
        <w:t>بین</w:t>
      </w:r>
      <w:r>
        <w:rPr>
          <w:rtl/>
        </w:rPr>
        <w:t xml:space="preserve"> کے اندر محفوظ نہ</w:t>
      </w:r>
      <w:r w:rsidR="00272FF7" w:rsidRPr="00272FF7">
        <w:rPr>
          <w:rtl/>
        </w:rPr>
        <w:t xml:space="preserve"> ہو</w:t>
      </w:r>
      <w:r>
        <w:rPr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69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تب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اناً لکلّ ش</w:t>
      </w:r>
      <w:r w:rsidR="0042080E" w:rsidRPr="00DA42EA">
        <w:rPr>
          <w:rStyle w:val="libAieChar"/>
          <w:rFonts w:hint="cs"/>
          <w:rtl/>
        </w:rPr>
        <w:t>یٴ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(اس (کتاب )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موجود</w:t>
      </w:r>
      <w:r w:rsidR="00C537D2" w:rsidRPr="00C537D2">
        <w:rPr>
          <w:rtl/>
        </w:rPr>
        <w:t xml:space="preserve"> ہے</w:t>
      </w:r>
      <w:r>
        <w:rPr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خدا کا </w:t>
      </w:r>
      <w:r w:rsidR="000C56D5" w:rsidRPr="000C56D5">
        <w:rPr>
          <w:rtl/>
        </w:rPr>
        <w:t>ایک</w:t>
      </w:r>
      <w:r w:rsidR="008828D8" w:rsidRPr="008828D8">
        <w:rPr>
          <w:rtl/>
        </w:rPr>
        <w:t xml:space="preserve"> ظاہر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اور </w:t>
      </w:r>
      <w:r w:rsidR="000C56D5" w:rsidRPr="000C56D5">
        <w:rPr>
          <w:rtl/>
        </w:rPr>
        <w:t>ایک</w:t>
      </w:r>
      <w:r>
        <w:rPr>
          <w:rtl/>
        </w:rPr>
        <w:t xml:space="preserve"> باطن</w:t>
      </w:r>
      <w:r w:rsidR="002549D7" w:rsidRPr="002549D7">
        <w:rPr>
          <w:rtl/>
        </w:rPr>
        <w:t xml:space="preserve"> ہے۔</w:t>
      </w:r>
      <w:r w:rsidR="008828D8" w:rsidRPr="008828D8">
        <w:rPr>
          <w:rtl/>
        </w:rPr>
        <w:t xml:space="preserve"> ظاہر </w:t>
      </w:r>
      <w:r>
        <w:rPr>
          <w:rtl/>
        </w:rPr>
        <w:t>تو معلوم</w:t>
      </w:r>
      <w:r w:rsidR="00824A76" w:rsidRPr="00824A76">
        <w:rPr>
          <w:rtl/>
        </w:rPr>
        <w:t xml:space="preserve"> ہے </w:t>
      </w:r>
      <w:r>
        <w:rPr>
          <w:rtl/>
        </w:rPr>
        <w:t>کہ شر</w:t>
      </w:r>
      <w:r w:rsidR="00576C85">
        <w:rPr>
          <w:rtl/>
        </w:rPr>
        <w:t>یع</w:t>
      </w:r>
      <w:r>
        <w:rPr>
          <w:rtl/>
        </w:rPr>
        <w:t>ت ختم</w:t>
      </w:r>
      <w:r>
        <w:rPr>
          <w:rFonts w:hint="cs"/>
          <w:rtl/>
        </w:rPr>
        <w:t>ی</w:t>
      </w:r>
      <w:r>
        <w:rPr>
          <w:rtl/>
        </w:rPr>
        <w:t xml:space="preserve"> مرتبت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سلم)اور باطن وہ علم</w:t>
      </w:r>
      <w:r w:rsidR="00824A76" w:rsidRPr="00824A76">
        <w:rPr>
          <w:rtl/>
        </w:rPr>
        <w:t xml:space="preserve"> ہے </w:t>
      </w:r>
      <w:r>
        <w:rPr>
          <w:rtl/>
        </w:rPr>
        <w:t>کہ جو خداوند ک</w:t>
      </w:r>
      <w:r>
        <w:rPr>
          <w:rFonts w:hint="cs"/>
          <w:rtl/>
        </w:rPr>
        <w:t>ی</w:t>
      </w:r>
      <w:r>
        <w:rPr>
          <w:rtl/>
        </w:rPr>
        <w:t xml:space="preserve"> طرف سے حضرت خاتم الانب</w:t>
      </w:r>
      <w:r w:rsidR="00B06535" w:rsidRPr="00B06535">
        <w:rPr>
          <w:rtl/>
        </w:rPr>
        <w:t>یا</w:t>
      </w:r>
      <w:r>
        <w:rPr>
          <w:rtl/>
        </w:rPr>
        <w:t>ء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سلم)اور ان کے جانش</w:t>
      </w:r>
      <w:r w:rsidR="00576C85">
        <w:rPr>
          <w:rtl/>
        </w:rPr>
        <w:t>ین</w:t>
      </w:r>
      <w:r>
        <w:rPr>
          <w:rtl/>
        </w:rPr>
        <w:t xml:space="preserve"> کو عطا</w:t>
      </w:r>
      <w:r w:rsidR="00272FF7" w:rsidRPr="00272FF7">
        <w:rPr>
          <w:rtl/>
        </w:rPr>
        <w:t xml:space="preserve"> </w:t>
      </w:r>
      <w:r w:rsidR="00A900AD">
        <w:rPr>
          <w:rtl/>
        </w:rPr>
        <w:t>ہواہے</w:t>
      </w:r>
      <w:r>
        <w:rPr>
          <w:rtl/>
        </w:rPr>
        <w:t xml:space="preserve">۔ </w:t>
      </w:r>
    </w:p>
    <w:p w:rsidR="0042080E" w:rsidRDefault="008828D8" w:rsidP="0042080E">
      <w:pPr>
        <w:pStyle w:val="libNormal"/>
        <w:rPr>
          <w:rtl/>
        </w:rPr>
      </w:pPr>
      <w:r w:rsidRPr="008828D8">
        <w:rPr>
          <w:rFonts w:hint="eastAsia"/>
          <w:rtl/>
        </w:rPr>
        <w:t>جیسے</w:t>
      </w:r>
      <w:r w:rsidR="0042080E">
        <w:rPr>
          <w:rtl/>
        </w:rPr>
        <w:t xml:space="preserve"> رسول اللہ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سلم)فرماتے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42EA">
        <w:rPr>
          <w:rStyle w:val="libArabicChar"/>
          <w:rFonts w:hint="eastAsia"/>
          <w:rtl/>
        </w:rPr>
        <w:t>انا</w:t>
      </w:r>
      <w:r w:rsidRPr="00DA42EA">
        <w:rPr>
          <w:rStyle w:val="libArabicChar"/>
          <w:rtl/>
        </w:rPr>
        <w:t xml:space="preserve"> مد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نة العلم و عل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باب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فمن اراد العلم فل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ات باب المد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نة</w:t>
      </w:r>
      <w:r>
        <w:rPr>
          <w:rtl/>
        </w:rPr>
        <w:t xml:space="preserve">“ </w:t>
      </w:r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2080E">
        <w:rPr>
          <w:rtl/>
        </w:rPr>
        <w:t xml:space="preserve"> علم کا شھر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>اور عل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اس کا دروازہ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لہذا جو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علم کے حصول کا ارادہ رکھتا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وہ دروازے سے آئے۔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71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علےھما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t>اعلم</w:t>
      </w:r>
      <w:r w:rsidRPr="00DA42EA">
        <w:rPr>
          <w:rStyle w:val="libArabicChar"/>
          <w:rtl/>
        </w:rPr>
        <w:t xml:space="preserve"> ان جم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اسرار الکتب السماو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 xml:space="preserve">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القرآن وجم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ما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القرآن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الفاتحة و جم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ماف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الفاتحة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البسمل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وجم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ماف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البسمل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باء البسمل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 جم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 ما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باء البسمل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النقطة الت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تحت الباء قال الامام عل</w:t>
      </w:r>
      <w:r w:rsidRPr="00DA42EA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tl/>
        </w:rPr>
        <w:t xml:space="preserve"> السلام انا نقطة الت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تحت اللباء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:”جان جا</w:t>
      </w:r>
      <w:r w:rsidR="00296C60">
        <w:rPr>
          <w:rtl/>
        </w:rPr>
        <w:t>و</w:t>
      </w:r>
      <w:r>
        <w:rPr>
          <w:rtl/>
        </w:rPr>
        <w:t xml:space="preserve"> بے شک سار</w:t>
      </w:r>
      <w:r>
        <w:rPr>
          <w:rFonts w:hint="cs"/>
          <w:rtl/>
        </w:rPr>
        <w:t>ی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کتابوں کا علم قرآن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جو کچھ قرآن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سورہ فاتحہ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کچھ سورہ فاتحہ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۔۔۔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ھے</w:t>
      </w:r>
      <w:r>
        <w:rPr>
          <w:rtl/>
        </w:rPr>
        <w:t xml:space="preserve"> وہ بسم اللہ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جو کچھ بسم اللہ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اس کے حرف باء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جو کچھ حرف باء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اس کے نقطہ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اور </w:t>
      </w:r>
      <w:r w:rsidR="007D2A2F">
        <w:rPr>
          <w:rtl/>
        </w:rPr>
        <w:t xml:space="preserve">میں </w:t>
      </w:r>
      <w:r>
        <w:rPr>
          <w:rtl/>
        </w:rPr>
        <w:t xml:space="preserve"> وہ نقطہ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جو باء کے </w:t>
      </w:r>
      <w:r w:rsidR="00F369ED" w:rsidRPr="00F369ED">
        <w:rPr>
          <w:rtl/>
        </w:rPr>
        <w:t>نیچے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جنگ صف</w:t>
      </w:r>
      <w:r w:rsidR="00576C85">
        <w:rPr>
          <w:rtl/>
        </w:rPr>
        <w:t>ین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شام</w:t>
      </w:r>
      <w:r w:rsidR="007D2A2F">
        <w:rPr>
          <w:rtl/>
        </w:rPr>
        <w:t>یو</w:t>
      </w:r>
      <w:r>
        <w:rPr>
          <w:rtl/>
        </w:rPr>
        <w:t xml:space="preserve">ں نے قرآن کو </w:t>
      </w:r>
      <w:r w:rsidR="001100FA">
        <w:rPr>
          <w:rtl/>
        </w:rPr>
        <w:t>نیز</w:t>
      </w:r>
      <w:r>
        <w:rPr>
          <w:rtl/>
        </w:rPr>
        <w:t>وں پر اٹھا</w:t>
      </w:r>
      <w:r w:rsidR="00B06535" w:rsidRPr="00B06535">
        <w:rPr>
          <w:rtl/>
        </w:rPr>
        <w:t>یا</w:t>
      </w:r>
      <w:r>
        <w:rPr>
          <w:rtl/>
        </w:rPr>
        <w:t xml:space="preserve"> اور اس کو حَکَم بنانا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ا تو حضرت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42EA">
        <w:rPr>
          <w:rStyle w:val="libArabicChar"/>
          <w:rFonts w:hint="eastAsia"/>
          <w:rtl/>
        </w:rPr>
        <w:t>انا</w:t>
      </w:r>
      <w:r w:rsidRPr="00DA42EA">
        <w:rPr>
          <w:rStyle w:val="libArabicChar"/>
          <w:rtl/>
        </w:rPr>
        <w:t xml:space="preserve"> القرآن الناطق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 w:rsidR="007D2A2F">
        <w:rPr>
          <w:rtl/>
        </w:rPr>
        <w:t xml:space="preserve">میں </w:t>
      </w:r>
      <w:r>
        <w:rPr>
          <w:rtl/>
        </w:rPr>
        <w:t xml:space="preserve"> قرآن ناطق</w:t>
      </w:r>
      <w:r w:rsidR="004617D9" w:rsidRPr="004617D9">
        <w:rPr>
          <w:rtl/>
        </w:rPr>
        <w:t xml:space="preserve"> ہوں۔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دعا قرآن ناطق اور باء بسم اللہ کے ظھور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تو واسطہ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کے مطابق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حاضر </w:t>
      </w:r>
      <w:r w:rsidR="007D2A2F">
        <w:rPr>
          <w:rtl/>
        </w:rPr>
        <w:t xml:space="preserve">میں </w:t>
      </w:r>
      <w:r>
        <w:rPr>
          <w:rtl/>
        </w:rPr>
        <w:t xml:space="preserve"> خلائق کائنات </w:t>
      </w:r>
      <w:r w:rsidR="007D2A2F">
        <w:rPr>
          <w:rtl/>
        </w:rPr>
        <w:t xml:space="preserve">میں </w:t>
      </w:r>
      <w:r>
        <w:rPr>
          <w:rtl/>
        </w:rPr>
        <w:t xml:space="preserve"> حضرت (عج)سے </w:t>
      </w:r>
      <w:r w:rsidR="004617D9" w:rsidRPr="004617D9">
        <w:rPr>
          <w:rtl/>
        </w:rPr>
        <w:t>زیادہ</w:t>
      </w:r>
      <w:r>
        <w:rPr>
          <w:rtl/>
        </w:rPr>
        <w:t xml:space="preserve"> افضل و اعلم کوئ</w:t>
      </w:r>
      <w:r>
        <w:rPr>
          <w:rFonts w:hint="cs"/>
          <w:rtl/>
        </w:rPr>
        <w:t>ی</w:t>
      </w:r>
      <w:r>
        <w:rPr>
          <w:rtl/>
        </w:rPr>
        <w:t xml:space="preserve"> ذات وجود </w:t>
      </w:r>
      <w:r w:rsidR="002025F2" w:rsidRPr="002025F2">
        <w:rPr>
          <w:rtl/>
        </w:rPr>
        <w:t>نہیں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وہ وارث علم انب</w:t>
      </w:r>
      <w:r w:rsidR="00B06535" w:rsidRPr="00B06535">
        <w:rPr>
          <w:rtl/>
        </w:rPr>
        <w:t>یا</w:t>
      </w:r>
      <w:r>
        <w:rPr>
          <w:rtl/>
        </w:rPr>
        <w:t>ء اور اوص</w:t>
      </w:r>
      <w:r w:rsidR="00B06535" w:rsidRPr="00B06535">
        <w:rPr>
          <w:rtl/>
        </w:rPr>
        <w:t>یا</w:t>
      </w:r>
      <w:r>
        <w:rPr>
          <w:rtl/>
        </w:rPr>
        <w:t>ء سلام اللہ عل</w:t>
      </w:r>
      <w:r w:rsidR="00C537D2" w:rsidRPr="00C537D2">
        <w:rPr>
          <w:rtl/>
        </w:rPr>
        <w:t xml:space="preserve">یہ </w:t>
      </w:r>
      <w:r w:rsidR="000C56D5" w:rsidRPr="000C56D5">
        <w:rPr>
          <w:rtl/>
        </w:rPr>
        <w:t xml:space="preserve">م </w:t>
      </w:r>
      <w:r>
        <w:rPr>
          <w:rtl/>
        </w:rPr>
        <w:t>اجمع</w:t>
      </w:r>
      <w:r w:rsidR="00576C85">
        <w:rPr>
          <w:rtl/>
        </w:rPr>
        <w:t>ین</w:t>
      </w:r>
      <w:r w:rsidR="000C56D5" w:rsidRPr="000C56D5">
        <w:rPr>
          <w:rtl/>
        </w:rPr>
        <w:t xml:space="preserve"> ہیں </w:t>
      </w:r>
      <w:r>
        <w:rPr>
          <w:rtl/>
        </w:rPr>
        <w:t>لہٰذا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کے مطابق </w:t>
      </w:r>
      <w:r w:rsidR="004617D9" w:rsidRPr="004617D9">
        <w:rPr>
          <w:rtl/>
        </w:rPr>
        <w:t>وسیع</w:t>
      </w:r>
      <w:r>
        <w:rPr>
          <w:rtl/>
        </w:rPr>
        <w:t xml:space="preserve"> و ع</w:t>
      </w:r>
      <w:r w:rsidR="001100FA">
        <w:rPr>
          <w:rtl/>
        </w:rPr>
        <w:t>ریض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>وں کے واسطہ دےئے جا</w:t>
      </w:r>
      <w:r w:rsidR="00025F9A" w:rsidRPr="00025F9A">
        <w:rPr>
          <w:rtl/>
        </w:rPr>
        <w:t>رہے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tl/>
        </w:rPr>
        <w:t>&lt;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ُمَّ إِنِّ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جَدِّدُ</w:t>
      </w:r>
      <w:r w:rsidRPr="00DA42EA">
        <w:rPr>
          <w:rStyle w:val="libArabicChar"/>
          <w:rtl/>
        </w:rPr>
        <w:t xml:space="preserve"> لَ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 فِ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صَبِ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Fonts w:hint="eastAsia"/>
          <w:rtl/>
        </w:rPr>
        <w:t>حَةِ</w:t>
      </w:r>
      <w:r w:rsidRPr="00DA42EA">
        <w:rPr>
          <w:rStyle w:val="libArabicChar"/>
          <w:rtl/>
        </w:rPr>
        <w:t xml:space="preserve"> </w:t>
      </w:r>
      <w:r w:rsidRPr="00DA42EA">
        <w:rPr>
          <w:rStyle w:val="libArabicChar"/>
          <w:rFonts w:hint="cs"/>
          <w:rtl/>
        </w:rPr>
        <w:t>یَ</w:t>
      </w:r>
      <w:r w:rsidRPr="00DA42EA">
        <w:rPr>
          <w:rStyle w:val="libArabicChar"/>
          <w:rFonts w:hint="eastAsia"/>
          <w:rtl/>
        </w:rPr>
        <w:t>و</w:t>
      </w:r>
      <w:r w:rsidRPr="00DA42EA">
        <w:rPr>
          <w:rStyle w:val="libArabicChar"/>
          <w:rFonts w:hint="cs"/>
          <w:rtl/>
        </w:rPr>
        <w:t>ْمِی</w:t>
      </w:r>
      <w:r w:rsidRPr="00DA42EA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ذَا وَمَا عِش</w:t>
      </w:r>
      <w:r w:rsidRPr="00DA42EA">
        <w:rPr>
          <w:rStyle w:val="libArabicChar"/>
          <w:rFonts w:hint="cs"/>
          <w:rtl/>
        </w:rPr>
        <w:t xml:space="preserve">ْتُ مِنْ </w:t>
      </w:r>
      <w:r w:rsidR="00296C60">
        <w:rPr>
          <w:rStyle w:val="libArabicChar"/>
          <w:rFonts w:hint="cs"/>
          <w:rtl/>
        </w:rPr>
        <w:t>ا</w:t>
      </w:r>
      <w:r w:rsidRPr="00DA42EA">
        <w:rPr>
          <w:rStyle w:val="libArabicChar"/>
          <w:rFonts w:hint="cs"/>
          <w:rtl/>
        </w:rPr>
        <w:t>یَّ</w:t>
      </w:r>
      <w:r w:rsidRPr="00DA42EA">
        <w:rPr>
          <w:rStyle w:val="libArabicChar"/>
          <w:rFonts w:hint="eastAsia"/>
          <w:rtl/>
        </w:rPr>
        <w:t>امِ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عَ</w:t>
      </w:r>
      <w:r w:rsidR="00031FA0" w:rsidRPr="00031FA0">
        <w:rPr>
          <w:rStyle w:val="libArabicChar"/>
          <w:rFonts w:hint="cs"/>
          <w:rtl/>
        </w:rPr>
        <w:t>ه</w:t>
      </w:r>
      <w:r w:rsidRPr="00DA42EA">
        <w:rPr>
          <w:rStyle w:val="libArabicChar"/>
          <w:rFonts w:hint="cs"/>
          <w:rtl/>
        </w:rPr>
        <w:t>ْداً وَعَقْد</w:t>
      </w:r>
      <w:r w:rsidRPr="00DA42EA">
        <w:rPr>
          <w:rStyle w:val="libArabicChar"/>
          <w:rtl/>
        </w:rPr>
        <w:t>اً وَبَ</w:t>
      </w:r>
      <w:r w:rsidRPr="00DA42EA">
        <w:rPr>
          <w:rStyle w:val="libArabicChar"/>
          <w:rFonts w:hint="cs"/>
          <w:rtl/>
        </w:rPr>
        <w:t>یْ</w:t>
      </w:r>
      <w:r w:rsidRPr="00DA42EA">
        <w:rPr>
          <w:rStyle w:val="libArabicChar"/>
          <w:rFonts w:hint="eastAsia"/>
          <w:rtl/>
        </w:rPr>
        <w:t>عَةً</w:t>
      </w:r>
      <w:r w:rsidRPr="00DA42EA">
        <w:rPr>
          <w:rStyle w:val="libArabicChar"/>
          <w:rtl/>
        </w:rPr>
        <w:t xml:space="preserve"> لَ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 فِ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عُنُقِ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لاَ 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حُولُ</w:t>
      </w:r>
      <w:r w:rsidRPr="00DA42EA">
        <w:rPr>
          <w:rStyle w:val="libArabicChar"/>
          <w:rtl/>
        </w:rPr>
        <w:t xml:space="preserve"> عَن</w:t>
      </w:r>
      <w:r w:rsidRPr="00DA42EA">
        <w:rPr>
          <w:rStyle w:val="libArabicChar"/>
          <w:rFonts w:hint="cs"/>
          <w:rtl/>
        </w:rPr>
        <w:t>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وَلاَ </w:t>
      </w:r>
      <w:r w:rsidR="00296C60">
        <w:rPr>
          <w:rStyle w:val="libArabicChar"/>
          <w:rFonts w:hint="cs"/>
          <w:rtl/>
        </w:rPr>
        <w:t>ا</w:t>
      </w:r>
      <w:r w:rsidRPr="00DA42EA">
        <w:rPr>
          <w:rStyle w:val="libArabicChar"/>
          <w:rFonts w:hint="eastAsia"/>
          <w:rtl/>
        </w:rPr>
        <w:t>زُولُ</w:t>
      </w:r>
      <w:r w:rsidRPr="00DA42EA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بَداً</w:t>
      </w:r>
      <w:r>
        <w:rPr>
          <w:rtl/>
        </w:rPr>
        <w:t xml:space="preserve"> </w:t>
      </w:r>
      <w:r w:rsidR="00031FA0" w:rsidRPr="00031FA0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(اے خدا ! بے شک </w:t>
      </w:r>
      <w:r w:rsidR="007D2A2F">
        <w:rPr>
          <w:rtl/>
        </w:rPr>
        <w:t xml:space="preserve">میں </w:t>
      </w:r>
      <w:r>
        <w:rPr>
          <w:rtl/>
        </w:rPr>
        <w:t xml:space="preserve"> آج ک</w:t>
      </w:r>
      <w:r>
        <w:rPr>
          <w:rFonts w:hint="cs"/>
          <w:rtl/>
        </w:rPr>
        <w:t>ی</w:t>
      </w:r>
      <w:r>
        <w:rPr>
          <w:rtl/>
        </w:rPr>
        <w:t xml:space="preserve"> صبح کا آغازا ور جب تک زندھ</w:t>
      </w:r>
      <w:r w:rsidR="00D74317">
        <w:rPr>
          <w:rtl/>
        </w:rPr>
        <w:t>رہو</w:t>
      </w:r>
      <w:r>
        <w:rPr>
          <w:rtl/>
        </w:rPr>
        <w:t>ں گا</w:t>
      </w:r>
      <w:r w:rsidR="008828D8" w:rsidRPr="008828D8">
        <w:rPr>
          <w:rtl/>
        </w:rPr>
        <w:t xml:space="preserve"> یہ </w:t>
      </w:r>
      <w:r>
        <w:rPr>
          <w:rtl/>
        </w:rPr>
        <w:t>عھد اور پ</w:t>
      </w:r>
      <w:r w:rsidR="00576C85">
        <w:rPr>
          <w:rtl/>
        </w:rPr>
        <w:t>یم</w:t>
      </w:r>
      <w:r>
        <w:rPr>
          <w:rtl/>
        </w:rPr>
        <w:t>ان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76C85">
        <w:rPr>
          <w:rtl/>
        </w:rPr>
        <w:t>یع</w:t>
      </w:r>
      <w:r>
        <w:rPr>
          <w:rtl/>
        </w:rPr>
        <w:t xml:space="preserve">ت جو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گردن پر</w:t>
      </w:r>
      <w:r w:rsidR="00824A76" w:rsidRPr="00824A76">
        <w:rPr>
          <w:rtl/>
        </w:rPr>
        <w:t xml:space="preserve"> ہے </w:t>
      </w:r>
      <w:r>
        <w:rPr>
          <w:rtl/>
        </w:rPr>
        <w:t>اس کو نہ بدلوں گا اور نہ کبھ</w:t>
      </w:r>
      <w:r>
        <w:rPr>
          <w:rFonts w:hint="cs"/>
          <w:rtl/>
        </w:rPr>
        <w:t>ی</w:t>
      </w:r>
      <w:r>
        <w:rPr>
          <w:rtl/>
        </w:rPr>
        <w:t xml:space="preserve"> ترک کروں گا۔)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بات صرف اس صبح اور باق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ماندہ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بلکہ </w:t>
      </w:r>
      <w:r w:rsidR="00025F9A" w:rsidRPr="00025F9A">
        <w:rPr>
          <w:rtl/>
        </w:rPr>
        <w:t>ہمیش</w:t>
      </w:r>
      <w:r w:rsidR="0042080E">
        <w:rPr>
          <w:rtl/>
        </w:rPr>
        <w:t xml:space="preserve">ہ </w:t>
      </w:r>
      <w:r w:rsidR="00025F9A" w:rsidRPr="00025F9A">
        <w:rPr>
          <w:rtl/>
        </w:rPr>
        <w:t>ہمیش</w:t>
      </w:r>
      <w:r w:rsidR="0042080E">
        <w:rPr>
          <w:rtl/>
        </w:rPr>
        <w:t xml:space="preserve">ہ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عھد وعقداور ب</w:t>
      </w:r>
      <w:r w:rsidR="00576C85">
        <w:rPr>
          <w:rtl/>
        </w:rPr>
        <w:t>یع</w:t>
      </w:r>
      <w:r w:rsidR="0042080E">
        <w:rPr>
          <w:rtl/>
        </w:rPr>
        <w:t>ت کرتا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>واضح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 xml:space="preserve">کہ ”عھد“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عمل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مظاھرہ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جو معاھدہ کے بعد کا مرحلہ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جبکہ ”عقد“ اعتقاد قلب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اس پر </w:t>
      </w:r>
      <w:r w:rsidR="008828D8" w:rsidRPr="008828D8">
        <w:rPr>
          <w:rtl/>
        </w:rPr>
        <w:t>ایمان</w:t>
      </w:r>
      <w:r w:rsidR="0042080E">
        <w:rPr>
          <w:rtl/>
        </w:rPr>
        <w:t xml:space="preserve"> کا نام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طرح ”ب</w:t>
      </w:r>
      <w:r w:rsidR="00576C85">
        <w:rPr>
          <w:rtl/>
        </w:rPr>
        <w:t>یع</w:t>
      </w:r>
      <w:r w:rsidR="0042080E">
        <w:rPr>
          <w:rtl/>
        </w:rPr>
        <w:t>ت“ ملک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معاملات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42080E">
        <w:rPr>
          <w:rFonts w:hint="eastAsia"/>
          <w:rtl/>
        </w:rPr>
        <w:t>تسل</w:t>
      </w:r>
      <w:r w:rsidR="00576C85">
        <w:rPr>
          <w:rFonts w:hint="eastAsia"/>
          <w:rtl/>
        </w:rPr>
        <w:t>یم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>کانام</w:t>
      </w:r>
      <w:r w:rsidR="002549D7" w:rsidRPr="002549D7">
        <w:rPr>
          <w:rtl/>
        </w:rPr>
        <w:t xml:space="preserve"> ہے۔ </w:t>
      </w:r>
      <w:r w:rsidR="00C1070F" w:rsidRPr="00C1070F">
        <w:rPr>
          <w:rtl/>
        </w:rPr>
        <w:t>میرا</w:t>
      </w:r>
      <w:r w:rsidR="0042080E">
        <w:rPr>
          <w:rtl/>
        </w:rPr>
        <w:t xml:space="preserve"> پواراخلاص </w:t>
      </w:r>
      <w:r w:rsidR="00C1070F" w:rsidRPr="00C1070F">
        <w:rPr>
          <w:rtl/>
        </w:rPr>
        <w:t>میرا</w:t>
      </w:r>
      <w:r w:rsidR="008828D8" w:rsidRPr="008828D8">
        <w:rPr>
          <w:rtl/>
        </w:rPr>
        <w:t>ایمان</w:t>
      </w:r>
      <w:r w:rsidR="0042080E">
        <w:rPr>
          <w:rtl/>
        </w:rPr>
        <w:t xml:space="preserve"> </w:t>
      </w:r>
      <w:r w:rsidR="00C1070F" w:rsidRPr="00C1070F">
        <w:rPr>
          <w:rtl/>
        </w:rPr>
        <w:t>میرا</w:t>
      </w:r>
      <w:r w:rsidR="0042080E">
        <w:rPr>
          <w:rtl/>
        </w:rPr>
        <w:t xml:space="preserve"> عق</w:t>
      </w:r>
      <w:r w:rsidR="007D2A2F">
        <w:rPr>
          <w:rtl/>
        </w:rPr>
        <w:t>ید</w:t>
      </w:r>
      <w:r w:rsidR="0042080E">
        <w:rPr>
          <w:rtl/>
        </w:rPr>
        <w:t xml:space="preserve">ہ </w:t>
      </w:r>
      <w:r w:rsidR="00C1070F" w:rsidRPr="00C1070F">
        <w:rPr>
          <w:rtl/>
        </w:rPr>
        <w:t>میرا</w:t>
      </w:r>
      <w:r w:rsidR="008828D8" w:rsidRPr="008828D8">
        <w:rPr>
          <w:rtl/>
        </w:rPr>
        <w:t xml:space="preserve"> ظاہر </w:t>
      </w:r>
      <w:r w:rsidR="00C1070F" w:rsidRPr="00C1070F">
        <w:rPr>
          <w:rtl/>
        </w:rPr>
        <w:t>میرا</w:t>
      </w:r>
      <w:r w:rsidR="0042080E">
        <w:rPr>
          <w:rtl/>
        </w:rPr>
        <w:t xml:space="preserve"> باطن سب 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کے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اس طرح سے کہ ان امور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 کچھ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کم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 xml:space="preserve">پائے۔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امامت اور ول</w:t>
      </w:r>
      <w:r w:rsidR="001100FA">
        <w:rPr>
          <w:rtl/>
        </w:rPr>
        <w:t>ایت</w:t>
      </w:r>
      <w:r w:rsidR="0042080E">
        <w:rPr>
          <w:rtl/>
        </w:rPr>
        <w:t xml:space="preserve"> کے تابع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 xml:space="preserve">کا ثبوت </w:t>
      </w:r>
      <w:r w:rsidR="00720096" w:rsidRPr="00720096">
        <w:rPr>
          <w:rtl/>
        </w:rPr>
        <w:t xml:space="preserve">دیا جارہا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اور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عق</w:t>
      </w:r>
      <w:r w:rsidR="007D2A2F">
        <w:rPr>
          <w:rtl/>
        </w:rPr>
        <w:t>ید</w:t>
      </w:r>
      <w:r w:rsidR="0042080E">
        <w:rPr>
          <w:rtl/>
        </w:rPr>
        <w:t xml:space="preserve">ہ </w:t>
      </w:r>
      <w:r w:rsidR="00025F9A" w:rsidRPr="00025F9A">
        <w:rPr>
          <w:rtl/>
        </w:rPr>
        <w:t>ہمیش</w:t>
      </w:r>
      <w:r w:rsidR="0042080E">
        <w:rPr>
          <w:rtl/>
        </w:rPr>
        <w:t xml:space="preserve">ہ </w:t>
      </w:r>
      <w:r w:rsidR="00025F9A" w:rsidRPr="00025F9A">
        <w:rPr>
          <w:rtl/>
        </w:rPr>
        <w:t>ہمیش</w:t>
      </w:r>
      <w:r w:rsidR="0042080E">
        <w:rPr>
          <w:rtl/>
        </w:rPr>
        <w:t xml:space="preserve">ہ کے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اس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کچھ تبد</w:t>
      </w:r>
      <w:r w:rsidR="00576C85">
        <w:rPr>
          <w:rtl/>
        </w:rPr>
        <w:t>یل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 آنے پائے۔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824A76" w:rsidRPr="00824A76">
        <w:rPr>
          <w:rtl/>
        </w:rPr>
        <w:t xml:space="preserve"> ہر </w:t>
      </w:r>
      <w:r w:rsidR="0042080E">
        <w:rPr>
          <w:rtl/>
        </w:rPr>
        <w:t xml:space="preserve">صبح پڑھنے کے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حدّ اقل </w:t>
      </w:r>
      <w:r w:rsidR="000C56D5" w:rsidRPr="000C56D5">
        <w:rPr>
          <w:rtl/>
        </w:rPr>
        <w:t>چالیس</w:t>
      </w:r>
      <w:r w:rsidR="0042080E">
        <w:rPr>
          <w:rtl/>
        </w:rPr>
        <w:t xml:space="preserve"> صبح کو ضرور پڑھے </w:t>
      </w:r>
      <w:r w:rsidR="001E3FC4" w:rsidRPr="001E3FC4">
        <w:rPr>
          <w:rtl/>
        </w:rPr>
        <w:t>کیونکہ</w:t>
      </w:r>
      <w:r w:rsidR="0042080E">
        <w:rPr>
          <w:rtl/>
        </w:rPr>
        <w:t xml:space="preserve"> </w:t>
      </w:r>
      <w:r w:rsidR="000C56D5" w:rsidRPr="000C56D5">
        <w:rPr>
          <w:rtl/>
        </w:rPr>
        <w:t>چالیس</w:t>
      </w:r>
      <w:r w:rsidR="0042080E">
        <w:rPr>
          <w:rtl/>
        </w:rPr>
        <w:t xml:space="preserve"> دنوں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جاکر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انسان کا عھد،عقد اور ب</w:t>
      </w:r>
      <w:r w:rsidR="00576C85">
        <w:rPr>
          <w:rtl/>
        </w:rPr>
        <w:t>یع</w:t>
      </w:r>
      <w:r w:rsidR="0042080E">
        <w:rPr>
          <w:rtl/>
        </w:rPr>
        <w:t>ت مکمل</w:t>
      </w:r>
      <w:r w:rsidR="002549D7" w:rsidRPr="002549D7">
        <w:rPr>
          <w:rtl/>
        </w:rPr>
        <w:t xml:space="preserve"> ہو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کہ </w:t>
      </w:r>
      <w:r w:rsidR="000C56D5" w:rsidRPr="000C56D5">
        <w:rPr>
          <w:rtl/>
        </w:rPr>
        <w:t>چالیس</w:t>
      </w:r>
      <w:r w:rsidR="0042080E">
        <w:rPr>
          <w:rtl/>
        </w:rPr>
        <w:t xml:space="preserve"> سال </w:t>
      </w:r>
      <w:r w:rsidR="007D2A2F">
        <w:rPr>
          <w:rtl/>
        </w:rPr>
        <w:t xml:space="preserve">میں </w:t>
      </w:r>
      <w:r w:rsidR="00042197" w:rsidRPr="00042197">
        <w:rPr>
          <w:rtl/>
        </w:rPr>
        <w:t xml:space="preserve"> پہنچ </w:t>
      </w:r>
      <w:r w:rsidR="0042080E">
        <w:rPr>
          <w:rtl/>
        </w:rPr>
        <w:t>کر انسان کامل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کہ: </w:t>
      </w:r>
      <w:r w:rsidRPr="00DA42EA">
        <w:rPr>
          <w:rStyle w:val="libArabicChar"/>
          <w:rtl/>
        </w:rPr>
        <w:t>اذا بلغ اربع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سنة فقد بلغ منت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</w:t>
      </w:r>
      <w:r w:rsidR="000C56D5" w:rsidRPr="000C56D5">
        <w:rPr>
          <w:rtl/>
        </w:rPr>
        <w:t>چالیس</w:t>
      </w:r>
      <w:r>
        <w:rPr>
          <w:rtl/>
        </w:rPr>
        <w:t xml:space="preserve"> سال کا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تو پھر جاکر مکمل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جب تک </w:t>
      </w:r>
      <w:r w:rsidR="000C56D5" w:rsidRPr="000C56D5">
        <w:rPr>
          <w:rtl/>
        </w:rPr>
        <w:t>چالیس</w:t>
      </w:r>
      <w:r>
        <w:rPr>
          <w:rtl/>
        </w:rPr>
        <w:t xml:space="preserve"> عدد پورے نہ </w:t>
      </w:r>
      <w:r w:rsidR="00C1070F" w:rsidRPr="00C1070F">
        <w:rPr>
          <w:rtl/>
        </w:rPr>
        <w:t xml:space="preserve">ہوجائیں </w:t>
      </w:r>
      <w:r>
        <w:rPr>
          <w:rtl/>
        </w:rPr>
        <w:t xml:space="preserve">اس کو پڑھا جائے </w:t>
      </w:r>
      <w:r w:rsidR="00C537D2" w:rsidRPr="00C537D2">
        <w:rPr>
          <w:rtl/>
        </w:rPr>
        <w:t>یہاں</w:t>
      </w:r>
      <w:r>
        <w:rPr>
          <w:rtl/>
        </w:rPr>
        <w:t xml:space="preserve"> تک کہ </w:t>
      </w:r>
      <w:r w:rsidR="008828D8" w:rsidRPr="008828D8">
        <w:rPr>
          <w:rtl/>
        </w:rPr>
        <w:t>ایمان</w:t>
      </w:r>
      <w:r>
        <w:rPr>
          <w:rtl/>
        </w:rPr>
        <w:t xml:space="preserve"> کامل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اور اس کے بعد اس لئے پڑھتا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کہ </w:t>
      </w:r>
      <w:r w:rsidR="008828D8" w:rsidRPr="008828D8">
        <w:rPr>
          <w:rtl/>
        </w:rPr>
        <w:t>ایمان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 سکے۔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  <w:r w:rsidRPr="00DA42EA">
        <w:rPr>
          <w:rStyle w:val="libArabicChar"/>
          <w:rtl/>
        </w:rPr>
        <w:t>ما اخلص عبد الا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مان با 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اربع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ن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وماً الّا ز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د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الدن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و بصّر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دائ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و دوائ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و اثبت الحکمة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قلب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بندہ کا </w:t>
      </w:r>
      <w:r w:rsidR="008828D8" w:rsidRPr="008828D8">
        <w:rPr>
          <w:rtl/>
        </w:rPr>
        <w:t>ایمان</w:t>
      </w:r>
      <w:r>
        <w:rPr>
          <w:rtl/>
        </w:rPr>
        <w:t xml:space="preserve"> خداوند کے اوپر خالص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ہوتا </w:t>
      </w:r>
      <w:r>
        <w:rPr>
          <w:rtl/>
        </w:rPr>
        <w:t>مگر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کہ خداوند ا س کو </w:t>
      </w:r>
      <w:r w:rsidR="000C56D5" w:rsidRPr="000C56D5">
        <w:rPr>
          <w:rtl/>
        </w:rPr>
        <w:t>چالیس</w:t>
      </w:r>
      <w:r>
        <w:rPr>
          <w:rtl/>
        </w:rPr>
        <w:t xml:space="preserve"> روز </w:t>
      </w:r>
      <w:r w:rsidR="001E3FC4" w:rsidRPr="001E3FC4">
        <w:rPr>
          <w:rtl/>
        </w:rPr>
        <w:t>دنیا</w:t>
      </w:r>
      <w:r>
        <w:rPr>
          <w:rtl/>
        </w:rPr>
        <w:t xml:space="preserve"> سے بے رغبت کرد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اور اس کے درداور دواء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7D2A2F">
        <w:rPr>
          <w:rtl/>
        </w:rPr>
        <w:t>یت</w:t>
      </w:r>
      <w:r>
        <w:rPr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اور حکمت کو اس کے قلب پر ثابت کرد</w:t>
      </w:r>
      <w:r w:rsidR="007D2A2F">
        <w:rPr>
          <w:rtl/>
        </w:rPr>
        <w:t>یت</w:t>
      </w:r>
      <w:r>
        <w:rPr>
          <w:rtl/>
        </w:rPr>
        <w:t>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جبکہ </w:t>
      </w:r>
      <w:r w:rsidR="000C56D5" w:rsidRPr="000C56D5">
        <w:rPr>
          <w:rtl/>
        </w:rPr>
        <w:t>چالیس</w:t>
      </w:r>
      <w:r>
        <w:rPr>
          <w:rtl/>
        </w:rPr>
        <w:t xml:space="preserve"> دنوں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8828D8" w:rsidRPr="008828D8">
        <w:rPr>
          <w:rtl/>
        </w:rPr>
        <w:t>ایمان</w:t>
      </w:r>
      <w:r>
        <w:rPr>
          <w:rtl/>
        </w:rPr>
        <w:t xml:space="preserve"> خالص،ب</w:t>
      </w:r>
      <w:r w:rsidR="00576C85">
        <w:rPr>
          <w:rtl/>
        </w:rPr>
        <w:t>یع</w:t>
      </w:r>
      <w:r>
        <w:rPr>
          <w:rtl/>
        </w:rPr>
        <w:t xml:space="preserve">ت و عھد و عقد خالص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 </w:t>
      </w:r>
      <w:r w:rsidR="00D74317">
        <w:rPr>
          <w:rtl/>
        </w:rPr>
        <w:t>ہرگز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اپنے مقام سے تنزل نہ کروں اور صبح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تاکید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لیئے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جب اس دعا کے </w:t>
      </w:r>
      <w:r w:rsidR="00042197" w:rsidRPr="00042197">
        <w:rPr>
          <w:rtl/>
        </w:rPr>
        <w:t>نتیجہ</w:t>
      </w:r>
      <w:r>
        <w:rPr>
          <w:rtl/>
        </w:rPr>
        <w:t xml:space="preserve"> کا وقت</w:t>
      </w:r>
      <w:r w:rsidR="000C56D5" w:rsidRPr="000C56D5">
        <w:rPr>
          <w:rtl/>
        </w:rPr>
        <w:t xml:space="preserve"> ہوگا </w:t>
      </w:r>
      <w:r w:rsidR="004617D9" w:rsidRPr="004617D9">
        <w:rPr>
          <w:rtl/>
        </w:rPr>
        <w:t>یعنی</w:t>
      </w:r>
      <w:r>
        <w:rPr>
          <w:rtl/>
        </w:rPr>
        <w:t xml:space="preserve"> جب دعا کا ثمرہ ظھور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tl/>
        </w:rPr>
        <w:t xml:space="preserve"> نص</w:t>
      </w:r>
      <w:r w:rsidR="00A900AD">
        <w:rPr>
          <w:rtl/>
        </w:rPr>
        <w:t>یب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تو </w:t>
      </w:r>
      <w:r w:rsidR="007D2A2F">
        <w:rPr>
          <w:rtl/>
        </w:rPr>
        <w:t xml:space="preserve">میں </w:t>
      </w:r>
      <w:r>
        <w:rPr>
          <w:rtl/>
        </w:rPr>
        <w:t xml:space="preserve"> شروع سے ان کے ساتھ </w:t>
      </w:r>
      <w:r w:rsidR="00D74317">
        <w:rPr>
          <w:rtl/>
        </w:rPr>
        <w:t>رہو</w:t>
      </w:r>
      <w:r>
        <w:rPr>
          <w:rtl/>
        </w:rPr>
        <w:t>ں خدانخواستہ</w:t>
      </w:r>
      <w:r w:rsidR="00D74317">
        <w:rPr>
          <w:rtl/>
        </w:rPr>
        <w:t xml:space="preserve"> کہیں </w:t>
      </w:r>
      <w:r w:rsidR="00B06535" w:rsidRPr="00B06535">
        <w:rPr>
          <w:rtl/>
        </w:rPr>
        <w:t>ایسا</w:t>
      </w:r>
      <w:r>
        <w:rPr>
          <w:rtl/>
        </w:rPr>
        <w:t xml:space="preserve"> نہ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کہ ظھور کے وقت </w:t>
      </w:r>
      <w:r w:rsidR="007D2A2F">
        <w:rPr>
          <w:rtl/>
        </w:rPr>
        <w:t>میر</w:t>
      </w:r>
      <w:r>
        <w:rPr>
          <w:rtl/>
        </w:rPr>
        <w:t xml:space="preserve">ے </w:t>
      </w:r>
      <w:r w:rsidR="008828D8" w:rsidRPr="008828D8">
        <w:rPr>
          <w:rtl/>
        </w:rPr>
        <w:t>ایمان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آجائے مجھے شروع سے ان کے ساتھ</w:t>
      </w:r>
      <w:r w:rsidR="00D74317">
        <w:rPr>
          <w:rtl/>
        </w:rPr>
        <w:t xml:space="preserve"> رہنا </w:t>
      </w:r>
      <w:r w:rsidR="004617D9" w:rsidRPr="004617D9">
        <w:rPr>
          <w:rtl/>
        </w:rPr>
        <w:t>چاہیے</w:t>
      </w:r>
      <w:r>
        <w:rPr>
          <w:rtl/>
        </w:rPr>
        <w:t xml:space="preserve"> نہ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کہ وسط </w:t>
      </w:r>
      <w:r w:rsidR="00B06535" w:rsidRPr="00B06535">
        <w:rPr>
          <w:rtl/>
        </w:rPr>
        <w:t>یا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7D2A2F">
        <w:rPr>
          <w:rtl/>
        </w:rPr>
        <w:t xml:space="preserve">میں </w:t>
      </w:r>
      <w:r>
        <w:rPr>
          <w:rtl/>
        </w:rPr>
        <w:t xml:space="preserve"> جاکر ملوں۔ </w:t>
      </w:r>
      <w:r w:rsidR="007D2A2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شروعات ا</w:t>
      </w:r>
      <w:r w:rsidR="002025F2" w:rsidRPr="002025F2">
        <w:rPr>
          <w:rtl/>
        </w:rPr>
        <w:t>نہیں</w:t>
      </w:r>
      <w:r>
        <w:rPr>
          <w:rtl/>
        </w:rPr>
        <w:t xml:space="preserve"> کے ساتھ کرنا چاہتا</w:t>
      </w:r>
      <w:r w:rsidR="00437CD4" w:rsidRPr="00437CD4">
        <w:rPr>
          <w:rtl/>
        </w:rPr>
        <w:t xml:space="preserve"> ہوں </w:t>
      </w:r>
      <w:r w:rsidR="008828D8" w:rsidRPr="008828D8">
        <w:rPr>
          <w:rtl/>
        </w:rPr>
        <w:t>جیسے</w:t>
      </w:r>
      <w:r>
        <w:rPr>
          <w:rtl/>
        </w:rPr>
        <w:t xml:space="preserve"> اپنے دن ک</w:t>
      </w:r>
      <w:r>
        <w:rPr>
          <w:rFonts w:hint="cs"/>
          <w:rtl/>
        </w:rPr>
        <w:t>ی</w:t>
      </w:r>
      <w:r>
        <w:rPr>
          <w:rtl/>
        </w:rPr>
        <w:t xml:space="preserve"> شروعات اس عقد و عھد کے </w:t>
      </w:r>
      <w:r w:rsidR="00B06535" w:rsidRPr="00B06535">
        <w:rPr>
          <w:rtl/>
        </w:rPr>
        <w:t>ذریع</w:t>
      </w:r>
      <w:r>
        <w:rPr>
          <w:rtl/>
        </w:rPr>
        <w:t>ہ کررھا</w:t>
      </w:r>
      <w:r w:rsidR="004617D9" w:rsidRPr="004617D9">
        <w:rPr>
          <w:rtl/>
        </w:rPr>
        <w:t xml:space="preserve"> ہوں۔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جب عھد و پ</w:t>
      </w:r>
      <w:r w:rsidR="00576C85">
        <w:rPr>
          <w:rtl/>
        </w:rPr>
        <w:t>یم</w:t>
      </w:r>
      <w:r>
        <w:rPr>
          <w:rtl/>
        </w:rPr>
        <w:t>ان</w:t>
      </w:r>
      <w:r w:rsidR="00272FF7" w:rsidRPr="00272FF7">
        <w:rPr>
          <w:rtl/>
        </w:rPr>
        <w:t xml:space="preserve"> ہو</w:t>
      </w:r>
      <w:r w:rsidR="008828D8" w:rsidRPr="008828D8">
        <w:rPr>
          <w:rtl/>
        </w:rPr>
        <w:t>گیا</w:t>
      </w:r>
      <w:r>
        <w:rPr>
          <w:rtl/>
        </w:rPr>
        <w:t xml:space="preserve"> اور ب</w:t>
      </w:r>
      <w:r w:rsidR="00576C85">
        <w:rPr>
          <w:rtl/>
        </w:rPr>
        <w:t>یع</w:t>
      </w:r>
      <w:r>
        <w:rPr>
          <w:rtl/>
        </w:rPr>
        <w:t>ت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پھر </w:t>
      </w:r>
      <w:r w:rsidR="007844F9" w:rsidRPr="007844F9">
        <w:rPr>
          <w:rtl/>
        </w:rPr>
        <w:t>کہا</w:t>
      </w:r>
      <w:r>
        <w:rPr>
          <w:rtl/>
        </w:rPr>
        <w:t xml:space="preserve"> جائے گا: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اج</w:t>
      </w:r>
      <w:r w:rsidR="0042080E" w:rsidRPr="00DA42EA">
        <w:rPr>
          <w:rStyle w:val="libArabicChar"/>
          <w:rFonts w:hint="cs"/>
          <w:rtl/>
        </w:rPr>
        <w:t>ْعَلْنِی</w:t>
      </w:r>
      <w:r w:rsidR="0042080E" w:rsidRPr="00DA42EA">
        <w:rPr>
          <w:rStyle w:val="libArabicChar"/>
          <w:rtl/>
        </w:rPr>
        <w:t xml:space="preserve"> مِن</w:t>
      </w:r>
      <w:r w:rsidR="0042080E" w:rsidRPr="00DA42EA">
        <w:rPr>
          <w:rStyle w:val="libArabicChar"/>
          <w:rFonts w:hint="cs"/>
          <w:rtl/>
        </w:rPr>
        <w:t xml:space="preserve">ْ 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ن</w:t>
      </w:r>
      <w:r w:rsidR="0042080E" w:rsidRPr="00DA42EA">
        <w:rPr>
          <w:rStyle w:val="libArabicChar"/>
          <w:rFonts w:hint="cs"/>
          <w:rtl/>
        </w:rPr>
        <w:t>ْصارِ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 w:rsidRPr="00DA42EA">
        <w:rPr>
          <w:rStyle w:val="libArabicChar"/>
          <w:rtl/>
        </w:rPr>
        <w:t xml:space="preserve"> وَ</w:t>
      </w:r>
      <w:r w:rsidR="00296C60">
        <w:rPr>
          <w:rStyle w:val="libArabicChar"/>
          <w:rtl/>
        </w:rPr>
        <w:t>ا</w:t>
      </w:r>
      <w:r w:rsidR="0042080E" w:rsidRPr="00DA42EA">
        <w:rPr>
          <w:rStyle w:val="libArabicChar"/>
          <w:rFonts w:hint="eastAsia"/>
          <w:rtl/>
        </w:rPr>
        <w:t>ع</w:t>
      </w:r>
      <w:r w:rsidR="0042080E" w:rsidRPr="00DA42EA">
        <w:rPr>
          <w:rStyle w:val="libArabicChar"/>
          <w:rFonts w:hint="cs"/>
          <w:rtl/>
        </w:rPr>
        <w:t>ْوانِ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 w:rsidRPr="00DA42EA">
        <w:rPr>
          <w:rStyle w:val="libArabicChar"/>
          <w:rtl/>
        </w:rPr>
        <w:t xml:space="preserve"> وَالذَّابِّ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عَن</w:t>
      </w:r>
      <w:r w:rsidR="0042080E" w:rsidRPr="00DA42EA">
        <w:rPr>
          <w:rStyle w:val="libArabicChar"/>
          <w:rFonts w:hint="cs"/>
          <w:rtl/>
        </w:rPr>
        <w:t>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وا</w:t>
      </w:r>
      <w:r w:rsidR="0042080E" w:rsidRPr="00DA42EA">
        <w:rPr>
          <w:rStyle w:val="libArabicChar"/>
          <w:rFonts w:hint="cs"/>
          <w:rtl/>
        </w:rPr>
        <w:t>لْمُسارِعِی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إِلَ</w:t>
      </w:r>
      <w:r w:rsidR="0042080E" w:rsidRPr="00DA42EA">
        <w:rPr>
          <w:rStyle w:val="libArabicChar"/>
          <w:rFonts w:hint="cs"/>
          <w:rtl/>
        </w:rPr>
        <w:t>یْ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 w:rsidRPr="00DA42EA">
        <w:rPr>
          <w:rStyle w:val="libArabicChar"/>
          <w:rtl/>
        </w:rPr>
        <w:t xml:space="preserve"> فِ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قَضاءِ حوَائِجِ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وَا ل</w:t>
      </w:r>
      <w:r w:rsidR="0042080E" w:rsidRPr="00DA42EA">
        <w:rPr>
          <w:rStyle w:val="libArabicChar"/>
          <w:rFonts w:hint="cs"/>
          <w:rtl/>
        </w:rPr>
        <w:t>ْمُمْتَثِلِی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لاََِوامِرِ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وَال</w:t>
      </w:r>
      <w:r w:rsidR="0042080E" w:rsidRPr="00DA42EA">
        <w:rPr>
          <w:rStyle w:val="libArabicChar"/>
          <w:rFonts w:hint="cs"/>
          <w:rtl/>
        </w:rPr>
        <w:t>ْمُحامِی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عَن</w:t>
      </w:r>
      <w:r w:rsidR="0042080E" w:rsidRPr="00DA42EA">
        <w:rPr>
          <w:rStyle w:val="libArabicChar"/>
          <w:rFonts w:hint="cs"/>
          <w:rtl/>
        </w:rPr>
        <w:t>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وَالسَّابِقِی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إِل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إِرادَتِ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وَال</w:t>
      </w:r>
      <w:r w:rsidR="0042080E" w:rsidRPr="00DA42EA">
        <w:rPr>
          <w:rStyle w:val="libArabicChar"/>
          <w:rFonts w:hint="cs"/>
          <w:rtl/>
        </w:rPr>
        <w:t>ْمُسْتَشْ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َدِی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بَ</w:t>
      </w:r>
      <w:r w:rsidR="0042080E" w:rsidRPr="00DA42EA">
        <w:rPr>
          <w:rStyle w:val="libArabicChar"/>
          <w:rFonts w:hint="cs"/>
          <w:rtl/>
        </w:rPr>
        <w:t>یْ</w:t>
      </w:r>
      <w:r w:rsidR="0042080E" w:rsidRPr="00DA42EA">
        <w:rPr>
          <w:rStyle w:val="libArabicChar"/>
          <w:rFonts w:hint="eastAsia"/>
          <w:rtl/>
        </w:rPr>
        <w:t>نَ</w:t>
      </w:r>
      <w:r w:rsidR="0042080E" w:rsidRPr="00DA42EA">
        <w:rPr>
          <w:rStyle w:val="libArabicChar"/>
          <w:rtl/>
        </w:rPr>
        <w:t xml:space="preserve"> </w:t>
      </w:r>
      <w:r w:rsidR="0042080E" w:rsidRPr="00DA42EA">
        <w:rPr>
          <w:rStyle w:val="libArabicChar"/>
          <w:rFonts w:hint="cs"/>
          <w:rtl/>
        </w:rPr>
        <w:t>یَ</w:t>
      </w:r>
      <w:r w:rsidR="0042080E" w:rsidRPr="00DA42EA">
        <w:rPr>
          <w:rStyle w:val="libArabicChar"/>
          <w:rFonts w:hint="eastAsia"/>
          <w:rtl/>
        </w:rPr>
        <w:t>دَ</w:t>
      </w:r>
      <w:r w:rsidR="0042080E" w:rsidRPr="00DA42EA">
        <w:rPr>
          <w:rStyle w:val="libArabicChar"/>
          <w:rFonts w:hint="cs"/>
          <w:rtl/>
        </w:rPr>
        <w:t>یْ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(اے خدا! مجھے ان کے انصار اور اعوان </w:t>
      </w:r>
      <w:r w:rsidR="007D2A2F">
        <w:rPr>
          <w:rtl/>
        </w:rPr>
        <w:t xml:space="preserve">میں </w:t>
      </w:r>
      <w:r>
        <w:rPr>
          <w:rtl/>
        </w:rPr>
        <w:t xml:space="preserve"> سے قرار دے اور ان کا دفاع کرنے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سے اور انک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طرف بڑھنے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سے اور انکے حکم پر چلنے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سے اور انک</w:t>
      </w:r>
      <w:r>
        <w:rPr>
          <w:rFonts w:hint="cs"/>
          <w:rtl/>
        </w:rPr>
        <w:t>ی</w:t>
      </w:r>
      <w:r>
        <w:rPr>
          <w:rtl/>
        </w:rPr>
        <w:t xml:space="preserve"> جانب لوگوں کو بلانے والوں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اور انکے ارادوں کو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پورا کرنے </w:t>
      </w:r>
      <w:r>
        <w:rPr>
          <w:rFonts w:hint="eastAsia"/>
          <w:rtl/>
        </w:rPr>
        <w:t>والوں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اور انکے سامنے ش</w:t>
      </w:r>
      <w:r w:rsidR="007D2A2F">
        <w:rPr>
          <w:rtl/>
        </w:rPr>
        <w:t>ھید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والوں </w:t>
      </w:r>
      <w:r w:rsidR="007D2A2F">
        <w:rPr>
          <w:rtl/>
        </w:rPr>
        <w:t xml:space="preserve">میں </w:t>
      </w:r>
      <w:r>
        <w:rPr>
          <w:rtl/>
        </w:rPr>
        <w:t xml:space="preserve"> سے قرار دے)۔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آکر بندہ اپنے خالق سے توف</w:t>
      </w:r>
      <w:r w:rsidR="00576C85">
        <w:rPr>
          <w:rtl/>
        </w:rPr>
        <w:t>یق</w:t>
      </w:r>
      <w:r>
        <w:rPr>
          <w:rtl/>
        </w:rPr>
        <w:t xml:space="preserve"> طلب کررھا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مجھے اُن کے انصار و اعوان </w:t>
      </w:r>
      <w:r w:rsidR="007D2A2F">
        <w:rPr>
          <w:rtl/>
        </w:rPr>
        <w:t xml:space="preserve">میں </w:t>
      </w:r>
      <w:r>
        <w:rPr>
          <w:rtl/>
        </w:rPr>
        <w:t xml:space="preserve"> سے قرار دے۔ تمام </w:t>
      </w:r>
      <w:r w:rsidR="00720096" w:rsidRPr="00720096">
        <w:rPr>
          <w:rtl/>
        </w:rPr>
        <w:t>نی</w:t>
      </w:r>
      <w:r w:rsidR="007D2A2F">
        <w:rPr>
          <w:rtl/>
        </w:rPr>
        <w:t>کیوں</w:t>
      </w:r>
      <w:r>
        <w:rPr>
          <w:rtl/>
        </w:rPr>
        <w:t xml:space="preserve"> اور خوب</w:t>
      </w:r>
      <w:r w:rsidR="007D2A2F">
        <w:rPr>
          <w:rtl/>
        </w:rPr>
        <w:t>یو</w:t>
      </w:r>
      <w:r>
        <w:rPr>
          <w:rtl/>
        </w:rPr>
        <w:t>ں کا منشاء اور منبع خداوند متعال</w:t>
      </w:r>
      <w:r w:rsidR="00824A76" w:rsidRPr="00824A76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025F9A" w:rsidRPr="00025F9A">
        <w:rPr>
          <w:rtl/>
        </w:rPr>
        <w:t>ہمیش</w:t>
      </w:r>
      <w:r>
        <w:rPr>
          <w:rtl/>
        </w:rPr>
        <w:t>ہ انسان کو طالب توف</w:t>
      </w:r>
      <w:r w:rsidR="00576C85">
        <w:rPr>
          <w:rtl/>
        </w:rPr>
        <w:t>یق</w:t>
      </w:r>
      <w:r w:rsidR="008828D8" w:rsidRPr="008828D8">
        <w:rPr>
          <w:rtl/>
        </w:rPr>
        <w:t xml:space="preserve"> ہونا </w:t>
      </w:r>
      <w:r w:rsidR="004617D9" w:rsidRPr="004617D9">
        <w:rPr>
          <w:rtl/>
        </w:rPr>
        <w:t>چاہیے</w:t>
      </w:r>
      <w:r>
        <w:rPr>
          <w:rtl/>
        </w:rPr>
        <w:t xml:space="preserve"> کہ خداوند عالم انسان کوراہ مست</w:t>
      </w:r>
      <w:r w:rsidR="007D2A2F">
        <w:rPr>
          <w:rtl/>
        </w:rPr>
        <w:t>قیم</w:t>
      </w:r>
      <w:r>
        <w:rPr>
          <w:rtl/>
        </w:rPr>
        <w:t xml:space="preserve"> پر لاکر اس پر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eastAsia"/>
          <w:rtl/>
        </w:rPr>
        <w:t>ھے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شخص کو </w:t>
      </w:r>
      <w:r w:rsidR="004617D9" w:rsidRPr="004617D9">
        <w:rPr>
          <w:rtl/>
        </w:rPr>
        <w:t>چاہیے</w:t>
      </w:r>
      <w:r>
        <w:rPr>
          <w:rtl/>
        </w:rPr>
        <w:t xml:space="preserve"> کہ صدق دل سے دعاکرے </w:t>
      </w:r>
      <w:r w:rsidR="001E3FC4" w:rsidRPr="001E3FC4">
        <w:rPr>
          <w:rtl/>
        </w:rPr>
        <w:t>کیونکہ</w:t>
      </w:r>
      <w:r>
        <w:rPr>
          <w:rtl/>
        </w:rPr>
        <w:t xml:space="preserve"> خداوند متعال اس کے دل کے حال سے آگاہ</w:t>
      </w:r>
      <w:r w:rsidR="00824A76" w:rsidRPr="00824A76">
        <w:rPr>
          <w:rtl/>
        </w:rPr>
        <w:t xml:space="preserve"> ہے </w:t>
      </w:r>
      <w:r>
        <w:rPr>
          <w:rtl/>
        </w:rPr>
        <w:t>اور وہ سب کچھ جانتا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عالم الغ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ب و الش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ادة و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 الحک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 الخب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76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غائب اور حاضر سب کا جاننے والا صاحب حکمت اور</w:t>
      </w:r>
      <w:r w:rsidR="00824A76" w:rsidRPr="00824A76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باخبر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و 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غ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ب السموات والار</w:t>
      </w:r>
      <w:r w:rsidR="0042080E" w:rsidRPr="00DA42EA">
        <w:rPr>
          <w:rStyle w:val="libAieChar"/>
          <w:rtl/>
        </w:rPr>
        <w:t>ض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77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آسمان اور </w:t>
      </w:r>
      <w:r w:rsidR="004617D9" w:rsidRPr="004617D9">
        <w:rPr>
          <w:rtl/>
        </w:rPr>
        <w:t>زمین</w:t>
      </w:r>
      <w:r>
        <w:rPr>
          <w:rtl/>
        </w:rPr>
        <w:t xml:space="preserve"> کا سارا غ</w:t>
      </w:r>
      <w:r w:rsidR="00A900AD">
        <w:rPr>
          <w:rtl/>
        </w:rPr>
        <w:t>یب</w:t>
      </w:r>
      <w:r>
        <w:rPr>
          <w:rtl/>
        </w:rPr>
        <w:t xml:space="preserve"> اللہ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کے </w:t>
      </w:r>
      <w:r w:rsidR="008828D8" w:rsidRPr="008828D8">
        <w:rPr>
          <w:rtl/>
        </w:rPr>
        <w:t>لیئے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="0042080E" w:rsidRPr="00DA42EA">
        <w:rPr>
          <w:rStyle w:val="libAieChar"/>
          <w:rtl/>
        </w:rPr>
        <w:t>ان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علم غ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ب السموات و الارض واللّٰ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بص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 بما تعملون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78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اللہ آسمان اور </w:t>
      </w:r>
      <w:r w:rsidR="004617D9" w:rsidRPr="004617D9">
        <w:rPr>
          <w:rtl/>
        </w:rPr>
        <w:t>زمین</w:t>
      </w:r>
      <w:r>
        <w:rPr>
          <w:rtl/>
        </w:rPr>
        <w:t xml:space="preserve"> کے</w:t>
      </w:r>
      <w:r w:rsidR="00824A76" w:rsidRPr="00824A76">
        <w:rPr>
          <w:rtl/>
        </w:rPr>
        <w:t xml:space="preserve"> ہر </w:t>
      </w:r>
      <w:r>
        <w:rPr>
          <w:rtl/>
        </w:rPr>
        <w:t>غ</w:t>
      </w:r>
      <w:r w:rsidR="00A900AD">
        <w:rPr>
          <w:rtl/>
        </w:rPr>
        <w:t>یب</w:t>
      </w:r>
      <w:r>
        <w:rPr>
          <w:rtl/>
        </w:rPr>
        <w:t xml:space="preserve"> کا جاننے والا</w:t>
      </w:r>
      <w:r w:rsidR="00824A76" w:rsidRPr="00824A76">
        <w:rPr>
          <w:rtl/>
        </w:rPr>
        <w:t xml:space="preserve"> ہے </w:t>
      </w:r>
      <w:r>
        <w:rPr>
          <w:rtl/>
        </w:rPr>
        <w:t>اور وہ تمھارے اعمال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82800" w:rsidRPr="00682800">
        <w:rPr>
          <w:rtl/>
        </w:rPr>
        <w:t>دیکھنے</w:t>
      </w:r>
      <w:r>
        <w:rPr>
          <w:rtl/>
        </w:rPr>
        <w:t xml:space="preserve"> والا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ز</w:t>
      </w:r>
      <w:r w:rsidR="00720096" w:rsidRPr="00720096">
        <w:rPr>
          <w:rtl/>
        </w:rPr>
        <w:t>یار</w:t>
      </w:r>
      <w:r>
        <w:rPr>
          <w:rtl/>
        </w:rPr>
        <w:t>ت س</w:t>
      </w:r>
      <w:r w:rsidR="007D2A2F">
        <w:rPr>
          <w:rtl/>
        </w:rPr>
        <w:t>ید</w:t>
      </w:r>
      <w:r>
        <w:rPr>
          <w:rtl/>
        </w:rPr>
        <w:t xml:space="preserve"> الشھداء امام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ہم </w:t>
      </w:r>
      <w:r>
        <w:rPr>
          <w:rtl/>
        </w:rPr>
        <w:t>پڑہتے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tl/>
        </w:rPr>
        <w:t xml:space="preserve"> ل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تن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کنتُ معکم فافوز فوزاً عظ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ماً</w:t>
      </w:r>
      <w:r w:rsidR="0042080E"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کاش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(کربلا </w:t>
      </w:r>
      <w:r w:rsidR="007D2A2F">
        <w:rPr>
          <w:rtl/>
        </w:rPr>
        <w:t xml:space="preserve">میں </w:t>
      </w:r>
      <w:r>
        <w:rPr>
          <w:rtl/>
        </w:rPr>
        <w:t>) آپ کے ساتھ</w:t>
      </w:r>
      <w:r w:rsidR="008828D8" w:rsidRPr="008828D8">
        <w:rPr>
          <w:rtl/>
        </w:rPr>
        <w:t xml:space="preserve"> ہوتا </w:t>
      </w:r>
      <w:r>
        <w:rPr>
          <w:rtl/>
        </w:rPr>
        <w:t>تاکہ آپ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اوپر اپن</w:t>
      </w:r>
      <w:r>
        <w:rPr>
          <w:rFonts w:hint="cs"/>
          <w:rtl/>
        </w:rPr>
        <w:t>ی</w:t>
      </w:r>
      <w:r>
        <w:rPr>
          <w:rtl/>
        </w:rPr>
        <w:t xml:space="preserve"> جان نثار کرکے اس مقام شھادت پر فائز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سکتا“۔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واقعاً</w:t>
      </w:r>
      <w:r w:rsidR="008828D8" w:rsidRPr="008828D8">
        <w:rPr>
          <w:rtl/>
        </w:rPr>
        <w:t xml:space="preserve"> یہ </w:t>
      </w:r>
      <w:r>
        <w:rPr>
          <w:rtl/>
        </w:rPr>
        <w:t>خواہش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اور صدق دل کے ساتھ مانگا جائے </w:t>
      </w:r>
      <w:r w:rsidR="001100FA">
        <w:rPr>
          <w:rtl/>
        </w:rPr>
        <w:t>یقین</w:t>
      </w:r>
      <w:r>
        <w:rPr>
          <w:rtl/>
        </w:rPr>
        <w:t xml:space="preserve">ا درگاہ پروردگار </w:t>
      </w:r>
      <w:r w:rsidR="007D2A2F">
        <w:rPr>
          <w:rtl/>
        </w:rPr>
        <w:t xml:space="preserve">میں </w:t>
      </w:r>
      <w:r>
        <w:rPr>
          <w:rtl/>
        </w:rPr>
        <w:t xml:space="preserve"> قبول</w:t>
      </w:r>
      <w:r w:rsidR="002549D7" w:rsidRPr="002549D7">
        <w:rPr>
          <w:rtl/>
        </w:rPr>
        <w:t xml:space="preserve"> ہوگئی </w:t>
      </w:r>
      <w:r>
        <w:rPr>
          <w:rtl/>
        </w:rPr>
        <w:t xml:space="preserve">جس کے بارے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</w:t>
      </w:r>
      <w:r w:rsidR="00DE4B57" w:rsidRPr="00DE4B57">
        <w:rPr>
          <w:rtl/>
        </w:rPr>
        <w:t xml:space="preserve"> ہوئی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مانند: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بص</w:t>
      </w:r>
      <w:r w:rsidR="007D2A2F">
        <w:rPr>
          <w:rtl/>
        </w:rPr>
        <w:t>یر</w:t>
      </w:r>
      <w:r>
        <w:rPr>
          <w:rtl/>
        </w:rPr>
        <w:t xml:space="preserve"> 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0C56D5" w:rsidRPr="000C56D5">
        <w:rPr>
          <w:rtl/>
        </w:rPr>
        <w:t xml:space="preserve"> ہیں </w:t>
      </w:r>
      <w:r>
        <w:rPr>
          <w:rtl/>
        </w:rPr>
        <w:t>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عبد مومن فق</w:t>
      </w:r>
      <w:r w:rsidR="007D2A2F">
        <w:rPr>
          <w:rtl/>
        </w:rPr>
        <w:t>یر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کھے: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ربّ ارزقن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حتّ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افعل کذا کذا من البرّ و وجو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الخ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ر فاذا علم 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 و جلّ ذلک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بصدق 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ةٍ کتب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من الاجر مثل ما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کتب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عمل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ان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واسع عل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م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79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 xml:space="preserve"> مجھے رزق عطا فرما تاکہ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20096" w:rsidRPr="00720096">
        <w:rPr>
          <w:rtl/>
        </w:rPr>
        <w:t>نیک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 w:rsidR="007D2A2F">
        <w:rPr>
          <w:rtl/>
        </w:rPr>
        <w:t>یر</w:t>
      </w:r>
      <w:r>
        <w:rPr>
          <w:rtl/>
        </w:rPr>
        <w:t>ہ کرسکوں پھر جب خداوند عالم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7D2A2F">
        <w:rPr>
          <w:rtl/>
        </w:rPr>
        <w:t>یت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 w:rsidR="007D2A2F">
        <w:rPr>
          <w:rtl/>
        </w:rPr>
        <w:t>یک</w:t>
      </w:r>
      <w:r>
        <w:rPr>
          <w:rtl/>
        </w:rPr>
        <w:t xml:space="preserve">ھے گا تو اس کے لئے </w:t>
      </w:r>
      <w:r w:rsidR="00C537D2" w:rsidRPr="00C537D2">
        <w:rPr>
          <w:rtl/>
        </w:rPr>
        <w:t>وہی</w:t>
      </w:r>
      <w:r>
        <w:rPr>
          <w:rtl/>
        </w:rPr>
        <w:t xml:space="preserve"> اجر لکھ دے گا کہ جو اس پر عمل کرنے سے </w:t>
      </w:r>
      <w:r w:rsidR="00A900AD">
        <w:rPr>
          <w:rtl/>
        </w:rPr>
        <w:t>لکھا</w:t>
      </w:r>
      <w:r>
        <w:rPr>
          <w:rtl/>
        </w:rPr>
        <w:t xml:space="preserve"> جا تا بے شک خداوند عالم واسع اور سب </w:t>
      </w:r>
      <w:r w:rsidR="00B06535" w:rsidRPr="00B06535">
        <w:rPr>
          <w:rtl/>
        </w:rPr>
        <w:t>چیز</w:t>
      </w:r>
      <w:r>
        <w:rPr>
          <w:rtl/>
        </w:rPr>
        <w:t>وں کو جاننے والا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Pr="00DA42EA" w:rsidRDefault="0042080E" w:rsidP="0042080E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ابوھاشم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0C56D5" w:rsidRPr="000C56D5">
        <w:rPr>
          <w:rtl/>
        </w:rPr>
        <w:t xml:space="preserve"> ہیں </w:t>
      </w:r>
      <w:r>
        <w:rPr>
          <w:rtl/>
        </w:rPr>
        <w:t>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  <w:r w:rsidRPr="00DA42EA">
        <w:rPr>
          <w:rStyle w:val="libArabicChar"/>
          <w:rtl/>
        </w:rPr>
        <w:t>انّما خلّد 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 النار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النار ل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نّ</w:t>
      </w:r>
      <w:r w:rsidRPr="00DA42EA">
        <w:rPr>
          <w:rStyle w:val="libArabicChar"/>
          <w:rtl/>
        </w:rPr>
        <w:t xml:space="preserve"> 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ّات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کانت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الدن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ان لو خل</w:t>
      </w:r>
      <w:r w:rsidRPr="00DA42EA">
        <w:rPr>
          <w:rStyle w:val="libArabicChar"/>
          <w:rtl/>
        </w:rPr>
        <w:t>دوا ف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 xml:space="preserve">ا ان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عصو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ابداً و انّما خلّد 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 الجنة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الجنة 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ّا 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کانت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الدن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ان لو بقوا ف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 xml:space="preserve">ا ان </w:t>
      </w:r>
      <w:r w:rsidR="00031FA0" w:rsidRPr="00031FA0">
        <w:rPr>
          <w:rStyle w:val="libArabicChar"/>
          <w:rFonts w:hint="cs"/>
          <w:rtl/>
        </w:rPr>
        <w:t>ي</w:t>
      </w:r>
      <w:r w:rsidRPr="00DA42EA">
        <w:rPr>
          <w:rStyle w:val="libArabicChar"/>
          <w:rFonts w:hint="eastAsia"/>
          <w:rtl/>
        </w:rPr>
        <w:t>ط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عوا</w:t>
      </w:r>
      <w:r w:rsidRPr="00DA42EA">
        <w:rPr>
          <w:rStyle w:val="libArabicChar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ابداً فبا لن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ّات خلّد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ولاء و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و لاء ثم تلا قول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تعال</w:t>
      </w:r>
      <w:r w:rsidRPr="00DA42EA">
        <w:rPr>
          <w:rStyle w:val="libArabicChar"/>
          <w:rFonts w:hint="cs"/>
          <w:rtl/>
        </w:rPr>
        <w:t>یٰ</w:t>
      </w:r>
      <w:r w:rsidRPr="00DA42EA">
        <w:rPr>
          <w:rStyle w:val="libArabicChar"/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ieChar"/>
          <w:rFonts w:hint="eastAsia"/>
          <w:rtl/>
        </w:rPr>
        <w:t>قل</w:t>
      </w:r>
      <w:r w:rsidRPr="00DA42EA">
        <w:rPr>
          <w:rStyle w:val="libAieChar"/>
          <w:rtl/>
        </w:rPr>
        <w:t xml:space="preserve"> کل </w:t>
      </w:r>
      <w:r w:rsidR="00031FA0" w:rsidRPr="00031FA0">
        <w:rPr>
          <w:rStyle w:val="libAieChar"/>
          <w:rFonts w:hint="cs"/>
          <w:rtl/>
        </w:rPr>
        <w:t>ي</w:t>
      </w:r>
      <w:r w:rsidRPr="00031FA0">
        <w:rPr>
          <w:rStyle w:val="libAieChar"/>
          <w:rFonts w:hint="cs"/>
          <w:rtl/>
        </w:rPr>
        <w:t>عمل عل</w:t>
      </w:r>
      <w:r w:rsidRPr="00DA42EA">
        <w:rPr>
          <w:rStyle w:val="libAieChar"/>
          <w:rFonts w:hint="cs"/>
          <w:rtl/>
        </w:rPr>
        <w:t>ی</w:t>
      </w:r>
      <w:r w:rsidRPr="00DA42EA">
        <w:rPr>
          <w:rStyle w:val="libAieChar"/>
          <w:rtl/>
        </w:rPr>
        <w:t xml:space="preserve"> شاکلة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”آپ</w:t>
      </w:r>
      <w:r>
        <w:rPr>
          <w:rtl/>
        </w:rPr>
        <w:t xml:space="preserve"> کہہ د</w:t>
      </w:r>
      <w:r w:rsidR="00A900AD">
        <w:rPr>
          <w:rtl/>
        </w:rPr>
        <w:t>یج</w:t>
      </w:r>
      <w:r>
        <w:rPr>
          <w:rtl/>
        </w:rPr>
        <w:t>ئے کہ</w:t>
      </w:r>
      <w:r w:rsidR="00824A76" w:rsidRPr="00824A76">
        <w:rPr>
          <w:rtl/>
        </w:rPr>
        <w:t xml:space="preserve"> ہر </w:t>
      </w:r>
      <w:r w:rsidR="000C56D5" w:rsidRPr="000C56D5">
        <w:rPr>
          <w:rtl/>
        </w:rPr>
        <w:t>ایک</w:t>
      </w:r>
      <w:r>
        <w:rPr>
          <w:rtl/>
        </w:rPr>
        <w:t xml:space="preserve"> اپنے طر</w:t>
      </w:r>
      <w:r w:rsidR="00576C85">
        <w:rPr>
          <w:rtl/>
        </w:rPr>
        <w:t>یق</w:t>
      </w:r>
      <w:r>
        <w:rPr>
          <w:rtl/>
        </w:rPr>
        <w:t>ہ پر عمل کرتا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7D2A2F">
        <w:rPr>
          <w:rtl/>
        </w:rPr>
        <w:t>یت</w:t>
      </w:r>
      <w:r>
        <w:rPr>
          <w:rtl/>
        </w:rPr>
        <w:t>ہ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جھنم </w:t>
      </w:r>
      <w:r w:rsidR="00025F9A" w:rsidRPr="00025F9A">
        <w:rPr>
          <w:rtl/>
        </w:rPr>
        <w:t>ہمیش</w:t>
      </w:r>
      <w:r>
        <w:rPr>
          <w:rtl/>
        </w:rPr>
        <w:t xml:space="preserve">ہ جھنم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گے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7D2A2F">
        <w:rPr>
          <w:rtl/>
        </w:rPr>
        <w:t>یت</w:t>
      </w:r>
      <w:r w:rsidR="008828D8" w:rsidRPr="008828D8">
        <w:rPr>
          <w:rtl/>
        </w:rPr>
        <w:t xml:space="preserve"> یہ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 w:rsidR="00025F9A" w:rsidRPr="00025F9A">
        <w:rPr>
          <w:rtl/>
        </w:rPr>
        <w:t>ہمیش</w:t>
      </w:r>
      <w:r>
        <w:rPr>
          <w:rtl/>
        </w:rPr>
        <w:t xml:space="preserve">ہ کے لئے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رہ </w:t>
      </w:r>
      <w:r w:rsidR="00B06535" w:rsidRPr="00B06535">
        <w:rPr>
          <w:rtl/>
        </w:rPr>
        <w:t>جائیں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گے اور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جنت </w:t>
      </w:r>
      <w:r w:rsidR="00025F9A" w:rsidRPr="00025F9A">
        <w:rPr>
          <w:rtl/>
        </w:rPr>
        <w:t>ہمیش</w:t>
      </w:r>
      <w:r>
        <w:rPr>
          <w:rtl/>
        </w:rPr>
        <w:t xml:space="preserve">ہ جنت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گے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7D2A2F">
        <w:rPr>
          <w:rtl/>
        </w:rPr>
        <w:t>یت</w:t>
      </w:r>
      <w:r w:rsidR="008828D8" w:rsidRPr="008828D8">
        <w:rPr>
          <w:rtl/>
        </w:rPr>
        <w:t xml:space="preserve"> یہ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ہمیش</w:t>
      </w:r>
      <w:r>
        <w:rPr>
          <w:rtl/>
        </w:rPr>
        <w:t xml:space="preserve">ہ کے </w:t>
      </w:r>
      <w:r w:rsidR="008828D8" w:rsidRPr="008828D8">
        <w:rPr>
          <w:rtl/>
        </w:rPr>
        <w:t>لیئے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 </w:t>
      </w:r>
      <w:r w:rsidR="00B06535" w:rsidRPr="00B06535">
        <w:rPr>
          <w:rtl/>
        </w:rPr>
        <w:t>جائیں</w:t>
      </w:r>
      <w:r>
        <w:rPr>
          <w:rtl/>
        </w:rPr>
        <w:t xml:space="preserve"> تو پ</w:t>
      </w:r>
      <w:r>
        <w:rPr>
          <w:rFonts w:hint="eastAsia"/>
          <w:rtl/>
        </w:rPr>
        <w:t>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فرمانبردا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گے لہٰذا ن</w:t>
      </w:r>
      <w:r w:rsidR="007D2A2F">
        <w:rPr>
          <w:rtl/>
        </w:rPr>
        <w:t>یت</w:t>
      </w:r>
      <w:r>
        <w:rPr>
          <w:rtl/>
        </w:rPr>
        <w:t>وں پر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82800" w:rsidRPr="00682800">
        <w:rPr>
          <w:rtl/>
        </w:rPr>
        <w:t>جیسی</w:t>
      </w:r>
      <w:r>
        <w:rPr>
          <w:rtl/>
        </w:rPr>
        <w:t xml:space="preserve"> ن</w:t>
      </w:r>
      <w:r w:rsidR="007D2A2F">
        <w:rPr>
          <w:rtl/>
        </w:rPr>
        <w:t>یت</w:t>
      </w:r>
      <w:r w:rsidR="00824A76" w:rsidRPr="00824A76">
        <w:rPr>
          <w:rtl/>
        </w:rPr>
        <w:t xml:space="preserve"> ہے </w:t>
      </w:r>
      <w:r>
        <w:rPr>
          <w:rtl/>
        </w:rPr>
        <w:t>وہ و</w:t>
      </w:r>
      <w:r w:rsidR="00A900AD">
        <w:rPr>
          <w:rtl/>
        </w:rPr>
        <w:t>یس</w:t>
      </w:r>
      <w:r>
        <w:rPr>
          <w:rtl/>
        </w:rPr>
        <w:t>ا</w:t>
      </w:r>
      <w:r w:rsidR="002549D7" w:rsidRPr="002549D7">
        <w:rPr>
          <w:rtl/>
        </w:rPr>
        <w:t xml:space="preserve"> ہی</w:t>
      </w:r>
      <w:r w:rsidR="00720096" w:rsidRPr="00720096">
        <w:rPr>
          <w:rtl/>
        </w:rPr>
        <w:t xml:space="preserve"> رہے </w:t>
      </w:r>
      <w:r>
        <w:rPr>
          <w:rtl/>
        </w:rPr>
        <w:t>گا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>” (اے رسول(ص))کہہ دو</w:t>
      </w:r>
      <w:r w:rsidR="00824A76" w:rsidRPr="00824A76">
        <w:rPr>
          <w:rtl/>
        </w:rPr>
        <w:t xml:space="preserve"> ہر </w:t>
      </w:r>
      <w:r w:rsidR="0042080E">
        <w:rPr>
          <w:rtl/>
        </w:rPr>
        <w:t>شخص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ذات اور طب</w:t>
      </w:r>
      <w:r w:rsidR="00576C85">
        <w:rPr>
          <w:rtl/>
        </w:rPr>
        <w:t>یع</w:t>
      </w:r>
      <w:r w:rsidR="0042080E">
        <w:rPr>
          <w:rtl/>
        </w:rPr>
        <w:t>ت کے مطابق عمل انجام دے گا“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>: ”اس سے مراد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7D2A2F">
        <w:rPr>
          <w:rtl/>
        </w:rPr>
        <w:t>یت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</w:t>
      </w:r>
      <w:r w:rsidR="002549D7" w:rsidRPr="002549D7">
        <w:rPr>
          <w:rtl/>
        </w:rPr>
        <w:t xml:space="preserve"> ہماری </w:t>
      </w:r>
      <w:r w:rsidR="0042080E">
        <w:rPr>
          <w:rtl/>
        </w:rPr>
        <w:t>ن</w:t>
      </w:r>
      <w:r w:rsidR="007D2A2F">
        <w:rPr>
          <w:rtl/>
        </w:rPr>
        <w:t>یت</w:t>
      </w:r>
      <w:r w:rsidR="0042080E">
        <w:rPr>
          <w:rtl/>
        </w:rPr>
        <w:t>وں پر منحصر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کس </w:t>
      </w:r>
      <w:r w:rsidR="00B06535" w:rsidRPr="00B06535">
        <w:rPr>
          <w:rtl/>
        </w:rPr>
        <w:t>چیز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خواہش رکھتے</w:t>
      </w:r>
      <w:r w:rsidRPr="00C537D2">
        <w:rPr>
          <w:rtl/>
        </w:rPr>
        <w:t xml:space="preserve"> ہیں</w:t>
      </w:r>
      <w:r w:rsidR="0042080E">
        <w:rPr>
          <w:rtl/>
        </w:rPr>
        <w:t>۔ اگر</w:t>
      </w:r>
      <w:r w:rsidR="002549D7" w:rsidRPr="002549D7">
        <w:rPr>
          <w:rtl/>
        </w:rPr>
        <w:t xml:space="preserve"> ہماری </w:t>
      </w:r>
      <w:r w:rsidR="0042080E">
        <w:rPr>
          <w:rtl/>
        </w:rPr>
        <w:t xml:space="preserve">دعا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خلوص شامل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تو </w:t>
      </w:r>
      <w:r w:rsidR="001100FA">
        <w:rPr>
          <w:rtl/>
        </w:rPr>
        <w:t>یقین</w:t>
      </w:r>
      <w:r w:rsidR="0042080E">
        <w:rPr>
          <w:rtl/>
        </w:rPr>
        <w:t xml:space="preserve">ا </w:t>
      </w:r>
      <w:r w:rsidR="007D2A2F">
        <w:rPr>
          <w:rtl/>
        </w:rPr>
        <w:t xml:space="preserve">ہمیں 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درجہ عطا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جائے گا کہ جس ک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خواہش رکھتے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انصار اور اعوان کا مطلب تقر</w:t>
      </w:r>
      <w:r w:rsidR="00A900AD">
        <w:rPr>
          <w:rtl/>
        </w:rPr>
        <w:t>یب</w:t>
      </w:r>
      <w:r>
        <w:rPr>
          <w:rtl/>
        </w:rPr>
        <w:t>اً ملتا جلتا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البتہ عون کادرجہ نصرت سے زرا </w:t>
      </w:r>
      <w:r w:rsidR="004617D9" w:rsidRPr="004617D9">
        <w:rPr>
          <w:rtl/>
        </w:rPr>
        <w:t>زیادہ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یعنی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 w:rsidR="001100FA">
        <w:rPr>
          <w:rtl/>
        </w:rPr>
        <w:t>ایت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تو ناصر کھلائے گا مگر عون اس وقت بنے گا جب عمل</w:t>
      </w:r>
      <w:r>
        <w:rPr>
          <w:rFonts w:hint="cs"/>
          <w:rtl/>
        </w:rPr>
        <w:t>ی</w:t>
      </w:r>
      <w:r>
        <w:rPr>
          <w:rtl/>
        </w:rPr>
        <w:t xml:space="preserve"> طور پر حم</w:t>
      </w:r>
      <w:r w:rsidR="001100FA">
        <w:rPr>
          <w:rtl/>
        </w:rPr>
        <w:t>ایت</w:t>
      </w:r>
      <w:r>
        <w:rPr>
          <w:rtl/>
        </w:rPr>
        <w:t xml:space="preserve"> کرے ممکن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سوال پ</w:t>
      </w:r>
      <w:r w:rsidR="007D2A2F">
        <w:rPr>
          <w:rtl/>
        </w:rPr>
        <w:t>ید</w:t>
      </w:r>
      <w:r>
        <w:rPr>
          <w:rtl/>
        </w:rPr>
        <w:t>ا</w:t>
      </w:r>
      <w:r w:rsidR="002549D7" w:rsidRPr="002549D7">
        <w:rPr>
          <w:rtl/>
        </w:rPr>
        <w:t xml:space="preserve"> ہو </w:t>
      </w:r>
      <w:r>
        <w:rPr>
          <w:rtl/>
        </w:rPr>
        <w:t>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</w:t>
      </w:r>
      <w:r w:rsidR="007D2A2F">
        <w:rPr>
          <w:rtl/>
        </w:rPr>
        <w:t xml:space="preserve">میں 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کس طرح کام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جاسکتا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؟ توا س کے جواب </w:t>
      </w:r>
      <w:r w:rsidR="007D2A2F">
        <w:rPr>
          <w:rtl/>
        </w:rPr>
        <w:t xml:space="preserve">میں </w:t>
      </w:r>
      <w:r>
        <w:rPr>
          <w:rtl/>
        </w:rPr>
        <w:t xml:space="preserve"> عرض کرتے </w:t>
      </w:r>
      <w:r w:rsidR="00C537D2" w:rsidRPr="00C537D2">
        <w:rPr>
          <w:rtl/>
        </w:rPr>
        <w:t>چلیں</w:t>
      </w:r>
      <w:r>
        <w:rPr>
          <w:rtl/>
        </w:rPr>
        <w:t xml:space="preserve"> کہ فرائض اور واجبات</w:t>
      </w:r>
      <w:r w:rsidR="00824A76" w:rsidRPr="00824A76">
        <w:rPr>
          <w:rtl/>
        </w:rPr>
        <w:t xml:space="preserve"> ہر </w:t>
      </w:r>
      <w:r>
        <w:rPr>
          <w:rtl/>
        </w:rPr>
        <w:t>دو رک</w:t>
      </w:r>
      <w:r>
        <w:rPr>
          <w:rFonts w:hint="cs"/>
          <w:rtl/>
        </w:rPr>
        <w:t>ی</w:t>
      </w:r>
      <w:r>
        <w:rPr>
          <w:rtl/>
        </w:rPr>
        <w:t xml:space="preserve"> مناسبت سے مختلف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زمان ظھور </w:t>
      </w:r>
      <w:r w:rsidR="007D2A2F">
        <w:rPr>
          <w:rtl/>
        </w:rPr>
        <w:t xml:space="preserve">میں </w:t>
      </w:r>
      <w:r>
        <w:rPr>
          <w:rtl/>
        </w:rPr>
        <w:t xml:space="preserve"> جو فرائض</w:t>
      </w:r>
      <w:r w:rsidR="00437CD4" w:rsidRPr="00437CD4">
        <w:rPr>
          <w:rtl/>
        </w:rPr>
        <w:t xml:space="preserve"> ہوں </w:t>
      </w:r>
      <w:r>
        <w:rPr>
          <w:rtl/>
        </w:rPr>
        <w:t>گے وہ خود</w:t>
      </w:r>
      <w:r w:rsidR="002549D7" w:rsidRPr="002549D7">
        <w:rPr>
          <w:rtl/>
        </w:rPr>
        <w:t xml:space="preserve"> ہی </w:t>
      </w:r>
      <w:r>
        <w:rPr>
          <w:rtl/>
        </w:rPr>
        <w:t>حضرت(عج) آکر مع</w:t>
      </w:r>
      <w:r w:rsidR="00576C85">
        <w:rPr>
          <w:rtl/>
        </w:rPr>
        <w:t>ین</w:t>
      </w:r>
      <w:r>
        <w:rPr>
          <w:rtl/>
        </w:rPr>
        <w:t xml:space="preserve"> فر</w:t>
      </w:r>
      <w:r w:rsidR="007D2A2F">
        <w:rPr>
          <w:rtl/>
        </w:rPr>
        <w:t>مائیں</w:t>
      </w:r>
      <w:r>
        <w:rPr>
          <w:rtl/>
        </w:rPr>
        <w:t xml:space="preserve"> گے </w:t>
      </w:r>
      <w:r w:rsidR="007844F9" w:rsidRPr="007844F9">
        <w:rPr>
          <w:rtl/>
        </w:rPr>
        <w:t>لیکن</w:t>
      </w:r>
      <w:r>
        <w:rPr>
          <w:rtl/>
        </w:rPr>
        <w:t xml:space="preserve">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2549D7" w:rsidRPr="002549D7">
        <w:rPr>
          <w:rtl/>
        </w:rPr>
        <w:t>ہمارے</w:t>
      </w:r>
      <w:r>
        <w:rPr>
          <w:rtl/>
        </w:rPr>
        <w:t xml:space="preserve"> کچھ فرائض</w:t>
      </w:r>
      <w:r w:rsidR="000C56D5" w:rsidRPr="000C56D5">
        <w:rPr>
          <w:rtl/>
        </w:rPr>
        <w:t xml:space="preserve"> ہیں</w:t>
      </w:r>
      <w:r w:rsidR="008828D8" w:rsidRPr="008828D8">
        <w:rPr>
          <w:rtl/>
        </w:rPr>
        <w:t xml:space="preserve"> یہ </w:t>
      </w:r>
      <w:r>
        <w:rPr>
          <w:rtl/>
        </w:rPr>
        <w:t>فرائض تکال</w:t>
      </w:r>
      <w:r w:rsidR="00576C85">
        <w:rPr>
          <w:rtl/>
        </w:rPr>
        <w:t>یف</w:t>
      </w:r>
      <w:r>
        <w:rPr>
          <w:rtl/>
        </w:rPr>
        <w:t xml:space="preserve"> اور احکامات شرع</w:t>
      </w:r>
      <w:r>
        <w:rPr>
          <w:rFonts w:hint="cs"/>
          <w:rtl/>
        </w:rPr>
        <w:t>ی</w:t>
      </w:r>
      <w:r>
        <w:rPr>
          <w:rtl/>
        </w:rPr>
        <w:t xml:space="preserve"> کے علاوہ</w:t>
      </w:r>
      <w:r w:rsidR="000C56D5" w:rsidRPr="000C56D5">
        <w:rPr>
          <w:rtl/>
        </w:rPr>
        <w:t xml:space="preserve"> ہیں </w:t>
      </w:r>
      <w:r>
        <w:rPr>
          <w:rtl/>
        </w:rPr>
        <w:t>کہ جن پر عمل کرنا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مسلمان کے </w:t>
      </w:r>
      <w:r w:rsidR="008828D8" w:rsidRPr="008828D8">
        <w:rPr>
          <w:rtl/>
        </w:rPr>
        <w:t>لیئے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  <w:r>
        <w:rPr>
          <w:rtl/>
        </w:rPr>
        <w:t>خود امام زمان(عج) ک</w:t>
      </w:r>
      <w:r>
        <w:rPr>
          <w:rFonts w:hint="cs"/>
          <w:rtl/>
        </w:rPr>
        <w:t>ی</w:t>
      </w:r>
      <w:r>
        <w:rPr>
          <w:rtl/>
        </w:rPr>
        <w:t xml:space="preserve"> نسبت سے بھ</w:t>
      </w:r>
      <w:r>
        <w:rPr>
          <w:rFonts w:hint="cs"/>
          <w:rtl/>
        </w:rPr>
        <w:t>ی</w:t>
      </w:r>
      <w:r>
        <w:rPr>
          <w:rtl/>
        </w:rPr>
        <w:t xml:space="preserve"> مخصوص فرائض</w:t>
      </w:r>
      <w:r w:rsidR="000C56D5" w:rsidRPr="000C56D5">
        <w:rPr>
          <w:rtl/>
        </w:rPr>
        <w:t xml:space="preserve"> ہیں </w:t>
      </w:r>
      <w:r w:rsidR="008828D8" w:rsidRPr="008828D8">
        <w:rPr>
          <w:rtl/>
        </w:rPr>
        <w:t>جیسے</w:t>
      </w:r>
      <w:r>
        <w:rPr>
          <w:rtl/>
        </w:rPr>
        <w:t xml:space="preserve"> حضرت(عج) کے ظھور کے لئے دعا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بہت </w:t>
      </w:r>
      <w:r w:rsidR="000C56D5" w:rsidRPr="000C56D5">
        <w:rPr>
          <w:rtl/>
        </w:rPr>
        <w:t>تاکید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یہاں</w:t>
      </w:r>
      <w:r>
        <w:rPr>
          <w:rtl/>
        </w:rPr>
        <w:t xml:space="preserve"> تک کہ افضل الاعمال </w:t>
      </w:r>
      <w:r w:rsidR="007D2A2F">
        <w:rPr>
          <w:rtl/>
        </w:rPr>
        <w:t xml:space="preserve">میں </w:t>
      </w:r>
      <w:r>
        <w:rPr>
          <w:rtl/>
        </w:rPr>
        <w:t xml:space="preserve"> سے قرار </w:t>
      </w:r>
      <w:r w:rsidR="00720096" w:rsidRPr="00720096">
        <w:rPr>
          <w:rtl/>
        </w:rPr>
        <w:t>دیا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آپ کے ذکر کو زندہ </w:t>
      </w:r>
      <w:r w:rsidR="00D74317">
        <w:rPr>
          <w:rtl/>
        </w:rPr>
        <w:t>رکھا</w:t>
      </w:r>
      <w:r>
        <w:rPr>
          <w:rtl/>
        </w:rPr>
        <w:t xml:space="preserve"> جائے۔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 w:rsidR="007D2A2F">
        <w:rPr>
          <w:rtl/>
        </w:rPr>
        <w:t>یت</w:t>
      </w:r>
      <w:r>
        <w:rPr>
          <w:rtl/>
        </w:rPr>
        <w:t xml:space="preserve"> کرتے وقت شروع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سے آپ کے لئے وقف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جائے وغ</w:t>
      </w:r>
      <w:r w:rsidR="007D2A2F">
        <w:rPr>
          <w:rtl/>
        </w:rPr>
        <w:t>یر</w:t>
      </w:r>
      <w:r>
        <w:rPr>
          <w:rtl/>
        </w:rPr>
        <w:t xml:space="preserve">ہ۔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شروع</w:t>
      </w:r>
      <w:r w:rsidR="002549D7" w:rsidRPr="002549D7">
        <w:rPr>
          <w:rtl/>
        </w:rPr>
        <w:t xml:space="preserve"> ہی </w:t>
      </w:r>
      <w:r>
        <w:rPr>
          <w:rtl/>
        </w:rPr>
        <w:t>سے بچوں کے</w:t>
      </w:r>
      <w:r w:rsidR="002549D7" w:rsidRPr="002549D7">
        <w:rPr>
          <w:rtl/>
        </w:rPr>
        <w:t xml:space="preserve"> ذہن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ڈالا</w:t>
      </w:r>
      <w:r>
        <w:rPr>
          <w:rtl/>
        </w:rPr>
        <w:t xml:space="preserve"> جائے کہ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اور </w:t>
      </w:r>
      <w:r w:rsidR="002549D7" w:rsidRPr="002549D7">
        <w:rPr>
          <w:rtl/>
        </w:rPr>
        <w:t>ہمارے</w:t>
      </w:r>
      <w:r>
        <w:rPr>
          <w:rtl/>
        </w:rPr>
        <w:t xml:space="preserve"> پاس جو کچھ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کے اصل مالک خدا کے بعد آج کے دور </w:t>
      </w:r>
      <w:r w:rsidR="007D2A2F">
        <w:rPr>
          <w:rtl/>
        </w:rPr>
        <w:t xml:space="preserve">میں 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(عج)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”زا</w:t>
      </w:r>
      <w:r w:rsidR="007D2A2F">
        <w:rPr>
          <w:rFonts w:hint="eastAsia"/>
          <w:rtl/>
        </w:rPr>
        <w:t>بین</w:t>
      </w:r>
      <w:r>
        <w:rPr>
          <w:rtl/>
        </w:rPr>
        <w:t xml:space="preserve"> عنہ“سے مراد</w:t>
      </w:r>
      <w:r w:rsidR="008828D8" w:rsidRPr="008828D8">
        <w:rPr>
          <w:rtl/>
        </w:rPr>
        <w:t xml:space="preserve"> یہ </w:t>
      </w:r>
      <w:r w:rsidR="00D74317">
        <w:rPr>
          <w:rtl/>
        </w:rPr>
        <w:t>ہرگز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>کہ حضرت کو دشمنوں کے شرّ سے بچائ</w:t>
      </w:r>
      <w:r w:rsidR="00576C85">
        <w:rPr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ھے۔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</w:t>
      </w:r>
      <w:r w:rsidR="00C537D2" w:rsidRPr="00C537D2">
        <w:rPr>
          <w:rtl/>
        </w:rPr>
        <w:t>یہاں</w:t>
      </w:r>
      <w:r>
        <w:rPr>
          <w:rtl/>
        </w:rPr>
        <w:t xml:space="preserve"> احت</w:t>
      </w:r>
      <w:r w:rsidR="00B06535" w:rsidRPr="00B06535">
        <w:rPr>
          <w:rtl/>
        </w:rPr>
        <w:t>یا</w:t>
      </w:r>
      <w:r>
        <w:rPr>
          <w:rtl/>
        </w:rPr>
        <w:t>ج تو</w:t>
      </w:r>
      <w:r w:rsidR="002549D7" w:rsidRPr="002549D7">
        <w:rPr>
          <w:rtl/>
        </w:rPr>
        <w:t xml:space="preserve"> ہماری </w:t>
      </w:r>
      <w:r>
        <w:rPr>
          <w:rtl/>
        </w:rPr>
        <w:t>طرف سے</w:t>
      </w:r>
      <w:r w:rsidR="00824A76" w:rsidRPr="00824A76">
        <w:rPr>
          <w:rtl/>
        </w:rPr>
        <w:t xml:space="preserve"> ہے </w:t>
      </w:r>
      <w:r w:rsidR="007D2A2F">
        <w:rPr>
          <w:rtl/>
        </w:rPr>
        <w:t xml:space="preserve">ہمیں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824A76" w:rsidRPr="00824A76">
        <w:rPr>
          <w:rtl/>
        </w:rPr>
        <w:t xml:space="preserve"> ہے </w:t>
      </w:r>
      <w:r>
        <w:rPr>
          <w:rtl/>
        </w:rPr>
        <w:t>نہ</w:t>
      </w:r>
      <w:r w:rsidR="008828D8" w:rsidRPr="008828D8">
        <w:rPr>
          <w:rtl/>
        </w:rPr>
        <w:t xml:space="preserve"> یہ </w:t>
      </w:r>
      <w:r>
        <w:rPr>
          <w:rtl/>
        </w:rPr>
        <w:t>کہ اُن کو</w:t>
      </w:r>
      <w:r w:rsidR="002549D7" w:rsidRPr="002549D7">
        <w:rPr>
          <w:rtl/>
        </w:rPr>
        <w:t xml:space="preserve"> ہماری </w:t>
      </w:r>
      <w:r>
        <w:rPr>
          <w:rtl/>
        </w:rPr>
        <w:t>ضرورت</w:t>
      </w:r>
      <w:r w:rsidR="00272FF7" w:rsidRPr="00272FF7">
        <w:rPr>
          <w:rtl/>
        </w:rPr>
        <w:t xml:space="preserve"> ہو</w:t>
      </w:r>
      <w:r>
        <w:rPr>
          <w:rtl/>
        </w:rPr>
        <w:t>۔اس سے مراد اپنے خلوص کو</w:t>
      </w:r>
      <w:r w:rsidR="008828D8" w:rsidRPr="008828D8">
        <w:rPr>
          <w:rtl/>
        </w:rPr>
        <w:t xml:space="preserve"> ظاہر </w:t>
      </w:r>
      <w:r>
        <w:rPr>
          <w:rtl/>
        </w:rPr>
        <w:t>کرنا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828D8" w:rsidRPr="008828D8">
        <w:rPr>
          <w:rtl/>
        </w:rPr>
        <w:t xml:space="preserve"> یہ </w:t>
      </w:r>
      <w:r w:rsidR="000C56D5" w:rsidRPr="000C56D5">
        <w:rPr>
          <w:rtl/>
        </w:rPr>
        <w:t>ایک</w:t>
      </w:r>
      <w:r>
        <w:rPr>
          <w:rtl/>
        </w:rPr>
        <w:t xml:space="preserve"> طرح کا مو</w:t>
      </w:r>
      <w:r w:rsidR="00F369ED" w:rsidRPr="00F369ED">
        <w:rPr>
          <w:rtl/>
        </w:rPr>
        <w:t>منین</w:t>
      </w:r>
      <w:r>
        <w:rPr>
          <w:rtl/>
        </w:rPr>
        <w:t xml:space="preserve"> کا حضرت سے اظھار محبت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”المسار</w:t>
      </w:r>
      <w:r>
        <w:rPr>
          <w:rtl/>
        </w:rPr>
        <w:t xml:space="preserve"> ع</w:t>
      </w:r>
      <w:r w:rsidR="00576C85">
        <w:rPr>
          <w:rtl/>
        </w:rPr>
        <w:t>ین</w:t>
      </w:r>
      <w:r>
        <w:rPr>
          <w:rtl/>
        </w:rPr>
        <w:t xml:space="preserve"> ال</w:t>
      </w:r>
      <w:r w:rsidR="00C537D2" w:rsidRPr="00C537D2">
        <w:rPr>
          <w:rtl/>
        </w:rPr>
        <w:t xml:space="preserve">یہ </w:t>
      </w:r>
      <w:r>
        <w:rPr>
          <w:rtl/>
        </w:rPr>
        <w:t>“سے بھ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حضرت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رہ کر ان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خداوند عالم کے بعد وہ </w:t>
      </w:r>
      <w:r w:rsidR="002549D7" w:rsidRPr="002549D7">
        <w:rPr>
          <w:rtl/>
        </w:rPr>
        <w:t>ہمارے</w:t>
      </w:r>
      <w:r>
        <w:rPr>
          <w:rtl/>
        </w:rPr>
        <w:t xml:space="preserve"> امور کے مالک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جس طرح </w:t>
      </w:r>
      <w:r w:rsidR="000C56D5" w:rsidRPr="000C56D5">
        <w:rPr>
          <w:rtl/>
        </w:rPr>
        <w:t>ایک</w:t>
      </w:r>
      <w:r>
        <w:rPr>
          <w:rtl/>
        </w:rPr>
        <w:t xml:space="preserve"> غلام اپنے مالک کے فرمان کو بجالانے کے لئے</w:t>
      </w:r>
      <w:r w:rsidR="00824A76" w:rsidRPr="00824A76">
        <w:rPr>
          <w:rtl/>
        </w:rPr>
        <w:t xml:space="preserve"> ہر </w:t>
      </w:r>
      <w:r>
        <w:rPr>
          <w:rtl/>
        </w:rPr>
        <w:t>دم ت</w:t>
      </w:r>
      <w:r w:rsidR="00720096" w:rsidRPr="00720096">
        <w:rPr>
          <w:rtl/>
        </w:rPr>
        <w:t>یار</w:t>
      </w:r>
      <w:r>
        <w:rPr>
          <w:rtl/>
        </w:rPr>
        <w:t xml:space="preserve"> رہتا</w:t>
      </w:r>
      <w:r w:rsidR="002549D7" w:rsidRPr="002549D7">
        <w:rPr>
          <w:rtl/>
        </w:rPr>
        <w:t xml:space="preserve"> ہے۔ </w:t>
      </w:r>
      <w:r w:rsidR="00720096" w:rsidRPr="00720096">
        <w:rPr>
          <w:rtl/>
        </w:rPr>
        <w:t>یہی</w:t>
      </w:r>
      <w:r>
        <w:rPr>
          <w:rtl/>
        </w:rPr>
        <w:t xml:space="preserve"> نسبت</w:t>
      </w:r>
      <w:r w:rsidR="002549D7" w:rsidRPr="002549D7">
        <w:rPr>
          <w:rtl/>
        </w:rPr>
        <w:t xml:space="preserve"> ہماری </w:t>
      </w:r>
      <w:r>
        <w:rPr>
          <w:rtl/>
        </w:rPr>
        <w:t>حضرت کے ساتھ</w:t>
      </w:r>
      <w:r w:rsidR="002549D7" w:rsidRPr="002549D7">
        <w:rPr>
          <w:rtl/>
        </w:rPr>
        <w:t xml:space="preserve"> ہو </w:t>
      </w:r>
      <w:r>
        <w:rPr>
          <w:rtl/>
        </w:rPr>
        <w:t>کہ جس کو باق</w:t>
      </w:r>
      <w:r>
        <w:rPr>
          <w:rFonts w:hint="cs"/>
          <w:rtl/>
        </w:rPr>
        <w:t>ی</w:t>
      </w:r>
      <w:r>
        <w:rPr>
          <w:rtl/>
        </w:rPr>
        <w:t xml:space="preserve"> جملوں ”</w:t>
      </w:r>
      <w:r w:rsidRPr="00DA42EA">
        <w:rPr>
          <w:rStyle w:val="libArabicChar"/>
          <w:rtl/>
        </w:rPr>
        <w:t>الممت</w:t>
      </w:r>
      <w:r w:rsidRPr="00DA42EA">
        <w:rPr>
          <w:rStyle w:val="libArabicChar"/>
          <w:rFonts w:hint="eastAsia"/>
          <w:rtl/>
        </w:rPr>
        <w:t>ثل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</w:t>
      </w:r>
      <w:r w:rsidRPr="00DA42EA">
        <w:rPr>
          <w:rStyle w:val="libArabicChar"/>
          <w:rtl/>
        </w:rPr>
        <w:t xml:space="preserve"> لاوامر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>“ اور ”</w:t>
      </w:r>
      <w:r w:rsidRPr="00DA42EA">
        <w:rPr>
          <w:rStyle w:val="libArabicChar"/>
          <w:rtl/>
        </w:rPr>
        <w:t>والمحام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عن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ھمارا</w:t>
      </w:r>
      <w:r>
        <w:rPr>
          <w:rtl/>
        </w:rPr>
        <w:t xml:space="preserve"> پورا وجود حضرت(عج) کے اخت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>
        <w:rPr>
          <w:rtl/>
        </w:rPr>
        <w:t>اس طرح سے کہ کوئ</w:t>
      </w:r>
      <w:r>
        <w:rPr>
          <w:rFonts w:hint="cs"/>
          <w:rtl/>
        </w:rPr>
        <w:t>ی</w:t>
      </w:r>
      <w:r>
        <w:rPr>
          <w:rtl/>
        </w:rPr>
        <w:t xml:space="preserve"> فکر و سوچ</w:t>
      </w:r>
      <w:r w:rsidR="002549D7" w:rsidRPr="002549D7">
        <w:rPr>
          <w:rtl/>
        </w:rPr>
        <w:t xml:space="preserve"> ہماری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720096" w:rsidRPr="00720096">
        <w:rPr>
          <w:rtl/>
        </w:rPr>
        <w:t xml:space="preserve"> رہے </w:t>
      </w:r>
      <w:r>
        <w:rPr>
          <w:rtl/>
        </w:rPr>
        <w:t>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حضرت(عج) مستقل طور پر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وقت اپنے پروردگار اور خالق کائنات سے رابطہ </w:t>
      </w:r>
      <w:r w:rsidR="007D2A2F">
        <w:rPr>
          <w:rtl/>
        </w:rPr>
        <w:t xml:space="preserve">میں </w:t>
      </w:r>
      <w:r>
        <w:rPr>
          <w:rtl/>
        </w:rPr>
        <w:t xml:space="preserve"> رہتے</w:t>
      </w:r>
      <w:r w:rsidR="000C56D5" w:rsidRPr="000C56D5">
        <w:rPr>
          <w:rtl/>
        </w:rPr>
        <w:t xml:space="preserve"> ہیں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اپنے خدا سے غافل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تے اس طرح ھمارا وجود اور فکر حضرت (ع</w:t>
      </w:r>
      <w:r>
        <w:rPr>
          <w:rFonts w:hint="eastAsia"/>
          <w:rtl/>
        </w:rPr>
        <w:t>ج</w:t>
      </w:r>
      <w:r>
        <w:rPr>
          <w:rtl/>
        </w:rPr>
        <w:t>)کے اخت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اور لمحہ بھر کے </w:t>
      </w:r>
      <w:r w:rsidR="008828D8" w:rsidRPr="008828D8">
        <w:rPr>
          <w:rtl/>
        </w:rPr>
        <w:t>لیئے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حضرت(عج) سے غافل نہ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پائے۔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” السابق</w:t>
      </w:r>
      <w:r w:rsidR="00576C85">
        <w:rPr>
          <w:rtl/>
        </w:rPr>
        <w:t>ین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ارادتہ “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ہمیں </w:t>
      </w:r>
      <w:r>
        <w:rPr>
          <w:rtl/>
        </w:rPr>
        <w:t xml:space="preserve"> حضرت (عج) کے پاس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جانے والوں </w:t>
      </w:r>
      <w:r w:rsidR="007D2A2F">
        <w:rPr>
          <w:rtl/>
        </w:rPr>
        <w:t xml:space="preserve">میں </w:t>
      </w:r>
      <w:r>
        <w:rPr>
          <w:rtl/>
        </w:rPr>
        <w:t xml:space="preserve"> قرار </w:t>
      </w:r>
      <w:r w:rsidR="00720096" w:rsidRPr="00720096">
        <w:rPr>
          <w:rtl/>
        </w:rPr>
        <w:t>دیا</w:t>
      </w:r>
      <w:r>
        <w:rPr>
          <w:rtl/>
        </w:rPr>
        <w:t xml:space="preserve"> جائے </w:t>
      </w:r>
      <w:r w:rsidR="001E3FC4" w:rsidRPr="001E3FC4">
        <w:rPr>
          <w:rtl/>
        </w:rPr>
        <w:t>کیونکہ</w:t>
      </w:r>
      <w:r>
        <w:rPr>
          <w:rtl/>
        </w:rPr>
        <w:t xml:space="preserve"> جس کا </w:t>
      </w:r>
      <w:r w:rsidR="008828D8" w:rsidRPr="008828D8">
        <w:rPr>
          <w:rtl/>
        </w:rPr>
        <w:t>ایمان</w:t>
      </w:r>
      <w:r>
        <w:rPr>
          <w:rtl/>
        </w:rPr>
        <w:t xml:space="preserve"> </w:t>
      </w:r>
      <w:r w:rsidR="004617D9" w:rsidRPr="004617D9">
        <w:rPr>
          <w:rtl/>
        </w:rPr>
        <w:t>زیادہ</w:t>
      </w:r>
      <w:r>
        <w:rPr>
          <w:rtl/>
        </w:rPr>
        <w:t xml:space="preserve"> محکم</w:t>
      </w:r>
      <w:r w:rsidR="000C56D5" w:rsidRPr="000C56D5">
        <w:rPr>
          <w:rtl/>
        </w:rPr>
        <w:t xml:space="preserve"> ہوگا </w:t>
      </w:r>
      <w:r>
        <w:rPr>
          <w:rtl/>
        </w:rPr>
        <w:t>وہ</w:t>
      </w:r>
      <w:r w:rsidR="000C56D5" w:rsidRPr="000C56D5">
        <w:rPr>
          <w:rtl/>
        </w:rPr>
        <w:t xml:space="preserve"> پہلے </w:t>
      </w:r>
      <w:r>
        <w:rPr>
          <w:rtl/>
        </w:rPr>
        <w:t>حضرت(عج)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پھنچے گا </w:t>
      </w:r>
      <w:r w:rsidR="002549D7" w:rsidRPr="002549D7">
        <w:rPr>
          <w:rtl/>
        </w:rPr>
        <w:t>ہمارے</w:t>
      </w:r>
      <w:r>
        <w:rPr>
          <w:rtl/>
        </w:rPr>
        <w:t xml:space="preserve"> </w:t>
      </w:r>
      <w:r w:rsidR="008828D8" w:rsidRPr="008828D8">
        <w:rPr>
          <w:rtl/>
        </w:rPr>
        <w:t>ایمان</w:t>
      </w:r>
      <w:r>
        <w:rPr>
          <w:rtl/>
        </w:rPr>
        <w:t xml:space="preserve"> کو اس درجہ پر لے جاکہ حضرت (عج)ک</w:t>
      </w:r>
      <w:r>
        <w:rPr>
          <w:rFonts w:hint="cs"/>
          <w:rtl/>
        </w:rPr>
        <w:t>ی</w:t>
      </w:r>
      <w:r>
        <w:rPr>
          <w:rtl/>
        </w:rPr>
        <w:t xml:space="preserve"> نصرت </w:t>
      </w:r>
      <w:r w:rsidR="007D2A2F">
        <w:rPr>
          <w:rtl/>
        </w:rPr>
        <w:t xml:space="preserve">میں </w:t>
      </w:r>
      <w:r>
        <w:rPr>
          <w:rtl/>
        </w:rPr>
        <w:t xml:space="preserve"> پھل کرنے والوں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 w:rsidR="004617D9" w:rsidRPr="004617D9">
        <w:rPr>
          <w:rtl/>
        </w:rPr>
        <w:t xml:space="preserve"> ہوں۔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جتنے</w:t>
      </w:r>
      <w:r>
        <w:rPr>
          <w:rtl/>
        </w:rPr>
        <w:t xml:space="preserve"> پرانے اصحاب</w:t>
      </w:r>
      <w:r w:rsidR="00437CD4" w:rsidRPr="00437CD4">
        <w:rPr>
          <w:rtl/>
        </w:rPr>
        <w:t xml:space="preserve"> ہوں </w:t>
      </w:r>
      <w:r>
        <w:rPr>
          <w:rtl/>
        </w:rPr>
        <w:t>گے اتنا</w:t>
      </w:r>
      <w:r w:rsidR="002549D7" w:rsidRPr="002549D7">
        <w:rPr>
          <w:rtl/>
        </w:rPr>
        <w:t xml:space="preserve"> ہی </w:t>
      </w:r>
      <w:r>
        <w:rPr>
          <w:rtl/>
        </w:rPr>
        <w:t>حضرت(عج) کے مورد عن</w:t>
      </w:r>
      <w:r w:rsidR="001100FA">
        <w:rPr>
          <w:rtl/>
        </w:rPr>
        <w:t>ایت</w:t>
      </w:r>
      <w:r>
        <w:rPr>
          <w:rtl/>
        </w:rPr>
        <w:t xml:space="preserve"> قرار پائ</w:t>
      </w:r>
      <w:r w:rsidR="00576C85">
        <w:rPr>
          <w:rtl/>
        </w:rPr>
        <w:t>یں</w:t>
      </w:r>
      <w:r>
        <w:rPr>
          <w:rtl/>
        </w:rPr>
        <w:t xml:space="preserve"> گے </w:t>
      </w:r>
      <w:r w:rsidR="008828D8" w:rsidRPr="008828D8">
        <w:rPr>
          <w:rtl/>
        </w:rPr>
        <w:t>جیسے</w:t>
      </w:r>
      <w:r>
        <w:rPr>
          <w:rtl/>
        </w:rPr>
        <w:t xml:space="preserve"> 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ملتا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والسابقون السابقون اولئک المقربون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سبقت کرنے والے تو سبقت کرنے والے</w:t>
      </w:r>
      <w:r w:rsidR="002549D7" w:rsidRPr="002549D7">
        <w:rPr>
          <w:rtl/>
        </w:rPr>
        <w:t xml:space="preserve"> ہی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، </w:t>
      </w:r>
      <w:r w:rsidR="00C537D2" w:rsidRPr="00C537D2">
        <w:rPr>
          <w:rtl/>
        </w:rPr>
        <w:t>وہی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بارگاہ کے مقرّب</w:t>
      </w:r>
      <w:r w:rsidR="00272FF7" w:rsidRPr="00272FF7">
        <w:rPr>
          <w:rtl/>
        </w:rPr>
        <w:t xml:space="preserve"> ہو</w:t>
      </w:r>
      <w:r>
        <w:rPr>
          <w:rtl/>
        </w:rPr>
        <w:t>نگے“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A900A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900AD">
        <w:rPr>
          <w:rStyle w:val="libArabicChar"/>
          <w:rFonts w:hint="eastAsia"/>
          <w:rtl/>
        </w:rPr>
        <w:t>المستش</w:t>
      </w:r>
      <w:r w:rsidR="00A900AD" w:rsidRPr="00A900AD">
        <w:rPr>
          <w:rStyle w:val="libArabicChar"/>
          <w:rFonts w:hint="cs"/>
          <w:rtl/>
        </w:rPr>
        <w:t>ه</w:t>
      </w:r>
      <w:r w:rsidR="008828D8" w:rsidRPr="00A900AD">
        <w:rPr>
          <w:rStyle w:val="libArabicChar"/>
          <w:rFonts w:hint="eastAsia"/>
          <w:rtl/>
        </w:rPr>
        <w:t xml:space="preserve"> دین</w:t>
      </w:r>
      <w:r w:rsidRPr="00A900AD">
        <w:rPr>
          <w:rStyle w:val="libArabicChar"/>
          <w:rtl/>
        </w:rPr>
        <w:t xml:space="preserve"> </w:t>
      </w:r>
      <w:r w:rsidR="007D2A2F" w:rsidRPr="00A900AD">
        <w:rPr>
          <w:rStyle w:val="libArabicChar"/>
          <w:rtl/>
        </w:rPr>
        <w:t>بین</w:t>
      </w:r>
      <w:r w:rsidRPr="00A900AD">
        <w:rPr>
          <w:rStyle w:val="libArabicChar"/>
          <w:rtl/>
        </w:rPr>
        <w:t xml:space="preserve"> </w:t>
      </w:r>
      <w:r w:rsidR="007D2A2F" w:rsidRPr="00A900AD">
        <w:rPr>
          <w:rStyle w:val="libArabicChar"/>
          <w:rtl/>
        </w:rPr>
        <w:t>ید</w:t>
      </w:r>
      <w:r w:rsidR="00C537D2" w:rsidRPr="00A900AD">
        <w:rPr>
          <w:rStyle w:val="libArabicChar"/>
          <w:rtl/>
        </w:rPr>
        <w:t>ی</w:t>
      </w:r>
      <w:r w:rsidR="00A900AD" w:rsidRPr="00A900AD">
        <w:rPr>
          <w:rStyle w:val="libArabicChar"/>
          <w:rFonts w:hint="cs"/>
          <w:rtl/>
        </w:rPr>
        <w:t>ه</w:t>
      </w:r>
      <w:r w:rsidR="00C537D2" w:rsidRPr="00C537D2">
        <w:rPr>
          <w:rtl/>
        </w:rPr>
        <w:t xml:space="preserve"> </w:t>
      </w:r>
      <w:r>
        <w:rPr>
          <w:rtl/>
        </w:rPr>
        <w:t xml:space="preserve"> “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296C6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شھادت ک</w:t>
      </w:r>
      <w:r>
        <w:rPr>
          <w:rFonts w:hint="cs"/>
          <w:rtl/>
        </w:rPr>
        <w:t>ی</w:t>
      </w:r>
      <w:r>
        <w:rPr>
          <w:rtl/>
        </w:rPr>
        <w:t xml:space="preserve"> تمنّا کا اظھار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 w:rsidR="004617D9" w:rsidRPr="004617D9">
        <w:rPr>
          <w:rtl/>
        </w:rPr>
        <w:t>یعنی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رکاب </w:t>
      </w:r>
      <w:r w:rsidR="007D2A2F">
        <w:rPr>
          <w:rtl/>
        </w:rPr>
        <w:t xml:space="preserve">میں </w:t>
      </w:r>
      <w:r>
        <w:rPr>
          <w:rtl/>
        </w:rPr>
        <w:t xml:space="preserve"> شھادت نص</w:t>
      </w:r>
      <w:r w:rsidR="00A900AD">
        <w:rPr>
          <w:rtl/>
        </w:rPr>
        <w:t>یب</w:t>
      </w:r>
      <w:r w:rsidR="00272FF7" w:rsidRPr="00272FF7">
        <w:rPr>
          <w:rtl/>
        </w:rPr>
        <w:t xml:space="preserve"> ہو</w:t>
      </w:r>
      <w:r>
        <w:rPr>
          <w:rtl/>
        </w:rPr>
        <w:t>۔ جبکہ بہت</w:t>
      </w:r>
      <w:r w:rsidR="001100FA">
        <w:rPr>
          <w:rtl/>
        </w:rPr>
        <w:t>رین</w:t>
      </w:r>
      <w:r>
        <w:rPr>
          <w:rtl/>
        </w:rPr>
        <w:t xml:space="preserve"> موت اور </w:t>
      </w:r>
      <w:r w:rsidR="004617D9" w:rsidRPr="004617D9">
        <w:rPr>
          <w:rtl/>
        </w:rPr>
        <w:t>فضیلت</w:t>
      </w:r>
      <w:r>
        <w:rPr>
          <w:rtl/>
        </w:rPr>
        <w:t xml:space="preserve"> تو صرف شھادت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اور جو مقام ش</w:t>
      </w:r>
      <w:r w:rsidR="007D2A2F">
        <w:rPr>
          <w:rtl/>
        </w:rPr>
        <w:t>ھید</w:t>
      </w:r>
      <w:r>
        <w:rPr>
          <w:rtl/>
        </w:rPr>
        <w:t>وں کا</w:t>
      </w:r>
      <w:r w:rsidR="00824A76" w:rsidRPr="00824A76">
        <w:rPr>
          <w:rtl/>
        </w:rPr>
        <w:t xml:space="preserve"> ہے </w:t>
      </w:r>
      <w:r>
        <w:rPr>
          <w:rtl/>
        </w:rPr>
        <w:t>وہ کس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 w:rsidR="00A900AD">
        <w:rPr>
          <w:rtl/>
        </w:rPr>
        <w:t>یب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سکتا۔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ولا تحسبنّ الذ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قتلوا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سب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ل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امواتا بل اح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اء عند رب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رزقون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اور خبردار راہ خدا </w:t>
      </w:r>
      <w:r w:rsidR="007D2A2F">
        <w:rPr>
          <w:rtl/>
        </w:rPr>
        <w:t xml:space="preserve">میں </w:t>
      </w:r>
      <w:r>
        <w:rPr>
          <w:rtl/>
        </w:rPr>
        <w:t xml:space="preserve"> قتل</w:t>
      </w:r>
      <w:r w:rsidR="008828D8" w:rsidRPr="008828D8">
        <w:rPr>
          <w:rtl/>
        </w:rPr>
        <w:t xml:space="preserve"> ہونے </w:t>
      </w:r>
      <w:r>
        <w:rPr>
          <w:rtl/>
        </w:rPr>
        <w:t>والوں کو مردہ خ</w:t>
      </w:r>
      <w:r w:rsidR="00B06535" w:rsidRPr="00B06535">
        <w:rPr>
          <w:rtl/>
        </w:rPr>
        <w:t>یا</w:t>
      </w:r>
      <w:r>
        <w:rPr>
          <w:rtl/>
        </w:rPr>
        <w:t>ل نہ کرو وہ زندہ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اپنے پروردگار کے </w:t>
      </w:r>
      <w:r w:rsidR="00C537D2" w:rsidRPr="00C537D2">
        <w:rPr>
          <w:rtl/>
        </w:rPr>
        <w:t>یہاں</w:t>
      </w:r>
      <w:r>
        <w:rPr>
          <w:rtl/>
        </w:rPr>
        <w:t xml:space="preserve"> رزق پا</w:t>
      </w:r>
      <w:r w:rsidR="00025F9A" w:rsidRPr="00025F9A">
        <w:rPr>
          <w:rtl/>
        </w:rPr>
        <w:t>رہے</w:t>
      </w:r>
      <w:r w:rsidR="00C537D2" w:rsidRPr="00C537D2">
        <w:rPr>
          <w:rtl/>
        </w:rPr>
        <w:t xml:space="preserve"> ہیں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عام </w:t>
      </w:r>
      <w:r w:rsidR="007D2A2F">
        <w:rPr>
          <w:rtl/>
        </w:rPr>
        <w:t>شیع</w:t>
      </w:r>
      <w:r w:rsidR="0042080E">
        <w:rPr>
          <w:rtl/>
        </w:rPr>
        <w:t>وں کا مقام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جب امام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رکاب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شھادت نص</w:t>
      </w:r>
      <w:r w:rsidR="00A900AD">
        <w:rPr>
          <w:rtl/>
        </w:rPr>
        <w:t>یب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تو اس کامقام اور </w:t>
      </w:r>
      <w:r w:rsidR="004617D9" w:rsidRPr="004617D9">
        <w:rPr>
          <w:rtl/>
        </w:rPr>
        <w:t>فضیلت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؟ واللہ عالم۔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rabicChar"/>
          <w:rtl/>
        </w:rPr>
        <w:t>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إِن</w:t>
      </w:r>
      <w:r w:rsidR="0042080E" w:rsidRPr="00DA42EA">
        <w:rPr>
          <w:rStyle w:val="libArabicChar"/>
          <w:rFonts w:hint="cs"/>
          <w:rtl/>
        </w:rPr>
        <w:t>ْ حالَ بَیْ</w:t>
      </w:r>
      <w:r w:rsidR="0042080E" w:rsidRPr="00DA42EA">
        <w:rPr>
          <w:rStyle w:val="libArabicChar"/>
          <w:rFonts w:hint="eastAsia"/>
          <w:rtl/>
        </w:rPr>
        <w:t>نِ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وَبَ</w:t>
      </w:r>
      <w:r w:rsidR="0042080E" w:rsidRPr="00DA42EA">
        <w:rPr>
          <w:rStyle w:val="libArabicChar"/>
          <w:rFonts w:hint="cs"/>
          <w:rtl/>
        </w:rPr>
        <w:t>یْ</w:t>
      </w:r>
      <w:r w:rsidR="0042080E" w:rsidRPr="00DA42EA">
        <w:rPr>
          <w:rStyle w:val="libArabicChar"/>
          <w:rFonts w:hint="eastAsia"/>
          <w:rtl/>
        </w:rPr>
        <w:t>نَ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="0042080E" w:rsidRPr="00DA42EA">
        <w:rPr>
          <w:rStyle w:val="libArabicChar"/>
          <w:rtl/>
        </w:rPr>
        <w:t xml:space="preserve"> ال</w:t>
      </w:r>
      <w:r w:rsidR="0042080E" w:rsidRPr="00DA42EA">
        <w:rPr>
          <w:rStyle w:val="libArabicChar"/>
          <w:rFonts w:hint="cs"/>
          <w:rtl/>
        </w:rPr>
        <w:t>ْمَوْتُ الَّذِی</w:t>
      </w:r>
      <w:r w:rsidR="0042080E" w:rsidRPr="00DA42EA">
        <w:rPr>
          <w:rStyle w:val="libArabicChar"/>
          <w:rtl/>
        </w:rPr>
        <w:t xml:space="preserve"> جَعَل</w:t>
      </w:r>
      <w:r w:rsidR="0042080E" w:rsidRPr="00DA42EA">
        <w:rPr>
          <w:rStyle w:val="libArabicChar"/>
          <w:rFonts w:hint="cs"/>
          <w:rtl/>
        </w:rPr>
        <w:t>ْتَ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عَلَی</w:t>
      </w:r>
      <w:r w:rsidR="0042080E" w:rsidRPr="00DA42EA">
        <w:rPr>
          <w:rStyle w:val="libArabicChar"/>
          <w:rtl/>
        </w:rPr>
        <w:t xml:space="preserve"> عِبادِکَ حَت</w:t>
      </w:r>
      <w:r w:rsidR="0042080E" w:rsidRPr="00DA42EA">
        <w:rPr>
          <w:rStyle w:val="libArabicChar"/>
          <w:rFonts w:hint="cs"/>
          <w:rtl/>
        </w:rPr>
        <w:t>ْماً مَقْضِیّ</w:t>
      </w:r>
      <w:r w:rsidR="0042080E" w:rsidRPr="00DA42EA">
        <w:rPr>
          <w:rStyle w:val="libArabicChar"/>
          <w:rFonts w:hint="eastAsia"/>
          <w:rtl/>
        </w:rPr>
        <w:t>اً</w:t>
      </w:r>
      <w:r w:rsidR="0042080E" w:rsidRPr="00DA42EA">
        <w:rPr>
          <w:rStyle w:val="libArabicChar"/>
          <w:rtl/>
        </w:rPr>
        <w:t xml:space="preserve"> فَ</w:t>
      </w:r>
      <w:r w:rsidR="00296C60">
        <w:rPr>
          <w:rStyle w:val="libArabicChar"/>
          <w:rtl/>
        </w:rPr>
        <w:t>ا</w:t>
      </w:r>
      <w:r w:rsidR="0042080E" w:rsidRPr="00DA42EA">
        <w:rPr>
          <w:rStyle w:val="libArabicChar"/>
          <w:rFonts w:hint="eastAsia"/>
          <w:rtl/>
        </w:rPr>
        <w:t>خ</w:t>
      </w:r>
      <w:r w:rsidR="0042080E" w:rsidRPr="00DA42EA">
        <w:rPr>
          <w:rStyle w:val="libArabicChar"/>
          <w:rFonts w:hint="cs"/>
          <w:rtl/>
        </w:rPr>
        <w:t>ْرِجْنِی</w:t>
      </w:r>
      <w:r w:rsidR="0042080E" w:rsidRPr="00DA42EA">
        <w:rPr>
          <w:rStyle w:val="libArabicChar"/>
          <w:rtl/>
        </w:rPr>
        <w:t xml:space="preserve"> مِن</w:t>
      </w:r>
      <w:r w:rsidR="0042080E" w:rsidRPr="00DA42EA">
        <w:rPr>
          <w:rStyle w:val="libArabicChar"/>
          <w:rFonts w:hint="cs"/>
          <w:rtl/>
        </w:rPr>
        <w:t>ْ قَبْرِی</w:t>
      </w:r>
      <w:r w:rsidR="0042080E" w:rsidRPr="00DA42EA">
        <w:rPr>
          <w:rStyle w:val="libArabicChar"/>
          <w:rtl/>
        </w:rPr>
        <w:t xml:space="preserve"> مُؤ</w:t>
      </w:r>
      <w:r w:rsidR="0042080E" w:rsidRPr="00DA42EA">
        <w:rPr>
          <w:rStyle w:val="libArabicChar"/>
          <w:rFonts w:hint="cs"/>
          <w:rtl/>
        </w:rPr>
        <w:t>ْتَزِراً کَفَنِی</w:t>
      </w:r>
      <w:r w:rsidR="0042080E" w:rsidRPr="00DA42EA">
        <w:rPr>
          <w:rStyle w:val="libArabicChar"/>
          <w:rtl/>
        </w:rPr>
        <w:t xml:space="preserve"> شا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ِراً سَ</w:t>
      </w:r>
      <w:r w:rsidR="0042080E" w:rsidRPr="00DA42EA">
        <w:rPr>
          <w:rStyle w:val="libArabicChar"/>
          <w:rFonts w:hint="cs"/>
          <w:rtl/>
        </w:rPr>
        <w:t>یْ</w:t>
      </w:r>
      <w:r w:rsidR="0042080E" w:rsidRPr="00DA42EA">
        <w:rPr>
          <w:rStyle w:val="libArabicChar"/>
          <w:rFonts w:hint="eastAsia"/>
          <w:rtl/>
        </w:rPr>
        <w:t>فِ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مُجَرِّداً قَناتِ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مُلَبِّ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Fonts w:hint="eastAsia"/>
          <w:rtl/>
        </w:rPr>
        <w:t>اً</w:t>
      </w:r>
      <w:r w:rsidR="0042080E" w:rsidRPr="00DA42EA">
        <w:rPr>
          <w:rStyle w:val="libArabicChar"/>
          <w:rtl/>
        </w:rPr>
        <w:t xml:space="preserve"> دَع</w:t>
      </w:r>
      <w:r w:rsidR="0042080E" w:rsidRPr="00DA42EA">
        <w:rPr>
          <w:rStyle w:val="libArabicChar"/>
          <w:rFonts w:hint="cs"/>
          <w:rtl/>
        </w:rPr>
        <w:t>ْوَةَ الدَّاعِی</w:t>
      </w:r>
      <w:r w:rsidR="0042080E" w:rsidRPr="00DA42EA">
        <w:rPr>
          <w:rStyle w:val="libArabicChar"/>
          <w:rtl/>
        </w:rPr>
        <w:t xml:space="preserve"> فِ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ال</w:t>
      </w:r>
      <w:r w:rsidR="0042080E" w:rsidRPr="00DA42EA">
        <w:rPr>
          <w:rStyle w:val="libArabicChar"/>
          <w:rFonts w:hint="cs"/>
          <w:rtl/>
        </w:rPr>
        <w:t>ْحاضِرِ وَالْبادِی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 xml:space="preserve">(اے خدا ! اگر </w:t>
      </w:r>
      <w:r w:rsidR="007D2A2F">
        <w:rPr>
          <w:rtl/>
        </w:rPr>
        <w:t>میر</w:t>
      </w:r>
      <w:r>
        <w:rPr>
          <w:rtl/>
        </w:rPr>
        <w:t xml:space="preserve">ے اور </w:t>
      </w:r>
      <w:r w:rsidR="007D2A2F">
        <w:rPr>
          <w:rtl/>
        </w:rPr>
        <w:t>میر</w:t>
      </w:r>
      <w:r>
        <w:rPr>
          <w:rtl/>
        </w:rPr>
        <w:t xml:space="preserve">ے آقا امام زمان(عج) کے </w:t>
      </w:r>
      <w:r w:rsidR="00F369ED" w:rsidRPr="00F369ED">
        <w:rPr>
          <w:rtl/>
        </w:rPr>
        <w:t>درمیان</w:t>
      </w:r>
      <w:r>
        <w:rPr>
          <w:rtl/>
        </w:rPr>
        <w:t xml:space="preserve"> موت حائل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جو تو نے اپنے بندوں کے </w:t>
      </w:r>
      <w:r w:rsidR="008828D8" w:rsidRPr="008828D8">
        <w:rPr>
          <w:rtl/>
        </w:rPr>
        <w:t>لیئے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تو پھر مجھے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قبر سے اس طرح نکالنا کہ </w:t>
      </w:r>
      <w:r w:rsidR="007D2A2F">
        <w:rPr>
          <w:rtl/>
        </w:rPr>
        <w:t xml:space="preserve">میں </w:t>
      </w:r>
      <w:r>
        <w:rPr>
          <w:rtl/>
        </w:rPr>
        <w:t xml:space="preserve"> نے کفن پھنا</w:t>
      </w:r>
      <w:r w:rsidR="00042197" w:rsidRPr="00042197">
        <w:rPr>
          <w:rtl/>
        </w:rPr>
        <w:t xml:space="preserve"> ہوا </w:t>
      </w:r>
      <w:r w:rsidR="002549D7" w:rsidRPr="002549D7">
        <w:rPr>
          <w:rtl/>
        </w:rPr>
        <w:t xml:space="preserve">ہو </w:t>
      </w:r>
      <w:r>
        <w:rPr>
          <w:rtl/>
        </w:rPr>
        <w:t>ننگ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 w:rsidR="000C56D5" w:rsidRPr="000C56D5">
        <w:rPr>
          <w:rtl/>
        </w:rPr>
        <w:t>ایک</w:t>
      </w:r>
      <w:r>
        <w:rPr>
          <w:rtl/>
        </w:rPr>
        <w:t xml:space="preserve"> ھاتھ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جبکہ دوسرے ھاتھ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1100FA">
        <w:rPr>
          <w:rtl/>
        </w:rPr>
        <w:t>نیز</w:t>
      </w:r>
      <w:r>
        <w:rPr>
          <w:rtl/>
        </w:rPr>
        <w:t>ہ اٹھا</w:t>
      </w:r>
      <w:r w:rsidR="00B06535" w:rsidRPr="00B06535">
        <w:rPr>
          <w:rtl/>
        </w:rPr>
        <w:t>یا</w:t>
      </w:r>
      <w:r w:rsidR="002549D7" w:rsidRPr="002549D7">
        <w:rPr>
          <w:rtl/>
        </w:rPr>
        <w:t xml:space="preserve"> ہو </w:t>
      </w:r>
      <w:r>
        <w:rPr>
          <w:rtl/>
        </w:rPr>
        <w:t>اور آپک</w:t>
      </w:r>
      <w:r>
        <w:rPr>
          <w:rFonts w:hint="cs"/>
          <w:rtl/>
        </w:rPr>
        <w:t>ی</w:t>
      </w:r>
      <w:r>
        <w:rPr>
          <w:rtl/>
        </w:rPr>
        <w:t xml:space="preserve"> آواز پر </w:t>
      </w:r>
      <w:r w:rsidR="00B06535" w:rsidRPr="00B06535">
        <w:rPr>
          <w:rtl/>
        </w:rPr>
        <w:t>لبیک</w:t>
      </w:r>
      <w:r>
        <w:rPr>
          <w:rtl/>
        </w:rPr>
        <w:t xml:space="preserve"> کہہ رھا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شھر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>
        <w:rPr>
          <w:rtl/>
        </w:rPr>
        <w:t>ں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 w:rsidR="004617D9" w:rsidRPr="004617D9">
        <w:rPr>
          <w:rtl/>
        </w:rPr>
        <w:t>بیابان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)۔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م</w:t>
      </w:r>
      <w:r w:rsidR="00296C60">
        <w:rPr>
          <w:rtl/>
        </w:rPr>
        <w:t>و</w:t>
      </w:r>
      <w:r w:rsidR="0042080E">
        <w:rPr>
          <w:rFonts w:hint="eastAsia"/>
          <w:rtl/>
        </w:rPr>
        <w:t>من</w:t>
      </w:r>
      <w:r w:rsidR="0042080E">
        <w:rPr>
          <w:rtl/>
        </w:rPr>
        <w:t xml:space="preserve"> اپنے خلوص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انتھاء کو</w:t>
      </w:r>
      <w:r w:rsidR="00042197" w:rsidRPr="00042197">
        <w:rPr>
          <w:rtl/>
        </w:rPr>
        <w:t xml:space="preserve"> پہنچ </w:t>
      </w:r>
      <w:r w:rsidR="0042080E">
        <w:rPr>
          <w:rtl/>
        </w:rPr>
        <w:t>کر حضرت حجت(عج) سے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محبت اور عشق کا اظھار کررھا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حضرت (عج)ک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</w:t>
      </w:r>
      <w:r w:rsidR="00720096" w:rsidRPr="00720096">
        <w:rPr>
          <w:rtl/>
        </w:rPr>
        <w:t>یار</w:t>
      </w:r>
      <w:r w:rsidR="0042080E">
        <w:rPr>
          <w:rtl/>
        </w:rPr>
        <w:t>ت اور ھمراھ</w:t>
      </w:r>
      <w:r w:rsidR="0042080E">
        <w:rPr>
          <w:rFonts w:hint="cs"/>
          <w:rtl/>
        </w:rPr>
        <w:t>ی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>کا شدت کے ساتھ ا</w:t>
      </w:r>
      <w:r w:rsidR="00A900AD">
        <w:rPr>
          <w:rtl/>
        </w:rPr>
        <w:t>یس</w:t>
      </w:r>
      <w:r w:rsidR="0042080E">
        <w:rPr>
          <w:rtl/>
        </w:rPr>
        <w:t xml:space="preserve">ے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کہ اگر حضرت (عج)کے ظھور سے</w:t>
      </w:r>
      <w:r w:rsidR="000C56D5" w:rsidRPr="000C56D5">
        <w:rPr>
          <w:rtl/>
        </w:rPr>
        <w:t xml:space="preserve"> پہلے </w:t>
      </w:r>
      <w:r w:rsidR="007D2A2F">
        <w:rPr>
          <w:rtl/>
        </w:rPr>
        <w:t>میر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اجل اور موت کا وقت آپھنچے تو پھر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مجھے قبر سے </w:t>
      </w:r>
      <w:r w:rsidR="0042080E">
        <w:rPr>
          <w:rFonts w:hint="eastAsia"/>
          <w:rtl/>
        </w:rPr>
        <w:t>اٹھا</w:t>
      </w:r>
      <w:r w:rsidR="004617D9" w:rsidRPr="004617D9">
        <w:rPr>
          <w:rFonts w:hint="eastAsia"/>
          <w:rtl/>
        </w:rPr>
        <w:t>لیا</w:t>
      </w:r>
      <w:r w:rsidR="0042080E">
        <w:rPr>
          <w:rtl/>
        </w:rPr>
        <w:t xml:space="preserve"> جائے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بعض آئمہ عل</w:t>
      </w:r>
      <w:r w:rsidR="0042080E"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 w:rsidR="0042080E">
        <w:rPr>
          <w:rtl/>
        </w:rPr>
        <w:t xml:space="preserve">السلام کے اصحاب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844F9" w:rsidRPr="007844F9">
        <w:rPr>
          <w:rtl/>
        </w:rPr>
        <w:t>کہا</w:t>
      </w:r>
      <w:r w:rsidR="0042080E"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ظھور کے وقت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قبروں سے اٹھائے </w:t>
      </w:r>
      <w:r w:rsidR="00B06535" w:rsidRPr="00B06535">
        <w:rPr>
          <w:rtl/>
        </w:rPr>
        <w:t>جائیں</w:t>
      </w:r>
      <w:r w:rsidR="0042080E">
        <w:rPr>
          <w:rtl/>
        </w:rPr>
        <w:t xml:space="preserve"> گے </w:t>
      </w:r>
      <w:r w:rsidRPr="00C537D2">
        <w:rPr>
          <w:rtl/>
        </w:rPr>
        <w:t>یہاں</w:t>
      </w:r>
      <w:r w:rsidR="0042080E">
        <w:rPr>
          <w:rtl/>
        </w:rPr>
        <w:t xml:space="preserve"> تک کہ اصحاب کہف وغ</w:t>
      </w:r>
      <w:r w:rsidR="007D2A2F">
        <w:rPr>
          <w:rtl/>
        </w:rPr>
        <w:t>یر</w:t>
      </w:r>
      <w:r w:rsidR="0042080E">
        <w:rPr>
          <w:rtl/>
        </w:rPr>
        <w:t xml:space="preserve">ہ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وں</w:t>
      </w:r>
      <w:r w:rsidR="002549D7" w:rsidRPr="002549D7">
        <w:rPr>
          <w:rtl/>
        </w:rPr>
        <w:t xml:space="preserve"> ہی </w:t>
      </w:r>
      <w:r w:rsidR="00042197" w:rsidRPr="00042197">
        <w:rPr>
          <w:rtl/>
        </w:rPr>
        <w:t>بیان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1100FA" w:rsidP="0042080E">
      <w:pPr>
        <w:pStyle w:val="libNormal"/>
        <w:rPr>
          <w:rtl/>
        </w:rPr>
      </w:pPr>
      <w:r>
        <w:rPr>
          <w:rFonts w:hint="eastAsia"/>
          <w:rtl/>
        </w:rPr>
        <w:t>یقین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</w:t>
      </w:r>
      <w:r w:rsidR="00B06535" w:rsidRPr="00B06535">
        <w:rPr>
          <w:rtl/>
        </w:rPr>
        <w:t>ایسا</w:t>
      </w:r>
      <w:r w:rsidR="002549D7" w:rsidRPr="002549D7">
        <w:rPr>
          <w:rtl/>
        </w:rPr>
        <w:t xml:space="preserve"> ہی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 xml:space="preserve">کہ جو </w:t>
      </w:r>
      <w:r w:rsidR="001E3FC4" w:rsidRPr="001E3FC4">
        <w:rPr>
          <w:rtl/>
        </w:rPr>
        <w:t>دنیا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اور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حضرت(عج)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نصرت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تمنا رکھتا</w:t>
      </w:r>
      <w:r w:rsidR="002549D7" w:rsidRPr="002549D7">
        <w:rPr>
          <w:rtl/>
        </w:rPr>
        <w:t xml:space="preserve"> ہو </w:t>
      </w:r>
      <w:r>
        <w:rPr>
          <w:rtl/>
        </w:rPr>
        <w:t>یقین</w:t>
      </w:r>
      <w:r w:rsidR="0042080E">
        <w:rPr>
          <w:rtl/>
        </w:rPr>
        <w:t>ا ظھور کے وقت قبروں سے اٹھا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جائے گا۔ جبکہ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جانتے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کہ</w:t>
      </w:r>
      <w:r w:rsidR="00824A76" w:rsidRPr="00824A76">
        <w:rPr>
          <w:rtl/>
        </w:rPr>
        <w:t xml:space="preserve"> ہر </w:t>
      </w:r>
      <w:r w:rsidR="0042080E">
        <w:rPr>
          <w:rtl/>
        </w:rPr>
        <w:t xml:space="preserve">شخص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موت حتم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>کہ آ</w:t>
      </w:r>
      <w:r w:rsidR="00C537D2" w:rsidRPr="00C537D2">
        <w:rPr>
          <w:rtl/>
        </w:rPr>
        <w:t xml:space="preserve">یہ </w:t>
      </w:r>
      <w:r w:rsidR="0042080E">
        <w:rPr>
          <w:rtl/>
        </w:rPr>
        <w:t xml:space="preserve"> </w:t>
      </w:r>
      <w:r w:rsidR="004617D9" w:rsidRPr="004617D9">
        <w:rPr>
          <w:rtl/>
        </w:rPr>
        <w:t>شریفہ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>بیان ہوا</w:t>
      </w:r>
      <w:r w:rsidR="00C537D2" w:rsidRPr="00C537D2">
        <w:rPr>
          <w:rtl/>
        </w:rPr>
        <w:t xml:space="preserve"> ہے</w:t>
      </w:r>
      <w:r w:rsidR="0042080E"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کل نفس ذائقة الموت ثم ال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نا ترجعون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نفس کو موت کا ذائقہ چکھنا</w:t>
      </w:r>
      <w:r w:rsidR="00824A76" w:rsidRPr="00824A76">
        <w:rPr>
          <w:rtl/>
        </w:rPr>
        <w:t xml:space="preserve"> ہے </w:t>
      </w:r>
      <w:r>
        <w:rPr>
          <w:rtl/>
        </w:rPr>
        <w:t>اس کے بعد تم سب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بارگاہ </w:t>
      </w:r>
      <w:r w:rsidR="007D2A2F">
        <w:rPr>
          <w:rtl/>
        </w:rPr>
        <w:t xml:space="preserve">میں </w:t>
      </w:r>
      <w:r>
        <w:rPr>
          <w:rtl/>
        </w:rPr>
        <w:t xml:space="preserve"> پلٹا کر لائے جاؤ گے۔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کے اخت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>
        <w:rPr>
          <w:rtl/>
        </w:rPr>
        <w:t xml:space="preserve"> اس موت کے بعد زندگ</w:t>
      </w:r>
      <w:r>
        <w:rPr>
          <w:rFonts w:hint="cs"/>
          <w:rtl/>
        </w:rPr>
        <w:t>ی</w:t>
      </w:r>
      <w:r>
        <w:rPr>
          <w:rtl/>
        </w:rPr>
        <w:t xml:space="preserve"> جو حضرت (عج)ک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گذرے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تمنا کا اخت</w:t>
      </w:r>
      <w:r w:rsidR="00720096" w:rsidRPr="00720096">
        <w:rPr>
          <w:rtl/>
        </w:rPr>
        <w:t>یار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کفن</w:t>
      </w:r>
      <w:r>
        <w:rPr>
          <w:rtl/>
        </w:rPr>
        <w:t xml:space="preserve"> پوش</w:t>
      </w:r>
      <w:r w:rsidR="00272FF7" w:rsidRPr="00272FF7">
        <w:rPr>
          <w:rtl/>
        </w:rPr>
        <w:t xml:space="preserve"> ہو</w:t>
      </w:r>
      <w:r>
        <w:rPr>
          <w:rtl/>
        </w:rPr>
        <w:t>کر قبر سے نکلنے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وجوھات</w:t>
      </w:r>
      <w:r w:rsidR="004617D9" w:rsidRPr="004617D9">
        <w:rPr>
          <w:rtl/>
        </w:rPr>
        <w:t xml:space="preserve"> ہوسکتی</w:t>
      </w:r>
      <w:r w:rsidR="00C537D2" w:rsidRPr="00C537D2">
        <w:rPr>
          <w:rtl/>
        </w:rPr>
        <w:t xml:space="preserve"> ہیں</w:t>
      </w:r>
      <w:r>
        <w:rPr>
          <w:rtl/>
        </w:rPr>
        <w:t>۔ممکن</w:t>
      </w:r>
      <w:r w:rsidR="00824A76" w:rsidRPr="00824A76">
        <w:rPr>
          <w:rtl/>
        </w:rPr>
        <w:t xml:space="preserve"> ہے </w:t>
      </w:r>
      <w:r>
        <w:rPr>
          <w:rtl/>
        </w:rPr>
        <w:t>کہ اس سے مراد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>
        <w:rPr>
          <w:rtl/>
        </w:rPr>
        <w:t xml:space="preserve">کہ جس طرح انسان </w:t>
      </w:r>
      <w:r w:rsidR="001E3FC4" w:rsidRPr="001E3FC4">
        <w:rPr>
          <w:rtl/>
        </w:rPr>
        <w:t>دنیا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بناوٹوں اور رنگا رنگ لباس کو چھوڑ کر </w:t>
      </w:r>
      <w:r w:rsidR="000C56D5" w:rsidRPr="000C56D5">
        <w:rPr>
          <w:rtl/>
        </w:rPr>
        <w:t>ایک</w:t>
      </w:r>
      <w:r>
        <w:rPr>
          <w:rtl/>
        </w:rPr>
        <w:t xml:space="preserve"> سادہ کپڑے </w:t>
      </w:r>
      <w:r w:rsidR="007D2A2F">
        <w:rPr>
          <w:rtl/>
        </w:rPr>
        <w:t xml:space="preserve">میں </w:t>
      </w:r>
      <w:r>
        <w:rPr>
          <w:rtl/>
        </w:rPr>
        <w:t xml:space="preserve"> لپٹ کر قبر </w:t>
      </w:r>
      <w:r w:rsidR="007D2A2F">
        <w:rPr>
          <w:rtl/>
        </w:rPr>
        <w:t xml:space="preserve">میں 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مجھے اس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کے ساتھ اٹھا اور </w:t>
      </w:r>
      <w:r w:rsidR="007D2A2F">
        <w:rPr>
          <w:rtl/>
        </w:rPr>
        <w:t>میر</w:t>
      </w:r>
      <w:r>
        <w:rPr>
          <w:rtl/>
        </w:rPr>
        <w:t>ے پاس سوائے ننگ</w:t>
      </w:r>
      <w:r>
        <w:rPr>
          <w:rFonts w:hint="cs"/>
          <w:rtl/>
        </w:rPr>
        <w:t>ی</w:t>
      </w:r>
      <w:r>
        <w:rPr>
          <w:rtl/>
        </w:rPr>
        <w:t xml:space="preserve"> تلوار اور </w:t>
      </w:r>
      <w:r w:rsidR="001100FA">
        <w:rPr>
          <w:rtl/>
        </w:rPr>
        <w:t>نیز</w:t>
      </w:r>
      <w:r>
        <w:rPr>
          <w:rtl/>
        </w:rPr>
        <w:t xml:space="preserve">ہ </w:t>
      </w:r>
      <w:r>
        <w:rPr>
          <w:rFonts w:hint="eastAsia"/>
          <w:rtl/>
        </w:rPr>
        <w:t>کے</w:t>
      </w:r>
      <w:r>
        <w:rPr>
          <w:rtl/>
        </w:rPr>
        <w:t xml:space="preserve"> کچھ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 </w:t>
      </w:r>
      <w:r>
        <w:rPr>
          <w:rtl/>
        </w:rPr>
        <w:t>مراد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>
        <w:rPr>
          <w:rtl/>
        </w:rPr>
        <w:t xml:space="preserve">کہ </w:t>
      </w:r>
      <w:r w:rsidR="008828D8" w:rsidRPr="008828D8">
        <w:rPr>
          <w:rtl/>
        </w:rPr>
        <w:t>جیسے</w:t>
      </w:r>
      <w:r>
        <w:rPr>
          <w:rtl/>
        </w:rPr>
        <w:t xml:space="preserve"> انسان قبر </w:t>
      </w:r>
      <w:r w:rsidR="007D2A2F">
        <w:rPr>
          <w:rtl/>
        </w:rPr>
        <w:t xml:space="preserve">میں </w:t>
      </w:r>
      <w:r>
        <w:rPr>
          <w:rtl/>
        </w:rPr>
        <w:t xml:space="preserve"> فقط اپنے اعمال لے کر جاتا</w:t>
      </w:r>
      <w:r w:rsidR="00824A76" w:rsidRPr="00824A76">
        <w:rPr>
          <w:rtl/>
        </w:rPr>
        <w:t xml:space="preserve"> ہے </w:t>
      </w:r>
      <w:r>
        <w:rPr>
          <w:rtl/>
        </w:rPr>
        <w:t>اور انھ</w:t>
      </w:r>
      <w:r>
        <w:rPr>
          <w:rFonts w:hint="cs"/>
          <w:rtl/>
        </w:rPr>
        <w:t>ی</w:t>
      </w:r>
      <w:r>
        <w:rPr>
          <w:rtl/>
        </w:rPr>
        <w:t xml:space="preserve"> اعمال کے ساتھ قبر سے اٹھا</w:t>
      </w:r>
      <w:r w:rsidR="004617D9" w:rsidRPr="004617D9">
        <w:rPr>
          <w:rtl/>
        </w:rPr>
        <w:t>لیا</w:t>
      </w:r>
      <w:r>
        <w:rPr>
          <w:rtl/>
        </w:rPr>
        <w:t xml:space="preserve"> جائے گا۔اگر اعمال اچھے</w:t>
      </w:r>
      <w:r w:rsidR="00437CD4" w:rsidRPr="00437CD4">
        <w:rPr>
          <w:rtl/>
        </w:rPr>
        <w:t xml:space="preserve"> ہوں </w:t>
      </w:r>
      <w:r>
        <w:rPr>
          <w:rtl/>
        </w:rPr>
        <w:t>گے تو صح</w:t>
      </w:r>
      <w:r w:rsidR="00A900AD">
        <w:rPr>
          <w:rtl/>
        </w:rPr>
        <w:t>یح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ورنہ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کے سامنے بے آبرو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اور سب کے اعمال </w:t>
      </w:r>
      <w:r w:rsidR="000C56D5" w:rsidRPr="000C56D5">
        <w:rPr>
          <w:rtl/>
        </w:rPr>
        <w:t>ایک</w:t>
      </w:r>
      <w:r>
        <w:rPr>
          <w:rtl/>
        </w:rPr>
        <w:t xml:space="preserve"> دوسرے پر</w:t>
      </w:r>
      <w:r w:rsidR="008828D8" w:rsidRPr="008828D8">
        <w:rPr>
          <w:rtl/>
        </w:rPr>
        <w:t xml:space="preserve"> ظاہر </w:t>
      </w:r>
      <w:r w:rsidR="00C1070F" w:rsidRPr="00C1070F">
        <w:rPr>
          <w:rtl/>
        </w:rPr>
        <w:t xml:space="preserve">ہوجائیں </w:t>
      </w:r>
      <w:r>
        <w:rPr>
          <w:rtl/>
        </w:rPr>
        <w:t>گے۔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اس بات سے کنا</w:t>
      </w:r>
      <w:r w:rsidR="00C537D2" w:rsidRPr="00C537D2">
        <w:rPr>
          <w:rtl/>
        </w:rPr>
        <w:t xml:space="preserve">یہ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مجھے برھنہ نہ اٹھانا بلکہ </w:t>
      </w:r>
      <w:r w:rsidR="007D2A2F">
        <w:rPr>
          <w:rtl/>
        </w:rPr>
        <w:t>میر</w:t>
      </w:r>
      <w:r>
        <w:rPr>
          <w:rtl/>
        </w:rPr>
        <w:t xml:space="preserve">ے </w:t>
      </w:r>
      <w:r w:rsidR="00720096" w:rsidRPr="00720096">
        <w:rPr>
          <w:rtl/>
        </w:rPr>
        <w:t>نیک</w:t>
      </w:r>
      <w:r>
        <w:rPr>
          <w:rtl/>
        </w:rPr>
        <w:t xml:space="preserve"> اعمال کے ھمراہ با لباس اٹھانا اور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لباس </w:t>
      </w:r>
      <w:r w:rsidR="00C537D2" w:rsidRPr="00C537D2">
        <w:rPr>
          <w:rtl/>
        </w:rPr>
        <w:t>وہی</w:t>
      </w:r>
      <w:r>
        <w:rPr>
          <w:rtl/>
        </w:rPr>
        <w:t xml:space="preserve"> عق</w:t>
      </w:r>
      <w:r w:rsidR="007D2A2F">
        <w:rPr>
          <w:rtl/>
        </w:rPr>
        <w:t>ید</w:t>
      </w:r>
      <w:r>
        <w:rPr>
          <w:rtl/>
        </w:rPr>
        <w:t>ہ امامت و ول</w:t>
      </w:r>
      <w:r w:rsidR="001100FA">
        <w:rPr>
          <w:rtl/>
        </w:rPr>
        <w:t>ایت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کہ جس پر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8828D8" w:rsidRPr="008828D8">
        <w:rPr>
          <w:rtl/>
        </w:rPr>
        <w:t>ایمان</w:t>
      </w:r>
      <w:r>
        <w:rPr>
          <w:rtl/>
        </w:rPr>
        <w:t xml:space="preserve"> رکھتا تھا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کلام </w:t>
      </w:r>
      <w:r w:rsidR="00C1070F" w:rsidRPr="00C1070F">
        <w:rPr>
          <w:rFonts w:hint="eastAsia"/>
          <w:rtl/>
        </w:rPr>
        <w:t>مجید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 w:rsidR="00A900AD">
        <w:rPr>
          <w:rtl/>
        </w:rPr>
        <w:t>یس</w:t>
      </w:r>
      <w:r>
        <w:rPr>
          <w:rtl/>
        </w:rPr>
        <w:t>ے لباس ک</w:t>
      </w:r>
      <w:r>
        <w:rPr>
          <w:rFonts w:hint="cs"/>
          <w:rtl/>
        </w:rPr>
        <w:t>ی</w:t>
      </w:r>
      <w:r>
        <w:rPr>
          <w:rtl/>
        </w:rPr>
        <w:t xml:space="preserve"> جانب اشارہ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>
        <w:rPr>
          <w:rtl/>
        </w:rPr>
        <w:t>کہ سب سے بہتر لباس کونسا</w:t>
      </w:r>
      <w:r w:rsidR="00824A76" w:rsidRPr="00824A76">
        <w:rPr>
          <w:rtl/>
        </w:rPr>
        <w:t xml:space="preserve"> ہے </w:t>
      </w:r>
      <w:r>
        <w:rPr>
          <w:rtl/>
        </w:rPr>
        <w:t>؟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ابن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آدم قد انزلنا عل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کم لباساً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وار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س</w:t>
      </w:r>
      <w:r w:rsidR="00296C60">
        <w:rPr>
          <w:rStyle w:val="libAieChar"/>
          <w:rtl/>
        </w:rPr>
        <w:t>و</w:t>
      </w:r>
      <w:r w:rsidR="0042080E" w:rsidRPr="00DA42EA">
        <w:rPr>
          <w:rStyle w:val="libAieChar"/>
          <w:rFonts w:hint="eastAsia"/>
          <w:rtl/>
        </w:rPr>
        <w:t>اتکم</w:t>
      </w:r>
      <w:r w:rsidR="0042080E" w:rsidRPr="00DA42EA">
        <w:rPr>
          <w:rStyle w:val="libAieChar"/>
          <w:rtl/>
        </w:rPr>
        <w:t xml:space="preserve"> و ر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شا! ولباس التقو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ذلک خ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رٌ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اولاد آدم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نے تمھارے </w:t>
      </w:r>
      <w:r w:rsidR="008828D8" w:rsidRPr="008828D8">
        <w:rPr>
          <w:rtl/>
        </w:rPr>
        <w:t>لیئے</w:t>
      </w:r>
      <w:r>
        <w:rPr>
          <w:rtl/>
        </w:rPr>
        <w:t xml:space="preserve"> لباس نازل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>جس سے اپن</w:t>
      </w:r>
      <w:r>
        <w:rPr>
          <w:rFonts w:hint="cs"/>
          <w:rtl/>
        </w:rPr>
        <w:t>ی</w:t>
      </w:r>
      <w:r>
        <w:rPr>
          <w:rtl/>
        </w:rPr>
        <w:t xml:space="preserve"> شرمگاھوں کا پردہ کرو اور ز</w:t>
      </w:r>
      <w:r w:rsidR="00576C85">
        <w:rPr>
          <w:rtl/>
        </w:rPr>
        <w:t>ین</w:t>
      </w:r>
      <w:r>
        <w:rPr>
          <w:rtl/>
        </w:rPr>
        <w:t>ت کا لباس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دیا</w:t>
      </w:r>
      <w:r w:rsidR="00824A76" w:rsidRPr="00824A76">
        <w:rPr>
          <w:rtl/>
        </w:rPr>
        <w:t xml:space="preserve"> ہے </w:t>
      </w:r>
      <w:r w:rsidR="007844F9" w:rsidRPr="007844F9">
        <w:rPr>
          <w:rtl/>
        </w:rPr>
        <w:t>لیکن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کا لباس سب سے بہتر</w:t>
      </w:r>
      <w:r w:rsidR="000C56D5" w:rsidRPr="000C56D5">
        <w:rPr>
          <w:rtl/>
        </w:rPr>
        <w:t xml:space="preserve"> ہے۔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</w:t>
      </w:r>
      <w:r>
        <w:rPr>
          <w:rFonts w:hint="cs"/>
          <w:rtl/>
        </w:rPr>
        <w:t>ی</w:t>
      </w:r>
      <w:r>
        <w:rPr>
          <w:rtl/>
        </w:rPr>
        <w:t xml:space="preserve"> گذشتہ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تاکید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جس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437CD4" w:rsidRPr="00437CD4">
        <w:rPr>
          <w:rtl/>
        </w:rPr>
        <w:t xml:space="preserve"> ہوں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سفر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D74317">
        <w:rPr>
          <w:rtl/>
        </w:rPr>
        <w:t>رہو</w:t>
      </w:r>
      <w:r>
        <w:rPr>
          <w:rtl/>
        </w:rPr>
        <w:t xml:space="preserve">ں </w:t>
      </w:r>
      <w:r w:rsidR="00B06535" w:rsidRPr="00B06535">
        <w:rPr>
          <w:rtl/>
        </w:rPr>
        <w:t>یا</w:t>
      </w:r>
      <w:r>
        <w:rPr>
          <w:rtl/>
        </w:rPr>
        <w:t xml:space="preserve"> اپنے وطن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25F9A" w:rsidRPr="00025F9A">
        <w:rPr>
          <w:rtl/>
        </w:rPr>
        <w:t>ہمیش</w:t>
      </w:r>
      <w:r>
        <w:rPr>
          <w:rtl/>
        </w:rPr>
        <w:t xml:space="preserve">ہ حضرت (عج)کو </w:t>
      </w:r>
      <w:r w:rsidR="00B06535" w:rsidRPr="00B06535">
        <w:rPr>
          <w:rtl/>
        </w:rPr>
        <w:t>لبیک</w:t>
      </w:r>
      <w:r>
        <w:rPr>
          <w:rtl/>
        </w:rPr>
        <w:t xml:space="preserve"> کھنے کے </w:t>
      </w:r>
      <w:r w:rsidR="008828D8" w:rsidRPr="008828D8">
        <w:rPr>
          <w:rtl/>
        </w:rPr>
        <w:t>لیئے</w:t>
      </w:r>
      <w:r>
        <w:rPr>
          <w:rtl/>
        </w:rPr>
        <w:t xml:space="preserve"> ت</w:t>
      </w:r>
      <w:r w:rsidR="00720096" w:rsidRPr="00720096">
        <w:rPr>
          <w:rtl/>
        </w:rPr>
        <w:t>یار</w:t>
      </w:r>
      <w:r w:rsidR="00437CD4" w:rsidRPr="00437CD4">
        <w:rPr>
          <w:rtl/>
        </w:rPr>
        <w:t xml:space="preserve"> ہوں </w:t>
      </w:r>
      <w:r>
        <w:rPr>
          <w:rtl/>
        </w:rPr>
        <w:t>ممکن</w:t>
      </w:r>
      <w:r w:rsidR="00824A76" w:rsidRPr="00824A76">
        <w:rPr>
          <w:rtl/>
        </w:rPr>
        <w:t xml:space="preserve"> ہے </w:t>
      </w:r>
      <w:r w:rsidR="00C537D2" w:rsidRPr="00C537D2">
        <w:rPr>
          <w:rtl/>
        </w:rPr>
        <w:t>یہاں</w:t>
      </w:r>
      <w:r>
        <w:rPr>
          <w:rtl/>
        </w:rPr>
        <w:t xml:space="preserve"> پر اشارہ اس خدشہ ک</w:t>
      </w:r>
      <w:r>
        <w:rPr>
          <w:rFonts w:hint="cs"/>
          <w:rtl/>
        </w:rPr>
        <w:t>ی</w:t>
      </w:r>
      <w:r>
        <w:rPr>
          <w:rtl/>
        </w:rPr>
        <w:t xml:space="preserve"> جانب</w:t>
      </w:r>
      <w:r w:rsidR="002549D7" w:rsidRPr="002549D7">
        <w:rPr>
          <w:rtl/>
        </w:rPr>
        <w:t xml:space="preserve"> ہو </w:t>
      </w:r>
      <w:r>
        <w:rPr>
          <w:rtl/>
        </w:rPr>
        <w:t>جو تار</w:t>
      </w:r>
      <w:r w:rsidR="00576C85">
        <w:rPr>
          <w:rtl/>
        </w:rPr>
        <w:t>یخ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انب</w:t>
      </w:r>
      <w:r w:rsidR="00B06535" w:rsidRPr="00B06535">
        <w:rPr>
          <w:rtl/>
        </w:rPr>
        <w:t>یا</w:t>
      </w:r>
      <w:r>
        <w:rPr>
          <w:rtl/>
        </w:rPr>
        <w:t>ء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</w:t>
      </w:r>
      <w:r w:rsidR="00B06535" w:rsidRPr="00B06535">
        <w:rPr>
          <w:rtl/>
        </w:rPr>
        <w:t>یا</w:t>
      </w:r>
      <w:r>
        <w:rPr>
          <w:rtl/>
        </w:rPr>
        <w:t xml:space="preserve"> معصوم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 کے ساتھ پ</w:t>
      </w:r>
      <w:r>
        <w:rPr>
          <w:rFonts w:hint="cs"/>
          <w:rtl/>
        </w:rPr>
        <w:t>ی</w:t>
      </w:r>
      <w:r>
        <w:rPr>
          <w:rtl/>
        </w:rPr>
        <w:t>ش آتا رھا</w:t>
      </w:r>
      <w:r w:rsidR="00824A76" w:rsidRPr="00824A76">
        <w:rPr>
          <w:rtl/>
        </w:rPr>
        <w:t xml:space="preserve"> ہے </w:t>
      </w:r>
      <w:r>
        <w:rPr>
          <w:rtl/>
        </w:rPr>
        <w:t>جب انھوں نے کس</w:t>
      </w:r>
      <w:r>
        <w:rPr>
          <w:rFonts w:hint="cs"/>
          <w:rtl/>
        </w:rPr>
        <w:t>ی</w:t>
      </w:r>
      <w:r>
        <w:rPr>
          <w:rtl/>
        </w:rPr>
        <w:t xml:space="preserve"> ضرورت کے وقت </w:t>
      </w:r>
      <w:r w:rsidR="00B06535" w:rsidRPr="00B06535">
        <w:rPr>
          <w:rtl/>
        </w:rPr>
        <w:t>یا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کے موقع پر لوگوں کو طلب کرنا </w:t>
      </w:r>
      <w:r w:rsidR="00B06535" w:rsidRPr="00B06535">
        <w:rPr>
          <w:rtl/>
        </w:rPr>
        <w:t xml:space="preserve"> چاہ</w:t>
      </w:r>
      <w:r>
        <w:rPr>
          <w:rtl/>
        </w:rPr>
        <w:t>ا تو سب کو بھانے سوجھنے لگتے تھے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="007D2A2F">
        <w:rPr>
          <w:rtl/>
        </w:rPr>
        <w:t>یو</w:t>
      </w:r>
      <w:r>
        <w:rPr>
          <w:rFonts w:hint="cs"/>
          <w:rtl/>
        </w:rPr>
        <w:t>ی</w:t>
      </w:r>
      <w:r>
        <w:rPr>
          <w:rtl/>
        </w:rPr>
        <w:t xml:space="preserve"> بچوں کا بھانہ تو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A900AD">
        <w:rPr>
          <w:rtl/>
        </w:rPr>
        <w:t xml:space="preserve">والدین </w:t>
      </w:r>
      <w:r>
        <w:rPr>
          <w:rtl/>
        </w:rPr>
        <w:t>کا، کس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 w:rsidR="00B06535" w:rsidRPr="00B06535">
        <w:rPr>
          <w:rtl/>
        </w:rPr>
        <w:t>یا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خوف تو کس</w:t>
      </w:r>
      <w:r>
        <w:rPr>
          <w:rFonts w:hint="cs"/>
          <w:rtl/>
        </w:rPr>
        <w:t>ی</w:t>
      </w:r>
      <w:r>
        <w:rPr>
          <w:rtl/>
        </w:rPr>
        <w:t xml:space="preserve"> کو اقتصاد</w:t>
      </w:r>
      <w:r>
        <w:rPr>
          <w:rFonts w:hint="cs"/>
          <w:rtl/>
        </w:rPr>
        <w:t>ی</w:t>
      </w:r>
      <w:r>
        <w:rPr>
          <w:rtl/>
        </w:rPr>
        <w:t xml:space="preserve"> مسائل</w:t>
      </w:r>
      <w:r w:rsidR="00824A76" w:rsidRPr="00824A76">
        <w:rPr>
          <w:rtl/>
        </w:rPr>
        <w:t xml:space="preserve"> ہر </w:t>
      </w:r>
      <w:r>
        <w:rPr>
          <w:rtl/>
        </w:rPr>
        <w:t>شخص اپن</w:t>
      </w:r>
      <w:r>
        <w:rPr>
          <w:rFonts w:hint="cs"/>
          <w:rtl/>
        </w:rPr>
        <w:t>ی</w:t>
      </w:r>
      <w:r>
        <w:rPr>
          <w:rtl/>
        </w:rPr>
        <w:t xml:space="preserve"> مشکل کو لے کر ب</w:t>
      </w:r>
      <w:r w:rsidR="00A900AD">
        <w:rPr>
          <w:rtl/>
        </w:rPr>
        <w:t>یٹ</w:t>
      </w:r>
      <w:r>
        <w:rPr>
          <w:rtl/>
        </w:rPr>
        <w:t>ھ جاتا تھا اور عذر تراش</w:t>
      </w:r>
      <w:r>
        <w:rPr>
          <w:rFonts w:hint="cs"/>
          <w:rtl/>
        </w:rPr>
        <w:t>ی</w:t>
      </w:r>
      <w:r>
        <w:rPr>
          <w:rtl/>
        </w:rPr>
        <w:t xml:space="preserve"> کرنے لگتا ا</w:t>
      </w:r>
      <w:r w:rsidR="00A900AD">
        <w:rPr>
          <w:rtl/>
        </w:rPr>
        <w:t>یس</w:t>
      </w:r>
      <w:r>
        <w:rPr>
          <w:rtl/>
        </w:rPr>
        <w:t xml:space="preserve">ے موقع پر فقط خالص </w:t>
      </w:r>
      <w:r w:rsidR="008828D8" w:rsidRPr="008828D8">
        <w:rPr>
          <w:rtl/>
        </w:rPr>
        <w:t>ایمان</w:t>
      </w:r>
      <w:r>
        <w:rPr>
          <w:rtl/>
        </w:rPr>
        <w:t xml:space="preserve"> والے</w:t>
      </w:r>
      <w:r w:rsidR="002549D7" w:rsidRPr="002549D7">
        <w:rPr>
          <w:rtl/>
        </w:rPr>
        <w:t xml:space="preserve"> ہی </w:t>
      </w:r>
      <w:r>
        <w:rPr>
          <w:rtl/>
        </w:rPr>
        <w:t>ساتھ</w:t>
      </w:r>
      <w:r w:rsidR="00272FF7" w:rsidRPr="00272FF7">
        <w:rPr>
          <w:rtl/>
        </w:rPr>
        <w:t xml:space="preserve"> ہو</w:t>
      </w:r>
      <w:r>
        <w:rPr>
          <w:rtl/>
        </w:rPr>
        <w:t>سکتے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 w:rsidR="007D2A2F">
        <w:rPr>
          <w:rtl/>
        </w:rPr>
        <w:t>یو</w:t>
      </w:r>
      <w:r>
        <w:rPr>
          <w:rFonts w:hint="cs"/>
          <w:rtl/>
        </w:rPr>
        <w:t>ی</w:t>
      </w:r>
      <w:r>
        <w:rPr>
          <w:rtl/>
        </w:rPr>
        <w:t xml:space="preserve"> مشکلات کو</w:t>
      </w:r>
      <w:r w:rsidR="000C56D5" w:rsidRPr="000C56D5">
        <w:rPr>
          <w:rtl/>
        </w:rPr>
        <w:t xml:space="preserve"> اہمیت </w:t>
      </w:r>
      <w:r>
        <w:rPr>
          <w:rtl/>
        </w:rPr>
        <w:t>دے گا تو</w:t>
      </w:r>
      <w:r w:rsidR="001100FA">
        <w:rPr>
          <w:rtl/>
        </w:rPr>
        <w:t>یقین</w:t>
      </w:r>
      <w:r>
        <w:rPr>
          <w:rtl/>
        </w:rPr>
        <w:t xml:space="preserve">ا وہ </w:t>
      </w:r>
      <w:r w:rsidR="004617D9" w:rsidRPr="004617D9">
        <w:rPr>
          <w:rtl/>
        </w:rPr>
        <w:t>فضیلت</w:t>
      </w:r>
      <w:r>
        <w:rPr>
          <w:rtl/>
        </w:rPr>
        <w:t xml:space="preserve"> کے قافلہ سے </w:t>
      </w:r>
      <w:r w:rsidR="00025F9A" w:rsidRPr="00025F9A">
        <w:rPr>
          <w:rtl/>
        </w:rPr>
        <w:t>پیچھے</w:t>
      </w:r>
      <w:r>
        <w:rPr>
          <w:rtl/>
        </w:rPr>
        <w:t xml:space="preserve"> رہ جائے گا لہذا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وقت </w:t>
      </w:r>
      <w:r w:rsidR="00720096" w:rsidRPr="00720096">
        <w:rPr>
          <w:rtl/>
        </w:rPr>
        <w:t>یہی</w:t>
      </w:r>
      <w:r>
        <w:rPr>
          <w:rtl/>
        </w:rPr>
        <w:t xml:space="preserve"> دعا </w:t>
      </w:r>
      <w:r w:rsidR="00025F9A" w:rsidRPr="00025F9A">
        <w:rPr>
          <w:rtl/>
        </w:rPr>
        <w:t>کریں</w:t>
      </w:r>
      <w:r>
        <w:rPr>
          <w:rtl/>
        </w:rPr>
        <w:t xml:space="preserve"> کہ </w:t>
      </w:r>
      <w:r w:rsidR="00025F9A" w:rsidRPr="00025F9A">
        <w:rPr>
          <w:rtl/>
        </w:rPr>
        <w:t>ہمیش</w:t>
      </w:r>
      <w:r>
        <w:rPr>
          <w:rtl/>
        </w:rPr>
        <w:t>ہ سراپا حضرت (عج) ک</w:t>
      </w:r>
      <w:r>
        <w:rPr>
          <w:rFonts w:hint="cs"/>
          <w:rtl/>
        </w:rPr>
        <w:t>ی</w:t>
      </w:r>
      <w:r>
        <w:rPr>
          <w:rtl/>
        </w:rPr>
        <w:t xml:space="preserve"> آواز پر </w:t>
      </w:r>
      <w:r w:rsidR="00B06535" w:rsidRPr="00B06535">
        <w:rPr>
          <w:rtl/>
        </w:rPr>
        <w:t>لبیک</w:t>
      </w:r>
      <w:r>
        <w:rPr>
          <w:rtl/>
        </w:rPr>
        <w:t xml:space="preserve"> کھنے کے </w:t>
      </w:r>
      <w:r w:rsidR="008828D8" w:rsidRPr="008828D8">
        <w:rPr>
          <w:rtl/>
        </w:rPr>
        <w:t>لیئے</w:t>
      </w:r>
      <w:r>
        <w:rPr>
          <w:rtl/>
        </w:rPr>
        <w:t xml:space="preserve"> ت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025F9A" w:rsidRPr="00025F9A">
        <w:rPr>
          <w:rtl/>
        </w:rPr>
        <w:t>رہ</w:t>
      </w:r>
      <w:r w:rsidR="00576C85">
        <w:rPr>
          <w:rtl/>
        </w:rPr>
        <w:t>یں</w:t>
      </w:r>
      <w:r>
        <w:rPr>
          <w:rtl/>
        </w:rPr>
        <w:t xml:space="preserve"> اور </w:t>
      </w:r>
      <w:r w:rsidR="007D2A2F">
        <w:rPr>
          <w:rtl/>
        </w:rPr>
        <w:t xml:space="preserve">ہمیں </w:t>
      </w:r>
      <w:r>
        <w:rPr>
          <w:rtl/>
        </w:rPr>
        <w:t xml:space="preserve"> </w:t>
      </w:r>
      <w:r w:rsidR="008828D8" w:rsidRPr="008828D8">
        <w:rPr>
          <w:rtl/>
        </w:rPr>
        <w:t>ایمان</w:t>
      </w:r>
      <w:r>
        <w:rPr>
          <w:rtl/>
        </w:rPr>
        <w:t xml:space="preserve"> کے اس درجہ سے </w:t>
      </w:r>
      <w:r w:rsidR="00F369ED" w:rsidRPr="00F369ED">
        <w:rPr>
          <w:rtl/>
        </w:rPr>
        <w:t>نیچے</w:t>
      </w:r>
      <w:r>
        <w:rPr>
          <w:rtl/>
        </w:rPr>
        <w:t xml:space="preserve"> نہ گرنے </w:t>
      </w:r>
      <w:r w:rsidR="00720096" w:rsidRPr="00720096">
        <w:rPr>
          <w:rtl/>
        </w:rPr>
        <w:t>دیا</w:t>
      </w:r>
      <w:r>
        <w:rPr>
          <w:rtl/>
        </w:rPr>
        <w:t xml:space="preserve"> جائے جوامام(ع) ک</w:t>
      </w:r>
      <w:r>
        <w:rPr>
          <w:rFonts w:hint="cs"/>
          <w:rtl/>
        </w:rPr>
        <w:t>ی</w:t>
      </w:r>
      <w:r>
        <w:rPr>
          <w:rtl/>
        </w:rPr>
        <w:t xml:space="preserve"> نصرت کے </w:t>
      </w:r>
      <w:r w:rsidR="008828D8" w:rsidRPr="008828D8">
        <w:rPr>
          <w:rtl/>
        </w:rPr>
        <w:t xml:space="preserve">لیئے ہونا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1E3FC4" w:rsidRPr="001E3FC4">
        <w:rPr>
          <w:rtl/>
        </w:rPr>
        <w:t>دنیا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 اور کشش </w:t>
      </w:r>
      <w:r w:rsidR="002549D7" w:rsidRPr="002549D7">
        <w:rPr>
          <w:rtl/>
        </w:rPr>
        <w:t>ہمارے</w:t>
      </w:r>
      <w:r>
        <w:rPr>
          <w:rtl/>
        </w:rPr>
        <w:t xml:space="preserve"> اور حضرت کے </w:t>
      </w:r>
      <w:r w:rsidR="00F369ED" w:rsidRPr="00F369ED">
        <w:rPr>
          <w:rtl/>
        </w:rPr>
        <w:t>درمیان</w:t>
      </w:r>
      <w:r>
        <w:rPr>
          <w:rtl/>
        </w:rPr>
        <w:t xml:space="preserve"> حائل نہ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پائے۔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ُمَّ 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رِنِ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الطَّل</w:t>
      </w:r>
      <w:r w:rsidR="0042080E" w:rsidRPr="00DA42EA">
        <w:rPr>
          <w:rStyle w:val="libArabicChar"/>
          <w:rFonts w:hint="cs"/>
          <w:rtl/>
        </w:rPr>
        <w:t>ْعَةَ الرَّشِی</w:t>
      </w:r>
      <w:r w:rsidR="0042080E" w:rsidRPr="00DA42EA">
        <w:rPr>
          <w:rStyle w:val="libArabicChar"/>
          <w:rFonts w:hint="eastAsia"/>
          <w:rtl/>
        </w:rPr>
        <w:t>دَةَ</w:t>
      </w:r>
      <w:r w:rsidR="0042080E" w:rsidRPr="00DA42EA">
        <w:rPr>
          <w:rStyle w:val="libArabicChar"/>
          <w:rtl/>
        </w:rPr>
        <w:t xml:space="preserve"> وَال</w:t>
      </w:r>
      <w:r w:rsidR="0042080E" w:rsidRPr="00DA42EA">
        <w:rPr>
          <w:rStyle w:val="libArabicChar"/>
          <w:rFonts w:hint="cs"/>
          <w:rtl/>
        </w:rPr>
        <w:t>ْغُرَّةَ الْحَمِی</w:t>
      </w:r>
      <w:r w:rsidR="0042080E" w:rsidRPr="00DA42EA">
        <w:rPr>
          <w:rStyle w:val="libArabicChar"/>
          <w:rFonts w:hint="eastAsia"/>
          <w:rtl/>
        </w:rPr>
        <w:t>دَةَ</w:t>
      </w:r>
      <w:r w:rsidR="0042080E" w:rsidRPr="00DA42EA">
        <w:rPr>
          <w:rStyle w:val="libArabicChar"/>
          <w:rtl/>
        </w:rPr>
        <w:t xml:space="preserve"> وَاک</w:t>
      </w:r>
      <w:r w:rsidR="0042080E" w:rsidRPr="00DA42EA">
        <w:rPr>
          <w:rStyle w:val="libArabicChar"/>
          <w:rFonts w:hint="cs"/>
          <w:rtl/>
        </w:rPr>
        <w:t>ْحَُلْ ناظِرِی</w:t>
      </w:r>
      <w:r w:rsidR="0042080E" w:rsidRPr="00DA42EA">
        <w:rPr>
          <w:rStyle w:val="libArabicChar"/>
          <w:rtl/>
        </w:rPr>
        <w:t xml:space="preserve"> بِنَظ</w:t>
      </w:r>
      <w:r w:rsidR="0042080E" w:rsidRPr="00DA42EA">
        <w:rPr>
          <w:rStyle w:val="libArabicChar"/>
          <w:rFonts w:hint="cs"/>
          <w:rtl/>
        </w:rPr>
        <w:t>ْرَةِ مِنِّی</w:t>
      </w:r>
      <w:r w:rsidR="0042080E" w:rsidRPr="00DA42EA">
        <w:rPr>
          <w:rStyle w:val="libArabicChar"/>
          <w:rtl/>
        </w:rPr>
        <w:t xml:space="preserve"> إِلَ</w:t>
      </w:r>
      <w:r w:rsidR="0042080E" w:rsidRPr="00DA42EA">
        <w:rPr>
          <w:rStyle w:val="libArabicChar"/>
          <w:rFonts w:hint="cs"/>
          <w:rtl/>
        </w:rPr>
        <w:t>یْ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(اے خدا! مجھے حضرت (عج)کا چمکتا</w:t>
      </w:r>
      <w:r w:rsidR="00042197" w:rsidRPr="00042197">
        <w:rPr>
          <w:rtl/>
        </w:rPr>
        <w:t xml:space="preserve"> ہوا </w:t>
      </w:r>
      <w:r>
        <w:rPr>
          <w:rtl/>
        </w:rPr>
        <w:t>چھرہ د</w:t>
      </w:r>
      <w:r w:rsidR="007844F9" w:rsidRPr="007844F9">
        <w:rPr>
          <w:rtl/>
        </w:rPr>
        <w:t>کہا</w:t>
      </w:r>
      <w:r>
        <w:rPr>
          <w:rtl/>
        </w:rPr>
        <w:t xml:space="preserve"> اور درخشاں </w:t>
      </w:r>
      <w:r w:rsidR="003E5538" w:rsidRPr="003E5538">
        <w:rPr>
          <w:rtl/>
        </w:rPr>
        <w:t>پیش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اور ان کے د</w:t>
      </w:r>
      <w:r w:rsidR="007D2A2F">
        <w:rPr>
          <w:rtl/>
        </w:rPr>
        <w:t>ید</w:t>
      </w:r>
      <w:r>
        <w:rPr>
          <w:rtl/>
        </w:rPr>
        <w:t xml:space="preserve">ار کو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آنکھوں کا سرما بنادے)۔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42EA">
        <w:rPr>
          <w:rStyle w:val="libArabicChar"/>
          <w:rFonts w:hint="eastAsia"/>
          <w:rtl/>
        </w:rPr>
        <w:t>الطلعة</w:t>
      </w:r>
      <w:r w:rsidRPr="00DA42EA">
        <w:rPr>
          <w:rStyle w:val="libArabicChar"/>
          <w:rtl/>
        </w:rPr>
        <w:t xml:space="preserve"> الرش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“ سے مراد خود حضرت (عج)ھ</w:t>
      </w:r>
      <w:r w:rsidR="00576C85">
        <w:rPr>
          <w:rtl/>
        </w:rPr>
        <w:t>یں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قرآن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حضرت (عج)کو آفتاب سے تشب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اشرقت الارض بنور ربّ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ا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 w:rsidR="004617D9" w:rsidRPr="004617D9">
        <w:rPr>
          <w:rtl/>
        </w:rPr>
        <w:t>زمین</w:t>
      </w:r>
      <w:r>
        <w:rPr>
          <w:rtl/>
        </w:rPr>
        <w:t xml:space="preserve"> اپنے پروردگار کے نور سے جگمگا اٹھے گ</w:t>
      </w:r>
      <w:r>
        <w:rPr>
          <w:rFonts w:hint="cs"/>
          <w:rtl/>
        </w:rPr>
        <w:t>ی</w:t>
      </w:r>
      <w:r>
        <w:rPr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 w:rsidR="00C1070F" w:rsidRPr="00C1070F">
        <w:rPr>
          <w:rtl/>
        </w:rPr>
        <w:t>ذیل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جب </w:t>
      </w:r>
      <w:r w:rsidR="002549D7" w:rsidRPr="002549D7">
        <w:rPr>
          <w:rtl/>
        </w:rPr>
        <w:t>ہمارے</w:t>
      </w:r>
      <w:r>
        <w:rPr>
          <w:rtl/>
        </w:rPr>
        <w:t xml:space="preserve"> قائم ق</w:t>
      </w:r>
      <w:r w:rsidR="00B06535" w:rsidRPr="00B06535">
        <w:rPr>
          <w:rtl/>
        </w:rPr>
        <w:t>یا</w:t>
      </w:r>
      <w:r>
        <w:rPr>
          <w:rtl/>
        </w:rPr>
        <w:t xml:space="preserve">م </w:t>
      </w:r>
      <w:r w:rsidR="00025F9A" w:rsidRPr="00025F9A">
        <w:rPr>
          <w:rtl/>
        </w:rPr>
        <w:t>کریں</w:t>
      </w:r>
      <w:r>
        <w:rPr>
          <w:rtl/>
        </w:rPr>
        <w:t xml:space="preserve"> گے تو </w:t>
      </w:r>
      <w:r w:rsidR="004617D9" w:rsidRPr="004617D9">
        <w:rPr>
          <w:rtl/>
        </w:rPr>
        <w:t>زمین</w:t>
      </w:r>
      <w:r>
        <w:rPr>
          <w:rtl/>
        </w:rPr>
        <w:t xml:space="preserve"> آپ کو خدا ک</w:t>
      </w:r>
      <w:r>
        <w:rPr>
          <w:rFonts w:hint="cs"/>
          <w:rtl/>
        </w:rPr>
        <w:t>ی</w:t>
      </w:r>
      <w:r>
        <w:rPr>
          <w:rtl/>
        </w:rPr>
        <w:t xml:space="preserve"> طرف سے عطا کئے گئے نور سے بھر جائے گ</w:t>
      </w:r>
      <w:r>
        <w:rPr>
          <w:rFonts w:hint="cs"/>
          <w:rtl/>
        </w:rPr>
        <w:t>ی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خود حضرت (عج)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کرتے</w:t>
      </w:r>
      <w:r w:rsidR="008828D8" w:rsidRPr="008828D8">
        <w:rPr>
          <w:rtl/>
        </w:rPr>
        <w:t xml:space="preserve"> ہوئے </w:t>
      </w:r>
      <w:r>
        <w:rPr>
          <w:rtl/>
        </w:rPr>
        <w:t>فرماتے</w:t>
      </w:r>
      <w:r w:rsidR="000C56D5" w:rsidRPr="000C56D5">
        <w:rPr>
          <w:rtl/>
        </w:rPr>
        <w:t xml:space="preserve"> ہیں </w:t>
      </w:r>
      <w:r>
        <w:rPr>
          <w:rtl/>
        </w:rPr>
        <w:t>کہ مجھ سے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استفادہ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جاسکتا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lastRenderedPageBreak/>
        <w:t>اما</w:t>
      </w:r>
      <w:r w:rsidRPr="00DA42EA">
        <w:rPr>
          <w:rStyle w:val="libArabicChar"/>
          <w:rtl/>
        </w:rPr>
        <w:t xml:space="preserve"> وج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الانتفاع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غ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Fonts w:hint="eastAsia"/>
          <w:rtl/>
        </w:rPr>
        <w:t>بت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فکالانتفاع بالشمس اذا غ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ّب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عن الابصار السحاب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88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”مجھ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</w:t>
      </w:r>
      <w:r w:rsidR="007D2A2F">
        <w:rPr>
          <w:rtl/>
        </w:rPr>
        <w:t xml:space="preserve">میں </w:t>
      </w:r>
      <w:r>
        <w:rPr>
          <w:rtl/>
        </w:rPr>
        <w:t xml:space="preserve"> اس طرح فائدہ اٹھا</w:t>
      </w:r>
      <w:r w:rsidR="00B06535" w:rsidRPr="00B06535">
        <w:rPr>
          <w:rtl/>
        </w:rPr>
        <w:t>یا</w:t>
      </w:r>
      <w:r>
        <w:rPr>
          <w:rtl/>
        </w:rPr>
        <w:t xml:space="preserve"> جاسکتا</w:t>
      </w:r>
      <w:r w:rsidR="00824A76" w:rsidRPr="00824A76">
        <w:rPr>
          <w:rtl/>
        </w:rPr>
        <w:t xml:space="preserve"> ہے </w:t>
      </w:r>
      <w:r w:rsidR="008828D8" w:rsidRPr="008828D8">
        <w:rPr>
          <w:rtl/>
        </w:rPr>
        <w:t>جیسے</w:t>
      </w:r>
      <w:r>
        <w:rPr>
          <w:rtl/>
        </w:rPr>
        <w:t xml:space="preserve"> بادلوں </w:t>
      </w:r>
      <w:r w:rsidR="007D2A2F">
        <w:rPr>
          <w:rtl/>
        </w:rPr>
        <w:t xml:space="preserve">میں </w:t>
      </w:r>
      <w:r>
        <w:rPr>
          <w:rtl/>
        </w:rPr>
        <w:t xml:space="preserve"> سورج کے چھپ جانے سے فائدہ پھنچتا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42EA">
        <w:rPr>
          <w:rStyle w:val="libArabicChar"/>
          <w:rFonts w:hint="eastAsia"/>
          <w:rtl/>
        </w:rPr>
        <w:t>الغرة</w:t>
      </w:r>
      <w:r w:rsidRPr="00DA42EA">
        <w:rPr>
          <w:rStyle w:val="libArabicChar"/>
          <w:rtl/>
        </w:rPr>
        <w:t xml:space="preserve"> الحم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دة</w:t>
      </w:r>
      <w:r>
        <w:rPr>
          <w:rtl/>
        </w:rPr>
        <w:t>“ کا مطلب سف</w:t>
      </w:r>
      <w:r w:rsidR="007D2A2F">
        <w:rPr>
          <w:rtl/>
        </w:rPr>
        <w:t>ید</w:t>
      </w:r>
      <w:r>
        <w:rPr>
          <w:rtl/>
        </w:rPr>
        <w:t xml:space="preserve"> </w:t>
      </w:r>
      <w:r w:rsidR="003E5538" w:rsidRPr="003E5538">
        <w:rPr>
          <w:rtl/>
        </w:rPr>
        <w:t>پیش</w:t>
      </w:r>
      <w:r>
        <w:rPr>
          <w:rtl/>
        </w:rPr>
        <w:t>ان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جو کنا</w:t>
      </w:r>
      <w:r w:rsidR="00C537D2" w:rsidRPr="00C537D2">
        <w:rPr>
          <w:rtl/>
        </w:rPr>
        <w:t xml:space="preserve">یہ </w:t>
      </w:r>
      <w:r w:rsidR="00824A76" w:rsidRPr="00824A76">
        <w:rPr>
          <w:rtl/>
        </w:rPr>
        <w:t xml:space="preserve"> ہے </w:t>
      </w:r>
      <w:r>
        <w:rPr>
          <w:rtl/>
        </w:rPr>
        <w:t>خوشبخت</w:t>
      </w:r>
      <w:r>
        <w:rPr>
          <w:rFonts w:hint="cs"/>
          <w:rtl/>
        </w:rPr>
        <w:t>ی</w:t>
      </w:r>
      <w:r>
        <w:rPr>
          <w:rtl/>
        </w:rPr>
        <w:t xml:space="preserve"> اور خوش قسمت</w:t>
      </w:r>
      <w:r>
        <w:rPr>
          <w:rFonts w:hint="cs"/>
          <w:rtl/>
        </w:rPr>
        <w:t>ی</w:t>
      </w:r>
      <w:r>
        <w:rPr>
          <w:rtl/>
        </w:rPr>
        <w:t xml:space="preserve"> سے،مراد وہ نور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 سے </w:t>
      </w:r>
      <w:r w:rsidR="001E3FC4" w:rsidRPr="001E3FC4">
        <w:rPr>
          <w:rtl/>
        </w:rPr>
        <w:t>دنیا</w:t>
      </w:r>
      <w:r>
        <w:rPr>
          <w:rtl/>
        </w:rPr>
        <w:t xml:space="preserve"> روشن </w:t>
      </w:r>
      <w:r w:rsidR="00042197" w:rsidRPr="00042197">
        <w:rPr>
          <w:rtl/>
        </w:rPr>
        <w:t xml:space="preserve">ہوجائے </w:t>
      </w:r>
      <w:r>
        <w:rPr>
          <w:rtl/>
        </w:rPr>
        <w:t>۔ اس علامت خوشبخت</w:t>
      </w:r>
      <w:r>
        <w:rPr>
          <w:rFonts w:hint="cs"/>
          <w:rtl/>
        </w:rPr>
        <w:t>ی</w:t>
      </w:r>
      <w:r>
        <w:rPr>
          <w:rtl/>
        </w:rPr>
        <w:t xml:space="preserve"> کو جو </w:t>
      </w:r>
      <w:r w:rsidR="001100FA">
        <w:rPr>
          <w:rtl/>
        </w:rPr>
        <w:t>مومنین</w:t>
      </w:r>
      <w:r>
        <w:rPr>
          <w:rtl/>
        </w:rPr>
        <w:t xml:space="preserve"> کے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باعث مسرت</w:t>
      </w:r>
      <w:r w:rsidR="002549D7" w:rsidRPr="002549D7">
        <w:rPr>
          <w:rtl/>
        </w:rPr>
        <w:t xml:space="preserve"> ہو </w:t>
      </w:r>
      <w:r>
        <w:rPr>
          <w:rtl/>
        </w:rPr>
        <w:t>مجھ پر</w:t>
      </w:r>
      <w:r w:rsidR="008828D8" w:rsidRPr="008828D8">
        <w:rPr>
          <w:rtl/>
        </w:rPr>
        <w:t xml:space="preserve"> ظاہر </w:t>
      </w:r>
      <w:r>
        <w:rPr>
          <w:rtl/>
        </w:rPr>
        <w:t>فرما اور حضرت (عج) کے د</w:t>
      </w:r>
      <w:r w:rsidR="007D2A2F">
        <w:rPr>
          <w:rtl/>
        </w:rPr>
        <w:t>ید</w:t>
      </w:r>
      <w:r>
        <w:rPr>
          <w:rtl/>
        </w:rPr>
        <w:t xml:space="preserve">ار کو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آنکھوں کے لئے ٹھنڈک قراردے۔ </w:t>
      </w:r>
      <w:r w:rsidR="007D2A2F">
        <w:rPr>
          <w:rtl/>
        </w:rPr>
        <w:t>میر</w:t>
      </w:r>
      <w:r>
        <w:rPr>
          <w:rtl/>
        </w:rPr>
        <w:t>ے غم اور درد کا علاج خود حضرت (عج)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8828D8" w:rsidP="0042080E">
      <w:pPr>
        <w:pStyle w:val="libNormal"/>
        <w:rPr>
          <w:rtl/>
        </w:rPr>
      </w:pPr>
      <w:r w:rsidRPr="008828D8">
        <w:rPr>
          <w:rFonts w:hint="eastAsia"/>
          <w:rtl/>
        </w:rPr>
        <w:t>جیسے</w:t>
      </w:r>
      <w:r w:rsidR="0042080E">
        <w:rPr>
          <w:rtl/>
        </w:rPr>
        <w:t xml:space="preserve"> انسان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پسند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B06535" w:rsidRPr="00B06535">
        <w:rPr>
          <w:rtl/>
        </w:rPr>
        <w:t>چیز</w:t>
      </w:r>
      <w:r w:rsidR="0042080E">
        <w:rPr>
          <w:rtl/>
        </w:rPr>
        <w:t>کو د</w:t>
      </w:r>
      <w:r w:rsidR="007D2A2F">
        <w:rPr>
          <w:rtl/>
        </w:rPr>
        <w:t>یک</w:t>
      </w:r>
      <w:r w:rsidR="0042080E">
        <w:rPr>
          <w:rtl/>
        </w:rPr>
        <w:t>ھ کر کہتا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</w:t>
      </w:r>
      <w:r w:rsidR="007D2A2F">
        <w:rPr>
          <w:rtl/>
        </w:rPr>
        <w:t>میر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آنکھوں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ٹھنڈک پڑ گئ</w:t>
      </w:r>
      <w:r w:rsidR="0042080E">
        <w:rPr>
          <w:rFonts w:hint="cs"/>
          <w:rtl/>
        </w:rPr>
        <w:t>ی</w:t>
      </w:r>
      <w:r w:rsidRPr="008828D8">
        <w:rPr>
          <w:rtl/>
        </w:rPr>
        <w:t xml:space="preserve"> یہ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مناسبت سے</w:t>
      </w:r>
      <w:r w:rsidR="00824A76" w:rsidRPr="00824A76">
        <w:rPr>
          <w:rtl/>
        </w:rPr>
        <w:t xml:space="preserve"> ہے </w:t>
      </w:r>
      <w:r w:rsidR="001E3FC4" w:rsidRPr="001E3FC4">
        <w:rPr>
          <w:rtl/>
        </w:rPr>
        <w:t>کیونکہ</w:t>
      </w:r>
      <w:r w:rsidR="0042080E">
        <w:rPr>
          <w:rtl/>
        </w:rPr>
        <w:t xml:space="preserve"> ا س کا د</w:t>
      </w:r>
      <w:r w:rsidR="007D2A2F">
        <w:rPr>
          <w:rtl/>
        </w:rPr>
        <w:t>ید</w:t>
      </w:r>
      <w:r w:rsidR="0042080E">
        <w:rPr>
          <w:rtl/>
        </w:rPr>
        <w:t xml:space="preserve">ار </w:t>
      </w:r>
      <w:r w:rsidR="001100FA">
        <w:rPr>
          <w:rtl/>
        </w:rPr>
        <w:t>مومنین</w:t>
      </w:r>
      <w:r w:rsidR="0042080E">
        <w:rPr>
          <w:rtl/>
        </w:rPr>
        <w:t xml:space="preserve"> کے لئے باعث مسرت اور فرح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A900AD">
        <w:rPr>
          <w:rFonts w:hint="eastAsia"/>
          <w:rtl/>
        </w:rPr>
        <w:t>یس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 w:rsidR="007D2A2F">
        <w:rPr>
          <w:rtl/>
        </w:rPr>
        <w:t>ید</w:t>
      </w:r>
      <w:r>
        <w:rPr>
          <w:rtl/>
        </w:rPr>
        <w:t xml:space="preserve">ار </w:t>
      </w:r>
      <w:r w:rsidR="00B06535" w:rsidRPr="00B06535">
        <w:rPr>
          <w:rtl/>
        </w:rPr>
        <w:t xml:space="preserve"> چاہ</w:t>
      </w:r>
      <w:r>
        <w:rPr>
          <w:rtl/>
        </w:rPr>
        <w:t>ے عالم رو</w:t>
      </w:r>
      <w:r w:rsidR="00B06535" w:rsidRPr="00B06535">
        <w:rPr>
          <w:rtl/>
        </w:rPr>
        <w:t>یا</w:t>
      </w:r>
      <w:r>
        <w:rPr>
          <w:rtl/>
        </w:rPr>
        <w:t xml:space="preserve"> اور خواب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>کیوں</w:t>
      </w:r>
      <w:r>
        <w:rPr>
          <w:rtl/>
        </w:rPr>
        <w:t xml:space="preserve"> نہ</w:t>
      </w:r>
      <w:r w:rsidR="00437CD4" w:rsidRPr="00437CD4">
        <w:rPr>
          <w:rtl/>
        </w:rPr>
        <w:t xml:space="preserve"> ہوں </w:t>
      </w:r>
      <w:r>
        <w:rPr>
          <w:rtl/>
        </w:rPr>
        <w:t>انسان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پر فخر محسوس کرتا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اور خواب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تمنا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خدا</w:t>
      </w:r>
      <w:r w:rsidR="00B06535" w:rsidRPr="00B06535">
        <w:rPr>
          <w:rtl/>
        </w:rPr>
        <w:t>یا</w:t>
      </w:r>
      <w:r w:rsidR="008828D8" w:rsidRPr="008828D8">
        <w:rPr>
          <w:rtl/>
        </w:rPr>
        <w:t xml:space="preserve"> یہ </w:t>
      </w:r>
      <w:r>
        <w:rPr>
          <w:rtl/>
        </w:rPr>
        <w:t>خواب کبھ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پائے۔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بات قابل ذکر</w:t>
      </w:r>
      <w:r w:rsidR="00720096" w:rsidRPr="00720096">
        <w:rPr>
          <w:rtl/>
        </w:rPr>
        <w:t xml:space="preserve"> رہے </w:t>
      </w:r>
      <w:r>
        <w:rPr>
          <w:rtl/>
        </w:rPr>
        <w:t>کہ د</w:t>
      </w:r>
      <w:r w:rsidR="007D2A2F">
        <w:rPr>
          <w:rtl/>
        </w:rPr>
        <w:t>ید</w:t>
      </w:r>
      <w:r>
        <w:rPr>
          <w:rtl/>
        </w:rPr>
        <w:t xml:space="preserve">ار فقط </w:t>
      </w:r>
      <w:r w:rsidR="001100FA">
        <w:rPr>
          <w:rtl/>
        </w:rPr>
        <w:t>مومنین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باعث مسرت</w:t>
      </w:r>
      <w:r w:rsidR="000C56D5" w:rsidRPr="000C56D5">
        <w:rPr>
          <w:rtl/>
        </w:rPr>
        <w:t xml:space="preserve"> ہوگا </w:t>
      </w:r>
      <w:r w:rsidR="001E3FC4" w:rsidRPr="001E3FC4">
        <w:rPr>
          <w:rtl/>
        </w:rPr>
        <w:t>کیونکہ</w:t>
      </w:r>
      <w:r>
        <w:rPr>
          <w:rtl/>
        </w:rPr>
        <w:t xml:space="preserve"> م</w:t>
      </w:r>
      <w:r w:rsidR="00296C60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فقط آنکھوں سے ز</w:t>
      </w:r>
      <w:r w:rsidR="00720096" w:rsidRPr="00720096">
        <w:rPr>
          <w:rtl/>
        </w:rPr>
        <w:t>یار</w:t>
      </w:r>
      <w:r>
        <w:rPr>
          <w:rtl/>
        </w:rPr>
        <w:t xml:space="preserve">ت کرنا </w:t>
      </w:r>
      <w:r w:rsidR="002025F2" w:rsidRPr="002025F2">
        <w:rPr>
          <w:rtl/>
        </w:rPr>
        <w:t>نہیں</w:t>
      </w:r>
      <w:r>
        <w:rPr>
          <w:rtl/>
        </w:rPr>
        <w:t xml:space="preserve"> بلکہ آنکھوں کے </w:t>
      </w:r>
      <w:r w:rsidR="00B06535" w:rsidRPr="00B06535">
        <w:rPr>
          <w:rtl/>
        </w:rPr>
        <w:t>ذریع</w:t>
      </w:r>
      <w:r>
        <w:rPr>
          <w:rtl/>
        </w:rPr>
        <w:t>ہ اپنے دل کو ز</w:t>
      </w:r>
      <w:r w:rsidR="00720096" w:rsidRPr="00720096">
        <w:rPr>
          <w:rtl/>
        </w:rPr>
        <w:t>یار</w:t>
      </w:r>
      <w:r>
        <w:rPr>
          <w:rtl/>
        </w:rPr>
        <w:t>ت سے منور کرنا</w:t>
      </w:r>
      <w:r w:rsidR="002549D7" w:rsidRPr="002549D7">
        <w:rPr>
          <w:rtl/>
        </w:rPr>
        <w:t xml:space="preserve"> ہے۔ </w:t>
      </w:r>
      <w:r w:rsidR="008828D8" w:rsidRPr="008828D8">
        <w:rPr>
          <w:rtl/>
        </w:rPr>
        <w:t>ایمان</w:t>
      </w:r>
      <w:r>
        <w:rPr>
          <w:rtl/>
        </w:rPr>
        <w:t xml:space="preserve"> اور عق</w:t>
      </w:r>
      <w:r w:rsidR="007D2A2F">
        <w:rPr>
          <w:rtl/>
        </w:rPr>
        <w:t>ید</w:t>
      </w:r>
      <w:r>
        <w:rPr>
          <w:rtl/>
        </w:rPr>
        <w:t xml:space="preserve">ہ کے اس درجہ کے حصول کے </w:t>
      </w:r>
      <w:r w:rsidR="008828D8" w:rsidRPr="008828D8">
        <w:rPr>
          <w:rtl/>
        </w:rPr>
        <w:t>لیئے</w:t>
      </w:r>
      <w:r>
        <w:rPr>
          <w:rtl/>
        </w:rPr>
        <w:t xml:space="preserve"> جو محبت اور ول</w:t>
      </w:r>
      <w:r w:rsidR="001100FA">
        <w:rPr>
          <w:rtl/>
        </w:rPr>
        <w:t>ایت</w:t>
      </w:r>
      <w:r w:rsidR="00DE4B57" w:rsidRPr="00DE4B57">
        <w:rPr>
          <w:rtl/>
        </w:rPr>
        <w:t xml:space="preserve"> اہل </w:t>
      </w:r>
      <w:r>
        <w:rPr>
          <w:rtl/>
        </w:rPr>
        <w:t>ب</w:t>
      </w:r>
      <w:r w:rsidR="007D2A2F">
        <w:rPr>
          <w:rtl/>
        </w:rPr>
        <w:t>یت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</w:t>
      </w:r>
      <w:r>
        <w:rPr>
          <w:rFonts w:hint="eastAsia"/>
          <w:rtl/>
        </w:rPr>
        <w:t>لام</w:t>
      </w:r>
      <w:r>
        <w:rPr>
          <w:rtl/>
        </w:rPr>
        <w:t xml:space="preserve"> کے لئے مطلوب</w:t>
      </w:r>
      <w:r w:rsidR="002549D7" w:rsidRPr="002549D7">
        <w:rPr>
          <w:rtl/>
        </w:rPr>
        <w:t xml:space="preserve"> ہے۔ </w:t>
      </w:r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>یو</w:t>
      </w:r>
      <w:r w:rsidR="0042080E">
        <w:rPr>
          <w:rFonts w:hint="eastAsia"/>
          <w:rtl/>
        </w:rPr>
        <w:t>ں</w:t>
      </w:r>
      <w:r w:rsidR="0042080E">
        <w:rPr>
          <w:rtl/>
        </w:rPr>
        <w:t xml:space="preserve"> تو بہت سے لوگوں نے رسول خدا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</w:t>
      </w:r>
      <w:r w:rsidR="00720096" w:rsidRPr="00720096">
        <w:rPr>
          <w:rtl/>
        </w:rPr>
        <w:t>یار</w:t>
      </w:r>
      <w:r w:rsidR="0042080E">
        <w:rPr>
          <w:rtl/>
        </w:rPr>
        <w:t>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مسلسل ز</w:t>
      </w:r>
      <w:r w:rsidR="00720096" w:rsidRPr="00720096">
        <w:rPr>
          <w:rtl/>
        </w:rPr>
        <w:t>یار</w:t>
      </w:r>
      <w:r w:rsidR="0042080E">
        <w:rPr>
          <w:rtl/>
        </w:rPr>
        <w:t>ت کرتے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مگر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محبت ان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فائدہ مند نہ رھ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1E3FC4" w:rsidRPr="001E3FC4">
        <w:rPr>
          <w:rtl/>
        </w:rPr>
        <w:t>کیونکہ</w:t>
      </w:r>
      <w:r w:rsidR="0042080E">
        <w:rPr>
          <w:rtl/>
        </w:rPr>
        <w:t xml:space="preserve"> ان کے قلوب </w:t>
      </w:r>
      <w:r w:rsidR="008828D8" w:rsidRPr="008828D8">
        <w:rPr>
          <w:rtl/>
        </w:rPr>
        <w:t>گناہوں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</w:t>
      </w:r>
      <w:r w:rsidR="00576C85">
        <w:rPr>
          <w:rtl/>
        </w:rPr>
        <w:t>یل</w:t>
      </w:r>
      <w:r w:rsidR="0042080E">
        <w:rPr>
          <w:rtl/>
        </w:rPr>
        <w:t xml:space="preserve"> سے ڈھک چکے تھے </w:t>
      </w:r>
      <w:r w:rsidR="00C537D2" w:rsidRPr="00C537D2">
        <w:rPr>
          <w:rtl/>
        </w:rPr>
        <w:t>یہاں</w:t>
      </w:r>
      <w:r w:rsidR="0042080E">
        <w:rPr>
          <w:rtl/>
        </w:rPr>
        <w:t xml:space="preserve"> تک کہ نہ ا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حق سمجھ </w:t>
      </w:r>
      <w:r>
        <w:rPr>
          <w:rtl/>
        </w:rPr>
        <w:t xml:space="preserve">میں </w:t>
      </w:r>
      <w:r w:rsidR="0042080E">
        <w:rPr>
          <w:rtl/>
        </w:rPr>
        <w:t xml:space="preserve"> آ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اور نہ</w:t>
      </w:r>
      <w:r w:rsidR="002549D7" w:rsidRPr="002549D7">
        <w:rPr>
          <w:rtl/>
        </w:rPr>
        <w:t xml:space="preserve"> ہی </w:t>
      </w:r>
      <w:r w:rsidR="0042080E">
        <w:rPr>
          <w:rtl/>
        </w:rPr>
        <w:t>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عاقبت سنوار سکے۔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ختم اللّٰ</w:t>
      </w:r>
      <w:r w:rsidRPr="00031FA0">
        <w:rPr>
          <w:rStyle w:val="libAieChar"/>
          <w:rFonts w:hint="cs"/>
          <w:rtl/>
        </w:rPr>
        <w:t>ه</w:t>
      </w:r>
      <w:r w:rsidR="0042080E" w:rsidRPr="00DA42EA">
        <w:rPr>
          <w:rStyle w:val="libAieChar"/>
          <w:rtl/>
        </w:rPr>
        <w:t xml:space="preserve"> عل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قلوب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وعل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سمع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وعل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ابصار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غشاوة ول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عذاب عظ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م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89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نے ان کے دلوں اور کانوں پر گو</w:t>
      </w:r>
      <w:r w:rsidR="00B06535" w:rsidRPr="00B06535">
        <w:rPr>
          <w:rtl/>
        </w:rPr>
        <w:t>یا</w:t>
      </w:r>
      <w:r>
        <w:rPr>
          <w:rtl/>
        </w:rPr>
        <w:t xml:space="preserve"> مھر لگاد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نہ کچھ سنتے</w:t>
      </w:r>
      <w:r w:rsidR="000C56D5" w:rsidRPr="000C56D5">
        <w:rPr>
          <w:rtl/>
        </w:rPr>
        <w:t xml:space="preserve"> ہیں </w:t>
      </w:r>
      <w:r>
        <w:rPr>
          <w:rtl/>
        </w:rPr>
        <w:t>اور نہ سمجھتے</w:t>
      </w:r>
      <w:r w:rsidR="000C56D5" w:rsidRPr="000C56D5">
        <w:rPr>
          <w:rtl/>
        </w:rPr>
        <w:t xml:space="preserve"> ہیں </w:t>
      </w:r>
      <w:r>
        <w:rPr>
          <w:rtl/>
        </w:rPr>
        <w:t>اور آنکھوں پر بھ</w:t>
      </w:r>
      <w:r>
        <w:rPr>
          <w:rFonts w:hint="cs"/>
          <w:rtl/>
        </w:rPr>
        <w:t>ی</w:t>
      </w:r>
      <w:r>
        <w:rPr>
          <w:rtl/>
        </w:rPr>
        <w:t xml:space="preserve"> پردے پڑ گئے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</w:t>
      </w:r>
      <w:r w:rsidR="008828D8" w:rsidRPr="008828D8">
        <w:rPr>
          <w:rtl/>
        </w:rPr>
        <w:t xml:space="preserve"> یہ </w:t>
      </w:r>
      <w:r>
        <w:rPr>
          <w:rtl/>
        </w:rPr>
        <w:t>لوگ گمراھ</w:t>
      </w:r>
      <w:r>
        <w:rPr>
          <w:rFonts w:hint="cs"/>
          <w:rtl/>
        </w:rPr>
        <w:t>ی</w:t>
      </w:r>
      <w:r>
        <w:rPr>
          <w:rtl/>
        </w:rPr>
        <w:t xml:space="preserve"> اور ضلالت کے سمندر </w:t>
      </w:r>
      <w:r w:rsidR="007D2A2F">
        <w:rPr>
          <w:rtl/>
        </w:rPr>
        <w:t xml:space="preserve">میں </w:t>
      </w:r>
      <w:r>
        <w:rPr>
          <w:rtl/>
        </w:rPr>
        <w:t xml:space="preserve"> غرق</w:t>
      </w:r>
      <w:r w:rsidR="008828D8" w:rsidRPr="008828D8">
        <w:rPr>
          <w:rtl/>
        </w:rPr>
        <w:t xml:space="preserve"> ہونے </w:t>
      </w:r>
      <w:r>
        <w:rPr>
          <w:rtl/>
        </w:rPr>
        <w:t>لگتے</w:t>
      </w:r>
      <w:r w:rsidR="000C56D5" w:rsidRPr="000C56D5">
        <w:rPr>
          <w:rtl/>
        </w:rPr>
        <w:t xml:space="preserve"> ہیں </w:t>
      </w:r>
      <w:r>
        <w:rPr>
          <w:rtl/>
        </w:rPr>
        <w:t>تو پھر خداوند عالم فرماتا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lastRenderedPageBreak/>
        <w:t>(</w:t>
      </w:r>
      <w:r w:rsidR="0042080E" w:rsidRPr="00DA42EA">
        <w:rPr>
          <w:rStyle w:val="libAieChar"/>
          <w:rtl/>
        </w:rPr>
        <w:t>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قلوب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مرض فزاد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مرضا و 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عذاب ال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م بما کانوا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کذبون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کے دلوں </w:t>
      </w:r>
      <w:r w:rsidR="007D2A2F">
        <w:rPr>
          <w:rtl/>
        </w:rPr>
        <w:t xml:space="preserve">میں </w:t>
      </w:r>
      <w:r>
        <w:rPr>
          <w:rtl/>
        </w:rPr>
        <w:t xml:space="preserve"> ب</w:t>
      </w:r>
      <w:r w:rsidR="00576C85">
        <w:rPr>
          <w:rtl/>
        </w:rPr>
        <w:t>یم</w:t>
      </w:r>
      <w:r>
        <w:rPr>
          <w:rtl/>
        </w:rPr>
        <w:t>ار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خدا نے نفاق ک</w:t>
      </w:r>
      <w:r>
        <w:rPr>
          <w:rFonts w:hint="cs"/>
          <w:rtl/>
        </w:rPr>
        <w:t>ی</w:t>
      </w:r>
      <w:r>
        <w:rPr>
          <w:rtl/>
        </w:rPr>
        <w:t xml:space="preserve"> بنا پر اسے اور بڑھا </w:t>
      </w:r>
      <w:r w:rsidR="00720096" w:rsidRPr="00720096">
        <w:rPr>
          <w:rtl/>
        </w:rPr>
        <w:t>دیا</w:t>
      </w:r>
      <w:r w:rsidR="00824A76" w:rsidRPr="00824A76">
        <w:rPr>
          <w:rtl/>
        </w:rPr>
        <w:t xml:space="preserve"> ہے </w:t>
      </w:r>
      <w:r>
        <w:rPr>
          <w:rtl/>
        </w:rPr>
        <w:t>اب اس جھوٹ کے نت</w:t>
      </w:r>
      <w:r w:rsidR="00A900AD">
        <w:rPr>
          <w:rtl/>
        </w:rPr>
        <w:t>یج</w:t>
      </w:r>
      <w:r>
        <w:rPr>
          <w:rtl/>
        </w:rPr>
        <w:t xml:space="preserve">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 w:rsidR="002025F2" w:rsidRPr="002025F2">
        <w:rPr>
          <w:rtl/>
        </w:rPr>
        <w:t>نہیں</w:t>
      </w:r>
      <w:r>
        <w:rPr>
          <w:rtl/>
        </w:rPr>
        <w:t xml:space="preserve"> دردناک عذاب ملے گا۔“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 w:rsidR="002549D7" w:rsidRPr="002549D7">
        <w:rPr>
          <w:rtl/>
        </w:rPr>
        <w:t xml:space="preserve"> ہماری </w:t>
      </w:r>
      <w:r>
        <w:rPr>
          <w:rtl/>
        </w:rPr>
        <w:t>دعا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ہمیں </w:t>
      </w:r>
      <w:r>
        <w:rPr>
          <w:rtl/>
        </w:rPr>
        <w:t xml:space="preserve"> وہ ز</w:t>
      </w:r>
      <w:r w:rsidR="00720096" w:rsidRPr="00720096">
        <w:rPr>
          <w:rtl/>
        </w:rPr>
        <w:t>یار</w:t>
      </w:r>
      <w:r>
        <w:rPr>
          <w:rtl/>
        </w:rPr>
        <w:t>ت نص</w:t>
      </w:r>
      <w:r w:rsidR="00A900AD">
        <w:rPr>
          <w:rtl/>
        </w:rPr>
        <w:t>یب</w:t>
      </w:r>
      <w:r>
        <w:rPr>
          <w:rtl/>
        </w:rPr>
        <w:t xml:space="preserve"> عطا فرما </w:t>
      </w:r>
      <w:r w:rsidR="008828D8" w:rsidRPr="008828D8">
        <w:rPr>
          <w:rtl/>
        </w:rPr>
        <w:t>جیسے</w:t>
      </w:r>
      <w:r>
        <w:rPr>
          <w:rtl/>
        </w:rPr>
        <w:t xml:space="preserve"> کہ ز</w:t>
      </w:r>
      <w:r w:rsidR="00720096" w:rsidRPr="00720096">
        <w:rPr>
          <w:rtl/>
        </w:rPr>
        <w:t>یار</w:t>
      </w:r>
      <w:r>
        <w:rPr>
          <w:rtl/>
        </w:rPr>
        <w:t>ت کرنے کا حق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ھمارا وجود </w:t>
      </w:r>
      <w:r w:rsidR="008828D8" w:rsidRPr="008828D8">
        <w:rPr>
          <w:rtl/>
        </w:rPr>
        <w:t>ایمان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غرق</w:t>
      </w:r>
      <w:r w:rsidR="00042197" w:rsidRPr="00042197">
        <w:rPr>
          <w:rtl/>
        </w:rPr>
        <w:t xml:space="preserve"> ہوا </w:t>
      </w:r>
      <w:r>
        <w:rPr>
          <w:rtl/>
        </w:rPr>
        <w:t>ور قلب ک</w:t>
      </w:r>
      <w:r>
        <w:rPr>
          <w:rFonts w:hint="cs"/>
          <w:rtl/>
        </w:rPr>
        <w:t>ی</w:t>
      </w:r>
      <w:r>
        <w:rPr>
          <w:rtl/>
        </w:rPr>
        <w:t xml:space="preserve"> دھڑکنوں سے آواز آرھ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 w:rsidR="00B06535" w:rsidRPr="00B06535">
        <w:rPr>
          <w:rtl/>
        </w:rPr>
        <w:t>لبیک</w:t>
      </w:r>
      <w:r>
        <w:rPr>
          <w:rtl/>
        </w:rPr>
        <w:t xml:space="preserve"> </w:t>
      </w:r>
      <w:r w:rsidR="007D2A2F">
        <w:rPr>
          <w:rtl/>
        </w:rPr>
        <w:t>میر</w:t>
      </w:r>
      <w:r>
        <w:rPr>
          <w:rtl/>
        </w:rPr>
        <w:t xml:space="preserve">ے امام (عج)خداوند </w:t>
      </w:r>
      <w:r w:rsidR="002549D7" w:rsidRPr="002549D7">
        <w:rPr>
          <w:rtl/>
        </w:rPr>
        <w:t>ہمارے</w:t>
      </w:r>
      <w:r>
        <w:rPr>
          <w:rtl/>
        </w:rPr>
        <w:t xml:space="preserve"> قلوب کو </w:t>
      </w:r>
      <w:r w:rsidR="001E3FC4" w:rsidRPr="001E3FC4">
        <w:rPr>
          <w:rtl/>
        </w:rPr>
        <w:t>دنیا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غلاظتوں کے م</w:t>
      </w:r>
      <w:r w:rsidR="00576C85">
        <w:rPr>
          <w:rtl/>
        </w:rPr>
        <w:t>یل</w:t>
      </w:r>
      <w:r>
        <w:rPr>
          <w:rtl/>
        </w:rPr>
        <w:t xml:space="preserve"> سے پاک کردے تاکہ نور </w:t>
      </w:r>
      <w:r w:rsidR="008828D8" w:rsidRPr="008828D8">
        <w:rPr>
          <w:rtl/>
        </w:rPr>
        <w:t>ایمان</w:t>
      </w:r>
      <w:r>
        <w:rPr>
          <w:rtl/>
        </w:rPr>
        <w:t xml:space="preserve"> و </w:t>
      </w:r>
      <w:r w:rsidR="001100FA">
        <w:rPr>
          <w:rtl/>
        </w:rPr>
        <w:t>ہدایت</w:t>
      </w:r>
      <w:r>
        <w:rPr>
          <w:rtl/>
        </w:rPr>
        <w:t xml:space="preserve"> </w:t>
      </w:r>
      <w:r w:rsidR="002549D7" w:rsidRPr="002549D7">
        <w:rPr>
          <w:rtl/>
        </w:rPr>
        <w:t>ہمارے</w:t>
      </w:r>
      <w:r>
        <w:rPr>
          <w:rtl/>
        </w:rPr>
        <w:t xml:space="preserve"> دل </w:t>
      </w:r>
      <w:r w:rsidR="007D2A2F">
        <w:rPr>
          <w:rtl/>
        </w:rPr>
        <w:t xml:space="preserve">میں </w:t>
      </w:r>
      <w:r>
        <w:rPr>
          <w:rtl/>
        </w:rPr>
        <w:t xml:space="preserve"> اتر سکے۔ </w:t>
      </w:r>
    </w:p>
    <w:p w:rsidR="0042080E" w:rsidRDefault="00031FA0" w:rsidP="00DA42EA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وَعَجِّل</w:t>
      </w:r>
      <w:r w:rsidR="0042080E" w:rsidRPr="00DA42EA">
        <w:rPr>
          <w:rStyle w:val="libArabicChar"/>
          <w:rFonts w:hint="cs"/>
          <w:rtl/>
        </w:rPr>
        <w:t>ْ فَرَجَ</w:t>
      </w:r>
      <w:r w:rsidRPr="00031FA0">
        <w:rPr>
          <w:rStyle w:val="libArabicChar"/>
          <w:rFonts w:hint="cs"/>
          <w:rtl/>
        </w:rPr>
        <w:t>ه</w:t>
      </w:r>
      <w:r w:rsidR="0042080E" w:rsidRPr="00DA42EA">
        <w:rPr>
          <w:rStyle w:val="libArabicChar"/>
          <w:rtl/>
        </w:rPr>
        <w:t>ُ وَسَ</w:t>
      </w:r>
      <w:r w:rsidRPr="00031FA0">
        <w:rPr>
          <w:rStyle w:val="libArabicChar"/>
          <w:rFonts w:hint="cs"/>
          <w:rtl/>
        </w:rPr>
        <w:t>ه</w:t>
      </w:r>
      <w:r w:rsidR="0042080E" w:rsidRPr="00DA42EA">
        <w:rPr>
          <w:rStyle w:val="libArabicChar"/>
          <w:rtl/>
        </w:rPr>
        <w:t>ِّل</w:t>
      </w:r>
      <w:r w:rsidR="0042080E" w:rsidRPr="00DA42EA">
        <w:rPr>
          <w:rStyle w:val="libArabicChar"/>
          <w:rFonts w:hint="cs"/>
          <w:rtl/>
        </w:rPr>
        <w:t>ْ مَخْرَجَ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ُ </w:t>
      </w:r>
      <w:r w:rsidR="0042080E" w:rsidRPr="00DA42EA">
        <w:rPr>
          <w:rStyle w:val="libArabicChar"/>
          <w:rFonts w:hint="eastAsia"/>
          <w:rtl/>
        </w:rPr>
        <w:t>وَ</w:t>
      </w:r>
      <w:r w:rsidR="00296C60">
        <w:rPr>
          <w:rStyle w:val="libArabicChar"/>
          <w:rFonts w:hint="eastAsia"/>
          <w:rtl/>
        </w:rPr>
        <w:t>ا</w:t>
      </w:r>
      <w:r w:rsidR="0042080E" w:rsidRPr="00DA42EA">
        <w:rPr>
          <w:rStyle w:val="libArabicChar"/>
          <w:rFonts w:hint="eastAsia"/>
          <w:rtl/>
        </w:rPr>
        <w:t>و</w:t>
      </w:r>
      <w:r w:rsidR="0042080E" w:rsidRPr="00DA42EA">
        <w:rPr>
          <w:rStyle w:val="libArabicChar"/>
          <w:rFonts w:hint="cs"/>
          <w:rtl/>
        </w:rPr>
        <w:t>ْسِعْ</w:t>
      </w:r>
      <w:r w:rsidR="0042080E" w:rsidRPr="00DA42EA">
        <w:rPr>
          <w:rStyle w:val="libArabicChar"/>
          <w:rtl/>
        </w:rPr>
        <w:t xml:space="preserve"> مَن</w:t>
      </w:r>
      <w:r w:rsidR="0042080E" w:rsidRPr="00DA42EA">
        <w:rPr>
          <w:rStyle w:val="libArabicChar"/>
          <w:rFonts w:hint="cs"/>
          <w:rtl/>
        </w:rPr>
        <w:t>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َجَ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وَاس</w:t>
      </w:r>
      <w:r w:rsidR="0042080E" w:rsidRPr="00DA42EA">
        <w:rPr>
          <w:rStyle w:val="libArabicChar"/>
          <w:rFonts w:hint="cs"/>
          <w:rtl/>
        </w:rPr>
        <w:t>ْلُکْ بِی</w:t>
      </w:r>
      <w:r w:rsidR="0042080E" w:rsidRPr="00DA42EA">
        <w:rPr>
          <w:rStyle w:val="libArabicChar"/>
          <w:rtl/>
        </w:rPr>
        <w:t xml:space="preserve"> مَحَجَّتَ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وَ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ن</w:t>
      </w:r>
      <w:r w:rsidR="0042080E" w:rsidRPr="00DA42EA">
        <w:rPr>
          <w:rStyle w:val="libArabicChar"/>
          <w:rFonts w:hint="cs"/>
          <w:rtl/>
        </w:rPr>
        <w:t>ْفِذْ</w:t>
      </w:r>
      <w:r w:rsidR="0042080E" w:rsidRPr="00DA42EA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="0042080E" w:rsidRPr="00DA42EA">
        <w:rPr>
          <w:rStyle w:val="libArabicChar"/>
          <w:rFonts w:hint="eastAsia"/>
          <w:rtl/>
        </w:rPr>
        <w:t>م</w:t>
      </w:r>
      <w:r w:rsidR="0042080E" w:rsidRPr="00DA42EA">
        <w:rPr>
          <w:rStyle w:val="libArabicChar"/>
          <w:rFonts w:hint="cs"/>
          <w:rtl/>
        </w:rPr>
        <w:t>ْرَ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="0042080E" w:rsidRPr="00DA42EA">
        <w:rPr>
          <w:rStyle w:val="libArabicChar"/>
          <w:rtl/>
        </w:rPr>
        <w:t xml:space="preserve"> وَاش</w:t>
      </w:r>
      <w:r w:rsidR="0042080E" w:rsidRPr="00DA42EA">
        <w:rPr>
          <w:rStyle w:val="libArabicChar"/>
          <w:rFonts w:hint="cs"/>
          <w:rtl/>
        </w:rPr>
        <w:t xml:space="preserve">ْدُدْ 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ز</w:t>
      </w:r>
      <w:r w:rsidR="0042080E" w:rsidRPr="00DA42EA">
        <w:rPr>
          <w:rStyle w:val="libArabicChar"/>
          <w:rFonts w:hint="cs"/>
          <w:rtl/>
        </w:rPr>
        <w:t>ْرَ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(حضرت (عج) کے ظھور </w:t>
      </w:r>
      <w:r w:rsidR="007D2A2F">
        <w:rPr>
          <w:rtl/>
        </w:rPr>
        <w:t xml:space="preserve">میں </w:t>
      </w:r>
      <w:r>
        <w:rPr>
          <w:rtl/>
        </w:rPr>
        <w:t xml:space="preserve"> تعج</w:t>
      </w:r>
      <w:r w:rsidR="00576C85">
        <w:rPr>
          <w:rtl/>
        </w:rPr>
        <w:t>یل</w:t>
      </w:r>
      <w:r>
        <w:rPr>
          <w:rtl/>
        </w:rPr>
        <w:t xml:space="preserve"> فرما اور اُن کے خروج کو آسان فرما اور ان کے راستہ کو </w:t>
      </w:r>
      <w:r w:rsidR="004617D9" w:rsidRPr="004617D9">
        <w:rPr>
          <w:rtl/>
        </w:rPr>
        <w:t>وسیع</w:t>
      </w:r>
      <w:r>
        <w:rPr>
          <w:rtl/>
        </w:rPr>
        <w:t xml:space="preserve"> فرما اور مجھے ان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D2A2F">
        <w:rPr>
          <w:rtl/>
        </w:rPr>
        <w:t xml:space="preserve">میں </w:t>
      </w:r>
      <w:r>
        <w:rPr>
          <w:rtl/>
        </w:rPr>
        <w:t xml:space="preserve"> قرار دے اور ان کے امر کو نافذ فرما اور ان ک</w:t>
      </w:r>
      <w:r>
        <w:rPr>
          <w:rFonts w:hint="cs"/>
          <w:rtl/>
        </w:rPr>
        <w:t>ی</w:t>
      </w:r>
      <w:r>
        <w:rPr>
          <w:rtl/>
        </w:rPr>
        <w:t xml:space="preserve"> پشت کو مضبوط و محکم فرما)۔ </w:t>
      </w:r>
    </w:p>
    <w:p w:rsidR="0042080E" w:rsidRDefault="00B06535" w:rsidP="0042080E">
      <w:pPr>
        <w:pStyle w:val="libNormal"/>
        <w:rPr>
          <w:rtl/>
        </w:rPr>
      </w:pPr>
      <w:r w:rsidRPr="00B06535">
        <w:rPr>
          <w:rFonts w:hint="eastAsia"/>
          <w:rtl/>
        </w:rPr>
        <w:t>یا</w:t>
      </w:r>
      <w:r w:rsidR="0042080E">
        <w:rPr>
          <w:rtl/>
        </w:rPr>
        <w:t xml:space="preserve"> تو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فرج سے مراد حضرت (عج)کا ظھور </w:t>
      </w:r>
      <w:r w:rsidRPr="00B06535">
        <w:rPr>
          <w:rtl/>
        </w:rPr>
        <w:t>یا</w:t>
      </w:r>
      <w:r w:rsidR="0042080E">
        <w:rPr>
          <w:rtl/>
        </w:rPr>
        <w:t xml:space="preserve"> پھر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کہ وہ </w:t>
      </w:r>
      <w:r w:rsidRPr="00B06535">
        <w:rPr>
          <w:rtl/>
        </w:rPr>
        <w:t>چیز</w:t>
      </w:r>
      <w:r w:rsidR="00576C85">
        <w:rPr>
          <w:rtl/>
        </w:rPr>
        <w:t>یں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 xml:space="preserve">جو آپ (عج)کے ظھور کے اثرات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</w:t>
      </w:r>
      <w:r w:rsidR="00437CD4" w:rsidRPr="00437CD4">
        <w:rPr>
          <w:rtl/>
        </w:rPr>
        <w:t xml:space="preserve"> ہوں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فتح و نصرت اور دشمنان خدا پر غلبہ حاصل کرنا۔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4617D9" w:rsidRPr="004617D9">
        <w:rPr>
          <w:rtl/>
        </w:rPr>
        <w:t>زیادہ</w:t>
      </w:r>
      <w:r>
        <w:rPr>
          <w:rtl/>
        </w:rPr>
        <w:t xml:space="preserve"> بہتر لگت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جبکہ پھل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قاعدہ عقل</w:t>
      </w:r>
      <w:r>
        <w:rPr>
          <w:rFonts w:hint="cs"/>
          <w:rtl/>
        </w:rPr>
        <w:t>ی</w:t>
      </w:r>
      <w:r>
        <w:rPr>
          <w:rtl/>
        </w:rPr>
        <w:t xml:space="preserve"> سے دور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اس سے بڑھ کر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مص</w:t>
      </w:r>
      <w:r w:rsidR="00A900AD">
        <w:rPr>
          <w:rtl/>
        </w:rPr>
        <w:t>یب</w:t>
      </w:r>
      <w:r>
        <w:rPr>
          <w:rtl/>
        </w:rPr>
        <w:t>ت اور بلا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2549D7" w:rsidRPr="002549D7">
        <w:rPr>
          <w:rtl/>
        </w:rPr>
        <w:t>ہمارے</w:t>
      </w:r>
      <w:r>
        <w:rPr>
          <w:rtl/>
        </w:rPr>
        <w:t xml:space="preserve"> امام (عج)</w:t>
      </w:r>
      <w:r w:rsidR="00824A76" w:rsidRPr="00824A76">
        <w:rPr>
          <w:rtl/>
        </w:rPr>
        <w:t xml:space="preserve"> ہم </w:t>
      </w:r>
      <w:r>
        <w:rPr>
          <w:rtl/>
        </w:rPr>
        <w:t>سے دور اور</w:t>
      </w:r>
      <w:r w:rsidR="002549D7" w:rsidRPr="002549D7">
        <w:rPr>
          <w:rtl/>
        </w:rPr>
        <w:t xml:space="preserve"> ہماری </w:t>
      </w:r>
      <w:r>
        <w:rPr>
          <w:rtl/>
        </w:rPr>
        <w:t>آنکھوں سے اوجھل</w:t>
      </w:r>
      <w:r w:rsidR="004617D9" w:rsidRPr="004617D9">
        <w:rPr>
          <w:rtl/>
        </w:rPr>
        <w:t xml:space="preserve"> ہوں۔ </w:t>
      </w:r>
    </w:p>
    <w:p w:rsidR="0042080E" w:rsidRDefault="001E3FC4" w:rsidP="0042080E">
      <w:pPr>
        <w:pStyle w:val="libNormal"/>
        <w:rPr>
          <w:rtl/>
        </w:rPr>
      </w:pPr>
      <w:r w:rsidRPr="001E3FC4">
        <w:rPr>
          <w:rFonts w:hint="eastAsia"/>
          <w:rtl/>
        </w:rPr>
        <w:t>کیونکہ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سب بات</w:t>
      </w:r>
      <w:r w:rsidR="00576C85">
        <w:rPr>
          <w:rtl/>
        </w:rPr>
        <w:t>یں</w:t>
      </w:r>
      <w:r w:rsidR="0042080E">
        <w:rPr>
          <w:rtl/>
        </w:rPr>
        <w:t xml:space="preserve">لوگوں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طغ</w:t>
      </w:r>
      <w:r w:rsidR="00B06535" w:rsidRPr="00B06535">
        <w:rPr>
          <w:rtl/>
        </w:rPr>
        <w:t>یا</w:t>
      </w:r>
      <w:r w:rsidR="0042080E">
        <w:rPr>
          <w:rtl/>
        </w:rPr>
        <w:t>ن اور نافرمان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اسباب فرا</w:t>
      </w:r>
      <w:r w:rsidR="000C56D5" w:rsidRPr="000C56D5">
        <w:rPr>
          <w:rtl/>
        </w:rPr>
        <w:t xml:space="preserve">ہم </w:t>
      </w:r>
      <w:r w:rsidR="0042080E">
        <w:rPr>
          <w:rtl/>
        </w:rPr>
        <w:t>کرت</w:t>
      </w:r>
      <w:r w:rsidR="0042080E"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اور پھر ا</w:t>
      </w:r>
      <w:r w:rsidR="00A900AD">
        <w:rPr>
          <w:rtl/>
        </w:rPr>
        <w:t>یس</w:t>
      </w:r>
      <w:r w:rsidR="0042080E">
        <w:rPr>
          <w:rtl/>
        </w:rPr>
        <w:t>ے موقع سے فائدہ اٹھا کر ش</w:t>
      </w:r>
      <w:r w:rsidR="00A900AD">
        <w:rPr>
          <w:rtl/>
        </w:rPr>
        <w:t>یط</w:t>
      </w:r>
      <w:r w:rsidR="0042080E">
        <w:rPr>
          <w:rtl/>
        </w:rPr>
        <w:t>ان بہت آسان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سے خداوند متعال کے راستہ سے لوگوں کو شکار کر کے اپنا ق</w:t>
      </w:r>
      <w:r w:rsidR="007D2A2F">
        <w:rPr>
          <w:rtl/>
        </w:rPr>
        <w:t>ید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بنال</w:t>
      </w:r>
      <w:r w:rsidR="007D2A2F">
        <w:rPr>
          <w:rtl/>
        </w:rPr>
        <w:t>یت</w:t>
      </w:r>
      <w:r w:rsidR="0042080E">
        <w:rPr>
          <w:rtl/>
        </w:rPr>
        <w:t>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مثال جو صرف </w:t>
      </w:r>
      <w:r w:rsidR="000C56D5" w:rsidRPr="000C56D5">
        <w:rPr>
          <w:rtl/>
        </w:rPr>
        <w:t>چالیس</w:t>
      </w:r>
      <w:r>
        <w:rPr>
          <w:rtl/>
        </w:rPr>
        <w:t xml:space="preserve"> روز کے </w:t>
      </w:r>
      <w:r w:rsidR="008828D8" w:rsidRPr="008828D8">
        <w:rPr>
          <w:rtl/>
        </w:rPr>
        <w:t>لیئے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سے دور</w:t>
      </w:r>
      <w:r w:rsidR="00272FF7" w:rsidRPr="00272FF7">
        <w:rPr>
          <w:rtl/>
        </w:rPr>
        <w:t xml:space="preserve"> ہو</w:t>
      </w:r>
      <w:r>
        <w:rPr>
          <w:rtl/>
        </w:rPr>
        <w:t>گئے تو ادھر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 w:rsidR="00576C85">
        <w:rPr>
          <w:rtl/>
        </w:rPr>
        <w:t>یل</w:t>
      </w:r>
      <w:r>
        <w:rPr>
          <w:rtl/>
        </w:rPr>
        <w:t xml:space="preserve"> خدائے وحدہ لا </w:t>
      </w:r>
      <w:r w:rsidR="00C1070F" w:rsidRPr="00C1070F">
        <w:rPr>
          <w:rtl/>
        </w:rPr>
        <w:t>شریک</w:t>
      </w:r>
      <w:r>
        <w:rPr>
          <w:rtl/>
        </w:rPr>
        <w:t xml:space="preserve"> کو چھوڑ کر </w:t>
      </w:r>
      <w:r w:rsidR="000C56D5" w:rsidRPr="000C56D5">
        <w:rPr>
          <w:rtl/>
        </w:rPr>
        <w:t>ایک</w:t>
      </w:r>
      <w:r>
        <w:rPr>
          <w:rtl/>
        </w:rPr>
        <w:t xml:space="preserve"> بچھ</w:t>
      </w:r>
      <w:r w:rsidR="00B06535" w:rsidRPr="00B06535">
        <w:rPr>
          <w:rtl/>
        </w:rPr>
        <w:t>یا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کرنے لگے۔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rabicChar"/>
          <w:rtl/>
        </w:rPr>
        <w:t>و اذ وعدنا موس</w:t>
      </w:r>
      <w:r w:rsidR="0042080E" w:rsidRPr="00DA42EA">
        <w:rPr>
          <w:rStyle w:val="libArabicChar"/>
          <w:rFonts w:hint="cs"/>
          <w:rtl/>
        </w:rPr>
        <w:t>یٰ</w:t>
      </w:r>
      <w:r w:rsidR="0042080E" w:rsidRPr="00DA42EA">
        <w:rPr>
          <w:rStyle w:val="libArabicChar"/>
          <w:rtl/>
        </w:rPr>
        <w:t xml:space="preserve"> اربع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 ل</w:t>
      </w:r>
      <w:r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لة ثم اتّخذ تم العجل من بعد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و انتم ظالمون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 w:rsidR="00824A76" w:rsidRPr="00824A76">
        <w:rPr>
          <w:rtl/>
        </w:rPr>
        <w:t xml:space="preserve"> ہم </w:t>
      </w:r>
      <w:r>
        <w:rPr>
          <w:rtl/>
        </w:rPr>
        <w:t>نے موس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 w:rsidR="000C56D5" w:rsidRPr="000C56D5">
        <w:rPr>
          <w:rtl/>
        </w:rPr>
        <w:t>چالیس</w:t>
      </w:r>
      <w:r>
        <w:rPr>
          <w:rtl/>
        </w:rPr>
        <w:t xml:space="preserve"> راتوں کا وعدہ </w:t>
      </w:r>
      <w:r w:rsidR="004617D9" w:rsidRPr="004617D9">
        <w:rPr>
          <w:rtl/>
        </w:rPr>
        <w:t>لیا</w:t>
      </w:r>
      <w:r>
        <w:rPr>
          <w:rtl/>
        </w:rPr>
        <w:t>تو تم نے ان کے بعد گوسالہ ت</w:t>
      </w:r>
      <w:r w:rsidR="00720096" w:rsidRPr="00720096">
        <w:rPr>
          <w:rtl/>
        </w:rPr>
        <w:t>یار</w:t>
      </w:r>
      <w:r>
        <w:rPr>
          <w:rtl/>
        </w:rPr>
        <w:t xml:space="preserve"> کر</w:t>
      </w:r>
      <w:r w:rsidR="004617D9" w:rsidRPr="004617D9">
        <w:rPr>
          <w:rtl/>
        </w:rPr>
        <w:t>لیا</w:t>
      </w:r>
      <w:r>
        <w:rPr>
          <w:rtl/>
        </w:rPr>
        <w:t xml:space="preserve"> کہ تم بڑے ظالم</w:t>
      </w:r>
      <w:r w:rsidR="00272FF7" w:rsidRPr="00272FF7">
        <w:rPr>
          <w:rtl/>
        </w:rPr>
        <w:t xml:space="preserve"> ہو</w:t>
      </w:r>
      <w:r>
        <w:rPr>
          <w:rtl/>
        </w:rPr>
        <w:t>”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کے خروج کو آسان فرما “سے مراد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ا</w:t>
      </w:r>
      <w:r w:rsidR="00A900AD">
        <w:rPr>
          <w:rtl/>
        </w:rPr>
        <w:t>یس</w:t>
      </w:r>
      <w:r>
        <w:rPr>
          <w:rtl/>
        </w:rPr>
        <w:t>ے اسباب پ</w:t>
      </w:r>
      <w:r w:rsidR="007D2A2F">
        <w:rPr>
          <w:rtl/>
        </w:rPr>
        <w:t>ید</w:t>
      </w:r>
      <w:r>
        <w:rPr>
          <w:rtl/>
        </w:rPr>
        <w:t xml:space="preserve">ا کر جو حضرت(عج) کے ظھور </w:t>
      </w:r>
      <w:r w:rsidR="007D2A2F">
        <w:rPr>
          <w:rtl/>
        </w:rPr>
        <w:t xml:space="preserve">میں </w:t>
      </w:r>
      <w:r>
        <w:rPr>
          <w:rtl/>
        </w:rPr>
        <w:t xml:space="preserve"> مددگار بن سک</w:t>
      </w:r>
      <w:r w:rsidR="00576C85">
        <w:rPr>
          <w:rtl/>
        </w:rPr>
        <w:t>یں</w:t>
      </w:r>
      <w:r>
        <w:rPr>
          <w:rtl/>
        </w:rPr>
        <w:t>۔سب سے</w:t>
      </w:r>
      <w:r w:rsidR="000C56D5" w:rsidRPr="000C56D5">
        <w:rPr>
          <w:rtl/>
        </w:rPr>
        <w:t xml:space="preserve"> پہلے </w:t>
      </w:r>
      <w:r>
        <w:rPr>
          <w:rtl/>
        </w:rPr>
        <w:t>تو خود لوگوں کو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 w:rsidR="007D2A2F">
        <w:rPr>
          <w:rtl/>
        </w:rPr>
        <w:t>یت</w:t>
      </w:r>
      <w:r>
        <w:rPr>
          <w:rtl/>
        </w:rPr>
        <w:t xml:space="preserve"> اور قوت </w:t>
      </w:r>
      <w:r w:rsidR="008828D8" w:rsidRPr="008828D8">
        <w:rPr>
          <w:rtl/>
        </w:rPr>
        <w:t>ایمان</w:t>
      </w:r>
      <w:r>
        <w:rPr>
          <w:rtl/>
        </w:rPr>
        <w:t xml:space="preserve"> دے کہ حضرت(عج) کو پہچان سک</w:t>
      </w:r>
      <w:r w:rsidR="00576C85">
        <w:rPr>
          <w:rtl/>
        </w:rPr>
        <w:t>یں</w:t>
      </w:r>
      <w:r>
        <w:rPr>
          <w:rtl/>
        </w:rPr>
        <w:t>۔حضرت(عج) ک</w:t>
      </w:r>
      <w:r>
        <w:rPr>
          <w:rFonts w:hint="cs"/>
          <w:rtl/>
        </w:rPr>
        <w:t>ی</w:t>
      </w:r>
      <w:r>
        <w:rPr>
          <w:rtl/>
        </w:rPr>
        <w:t xml:space="preserve"> خدمت اور غلام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>
        <w:rPr>
          <w:rtl/>
        </w:rPr>
        <w:lastRenderedPageBreak/>
        <w:t xml:space="preserve">کے کونے کونے سے آپ کے </w:t>
      </w:r>
      <w:r w:rsidR="00720096" w:rsidRPr="00720096">
        <w:rPr>
          <w:rtl/>
        </w:rPr>
        <w:t>یار</w:t>
      </w:r>
      <w:r>
        <w:rPr>
          <w:rtl/>
        </w:rPr>
        <w:t xml:space="preserve">وں اور </w:t>
      </w:r>
      <w:r>
        <w:rPr>
          <w:rFonts w:hint="eastAsia"/>
          <w:rtl/>
        </w:rPr>
        <w:t>ناصروں</w:t>
      </w:r>
      <w:r>
        <w:rPr>
          <w:rtl/>
        </w:rPr>
        <w:t xml:space="preserve"> کو آمادہ کر اور سب سے بڑھ کر اے خدا</w:t>
      </w:r>
      <w:r>
        <w:rPr>
          <w:rFonts w:hint="cs"/>
          <w:rtl/>
        </w:rPr>
        <w:t>ی</w:t>
      </w:r>
      <w:r>
        <w:rPr>
          <w:rtl/>
        </w:rPr>
        <w:t xml:space="preserve"> متعال توخود ظھور ک</w:t>
      </w:r>
      <w:r>
        <w:rPr>
          <w:rFonts w:hint="cs"/>
          <w:rtl/>
        </w:rPr>
        <w:t>ی</w:t>
      </w:r>
      <w:r>
        <w:rPr>
          <w:rtl/>
        </w:rPr>
        <w:t xml:space="preserve"> اجازت دے اور </w:t>
      </w:r>
      <w:r w:rsidR="001100FA">
        <w:rPr>
          <w:rtl/>
        </w:rPr>
        <w:t>مومنین</w:t>
      </w:r>
      <w:r>
        <w:rPr>
          <w:rtl/>
        </w:rPr>
        <w:t xml:space="preserve"> کے مرجھائے</w:t>
      </w:r>
      <w:r w:rsidR="008828D8" w:rsidRPr="008828D8">
        <w:rPr>
          <w:rtl/>
        </w:rPr>
        <w:t xml:space="preserve"> ہوئے </w:t>
      </w:r>
      <w:r>
        <w:rPr>
          <w:rtl/>
        </w:rPr>
        <w:t>دلوں کو بھار ظھور ک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 w:rsidR="00576C85">
        <w:rPr>
          <w:rtl/>
        </w:rPr>
        <w:t>یم</w:t>
      </w:r>
      <w:r>
        <w:rPr>
          <w:rtl/>
        </w:rPr>
        <w:t xml:space="preserve"> و شبنم سے طراوت فرما۔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راستے کو </w:t>
      </w:r>
      <w:r w:rsidR="004617D9" w:rsidRPr="004617D9">
        <w:rPr>
          <w:rtl/>
        </w:rPr>
        <w:t>وسیع</w:t>
      </w:r>
      <w:r>
        <w:rPr>
          <w:rtl/>
        </w:rPr>
        <w:t xml:space="preserve"> کرنے سے مراد ان کے ظھور کے موانع کو ختم کردے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مورد </w:t>
      </w:r>
      <w:r w:rsidR="007D2A2F">
        <w:rPr>
          <w:rtl/>
        </w:rPr>
        <w:t xml:space="preserve">میں </w:t>
      </w:r>
      <w:r>
        <w:rPr>
          <w:rtl/>
        </w:rPr>
        <w:t xml:space="preserve"> آپ کو کوئ</w:t>
      </w:r>
      <w:r>
        <w:rPr>
          <w:rFonts w:hint="cs"/>
          <w:rtl/>
        </w:rPr>
        <w:t>ی</w:t>
      </w:r>
      <w:r>
        <w:rPr>
          <w:rtl/>
        </w:rPr>
        <w:t xml:space="preserve"> وقت نہ </w:t>
      </w:r>
      <w:r w:rsidR="003E5538" w:rsidRPr="003E5538">
        <w:rPr>
          <w:rtl/>
        </w:rPr>
        <w:t>پیش</w:t>
      </w:r>
      <w:r>
        <w:rPr>
          <w:rtl/>
        </w:rPr>
        <w:t xml:space="preserve"> آئے مجھے ان کے راستہ </w:t>
      </w:r>
      <w:r w:rsidR="007D2A2F">
        <w:rPr>
          <w:rtl/>
        </w:rPr>
        <w:t xml:space="preserve">میں </w:t>
      </w:r>
      <w:r>
        <w:rPr>
          <w:rtl/>
        </w:rPr>
        <w:t xml:space="preserve"> قرار دے </w:t>
      </w:r>
      <w:r w:rsidR="004617D9" w:rsidRPr="004617D9">
        <w:rPr>
          <w:rtl/>
        </w:rPr>
        <w:t>یعنی</w:t>
      </w:r>
      <w:r>
        <w:rPr>
          <w:rtl/>
        </w:rPr>
        <w:t xml:space="preserve"> </w:t>
      </w:r>
      <w:r w:rsidR="007D2A2F">
        <w:rPr>
          <w:rtl/>
        </w:rPr>
        <w:t>میر</w:t>
      </w:r>
      <w:r>
        <w:rPr>
          <w:rtl/>
        </w:rPr>
        <w:t xml:space="preserve">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ان کو قبول کرنے </w:t>
      </w:r>
      <w:r w:rsidR="007D2A2F">
        <w:rPr>
          <w:rtl/>
        </w:rPr>
        <w:t xml:space="preserve">میں 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فرما مجھے ان ک</w:t>
      </w:r>
      <w:r>
        <w:rPr>
          <w:rFonts w:hint="cs"/>
          <w:rtl/>
        </w:rPr>
        <w:t>ی</w:t>
      </w:r>
      <w:r>
        <w:rPr>
          <w:rtl/>
        </w:rPr>
        <w:t xml:space="preserve"> معرفت عطا فرما اور </w:t>
      </w:r>
      <w:r w:rsidR="007D2A2F">
        <w:rPr>
          <w:rtl/>
        </w:rPr>
        <w:t>میر</w:t>
      </w:r>
      <w:r>
        <w:rPr>
          <w:rtl/>
        </w:rPr>
        <w:t xml:space="preserve">ے </w:t>
      </w:r>
      <w:r w:rsidR="008828D8" w:rsidRPr="008828D8">
        <w:rPr>
          <w:rtl/>
        </w:rPr>
        <w:t>ایمان</w:t>
      </w:r>
      <w:r>
        <w:rPr>
          <w:rtl/>
        </w:rPr>
        <w:t xml:space="preserve"> کو اتنا محکم بنا کہ مجھے حضرت(عج) کو پہچاننے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امر کو نافذ کروانے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مراد</w:t>
      </w:r>
      <w:r w:rsidR="00824A76" w:rsidRPr="00824A76">
        <w:rPr>
          <w:rtl/>
        </w:rPr>
        <w:t xml:space="preserve"> ہے </w:t>
      </w:r>
      <w:r>
        <w:rPr>
          <w:rtl/>
        </w:rPr>
        <w:t>کہ لوگوں کو حضرت (عج)ک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 w:rsidR="002549D7" w:rsidRPr="002549D7">
        <w:rPr>
          <w:rtl/>
        </w:rPr>
        <w:t xml:space="preserve"> ہو </w:t>
      </w:r>
      <w:r>
        <w:rPr>
          <w:rtl/>
        </w:rPr>
        <w:t>کہ فوراً آپ(عج) ک</w:t>
      </w:r>
      <w:r>
        <w:rPr>
          <w:rFonts w:hint="cs"/>
          <w:rtl/>
        </w:rPr>
        <w:t>ی</w:t>
      </w:r>
      <w:r>
        <w:rPr>
          <w:rtl/>
        </w:rPr>
        <w:t xml:space="preserve"> بات کو سمجھ کر اس پر عمل پ</w:t>
      </w:r>
      <w:r w:rsidR="007D2A2F">
        <w:rPr>
          <w:rtl/>
        </w:rPr>
        <w:t>یر</w:t>
      </w:r>
      <w:r>
        <w:rPr>
          <w:rtl/>
        </w:rPr>
        <w:t>ا</w:t>
      </w:r>
      <w:r w:rsidR="00272FF7" w:rsidRPr="00272FF7">
        <w:rPr>
          <w:rtl/>
        </w:rPr>
        <w:t xml:space="preserve"> ہو</w:t>
      </w:r>
      <w:r>
        <w:rPr>
          <w:rtl/>
        </w:rPr>
        <w:t>سک</w:t>
      </w:r>
      <w:r w:rsidR="00576C85">
        <w:rPr>
          <w:rtl/>
        </w:rPr>
        <w:t>یں</w:t>
      </w:r>
      <w:r>
        <w:rPr>
          <w:rtl/>
        </w:rPr>
        <w:t xml:space="preserve">۔ </w:t>
      </w:r>
    </w:p>
    <w:p w:rsidR="0042080E" w:rsidRDefault="00B06535" w:rsidP="0042080E">
      <w:pPr>
        <w:pStyle w:val="libNormal"/>
        <w:rPr>
          <w:rtl/>
        </w:rPr>
      </w:pPr>
      <w:r w:rsidRPr="00B06535">
        <w:rPr>
          <w:rFonts w:hint="eastAsia"/>
          <w:rtl/>
        </w:rPr>
        <w:t>ایسا</w:t>
      </w:r>
      <w:r w:rsidR="0042080E">
        <w:rPr>
          <w:rtl/>
        </w:rPr>
        <w:t xml:space="preserve"> نہ</w:t>
      </w:r>
      <w:r w:rsidR="002549D7" w:rsidRPr="002549D7">
        <w:rPr>
          <w:rtl/>
        </w:rPr>
        <w:t xml:space="preserve"> ہو </w:t>
      </w:r>
      <w:r w:rsidR="0042080E">
        <w:rPr>
          <w:rtl/>
        </w:rPr>
        <w:t xml:space="preserve">کہ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انب</w:t>
      </w:r>
      <w:r w:rsidRPr="00B06535">
        <w:rPr>
          <w:rtl/>
        </w:rPr>
        <w:t>یا</w:t>
      </w:r>
      <w:r w:rsidR="0042080E">
        <w:rPr>
          <w:rtl/>
        </w:rPr>
        <w:t>ء عل</w:t>
      </w:r>
      <w:r w:rsidR="0042080E"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 w:rsidR="0042080E">
        <w:rPr>
          <w:rtl/>
        </w:rPr>
        <w:t>السلام کے ساتھ</w:t>
      </w:r>
      <w:r w:rsidR="008828D8" w:rsidRPr="008828D8">
        <w:rPr>
          <w:rtl/>
        </w:rPr>
        <w:t xml:space="preserve"> ہوتا </w:t>
      </w:r>
      <w:r w:rsidR="0042080E">
        <w:rPr>
          <w:rtl/>
        </w:rPr>
        <w:t>رھا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ان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قو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نہ فقط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کہ ان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بات اور حجتوں کو سمجھ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پائ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تھ</w:t>
      </w:r>
      <w:r w:rsidR="00576C85">
        <w:rPr>
          <w:rtl/>
        </w:rPr>
        <w:t>یں</w:t>
      </w:r>
      <w:r w:rsidR="0042080E">
        <w:rPr>
          <w:rtl/>
        </w:rPr>
        <w:t xml:space="preserve"> بلکہ بات بات پر شک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مبتلا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جات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تھ</w:t>
      </w:r>
      <w:r w:rsidR="00576C85">
        <w:rPr>
          <w:rtl/>
        </w:rPr>
        <w:t>یں</w:t>
      </w:r>
      <w:r w:rsidR="0042080E">
        <w:rPr>
          <w:rtl/>
        </w:rPr>
        <w:t xml:space="preserve"> لاتعداد واقعات تار</w:t>
      </w:r>
      <w:r w:rsidR="00576C85">
        <w:rPr>
          <w:rtl/>
        </w:rPr>
        <w:t>یخ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7D2A2F">
        <w:rPr>
          <w:rtl/>
        </w:rPr>
        <w:t xml:space="preserve">ہمیں </w:t>
      </w:r>
      <w:r w:rsidR="0042080E">
        <w:rPr>
          <w:rtl/>
        </w:rPr>
        <w:t xml:space="preserve"> اس مطلب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طرف توجہ دلاتے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4617D9" w:rsidRPr="004617D9">
        <w:rPr>
          <w:rtl/>
        </w:rPr>
        <w:t>بقیة</w:t>
      </w:r>
      <w:r>
        <w:rPr>
          <w:rtl/>
        </w:rPr>
        <w:t xml:space="preserve"> اللہ (عج)ک</w:t>
      </w:r>
      <w:r>
        <w:rPr>
          <w:rFonts w:hint="cs"/>
          <w:rtl/>
        </w:rPr>
        <w:t>ی</w:t>
      </w:r>
      <w:r>
        <w:rPr>
          <w:rtl/>
        </w:rPr>
        <w:t xml:space="preserve"> پشت کو محکم کرنے سے مراد ممکن</w:t>
      </w:r>
      <w:r w:rsidR="00824A76" w:rsidRPr="00824A76">
        <w:rPr>
          <w:rtl/>
        </w:rPr>
        <w:t xml:space="preserve"> ہے </w:t>
      </w:r>
      <w:r>
        <w:rPr>
          <w:rtl/>
        </w:rPr>
        <w:t>کہ آپ(عج) کے لئے ا</w:t>
      </w:r>
      <w:r w:rsidR="00A900AD">
        <w:rPr>
          <w:rtl/>
        </w:rPr>
        <w:t>یس</w:t>
      </w:r>
      <w:r>
        <w:rPr>
          <w:rtl/>
        </w:rPr>
        <w:t>ے احباب اور ناصر مھ</w:t>
      </w:r>
      <w:r w:rsidR="00B06535" w:rsidRPr="00B06535">
        <w:rPr>
          <w:rtl/>
        </w:rPr>
        <w:t>یا</w:t>
      </w:r>
      <w:r>
        <w:rPr>
          <w:rtl/>
        </w:rPr>
        <w:t xml:space="preserve"> کرے کہ جو آپ(عج) ک</w:t>
      </w:r>
      <w:r>
        <w:rPr>
          <w:rFonts w:hint="cs"/>
          <w:rtl/>
        </w:rPr>
        <w:t>ی</w:t>
      </w:r>
      <w:r>
        <w:rPr>
          <w:rtl/>
        </w:rPr>
        <w:t xml:space="preserve"> پشت پناھ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 w:rsidR="00576C85">
        <w:rPr>
          <w:rtl/>
        </w:rPr>
        <w:t>یں</w:t>
      </w:r>
      <w:r w:rsidR="008828D8" w:rsidRPr="008828D8">
        <w:rPr>
          <w:rtl/>
        </w:rPr>
        <w:t xml:space="preserve"> یہ </w:t>
      </w:r>
      <w:r>
        <w:rPr>
          <w:rtl/>
        </w:rPr>
        <w:t>سنت انب</w:t>
      </w:r>
      <w:r w:rsidR="00B06535" w:rsidRPr="00B06535">
        <w:rPr>
          <w:rtl/>
        </w:rPr>
        <w:t>یا</w:t>
      </w:r>
      <w:r>
        <w:rPr>
          <w:rtl/>
        </w:rPr>
        <w:t>ء</w:t>
      </w:r>
      <w:r w:rsidR="00824A76" w:rsidRPr="00824A76">
        <w:rPr>
          <w:rtl/>
        </w:rPr>
        <w:t xml:space="preserve"> ہے </w:t>
      </w:r>
      <w:r>
        <w:rPr>
          <w:rtl/>
        </w:rPr>
        <w:t>کہ جو چل</w:t>
      </w:r>
      <w:r>
        <w:rPr>
          <w:rFonts w:hint="cs"/>
          <w:rtl/>
        </w:rPr>
        <w:t>ی</w:t>
      </w:r>
      <w:r>
        <w:rPr>
          <w:rtl/>
        </w:rPr>
        <w:t xml:space="preserve"> آرھ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</w:t>
      </w:r>
      <w:r w:rsidR="00025F9A" w:rsidRPr="00025F9A">
        <w:rPr>
          <w:rtl/>
        </w:rPr>
        <w:t>کریم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فرماتے</w:t>
      </w:r>
      <w:r w:rsidR="008828D8" w:rsidRPr="008828D8">
        <w:rPr>
          <w:rtl/>
        </w:rPr>
        <w:t xml:space="preserve"> ہوئے </w:t>
      </w:r>
      <w:r>
        <w:rPr>
          <w:rtl/>
        </w:rPr>
        <w:t>نظر آتے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قال ربّ اشرح 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صدر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سّر 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امر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واحلُل</w:t>
      </w:r>
      <w:r w:rsidR="0042080E" w:rsidRPr="00DA42EA">
        <w:rPr>
          <w:rStyle w:val="libAieChar"/>
          <w:rFonts w:hint="cs"/>
          <w:rtl/>
        </w:rPr>
        <w:t>ْ عقدة  من لسانی</w:t>
      </w:r>
      <w:r w:rsidR="0042080E" w:rsidRPr="00DA42EA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فق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وا قول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واجعل 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وز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راً من ا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ل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ٰرون اخ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واشدد ب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ازر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و</w:t>
      </w:r>
      <w:r w:rsidR="00296C60">
        <w:rPr>
          <w:rStyle w:val="libAieChar"/>
          <w:rtl/>
        </w:rPr>
        <w:t>ا</w:t>
      </w:r>
      <w:r w:rsidR="0042080E" w:rsidRPr="00DA42EA">
        <w:rPr>
          <w:rStyle w:val="libAieChar"/>
          <w:rFonts w:hint="eastAsia"/>
          <w:rtl/>
        </w:rPr>
        <w:t>شرک</w:t>
      </w:r>
      <w:r w:rsidRPr="00031FA0">
        <w:rPr>
          <w:rStyle w:val="libAieChar"/>
          <w:rFonts w:hint="cs"/>
          <w:rtl/>
        </w:rPr>
        <w:t>ه</w:t>
      </w:r>
      <w:r w:rsidR="0042080E" w:rsidRPr="00DA42EA">
        <w:rPr>
          <w:rStyle w:val="libAieChar"/>
          <w:rtl/>
        </w:rPr>
        <w:t xml:space="preserve">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امر</w:t>
      </w:r>
      <w:r w:rsidR="0042080E" w:rsidRPr="00DA42EA">
        <w:rPr>
          <w:rStyle w:val="libAieChar"/>
          <w:rFonts w:hint="cs"/>
          <w:rtl/>
        </w:rPr>
        <w:t>ی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92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”موس</w:t>
      </w:r>
      <w:r>
        <w:rPr>
          <w:rFonts w:hint="cs"/>
          <w:rtl/>
        </w:rPr>
        <w:t>ی</w:t>
      </w:r>
      <w:r>
        <w:rPr>
          <w:rtl/>
        </w:rPr>
        <w:t xml:space="preserve"> (ع)نے عرض ک</w:t>
      </w:r>
      <w:r>
        <w:rPr>
          <w:rFonts w:hint="cs"/>
          <w:rtl/>
        </w:rPr>
        <w:t>ی</w:t>
      </w:r>
      <w:r>
        <w:rPr>
          <w:rtl/>
        </w:rPr>
        <w:t xml:space="preserve"> پروردگار </w:t>
      </w:r>
      <w:r w:rsidR="007D2A2F">
        <w:rPr>
          <w:rtl/>
        </w:rPr>
        <w:t>میر</w:t>
      </w:r>
      <w:r>
        <w:rPr>
          <w:rtl/>
        </w:rPr>
        <w:t xml:space="preserve">ے </w:t>
      </w:r>
      <w:r w:rsidR="00720096" w:rsidRPr="00720096">
        <w:rPr>
          <w:rtl/>
        </w:rPr>
        <w:t>سین</w:t>
      </w:r>
      <w:r>
        <w:rPr>
          <w:rtl/>
        </w:rPr>
        <w:t xml:space="preserve">ے کو کشادہ فرما ، </w:t>
      </w:r>
      <w:r w:rsidR="007D2A2F">
        <w:rPr>
          <w:rtl/>
        </w:rPr>
        <w:t>میر</w:t>
      </w:r>
      <w:r>
        <w:rPr>
          <w:rtl/>
        </w:rPr>
        <w:t xml:space="preserve">ے کام کو آسان کردے اور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گرہ کھول دے کہ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لوگ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بات سمجھ سک</w:t>
      </w:r>
      <w:r w:rsidR="00576C85">
        <w:rPr>
          <w:rtl/>
        </w:rPr>
        <w:t>یں</w:t>
      </w:r>
      <w:r>
        <w:rPr>
          <w:rtl/>
        </w:rPr>
        <w:t xml:space="preserve"> اور </w:t>
      </w:r>
      <w:r w:rsidR="007D2A2F">
        <w:rPr>
          <w:rtl/>
        </w:rPr>
        <w:t>میر</w:t>
      </w:r>
      <w:r>
        <w:rPr>
          <w:rtl/>
        </w:rPr>
        <w:t>ے</w:t>
      </w:r>
      <w:r w:rsidR="00DE4B57" w:rsidRPr="00DE4B57">
        <w:rPr>
          <w:rtl/>
        </w:rPr>
        <w:t xml:space="preserve"> اہل </w:t>
      </w:r>
      <w:r w:rsidR="007D2A2F">
        <w:rPr>
          <w:rtl/>
        </w:rPr>
        <w:t xml:space="preserve">میں </w:t>
      </w:r>
      <w:r>
        <w:rPr>
          <w:rtl/>
        </w:rPr>
        <w:t xml:space="preserve"> سے </w:t>
      </w:r>
      <w:r w:rsidR="00C1070F" w:rsidRPr="00C1070F">
        <w:rPr>
          <w:rtl/>
        </w:rPr>
        <w:t>میرا</w:t>
      </w:r>
      <w:r>
        <w:rPr>
          <w:rtl/>
        </w:rPr>
        <w:t xml:space="preserve"> و</w:t>
      </w:r>
      <w:r w:rsidR="007D2A2F">
        <w:rPr>
          <w:rtl/>
        </w:rPr>
        <w:t>زیر</w:t>
      </w:r>
      <w:r>
        <w:rPr>
          <w:rtl/>
        </w:rPr>
        <w:t xml:space="preserve"> قرار د</w:t>
      </w:r>
      <w:r w:rsidR="007D2A2F">
        <w:rPr>
          <w:rtl/>
        </w:rPr>
        <w:t>ید</w:t>
      </w:r>
      <w:r>
        <w:rPr>
          <w:rtl/>
        </w:rPr>
        <w:t xml:space="preserve">ے۔ ھارون جو </w:t>
      </w:r>
      <w:r w:rsidR="00C1070F" w:rsidRPr="00C1070F">
        <w:rPr>
          <w:rtl/>
        </w:rPr>
        <w:t>میرا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سے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پشت کو مضبوط فرما اسے </w:t>
      </w:r>
      <w:r w:rsidR="007D2A2F">
        <w:rPr>
          <w:rtl/>
        </w:rPr>
        <w:t>میر</w:t>
      </w:r>
      <w:r>
        <w:rPr>
          <w:rtl/>
        </w:rPr>
        <w:t xml:space="preserve">ے کام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C1070F" w:rsidRPr="00C1070F">
        <w:rPr>
          <w:rtl/>
        </w:rPr>
        <w:t>شریک</w:t>
      </w:r>
      <w:r>
        <w:rPr>
          <w:rtl/>
        </w:rPr>
        <w:t xml:space="preserve"> بنادے“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معروف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جو</w:t>
      </w:r>
      <w:r w:rsidR="00DE4B57" w:rsidRPr="00DE4B57">
        <w:rPr>
          <w:rtl/>
        </w:rPr>
        <w:t xml:space="preserve"> اہل </w:t>
      </w:r>
      <w:r>
        <w:rPr>
          <w:rtl/>
        </w:rPr>
        <w:t>سنت اور</w:t>
      </w:r>
      <w:r w:rsidR="00DE4B57" w:rsidRPr="00DE4B57">
        <w:rPr>
          <w:rtl/>
        </w:rPr>
        <w:t xml:space="preserve"> اہل </w:t>
      </w:r>
      <w:r>
        <w:rPr>
          <w:rtl/>
        </w:rPr>
        <w:t>ت</w:t>
      </w:r>
      <w:r w:rsidR="007D2A2F">
        <w:rPr>
          <w:rtl/>
        </w:rPr>
        <w:t>شیع</w:t>
      </w:r>
      <w:r>
        <w:rPr>
          <w:rtl/>
        </w:rPr>
        <w:t xml:space="preserve"> کے </w:t>
      </w:r>
      <w:r w:rsidR="00C537D2" w:rsidRPr="00C537D2">
        <w:rPr>
          <w:rtl/>
        </w:rPr>
        <w:t>یہاں</w:t>
      </w:r>
      <w:r>
        <w:rPr>
          <w:rtl/>
        </w:rPr>
        <w:t xml:space="preserve"> </w:t>
      </w:r>
      <w:r w:rsidR="007D2A2F">
        <w:rPr>
          <w:rtl/>
        </w:rPr>
        <w:t>یک</w:t>
      </w:r>
      <w:r>
        <w:rPr>
          <w:rtl/>
        </w:rPr>
        <w:t>ساں طور پر مقبول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</w:t>
      </w:r>
      <w:r w:rsidR="00042197" w:rsidRPr="00042197">
        <w:rPr>
          <w:rtl/>
        </w:rPr>
        <w:t>فرمایا</w:t>
      </w:r>
      <w:r>
        <w:rPr>
          <w:rtl/>
        </w:rPr>
        <w:t>: ”</w:t>
      </w:r>
      <w:r w:rsidRPr="00DA42EA">
        <w:rPr>
          <w:rStyle w:val="libArabicChar"/>
          <w:rtl/>
        </w:rPr>
        <w:t>انت من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بمنزلة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ٰرون من موس</w:t>
      </w:r>
      <w:r w:rsidRPr="00DA42EA">
        <w:rPr>
          <w:rStyle w:val="libArabicChar"/>
          <w:rFonts w:hint="cs"/>
          <w:rtl/>
        </w:rPr>
        <w:t>یٰ</w:t>
      </w:r>
      <w:r w:rsidRPr="00DA42EA">
        <w:rPr>
          <w:rStyle w:val="libArabicChar"/>
          <w:rtl/>
        </w:rPr>
        <w:t xml:space="preserve"> الّا 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لا نب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بعد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</w:t>
      </w:r>
      <w:r w:rsidRPr="00DA42EA">
        <w:rPr>
          <w:rStyle w:val="libArabicChar"/>
          <w:rFonts w:hint="cs"/>
          <w:rtl/>
        </w:rPr>
        <w:t>…</w:t>
      </w:r>
      <w:r>
        <w:rPr>
          <w:rFonts w:hint="cs"/>
          <w:rtl/>
        </w:rPr>
        <w:t xml:space="preserve"> ‘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93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”تمھارا</w:t>
      </w:r>
      <w:r>
        <w:rPr>
          <w:rtl/>
        </w:rPr>
        <w:t xml:space="preserve">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 w:rsidR="00C537D2" w:rsidRPr="00C537D2">
        <w:rPr>
          <w:rtl/>
        </w:rPr>
        <w:t>وہی</w:t>
      </w:r>
      <w:r>
        <w:rPr>
          <w:rtl/>
        </w:rPr>
        <w:t xml:space="preserve"> مرتبہ</w:t>
      </w:r>
      <w:r w:rsidR="00824A76" w:rsidRPr="00824A76">
        <w:rPr>
          <w:rtl/>
        </w:rPr>
        <w:t xml:space="preserve"> ہے </w:t>
      </w:r>
      <w:r>
        <w:rPr>
          <w:rtl/>
        </w:rPr>
        <w:t>جو ھارون کا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 تھا مگر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کہ </w:t>
      </w:r>
      <w:r w:rsidR="007D2A2F">
        <w:rPr>
          <w:rtl/>
        </w:rPr>
        <w:t>میر</w:t>
      </w:r>
      <w:r>
        <w:rPr>
          <w:rtl/>
        </w:rPr>
        <w:t>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Default="00F369ED" w:rsidP="0042080E">
      <w:pPr>
        <w:pStyle w:val="libNormal"/>
        <w:rPr>
          <w:rtl/>
        </w:rPr>
      </w:pPr>
      <w:r w:rsidRPr="00F369ED">
        <w:rPr>
          <w:rFonts w:hint="eastAsia"/>
          <w:rtl/>
        </w:rPr>
        <w:lastRenderedPageBreak/>
        <w:t>امیر</w:t>
      </w:r>
      <w:r w:rsidR="0042080E">
        <w:rPr>
          <w:rFonts w:hint="eastAsia"/>
          <w:rtl/>
        </w:rPr>
        <w:t>ال</w:t>
      </w:r>
      <w:r w:rsidR="001100FA">
        <w:rPr>
          <w:rFonts w:hint="eastAsia"/>
          <w:rtl/>
        </w:rPr>
        <w:t>مومنین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اول بعثت سے آخر رحلت تک حضرت ختم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مرتبت(ص)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خدمت </w:t>
      </w:r>
      <w:r w:rsidR="007D2A2F">
        <w:rPr>
          <w:rtl/>
        </w:rPr>
        <w:t xml:space="preserve">میں 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 xml:space="preserve">اور </w:t>
      </w:r>
      <w:r w:rsidR="00025F9A" w:rsidRPr="00025F9A">
        <w:rPr>
          <w:rtl/>
        </w:rPr>
        <w:t>ہمیش</w:t>
      </w:r>
      <w:r w:rsidR="0042080E">
        <w:rPr>
          <w:rtl/>
        </w:rPr>
        <w:t xml:space="preserve">ہ ان کے </w:t>
      </w:r>
      <w:r w:rsidR="00720096" w:rsidRPr="00720096">
        <w:rPr>
          <w:rtl/>
        </w:rPr>
        <w:t>یار</w:t>
      </w:r>
      <w:r w:rsidR="0042080E">
        <w:rPr>
          <w:rtl/>
        </w:rPr>
        <w:t xml:space="preserve">وناصر </w:t>
      </w:r>
      <w:r w:rsidR="00025F9A" w:rsidRPr="00025F9A">
        <w:rPr>
          <w:rtl/>
        </w:rPr>
        <w:t>رہے</w:t>
      </w:r>
      <w:r w:rsidR="0042080E">
        <w:rPr>
          <w:rtl/>
        </w:rPr>
        <w:t xml:space="preserve">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اس سے مراد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 w:rsidR="0042080E">
        <w:rPr>
          <w:rtl/>
        </w:rPr>
        <w:t>کہ ا</w:t>
      </w:r>
      <w:r w:rsidR="00A900AD">
        <w:rPr>
          <w:rtl/>
        </w:rPr>
        <w:t>یس</w:t>
      </w:r>
      <w:r w:rsidR="0042080E">
        <w:rPr>
          <w:rtl/>
        </w:rPr>
        <w:t>ے دلائل اور براھ</w:t>
      </w:r>
      <w:r w:rsidR="00576C85">
        <w:rPr>
          <w:rtl/>
        </w:rPr>
        <w:t>ین</w:t>
      </w:r>
      <w:r w:rsidR="0042080E">
        <w:rPr>
          <w:rtl/>
        </w:rPr>
        <w:t xml:space="preserve"> حضرت(عج) کے ساتھ </w:t>
      </w:r>
      <w:r w:rsidR="003E5538" w:rsidRPr="003E5538">
        <w:rPr>
          <w:rtl/>
        </w:rPr>
        <w:t>بھیج</w:t>
      </w:r>
      <w:r w:rsidR="0042080E">
        <w:rPr>
          <w:rtl/>
        </w:rPr>
        <w:t>ے جس کے سبب آپ کو حق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حقان</w:t>
      </w:r>
      <w:r w:rsidR="007D2A2F">
        <w:rPr>
          <w:rtl/>
        </w:rPr>
        <w:t>یت</w:t>
      </w:r>
      <w:r w:rsidR="0042080E">
        <w:rPr>
          <w:rtl/>
        </w:rPr>
        <w:t xml:space="preserve"> ثابت کرنے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کم سے کم دشوار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3E5538" w:rsidRPr="003E5538">
        <w:rPr>
          <w:rtl/>
        </w:rPr>
        <w:t>پیش</w:t>
      </w:r>
      <w:r w:rsidR="0042080E">
        <w:rPr>
          <w:rtl/>
        </w:rPr>
        <w:t xml:space="preserve"> آئے اور جلد سے جلد لوگوں پر اتمام حجّت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سکے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دلائل سبب بن</w:t>
      </w:r>
      <w:r w:rsidR="00576C85">
        <w:rPr>
          <w:rtl/>
        </w:rPr>
        <w:t>یں</w:t>
      </w:r>
      <w:r w:rsidR="0042080E">
        <w:rPr>
          <w:rtl/>
        </w:rPr>
        <w:t xml:space="preserve"> کہ لوگ جلد از جلد آپ(عج)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حم</w:t>
      </w:r>
      <w:r w:rsidR="001100FA">
        <w:rPr>
          <w:rtl/>
        </w:rPr>
        <w:t>ایت</w:t>
      </w:r>
      <w:r w:rsidR="0042080E">
        <w:rPr>
          <w:rtl/>
        </w:rPr>
        <w:t xml:space="preserve"> اور نصرت </w:t>
      </w:r>
      <w:r w:rsidR="0042080E">
        <w:rPr>
          <w:rFonts w:hint="eastAsia"/>
          <w:rtl/>
        </w:rPr>
        <w:t>کے</w:t>
      </w:r>
      <w:r w:rsidR="0042080E">
        <w:rPr>
          <w:rtl/>
        </w:rPr>
        <w:t xml:space="preserve">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ت</w:t>
      </w:r>
      <w:r w:rsidR="00720096" w:rsidRPr="00720096">
        <w:rPr>
          <w:rtl/>
        </w:rPr>
        <w:t>یار</w:t>
      </w:r>
      <w:r w:rsidR="0042080E"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 w:rsidR="0042080E">
        <w:rPr>
          <w:rtl/>
        </w:rPr>
        <w:t xml:space="preserve">ں۔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وَاع</w:t>
      </w:r>
      <w:r w:rsidR="0042080E" w:rsidRPr="00DA42EA">
        <w:rPr>
          <w:rStyle w:val="libArabicChar"/>
          <w:rFonts w:hint="cs"/>
          <w:rtl/>
        </w:rPr>
        <w:t>ْمُرِ 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بِ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بِلادَکَ وَ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eastAsia"/>
          <w:rtl/>
        </w:rPr>
        <w:t>ح</w:t>
      </w:r>
      <w:r w:rsidR="0042080E" w:rsidRPr="00DA42EA">
        <w:rPr>
          <w:rStyle w:val="libArabicChar"/>
          <w:rFonts w:hint="cs"/>
          <w:rtl/>
        </w:rPr>
        <w:t>ْیِ</w:t>
      </w:r>
      <w:r w:rsidR="0042080E" w:rsidRPr="00DA42EA">
        <w:rPr>
          <w:rStyle w:val="libArabicChar"/>
          <w:rtl/>
        </w:rPr>
        <w:t xml:space="preserve"> بِ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عِبادَکَ فَإِنَّکَ قُل</w:t>
      </w:r>
      <w:r w:rsidR="0042080E" w:rsidRPr="00DA42EA">
        <w:rPr>
          <w:rStyle w:val="libArabicChar"/>
          <w:rFonts w:hint="cs"/>
          <w:rtl/>
        </w:rPr>
        <w:t>ْتَ وَقَوْلُکَ الْحَقُّ ظَ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َرَ ال</w:t>
      </w:r>
      <w:r w:rsidR="0042080E" w:rsidRPr="00DA42EA">
        <w:rPr>
          <w:rStyle w:val="libArabicChar"/>
          <w:rFonts w:hint="cs"/>
          <w:rtl/>
        </w:rPr>
        <w:t>ْفَسَادُ فِی</w:t>
      </w:r>
      <w:r w:rsidR="0042080E" w:rsidRPr="00DA42EA">
        <w:rPr>
          <w:rStyle w:val="libArabicChar"/>
          <w:rtl/>
        </w:rPr>
        <w:t xml:space="preserve"> ال</w:t>
      </w:r>
      <w:r w:rsidR="0042080E" w:rsidRPr="00DA42EA">
        <w:rPr>
          <w:rStyle w:val="libArabicChar"/>
          <w:rFonts w:hint="cs"/>
          <w:rtl/>
        </w:rPr>
        <w:t xml:space="preserve">ْبَرِّ وَالْبَحْرِ بِمَا کَسَبَتْ </w:t>
      </w:r>
      <w:r w:rsidR="00296C60">
        <w:rPr>
          <w:rStyle w:val="libArabicChar"/>
          <w:rFonts w:hint="cs"/>
          <w:rtl/>
        </w:rPr>
        <w:t>ا</w:t>
      </w:r>
      <w:r w:rsidR="0042080E" w:rsidRPr="00DA42EA">
        <w:rPr>
          <w:rStyle w:val="libArabicChar"/>
          <w:rFonts w:hint="cs"/>
          <w:rtl/>
        </w:rPr>
        <w:t>یْ</w:t>
      </w:r>
      <w:r w:rsidR="0042080E" w:rsidRPr="00DA42EA">
        <w:rPr>
          <w:rStyle w:val="libArabicChar"/>
          <w:rFonts w:hint="eastAsia"/>
          <w:rtl/>
        </w:rPr>
        <w:t>دِ</w:t>
      </w:r>
      <w:r w:rsidR="0042080E" w:rsidRPr="00DA42EA">
        <w:rPr>
          <w:rStyle w:val="libArabicChar"/>
          <w:rFonts w:hint="cs"/>
          <w:rtl/>
        </w:rPr>
        <w:t>ی</w:t>
      </w:r>
      <w:r w:rsidR="0042080E" w:rsidRPr="00DA42EA">
        <w:rPr>
          <w:rStyle w:val="libArabicChar"/>
          <w:rtl/>
        </w:rPr>
        <w:t xml:space="preserve"> النَّاسِ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(پروردگار اپنے شھروں کو حضرت(عج) کے توسط سے آباد فرما اور اپنے بندوں کو زندہ فرما بے شک تو نے </w:t>
      </w:r>
      <w:r w:rsidR="007844F9" w:rsidRPr="007844F9">
        <w:rPr>
          <w:rtl/>
        </w:rPr>
        <w:t>کہا</w:t>
      </w:r>
      <w:r w:rsidR="00824A76" w:rsidRPr="00824A76">
        <w:rPr>
          <w:rtl/>
        </w:rPr>
        <w:t xml:space="preserve"> ہے </w:t>
      </w:r>
      <w:r>
        <w:rPr>
          <w:rtl/>
        </w:rPr>
        <w:t>اور ت</w:t>
      </w:r>
      <w:r w:rsidR="007D2A2F">
        <w:rPr>
          <w:rtl/>
        </w:rPr>
        <w:t>یر</w:t>
      </w:r>
      <w:r>
        <w:rPr>
          <w:rtl/>
        </w:rPr>
        <w:t xml:space="preserve">ا </w:t>
      </w:r>
      <w:r w:rsidR="007844F9" w:rsidRPr="007844F9">
        <w:rPr>
          <w:rtl/>
        </w:rPr>
        <w:t>کہا</w:t>
      </w:r>
      <w:r>
        <w:rPr>
          <w:rtl/>
        </w:rPr>
        <w:t xml:space="preserve"> حق</w:t>
      </w:r>
      <w:r w:rsidR="00824A76" w:rsidRPr="00824A76">
        <w:rPr>
          <w:rtl/>
        </w:rPr>
        <w:t xml:space="preserve"> ہے </w:t>
      </w:r>
      <w:r>
        <w:rPr>
          <w:rtl/>
        </w:rPr>
        <w:t>کہ خشک</w:t>
      </w:r>
      <w:r>
        <w:rPr>
          <w:rFonts w:hint="cs"/>
          <w:rtl/>
        </w:rPr>
        <w:t>ی</w:t>
      </w:r>
      <w:r>
        <w:rPr>
          <w:rtl/>
        </w:rPr>
        <w:t xml:space="preserve"> اور سمندر </w:t>
      </w:r>
      <w:r w:rsidR="007D2A2F">
        <w:rPr>
          <w:rtl/>
        </w:rPr>
        <w:t xml:space="preserve">میں </w:t>
      </w:r>
      <w:r>
        <w:rPr>
          <w:rtl/>
        </w:rPr>
        <w:t xml:space="preserve"> فساد</w:t>
      </w:r>
      <w:r w:rsidR="008828D8" w:rsidRPr="008828D8">
        <w:rPr>
          <w:rtl/>
        </w:rPr>
        <w:t xml:space="preserve"> ظاہر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جو لوگوں کے اپنے اعمال کے ھاتھوں سے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824A76" w:rsidRPr="00824A76">
        <w:rPr>
          <w:rtl/>
        </w:rPr>
        <w:t xml:space="preserve"> ہے </w:t>
      </w:r>
      <w:r>
        <w:rPr>
          <w:rtl/>
        </w:rPr>
        <w:t>شھروں کو آباد کرنے سے مراد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>
        <w:rPr>
          <w:rtl/>
        </w:rPr>
        <w:t xml:space="preserve">کہ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کا شھروں پر غلبہ حاصل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اور وھاں پر خدا ک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اگرچہ خدا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025F9A" w:rsidRPr="00025F9A">
        <w:rPr>
          <w:rtl/>
        </w:rPr>
        <w:t>ہمیش</w:t>
      </w:r>
      <w:r>
        <w:rPr>
          <w:rtl/>
        </w:rPr>
        <w:t>ہ سے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 w:rsidR="00025F9A" w:rsidRPr="00025F9A">
        <w:rPr>
          <w:rtl/>
        </w:rPr>
        <w:t>ہمیش</w:t>
      </w:r>
      <w:r>
        <w:rPr>
          <w:rtl/>
        </w:rPr>
        <w:t>ہ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لوگوں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اور سب لوگ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آ</w:t>
      </w:r>
      <w:r w:rsidR="00B06535" w:rsidRPr="00B06535">
        <w:rPr>
          <w:rtl/>
        </w:rPr>
        <w:t>جائیں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کو زندہ کرنے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مراد</w:t>
      </w:r>
      <w:r w:rsidR="00824A76" w:rsidRPr="00824A76">
        <w:rPr>
          <w:rtl/>
        </w:rPr>
        <w:t xml:space="preserve"> ہے </w:t>
      </w:r>
      <w:r>
        <w:rPr>
          <w:rtl/>
        </w:rPr>
        <w:t>کہ مردہ قلوب جو گمراہ</w:t>
      </w:r>
      <w:r w:rsidR="00272FF7" w:rsidRPr="00272FF7">
        <w:rPr>
          <w:rtl/>
        </w:rPr>
        <w:t xml:space="preserve"> ہو</w:t>
      </w:r>
      <w:r>
        <w:rPr>
          <w:rtl/>
        </w:rPr>
        <w:t>چکے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نور </w:t>
      </w:r>
      <w:r w:rsidR="008828D8" w:rsidRPr="008828D8">
        <w:rPr>
          <w:rtl/>
        </w:rPr>
        <w:t>ایمان</w:t>
      </w:r>
      <w:r>
        <w:rPr>
          <w:rtl/>
        </w:rPr>
        <w:t xml:space="preserve"> سے زندہ </w:t>
      </w:r>
      <w:r w:rsidR="00C1070F" w:rsidRPr="00C1070F">
        <w:rPr>
          <w:rtl/>
        </w:rPr>
        <w:t xml:space="preserve">ہوجائیں </w:t>
      </w:r>
      <w:r>
        <w:rPr>
          <w:rtl/>
        </w:rPr>
        <w:t xml:space="preserve">اور ان کے دلوں </w:t>
      </w:r>
      <w:r w:rsidR="007D2A2F">
        <w:rPr>
          <w:rtl/>
        </w:rPr>
        <w:t xml:space="preserve">میں </w:t>
      </w:r>
      <w:r>
        <w:rPr>
          <w:rtl/>
        </w:rPr>
        <w:t xml:space="preserve"> فقط خدا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2549D7" w:rsidRPr="002549D7">
        <w:rPr>
          <w:rtl/>
        </w:rPr>
        <w:t xml:space="preserve"> ہو </w:t>
      </w:r>
      <w:r>
        <w:rPr>
          <w:rtl/>
        </w:rPr>
        <w:t>۔اس بات پردعا کے بعد والا جملہ جو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ق</w:t>
      </w:r>
      <w:r w:rsidR="001100FA">
        <w:rPr>
          <w:rtl/>
        </w:rPr>
        <w:t>رین</w:t>
      </w:r>
      <w:r>
        <w:rPr>
          <w:rtl/>
        </w:rPr>
        <w:t>ہ</w:t>
      </w:r>
      <w:r w:rsidR="002549D7" w:rsidRPr="002549D7">
        <w:rPr>
          <w:rtl/>
        </w:rPr>
        <w:t xml:space="preserve"> ہے۔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ظ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ر الفساد ف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البرّ و البحر بما کَسَبَت</w:t>
      </w:r>
      <w:r w:rsidR="0042080E" w:rsidRPr="00DA42EA">
        <w:rPr>
          <w:rStyle w:val="libAieChar"/>
          <w:rFonts w:hint="cs"/>
          <w:rtl/>
        </w:rPr>
        <w:t>ْ ا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دی</w:t>
      </w:r>
      <w:r w:rsidR="0042080E" w:rsidRPr="00DA42EA">
        <w:rPr>
          <w:rStyle w:val="libAieChar"/>
          <w:rtl/>
        </w:rPr>
        <w:t xml:space="preserve"> الناس 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ذ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ق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بعض الذ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عملوا لعلّ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م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رجعون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کے ھاتھوں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>(اعمال) ک</w:t>
      </w:r>
      <w:r>
        <w:rPr>
          <w:rFonts w:hint="cs"/>
          <w:rtl/>
        </w:rPr>
        <w:t>ی</w:t>
      </w:r>
      <w:r>
        <w:rPr>
          <w:rtl/>
        </w:rPr>
        <w:t xml:space="preserve"> وجہ سے خشک</w:t>
      </w:r>
      <w:r>
        <w:rPr>
          <w:rFonts w:hint="cs"/>
          <w:rtl/>
        </w:rPr>
        <w:t>ی</w:t>
      </w:r>
      <w:r>
        <w:rPr>
          <w:rtl/>
        </w:rPr>
        <w:t xml:space="preserve"> اور تر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ہر </w:t>
      </w:r>
      <w:r>
        <w:rPr>
          <w:rtl/>
        </w:rPr>
        <w:t>جگہ فساد غالب آ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>
        <w:rPr>
          <w:rtl/>
        </w:rPr>
        <w:t>تاکہ خدا ان کے کچھ اعمال کا مزہ چ</w:t>
      </w:r>
      <w:r w:rsidR="007844F9" w:rsidRPr="007844F9">
        <w:rPr>
          <w:rtl/>
        </w:rPr>
        <w:t>کہا</w:t>
      </w:r>
      <w:r>
        <w:rPr>
          <w:rtl/>
        </w:rPr>
        <w:t xml:space="preserve">دے تو </w:t>
      </w:r>
      <w:r w:rsidR="003E5538" w:rsidRPr="003E5538">
        <w:rPr>
          <w:rtl/>
        </w:rPr>
        <w:t>شاید</w:t>
      </w:r>
      <w:r w:rsidR="008828D8" w:rsidRPr="008828D8">
        <w:rPr>
          <w:rtl/>
        </w:rPr>
        <w:t xml:space="preserve"> یہ </w:t>
      </w:r>
      <w:r>
        <w:rPr>
          <w:rtl/>
        </w:rPr>
        <w:t>لوگ پلٹ کر راستے پر آ</w:t>
      </w:r>
      <w:r w:rsidR="00B06535" w:rsidRPr="00B06535">
        <w:rPr>
          <w:rtl/>
        </w:rPr>
        <w:t>جائیں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17D9" w:rsidRPr="004617D9">
        <w:rPr>
          <w:rtl/>
        </w:rPr>
        <w:t>شریفہ</w:t>
      </w:r>
      <w:r>
        <w:rPr>
          <w:rtl/>
        </w:rPr>
        <w:t xml:space="preserve"> کے </w:t>
      </w:r>
      <w:r w:rsidR="00C1070F" w:rsidRPr="00C1070F">
        <w:rPr>
          <w:rtl/>
        </w:rPr>
        <w:t>ذیل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کہ جو بھ</w:t>
      </w:r>
      <w:r>
        <w:rPr>
          <w:rFonts w:hint="cs"/>
          <w:rtl/>
        </w:rPr>
        <w:t>ی</w:t>
      </w:r>
      <w:r>
        <w:rPr>
          <w:rtl/>
        </w:rPr>
        <w:t xml:space="preserve"> تباھ</w:t>
      </w:r>
      <w:r>
        <w:rPr>
          <w:rFonts w:hint="cs"/>
          <w:rtl/>
        </w:rPr>
        <w:t>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ہمیں </w:t>
      </w:r>
      <w:r>
        <w:rPr>
          <w:rtl/>
        </w:rPr>
        <w:t xml:space="preserve">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اس کا سبب خود وھاں کے لوگ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</w:t>
      </w:r>
      <w:r w:rsidR="00C537D2" w:rsidRPr="00C537D2">
        <w:rPr>
          <w:rtl/>
        </w:rPr>
        <w:t>یہاں</w:t>
      </w:r>
      <w:r>
        <w:rPr>
          <w:rtl/>
        </w:rPr>
        <w:t xml:space="preserve"> لو گو ں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کو</w:t>
      </w:r>
      <w:r w:rsidR="00272FF7" w:rsidRPr="00272FF7">
        <w:rPr>
          <w:rtl/>
        </w:rPr>
        <w:t xml:space="preserve"> ہو</w:t>
      </w:r>
      <w:r>
        <w:rPr>
          <w:rtl/>
        </w:rPr>
        <w:t>ش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جو فساد اور نقصان</w:t>
      </w:r>
      <w:r w:rsidR="000C56D5" w:rsidRPr="000C56D5">
        <w:rPr>
          <w:rtl/>
        </w:rPr>
        <w:t xml:space="preserve"> ہوگا </w:t>
      </w:r>
      <w:r>
        <w:rPr>
          <w:rtl/>
        </w:rPr>
        <w:t>اس کے اصل ذمہ دار تم لوگ خود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سے مراد </w:t>
      </w:r>
      <w:r w:rsidR="004617D9" w:rsidRPr="004617D9">
        <w:rPr>
          <w:rtl/>
        </w:rPr>
        <w:t>زمین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فساد اور عموم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 w:rsidR="00576C85">
        <w:rPr>
          <w:rtl/>
        </w:rPr>
        <w:t>یں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جو جھان </w:t>
      </w:r>
      <w:r w:rsidR="007D2A2F">
        <w:rPr>
          <w:rtl/>
        </w:rPr>
        <w:t xml:space="preserve">میں </w:t>
      </w:r>
      <w:r>
        <w:rPr>
          <w:rtl/>
        </w:rPr>
        <w:t xml:space="preserve"> نمودار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 w:rsidR="00576C85">
        <w:rPr>
          <w:rtl/>
        </w:rPr>
        <w:t>یں</w:t>
      </w:r>
      <w:r>
        <w:rPr>
          <w:rtl/>
        </w:rPr>
        <w:t xml:space="preserve"> وھاں کے لوگوں کو تباہ و برباد کر</w:t>
      </w:r>
      <w:r w:rsidR="004617D9" w:rsidRPr="004617D9">
        <w:rPr>
          <w:rtl/>
        </w:rPr>
        <w:t>دیں</w:t>
      </w:r>
      <w:r>
        <w:rPr>
          <w:rtl/>
        </w:rPr>
        <w:t xml:space="preserve"> گ</w:t>
      </w:r>
      <w:r w:rsidR="00576C85">
        <w:rPr>
          <w:rtl/>
        </w:rPr>
        <w:t>یں</w:t>
      </w:r>
      <w:r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>
        <w:rPr>
          <w:rtl/>
        </w:rPr>
        <w:t>ے وہ قحط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 w:rsidR="00B06535" w:rsidRPr="00B06535">
        <w:rPr>
          <w:rtl/>
        </w:rPr>
        <w:t>یا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>
        <w:rPr>
          <w:rtl/>
        </w:rPr>
        <w:t>ے زلزلہ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 w:rsidR="00B06535" w:rsidRPr="00B06535">
        <w:rPr>
          <w:rtl/>
        </w:rPr>
        <w:t>یا</w:t>
      </w:r>
      <w:r>
        <w:rPr>
          <w:rtl/>
        </w:rPr>
        <w:t xml:space="preserve"> معاشرے </w:t>
      </w:r>
      <w:r w:rsidR="007D2A2F">
        <w:rPr>
          <w:rtl/>
        </w:rPr>
        <w:t xml:space="preserve">میں 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نظام معاشرت اور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خلل پ</w:t>
      </w:r>
      <w:r w:rsidR="007D2A2F">
        <w:rPr>
          <w:rtl/>
        </w:rPr>
        <w:t>ید</w:t>
      </w:r>
      <w:r>
        <w:rPr>
          <w:rtl/>
        </w:rPr>
        <w:t>ا کرے گ</w:t>
      </w:r>
      <w:r>
        <w:rPr>
          <w:rFonts w:hint="cs"/>
          <w:rtl/>
        </w:rPr>
        <w:t>ی</w:t>
      </w:r>
      <w:r>
        <w:rPr>
          <w:rtl/>
        </w:rPr>
        <w:t xml:space="preserve"> اس کا سبب لوگوں کا اپنا عمل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امام جعفر صادق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A42EA">
        <w:rPr>
          <w:rStyle w:val="libArabicChar"/>
          <w:rtl/>
        </w:rPr>
        <w:t>ح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ات دواب البحر بالمطر فاذا کف المطر 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ر الفساد ف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البحر و البر و ذلک اذا کثرت الذنوب والمعاص</w:t>
      </w:r>
      <w:r w:rsidRPr="00DA42E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”سمندر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 w:rsidR="007D2A2F">
        <w:rPr>
          <w:rtl/>
        </w:rPr>
        <w:t>یو</w:t>
      </w:r>
      <w:r>
        <w:rPr>
          <w:rtl/>
        </w:rPr>
        <w:t>انات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حیات</w:t>
      </w:r>
      <w:r>
        <w:rPr>
          <w:rtl/>
        </w:rPr>
        <w:t xml:space="preserve"> بارشوں پر منحصر</w:t>
      </w:r>
      <w:r w:rsidR="00824A76" w:rsidRPr="00824A76">
        <w:rPr>
          <w:rtl/>
        </w:rPr>
        <w:t xml:space="preserve"> ہے </w:t>
      </w:r>
      <w:r>
        <w:rPr>
          <w:rtl/>
        </w:rPr>
        <w:t>اور جب بارش</w:t>
      </w:r>
      <w:r w:rsidR="00576C85">
        <w:rPr>
          <w:rtl/>
        </w:rPr>
        <w:t>یں</w:t>
      </w:r>
      <w:r>
        <w:rPr>
          <w:rtl/>
        </w:rPr>
        <w:t xml:space="preserve"> نہ</w:t>
      </w:r>
      <w:r w:rsidR="00437CD4" w:rsidRPr="00437CD4">
        <w:rPr>
          <w:rtl/>
        </w:rPr>
        <w:t xml:space="preserve"> ہوں </w:t>
      </w:r>
      <w:r>
        <w:rPr>
          <w:rtl/>
        </w:rPr>
        <w:t>تو سمندر اور خشک</w:t>
      </w:r>
      <w:r>
        <w:rPr>
          <w:rFonts w:hint="cs"/>
          <w:rtl/>
        </w:rPr>
        <w:t>ی</w:t>
      </w:r>
      <w:r>
        <w:rPr>
          <w:rtl/>
        </w:rPr>
        <w:t xml:space="preserve"> پر تباھ</w:t>
      </w:r>
      <w:r>
        <w:rPr>
          <w:rFonts w:hint="cs"/>
          <w:rtl/>
        </w:rPr>
        <w:t>ی</w:t>
      </w:r>
      <w:r>
        <w:rPr>
          <w:rtl/>
        </w:rPr>
        <w:t xml:space="preserve"> آجات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8828D8" w:rsidRPr="008828D8">
        <w:rPr>
          <w:rtl/>
        </w:rPr>
        <w:t xml:space="preserve"> یہ </w:t>
      </w:r>
      <w:r>
        <w:rPr>
          <w:rtl/>
        </w:rPr>
        <w:t>اس وقت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جب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حد سے </w:t>
      </w:r>
      <w:r w:rsidR="004617D9" w:rsidRPr="004617D9">
        <w:rPr>
          <w:rtl/>
        </w:rPr>
        <w:t>زیادہ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برعکس مطلب ک</w:t>
      </w:r>
      <w:r>
        <w:rPr>
          <w:rFonts w:hint="cs"/>
          <w:rtl/>
        </w:rPr>
        <w:t>ی</w:t>
      </w:r>
      <w:r>
        <w:rPr>
          <w:rtl/>
        </w:rPr>
        <w:t xml:space="preserve"> طرف قرآن </w:t>
      </w:r>
      <w:r w:rsidR="00C1070F" w:rsidRPr="00C1070F">
        <w:rPr>
          <w:rtl/>
        </w:rPr>
        <w:t>مجید</w:t>
      </w:r>
      <w:r>
        <w:rPr>
          <w:rtl/>
        </w:rPr>
        <w:t xml:space="preserve"> نے اشارہ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ولو ان ا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ل القر</w:t>
      </w:r>
      <w:r w:rsidR="0042080E" w:rsidRPr="00DA42EA">
        <w:rPr>
          <w:rStyle w:val="libAieChar"/>
          <w:rFonts w:hint="cs"/>
          <w:rtl/>
        </w:rPr>
        <w:t>ی</w:t>
      </w:r>
      <w:r w:rsidR="0042080E" w:rsidRPr="00DA42EA">
        <w:rPr>
          <w:rStyle w:val="libAieChar"/>
          <w:rtl/>
        </w:rPr>
        <w:t xml:space="preserve"> آمنوا واتّقوا لفتحنا عل</w:t>
      </w:r>
      <w:r w:rsidRPr="00031FA0">
        <w:rPr>
          <w:rStyle w:val="libAieChar"/>
          <w:rFonts w:hint="cs"/>
          <w:rtl/>
        </w:rPr>
        <w:t>يه</w:t>
      </w:r>
      <w:r w:rsidR="0042080E" w:rsidRPr="00031FA0">
        <w:rPr>
          <w:rStyle w:val="libAieChar"/>
          <w:rFonts w:hint="cs"/>
          <w:rtl/>
        </w:rPr>
        <w:t>م برکات من السماء والارض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</w:t>
      </w:r>
      <w:r w:rsidR="00DE4B57" w:rsidRPr="00DE4B57">
        <w:rPr>
          <w:rtl/>
        </w:rPr>
        <w:t xml:space="preserve"> اہل </w:t>
      </w:r>
      <w:r>
        <w:rPr>
          <w:rtl/>
        </w:rPr>
        <w:t>قر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</w:t>
      </w:r>
      <w:r w:rsidR="008828D8" w:rsidRPr="008828D8">
        <w:rPr>
          <w:rtl/>
        </w:rPr>
        <w:t>ایمان</w:t>
      </w:r>
      <w:r>
        <w:rPr>
          <w:rtl/>
        </w:rPr>
        <w:t xml:space="preserve"> لے آتے اور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 w:rsidR="00720096" w:rsidRPr="00720096">
        <w:rPr>
          <w:rtl/>
        </w:rPr>
        <w:t>یار</w:t>
      </w:r>
      <w:r>
        <w:rPr>
          <w:rtl/>
        </w:rPr>
        <w:t xml:space="preserve"> کرل</w:t>
      </w:r>
      <w:r w:rsidR="007D2A2F">
        <w:rPr>
          <w:rtl/>
        </w:rPr>
        <w:t>یت</w:t>
      </w:r>
      <w:r>
        <w:rPr>
          <w:rtl/>
        </w:rPr>
        <w:t>ے تو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ان کے </w:t>
      </w:r>
      <w:r w:rsidR="008828D8" w:rsidRPr="008828D8">
        <w:rPr>
          <w:rtl/>
        </w:rPr>
        <w:t>لیئے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اور آسمان سے برکتوں کے دروازے کھول د</w:t>
      </w:r>
      <w:r w:rsidR="007D2A2F">
        <w:rPr>
          <w:rtl/>
        </w:rPr>
        <w:t>یت</w:t>
      </w:r>
      <w:r>
        <w:rPr>
          <w:rtl/>
        </w:rPr>
        <w:t>ے“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</w:t>
      </w:r>
      <w:r w:rsidR="00042197" w:rsidRPr="00042197">
        <w:rPr>
          <w:rtl/>
        </w:rPr>
        <w:t xml:space="preserve">عبودیت </w:t>
      </w:r>
      <w:r>
        <w:rPr>
          <w:rtl/>
        </w:rPr>
        <w:t xml:space="preserve"> اخت</w:t>
      </w:r>
      <w:r w:rsidR="00720096" w:rsidRPr="00720096">
        <w:rPr>
          <w:rtl/>
        </w:rPr>
        <w:t>یار</w:t>
      </w:r>
      <w:r>
        <w:rPr>
          <w:rtl/>
        </w:rPr>
        <w:t xml:space="preserve"> کرلے اور خدا کا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کر رہ جائے تو </w:t>
      </w:r>
      <w:r w:rsidR="004617D9" w:rsidRPr="004617D9">
        <w:rPr>
          <w:rtl/>
        </w:rPr>
        <w:t>زمین</w:t>
      </w:r>
      <w:r>
        <w:rPr>
          <w:rtl/>
        </w:rPr>
        <w:t xml:space="preserve"> و آسمان اس کے </w:t>
      </w:r>
      <w:r w:rsidR="008828D8" w:rsidRPr="008828D8">
        <w:rPr>
          <w:rtl/>
        </w:rPr>
        <w:t>لیئے</w:t>
      </w:r>
      <w:r>
        <w:rPr>
          <w:rtl/>
        </w:rPr>
        <w:t xml:space="preserve"> خزانے اگلنے لگ</w:t>
      </w:r>
      <w:r w:rsidR="00576C85">
        <w:rPr>
          <w:rtl/>
        </w:rPr>
        <w:t>یں</w:t>
      </w:r>
      <w:r>
        <w:rPr>
          <w:rtl/>
        </w:rPr>
        <w:t xml:space="preserve"> اور چاروں طرف سے نعمتوں کا نزول شروع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DA42EA">
        <w:rPr>
          <w:rStyle w:val="libArabicChar"/>
          <w:rtl/>
        </w:rPr>
        <w:t>فَ</w:t>
      </w:r>
      <w:r w:rsidR="00296C60">
        <w:rPr>
          <w:rStyle w:val="libArabicChar"/>
          <w:rtl/>
        </w:rPr>
        <w:t>ا</w:t>
      </w:r>
      <w:r w:rsidR="0042080E" w:rsidRPr="00DA42EA">
        <w:rPr>
          <w:rStyle w:val="libArabicChar"/>
          <w:rFonts w:hint="eastAsia"/>
          <w:rtl/>
        </w:rPr>
        <w:t>ظ</w:t>
      </w:r>
      <w:r w:rsidR="0042080E" w:rsidRPr="00DA42EA">
        <w:rPr>
          <w:rStyle w:val="libArabicChar"/>
          <w:rFonts w:hint="cs"/>
          <w:rtl/>
        </w:rPr>
        <w:t>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ِرِ</w:t>
      </w:r>
      <w:r w:rsidR="0042080E" w:rsidRPr="00DA42EA">
        <w:rPr>
          <w:rStyle w:val="libArabicChar"/>
          <w:rtl/>
        </w:rPr>
        <w:t xml:space="preserve"> 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لَنا وَلِ</w:t>
      </w:r>
      <w:r w:rsidR="0042080E" w:rsidRPr="00DA42EA">
        <w:rPr>
          <w:rStyle w:val="libArabicChar"/>
          <w:rFonts w:hint="cs"/>
          <w:rtl/>
        </w:rPr>
        <w:t>یَّ</w:t>
      </w:r>
      <w:r w:rsidR="0042080E" w:rsidRPr="00DA42EA">
        <w:rPr>
          <w:rStyle w:val="libArabicChar"/>
          <w:rFonts w:hint="eastAsia"/>
          <w:rtl/>
        </w:rPr>
        <w:t>کَ</w:t>
      </w:r>
      <w:r w:rsidR="0042080E" w:rsidRPr="00DA42EA">
        <w:rPr>
          <w:rStyle w:val="libArabicChar"/>
          <w:rtl/>
        </w:rPr>
        <w:t xml:space="preserve"> وَاب</w:t>
      </w:r>
      <w:r w:rsidR="0042080E" w:rsidRPr="00DA42EA">
        <w:rPr>
          <w:rStyle w:val="libArabicChar"/>
          <w:rFonts w:hint="cs"/>
          <w:rtl/>
        </w:rPr>
        <w:t>ْنَ بِنْتِ نَبِیِّ</w:t>
      </w:r>
      <w:r w:rsidR="0042080E" w:rsidRPr="00DA42EA">
        <w:rPr>
          <w:rStyle w:val="libArabicChar"/>
          <w:rFonts w:hint="eastAsia"/>
          <w:rtl/>
        </w:rPr>
        <w:t>کَ</w:t>
      </w:r>
      <w:r w:rsidR="0042080E" w:rsidRPr="00DA42EA">
        <w:rPr>
          <w:rStyle w:val="libArabicChar"/>
          <w:rtl/>
        </w:rPr>
        <w:t xml:space="preserve"> ال</w:t>
      </w:r>
      <w:r w:rsidR="0042080E" w:rsidRPr="00DA42EA">
        <w:rPr>
          <w:rStyle w:val="libArabicChar"/>
          <w:rFonts w:hint="cs"/>
          <w:rtl/>
        </w:rPr>
        <w:t>ْمُسَمَّی</w:t>
      </w:r>
      <w:r w:rsidR="0042080E" w:rsidRPr="00DA42EA">
        <w:rPr>
          <w:rStyle w:val="libArabicChar"/>
          <w:rtl/>
        </w:rPr>
        <w:t xml:space="preserve"> بِاس</w:t>
      </w:r>
      <w:r w:rsidR="0042080E" w:rsidRPr="00DA42EA">
        <w:rPr>
          <w:rStyle w:val="libArabicChar"/>
          <w:rFonts w:hint="cs"/>
          <w:rtl/>
        </w:rPr>
        <w:t>ْمِ رَسُولِکَ صَلَّی</w:t>
      </w:r>
      <w:r w:rsidR="0042080E" w:rsidRPr="00DA42EA">
        <w:rPr>
          <w:rStyle w:val="libArabicChar"/>
          <w:rtl/>
        </w:rPr>
        <w:t xml:space="preserve"> اللّٰ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عَلَ</w:t>
      </w:r>
      <w:r w:rsidR="0042080E" w:rsidRPr="00DA42EA">
        <w:rPr>
          <w:rStyle w:val="libArabicChar"/>
          <w:rFonts w:hint="cs"/>
          <w:rtl/>
        </w:rPr>
        <w:t>یْ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 w:rsidRPr="00DA42EA">
        <w:rPr>
          <w:rStyle w:val="libArabicChar"/>
          <w:rtl/>
        </w:rPr>
        <w:t xml:space="preserve"> وَآلِ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 پروردگار ! </w:t>
      </w:r>
      <w:r w:rsidR="002549D7" w:rsidRPr="002549D7">
        <w:rPr>
          <w:rtl/>
        </w:rPr>
        <w:t>ہمارے</w:t>
      </w:r>
      <w:r>
        <w:rPr>
          <w:rtl/>
        </w:rPr>
        <w:t xml:space="preserve"> </w:t>
      </w:r>
      <w:r w:rsidR="008828D8" w:rsidRPr="008828D8">
        <w:rPr>
          <w:rtl/>
        </w:rPr>
        <w:t>لیئے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tl/>
        </w:rPr>
        <w:t xml:space="preserve"> او راپنے نب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900AD">
        <w:rPr>
          <w:rtl/>
        </w:rPr>
        <w:t>یٹ</w:t>
      </w:r>
      <w:r>
        <w:rPr>
          <w:rFonts w:hint="cs"/>
          <w:rtl/>
        </w:rPr>
        <w:t>ی</w:t>
      </w:r>
      <w:r>
        <w:rPr>
          <w:rtl/>
        </w:rPr>
        <w:t xml:space="preserve"> کے فرزند کو کو</w:t>
      </w:r>
      <w:r w:rsidR="008828D8" w:rsidRPr="008828D8">
        <w:rPr>
          <w:rtl/>
        </w:rPr>
        <w:t xml:space="preserve"> ظاہر </w:t>
      </w:r>
      <w:r>
        <w:rPr>
          <w:rtl/>
        </w:rPr>
        <w:t xml:space="preserve">فرما جو </w:t>
      </w:r>
      <w:r w:rsidR="00C1070F" w:rsidRPr="00C1070F">
        <w:rPr>
          <w:rtl/>
        </w:rPr>
        <w:t>تیرے</w:t>
      </w:r>
      <w:r>
        <w:rPr>
          <w:rtl/>
        </w:rPr>
        <w:t xml:space="preserve"> رسول (ص)کا</w:t>
      </w:r>
      <w:r w:rsidR="00824A76" w:rsidRPr="00824A76">
        <w:rPr>
          <w:rtl/>
        </w:rPr>
        <w:t xml:space="preserve"> ہم </w:t>
      </w:r>
      <w:r>
        <w:rPr>
          <w:rtl/>
        </w:rPr>
        <w:t>نام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کو خدا کے ول</w:t>
      </w:r>
      <w:r w:rsidR="0042080E">
        <w:rPr>
          <w:rFonts w:hint="cs"/>
          <w:rtl/>
        </w:rPr>
        <w:t>ی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>سے نسبت 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گئ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جس سے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ثابت</w:t>
      </w:r>
      <w:r w:rsidR="008828D8" w:rsidRPr="008828D8">
        <w:rPr>
          <w:rtl/>
        </w:rPr>
        <w:t xml:space="preserve"> ہوتا </w:t>
      </w:r>
      <w:r w:rsidR="0042080E">
        <w:rPr>
          <w:rtl/>
        </w:rPr>
        <w:t>کہ وہ صاحب اور مالک</w:t>
      </w:r>
      <w:r w:rsidR="000C56D5" w:rsidRPr="000C56D5">
        <w:rPr>
          <w:rtl/>
        </w:rPr>
        <w:t xml:space="preserve"> ہیں </w:t>
      </w:r>
      <w:r w:rsidR="004617D9" w:rsidRPr="004617D9">
        <w:rPr>
          <w:rtl/>
        </w:rPr>
        <w:t>یعنی</w:t>
      </w:r>
      <w:r w:rsidR="0042080E">
        <w:rPr>
          <w:rtl/>
        </w:rPr>
        <w:t xml:space="preserve"> خداوند عالم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جانب سے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مالک</w:t>
      </w:r>
      <w:r w:rsidR="007D2A2F">
        <w:rPr>
          <w:rtl/>
        </w:rPr>
        <w:t>یت</w:t>
      </w:r>
      <w:r w:rsidR="0042080E">
        <w:rPr>
          <w:rtl/>
        </w:rPr>
        <w:t xml:space="preserve"> ان کو عطا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گئ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مبارکہ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حضرت (عج)کے جد بزرگوار مولائے کائنات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علےھما السلام کے لئے نازل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DA42EA">
        <w:rPr>
          <w:rStyle w:val="libAieChar"/>
          <w:rtl/>
        </w:rPr>
        <w:t>انّما ول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کم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 رسول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والذ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ن آمنوا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ق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مون الصلوة و 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 xml:space="preserve">وتون الزکاة و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>م راکعون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”بس</w:t>
      </w:r>
      <w:r>
        <w:rPr>
          <w:rtl/>
        </w:rPr>
        <w:t xml:space="preserve"> تمھارا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اس کا رسول(ص) اور وہ صاحبان </w:t>
      </w:r>
      <w:r w:rsidR="008828D8" w:rsidRPr="008828D8">
        <w:rPr>
          <w:rtl/>
        </w:rPr>
        <w:t>ایمان</w:t>
      </w:r>
      <w:r>
        <w:rPr>
          <w:rtl/>
        </w:rPr>
        <w:t xml:space="preserve"> جو نماز قائم کرتے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حالت رکوع </w:t>
      </w:r>
      <w:r w:rsidR="007D2A2F">
        <w:rPr>
          <w:rtl/>
        </w:rPr>
        <w:t xml:space="preserve">میں </w:t>
      </w:r>
      <w:r>
        <w:rPr>
          <w:rtl/>
        </w:rPr>
        <w:t xml:space="preserve"> زکوة د</w:t>
      </w:r>
      <w:r w:rsidR="007D2A2F">
        <w:rPr>
          <w:rtl/>
        </w:rPr>
        <w:t>یت</w:t>
      </w:r>
      <w:r>
        <w:rPr>
          <w:rtl/>
        </w:rPr>
        <w:t>ے</w:t>
      </w:r>
      <w:r w:rsidR="00C537D2" w:rsidRPr="00C537D2">
        <w:rPr>
          <w:rtl/>
        </w:rPr>
        <w:t xml:space="preserve"> ہیں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97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5564CA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اہل </w:t>
      </w:r>
      <w:r w:rsidR="0042080E">
        <w:rPr>
          <w:rtl/>
        </w:rPr>
        <w:t xml:space="preserve"> ت</w:t>
      </w:r>
      <w:r w:rsidR="007D2A2F">
        <w:rPr>
          <w:rtl/>
        </w:rPr>
        <w:t>شیع</w:t>
      </w:r>
      <w:r w:rsidR="0042080E"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98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کے نزد</w:t>
      </w:r>
      <w:r w:rsidR="007D2A2F">
        <w:rPr>
          <w:rtl/>
        </w:rPr>
        <w:t>یک</w:t>
      </w:r>
      <w:r w:rsidR="0042080E">
        <w:rPr>
          <w:rtl/>
        </w:rPr>
        <w:t xml:space="preserve"> اور</w:t>
      </w:r>
      <w:r w:rsidR="00DE4B57" w:rsidRPr="00DE4B57">
        <w:rPr>
          <w:rtl/>
        </w:rPr>
        <w:t xml:space="preserve"> اہل </w:t>
      </w:r>
      <w:r w:rsidR="0042080E">
        <w:rPr>
          <w:rtl/>
        </w:rPr>
        <w:t>تسنن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99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کے نزد</w:t>
      </w:r>
      <w:r w:rsidR="007D2A2F">
        <w:rPr>
          <w:rtl/>
        </w:rPr>
        <w:t>یک</w:t>
      </w:r>
      <w:r w:rsidR="0042080E">
        <w:rPr>
          <w:rtl/>
        </w:rPr>
        <w:t xml:space="preserve"> اتفاق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حضرت </w:t>
      </w:r>
      <w:r w:rsidR="00F369ED" w:rsidRPr="00F369ED">
        <w:rPr>
          <w:rtl/>
        </w:rPr>
        <w:t>امیر</w:t>
      </w:r>
      <w:r w:rsidR="0042080E">
        <w:rPr>
          <w:rtl/>
        </w:rPr>
        <w:t>ال</w:t>
      </w:r>
      <w:r w:rsidR="001100FA">
        <w:rPr>
          <w:rtl/>
        </w:rPr>
        <w:t>مومنین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نازل</w:t>
      </w:r>
      <w:r w:rsidR="00DE4B57" w:rsidRPr="00DE4B57">
        <w:rPr>
          <w:rtl/>
        </w:rPr>
        <w:t xml:space="preserve"> ہوئی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2025F2" w:rsidRPr="002025F2">
        <w:rPr>
          <w:rtl/>
        </w:rPr>
        <w:t>نہیں</w:t>
      </w:r>
      <w:r>
        <w:rPr>
          <w:rtl/>
        </w:rPr>
        <w:t xml:space="preserve"> کہ </w:t>
      </w:r>
      <w:r w:rsidR="00C537D2" w:rsidRPr="00C537D2">
        <w:rPr>
          <w:rtl/>
        </w:rPr>
        <w:t>یہاں</w:t>
      </w:r>
      <w:r>
        <w:rPr>
          <w:rtl/>
        </w:rPr>
        <w:t xml:space="preserve"> لفظ ” ول</w:t>
      </w:r>
      <w:r>
        <w:rPr>
          <w:rFonts w:hint="cs"/>
          <w:rtl/>
        </w:rPr>
        <w:t>ی</w:t>
      </w:r>
      <w:r>
        <w:rPr>
          <w:rtl/>
        </w:rPr>
        <w:t xml:space="preserve"> “ دوست </w:t>
      </w:r>
      <w:r w:rsidR="00B06535" w:rsidRPr="00B06535">
        <w:rPr>
          <w:rtl/>
        </w:rPr>
        <w:t>یا</w:t>
      </w:r>
      <w:r>
        <w:rPr>
          <w:rtl/>
        </w:rPr>
        <w:t xml:space="preserve"> ناصر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آ</w:t>
      </w:r>
      <w:r w:rsidR="00B06535" w:rsidRPr="00B06535">
        <w:rPr>
          <w:rtl/>
        </w:rPr>
        <w:t>یا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>
        <w:rPr>
          <w:rtl/>
        </w:rPr>
        <w:t xml:space="preserve"> </w:t>
      </w:r>
      <w:r w:rsidR="00B06535" w:rsidRPr="00B06535">
        <w:rPr>
          <w:rtl/>
        </w:rPr>
        <w:t>یا</w:t>
      </w:r>
      <w:r>
        <w:rPr>
          <w:rtl/>
        </w:rPr>
        <w:t xml:space="preserve"> رو دوست</w:t>
      </w:r>
      <w:r>
        <w:rPr>
          <w:rFonts w:hint="cs"/>
          <w:rtl/>
        </w:rPr>
        <w:t>ی</w:t>
      </w:r>
      <w:r>
        <w:rPr>
          <w:rtl/>
        </w:rPr>
        <w:t xml:space="preserve"> کرنے کا حکم فقط ان لوگوں کے لئے </w:t>
      </w:r>
      <w:r w:rsidR="002025F2" w:rsidRPr="002025F2">
        <w:rPr>
          <w:rtl/>
        </w:rPr>
        <w:t>نہیں</w:t>
      </w:r>
      <w:r>
        <w:rPr>
          <w:rtl/>
        </w:rPr>
        <w:t xml:space="preserve"> جو نماز قائم کرتے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حالت رکوع </w:t>
      </w:r>
      <w:r w:rsidR="007D2A2F">
        <w:rPr>
          <w:rtl/>
        </w:rPr>
        <w:t xml:space="preserve">میں </w:t>
      </w:r>
      <w:r>
        <w:rPr>
          <w:rtl/>
        </w:rPr>
        <w:t xml:space="preserve"> زکات د</w:t>
      </w:r>
      <w:r w:rsidR="007D2A2F">
        <w:rPr>
          <w:rtl/>
        </w:rPr>
        <w:t>یت</w:t>
      </w:r>
      <w:r>
        <w:rPr>
          <w:rtl/>
        </w:rPr>
        <w:t>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بلکہ </w:t>
      </w:r>
      <w:r w:rsidR="000C56D5" w:rsidRPr="000C56D5">
        <w:rPr>
          <w:rtl/>
        </w:rPr>
        <w:t>ایک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اور عام حکم</w:t>
      </w:r>
      <w:r w:rsidR="00824A76" w:rsidRPr="00824A76">
        <w:rPr>
          <w:rtl/>
        </w:rPr>
        <w:t xml:space="preserve">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ان لوگوں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حکم</w:t>
      </w:r>
      <w:r w:rsidR="00824A76" w:rsidRPr="00824A76">
        <w:rPr>
          <w:rtl/>
        </w:rPr>
        <w:t xml:space="preserve"> ہے </w:t>
      </w:r>
      <w:r>
        <w:rPr>
          <w:rtl/>
        </w:rPr>
        <w:t>جن پ</w:t>
      </w:r>
      <w:r>
        <w:rPr>
          <w:rFonts w:hint="eastAsia"/>
          <w:rtl/>
        </w:rPr>
        <w:t>ر</w:t>
      </w:r>
      <w:r>
        <w:rPr>
          <w:rtl/>
        </w:rPr>
        <w:t xml:space="preserve"> زکات اور صدقہ </w:t>
      </w:r>
      <w:r w:rsidR="008828D8" w:rsidRPr="008828D8">
        <w:rPr>
          <w:rtl/>
        </w:rPr>
        <w:t xml:space="preserve"> دین</w:t>
      </w:r>
      <w:r>
        <w:rPr>
          <w:rtl/>
        </w:rPr>
        <w:t>ا واجب</w:t>
      </w:r>
      <w:r w:rsidR="002549D7" w:rsidRPr="002549D7">
        <w:rPr>
          <w:rtl/>
        </w:rPr>
        <w:t xml:space="preserve"> ہی </w:t>
      </w:r>
      <w:r w:rsidR="002025F2" w:rsidRPr="002025F2">
        <w:rPr>
          <w:rtl/>
        </w:rPr>
        <w:t>نہیں</w:t>
      </w:r>
      <w:r>
        <w:rPr>
          <w:rtl/>
        </w:rPr>
        <w:t xml:space="preserve"> بلکہ خود فق</w:t>
      </w:r>
      <w:r w:rsidR="007D2A2F">
        <w:rPr>
          <w:rtl/>
        </w:rPr>
        <w:t>یر</w:t>
      </w:r>
      <w:r w:rsidR="000C56D5" w:rsidRPr="000C56D5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مسلمانوں </w:t>
      </w:r>
      <w:r w:rsidR="007D2A2F">
        <w:rPr>
          <w:rtl/>
        </w:rPr>
        <w:t xml:space="preserve">میں </w:t>
      </w:r>
      <w:r>
        <w:rPr>
          <w:rtl/>
        </w:rPr>
        <w:t xml:space="preserve"> آپس کے بھائ</w:t>
      </w:r>
      <w:r>
        <w:rPr>
          <w:rFonts w:hint="cs"/>
          <w:rtl/>
        </w:rPr>
        <w:t>ی</w:t>
      </w:r>
      <w:r>
        <w:rPr>
          <w:rtl/>
        </w:rPr>
        <w:t xml:space="preserve"> چارے کا حکم ان کے بھ</w:t>
      </w:r>
      <w:r>
        <w:rPr>
          <w:rFonts w:hint="cs"/>
          <w:rtl/>
        </w:rPr>
        <w:t>ی</w:t>
      </w:r>
      <w:r>
        <w:rPr>
          <w:rtl/>
        </w:rPr>
        <w:t xml:space="preserve"> شامل حال</w:t>
      </w:r>
      <w:r w:rsidR="002549D7" w:rsidRPr="002549D7">
        <w:rPr>
          <w:rtl/>
        </w:rPr>
        <w:t xml:space="preserve"> ہے۔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سے معلوم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کہ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مبارکہ </w:t>
      </w:r>
      <w:r w:rsidR="007D2A2F">
        <w:rPr>
          <w:rtl/>
        </w:rPr>
        <w:t xml:space="preserve">میں </w:t>
      </w:r>
      <w:r w:rsidR="0042080E">
        <w:rPr>
          <w:rFonts w:hint="eastAsia"/>
          <w:rtl/>
        </w:rPr>
        <w:t>”ول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“</w:t>
      </w:r>
      <w:r w:rsidR="0042080E">
        <w:rPr>
          <w:rtl/>
        </w:rPr>
        <w:t xml:space="preserve"> ول</w:t>
      </w:r>
      <w:r w:rsidR="001100FA">
        <w:rPr>
          <w:rtl/>
        </w:rPr>
        <w:t>ایت</w:t>
      </w:r>
      <w:r w:rsidR="0042080E">
        <w:rPr>
          <w:rtl/>
        </w:rPr>
        <w:t xml:space="preserve"> کے معن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جس کا لازمہ سرپرست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کرنا اور ماد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 معنو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امور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تصرف کا حق رکھنے کے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مخصوصاً جب اس ول</w:t>
      </w:r>
      <w:r w:rsidR="001100FA">
        <w:rPr>
          <w:rtl/>
        </w:rPr>
        <w:t>ایت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بات اللہ اور رسول (ص)ک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ول</w:t>
      </w:r>
      <w:r w:rsidR="001100FA">
        <w:rPr>
          <w:rtl/>
        </w:rPr>
        <w:t>ایت</w:t>
      </w:r>
      <w:r w:rsidR="0042080E">
        <w:rPr>
          <w:rtl/>
        </w:rPr>
        <w:t xml:space="preserve"> کے ساتھ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D74317">
        <w:rPr>
          <w:rtl/>
        </w:rPr>
        <w:t>جارہی</w:t>
      </w:r>
      <w:r w:rsidR="002549D7" w:rsidRPr="002549D7">
        <w:rPr>
          <w:rtl/>
        </w:rPr>
        <w:t xml:space="preserve"> ہو </w:t>
      </w:r>
      <w:r w:rsidR="0042080E">
        <w:rPr>
          <w:rtl/>
        </w:rPr>
        <w:t>اور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پورا جملہ </w:t>
      </w:r>
      <w:r w:rsidR="000C56D5" w:rsidRPr="000C56D5">
        <w:rPr>
          <w:rtl/>
        </w:rPr>
        <w:t>ایک</w:t>
      </w:r>
      <w:r w:rsidR="002549D7" w:rsidRPr="002549D7">
        <w:rPr>
          <w:rtl/>
        </w:rPr>
        <w:t xml:space="preserve"> ہی </w:t>
      </w:r>
      <w:r w:rsidR="0042080E">
        <w:rPr>
          <w:rtl/>
        </w:rPr>
        <w:t>س</w:t>
      </w:r>
      <w:r w:rsidR="00B06535" w:rsidRPr="00B06535">
        <w:rPr>
          <w:rtl/>
        </w:rPr>
        <w:t>یا</w:t>
      </w:r>
      <w:r w:rsidR="0042080E">
        <w:rPr>
          <w:rtl/>
        </w:rPr>
        <w:t xml:space="preserve">ق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 xml:space="preserve">بیان ہوا </w:t>
      </w:r>
      <w:r w:rsidR="002549D7" w:rsidRPr="002549D7">
        <w:rPr>
          <w:rtl/>
        </w:rPr>
        <w:t xml:space="preserve">ہے۔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بات تو ذکر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اگر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معصوم (ع)کے لئے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4617D9" w:rsidRPr="004617D9">
        <w:rPr>
          <w:rtl/>
        </w:rPr>
        <w:t>فضیلت</w:t>
      </w:r>
      <w:r w:rsidR="0042080E">
        <w:rPr>
          <w:rtl/>
        </w:rPr>
        <w:t xml:space="preserve"> ثابت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جات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تو تمام معصوم (ع)اس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C1070F" w:rsidRPr="00C1070F">
        <w:rPr>
          <w:rtl/>
        </w:rPr>
        <w:t>شریک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تے</w:t>
      </w:r>
      <w:r w:rsidR="000C56D5" w:rsidRPr="000C56D5">
        <w:rPr>
          <w:rtl/>
        </w:rPr>
        <w:t xml:space="preserve"> ہیں جیسا </w:t>
      </w:r>
      <w:r w:rsidR="0042080E">
        <w:rPr>
          <w:rtl/>
        </w:rPr>
        <w:t xml:space="preserve"> کہ معروف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ذکر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t>اولنا</w:t>
      </w:r>
      <w:r w:rsidRPr="00DA42EA">
        <w:rPr>
          <w:rStyle w:val="libArabicChar"/>
          <w:rtl/>
        </w:rPr>
        <w:t xml:space="preserve"> محمد و آخرنا محمد و اوسطنا محمد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”ھمارا</w:t>
      </w:r>
      <w:r>
        <w:rPr>
          <w:rtl/>
        </w:rPr>
        <w:t xml:space="preserve"> پھلا بھ</w:t>
      </w:r>
      <w:r>
        <w:rPr>
          <w:rFonts w:hint="cs"/>
          <w:rtl/>
        </w:rPr>
        <w:t>ی</w:t>
      </w:r>
      <w:r>
        <w:rPr>
          <w:rtl/>
        </w:rPr>
        <w:t xml:space="preserve"> محمد اور ھمارا آخر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اور </w:t>
      </w:r>
      <w:r w:rsidR="002549D7" w:rsidRPr="002549D7">
        <w:rPr>
          <w:rtl/>
        </w:rPr>
        <w:t>ہمارے</w:t>
      </w:r>
      <w:r>
        <w:rPr>
          <w:rtl/>
        </w:rPr>
        <w:t xml:space="preserve"> اوسط بھ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“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حضرت </w:t>
      </w:r>
      <w:r w:rsidR="008828D8" w:rsidRPr="008828D8">
        <w:rPr>
          <w:rtl/>
        </w:rPr>
        <w:t>زہرا</w:t>
      </w:r>
      <w:r w:rsidR="0042080E">
        <w:rPr>
          <w:rtl/>
        </w:rPr>
        <w:t xml:space="preserve"> سلام اللہ </w:t>
      </w:r>
      <w:r w:rsidR="008828D8" w:rsidRPr="008828D8">
        <w:rPr>
          <w:rtl/>
        </w:rPr>
        <w:t>علیھا</w:t>
      </w:r>
      <w:r w:rsidR="0042080E">
        <w:rPr>
          <w:rtl/>
        </w:rPr>
        <w:t xml:space="preserve"> سے نسبت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 xml:space="preserve">ے کا مقصد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تو</w:t>
      </w:r>
      <w:r w:rsidR="008828D8" w:rsidRPr="008828D8">
        <w:rPr>
          <w:rtl/>
        </w:rPr>
        <w:t xml:space="preserve"> یہ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سکتا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رسول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زر</w:t>
      </w:r>
      <w:r w:rsidR="007D2A2F">
        <w:rPr>
          <w:rtl/>
        </w:rPr>
        <w:t>یت</w:t>
      </w:r>
      <w:r w:rsidR="0042080E">
        <w:rPr>
          <w:rtl/>
        </w:rPr>
        <w:t xml:space="preserve"> حضرت </w:t>
      </w:r>
      <w:r w:rsidR="008828D8" w:rsidRPr="008828D8">
        <w:rPr>
          <w:rtl/>
        </w:rPr>
        <w:t>زہرا</w:t>
      </w:r>
      <w:r w:rsidR="0042080E">
        <w:rPr>
          <w:rtl/>
        </w:rPr>
        <w:t xml:space="preserve"> سلام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ھا</w:t>
      </w:r>
      <w:r w:rsidR="0042080E">
        <w:rPr>
          <w:rtl/>
        </w:rPr>
        <w:t xml:space="preserve"> سے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 w:rsidRPr="00DA42EA">
        <w:rPr>
          <w:rStyle w:val="libArabicChar"/>
          <w:rFonts w:hint="eastAsia"/>
          <w:rtl/>
        </w:rPr>
        <w:t>قال</w:t>
      </w:r>
      <w:r w:rsidRPr="00DA42EA">
        <w:rPr>
          <w:rStyle w:val="libArabicChar"/>
          <w:rtl/>
        </w:rPr>
        <w:t xml:space="preserve"> رسول 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(ص): کل نب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اُمّ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نتمنون ال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عصبت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الا ولد فاطم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فان</w:t>
      </w:r>
      <w:r w:rsidRPr="00DA42EA">
        <w:rPr>
          <w:rStyle w:val="libArabicChar"/>
          <w:rFonts w:hint="cs"/>
          <w:rtl/>
        </w:rPr>
        <w:t>ی</w:t>
      </w:r>
      <w:r w:rsidRPr="00DA42EA">
        <w:rPr>
          <w:rStyle w:val="libArabicChar"/>
          <w:rtl/>
        </w:rPr>
        <w:t xml:space="preserve"> انا ابو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و عصبت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4A76" w:rsidRPr="00824A76">
        <w:rPr>
          <w:rtl/>
        </w:rPr>
        <w:t xml:space="preserve"> ہر </w:t>
      </w:r>
      <w:r>
        <w:rPr>
          <w:rtl/>
        </w:rPr>
        <w:t>ماں سے پ</w:t>
      </w:r>
      <w:r w:rsidR="007D2A2F">
        <w:rPr>
          <w:rtl/>
        </w:rPr>
        <w:t>ید</w:t>
      </w:r>
      <w:r>
        <w:rPr>
          <w:rtl/>
        </w:rPr>
        <w:t>ا</w:t>
      </w:r>
      <w:r w:rsidR="008828D8" w:rsidRPr="008828D8">
        <w:rPr>
          <w:rtl/>
        </w:rPr>
        <w:t xml:space="preserve"> ہونے </w:t>
      </w:r>
      <w:r>
        <w:rPr>
          <w:rtl/>
        </w:rPr>
        <w:t>والے بچے کو اس کے باپ کے اجداد سے نسبت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سوائے اولاد فاطمہ ال</w:t>
      </w:r>
      <w:r w:rsidR="008828D8" w:rsidRPr="008828D8">
        <w:rPr>
          <w:rtl/>
        </w:rPr>
        <w:t>زہرا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ھابے</w:t>
      </w:r>
      <w:r>
        <w:rPr>
          <w:rtl/>
        </w:rPr>
        <w:t xml:space="preserve"> شک </w:t>
      </w:r>
      <w:r w:rsidR="007D2A2F">
        <w:rPr>
          <w:rtl/>
        </w:rPr>
        <w:t xml:space="preserve">میں </w:t>
      </w:r>
      <w:r>
        <w:rPr>
          <w:rtl/>
        </w:rPr>
        <w:t xml:space="preserve"> ان کا باپ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اور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ہی </w:t>
      </w:r>
      <w:r>
        <w:rPr>
          <w:rtl/>
        </w:rPr>
        <w:t>ان کا جد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ں۔“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8828D8" w:rsidRPr="008828D8">
        <w:rPr>
          <w:rtl/>
        </w:rPr>
        <w:t xml:space="preserve"> یہ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حضرت </w:t>
      </w:r>
      <w:r w:rsidR="008828D8" w:rsidRPr="008828D8">
        <w:rPr>
          <w:rtl/>
        </w:rPr>
        <w:t>زہرا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 w:rsidR="00DE4B57" w:rsidRPr="00DE4B57">
        <w:rPr>
          <w:rtl/>
        </w:rPr>
        <w:t xml:space="preserve"> اہل </w:t>
      </w:r>
      <w:r>
        <w:rPr>
          <w:rtl/>
        </w:rPr>
        <w:t xml:space="preserve">آسمان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معروف</w:t>
      </w:r>
      <w:r w:rsidR="000C56D5" w:rsidRPr="000C56D5">
        <w:rPr>
          <w:rtl/>
        </w:rPr>
        <w:t xml:space="preserve"> ہیں </w:t>
      </w:r>
      <w:r>
        <w:rPr>
          <w:rtl/>
        </w:rPr>
        <w:t>لہذا ان ک</w:t>
      </w:r>
      <w:r>
        <w:rPr>
          <w:rFonts w:hint="cs"/>
          <w:rtl/>
        </w:rPr>
        <w:t>ی</w:t>
      </w:r>
      <w:r>
        <w:rPr>
          <w:rtl/>
        </w:rPr>
        <w:t xml:space="preserve"> شھرت کو مدنظر رکھتے</w:t>
      </w:r>
      <w:r w:rsidR="008828D8" w:rsidRPr="008828D8">
        <w:rPr>
          <w:rtl/>
        </w:rPr>
        <w:t xml:space="preserve"> ہوئے </w:t>
      </w:r>
      <w:r>
        <w:rPr>
          <w:rtl/>
        </w:rPr>
        <w:t>ان سے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کہ آپ کے صحاب</w:t>
      </w:r>
      <w:r>
        <w:rPr>
          <w:rFonts w:hint="cs"/>
          <w:rtl/>
        </w:rPr>
        <w:t>ی</w:t>
      </w:r>
      <w:r>
        <w:rPr>
          <w:rtl/>
        </w:rPr>
        <w:t xml:space="preserve"> حضرت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کہ: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”حضرت</w:t>
      </w:r>
      <w:r>
        <w:rPr>
          <w:rtl/>
        </w:rPr>
        <w:t xml:space="preserve"> فاطمہ کو </w:t>
      </w:r>
      <w:r w:rsidR="008828D8" w:rsidRPr="008828D8">
        <w:rPr>
          <w:rtl/>
        </w:rPr>
        <w:t>زہرا</w:t>
      </w:r>
      <w:r>
        <w:rPr>
          <w:rtl/>
        </w:rPr>
        <w:t xml:space="preserve"> </w:t>
      </w:r>
      <w:r w:rsidR="007D2A2F">
        <w:rPr>
          <w:rtl/>
        </w:rPr>
        <w:t>کیوں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>: ”</w:t>
      </w:r>
      <w:r w:rsidRPr="00DA42EA">
        <w:rPr>
          <w:rStyle w:val="libArabicChar"/>
          <w:rtl/>
        </w:rPr>
        <w:t>ل</w:t>
      </w:r>
      <w:r w:rsidR="00296C60">
        <w:rPr>
          <w:rStyle w:val="libArabicChar"/>
          <w:rtl/>
        </w:rPr>
        <w:t>ا</w:t>
      </w:r>
      <w:r w:rsidRPr="00DA42EA">
        <w:rPr>
          <w:rStyle w:val="libArabicChar"/>
          <w:rFonts w:hint="eastAsia"/>
          <w:rtl/>
        </w:rPr>
        <w:t>ن</w:t>
      </w:r>
      <w:r w:rsidRPr="00DA42EA">
        <w:rPr>
          <w:rStyle w:val="libArabicChar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عزّ و جلّ خلق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ما من نور عظمت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فلمّا اشرقت اضائت السموات والارض بنور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>ا و غش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 ابصار الملائکة و خرّت الملائکة 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ساجد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ن، قالوا ال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نا و س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 xml:space="preserve">دنا ما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ذا النور ؟ فاوح</w:t>
      </w:r>
      <w:r w:rsidRPr="00DA42EA">
        <w:rPr>
          <w:rStyle w:val="libArabicChar"/>
          <w:rFonts w:hint="cs"/>
          <w:rtl/>
        </w:rPr>
        <w:t>یٰ</w:t>
      </w:r>
      <w:r w:rsidRPr="00DA42EA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Fonts w:hint="cs"/>
          <w:rtl/>
        </w:rPr>
        <w:t xml:space="preserve">م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ذا نور من نور</w:t>
      </w:r>
      <w:r w:rsidRPr="00DA42EA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D2A2F">
        <w:rPr>
          <w:rFonts w:hint="eastAsia"/>
          <w:rtl/>
        </w:rPr>
        <w:t>کیوں</w:t>
      </w:r>
      <w:r>
        <w:rPr>
          <w:rtl/>
        </w:rPr>
        <w:t xml:space="preserve"> کہ جب خداوند عالم نے حضرت </w:t>
      </w:r>
      <w:r w:rsidR="008828D8" w:rsidRPr="008828D8">
        <w:rPr>
          <w:rtl/>
        </w:rPr>
        <w:t>زہرا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ھاکواپنے</w:t>
      </w:r>
      <w:r>
        <w:rPr>
          <w:rtl/>
        </w:rPr>
        <w:t xml:space="preserve"> نور سے خلق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اور جب اس نور نے پور</w:t>
      </w:r>
      <w:r>
        <w:rPr>
          <w:rFonts w:hint="cs"/>
          <w:rtl/>
        </w:rPr>
        <w:t>ی</w:t>
      </w:r>
      <w:r>
        <w:rPr>
          <w:rtl/>
        </w:rPr>
        <w:t xml:space="preserve"> کائنات کو اپن</w:t>
      </w:r>
      <w:r>
        <w:rPr>
          <w:rFonts w:hint="cs"/>
          <w:rtl/>
        </w:rPr>
        <w:t>ی</w:t>
      </w:r>
      <w:r>
        <w:rPr>
          <w:rtl/>
        </w:rPr>
        <w:t xml:space="preserve"> آغوش </w:t>
      </w:r>
      <w:r w:rsidR="007D2A2F">
        <w:rPr>
          <w:rtl/>
        </w:rPr>
        <w:t xml:space="preserve">میں </w:t>
      </w:r>
      <w:r>
        <w:rPr>
          <w:rtl/>
        </w:rPr>
        <w:t xml:space="preserve"> لے </w:t>
      </w:r>
      <w:r w:rsidR="004617D9" w:rsidRPr="004617D9">
        <w:rPr>
          <w:rtl/>
        </w:rPr>
        <w:t>لیا</w:t>
      </w:r>
      <w:r>
        <w:rPr>
          <w:rtl/>
        </w:rPr>
        <w:t xml:space="preserve"> تو ملائکہ نے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پروردگار !</w:t>
      </w:r>
      <w:r w:rsidR="008828D8" w:rsidRPr="008828D8">
        <w:rPr>
          <w:rtl/>
        </w:rPr>
        <w:t xml:space="preserve"> یہ </w:t>
      </w:r>
      <w:r>
        <w:rPr>
          <w:rtl/>
        </w:rPr>
        <w:t>کونسا نور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؟ جس کے جواب </w:t>
      </w:r>
      <w:r w:rsidR="007D2A2F">
        <w:rPr>
          <w:rtl/>
        </w:rPr>
        <w:t xml:space="preserve">میں </w:t>
      </w:r>
      <w:r>
        <w:rPr>
          <w:rtl/>
        </w:rPr>
        <w:t xml:space="preserve"> خداوند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828D8" w:rsidRPr="008828D8">
        <w:rPr>
          <w:rtl/>
        </w:rPr>
        <w:t xml:space="preserve"> یہ </w:t>
      </w:r>
      <w:r w:rsidR="007D2A2F">
        <w:rPr>
          <w:rtl/>
        </w:rPr>
        <w:t>میر</w:t>
      </w:r>
      <w:r>
        <w:rPr>
          <w:rtl/>
        </w:rPr>
        <w:t xml:space="preserve">ے نور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720096" w:rsidP="0042080E">
      <w:pPr>
        <w:pStyle w:val="libNormal"/>
        <w:rPr>
          <w:rtl/>
        </w:rPr>
      </w:pPr>
      <w:r w:rsidRPr="00720096">
        <w:rPr>
          <w:rFonts w:hint="eastAsia"/>
          <w:rtl/>
        </w:rPr>
        <w:t>یہی</w:t>
      </w:r>
      <w:r w:rsidR="0042080E">
        <w:rPr>
          <w:rtl/>
        </w:rPr>
        <w:t xml:space="preserve"> وجہ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حضرت </w:t>
      </w:r>
      <w:r w:rsidR="008828D8" w:rsidRPr="008828D8">
        <w:rPr>
          <w:rtl/>
        </w:rPr>
        <w:t>زہرا</w:t>
      </w:r>
      <w:r w:rsidR="0042080E">
        <w:rPr>
          <w:rtl/>
        </w:rPr>
        <w:t xml:space="preserve"> سلام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ھاک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بڑ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فض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لت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ونکہ</w:t>
      </w:r>
      <w:r w:rsidR="0042080E">
        <w:rPr>
          <w:rtl/>
        </w:rPr>
        <w:t xml:space="preserve"> بقاء 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حضرت </w:t>
      </w:r>
      <w:r w:rsidR="008828D8" w:rsidRPr="008828D8">
        <w:rPr>
          <w:rtl/>
        </w:rPr>
        <w:t>زہرا</w:t>
      </w:r>
      <w:r w:rsidR="0042080E">
        <w:rPr>
          <w:rtl/>
        </w:rPr>
        <w:t>(س)کے توسط سے ممکن</w:t>
      </w:r>
      <w:r w:rsidR="00042197" w:rsidRPr="00042197">
        <w:rPr>
          <w:rtl/>
        </w:rPr>
        <w:t xml:space="preserve"> ہوا</w:t>
      </w:r>
      <w:r w:rsidR="00C537D2" w:rsidRPr="00C537D2">
        <w:rPr>
          <w:rtl/>
        </w:rPr>
        <w:t xml:space="preserve"> ہے</w:t>
      </w:r>
      <w:r w:rsidR="0042080E">
        <w:rPr>
          <w:rtl/>
        </w:rPr>
        <w:t>، اسلام اور رسول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سلم)کے نام کو زندہ رکھنے والے</w:t>
      </w:r>
      <w:r w:rsidR="002549D7" w:rsidRPr="002549D7">
        <w:rPr>
          <w:rtl/>
        </w:rPr>
        <w:t xml:space="preserve"> یہی </w:t>
      </w:r>
      <w:r w:rsidR="0042080E">
        <w:rPr>
          <w:rtl/>
        </w:rPr>
        <w:t>لوگ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بنا پر اللہ تعال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اور رسول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مرض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مطابق 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اس </w:t>
      </w:r>
      <w:r w:rsidR="001E3FC4" w:rsidRPr="001E3FC4">
        <w:rPr>
          <w:rtl/>
        </w:rPr>
        <w:t>دنیا</w:t>
      </w:r>
      <w:r w:rsidR="0042080E">
        <w:rPr>
          <w:rtl/>
        </w:rPr>
        <w:t xml:space="preserve"> کو عدل اور انصاف سے بھر </w:t>
      </w:r>
      <w:r w:rsidR="004617D9" w:rsidRPr="004617D9">
        <w:rPr>
          <w:rtl/>
        </w:rPr>
        <w:t>دیں</w:t>
      </w:r>
      <w:r w:rsidR="0042080E">
        <w:rPr>
          <w:rtl/>
        </w:rPr>
        <w:t xml:space="preserve"> گے </w:t>
      </w:r>
      <w:r w:rsidR="008828D8" w:rsidRPr="008828D8">
        <w:rPr>
          <w:rtl/>
        </w:rPr>
        <w:t>جیسے</w:t>
      </w:r>
      <w:r w:rsidR="0042080E">
        <w:rPr>
          <w:rtl/>
        </w:rPr>
        <w:t xml:space="preserve"> ظلم و جور سے بھر</w:t>
      </w:r>
      <w:r w:rsidR="0042080E"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ھمنام</w:t>
      </w:r>
      <w:r w:rsidR="008828D8" w:rsidRPr="008828D8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جو اشارہ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>در اصل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جن کے مطابق حضرت حجت(عج)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 w:rsidR="007D2A2F">
        <w:rPr>
          <w:rtl/>
        </w:rPr>
        <w:t>یت</w:t>
      </w:r>
      <w:r>
        <w:rPr>
          <w:rtl/>
        </w:rPr>
        <w:t xml:space="preserve"> اور نام اپنے جد بزرگوار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سلم)والا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34457E">
        <w:rPr>
          <w:rStyle w:val="libAieChar"/>
          <w:rtl/>
        </w:rPr>
        <w:t>حَتَّ</w:t>
      </w:r>
      <w:r w:rsidR="0042080E" w:rsidRPr="0034457E">
        <w:rPr>
          <w:rStyle w:val="libAieChar"/>
          <w:rFonts w:hint="cs"/>
          <w:rtl/>
        </w:rPr>
        <w:t>ی</w:t>
      </w:r>
      <w:r w:rsidR="0042080E" w:rsidRPr="0034457E">
        <w:rPr>
          <w:rStyle w:val="libAieChar"/>
          <w:rtl/>
        </w:rPr>
        <w:t xml:space="preserve"> لاَ </w:t>
      </w:r>
      <w:r w:rsidR="0042080E" w:rsidRPr="0034457E">
        <w:rPr>
          <w:rStyle w:val="libAieChar"/>
          <w:rFonts w:hint="cs"/>
          <w:rtl/>
        </w:rPr>
        <w:t>یَ</w:t>
      </w:r>
      <w:r w:rsidR="0042080E" w:rsidRPr="0034457E">
        <w:rPr>
          <w:rStyle w:val="libAieChar"/>
          <w:rFonts w:hint="eastAsia"/>
          <w:rtl/>
        </w:rPr>
        <w:t>ظ</w:t>
      </w:r>
      <w:r w:rsidR="0042080E" w:rsidRPr="0034457E">
        <w:rPr>
          <w:rStyle w:val="libAieChar"/>
          <w:rFonts w:hint="cs"/>
          <w:rtl/>
        </w:rPr>
        <w:t>ْفَرَ</w:t>
      </w:r>
      <w:r w:rsidR="0042080E" w:rsidRPr="0034457E">
        <w:rPr>
          <w:rStyle w:val="libAieChar"/>
          <w:rtl/>
        </w:rPr>
        <w:t xml:space="preserve"> بِشَ</w:t>
      </w:r>
      <w:r w:rsidR="0042080E" w:rsidRPr="0034457E">
        <w:rPr>
          <w:rStyle w:val="libAieChar"/>
          <w:rFonts w:hint="cs"/>
          <w:rtl/>
        </w:rPr>
        <w:t>یْ</w:t>
      </w:r>
      <w:r w:rsidR="0042080E" w:rsidRPr="0034457E">
        <w:rPr>
          <w:rStyle w:val="libAieChar"/>
          <w:rFonts w:hint="eastAsia"/>
          <w:rtl/>
        </w:rPr>
        <w:t>ءٍ</w:t>
      </w:r>
      <w:r w:rsidR="0042080E" w:rsidRPr="0034457E">
        <w:rPr>
          <w:rStyle w:val="libAieChar"/>
          <w:rtl/>
        </w:rPr>
        <w:t xml:space="preserve"> مِنَ ال</w:t>
      </w:r>
      <w:r w:rsidR="0042080E" w:rsidRPr="0034457E">
        <w:rPr>
          <w:rStyle w:val="libAieChar"/>
          <w:rFonts w:hint="cs"/>
          <w:rtl/>
        </w:rPr>
        <w:t>ْباطِلِ إِلاَّ مَزَّقَ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وَیُ</w:t>
      </w:r>
      <w:r w:rsidR="0042080E" w:rsidRPr="0034457E">
        <w:rPr>
          <w:rStyle w:val="libAieChar"/>
          <w:rFonts w:hint="eastAsia"/>
          <w:rtl/>
        </w:rPr>
        <w:t>حِقَّ</w:t>
      </w:r>
      <w:r w:rsidR="0042080E" w:rsidRPr="0034457E">
        <w:rPr>
          <w:rStyle w:val="libAieChar"/>
          <w:rtl/>
        </w:rPr>
        <w:t xml:space="preserve"> ال</w:t>
      </w:r>
      <w:r w:rsidR="0042080E" w:rsidRPr="0034457E">
        <w:rPr>
          <w:rStyle w:val="libAieChar"/>
          <w:rFonts w:hint="cs"/>
          <w:rtl/>
        </w:rPr>
        <w:t>ْحَقَّ وَیُ</w:t>
      </w:r>
      <w:r w:rsidR="0042080E" w:rsidRPr="0034457E">
        <w:rPr>
          <w:rStyle w:val="libAieChar"/>
          <w:rFonts w:hint="eastAsia"/>
          <w:rtl/>
        </w:rPr>
        <w:t>حَقِّقَ</w:t>
      </w:r>
      <w:r w:rsidRPr="00031FA0">
        <w:rPr>
          <w:rStyle w:val="libAieChar"/>
          <w:rFonts w:hint="cs"/>
          <w:rtl/>
        </w:rPr>
        <w:t>ه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 w:rsidR="00C537D2" w:rsidRPr="00C537D2">
        <w:rPr>
          <w:rtl/>
        </w:rPr>
        <w:t>یہاں</w:t>
      </w:r>
      <w:r>
        <w:rPr>
          <w:rtl/>
        </w:rPr>
        <w:t xml:space="preserve"> تک کہ باطل کام</w:t>
      </w:r>
      <w:r w:rsidR="00B06535" w:rsidRPr="00B06535">
        <w:rPr>
          <w:rtl/>
        </w:rPr>
        <w:t>یا</w:t>
      </w:r>
      <w:r>
        <w:rPr>
          <w:rtl/>
        </w:rPr>
        <w:t>ب نہ</w:t>
      </w:r>
      <w:r w:rsidR="008828D8" w:rsidRPr="008828D8">
        <w:rPr>
          <w:rtl/>
        </w:rPr>
        <w:t xml:space="preserve"> ہونے </w:t>
      </w:r>
      <w:r>
        <w:rPr>
          <w:rtl/>
        </w:rPr>
        <w:t>پائے مگر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کہ وہ متفرق </w:t>
      </w:r>
      <w:r w:rsidR="00C1070F" w:rsidRPr="00C1070F">
        <w:rPr>
          <w:rtl/>
        </w:rPr>
        <w:t xml:space="preserve">ہوجائیں </w:t>
      </w:r>
      <w:r>
        <w:rPr>
          <w:rtl/>
        </w:rPr>
        <w:t>اور حق پائ</w:t>
      </w:r>
      <w:r w:rsidR="007D2A2F">
        <w:rPr>
          <w:rtl/>
        </w:rPr>
        <w:t>ید</w:t>
      </w:r>
      <w:r>
        <w:rPr>
          <w:rtl/>
        </w:rPr>
        <w:t xml:space="preserve">ار اور اپنے مقام پر ثابت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بات تو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علامات ظھور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>بیان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حضرت ول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عصر(عج) باطل پر غلبہ پا</w:t>
      </w:r>
      <w:r w:rsidR="00B06535" w:rsidRPr="00B06535">
        <w:rPr>
          <w:rtl/>
        </w:rPr>
        <w:t>جائیں</w:t>
      </w:r>
      <w:r w:rsidR="0042080E">
        <w:rPr>
          <w:rtl/>
        </w:rPr>
        <w:t xml:space="preserve"> گے اور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نا حق اس </w:t>
      </w:r>
      <w:r w:rsidR="001E3FC4" w:rsidRPr="001E3FC4">
        <w:rPr>
          <w:rtl/>
        </w:rPr>
        <w:t>دنیا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باق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 xml:space="preserve">گا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</w:t>
      </w:r>
      <w:r w:rsidR="000C56D5" w:rsidRPr="000C56D5">
        <w:rPr>
          <w:rtl/>
        </w:rPr>
        <w:t xml:space="preserve"> پہلے </w:t>
      </w:r>
      <w:r w:rsidR="0042080E">
        <w:rPr>
          <w:rtl/>
        </w:rPr>
        <w:t>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اس </w:t>
      </w:r>
      <w:r w:rsidR="00B06535" w:rsidRPr="00B06535">
        <w:rPr>
          <w:rtl/>
        </w:rPr>
        <w:t>چیز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جانب اشارہ کرچکے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۔اس زمانے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فقط دو گروہ رہ </w:t>
      </w:r>
      <w:r w:rsidR="00B06535" w:rsidRPr="00B06535">
        <w:rPr>
          <w:rtl/>
        </w:rPr>
        <w:t>جائیں</w:t>
      </w:r>
      <w:r w:rsidR="0042080E">
        <w:rPr>
          <w:rtl/>
        </w:rPr>
        <w:t xml:space="preserve"> گے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وہ جو حضرت(عج) کے ساتھ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نگے اور </w:t>
      </w:r>
      <w:r w:rsidR="0042080E">
        <w:rPr>
          <w:rFonts w:hint="eastAsia"/>
          <w:rtl/>
        </w:rPr>
        <w:t>آپ</w:t>
      </w:r>
      <w:r w:rsidR="0042080E">
        <w:rPr>
          <w:rtl/>
        </w:rPr>
        <w:t xml:space="preserve"> کے حام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 ناصر</w:t>
      </w:r>
      <w:r w:rsidR="00272FF7" w:rsidRPr="00272FF7">
        <w:rPr>
          <w:rtl/>
        </w:rPr>
        <w:t xml:space="preserve"> ہو</w:t>
      </w:r>
      <w:r w:rsidR="0042080E">
        <w:rPr>
          <w:rtl/>
        </w:rPr>
        <w:t>نگے اور دوسرا و ہ گروہ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جو حضرت (عج)کے مخالف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نگے </w:t>
      </w:r>
      <w:r w:rsidR="00B06535" w:rsidRPr="00B06535">
        <w:rPr>
          <w:rtl/>
        </w:rPr>
        <w:t xml:space="preserve"> چاہ</w:t>
      </w:r>
      <w:r w:rsidR="0042080E">
        <w:rPr>
          <w:rtl/>
        </w:rPr>
        <w:t>ے وہ بے طرف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ساتھ نہ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>کا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اقرار کرل</w:t>
      </w:r>
      <w:r w:rsidR="00576C85">
        <w:rPr>
          <w:rtl/>
        </w:rPr>
        <w:t>یں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سب لوگ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حساب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شمار کئے </w:t>
      </w:r>
      <w:r w:rsidR="00B06535" w:rsidRPr="00B06535">
        <w:rPr>
          <w:rtl/>
        </w:rPr>
        <w:t>جائیں</w:t>
      </w:r>
      <w:r w:rsidR="0042080E">
        <w:rPr>
          <w:rtl/>
        </w:rPr>
        <w:t xml:space="preserve"> گے۔ </w:t>
      </w:r>
    </w:p>
    <w:p w:rsidR="0042080E" w:rsidRDefault="00C537D2" w:rsidP="00296C60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42080E">
        <w:rPr>
          <w:rtl/>
        </w:rPr>
        <w:t xml:space="preserve"> معلوم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کہ حق جو حق</w:t>
      </w:r>
      <w:r w:rsidR="00576C85">
        <w:rPr>
          <w:rtl/>
        </w:rPr>
        <w:t>یق</w:t>
      </w:r>
      <w:r w:rsidR="0042080E">
        <w:rPr>
          <w:rtl/>
        </w:rPr>
        <w:t>ت اور واقع</w:t>
      </w:r>
      <w:r w:rsidR="007D2A2F">
        <w:rPr>
          <w:rtl/>
        </w:rPr>
        <w:t>یت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وقت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سے </w:t>
      </w:r>
      <w:r w:rsidR="004617D9" w:rsidRPr="004617D9">
        <w:rPr>
          <w:rtl/>
        </w:rPr>
        <w:t>زیادہ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سکتا جبکہ باطل 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متعدد گروھوں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شکل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۔اب جبکہ حق صرف </w:t>
      </w:r>
      <w:r w:rsidR="000C56D5" w:rsidRPr="000C56D5">
        <w:rPr>
          <w:rtl/>
        </w:rPr>
        <w:t>ایک</w:t>
      </w:r>
      <w:r w:rsidR="002549D7" w:rsidRPr="002549D7">
        <w:rPr>
          <w:rtl/>
        </w:rPr>
        <w:t xml:space="preserve"> ہی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سکتا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توآپ(عج) پور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1E3FC4" w:rsidRPr="001E3FC4">
        <w:rPr>
          <w:rtl/>
        </w:rPr>
        <w:t>دنیا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حق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حکومت قائم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گے اور حق کو وہ مقام دلائ</w:t>
      </w:r>
      <w:r w:rsidR="00576C85">
        <w:rPr>
          <w:rtl/>
        </w:rPr>
        <w:t>یں</w:t>
      </w:r>
      <w:r w:rsidR="0042080E">
        <w:rPr>
          <w:rtl/>
        </w:rPr>
        <w:t xml:space="preserve"> گے جو اس کا حق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۔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عدالت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تعر</w:t>
      </w:r>
      <w:r w:rsidR="00576C85">
        <w:rPr>
          <w:rtl/>
        </w:rPr>
        <w:t>یف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کہ: ”</w:t>
      </w:r>
      <w:r w:rsidR="0042080E" w:rsidRPr="00296C60">
        <w:rPr>
          <w:rStyle w:val="libArabicChar"/>
          <w:rtl/>
        </w:rPr>
        <w:t>وضع ش</w:t>
      </w:r>
      <w:r w:rsidR="0042080E" w:rsidRPr="00296C60">
        <w:rPr>
          <w:rStyle w:val="libArabicChar"/>
          <w:rFonts w:hint="cs"/>
          <w:rtl/>
        </w:rPr>
        <w:t>یٴ</w:t>
      </w:r>
      <w:r w:rsidR="0042080E" w:rsidRPr="00296C60">
        <w:rPr>
          <w:rStyle w:val="libArabicChar"/>
          <w:rtl/>
        </w:rPr>
        <w:t xml:space="preserve"> عل</w:t>
      </w:r>
      <w:r w:rsidR="0042080E" w:rsidRPr="00296C60">
        <w:rPr>
          <w:rStyle w:val="libArabicChar"/>
          <w:rFonts w:hint="cs"/>
          <w:rtl/>
        </w:rPr>
        <w:t>ی</w:t>
      </w:r>
      <w:r w:rsidR="0042080E" w:rsidRPr="00296C60">
        <w:rPr>
          <w:rStyle w:val="libArabicChar"/>
          <w:rtl/>
        </w:rPr>
        <w:t xml:space="preserve"> موضع</w:t>
      </w:r>
      <w:r w:rsidR="00296C60" w:rsidRPr="00296C60">
        <w:rPr>
          <w:rStyle w:val="libArabicChar"/>
          <w:rFonts w:hint="cs"/>
          <w:rtl/>
        </w:rPr>
        <w:t>ه</w:t>
      </w:r>
      <w:r w:rsidR="0042080E">
        <w:rPr>
          <w:rtl/>
        </w:rPr>
        <w:t xml:space="preserve"> “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lastRenderedPageBreak/>
        <w:t>یعنی</w:t>
      </w:r>
      <w:r w:rsidR="0042080E">
        <w:rPr>
          <w:rtl/>
        </w:rPr>
        <w:t xml:space="preserve"> ”عدالت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کہ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 w:rsidR="0042080E">
        <w:rPr>
          <w:rtl/>
        </w:rPr>
        <w:t xml:space="preserve"> کواس کے مقام پر رکھ </w:t>
      </w:r>
      <w:r w:rsidR="00720096" w:rsidRPr="00720096">
        <w:rPr>
          <w:rtl/>
        </w:rPr>
        <w:t>دیا</w:t>
      </w:r>
      <w:r w:rsidR="0042080E">
        <w:rPr>
          <w:rtl/>
        </w:rPr>
        <w:t xml:space="preserve"> جائے“ </w:t>
      </w:r>
      <w:r w:rsidR="00042197" w:rsidRPr="00042197">
        <w:rPr>
          <w:rtl/>
        </w:rPr>
        <w:t>نتیجہ</w:t>
      </w:r>
      <w:r w:rsidR="0042080E">
        <w:rPr>
          <w:rtl/>
        </w:rPr>
        <w:t xml:space="preserve"> کے طور پر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وہ زمانہ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جب</w:t>
      </w:r>
      <w:r w:rsidR="00DE4B57" w:rsidRPr="00DE4B57">
        <w:rPr>
          <w:rtl/>
        </w:rPr>
        <w:t xml:space="preserve"> اہل </w:t>
      </w:r>
      <w:r w:rsidR="0042080E">
        <w:rPr>
          <w:rtl/>
        </w:rPr>
        <w:t>کو منصب ملے گا اور نا</w:t>
      </w:r>
      <w:r w:rsidR="005564CA">
        <w:rPr>
          <w:rtl/>
        </w:rPr>
        <w:t xml:space="preserve">اہل </w:t>
      </w:r>
      <w:r w:rsidR="0042080E">
        <w:rPr>
          <w:rtl/>
        </w:rPr>
        <w:t>وں کو ہٹا</w:t>
      </w:r>
      <w:r w:rsidR="00720096" w:rsidRPr="00720096">
        <w:rPr>
          <w:rtl/>
        </w:rPr>
        <w:t>دیا</w:t>
      </w:r>
      <w:r w:rsidR="0042080E">
        <w:rPr>
          <w:rtl/>
        </w:rPr>
        <w:t xml:space="preserve"> جائے گا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زمانہ عدالت اور انصاف کا زمانہ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گر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د</w:t>
      </w:r>
      <w:r w:rsidR="007D2A2F">
        <w:rPr>
          <w:rtl/>
        </w:rPr>
        <w:t>یک</w:t>
      </w:r>
      <w:r>
        <w:rPr>
          <w:rtl/>
        </w:rPr>
        <w:t>ھ</w:t>
      </w:r>
      <w:r w:rsidR="00576C85">
        <w:rPr>
          <w:rtl/>
        </w:rPr>
        <w:t>یں</w:t>
      </w:r>
      <w:r>
        <w:rPr>
          <w:rtl/>
        </w:rPr>
        <w:t xml:space="preserve"> کہ جس معاشرے </w:t>
      </w:r>
      <w:r w:rsidR="007D2A2F">
        <w:rPr>
          <w:rtl/>
        </w:rPr>
        <w:t xml:space="preserve">میں </w:t>
      </w:r>
      <w:r>
        <w:rPr>
          <w:rtl/>
        </w:rPr>
        <w:t xml:space="preserve"> نظم و ضبط نہ</w:t>
      </w:r>
      <w:r w:rsidR="00720096" w:rsidRPr="00720096">
        <w:rPr>
          <w:rtl/>
        </w:rPr>
        <w:t xml:space="preserve"> رہے </w:t>
      </w:r>
      <w:r>
        <w:rPr>
          <w:rtl/>
        </w:rPr>
        <w:t>اور وہ تباھ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تنزل کرتا نظر آئے تو اس ک</w:t>
      </w:r>
      <w:r>
        <w:rPr>
          <w:rFonts w:hint="cs"/>
          <w:rtl/>
        </w:rPr>
        <w:t>ی</w:t>
      </w:r>
      <w:r>
        <w:rPr>
          <w:rtl/>
        </w:rPr>
        <w:t xml:space="preserve"> اصل وجہ</w:t>
      </w:r>
      <w:r w:rsidR="008828D8" w:rsidRPr="008828D8">
        <w:rPr>
          <w:rtl/>
        </w:rPr>
        <w:t xml:space="preserve"> یہ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نا</w:t>
      </w:r>
      <w:r w:rsidR="005564CA">
        <w:rPr>
          <w:rtl/>
        </w:rPr>
        <w:t xml:space="preserve">اہل </w:t>
      </w:r>
      <w:r>
        <w:rPr>
          <w:rtl/>
        </w:rPr>
        <w:t xml:space="preserve"> آگے آجاتے</w:t>
      </w:r>
      <w:r w:rsidR="000C56D5" w:rsidRPr="000C56D5">
        <w:rPr>
          <w:rtl/>
        </w:rPr>
        <w:t xml:space="preserve"> ہیں </w:t>
      </w:r>
      <w:r>
        <w:rPr>
          <w:rtl/>
        </w:rPr>
        <w:t>جبکہ حقدار کا کوئ</w:t>
      </w:r>
      <w:r>
        <w:rPr>
          <w:rFonts w:hint="cs"/>
          <w:rtl/>
        </w:rPr>
        <w:t>ی</w:t>
      </w:r>
      <w:r>
        <w:rPr>
          <w:rtl/>
        </w:rPr>
        <w:t xml:space="preserve"> پرسان حال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تا۔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وہ زمانہ حق کا باطل پر چھا جانے کا زمانہ</w:t>
      </w:r>
      <w:r w:rsidR="000C56D5" w:rsidRPr="000C56D5">
        <w:rPr>
          <w:rtl/>
        </w:rPr>
        <w:t xml:space="preserve"> ہوگا </w:t>
      </w:r>
      <w:r w:rsidR="002549D7" w:rsidRPr="002549D7">
        <w:rPr>
          <w:rtl/>
        </w:rPr>
        <w:t xml:space="preserve">جہاں </w:t>
      </w:r>
      <w:r>
        <w:rPr>
          <w:rtl/>
        </w:rPr>
        <w:t>عزت اور شرافت کا مع</w:t>
      </w:r>
      <w:r w:rsidR="00720096" w:rsidRPr="00720096">
        <w:rPr>
          <w:rtl/>
        </w:rPr>
        <w:t>یار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مطابق</w:t>
      </w:r>
      <w:r w:rsidR="000C56D5" w:rsidRPr="000C56D5">
        <w:rPr>
          <w:rtl/>
        </w:rPr>
        <w:t xml:space="preserve"> ہوگا </w:t>
      </w:r>
      <w:r w:rsidR="008828D8" w:rsidRPr="008828D8">
        <w:rPr>
          <w:rtl/>
        </w:rPr>
        <w:t>جیسے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34457E">
        <w:rPr>
          <w:rStyle w:val="libAieChar"/>
          <w:rtl/>
        </w:rPr>
        <w:t>انَّ اکرمکم عند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</w:t>
      </w:r>
      <w:r w:rsidR="00296C60">
        <w:rPr>
          <w:rStyle w:val="libAieChar"/>
          <w:rFonts w:hint="cs"/>
          <w:rtl/>
        </w:rPr>
        <w:t>ا</w:t>
      </w:r>
      <w:r w:rsidR="0042080E" w:rsidRPr="0034457E">
        <w:rPr>
          <w:rStyle w:val="libAieChar"/>
          <w:rFonts w:hint="eastAsia"/>
          <w:rtl/>
        </w:rPr>
        <w:t>تقٰکم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103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 </w:t>
      </w:r>
      <w:r w:rsidR="007D2A2F">
        <w:rPr>
          <w:rtl/>
        </w:rPr>
        <w:t xml:space="preserve">میں </w:t>
      </w:r>
      <w:r>
        <w:rPr>
          <w:rtl/>
        </w:rPr>
        <w:t xml:space="preserve"> سے خدا کے نزد</w:t>
      </w:r>
      <w:r w:rsidR="007D2A2F">
        <w:rPr>
          <w:rtl/>
        </w:rPr>
        <w:t>یک</w:t>
      </w:r>
      <w:r>
        <w:rPr>
          <w:rtl/>
        </w:rPr>
        <w:t xml:space="preserve"> </w:t>
      </w:r>
      <w:r w:rsidR="004617D9" w:rsidRPr="004617D9">
        <w:rPr>
          <w:rtl/>
        </w:rPr>
        <w:t>زیادہ</w:t>
      </w:r>
      <w:r>
        <w:rPr>
          <w:rtl/>
        </w:rPr>
        <w:t xml:space="preserve"> محترم </w:t>
      </w:r>
      <w:r w:rsidR="00C537D2" w:rsidRPr="00C537D2">
        <w:rPr>
          <w:rtl/>
        </w:rPr>
        <w:t>وہی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جو </w:t>
      </w:r>
      <w:r w:rsidR="004617D9" w:rsidRPr="004617D9">
        <w:rPr>
          <w:rtl/>
        </w:rPr>
        <w:t>زیادہ</w:t>
      </w:r>
      <w:r>
        <w:rPr>
          <w:rtl/>
        </w:rPr>
        <w:t xml:space="preserve"> پ</w:t>
      </w:r>
      <w:r w:rsidR="00025F9A" w:rsidRPr="00025F9A">
        <w:rPr>
          <w:rtl/>
        </w:rPr>
        <w:t>رہ</w:t>
      </w:r>
      <w:r w:rsidR="00576C85">
        <w:rPr>
          <w:rtl/>
        </w:rPr>
        <w:t>یز</w:t>
      </w:r>
      <w:r>
        <w:rPr>
          <w:rtl/>
        </w:rPr>
        <w:t>گار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شرافت</w:t>
      </w:r>
      <w:r>
        <w:rPr>
          <w:rtl/>
        </w:rPr>
        <w:t xml:space="preserve"> و عزت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ارکس</w:t>
      </w:r>
      <w:r>
        <w:rPr>
          <w:rFonts w:hint="cs"/>
          <w:rtl/>
        </w:rPr>
        <w:t>ی</w:t>
      </w:r>
      <w:r>
        <w:rPr>
          <w:rtl/>
        </w:rPr>
        <w:t xml:space="preserve"> عھدے </w:t>
      </w:r>
      <w:r w:rsidR="00B06535" w:rsidRPr="00B06535">
        <w:rPr>
          <w:rtl/>
        </w:rPr>
        <w:t>یا</w:t>
      </w:r>
      <w:r>
        <w:rPr>
          <w:rtl/>
        </w:rPr>
        <w:t xml:space="preserve"> مال و دولت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2549D7" w:rsidRPr="002549D7">
        <w:rPr>
          <w:rtl/>
        </w:rPr>
        <w:t xml:space="preserve"> نہیں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موجودہ زمانہ </w:t>
      </w:r>
      <w:r w:rsidR="007D2A2F">
        <w:rPr>
          <w:rtl/>
        </w:rPr>
        <w:t xml:space="preserve">میں </w:t>
      </w:r>
      <w:r w:rsidR="001E3FC4" w:rsidRPr="001E3FC4">
        <w:rPr>
          <w:rFonts w:hint="eastAsia"/>
          <w:rtl/>
        </w:rPr>
        <w:t>کیونکہ</w:t>
      </w:r>
      <w:r>
        <w:rPr>
          <w:rtl/>
        </w:rPr>
        <w:t xml:space="preserve"> باطل کا بول بالا</w:t>
      </w:r>
      <w:r w:rsidR="00824A76" w:rsidRPr="00824A76">
        <w:rPr>
          <w:rtl/>
        </w:rPr>
        <w:t xml:space="preserve">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گو</w:t>
      </w:r>
      <w:r w:rsidR="00A900AD">
        <w:rPr>
          <w:rtl/>
        </w:rPr>
        <w:t>یے</w:t>
      </w:r>
      <w:r>
        <w:rPr>
          <w:rtl/>
        </w:rPr>
        <w:t xml:space="preserve"> اور ناچنے والے کو عزت ک</w:t>
      </w:r>
      <w:r>
        <w:rPr>
          <w:rFonts w:hint="cs"/>
          <w:rtl/>
        </w:rPr>
        <w:t>ی</w:t>
      </w:r>
      <w:r>
        <w:rPr>
          <w:rtl/>
        </w:rPr>
        <w:t xml:space="preserve"> نگاہ سے </w:t>
      </w:r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>دیکھا</w:t>
      </w:r>
      <w:r w:rsidR="0042080E"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جبکہ معاشرے </w:t>
      </w:r>
      <w:r>
        <w:rPr>
          <w:rtl/>
        </w:rPr>
        <w:t xml:space="preserve">میں </w:t>
      </w:r>
      <w:r w:rsidR="0042080E">
        <w:rPr>
          <w:rtl/>
        </w:rPr>
        <w:t xml:space="preserve">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 xml:space="preserve">دار طبقہ کو حقارت کے سوا کچھ حاصل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ہوتا یہ </w:t>
      </w:r>
      <w:r w:rsidR="0042080E">
        <w:rPr>
          <w:rtl/>
        </w:rPr>
        <w:t>وہ بے عدالت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حق تلف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جس کو آپ(عج) مٹانے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ظھور فر</w:t>
      </w:r>
      <w:r>
        <w:rPr>
          <w:rtl/>
        </w:rPr>
        <w:t>مائیں</w:t>
      </w:r>
      <w:r w:rsidR="0042080E">
        <w:rPr>
          <w:rtl/>
        </w:rPr>
        <w:t xml:space="preserve"> گے۔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34457E">
        <w:rPr>
          <w:rStyle w:val="libArabicChar"/>
          <w:rtl/>
        </w:rPr>
        <w:t>وَاج</w:t>
      </w:r>
      <w:r w:rsidR="0042080E" w:rsidRPr="0034457E">
        <w:rPr>
          <w:rStyle w:val="libArabicChar"/>
          <w:rFonts w:hint="cs"/>
          <w:rtl/>
        </w:rPr>
        <w:t>ْعَلْ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مَف</w:t>
      </w:r>
      <w:r w:rsidR="0042080E" w:rsidRPr="0034457E">
        <w:rPr>
          <w:rStyle w:val="libArabicChar"/>
          <w:rFonts w:hint="cs"/>
          <w:rtl/>
        </w:rPr>
        <w:t>ْزَعاً لِمَظْلُومِ عِبادِکَ وَناصِراً لِمَنْ لاَ یَ</w:t>
      </w:r>
      <w:r w:rsidR="0042080E" w:rsidRPr="0034457E">
        <w:rPr>
          <w:rStyle w:val="libArabicChar"/>
          <w:rFonts w:hint="eastAsia"/>
          <w:rtl/>
        </w:rPr>
        <w:t>جِدُ</w:t>
      </w:r>
      <w:r w:rsidR="0042080E" w:rsidRPr="0034457E">
        <w:rPr>
          <w:rStyle w:val="libArabicChar"/>
          <w:rtl/>
        </w:rPr>
        <w:t xml:space="preserve"> لَ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ناصِراً غَ</w:t>
      </w:r>
      <w:r w:rsidR="0042080E" w:rsidRPr="0034457E">
        <w:rPr>
          <w:rStyle w:val="libArabicChar"/>
          <w:rFonts w:hint="cs"/>
          <w:rtl/>
        </w:rPr>
        <w:t>یْ</w:t>
      </w:r>
      <w:r w:rsidR="0042080E" w:rsidRPr="0034457E">
        <w:rPr>
          <w:rStyle w:val="libArabicChar"/>
          <w:rFonts w:hint="eastAsia"/>
          <w:rtl/>
        </w:rPr>
        <w:t>رَکَ</w:t>
      </w:r>
      <w:r w:rsidR="0042080E" w:rsidRPr="0034457E">
        <w:rPr>
          <w:rStyle w:val="libArabicChar"/>
          <w:rtl/>
        </w:rPr>
        <w:t xml:space="preserve"> وَمُجَدِّداً لِمَا عُطِّلَ مِن</w:t>
      </w:r>
      <w:r w:rsidR="0042080E" w:rsidRPr="0034457E">
        <w:rPr>
          <w:rStyle w:val="libArabicChar"/>
          <w:rFonts w:hint="cs"/>
          <w:rtl/>
        </w:rPr>
        <w:t xml:space="preserve">ْ </w:t>
      </w:r>
      <w:r w:rsidR="00296C60">
        <w:rPr>
          <w:rStyle w:val="libArabicChar"/>
          <w:rFonts w:hint="cs"/>
          <w:rtl/>
        </w:rPr>
        <w:t>ا</w:t>
      </w:r>
      <w:r w:rsidR="0042080E" w:rsidRPr="0034457E">
        <w:rPr>
          <w:rStyle w:val="libArabicChar"/>
          <w:rFonts w:hint="eastAsia"/>
          <w:rtl/>
        </w:rPr>
        <w:t>ح</w:t>
      </w:r>
      <w:r w:rsidR="0042080E" w:rsidRPr="0034457E">
        <w:rPr>
          <w:rStyle w:val="libArabicChar"/>
          <w:rFonts w:hint="cs"/>
          <w:rtl/>
        </w:rPr>
        <w:t>ْکامِکِتابِک</w:t>
      </w:r>
      <w:r w:rsidR="0042080E" w:rsidRPr="0034457E">
        <w:rPr>
          <w:rStyle w:val="libArabicChar"/>
          <w:rFonts w:hint="eastAsia"/>
          <w:rtl/>
        </w:rPr>
        <w:t>َ</w:t>
      </w:r>
      <w:r w:rsidR="0042080E" w:rsidRPr="0034457E">
        <w:rPr>
          <w:rStyle w:val="libArabicChar"/>
          <w:rtl/>
        </w:rPr>
        <w:t xml:space="preserve"> وَمُشَ</w:t>
      </w:r>
      <w:r w:rsidR="0042080E" w:rsidRPr="0034457E">
        <w:rPr>
          <w:rStyle w:val="libArabicChar"/>
          <w:rFonts w:hint="cs"/>
          <w:rtl/>
        </w:rPr>
        <w:t>یِّ</w:t>
      </w:r>
      <w:r w:rsidR="0042080E" w:rsidRPr="0034457E">
        <w:rPr>
          <w:rStyle w:val="libArabicChar"/>
          <w:rFonts w:hint="eastAsia"/>
          <w:rtl/>
        </w:rPr>
        <w:t>داً</w:t>
      </w:r>
      <w:r w:rsidR="0042080E" w:rsidRPr="0034457E">
        <w:rPr>
          <w:rStyle w:val="libArabicChar"/>
          <w:rtl/>
        </w:rPr>
        <w:t xml:space="preserve"> لِمَا وَرَدَ مِن</w:t>
      </w:r>
      <w:r w:rsidR="0042080E" w:rsidRPr="0034457E">
        <w:rPr>
          <w:rStyle w:val="libArabicChar"/>
          <w:rFonts w:hint="cs"/>
          <w:rtl/>
        </w:rPr>
        <w:t xml:space="preserve">ْ </w:t>
      </w:r>
      <w:r w:rsidR="00296C60">
        <w:rPr>
          <w:rStyle w:val="libArabicChar"/>
          <w:rFonts w:hint="cs"/>
          <w:rtl/>
        </w:rPr>
        <w:t>ا</w:t>
      </w:r>
      <w:r w:rsidR="0042080E" w:rsidRPr="0034457E">
        <w:rPr>
          <w:rStyle w:val="libArabicChar"/>
          <w:rFonts w:hint="eastAsia"/>
          <w:rtl/>
        </w:rPr>
        <w:t>ع</w:t>
      </w:r>
      <w:r w:rsidR="0042080E" w:rsidRPr="0034457E">
        <w:rPr>
          <w:rStyle w:val="libArabicChar"/>
          <w:rFonts w:hint="cs"/>
          <w:rtl/>
        </w:rPr>
        <w:t>ْلامِ</w:t>
      </w:r>
      <w:r w:rsidR="0042080E" w:rsidRPr="0034457E">
        <w:rPr>
          <w:rStyle w:val="libArabicChar"/>
          <w:rtl/>
        </w:rPr>
        <w:t xml:space="preserve"> دِ</w:t>
      </w:r>
      <w:r w:rsidR="0042080E" w:rsidRPr="0034457E">
        <w:rPr>
          <w:rStyle w:val="libArabicChar"/>
          <w:rFonts w:hint="cs"/>
          <w:rtl/>
        </w:rPr>
        <w:t>ی</w:t>
      </w:r>
      <w:r w:rsidR="0042080E" w:rsidRPr="0034457E">
        <w:rPr>
          <w:rStyle w:val="libArabicChar"/>
          <w:rFonts w:hint="eastAsia"/>
          <w:rtl/>
        </w:rPr>
        <w:t>نِکَ</w:t>
      </w:r>
      <w:r w:rsidR="0042080E" w:rsidRPr="0034457E">
        <w:rPr>
          <w:rStyle w:val="libArabicChar"/>
          <w:rtl/>
        </w:rPr>
        <w:t xml:space="preserve"> وَسُنَنِ نَبِ</w:t>
      </w:r>
      <w:r w:rsidR="0042080E" w:rsidRPr="0034457E">
        <w:rPr>
          <w:rStyle w:val="libArabicChar"/>
          <w:rFonts w:hint="cs"/>
          <w:rtl/>
        </w:rPr>
        <w:t>یِّ</w:t>
      </w:r>
      <w:r w:rsidR="0042080E" w:rsidRPr="0034457E">
        <w:rPr>
          <w:rStyle w:val="libArabicChar"/>
          <w:rFonts w:hint="eastAsia"/>
          <w:rtl/>
        </w:rPr>
        <w:t>کَ</w:t>
      </w:r>
      <w:r w:rsidR="0042080E" w:rsidRPr="0034457E">
        <w:rPr>
          <w:rStyle w:val="libArabicChar"/>
          <w:rtl/>
        </w:rPr>
        <w:t xml:space="preserve"> صَلَّ</w:t>
      </w:r>
      <w:r w:rsidR="0042080E" w:rsidRPr="0034457E">
        <w:rPr>
          <w:rStyle w:val="libArabicChar"/>
          <w:rFonts w:hint="cs"/>
          <w:rtl/>
        </w:rPr>
        <w:t>ی</w:t>
      </w:r>
      <w:r w:rsidR="0042080E" w:rsidRPr="0034457E">
        <w:rPr>
          <w:rStyle w:val="libArabicChar"/>
          <w:rtl/>
        </w:rPr>
        <w:t xml:space="preserve"> اللّٰ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عَلَ</w:t>
      </w:r>
      <w:r w:rsidR="0042080E" w:rsidRPr="0034457E">
        <w:rPr>
          <w:rStyle w:val="libArabicChar"/>
          <w:rFonts w:hint="cs"/>
          <w:rtl/>
        </w:rPr>
        <w:t>یْ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</w:t>
      </w:r>
      <w:r w:rsidR="0042080E" w:rsidRPr="0034457E">
        <w:rPr>
          <w:rStyle w:val="libArabicChar"/>
          <w:rtl/>
        </w:rPr>
        <w:t xml:space="preserve"> وآلِ</w:t>
      </w:r>
      <w:r w:rsidRPr="00031FA0">
        <w:rPr>
          <w:rStyle w:val="libArabicChar"/>
          <w:rFonts w:hint="cs"/>
          <w:rtl/>
        </w:rPr>
        <w:t>ه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(پروردگارا ! ان کو اپنے مظلوم بندوں کے لئے پناہ گاہ اور جن کا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1070F" w:rsidRPr="00C1070F">
        <w:rPr>
          <w:rtl/>
        </w:rPr>
        <w:t>تیرے</w:t>
      </w:r>
      <w:r>
        <w:rPr>
          <w:rtl/>
        </w:rPr>
        <w:t xml:space="preserve"> سوا ”</w:t>
      </w:r>
      <w:r w:rsidR="00B06535" w:rsidRPr="00B06535">
        <w:rPr>
          <w:rtl/>
        </w:rPr>
        <w:t>یا</w:t>
      </w:r>
      <w:r>
        <w:rPr>
          <w:rtl/>
        </w:rPr>
        <w:t>ور“ نہ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” </w:t>
      </w:r>
      <w:r w:rsidR="00B06535" w:rsidRPr="00B06535">
        <w:rPr>
          <w:rtl/>
        </w:rPr>
        <w:t>یا</w:t>
      </w:r>
      <w:r>
        <w:rPr>
          <w:rtl/>
        </w:rPr>
        <w:t>ور“ قرار دے اور اپن</w:t>
      </w:r>
      <w:r>
        <w:rPr>
          <w:rFonts w:hint="cs"/>
          <w:rtl/>
        </w:rPr>
        <w:t>ی</w:t>
      </w:r>
      <w:r>
        <w:rPr>
          <w:rtl/>
        </w:rPr>
        <w:t xml:space="preserve"> کتاب(قرآن) کے متروک قوان</w:t>
      </w:r>
      <w:r w:rsidR="00576C85">
        <w:rPr>
          <w:rtl/>
        </w:rPr>
        <w:t>ین</w:t>
      </w:r>
      <w:r>
        <w:rPr>
          <w:rtl/>
        </w:rPr>
        <w:t xml:space="preserve"> کو زندہ فرما اور اپنے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اور اپنے نب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سنت کو مضبوط فرما درود</w:t>
      </w:r>
      <w:r w:rsidR="002549D7" w:rsidRPr="002549D7">
        <w:rPr>
          <w:rtl/>
        </w:rPr>
        <w:t xml:space="preserve"> ہو </w:t>
      </w:r>
      <w:r>
        <w:rPr>
          <w:rtl/>
        </w:rPr>
        <w:t>ان پر او</w:t>
      </w:r>
      <w:r>
        <w:rPr>
          <w:rFonts w:hint="eastAsia"/>
          <w:rtl/>
        </w:rPr>
        <w:t>ر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آل پر۔)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گذشتہ کلمات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صرف آپ(عج)</w:t>
      </w:r>
      <w:r w:rsidR="002549D7" w:rsidRPr="002549D7">
        <w:rPr>
          <w:rtl/>
        </w:rPr>
        <w:t xml:space="preserve"> ہی </w:t>
      </w:r>
      <w:r w:rsidR="0042080E">
        <w:rPr>
          <w:rtl/>
        </w:rPr>
        <w:t>مظلوموں کے لئے سھارا</w:t>
      </w:r>
      <w:r w:rsidR="00272FF7" w:rsidRPr="00272FF7">
        <w:rPr>
          <w:rtl/>
        </w:rPr>
        <w:t xml:space="preserve"> ہو</w:t>
      </w:r>
      <w:r w:rsidR="0042080E">
        <w:rPr>
          <w:rtl/>
        </w:rPr>
        <w:t>نگے اور آپ(عج) ظالموں سے مظلوموں کاحق واپس دلوائ</w:t>
      </w:r>
      <w:r w:rsidR="00576C85">
        <w:rPr>
          <w:rtl/>
        </w:rPr>
        <w:t>یں</w:t>
      </w:r>
      <w:r w:rsidR="0042080E">
        <w:rPr>
          <w:rtl/>
        </w:rPr>
        <w:t xml:space="preserve"> گے ۔ </w:t>
      </w:r>
      <w:r w:rsidR="000C56D5" w:rsidRPr="000C56D5">
        <w:rPr>
          <w:rtl/>
        </w:rPr>
        <w:t xml:space="preserve">جیسا </w:t>
      </w:r>
      <w:r w:rsidR="0042080E">
        <w:rPr>
          <w:rtl/>
        </w:rPr>
        <w:t xml:space="preserve"> کہ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کرچکے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۔وہ زمانہ حق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بالادست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زمانہ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لہذا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مظلوم باق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گا مگر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کہ اس کا حق اسکو </w:t>
      </w:r>
      <w:r w:rsidR="0042080E">
        <w:rPr>
          <w:rFonts w:hint="eastAsia"/>
          <w:rtl/>
        </w:rPr>
        <w:t>مل</w:t>
      </w:r>
      <w:r w:rsidR="0042080E">
        <w:rPr>
          <w:rtl/>
        </w:rPr>
        <w:t xml:space="preserve"> جائے۔ اور 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طرح بے سھارا لوگ جوصرف خداوند متعال کے آسرے پر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تے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جن کو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پناہ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 xml:space="preserve">ے والا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ہوتا </w:t>
      </w:r>
      <w:r w:rsidR="0042080E">
        <w:rPr>
          <w:rtl/>
        </w:rPr>
        <w:t>۔آپ(عج) آکر انک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مدد فر</w:t>
      </w:r>
      <w:r w:rsidR="007D2A2F">
        <w:rPr>
          <w:rtl/>
        </w:rPr>
        <w:t>مائیں</w:t>
      </w:r>
      <w:r w:rsidR="0042080E">
        <w:rPr>
          <w:rtl/>
        </w:rPr>
        <w:t xml:space="preserve"> گے۔ان لوگوں کو اس حالت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آکر نجات </w:t>
      </w:r>
      <w:r w:rsidR="008828D8" w:rsidRPr="008828D8">
        <w:rPr>
          <w:rtl/>
        </w:rPr>
        <w:t xml:space="preserve"> دین</w:t>
      </w:r>
      <w:r w:rsidR="0042080E">
        <w:rPr>
          <w:rtl/>
        </w:rPr>
        <w:t>گے جب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انکا پوچھنے والا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رہ جائے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خدا کے احکامات کو زندہ کرنے سے مراد ممکن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>
        <w:rPr>
          <w:rtl/>
        </w:rPr>
        <w:t>کہ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 w:rsidR="008828D8" w:rsidRPr="008828D8">
        <w:rPr>
          <w:rtl/>
        </w:rPr>
        <w:t xml:space="preserve"> ہونے </w:t>
      </w:r>
      <w:r>
        <w:rPr>
          <w:rtl/>
        </w:rPr>
        <w:t>کے سبب جو لوگ تعل</w:t>
      </w:r>
      <w:r w:rsidR="00576C85">
        <w:rPr>
          <w:rtl/>
        </w:rPr>
        <w:t>یم</w:t>
      </w:r>
      <w:r>
        <w:rPr>
          <w:rtl/>
        </w:rPr>
        <w:t>ات قرآن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 w:rsidR="00272FF7" w:rsidRPr="00272FF7">
        <w:rPr>
          <w:rtl/>
        </w:rPr>
        <w:t xml:space="preserve"> ہو</w:t>
      </w:r>
      <w:r>
        <w:rPr>
          <w:rtl/>
        </w:rPr>
        <w:t>چکے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اور قرآن پر عمل </w:t>
      </w:r>
      <w:r w:rsidR="002025F2" w:rsidRPr="002025F2">
        <w:rPr>
          <w:rtl/>
        </w:rPr>
        <w:t>نہیں</w:t>
      </w:r>
      <w:r>
        <w:rPr>
          <w:rtl/>
        </w:rPr>
        <w:t xml:space="preserve"> کرتے آپ آکر اس قرآن کو اح</w:t>
      </w:r>
      <w:r w:rsidR="00B06535" w:rsidRPr="00B06535">
        <w:rPr>
          <w:rtl/>
        </w:rPr>
        <w:t>یا</w:t>
      </w:r>
      <w:r>
        <w:rPr>
          <w:rtl/>
        </w:rPr>
        <w:t xml:space="preserve">ء </w:t>
      </w:r>
      <w:r w:rsidR="00025F9A" w:rsidRPr="00025F9A">
        <w:rPr>
          <w:rtl/>
        </w:rPr>
        <w:t>کریں</w:t>
      </w:r>
      <w:r>
        <w:rPr>
          <w:rtl/>
        </w:rPr>
        <w:t xml:space="preserve"> گے اس صورت </w:t>
      </w:r>
      <w:r w:rsidR="007D2A2F">
        <w:rPr>
          <w:rtl/>
        </w:rPr>
        <w:t xml:space="preserve">میں </w:t>
      </w:r>
      <w:r>
        <w:rPr>
          <w:rtl/>
        </w:rPr>
        <w:t xml:space="preserve"> کہ اس کے احکامات کو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رائج </w:t>
      </w:r>
      <w:r w:rsidR="00025F9A" w:rsidRPr="00025F9A">
        <w:rPr>
          <w:rtl/>
        </w:rPr>
        <w:t>کریں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8828D8" w:rsidRPr="008828D8">
        <w:rPr>
          <w:rtl/>
        </w:rPr>
        <w:t xml:space="preserve"> یہ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>کہ قرآن کو</w:t>
      </w:r>
      <w:r w:rsidR="00824A76" w:rsidRPr="00824A76">
        <w:rPr>
          <w:rtl/>
        </w:rPr>
        <w:t xml:space="preserve"> ہر </w:t>
      </w:r>
      <w:r>
        <w:rPr>
          <w:rtl/>
        </w:rPr>
        <w:t>فرقہ اور گروہ نے اپن</w:t>
      </w:r>
      <w:r>
        <w:rPr>
          <w:rFonts w:hint="cs"/>
          <w:rtl/>
        </w:rPr>
        <w:t>ی</w:t>
      </w:r>
      <w:r>
        <w:rPr>
          <w:rtl/>
        </w:rPr>
        <w:t xml:space="preserve"> نظر اور عق</w:t>
      </w:r>
      <w:r w:rsidR="007D2A2F">
        <w:rPr>
          <w:rtl/>
        </w:rPr>
        <w:t>ید</w:t>
      </w:r>
      <w:r>
        <w:rPr>
          <w:rtl/>
        </w:rPr>
        <w:t xml:space="preserve">ے کے مطابق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>اور اپنے</w:t>
      </w:r>
      <w:r w:rsidR="002549D7" w:rsidRPr="002549D7">
        <w:rPr>
          <w:rtl/>
        </w:rPr>
        <w:t xml:space="preserve"> ذہن </w:t>
      </w:r>
      <w:r>
        <w:rPr>
          <w:rtl/>
        </w:rPr>
        <w:t>کے مطابق اسک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 w:rsidR="007D2A2F">
        <w:rPr>
          <w:rtl/>
        </w:rPr>
        <w:t>یر</w:t>
      </w:r>
      <w:r>
        <w:rPr>
          <w:rtl/>
        </w:rPr>
        <w:t xml:space="preserve"> اور </w:t>
      </w:r>
      <w:r w:rsidRPr="00296C60">
        <w:rPr>
          <w:rtl/>
        </w:rPr>
        <w:t>ت</w:t>
      </w:r>
      <w:r w:rsidR="00296C60" w:rsidRPr="00296C60">
        <w:rPr>
          <w:rtl/>
        </w:rPr>
        <w:t>ا</w:t>
      </w:r>
      <w:r>
        <w:rPr>
          <w:rFonts w:hint="eastAsia"/>
          <w:rtl/>
        </w:rPr>
        <w:t>و</w:t>
      </w:r>
      <w:r w:rsidR="00576C85">
        <w:rPr>
          <w:rFonts w:hint="eastAsia"/>
          <w:rtl/>
        </w:rPr>
        <w:t>یل</w:t>
      </w:r>
      <w:r>
        <w:rPr>
          <w:rtl/>
        </w:rPr>
        <w:t xml:space="preserve"> کرتے پھرتے</w:t>
      </w:r>
      <w:r w:rsidR="000C56D5" w:rsidRPr="000C56D5">
        <w:rPr>
          <w:rtl/>
        </w:rPr>
        <w:t xml:space="preserve"> ہیں </w:t>
      </w:r>
      <w:r>
        <w:rPr>
          <w:rtl/>
        </w:rPr>
        <w:t>جب کہ آپ(عج) کے آنے کے بعد وہ بات</w:t>
      </w:r>
      <w:r w:rsidR="00576C85">
        <w:rPr>
          <w:rtl/>
        </w:rPr>
        <w:t>یں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تک قرآن </w:t>
      </w:r>
      <w:r w:rsidR="007D2A2F">
        <w:rPr>
          <w:rtl/>
        </w:rPr>
        <w:t xml:space="preserve">میں 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 w:rsidR="00576C85">
        <w:rPr>
          <w:rtl/>
        </w:rPr>
        <w:t>یں</w:t>
      </w:r>
      <w:r w:rsidR="008828D8" w:rsidRPr="008828D8">
        <w:rPr>
          <w:rtl/>
        </w:rPr>
        <w:t xml:space="preserve"> ظاہر </w:t>
      </w:r>
      <w:r w:rsidR="00C1070F" w:rsidRPr="00C1070F">
        <w:rPr>
          <w:rtl/>
        </w:rPr>
        <w:t xml:space="preserve">ہوجائیں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آپ(عج)</w:t>
      </w:r>
      <w:r w:rsidR="002549D7" w:rsidRPr="002549D7">
        <w:rPr>
          <w:rtl/>
        </w:rPr>
        <w:t xml:space="preserve"> ہی </w:t>
      </w:r>
      <w:r>
        <w:rPr>
          <w:rtl/>
        </w:rPr>
        <w:t>کے توس</w:t>
      </w:r>
      <w:r>
        <w:rPr>
          <w:rFonts w:hint="eastAsia"/>
          <w:rtl/>
        </w:rPr>
        <w:t>ط</w:t>
      </w:r>
      <w:r>
        <w:rPr>
          <w:rtl/>
        </w:rPr>
        <w:t xml:space="preserve"> سے ان کو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جائ</w:t>
      </w:r>
      <w:r w:rsidR="00576C85">
        <w:rPr>
          <w:rtl/>
        </w:rPr>
        <w:t>یگ</w:t>
      </w:r>
      <w:r>
        <w:rPr>
          <w:rtl/>
        </w:rPr>
        <w:t xml:space="preserve">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کا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مطلب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قرآن </w:t>
      </w:r>
      <w:r w:rsidR="007D2A2F">
        <w:rPr>
          <w:rtl/>
        </w:rPr>
        <w:t xml:space="preserve">میں </w:t>
      </w:r>
      <w:r>
        <w:rPr>
          <w:rtl/>
        </w:rPr>
        <w:t xml:space="preserve"> کچھ کم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کچھ بات</w:t>
      </w:r>
      <w:r w:rsidR="00576C85">
        <w:rPr>
          <w:rtl/>
        </w:rPr>
        <w:t>یں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</w:t>
      </w:r>
      <w:r w:rsidR="00720096" w:rsidRPr="00720096">
        <w:rPr>
          <w:rtl/>
        </w:rPr>
        <w:t>ہوئیں</w:t>
      </w:r>
      <w:r>
        <w:rPr>
          <w:rtl/>
        </w:rPr>
        <w:t xml:space="preserve"> بلکہ قرآن کامل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اس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ہر </w:t>
      </w:r>
      <w:r w:rsidR="00B06535" w:rsidRPr="00B06535">
        <w:rPr>
          <w:rtl/>
        </w:rPr>
        <w:t>چیز</w:t>
      </w:r>
      <w:r>
        <w:rPr>
          <w:rtl/>
        </w:rPr>
        <w:t xml:space="preserve"> </w:t>
      </w:r>
      <w:r w:rsidR="00042197" w:rsidRPr="00042197">
        <w:rPr>
          <w:rtl/>
        </w:rPr>
        <w:t>بیان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خداوند عالم نے ارشاد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34457E">
        <w:rPr>
          <w:rStyle w:val="libAieChar"/>
          <w:rtl/>
        </w:rPr>
        <w:t>ما فرّطنا ف</w:t>
      </w:r>
      <w:r w:rsidR="0042080E" w:rsidRPr="0034457E">
        <w:rPr>
          <w:rStyle w:val="libAieChar"/>
          <w:rFonts w:hint="cs"/>
          <w:rtl/>
        </w:rPr>
        <w:t>ی</w:t>
      </w:r>
      <w:r w:rsidR="0042080E" w:rsidRPr="0034457E">
        <w:rPr>
          <w:rStyle w:val="libAieChar"/>
          <w:rtl/>
        </w:rPr>
        <w:t xml:space="preserve"> الکتاب من ش</w:t>
      </w:r>
      <w:r w:rsidR="0042080E" w:rsidRPr="0034457E">
        <w:rPr>
          <w:rStyle w:val="libAieChar"/>
          <w:rFonts w:hint="cs"/>
          <w:rtl/>
        </w:rPr>
        <w:t>یٴ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نے اس (کتاب) </w:t>
      </w:r>
      <w:r w:rsidR="007D2A2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کرنے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</w:t>
      </w:r>
      <w:r w:rsidR="002025F2" w:rsidRPr="002025F2">
        <w:rPr>
          <w:rtl/>
        </w:rPr>
        <w:t>نہیں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8828D8" w:rsidP="0042080E">
      <w:pPr>
        <w:pStyle w:val="libNormal"/>
        <w:rPr>
          <w:rtl/>
        </w:rPr>
      </w:pPr>
      <w:r w:rsidRPr="008828D8">
        <w:rPr>
          <w:rFonts w:hint="eastAsia"/>
          <w:rtl/>
        </w:rPr>
        <w:t xml:space="preserve"> دین</w:t>
      </w:r>
      <w:r w:rsidR="0042080E">
        <w:rPr>
          <w:rtl/>
        </w:rPr>
        <w:t xml:space="preserve"> اور سنت رسول خدا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سلم)کو مضبوط کرنے سے مراد </w:t>
      </w:r>
      <w:r w:rsidRPr="008828D8">
        <w:rPr>
          <w:rtl/>
        </w:rPr>
        <w:t xml:space="preserve"> دین</w:t>
      </w:r>
      <w:r w:rsidR="0042080E">
        <w:rPr>
          <w:rtl/>
        </w:rPr>
        <w:t xml:space="preserve"> اسلام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نصرت کرنا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اور صرف </w:t>
      </w:r>
      <w:r w:rsidR="00720096" w:rsidRPr="00720096">
        <w:rPr>
          <w:rtl/>
        </w:rPr>
        <w:t>یہی</w:t>
      </w:r>
      <w:r w:rsidR="0042080E">
        <w:rPr>
          <w:rtl/>
        </w:rPr>
        <w:t xml:space="preserve"> </w:t>
      </w:r>
      <w:r w:rsidRPr="008828D8">
        <w:rPr>
          <w:rtl/>
        </w:rPr>
        <w:t xml:space="preserve"> دین</w:t>
      </w:r>
      <w:r w:rsidR="0042080E">
        <w:rPr>
          <w:rtl/>
        </w:rPr>
        <w:t xml:space="preserve"> خداوند عالم کے نزد</w:t>
      </w:r>
      <w:r w:rsidR="007D2A2F">
        <w:rPr>
          <w:rtl/>
        </w:rPr>
        <w:t>یک</w:t>
      </w:r>
      <w:r w:rsidR="0042080E">
        <w:rPr>
          <w:rtl/>
        </w:rPr>
        <w:t xml:space="preserve"> مقبول</w:t>
      </w:r>
      <w:r w:rsidR="002549D7" w:rsidRPr="002549D7">
        <w:rPr>
          <w:rtl/>
        </w:rPr>
        <w:t xml:space="preserve"> ہے۔ </w:t>
      </w:r>
      <w:r w:rsidR="0042080E">
        <w:rPr>
          <w:rtl/>
        </w:rPr>
        <w:t>ارشاد بار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تعال</w:t>
      </w:r>
      <w:r w:rsidR="0042080E">
        <w:rPr>
          <w:rFonts w:hint="cs"/>
          <w:rtl/>
        </w:rPr>
        <w:t>یٰ</w:t>
      </w:r>
      <w:r w:rsidR="00C537D2" w:rsidRPr="00C537D2">
        <w:rPr>
          <w:rtl/>
        </w:rPr>
        <w:t xml:space="preserve"> ہے</w:t>
      </w:r>
      <w:r w:rsidR="0042080E"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34457E">
        <w:rPr>
          <w:rStyle w:val="libAieChar"/>
          <w:rtl/>
        </w:rPr>
        <w:t>ان الد</w:t>
      </w:r>
      <w:r w:rsidRPr="00031FA0">
        <w:rPr>
          <w:rStyle w:val="libAieChar"/>
          <w:rFonts w:hint="cs"/>
          <w:rtl/>
        </w:rPr>
        <w:t>ي</w:t>
      </w:r>
      <w:r w:rsidR="0042080E" w:rsidRPr="00031FA0">
        <w:rPr>
          <w:rStyle w:val="libAieChar"/>
          <w:rFonts w:hint="cs"/>
          <w:rtl/>
        </w:rPr>
        <w:t>ن عند اللّٰ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 الاسلام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بے شک ! خداوند عالم کے نزد</w:t>
      </w:r>
      <w:r w:rsidR="007D2A2F">
        <w:rPr>
          <w:rtl/>
        </w:rPr>
        <w:t>یک</w:t>
      </w:r>
      <w:r>
        <w:rPr>
          <w:rtl/>
        </w:rPr>
        <w:t xml:space="preserve"> صرف اسلام</w:t>
      </w:r>
      <w:r w:rsidR="002549D7" w:rsidRPr="002549D7">
        <w:rPr>
          <w:rtl/>
        </w:rPr>
        <w:t xml:space="preserve"> ہی </w:t>
      </w:r>
      <w:r w:rsidR="008828D8" w:rsidRPr="008828D8">
        <w:rPr>
          <w:rtl/>
        </w:rPr>
        <w:t xml:space="preserve"> دین</w:t>
      </w:r>
      <w:r w:rsidR="00C537D2" w:rsidRPr="00C537D2">
        <w:rPr>
          <w:rtl/>
        </w:rPr>
        <w:t xml:space="preserve"> ہے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سے مراد احکام اسلام</w:t>
      </w:r>
      <w:r w:rsidR="000C56D5" w:rsidRPr="000C56D5">
        <w:rPr>
          <w:rtl/>
        </w:rPr>
        <w:t xml:space="preserve"> ہیں </w:t>
      </w:r>
      <w:r>
        <w:rPr>
          <w:rtl/>
        </w:rPr>
        <w:t>کہ جن کا پ</w:t>
      </w:r>
      <w:r w:rsidR="007D2A2F">
        <w:rPr>
          <w:rtl/>
        </w:rPr>
        <w:t>یر</w:t>
      </w:r>
      <w:r>
        <w:rPr>
          <w:rtl/>
        </w:rPr>
        <w:t>وان مذھب اسلام پر بجا لانا واجب</w:t>
      </w:r>
      <w:r w:rsidR="00824A76" w:rsidRPr="00824A76">
        <w:rPr>
          <w:rtl/>
        </w:rPr>
        <w:t xml:space="preserve"> ہے </w:t>
      </w:r>
      <w:r>
        <w:rPr>
          <w:rtl/>
        </w:rPr>
        <w:t>جس سے</w:t>
      </w:r>
      <w:r w:rsidR="008828D8" w:rsidRPr="008828D8">
        <w:rPr>
          <w:rtl/>
        </w:rPr>
        <w:t xml:space="preserve"> ظاہر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لوگ جو احکامات بجا </w:t>
      </w:r>
      <w:r w:rsidR="002025F2" w:rsidRPr="002025F2">
        <w:rPr>
          <w:rtl/>
        </w:rPr>
        <w:t>نہیں</w:t>
      </w:r>
      <w:r>
        <w:rPr>
          <w:rtl/>
        </w:rPr>
        <w:t xml:space="preserve"> لاتے ۔اور محرمات علن</w:t>
      </w:r>
      <w:r>
        <w:rPr>
          <w:rFonts w:hint="cs"/>
          <w:rtl/>
        </w:rPr>
        <w:t>ی</w:t>
      </w:r>
      <w:r>
        <w:rPr>
          <w:rtl/>
        </w:rPr>
        <w:t xml:space="preserve"> طور پر مرکتب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2549D7" w:rsidRPr="002549D7">
        <w:rPr>
          <w:rtl/>
        </w:rPr>
        <w:t xml:space="preserve"> ہیں </w:t>
      </w:r>
      <w:r>
        <w:rPr>
          <w:rtl/>
        </w:rPr>
        <w:t>۔حضرت (عج) ان کو احکام پر عمل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سادہ زبان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D2A2F">
        <w:rPr>
          <w:rtl/>
        </w:rPr>
        <w:t>یو</w:t>
      </w:r>
      <w:r>
        <w:rPr>
          <w:rtl/>
        </w:rPr>
        <w:t xml:space="preserve">ں عرض </w:t>
      </w:r>
      <w:r w:rsidR="00025F9A" w:rsidRPr="00025F9A">
        <w:rPr>
          <w:rtl/>
        </w:rPr>
        <w:t>کریں</w:t>
      </w:r>
      <w:r>
        <w:rPr>
          <w:rtl/>
        </w:rPr>
        <w:t xml:space="preserve"> کہ واجبات پر عمل کروانے اور محرمات سے روکنے کا ف</w:t>
      </w:r>
      <w:r w:rsidR="001100FA">
        <w:rPr>
          <w:rtl/>
        </w:rPr>
        <w:t>ریض</w:t>
      </w:r>
      <w:r>
        <w:rPr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آپ(عج)</w:t>
      </w:r>
      <w:r w:rsidR="002549D7" w:rsidRPr="002549D7">
        <w:rPr>
          <w:rtl/>
        </w:rPr>
        <w:t xml:space="preserve"> ہی </w:t>
      </w:r>
      <w:r>
        <w:rPr>
          <w:rtl/>
        </w:rPr>
        <w:t>کے کاندھوں پر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اور </w:t>
      </w:r>
      <w:r w:rsidR="00720096" w:rsidRPr="00720096">
        <w:rPr>
          <w:rtl/>
        </w:rPr>
        <w:t>یہی</w:t>
      </w:r>
      <w:r>
        <w:rPr>
          <w:rtl/>
        </w:rPr>
        <w:t xml:space="preserve"> حال سنت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سلم)کا</w:t>
      </w:r>
      <w:r w:rsidR="00824A76" w:rsidRPr="00824A76">
        <w:rPr>
          <w:rtl/>
        </w:rPr>
        <w:t xml:space="preserve"> ہے </w:t>
      </w:r>
      <w:r>
        <w:rPr>
          <w:rtl/>
        </w:rPr>
        <w:t>جو کاف</w:t>
      </w:r>
      <w:r>
        <w:rPr>
          <w:rFonts w:hint="cs"/>
          <w:rtl/>
        </w:rPr>
        <w:t>ی</w:t>
      </w:r>
      <w:r>
        <w:rPr>
          <w:rtl/>
        </w:rPr>
        <w:t xml:space="preserve"> حد تک لوگوں کے </w:t>
      </w:r>
      <w:r w:rsidR="00F369ED" w:rsidRPr="00F369ED">
        <w:rPr>
          <w:rtl/>
        </w:rPr>
        <w:t>درمیان</w:t>
      </w:r>
      <w:r>
        <w:rPr>
          <w:rtl/>
        </w:rPr>
        <w:t xml:space="preserve"> سے ختم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 کے اح</w:t>
      </w:r>
      <w:r w:rsidR="00B06535" w:rsidRPr="00B06535">
        <w:rPr>
          <w:rtl/>
        </w:rPr>
        <w:t>یا</w:t>
      </w:r>
      <w:r>
        <w:rPr>
          <w:rtl/>
        </w:rPr>
        <w:t xml:space="preserve">ء کے فرائض انجام </w:t>
      </w:r>
      <w:r w:rsidR="004617D9" w:rsidRPr="004617D9">
        <w:rPr>
          <w:rtl/>
        </w:rPr>
        <w:t>دیں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بات قابل ذکر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C537D2" w:rsidRPr="00C537D2">
        <w:rPr>
          <w:rtl/>
        </w:rPr>
        <w:t>یہاں</w:t>
      </w:r>
      <w:r>
        <w:rPr>
          <w:rtl/>
        </w:rPr>
        <w:t xml:space="preserve"> پر مضبوط کرنے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تو اس سے</w:t>
      </w:r>
      <w:r w:rsidR="008828D8" w:rsidRPr="008828D8">
        <w:rPr>
          <w:rtl/>
        </w:rPr>
        <w:t xml:space="preserve"> ظاہر ہوتا </w:t>
      </w:r>
      <w:r w:rsidR="00824A76" w:rsidRPr="00824A76">
        <w:rPr>
          <w:rtl/>
        </w:rPr>
        <w:t xml:space="preserve">ہے </w:t>
      </w:r>
      <w:r>
        <w:rPr>
          <w:rtl/>
        </w:rPr>
        <w:t>کہ اگرچہ کم</w:t>
      </w:r>
      <w:r w:rsidR="002549D7" w:rsidRPr="002549D7">
        <w:rPr>
          <w:rtl/>
        </w:rPr>
        <w:t xml:space="preserve"> ہی </w:t>
      </w:r>
      <w:r w:rsidR="007D2A2F">
        <w:rPr>
          <w:rtl/>
        </w:rPr>
        <w:t>کیوں</w:t>
      </w:r>
      <w:r>
        <w:rPr>
          <w:rtl/>
        </w:rPr>
        <w:t xml:space="preserve"> نہ</w:t>
      </w:r>
      <w:r w:rsidR="00437CD4" w:rsidRPr="00437CD4">
        <w:rPr>
          <w:rtl/>
        </w:rPr>
        <w:t xml:space="preserve"> ہوں </w:t>
      </w:r>
      <w:r w:rsidR="007844F9" w:rsidRPr="007844F9">
        <w:rPr>
          <w:rtl/>
        </w:rPr>
        <w:t>لیکن</w:t>
      </w:r>
      <w:r>
        <w:rPr>
          <w:rtl/>
        </w:rPr>
        <w:t xml:space="preserve"> </w:t>
      </w:r>
      <w:r w:rsidR="001100FA">
        <w:rPr>
          <w:rtl/>
        </w:rPr>
        <w:t>مومنین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اور وہ احکامات خدا وند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سنتِ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قائم</w:t>
      </w:r>
      <w:r w:rsidR="00272FF7" w:rsidRPr="00272FF7">
        <w:rPr>
          <w:rtl/>
        </w:rPr>
        <w:t xml:space="preserve"> ہو</w:t>
      </w:r>
      <w:r>
        <w:rPr>
          <w:rtl/>
        </w:rPr>
        <w:t>نگے ۔</w:t>
      </w:r>
      <w:r w:rsidR="001100FA">
        <w:rPr>
          <w:rtl/>
        </w:rPr>
        <w:t>یقین</w:t>
      </w:r>
      <w:r>
        <w:rPr>
          <w:rtl/>
        </w:rPr>
        <w:t>ا ا</w:t>
      </w:r>
      <w:r w:rsidR="00A900AD">
        <w:rPr>
          <w:rtl/>
        </w:rPr>
        <w:t>یس</w:t>
      </w:r>
      <w:r>
        <w:rPr>
          <w:rtl/>
        </w:rPr>
        <w:t>ے</w:t>
      </w:r>
      <w:r w:rsidR="002549D7" w:rsidRPr="002549D7">
        <w:rPr>
          <w:rtl/>
        </w:rPr>
        <w:t xml:space="preserve"> ہی </w:t>
      </w:r>
      <w:r w:rsidR="001100FA">
        <w:rPr>
          <w:rtl/>
        </w:rPr>
        <w:t>مومنین</w:t>
      </w:r>
      <w:r>
        <w:rPr>
          <w:rtl/>
        </w:rPr>
        <w:t xml:space="preserve"> سب سے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ندائے امام (ع)پر </w:t>
      </w:r>
      <w:r w:rsidR="00B06535" w:rsidRPr="00B06535">
        <w:rPr>
          <w:rtl/>
        </w:rPr>
        <w:t>لبیک</w:t>
      </w:r>
      <w:r w:rsidR="00D74317">
        <w:rPr>
          <w:rtl/>
        </w:rPr>
        <w:t xml:space="preserve"> کہیں </w:t>
      </w:r>
      <w:r>
        <w:rPr>
          <w:rtl/>
        </w:rPr>
        <w:t xml:space="preserve">گے اور </w:t>
      </w:r>
      <w:r w:rsidR="00720096" w:rsidRPr="00720096">
        <w:rPr>
          <w:rtl/>
        </w:rPr>
        <w:t>یہی</w:t>
      </w:r>
      <w:r>
        <w:rPr>
          <w:rtl/>
        </w:rPr>
        <w:t xml:space="preserve"> لوگ: </w:t>
      </w:r>
    </w:p>
    <w:p w:rsidR="0042080E" w:rsidRDefault="0042080E" w:rsidP="0042080E">
      <w:pPr>
        <w:pStyle w:val="libNormal"/>
        <w:rPr>
          <w:rtl/>
        </w:rPr>
      </w:pPr>
      <w:r w:rsidRPr="0034457E">
        <w:rPr>
          <w:rStyle w:val="libAieChar"/>
          <w:rtl/>
        </w:rPr>
        <w:t>&lt; والسابقون السابقون اولئک المقربون</w:t>
      </w:r>
      <w:r>
        <w:rPr>
          <w:rtl/>
        </w:rPr>
        <w:t xml:space="preserve"> </w:t>
      </w:r>
      <w:r w:rsidR="00031FA0" w:rsidRPr="00031FA0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”اور سبقت کرنے والے تو سبقت کرنے والے</w:t>
      </w:r>
      <w:r w:rsidR="002549D7" w:rsidRPr="002549D7">
        <w:rPr>
          <w:rtl/>
        </w:rPr>
        <w:t xml:space="preserve"> ہی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، </w:t>
      </w:r>
      <w:r w:rsidR="00C537D2" w:rsidRPr="00C537D2">
        <w:rPr>
          <w:rtl/>
        </w:rPr>
        <w:t>وہی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بارگاہ کے مقرّب</w:t>
      </w:r>
      <w:r w:rsidR="00C537D2" w:rsidRPr="00C537D2">
        <w:rPr>
          <w:rtl/>
        </w:rPr>
        <w:t xml:space="preserve"> ہیں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>کے مصداق بن</w:t>
      </w:r>
      <w:r w:rsidR="00576C85">
        <w:rPr>
          <w:rtl/>
        </w:rPr>
        <w:t>یں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 w:rsidRPr="0034457E">
        <w:rPr>
          <w:rStyle w:val="libArabicChar"/>
          <w:rtl/>
        </w:rPr>
        <w:t>&lt; وَاج</w:t>
      </w:r>
      <w:r w:rsidRPr="0034457E">
        <w:rPr>
          <w:rStyle w:val="libArabicChar"/>
          <w:rFonts w:hint="cs"/>
          <w:rtl/>
        </w:rPr>
        <w:t>ْعَلْ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ُ </w:t>
      </w:r>
      <w:r w:rsidRPr="0034457E">
        <w:rPr>
          <w:rStyle w:val="libArabicChar"/>
          <w:rFonts w:hint="cs"/>
          <w:rtl/>
        </w:rPr>
        <w:t>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ُمَّ مِمَّن</w:t>
      </w:r>
      <w:r w:rsidRPr="0034457E">
        <w:rPr>
          <w:rStyle w:val="libArabicChar"/>
          <w:rFonts w:hint="cs"/>
          <w:rtl/>
        </w:rPr>
        <w:t>ْ حَصَّنْتَ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 مِن</w:t>
      </w:r>
      <w:r w:rsidRPr="0034457E">
        <w:rPr>
          <w:rStyle w:val="libArabicChar"/>
          <w:rFonts w:hint="cs"/>
          <w:rtl/>
        </w:rPr>
        <w:t>ْ بَ</w:t>
      </w:r>
      <w:r w:rsidR="00296C60">
        <w:rPr>
          <w:rStyle w:val="libArabicChar"/>
          <w:rFonts w:hint="cs"/>
          <w:rtl/>
        </w:rPr>
        <w:t>ا</w:t>
      </w:r>
      <w:r w:rsidRPr="0034457E">
        <w:rPr>
          <w:rStyle w:val="libArabicChar"/>
          <w:rFonts w:hint="eastAsia"/>
          <w:rtl/>
        </w:rPr>
        <w:t>سِ</w:t>
      </w:r>
      <w:r w:rsidRPr="0034457E">
        <w:rPr>
          <w:rStyle w:val="libArabicChar"/>
          <w:rtl/>
        </w:rPr>
        <w:t xml:space="preserve"> ال</w:t>
      </w:r>
      <w:r w:rsidRPr="0034457E">
        <w:rPr>
          <w:rStyle w:val="libArabicChar"/>
          <w:rFonts w:hint="cs"/>
          <w:rtl/>
        </w:rPr>
        <w:t>ْمُعْتَدِی</w:t>
      </w:r>
      <w:r w:rsidRPr="0034457E">
        <w:rPr>
          <w:rStyle w:val="libArabicChar"/>
          <w:rFonts w:hint="eastAsia"/>
          <w:rtl/>
        </w:rPr>
        <w:t>نَ</w:t>
      </w:r>
      <w:r>
        <w:rPr>
          <w:rtl/>
        </w:rPr>
        <w:t xml:space="preserve"> </w:t>
      </w:r>
      <w:r w:rsidR="00031FA0" w:rsidRPr="00031FA0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 xml:space="preserve">(پروردگارا ! ان کو قرار دے ان لوگوں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تو محافظت کرے گا باغ</w:t>
      </w:r>
      <w:r w:rsidR="007D2A2F">
        <w:rPr>
          <w:rtl/>
        </w:rPr>
        <w:t>یو</w:t>
      </w:r>
      <w:r>
        <w:rPr>
          <w:rtl/>
        </w:rPr>
        <w:t xml:space="preserve">ں کے شرّ سے)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رد عمل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 کے ساتھ چلا آرھا</w:t>
      </w:r>
      <w:r w:rsidR="002549D7" w:rsidRPr="002549D7">
        <w:rPr>
          <w:rtl/>
        </w:rPr>
        <w:t xml:space="preserve"> ہے۔ </w:t>
      </w:r>
      <w:r w:rsidR="00824A76" w:rsidRPr="00824A76">
        <w:rPr>
          <w:rtl/>
        </w:rPr>
        <w:t xml:space="preserve">ہر </w:t>
      </w:r>
      <w:r>
        <w:rPr>
          <w:rtl/>
        </w:rPr>
        <w:t xml:space="preserve">زمانے </w:t>
      </w:r>
      <w:r w:rsidR="007D2A2F">
        <w:rPr>
          <w:rtl/>
        </w:rPr>
        <w:t xml:space="preserve">میں 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2549D7" w:rsidRPr="002549D7">
        <w:rPr>
          <w:rtl/>
        </w:rPr>
        <w:t xml:space="preserve"> ہیں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بات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نہ</w:t>
      </w:r>
      <w:r w:rsidR="002549D7" w:rsidRPr="002549D7">
        <w:rPr>
          <w:rtl/>
        </w:rPr>
        <w:t xml:space="preserve"> ہو </w:t>
      </w:r>
      <w:r>
        <w:rPr>
          <w:rtl/>
        </w:rPr>
        <w:t>تو</w:t>
      </w:r>
      <w:r w:rsidR="00824A76" w:rsidRPr="00824A76">
        <w:rPr>
          <w:rtl/>
        </w:rPr>
        <w:t xml:space="preserve"> ہر </w:t>
      </w:r>
      <w:r>
        <w:rPr>
          <w:rtl/>
        </w:rPr>
        <w:t>گز اس کو</w:t>
      </w:r>
      <w:r w:rsidR="002549D7" w:rsidRPr="002549D7">
        <w:rPr>
          <w:rtl/>
        </w:rPr>
        <w:t xml:space="preserve"> نہیں </w:t>
      </w:r>
      <w:r>
        <w:rPr>
          <w:rtl/>
        </w:rPr>
        <w:t>مانتے اور اگر کوئ</w:t>
      </w:r>
      <w:r>
        <w:rPr>
          <w:rFonts w:hint="cs"/>
          <w:rtl/>
        </w:rPr>
        <w:t>ی</w:t>
      </w:r>
      <w:r>
        <w:rPr>
          <w:rtl/>
        </w:rPr>
        <w:t xml:space="preserve"> ان سے اصرار کرے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قتل غارت گر</w:t>
      </w:r>
      <w:r>
        <w:rPr>
          <w:rFonts w:hint="cs"/>
          <w:rtl/>
        </w:rPr>
        <w:t>ی</w:t>
      </w:r>
      <w:r>
        <w:rPr>
          <w:rtl/>
        </w:rPr>
        <w:t xml:space="preserve"> پر اتر آتے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اوراحنا فدا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بہت بڑ</w:t>
      </w:r>
      <w:r>
        <w:rPr>
          <w:rFonts w:hint="cs"/>
          <w:rtl/>
        </w:rPr>
        <w:t>ی</w:t>
      </w:r>
      <w:r>
        <w:rPr>
          <w:rtl/>
        </w:rPr>
        <w:t xml:space="preserve"> تعداد بلکہ اکثر بڑ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>
        <w:rPr>
          <w:rtl/>
        </w:rPr>
        <w:t>ے وہ علاقائ</w:t>
      </w:r>
      <w:r>
        <w:rPr>
          <w:rFonts w:hint="cs"/>
          <w:rtl/>
        </w:rPr>
        <w:t>ی</w:t>
      </w:r>
      <w:r>
        <w:rPr>
          <w:rtl/>
        </w:rPr>
        <w:t xml:space="preserve"> سطح پر</w:t>
      </w:r>
      <w:r w:rsidR="00437CD4" w:rsidRPr="00437CD4"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سطح پر آپ (عج) کے وجود کو برداشت</w:t>
      </w:r>
      <w:r w:rsidR="002549D7" w:rsidRPr="002549D7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آپ(عج) کو نقصان پہچانے کاکوئ</w:t>
      </w:r>
      <w:r>
        <w:rPr>
          <w:rFonts w:hint="cs"/>
          <w:rtl/>
        </w:rPr>
        <w:t>ی</w:t>
      </w:r>
      <w:r>
        <w:rPr>
          <w:rtl/>
        </w:rPr>
        <w:t xml:space="preserve"> موقعہ ھاتھ سے</w:t>
      </w:r>
      <w:r w:rsidR="002549D7" w:rsidRPr="002549D7">
        <w:rPr>
          <w:rtl/>
        </w:rPr>
        <w:t xml:space="preserve"> نہیں </w:t>
      </w:r>
      <w:r>
        <w:rPr>
          <w:rtl/>
        </w:rPr>
        <w:t>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 کے سبب بات جنگ وجدال تک جا پھنچے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 w:rsidR="007D2A2F">
        <w:rPr>
          <w:rtl/>
        </w:rPr>
        <w:t xml:space="preserve">میں </w:t>
      </w:r>
      <w:r>
        <w:rPr>
          <w:rtl/>
        </w:rPr>
        <w:t xml:space="preserve"> آپ(عج) کو نقصان پھنچنے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824A76" w:rsidRPr="00824A76">
        <w:rPr>
          <w:rtl/>
        </w:rPr>
        <w:t xml:space="preserve"> ہے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وند متعال نے حضر 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اصحاب کہف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دشمنوں کے شر سے محفوظ </w:t>
      </w:r>
      <w:r w:rsidR="00D74317">
        <w:rPr>
          <w:rtl/>
        </w:rPr>
        <w:t>رکھا</w:t>
      </w:r>
      <w:r>
        <w:rPr>
          <w:rtl/>
        </w:rPr>
        <w:t xml:space="preserve"> اور خود حضرت (عج)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رکھ کر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نقصان </w:t>
      </w:r>
      <w:r>
        <w:rPr>
          <w:rFonts w:hint="eastAsia"/>
          <w:rtl/>
        </w:rPr>
        <w:t>سے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ظھور کے بعد بھ</w:t>
      </w:r>
      <w:r>
        <w:rPr>
          <w:rFonts w:hint="cs"/>
          <w:rtl/>
        </w:rPr>
        <w:t>ی</w:t>
      </w:r>
      <w:r>
        <w:rPr>
          <w:rtl/>
        </w:rPr>
        <w:t xml:space="preserve"> محافظت فرما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وند عالم محافظت فرمائے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</w:t>
      </w:r>
      <w:r>
        <w:rPr>
          <w:rtl/>
        </w:rPr>
        <w:t>رہ سکت</w:t>
      </w:r>
      <w:r>
        <w:rPr>
          <w:rFonts w:hint="cs"/>
          <w:rtl/>
        </w:rPr>
        <w:t>ی</w:t>
      </w:r>
      <w:r>
        <w:rPr>
          <w:rtl/>
        </w:rPr>
        <w:t xml:space="preserve"> کہ جو عقلاً و نقلا  ثابت شدہ بات</w:t>
      </w:r>
      <w:r w:rsidR="002549D7" w:rsidRPr="002549D7">
        <w:rPr>
          <w:rtl/>
        </w:rPr>
        <w:t xml:space="preserve"> ہے۔ </w:t>
      </w:r>
    </w:p>
    <w:p w:rsidR="0042080E" w:rsidRDefault="00031FA0" w:rsidP="0034457E">
      <w:pPr>
        <w:pStyle w:val="libNormal"/>
        <w:rPr>
          <w:rtl/>
        </w:rPr>
      </w:pPr>
      <w:r w:rsidRPr="00031FA0">
        <w:rPr>
          <w:rStyle w:val="libAlaemChar"/>
          <w:rFonts w:hint="cs"/>
          <w:rtl/>
        </w:rPr>
        <w:t>(</w:t>
      </w:r>
      <w:r w:rsidR="0034457E" w:rsidRPr="0034457E">
        <w:rPr>
          <w:rStyle w:val="libArabicChar"/>
          <w:rtl/>
        </w:rPr>
        <w:t xml:space="preserve"> </w:t>
      </w:r>
      <w:r w:rsidR="0042080E" w:rsidRPr="0034457E">
        <w:rPr>
          <w:rStyle w:val="libArabicChar"/>
          <w:rtl/>
        </w:rPr>
        <w:t>اللّ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 و سر نب</w:t>
      </w:r>
      <w:r w:rsidR="0042080E" w:rsidRPr="0034457E">
        <w:rPr>
          <w:rStyle w:val="libArabicChar"/>
          <w:rFonts w:hint="cs"/>
          <w:rtl/>
        </w:rPr>
        <w:t>ی</w:t>
      </w:r>
      <w:r w:rsidR="0042080E" w:rsidRPr="0034457E">
        <w:rPr>
          <w:rStyle w:val="libArabicChar"/>
          <w:rFonts w:hint="eastAsia"/>
          <w:rtl/>
        </w:rPr>
        <w:t>ک</w:t>
      </w:r>
      <w:r w:rsidR="0042080E" w:rsidRPr="0034457E">
        <w:rPr>
          <w:rStyle w:val="libArabicChar"/>
          <w:rtl/>
        </w:rPr>
        <w:t xml:space="preserve"> محمد اً صل</w:t>
      </w:r>
      <w:r w:rsidR="0042080E" w:rsidRPr="0034457E">
        <w:rPr>
          <w:rStyle w:val="libArabicChar"/>
          <w:rFonts w:hint="cs"/>
          <w:rtl/>
        </w:rPr>
        <w:t>ی</w:t>
      </w:r>
      <w:r w:rsidR="0042080E" w:rsidRPr="0034457E">
        <w:rPr>
          <w:rStyle w:val="libArabicChar"/>
          <w:rtl/>
        </w:rPr>
        <w:t xml:space="preserve"> الل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عل</w:t>
      </w:r>
      <w:r w:rsidR="0042080E" w:rsidRPr="0034457E">
        <w:rPr>
          <w:rStyle w:val="libArabicChar"/>
          <w:rFonts w:hint="cs"/>
          <w:rtl/>
        </w:rPr>
        <w:t>ی</w:t>
      </w:r>
      <w:r w:rsidRPr="00031FA0">
        <w:rPr>
          <w:rStyle w:val="libArabicChar"/>
          <w:rFonts w:hint="cs"/>
          <w:rtl/>
        </w:rPr>
        <w:t>ه</w:t>
      </w:r>
      <w:r w:rsidR="0042080E" w:rsidRPr="0034457E">
        <w:rPr>
          <w:rStyle w:val="libArabicChar"/>
          <w:rtl/>
        </w:rPr>
        <w:t xml:space="preserve"> و آل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برو</w:t>
      </w:r>
      <w:r w:rsidR="0042080E" w:rsidRPr="0034457E">
        <w:rPr>
          <w:rStyle w:val="libArabicChar"/>
          <w:rFonts w:hint="cs"/>
          <w:rtl/>
        </w:rPr>
        <w:t>ی</w:t>
      </w:r>
      <w:r w:rsidR="0042080E" w:rsidRPr="0034457E">
        <w:rPr>
          <w:rStyle w:val="libArabicChar"/>
          <w:rFonts w:hint="eastAsia"/>
          <w:rtl/>
        </w:rPr>
        <w:t>ت</w:t>
      </w:r>
      <w:r w:rsidRPr="00031FA0">
        <w:rPr>
          <w:rStyle w:val="libArabicChar"/>
          <w:rFonts w:hint="cs"/>
          <w:rtl/>
        </w:rPr>
        <w:t>ه</w:t>
      </w:r>
      <w:r w:rsidR="0042080E" w:rsidRPr="0034457E">
        <w:rPr>
          <w:rStyle w:val="libArabicChar"/>
          <w:rtl/>
        </w:rPr>
        <w:t xml:space="preserve"> ومن تبع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 xml:space="preserve"> عل</w:t>
      </w:r>
      <w:r w:rsidR="0042080E" w:rsidRPr="0034457E">
        <w:rPr>
          <w:rStyle w:val="libArabicChar"/>
          <w:rFonts w:hint="cs"/>
          <w:rtl/>
        </w:rPr>
        <w:t>ی</w:t>
      </w:r>
      <w:r w:rsidRPr="00031FA0">
        <w:rPr>
          <w:rStyle w:val="libArabicChar"/>
          <w:rFonts w:hint="cs"/>
          <w:rtl/>
        </w:rPr>
        <w:t>ه</w:t>
      </w:r>
      <w:r w:rsidR="0042080E" w:rsidRPr="0034457E">
        <w:rPr>
          <w:rStyle w:val="libArabicChar"/>
          <w:rtl/>
        </w:rPr>
        <w:t xml:space="preserve"> دعوت</w:t>
      </w:r>
      <w:r w:rsidRPr="00031FA0">
        <w:rPr>
          <w:rStyle w:val="libArabicChar"/>
          <w:rFonts w:hint="cs"/>
          <w:rtl/>
        </w:rPr>
        <w:t>ه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(پروردگارا!اپنے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ان ک</w:t>
      </w:r>
      <w:r>
        <w:rPr>
          <w:rFonts w:hint="cs"/>
          <w:rtl/>
        </w:rPr>
        <w:t>ی</w:t>
      </w:r>
      <w:r>
        <w:rPr>
          <w:rtl/>
        </w:rPr>
        <w:t xml:space="preserve"> دعوت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کو آپ (ع)کے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خوشحال کر۔)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خداوندعالم سے ظھور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درخواست کہ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جوآپ کا</w:t>
      </w:r>
      <w:r w:rsidR="008828D8" w:rsidRPr="008828D8">
        <w:rPr>
          <w:rtl/>
        </w:rPr>
        <w:t xml:space="preserve"> ظاہر ہونا </w:t>
      </w:r>
      <w:r w:rsidR="001100FA">
        <w:rPr>
          <w:rtl/>
        </w:rPr>
        <w:t>مومنین</w:t>
      </w:r>
      <w:r w:rsidR="0042080E">
        <w:rPr>
          <w:rtl/>
        </w:rPr>
        <w:t xml:space="preserve"> کے لئے خوشحال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باعث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اس سے بڑھ کر خود ذات مقدس رسول خدا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سلم)کے لئے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باعث مسرت</w:t>
      </w:r>
      <w:r w:rsidR="000C56D5" w:rsidRPr="000C56D5">
        <w:rPr>
          <w:rtl/>
        </w:rPr>
        <w:t xml:space="preserve"> ہوگا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وہ موقع</w:t>
      </w:r>
      <w:r w:rsidR="000C56D5" w:rsidRPr="000C56D5">
        <w:rPr>
          <w:rtl/>
        </w:rPr>
        <w:t xml:space="preserve"> ہوگا </w:t>
      </w:r>
      <w:r w:rsidR="0042080E">
        <w:rPr>
          <w:rtl/>
        </w:rPr>
        <w:t>جب صدر اسلام سے ل</w:t>
      </w:r>
      <w:r w:rsidR="007D2A2F">
        <w:rPr>
          <w:rtl/>
        </w:rPr>
        <w:t>یک</w:t>
      </w:r>
      <w:r w:rsidR="0042080E">
        <w:rPr>
          <w:rtl/>
        </w:rPr>
        <w:t xml:space="preserve">ر </w:t>
      </w:r>
      <w:r w:rsidR="0042080E">
        <w:rPr>
          <w:rtl/>
        </w:rPr>
        <w:lastRenderedPageBreak/>
        <w:t>ظھور تک جن لوگوں نے محمد و آل محمد صلوات اللہ عل</w:t>
      </w:r>
      <w:r w:rsidRPr="00C537D2">
        <w:rPr>
          <w:rtl/>
        </w:rPr>
        <w:t xml:space="preserve">یہ </w:t>
      </w:r>
      <w:r w:rsidR="000C56D5" w:rsidRPr="000C56D5">
        <w:rPr>
          <w:rtl/>
        </w:rPr>
        <w:t xml:space="preserve">م </w:t>
      </w:r>
      <w:r w:rsidR="0042080E">
        <w:rPr>
          <w:rtl/>
        </w:rPr>
        <w:t>اجمع</w:t>
      </w:r>
      <w:r w:rsidR="00576C85">
        <w:rPr>
          <w:rtl/>
        </w:rPr>
        <w:t>ین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حق تلف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 w:rsidR="0042080E">
        <w:rPr>
          <w:rtl/>
        </w:rPr>
        <w:t>ے وہ جنگ و جدال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ہو </w:t>
      </w:r>
      <w:r w:rsidR="00B06535" w:rsidRPr="00B06535">
        <w:rPr>
          <w:rtl/>
        </w:rPr>
        <w:t xml:space="preserve"> چاہ</w:t>
      </w:r>
      <w:r w:rsidR="0042080E">
        <w:rPr>
          <w:rtl/>
        </w:rPr>
        <w:t>ے ان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</w:t>
      </w:r>
      <w:r w:rsidR="007D2A2F">
        <w:rPr>
          <w:rtl/>
        </w:rPr>
        <w:t>یر</w:t>
      </w:r>
      <w:r w:rsidR="0042080E">
        <w:rPr>
          <w:rtl/>
        </w:rPr>
        <w:t>و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 کرنے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وجہ سے</w:t>
      </w:r>
      <w:r w:rsidR="002549D7" w:rsidRPr="002549D7">
        <w:rPr>
          <w:rtl/>
        </w:rPr>
        <w:t xml:space="preserve"> ہو </w:t>
      </w:r>
      <w:r w:rsidR="0042080E">
        <w:rPr>
          <w:rtl/>
        </w:rPr>
        <w:t xml:space="preserve">سب سے بدلہ </w:t>
      </w:r>
      <w:r w:rsidR="004617D9" w:rsidRPr="004617D9">
        <w:rPr>
          <w:rtl/>
        </w:rPr>
        <w:t>لیا</w:t>
      </w:r>
      <w:r w:rsidR="0042080E">
        <w:rPr>
          <w:rtl/>
        </w:rPr>
        <w:t xml:space="preserve"> جائے گا۔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دعا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پڑھتے</w:t>
      </w:r>
      <w:r w:rsidR="00C537D2" w:rsidRPr="00C537D2">
        <w:rPr>
          <w:rtl/>
        </w:rPr>
        <w:t xml:space="preserve"> ہیں</w:t>
      </w:r>
      <w:r w:rsidR="0042080E">
        <w:rPr>
          <w:rtl/>
        </w:rPr>
        <w:t xml:space="preserve">: ” </w:t>
      </w:r>
      <w:r w:rsidR="00031FA0"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ا ربّ الحس</w:t>
      </w:r>
      <w:r w:rsidR="00031FA0"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 بحق الحس</w:t>
      </w:r>
      <w:r w:rsidR="00031FA0" w:rsidRPr="00031FA0">
        <w:rPr>
          <w:rStyle w:val="libArabicChar"/>
          <w:rFonts w:hint="cs"/>
          <w:rtl/>
        </w:rPr>
        <w:t>ي</w:t>
      </w:r>
      <w:r w:rsidR="0042080E" w:rsidRPr="00031FA0">
        <w:rPr>
          <w:rStyle w:val="libArabicChar"/>
          <w:rFonts w:hint="cs"/>
          <w:rtl/>
        </w:rPr>
        <w:t>ن اشفع صدر الحس</w:t>
      </w:r>
      <w:r w:rsidR="00031FA0" w:rsidRPr="00031FA0">
        <w:rPr>
          <w:rStyle w:val="libArabicChar"/>
          <w:rFonts w:hint="cs"/>
          <w:rtl/>
        </w:rPr>
        <w:t>ي</w:t>
      </w:r>
      <w:r w:rsidR="0042080E" w:rsidRPr="00AE3D1E">
        <w:rPr>
          <w:rStyle w:val="libArabicChar"/>
          <w:rtl/>
        </w:rPr>
        <w:t>ن بظ</w:t>
      </w:r>
      <w:r w:rsidR="00031FA0"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ور الحجة</w:t>
      </w:r>
      <w:r w:rsidR="0042080E"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پروردگار تجھے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واسطہ، حضرت حجت کو</w:t>
      </w:r>
      <w:r w:rsidR="008828D8" w:rsidRPr="008828D8">
        <w:rPr>
          <w:rtl/>
        </w:rPr>
        <w:t xml:space="preserve"> ظاہر </w:t>
      </w:r>
      <w:r>
        <w:rPr>
          <w:rtl/>
        </w:rPr>
        <w:t>کر کے ح</w:t>
      </w:r>
      <w:r w:rsidR="00720096" w:rsidRPr="00720096">
        <w:rPr>
          <w:rtl/>
        </w:rPr>
        <w:t>سین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 w:rsidR="00720096" w:rsidRPr="00720096">
        <w:rPr>
          <w:rtl/>
        </w:rPr>
        <w:t>سین</w:t>
      </w:r>
      <w:r>
        <w:rPr>
          <w:rtl/>
        </w:rPr>
        <w:t xml:space="preserve">ے کو شفا (قلب کو خوشحال فرمادے )بخش دے۔“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Fonts w:hint="cs"/>
          <w:rtl/>
        </w:rPr>
        <w:t>ی</w:t>
      </w:r>
      <w:r>
        <w:rPr>
          <w:rtl/>
        </w:rPr>
        <w:t xml:space="preserve"> طرح دعاء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ندبہ </w:t>
      </w:r>
      <w:r w:rsidR="007D2A2F">
        <w:rPr>
          <w:rtl/>
        </w:rPr>
        <w:t xml:space="preserve">میں </w:t>
      </w:r>
      <w:r>
        <w:rPr>
          <w:rtl/>
        </w:rPr>
        <w:t xml:space="preserve"> پڑھتے</w:t>
      </w:r>
      <w:r w:rsidR="002549D7" w:rsidRPr="002549D7">
        <w:rPr>
          <w:rtl/>
        </w:rPr>
        <w:t xml:space="preserve"> ہیں </w:t>
      </w:r>
      <w:r>
        <w:rPr>
          <w:rtl/>
        </w:rPr>
        <w:t>”</w:t>
      </w:r>
      <w:r w:rsidRPr="00AE3D1E">
        <w:rPr>
          <w:rStyle w:val="libArabicChar"/>
          <w:rtl/>
        </w:rPr>
        <w:t>ا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Fonts w:hint="eastAsia"/>
          <w:rtl/>
        </w:rPr>
        <w:t>ن</w:t>
      </w:r>
      <w:r w:rsidRPr="00AE3D1E">
        <w:rPr>
          <w:rStyle w:val="libArabicChar"/>
          <w:rtl/>
        </w:rPr>
        <w:t xml:space="preserve"> الطالب بدم المقتول بکربلا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”کربلا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828D8" w:rsidRPr="008828D8">
        <w:rPr>
          <w:rtl/>
        </w:rPr>
        <w:t xml:space="preserve"> ہونے </w:t>
      </w:r>
      <w:r>
        <w:rPr>
          <w:rtl/>
        </w:rPr>
        <w:t>والے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</w:t>
      </w:r>
      <w:r w:rsidR="002549D7" w:rsidRPr="002549D7">
        <w:rPr>
          <w:rtl/>
        </w:rPr>
        <w:t xml:space="preserve">  کہاں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شفاعت سے ل</w:t>
      </w:r>
      <w:r w:rsidR="007D2A2F">
        <w:rPr>
          <w:rtl/>
        </w:rPr>
        <w:t>یک</w:t>
      </w:r>
      <w:r>
        <w:rPr>
          <w:rtl/>
        </w:rPr>
        <w:t xml:space="preserve">ر جناب </w:t>
      </w:r>
      <w:r w:rsidR="008828D8" w:rsidRPr="008828D8">
        <w:rPr>
          <w:rtl/>
        </w:rPr>
        <w:t>زہرا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شکن</w:t>
      </w:r>
      <w:r>
        <w:rPr>
          <w:rFonts w:hint="cs"/>
          <w:rtl/>
        </w:rPr>
        <w:t>ی</w:t>
      </w:r>
      <w:r>
        <w:rPr>
          <w:rtl/>
        </w:rPr>
        <w:t xml:space="preserve"> اور محسن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کا بدلہ </w:t>
      </w:r>
      <w:r w:rsidR="004617D9" w:rsidRPr="004617D9">
        <w:rPr>
          <w:rtl/>
        </w:rPr>
        <w:t>لیا</w:t>
      </w:r>
      <w:r>
        <w:rPr>
          <w:rtl/>
        </w:rPr>
        <w:t xml:space="preserve"> جائے گا۔مسجد کوفہ ک</w:t>
      </w:r>
      <w:r>
        <w:rPr>
          <w:rFonts w:hint="cs"/>
          <w:rtl/>
        </w:rPr>
        <w:t>ی</w:t>
      </w:r>
      <w:r>
        <w:rPr>
          <w:rtl/>
        </w:rPr>
        <w:t xml:space="preserve"> محراب کو خون سے رنگ</w:t>
      </w:r>
      <w:r w:rsidR="00576C85">
        <w:rPr>
          <w:rtl/>
        </w:rPr>
        <w:t>ین</w:t>
      </w:r>
      <w:r>
        <w:rPr>
          <w:rtl/>
        </w:rPr>
        <w:t xml:space="preserve"> کرنے کا حساب </w:t>
      </w:r>
      <w:r w:rsidR="004617D9" w:rsidRPr="004617D9">
        <w:rPr>
          <w:rtl/>
        </w:rPr>
        <w:t>لیا</w:t>
      </w:r>
      <w:r>
        <w:rPr>
          <w:rtl/>
        </w:rPr>
        <w:t xml:space="preserve"> جائے گا۔حسن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جگر کے ٹکڑے ٹکڑے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جواب طلب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گا پھر جو کچھ مظالم کربلا اور شام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گزرے</w:t>
      </w:r>
      <w:r>
        <w:rPr>
          <w:rtl/>
        </w:rPr>
        <w:t xml:space="preserve"> </w:t>
      </w:r>
      <w:r w:rsidR="00C537D2" w:rsidRPr="00C537D2">
        <w:rPr>
          <w:rtl/>
        </w:rPr>
        <w:t>یہاں</w:t>
      </w:r>
      <w:r>
        <w:rPr>
          <w:rtl/>
        </w:rPr>
        <w:t xml:space="preserve"> تک کہ بغداد اور شام کے زندانوں </w:t>
      </w:r>
      <w:r w:rsidR="007D2A2F">
        <w:rPr>
          <w:rtl/>
        </w:rPr>
        <w:t xml:space="preserve">میں </w:t>
      </w:r>
      <w:r>
        <w:rPr>
          <w:rtl/>
        </w:rPr>
        <w:t xml:space="preserve"> رونما</w:t>
      </w:r>
      <w:r w:rsidR="008828D8" w:rsidRPr="008828D8">
        <w:rPr>
          <w:rtl/>
        </w:rPr>
        <w:t xml:space="preserve"> ہونے </w:t>
      </w:r>
      <w:r>
        <w:rPr>
          <w:rtl/>
        </w:rPr>
        <w:t>والے واقعات کا بھ</w:t>
      </w:r>
      <w:r>
        <w:rPr>
          <w:rFonts w:hint="cs"/>
          <w:rtl/>
        </w:rPr>
        <w:t>ی</w:t>
      </w:r>
      <w:r>
        <w:rPr>
          <w:rtl/>
        </w:rPr>
        <w:t xml:space="preserve"> حساب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 w:rsidR="007D2A2F">
        <w:rPr>
          <w:rtl/>
        </w:rPr>
        <w:t>یو</w:t>
      </w:r>
      <w:r>
        <w:rPr>
          <w:rtl/>
        </w:rPr>
        <w:t>ں</w:t>
      </w:r>
      <w:r w:rsidR="00D74317">
        <w:rPr>
          <w:rtl/>
        </w:rPr>
        <w:t xml:space="preserve"> کہیں </w:t>
      </w:r>
      <w:r>
        <w:rPr>
          <w:rtl/>
        </w:rPr>
        <w:t>کہ محمدو آل محمد صلوات اللہ عل</w:t>
      </w:r>
      <w:r w:rsidR="00C537D2" w:rsidRPr="00C537D2">
        <w:rPr>
          <w:rtl/>
        </w:rPr>
        <w:t xml:space="preserve">یہ </w:t>
      </w:r>
      <w:r w:rsidR="000C56D5" w:rsidRPr="000C56D5">
        <w:rPr>
          <w:rtl/>
        </w:rPr>
        <w:t xml:space="preserve">م </w:t>
      </w:r>
      <w:r>
        <w:rPr>
          <w:rtl/>
        </w:rPr>
        <w:t>اجمع</w:t>
      </w:r>
      <w:r w:rsidR="00576C85">
        <w:rPr>
          <w:rtl/>
        </w:rPr>
        <w:t>ین</w:t>
      </w:r>
      <w:r>
        <w:rPr>
          <w:rtl/>
        </w:rPr>
        <w:t xml:space="preserve"> کے خون سے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 w:rsidR="00576C85">
        <w:rPr>
          <w:rtl/>
        </w:rPr>
        <w:t>یخ</w:t>
      </w:r>
      <w:r>
        <w:rPr>
          <w:rtl/>
        </w:rPr>
        <w:t xml:space="preserve"> کا حساب</w:t>
      </w:r>
      <w:r w:rsidR="000C56D5" w:rsidRPr="000C56D5">
        <w:rPr>
          <w:rtl/>
        </w:rPr>
        <w:t xml:space="preserve"> ہوگا </w:t>
      </w:r>
      <w:r>
        <w:rPr>
          <w:rtl/>
        </w:rPr>
        <w:t>اور بات فقط</w:t>
      </w:r>
      <w:r w:rsidR="00DE4B57" w:rsidRPr="00DE4B57">
        <w:rPr>
          <w:rtl/>
        </w:rPr>
        <w:t xml:space="preserve"> اہل </w:t>
      </w:r>
      <w:r>
        <w:rPr>
          <w:rtl/>
        </w:rPr>
        <w:t>ب</w:t>
      </w:r>
      <w:r w:rsidR="007D2A2F">
        <w:rPr>
          <w:rtl/>
        </w:rPr>
        <w:t>یت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پر آکر </w:t>
      </w:r>
      <w:r w:rsidR="002025F2" w:rsidRPr="002025F2">
        <w:rPr>
          <w:rtl/>
        </w:rPr>
        <w:t>نہیں</w:t>
      </w:r>
      <w:r>
        <w:rPr>
          <w:rtl/>
        </w:rPr>
        <w:t xml:space="preserve"> رکت</w:t>
      </w:r>
      <w:r>
        <w:rPr>
          <w:rFonts w:hint="cs"/>
          <w:rtl/>
        </w:rPr>
        <w:t>ی</w:t>
      </w:r>
      <w:r>
        <w:rPr>
          <w:rtl/>
        </w:rPr>
        <w:t xml:space="preserve"> بلکہ ان کے تابع</w:t>
      </w:r>
      <w:r w:rsidR="00576C85">
        <w:rPr>
          <w:rtl/>
        </w:rPr>
        <w:t>ین</w:t>
      </w:r>
      <w:r>
        <w:rPr>
          <w:rtl/>
        </w:rPr>
        <w:t xml:space="preserve"> اور محبت کرنے والوں کے خون کے قطرہ قطرہ کا حساب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حال </w:t>
      </w:r>
      <w:r w:rsidR="007D2A2F">
        <w:rPr>
          <w:rtl/>
        </w:rPr>
        <w:t xml:space="preserve">میں </w:t>
      </w:r>
      <w:r>
        <w:rPr>
          <w:rtl/>
        </w:rPr>
        <w:t xml:space="preserve"> محمد و آل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</w:t>
      </w:r>
      <w:r w:rsidR="007D2A2F">
        <w:rPr>
          <w:rtl/>
        </w:rPr>
        <w:t>کیوں</w:t>
      </w:r>
      <w:r>
        <w:rPr>
          <w:rtl/>
        </w:rPr>
        <w:t xml:space="preserve"> نہ خوشحال</w:t>
      </w:r>
      <w:r w:rsidR="00437CD4" w:rsidRPr="00437CD4">
        <w:rPr>
          <w:rtl/>
        </w:rPr>
        <w:t xml:space="preserve"> ہوں </w:t>
      </w:r>
      <w:r>
        <w:rPr>
          <w:rtl/>
        </w:rPr>
        <w:t>جب اللہ اور اس کے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دشمنوں سے حساب چکا</w:t>
      </w:r>
      <w:r w:rsidR="00B06535" w:rsidRPr="00B06535">
        <w:rPr>
          <w:rtl/>
        </w:rPr>
        <w:t>یا</w:t>
      </w:r>
      <w:r w:rsidR="00720096" w:rsidRPr="00720096">
        <w:rPr>
          <w:rtl/>
        </w:rPr>
        <w:t xml:space="preserve"> جارہا </w:t>
      </w:r>
      <w:r w:rsidR="000C56D5" w:rsidRPr="000C56D5">
        <w:rPr>
          <w:rtl/>
        </w:rPr>
        <w:t xml:space="preserve">ہوگا </w:t>
      </w:r>
      <w:r>
        <w:rPr>
          <w:rtl/>
        </w:rPr>
        <w:t xml:space="preserve">اس وقت نفاق اور </w:t>
      </w:r>
      <w:r w:rsidR="008828D8" w:rsidRPr="008828D8">
        <w:rPr>
          <w:rtl/>
        </w:rPr>
        <w:t>ایمان ظاہر</w:t>
      </w:r>
      <w:r w:rsidR="00272FF7" w:rsidRPr="00272FF7">
        <w:rPr>
          <w:rtl/>
        </w:rPr>
        <w:t xml:space="preserve"> ہو</w:t>
      </w:r>
      <w:r>
        <w:rPr>
          <w:rtl/>
        </w:rPr>
        <w:t>چکے</w:t>
      </w:r>
      <w:r w:rsidR="00272FF7" w:rsidRPr="00272FF7">
        <w:rPr>
          <w:rtl/>
        </w:rPr>
        <w:t xml:space="preserve"> ہو</w:t>
      </w:r>
      <w:r>
        <w:rPr>
          <w:rtl/>
        </w:rPr>
        <w:t>نگے اور منافق کا وجود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گا۔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AE3D1E">
        <w:rPr>
          <w:rStyle w:val="libArabicChar"/>
          <w:rtl/>
        </w:rPr>
        <w:t>وَار</w:t>
      </w:r>
      <w:r w:rsidR="0042080E" w:rsidRPr="00AE3D1E">
        <w:rPr>
          <w:rStyle w:val="libArabicChar"/>
          <w:rFonts w:hint="cs"/>
          <w:rtl/>
        </w:rPr>
        <w:t>ْحَمِ اسْتِکانَتَنا بَعْدَ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="0042080E">
        <w:rPr>
          <w:rFonts w:hint="cs"/>
          <w:rtl/>
        </w:rPr>
        <w:t xml:space="preserve"> </w:t>
      </w:r>
      <w:r w:rsidRPr="00031FA0">
        <w:rPr>
          <w:rStyle w:val="libAlaemChar"/>
          <w:rFonts w:hint="cs"/>
          <w:rtl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(اے پروردگار ! آپ کے ظھور کے بعد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پر رحم فرما اور </w:t>
      </w:r>
      <w:r w:rsidR="007D2A2F">
        <w:rPr>
          <w:rtl/>
        </w:rPr>
        <w:t xml:space="preserve">ہمیں </w:t>
      </w:r>
      <w:r>
        <w:rPr>
          <w:rtl/>
        </w:rPr>
        <w:t xml:space="preserve"> اس غم سے نجات دے)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دو احتمال دےئے جاسکتے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ممکن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اس سے مراد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 w:rsidR="0042080E">
        <w:rPr>
          <w:rtl/>
        </w:rPr>
        <w:t>کہ وہ مص</w:t>
      </w:r>
      <w:r w:rsidR="00A900AD">
        <w:rPr>
          <w:rtl/>
        </w:rPr>
        <w:t>یب</w:t>
      </w:r>
      <w:r w:rsidR="0042080E">
        <w:rPr>
          <w:rtl/>
        </w:rPr>
        <w:t>ت</w:t>
      </w:r>
      <w:r w:rsidR="00576C85">
        <w:rPr>
          <w:rtl/>
        </w:rPr>
        <w:t>یں</w:t>
      </w:r>
      <w:r w:rsidR="0042080E">
        <w:rPr>
          <w:rtl/>
        </w:rPr>
        <w:t xml:space="preserve"> جو کفار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طرف سے ظھور کے بعد </w:t>
      </w:r>
      <w:r w:rsidR="001100FA">
        <w:rPr>
          <w:rtl/>
        </w:rPr>
        <w:t>مومنین</w:t>
      </w:r>
      <w:r w:rsidR="0042080E">
        <w:rPr>
          <w:rtl/>
        </w:rPr>
        <w:t xml:space="preserve"> پر پڑ</w:t>
      </w:r>
      <w:r w:rsidR="00576C85">
        <w:rPr>
          <w:rtl/>
        </w:rPr>
        <w:t>یں</w:t>
      </w:r>
      <w:r w:rsidR="0042080E">
        <w:rPr>
          <w:rtl/>
        </w:rPr>
        <w:t xml:space="preserve"> 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ہمیں </w:t>
      </w:r>
      <w:r w:rsidR="0042080E">
        <w:rPr>
          <w:rtl/>
        </w:rPr>
        <w:t xml:space="preserve"> ان سے نجات دے اور </w:t>
      </w:r>
      <w:r w:rsidR="002549D7" w:rsidRPr="002549D7">
        <w:rPr>
          <w:rtl/>
        </w:rPr>
        <w:t>ہمارے</w:t>
      </w:r>
      <w:r w:rsidR="0042080E">
        <w:rPr>
          <w:rtl/>
        </w:rPr>
        <w:t xml:space="preserve"> </w:t>
      </w:r>
      <w:r w:rsidR="008828D8" w:rsidRPr="008828D8">
        <w:rPr>
          <w:rtl/>
        </w:rPr>
        <w:t>ایمان</w:t>
      </w:r>
      <w:r w:rsidR="0042080E">
        <w:rPr>
          <w:rtl/>
        </w:rPr>
        <w:t xml:space="preserve"> کو محفوظ فرما۔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ممکن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 w:rsidR="002549D7" w:rsidRPr="002549D7">
        <w:rPr>
          <w:rtl/>
        </w:rPr>
        <w:t xml:space="preserve">ہو </w:t>
      </w:r>
      <w:r>
        <w:rPr>
          <w:rtl/>
        </w:rPr>
        <w:t>کہ اے خدارا اب جب کہ گر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کے ساتھ تجھ سے اپن</w:t>
      </w:r>
      <w:r>
        <w:rPr>
          <w:rFonts w:hint="cs"/>
          <w:rtl/>
        </w:rPr>
        <w:t>ی</w:t>
      </w:r>
      <w:r>
        <w:rPr>
          <w:rtl/>
        </w:rPr>
        <w:t xml:space="preserve"> حاجت </w:t>
      </w:r>
      <w:r w:rsidR="00042197" w:rsidRPr="00042197">
        <w:rPr>
          <w:rtl/>
        </w:rPr>
        <w:t>بیان</w:t>
      </w:r>
      <w:r>
        <w:rPr>
          <w:rtl/>
        </w:rPr>
        <w:t xml:space="preserve"> کرچکے</w:t>
      </w:r>
      <w:r w:rsidR="00C537D2" w:rsidRPr="00C537D2">
        <w:rPr>
          <w:rtl/>
        </w:rPr>
        <w:t xml:space="preserve"> ہیں</w:t>
      </w:r>
      <w:r>
        <w:rPr>
          <w:rtl/>
        </w:rPr>
        <w:t>۔</w:t>
      </w:r>
      <w:r w:rsidR="002549D7" w:rsidRPr="002549D7">
        <w:rPr>
          <w:rtl/>
        </w:rPr>
        <w:t>ہمارے</w:t>
      </w:r>
      <w:r>
        <w:rPr>
          <w:rtl/>
        </w:rPr>
        <w:t xml:space="preserve"> غم کے آنسو</w:t>
      </w:r>
      <w:r w:rsidR="00296C6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آپ(عج) کے ظھور سے خوش</w:t>
      </w:r>
      <w:r>
        <w:rPr>
          <w:rFonts w:hint="cs"/>
          <w:rtl/>
        </w:rPr>
        <w:t>ی</w:t>
      </w:r>
      <w:r>
        <w:rPr>
          <w:rtl/>
        </w:rPr>
        <w:t xml:space="preserve"> کے آنسو</w:t>
      </w:r>
      <w:r w:rsidR="00296C6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بدل دے اور</w:t>
      </w:r>
      <w:r w:rsidR="002549D7" w:rsidRPr="002549D7">
        <w:rPr>
          <w:rtl/>
        </w:rPr>
        <w:t xml:space="preserve"> ہماری </w:t>
      </w:r>
      <w:r>
        <w:rPr>
          <w:rtl/>
        </w:rPr>
        <w:t>دعا کو اپن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D2A2F">
        <w:rPr>
          <w:rtl/>
        </w:rPr>
        <w:t xml:space="preserve">میں </w:t>
      </w:r>
      <w:r>
        <w:rPr>
          <w:rtl/>
        </w:rPr>
        <w:t xml:space="preserve"> قبول فرما۔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اگرچہ</w:t>
      </w:r>
      <w:r>
        <w:rPr>
          <w:rtl/>
        </w:rPr>
        <w:t xml:space="preserve"> س</w:t>
      </w:r>
      <w:r w:rsidR="00B06535" w:rsidRPr="00B06535">
        <w:rPr>
          <w:rtl/>
        </w:rPr>
        <w:t>یا</w:t>
      </w:r>
      <w:r>
        <w:rPr>
          <w:rtl/>
        </w:rPr>
        <w:t>ق جملہ سے دوسر</w:t>
      </w:r>
      <w:r>
        <w:rPr>
          <w:rFonts w:hint="cs"/>
          <w:rtl/>
        </w:rPr>
        <w:t>ی</w:t>
      </w:r>
      <w:r>
        <w:rPr>
          <w:rtl/>
        </w:rPr>
        <w:t xml:space="preserve"> بات بہتر لگت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1E3FC4" w:rsidRPr="001E3FC4">
        <w:rPr>
          <w:rtl/>
        </w:rPr>
        <w:t>کیونکہ</w:t>
      </w:r>
      <w:r>
        <w:rPr>
          <w:rtl/>
        </w:rPr>
        <w:t xml:space="preserve"> اس کے بعد</w:t>
      </w:r>
      <w:r w:rsidR="00824A76" w:rsidRPr="00824A76">
        <w:rPr>
          <w:rtl/>
        </w:rPr>
        <w:t xml:space="preserve"> ہم </w:t>
      </w:r>
      <w:r>
        <w:rPr>
          <w:rtl/>
        </w:rPr>
        <w:t>پڑھتے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AE3D1E">
        <w:rPr>
          <w:rStyle w:val="libArabicChar"/>
          <w:rtl/>
        </w:rPr>
        <w:t>اللَّ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ُمَّ اک</w:t>
      </w:r>
      <w:r w:rsidR="0042080E" w:rsidRPr="00AE3D1E">
        <w:rPr>
          <w:rStyle w:val="libArabicChar"/>
          <w:rFonts w:hint="cs"/>
          <w:rtl/>
        </w:rPr>
        <w:t xml:space="preserve">ْشِفْ 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ذِ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ال</w:t>
      </w:r>
      <w:r w:rsidR="0042080E" w:rsidRPr="00AE3D1E">
        <w:rPr>
          <w:rStyle w:val="libArabicChar"/>
          <w:rFonts w:hint="cs"/>
          <w:rtl/>
        </w:rPr>
        <w:t xml:space="preserve">ْغُمَّةَ عَنْ 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ذِ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الا</w:t>
      </w:r>
      <w:r w:rsidR="0042080E" w:rsidRPr="00AE3D1E">
        <w:rPr>
          <w:rStyle w:val="libArabicChar"/>
          <w:rFonts w:hint="cs"/>
          <w:rtl/>
        </w:rPr>
        <w:t>َُْمَّةِ بِحُضُور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ِ وَعَجِّل</w:t>
      </w:r>
      <w:r w:rsidR="0042080E" w:rsidRPr="00AE3D1E">
        <w:rPr>
          <w:rStyle w:val="libArabicChar"/>
          <w:rFonts w:hint="cs"/>
          <w:rtl/>
        </w:rPr>
        <w:t>ْ لَنا ظُ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ُورَ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Pr="00031FA0">
        <w:rPr>
          <w:rStyle w:val="libAlaemChar"/>
          <w:rFonts w:hint="cs"/>
          <w:rtl/>
        </w:rPr>
        <w:t>)</w:t>
      </w:r>
      <w:r w:rsidR="0042080E"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(پروردگارا ! آپ(عج) کے</w:t>
      </w:r>
      <w:r w:rsidR="008828D8" w:rsidRPr="008828D8">
        <w:rPr>
          <w:rtl/>
        </w:rPr>
        <w:t xml:space="preserve"> ظاہر </w:t>
      </w:r>
      <w:r>
        <w:rPr>
          <w:rtl/>
        </w:rPr>
        <w:t xml:space="preserve">کرنے کے سبب اس امت کے غم کو دور فرما اور </w:t>
      </w:r>
      <w:r w:rsidR="002549D7" w:rsidRPr="002549D7">
        <w:rPr>
          <w:rtl/>
        </w:rPr>
        <w:t>ہمارے</w:t>
      </w:r>
      <w:r>
        <w:rPr>
          <w:rtl/>
        </w:rPr>
        <w:t xml:space="preserve"> لئے ان کے ظھور </w:t>
      </w:r>
      <w:r w:rsidR="007D2A2F">
        <w:rPr>
          <w:rtl/>
        </w:rPr>
        <w:t xml:space="preserve">میں </w:t>
      </w:r>
      <w:r>
        <w:rPr>
          <w:rtl/>
        </w:rPr>
        <w:t xml:space="preserve"> تعج</w:t>
      </w:r>
      <w:r w:rsidR="00576C85">
        <w:rPr>
          <w:rtl/>
        </w:rPr>
        <w:t>یل</w:t>
      </w:r>
      <w:r>
        <w:rPr>
          <w:rtl/>
        </w:rPr>
        <w:t xml:space="preserve"> فرما)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پر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پچھلے مطالب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وضاحت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</w:t>
      </w:r>
      <w:r w:rsidR="00824A76" w:rsidRPr="00824A76">
        <w:rPr>
          <w:rtl/>
        </w:rPr>
        <w:t xml:space="preserve"> ہم </w:t>
      </w:r>
      <w:r w:rsidR="0042080E">
        <w:rPr>
          <w:rtl/>
        </w:rPr>
        <w:t xml:space="preserve">کو آپ(عج)کے ظھورکے سبب غم سے باھر نکال دے </w:t>
      </w:r>
      <w:r w:rsidR="00720096" w:rsidRPr="00720096">
        <w:rPr>
          <w:rtl/>
        </w:rPr>
        <w:t>یہی</w:t>
      </w:r>
      <w:r w:rsidR="002549D7" w:rsidRPr="002549D7">
        <w:rPr>
          <w:rtl/>
        </w:rPr>
        <w:t xml:space="preserve"> ہماری </w:t>
      </w:r>
      <w:r w:rsidR="0042080E">
        <w:rPr>
          <w:rtl/>
        </w:rPr>
        <w:t>دعا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اور </w:t>
      </w:r>
      <w:r w:rsidR="00720096" w:rsidRPr="00720096">
        <w:rPr>
          <w:rtl/>
        </w:rPr>
        <w:t>یہی</w:t>
      </w:r>
      <w:r w:rsidR="0042080E">
        <w:rPr>
          <w:rtl/>
        </w:rPr>
        <w:t xml:space="preserve"> تمنّا۔خدا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اس امت پر بہت ظلم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چکے</w:t>
      </w:r>
      <w:r w:rsidR="000C56D5" w:rsidRPr="000C56D5">
        <w:rPr>
          <w:rtl/>
        </w:rPr>
        <w:t xml:space="preserve"> ہیں </w:t>
      </w:r>
      <w:r w:rsidR="002549D7" w:rsidRPr="002549D7">
        <w:rPr>
          <w:rtl/>
        </w:rPr>
        <w:t>ہمارے</w:t>
      </w:r>
      <w:r w:rsidR="0042080E">
        <w:rPr>
          <w:rtl/>
        </w:rPr>
        <w:t xml:space="preserve"> شانے جنازوں کے بوجھ سے خم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AE3D1E">
        <w:rPr>
          <w:rStyle w:val="libArabicChar"/>
          <w:rtl/>
        </w:rPr>
        <w:t>إِنَّ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ُم</w:t>
      </w:r>
      <w:r w:rsidR="0042080E" w:rsidRPr="00AE3D1E">
        <w:rPr>
          <w:rStyle w:val="libArabicChar"/>
          <w:rFonts w:hint="cs"/>
          <w:rtl/>
        </w:rPr>
        <w:t>ْ یَ</w:t>
      </w:r>
      <w:r w:rsidR="0042080E" w:rsidRPr="00AE3D1E">
        <w:rPr>
          <w:rStyle w:val="libArabicChar"/>
          <w:rFonts w:hint="eastAsia"/>
          <w:rtl/>
        </w:rPr>
        <w:t>رَو</w:t>
      </w:r>
      <w:r w:rsidR="0042080E" w:rsidRPr="00AE3D1E">
        <w:rPr>
          <w:rStyle w:val="libArabicChar"/>
          <w:rFonts w:hint="cs"/>
          <w:rtl/>
        </w:rPr>
        <w:t>ْنَ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</w:t>
      </w:r>
      <w:r w:rsidR="0042080E" w:rsidRPr="00AE3D1E">
        <w:rPr>
          <w:rStyle w:val="libArabicChar"/>
          <w:rtl/>
        </w:rPr>
        <w:t xml:space="preserve"> بَعِ</w:t>
      </w:r>
      <w:r w:rsidR="0042080E" w:rsidRPr="00AE3D1E">
        <w:rPr>
          <w:rStyle w:val="libArabicChar"/>
          <w:rFonts w:hint="cs"/>
          <w:rtl/>
        </w:rPr>
        <w:t>ی</w:t>
      </w:r>
      <w:r w:rsidR="0042080E" w:rsidRPr="00AE3D1E">
        <w:rPr>
          <w:rStyle w:val="libArabicChar"/>
          <w:rFonts w:hint="eastAsia"/>
          <w:rtl/>
        </w:rPr>
        <w:t>داً</w:t>
      </w:r>
      <w:r w:rsidR="0042080E" w:rsidRPr="00AE3D1E">
        <w:rPr>
          <w:rStyle w:val="libArabicChar"/>
          <w:rtl/>
        </w:rPr>
        <w:t xml:space="preserve"> وَنَرَا</w:t>
      </w:r>
      <w:r w:rsidRPr="00031FA0">
        <w:rPr>
          <w:rStyle w:val="libArabicChar"/>
          <w:rFonts w:hint="cs"/>
          <w:rtl/>
        </w:rPr>
        <w:t>ه</w:t>
      </w:r>
      <w:r w:rsidR="0042080E" w:rsidRPr="00031FA0">
        <w:rPr>
          <w:rStyle w:val="libArabicChar"/>
          <w:rFonts w:hint="cs"/>
          <w:rtl/>
        </w:rPr>
        <w:t>ُ قَرِ</w:t>
      </w:r>
      <w:r w:rsidR="0042080E" w:rsidRPr="00AE3D1E">
        <w:rPr>
          <w:rStyle w:val="libArabicChar"/>
          <w:rFonts w:hint="cs"/>
          <w:rtl/>
        </w:rPr>
        <w:t>ی</w:t>
      </w:r>
      <w:r w:rsidR="0042080E" w:rsidRPr="00AE3D1E">
        <w:rPr>
          <w:rStyle w:val="libArabicChar"/>
          <w:rFonts w:hint="eastAsia"/>
          <w:rtl/>
        </w:rPr>
        <w:t>باً</w:t>
      </w:r>
      <w:r w:rsidR="0042080E">
        <w:rPr>
          <w:rtl/>
        </w:rPr>
        <w:t xml:space="preserve">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(بے شک دشمنان خدا اور اسلام آپ(عج) کے ظھور کو دور اور</w:t>
      </w:r>
      <w:r w:rsidR="00824A76" w:rsidRPr="00824A76">
        <w:rPr>
          <w:rtl/>
        </w:rPr>
        <w:t xml:space="preserve"> ہم </w:t>
      </w:r>
      <w:r>
        <w:rPr>
          <w:rtl/>
        </w:rPr>
        <w:t>نزد</w:t>
      </w:r>
      <w:r w:rsidR="007D2A2F">
        <w:rPr>
          <w:rtl/>
        </w:rPr>
        <w:t>یک</w:t>
      </w:r>
      <w:r>
        <w:rPr>
          <w:rtl/>
        </w:rPr>
        <w:t xml:space="preserve"> د</w:t>
      </w:r>
      <w:r w:rsidR="007D2A2F">
        <w:rPr>
          <w:rtl/>
        </w:rPr>
        <w:t>یک</w:t>
      </w:r>
      <w:r>
        <w:rPr>
          <w:rtl/>
        </w:rPr>
        <w:t>ھ</w:t>
      </w:r>
      <w:r w:rsidR="00720096" w:rsidRPr="00720096">
        <w:rPr>
          <w:rtl/>
        </w:rPr>
        <w:t xml:space="preserve"> رہے </w:t>
      </w:r>
      <w:r w:rsidR="00C537D2" w:rsidRPr="00C537D2">
        <w:rPr>
          <w:rtl/>
        </w:rPr>
        <w:t>ہیں</w:t>
      </w:r>
      <w:r>
        <w:rPr>
          <w:rtl/>
        </w:rPr>
        <w:t xml:space="preserve">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خدارا</w:t>
      </w:r>
      <w:r w:rsidR="00824A76" w:rsidRPr="00824A76">
        <w:rPr>
          <w:rtl/>
        </w:rPr>
        <w:t xml:space="preserve"> ہم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5F9A" w:rsidRPr="00025F9A">
        <w:rPr>
          <w:rtl/>
        </w:rPr>
        <w:t>تیری</w:t>
      </w:r>
      <w:r>
        <w:rPr>
          <w:rtl/>
        </w:rPr>
        <w:t xml:space="preserve"> رحمت سے ما</w:t>
      </w:r>
      <w:r w:rsidR="007D2A2F">
        <w:rPr>
          <w:rtl/>
        </w:rPr>
        <w:t>یو</w:t>
      </w:r>
      <w:r>
        <w:rPr>
          <w:rtl/>
        </w:rPr>
        <w:t xml:space="preserve">س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0C56D5" w:rsidRPr="000C56D5">
        <w:rPr>
          <w:rtl/>
        </w:rPr>
        <w:t xml:space="preserve"> ہیں </w:t>
      </w:r>
      <w:r>
        <w:rPr>
          <w:rtl/>
        </w:rPr>
        <w:t>خدارا</w:t>
      </w:r>
      <w:r w:rsidR="002549D7" w:rsidRPr="002549D7">
        <w:rPr>
          <w:rtl/>
        </w:rPr>
        <w:t xml:space="preserve"> ہماری </w:t>
      </w:r>
      <w:r w:rsidR="00720096" w:rsidRPr="00720096">
        <w:rPr>
          <w:rtl/>
        </w:rPr>
        <w:t>حیات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حضرت حجت (عج)کو</w:t>
      </w:r>
      <w:r w:rsidR="008828D8" w:rsidRPr="008828D8">
        <w:rPr>
          <w:rtl/>
        </w:rPr>
        <w:t xml:space="preserve"> ظاہر </w:t>
      </w:r>
      <w:r>
        <w:rPr>
          <w:rtl/>
        </w:rPr>
        <w:t xml:space="preserve">فرما </w:t>
      </w:r>
      <w:r w:rsidR="007D2A2F">
        <w:rPr>
          <w:rtl/>
        </w:rPr>
        <w:t xml:space="preserve">ہمیں </w:t>
      </w:r>
      <w:r>
        <w:rPr>
          <w:rtl/>
        </w:rPr>
        <w:t xml:space="preserve"> تجھ سے </w:t>
      </w:r>
      <w:r w:rsidR="00720096" w:rsidRPr="00720096">
        <w:rPr>
          <w:rtl/>
        </w:rPr>
        <w:t>امید</w:t>
      </w:r>
      <w:r w:rsidR="00824A76" w:rsidRPr="00824A76">
        <w:rPr>
          <w:rtl/>
        </w:rPr>
        <w:t xml:space="preserve"> ہے </w:t>
      </w:r>
      <w:r>
        <w:rPr>
          <w:rtl/>
        </w:rPr>
        <w:t>اور بس۔تو</w:t>
      </w:r>
      <w:r w:rsidR="002549D7" w:rsidRPr="002549D7">
        <w:rPr>
          <w:rtl/>
        </w:rPr>
        <w:t xml:space="preserve"> ہی </w:t>
      </w:r>
      <w:r>
        <w:rPr>
          <w:rtl/>
        </w:rPr>
        <w:t>ھمارا مالک</w:t>
      </w:r>
      <w:r w:rsidR="00824A76" w:rsidRPr="00824A76">
        <w:rPr>
          <w:rtl/>
        </w:rPr>
        <w:t xml:space="preserve"> ہے </w:t>
      </w:r>
      <w:r>
        <w:rPr>
          <w:rtl/>
        </w:rPr>
        <w:t>تو</w:t>
      </w:r>
      <w:r w:rsidR="002549D7" w:rsidRPr="002549D7">
        <w:rPr>
          <w:rtl/>
        </w:rPr>
        <w:t xml:space="preserve"> ہی </w:t>
      </w:r>
      <w:r>
        <w:rPr>
          <w:rtl/>
        </w:rPr>
        <w:t>نے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کو اس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پ</w:t>
      </w:r>
      <w:r w:rsidR="007D2A2F">
        <w:rPr>
          <w:rtl/>
        </w:rPr>
        <w:t>ید</w:t>
      </w:r>
      <w:r>
        <w:rPr>
          <w:rtl/>
        </w:rPr>
        <w:t xml:space="preserve">ا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تو</w:t>
      </w:r>
      <w:r w:rsidR="002549D7" w:rsidRPr="002549D7">
        <w:rPr>
          <w:rtl/>
        </w:rPr>
        <w:t xml:space="preserve"> ہی </w:t>
      </w:r>
      <w:r>
        <w:rPr>
          <w:rtl/>
        </w:rPr>
        <w:t>نے محمد و آل محمد صلوات اللہ عل</w:t>
      </w:r>
      <w:r w:rsidR="00C537D2" w:rsidRPr="00C537D2">
        <w:rPr>
          <w:rtl/>
        </w:rPr>
        <w:t xml:space="preserve">یہ </w:t>
      </w:r>
      <w:r w:rsidR="000C56D5" w:rsidRPr="000C56D5">
        <w:rPr>
          <w:rtl/>
        </w:rPr>
        <w:t xml:space="preserve">م </w:t>
      </w:r>
      <w:r>
        <w:rPr>
          <w:rtl/>
        </w:rPr>
        <w:t>اجمع</w:t>
      </w:r>
      <w:r w:rsidR="00576C85">
        <w:rPr>
          <w:rtl/>
        </w:rPr>
        <w:t>ین</w:t>
      </w:r>
      <w:r>
        <w:rPr>
          <w:rtl/>
        </w:rPr>
        <w:t xml:space="preserve"> سے محبت کرنے کا حکم </w:t>
      </w:r>
      <w:r w:rsidR="00720096" w:rsidRPr="00720096">
        <w:rPr>
          <w:rtl/>
        </w:rPr>
        <w:t>دیا</w:t>
      </w:r>
      <w:r>
        <w:rPr>
          <w:rtl/>
        </w:rPr>
        <w:t>۔اے خدا</w:t>
      </w:r>
      <w:r w:rsidR="00824A76" w:rsidRPr="00824A76">
        <w:rPr>
          <w:rtl/>
        </w:rPr>
        <w:t xml:space="preserve"> ہم </w:t>
      </w:r>
      <w:r w:rsidR="00C1070F" w:rsidRPr="00C1070F">
        <w:rPr>
          <w:rtl/>
        </w:rPr>
        <w:t>تیرے</w:t>
      </w:r>
      <w:r>
        <w:rPr>
          <w:rtl/>
        </w:rPr>
        <w:t xml:space="preserve"> نا</w:t>
      </w:r>
      <w:r w:rsidR="00B06535" w:rsidRPr="00B06535">
        <w:rPr>
          <w:rtl/>
        </w:rPr>
        <w:t>چیز</w:t>
      </w:r>
      <w:r>
        <w:rPr>
          <w:rtl/>
        </w:rPr>
        <w:t xml:space="preserve"> بندے </w:t>
      </w:r>
      <w:r w:rsidR="00025F9A" w:rsidRPr="00025F9A">
        <w:rPr>
          <w:rtl/>
        </w:rPr>
        <w:t>تیری</w:t>
      </w:r>
      <w:r>
        <w:rPr>
          <w:rtl/>
        </w:rPr>
        <w:t xml:space="preserve"> بارگاہ </w:t>
      </w:r>
      <w:r w:rsidR="007D2A2F">
        <w:rPr>
          <w:rtl/>
        </w:rPr>
        <w:t xml:space="preserve">میں </w:t>
      </w:r>
      <w:r>
        <w:rPr>
          <w:rtl/>
        </w:rPr>
        <w:t xml:space="preserve"> سوال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 w:rsidR="00824A76" w:rsidRPr="00824A76">
        <w:rPr>
          <w:rtl/>
        </w:rPr>
        <w:t xml:space="preserve">ہم ہر </w:t>
      </w:r>
      <w:r>
        <w:rPr>
          <w:rtl/>
        </w:rPr>
        <w:t>سال</w:t>
      </w:r>
      <w:r w:rsidR="00824A76" w:rsidRPr="00824A76">
        <w:rPr>
          <w:rtl/>
        </w:rPr>
        <w:t xml:space="preserve"> ہر </w:t>
      </w:r>
      <w:r>
        <w:rPr>
          <w:rtl/>
        </w:rPr>
        <w:t>ماہ اور</w:t>
      </w:r>
      <w:r w:rsidR="00824A76" w:rsidRPr="00824A76">
        <w:rPr>
          <w:rtl/>
        </w:rPr>
        <w:t xml:space="preserve"> ہر </w:t>
      </w:r>
      <w:r>
        <w:rPr>
          <w:rtl/>
        </w:rPr>
        <w:t>دن کو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096" w:rsidRPr="00720096">
        <w:rPr>
          <w:rtl/>
        </w:rPr>
        <w:t>امید</w:t>
      </w:r>
      <w:r>
        <w:rPr>
          <w:rtl/>
        </w:rPr>
        <w:t xml:space="preserve"> سے شروع کرتے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کہ </w:t>
      </w:r>
      <w:r w:rsidR="003E5538" w:rsidRPr="003E5538">
        <w:rPr>
          <w:rtl/>
        </w:rPr>
        <w:t>شاید</w:t>
      </w:r>
      <w:r>
        <w:rPr>
          <w:rtl/>
        </w:rPr>
        <w:t xml:space="preserve"> آج خانہ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7D2A2F">
        <w:rPr>
          <w:rtl/>
        </w:rPr>
        <w:t>یو</w:t>
      </w:r>
      <w:r>
        <w:rPr>
          <w:rtl/>
        </w:rPr>
        <w:t>ار کے پاس سے آواز آجائے۔</w:t>
      </w:r>
      <w:r w:rsidR="002549D7" w:rsidRPr="002549D7">
        <w:rPr>
          <w:rtl/>
        </w:rPr>
        <w:t>ہمارے</w:t>
      </w:r>
      <w:r>
        <w:rPr>
          <w:rtl/>
        </w:rPr>
        <w:t xml:space="preserve"> آنسو</w:t>
      </w:r>
      <w:r w:rsidR="00296C60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آپ(عج) کے د</w:t>
      </w:r>
      <w:r w:rsidR="007D2A2F">
        <w:rPr>
          <w:rtl/>
        </w:rPr>
        <w:t>ید</w:t>
      </w:r>
      <w:r>
        <w:rPr>
          <w:rtl/>
        </w:rPr>
        <w:t xml:space="preserve">ار سے خشک فرما۔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AE3D1E">
        <w:rPr>
          <w:rStyle w:val="libArabicChar"/>
          <w:rtl/>
        </w:rPr>
        <w:t>بِرَح</w:t>
      </w:r>
      <w:r w:rsidR="0042080E" w:rsidRPr="00AE3D1E">
        <w:rPr>
          <w:rStyle w:val="libArabicChar"/>
          <w:rFonts w:hint="cs"/>
          <w:rtl/>
        </w:rPr>
        <w:t>ْمَتِکَ یَ</w:t>
      </w:r>
      <w:r w:rsidR="0042080E" w:rsidRPr="00AE3D1E">
        <w:rPr>
          <w:rStyle w:val="libArabicChar"/>
          <w:rFonts w:hint="eastAsia"/>
          <w:rtl/>
        </w:rPr>
        <w:t>ا</w:t>
      </w:r>
      <w:r w:rsidR="0042080E" w:rsidRPr="00AE3D1E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="0042080E" w:rsidRPr="00AE3D1E">
        <w:rPr>
          <w:rStyle w:val="libArabicChar"/>
          <w:rFonts w:hint="eastAsia"/>
          <w:rtl/>
        </w:rPr>
        <w:t>ر</w:t>
      </w:r>
      <w:r w:rsidR="0042080E" w:rsidRPr="00AE3D1E">
        <w:rPr>
          <w:rStyle w:val="libArabicChar"/>
          <w:rFonts w:hint="cs"/>
          <w:rtl/>
        </w:rPr>
        <w:t>ْحَمَ</w:t>
      </w:r>
      <w:r w:rsidR="0042080E" w:rsidRPr="00AE3D1E">
        <w:rPr>
          <w:rStyle w:val="libArabicChar"/>
          <w:rtl/>
        </w:rPr>
        <w:t xml:space="preserve"> الرَّاحِمِ</w:t>
      </w:r>
      <w:r w:rsidR="0042080E" w:rsidRPr="00AE3D1E">
        <w:rPr>
          <w:rStyle w:val="libArabicChar"/>
          <w:rFonts w:hint="cs"/>
          <w:rtl/>
        </w:rPr>
        <w:t>ی</w:t>
      </w:r>
      <w:r w:rsidR="0042080E" w:rsidRPr="00AE3D1E">
        <w:rPr>
          <w:rStyle w:val="libArabicChar"/>
          <w:rFonts w:hint="eastAsia"/>
          <w:rtl/>
        </w:rPr>
        <w:t>نَ</w:t>
      </w:r>
      <w:r w:rsidR="0042080E">
        <w:rPr>
          <w:rtl/>
        </w:rPr>
        <w:t xml:space="preserve">۔ 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(اے ارحم الراح</w:t>
      </w:r>
      <w:r w:rsidR="001100FA">
        <w:rPr>
          <w:rtl/>
        </w:rPr>
        <w:t>مین</w:t>
      </w:r>
      <w:r>
        <w:rPr>
          <w:rtl/>
        </w:rPr>
        <w:t xml:space="preserve"> تجھے </w:t>
      </w:r>
      <w:r w:rsidR="00025F9A" w:rsidRPr="00025F9A">
        <w:rPr>
          <w:rtl/>
        </w:rPr>
        <w:t>تیری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قسم)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تجھ کو </w:t>
      </w:r>
      <w:r w:rsidR="00025F9A" w:rsidRPr="00025F9A">
        <w:rPr>
          <w:rtl/>
        </w:rPr>
        <w:t>تیری</w:t>
      </w:r>
      <w:r>
        <w:rPr>
          <w:rtl/>
        </w:rPr>
        <w:t xml:space="preserve"> رحمت کا واسطہ تجھے </w:t>
      </w:r>
      <w:r w:rsidR="00025F9A" w:rsidRPr="00025F9A">
        <w:rPr>
          <w:rtl/>
        </w:rPr>
        <w:t>تیری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قسم، تو جو رحم کرنے والوں </w:t>
      </w:r>
      <w:r w:rsidR="007D2A2F">
        <w:rPr>
          <w:rtl/>
        </w:rPr>
        <w:t xml:space="preserve">میں </w:t>
      </w:r>
      <w:r>
        <w:rPr>
          <w:rtl/>
        </w:rPr>
        <w:t xml:space="preserve"> سب سے برتر</w:t>
      </w:r>
      <w:r w:rsidR="00824A76" w:rsidRPr="00824A76">
        <w:rPr>
          <w:rtl/>
        </w:rPr>
        <w:t xml:space="preserve"> ہے</w:t>
      </w:r>
      <w:r w:rsidR="002549D7" w:rsidRPr="002549D7">
        <w:rPr>
          <w:rtl/>
        </w:rPr>
        <w:t xml:space="preserve"> ہماری </w:t>
      </w:r>
      <w:r>
        <w:rPr>
          <w:rtl/>
        </w:rPr>
        <w:t>حالت زار پر رحم فرما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دعا کو مستجاب کردے۔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حکم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</w:t>
      </w:r>
      <w:r w:rsidR="00C1070F" w:rsidRPr="00C1070F">
        <w:rPr>
          <w:rtl/>
        </w:rPr>
        <w:t>تین</w:t>
      </w:r>
      <w:r>
        <w:rPr>
          <w:rtl/>
        </w:rPr>
        <w:t xml:space="preserve"> مرتبہ اپن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 w:rsidR="00576C85">
        <w:rPr>
          <w:rtl/>
        </w:rPr>
        <w:t>یں</w:t>
      </w:r>
      <w:r>
        <w:rPr>
          <w:rtl/>
        </w:rPr>
        <w:t xml:space="preserve"> ران پر ھاتھ مار کر کھ</w:t>
      </w:r>
      <w:r w:rsidR="00576C85">
        <w:rPr>
          <w:rtl/>
        </w:rPr>
        <w:t>یں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>
        <w:rPr>
          <w:rtl/>
        </w:rPr>
        <w:t xml:space="preserve"> </w:t>
      </w:r>
      <w:r w:rsidR="0042080E" w:rsidRPr="00AE3D1E">
        <w:rPr>
          <w:rStyle w:val="libArabicChar"/>
          <w:rtl/>
        </w:rPr>
        <w:t>ال</w:t>
      </w:r>
      <w:r w:rsidR="0042080E" w:rsidRPr="00AE3D1E">
        <w:rPr>
          <w:rStyle w:val="libArabicChar"/>
          <w:rFonts w:hint="cs"/>
          <w:rtl/>
        </w:rPr>
        <w:t>ْعَجَلَ الْعَجَلَ یَ</w:t>
      </w:r>
      <w:r w:rsidR="0042080E" w:rsidRPr="00AE3D1E">
        <w:rPr>
          <w:rStyle w:val="libArabicChar"/>
          <w:rFonts w:hint="eastAsia"/>
          <w:rtl/>
        </w:rPr>
        <w:t>امَو</w:t>
      </w:r>
      <w:r w:rsidR="0042080E" w:rsidRPr="00AE3D1E">
        <w:rPr>
          <w:rStyle w:val="libArabicChar"/>
          <w:rFonts w:hint="cs"/>
          <w:rtl/>
        </w:rPr>
        <w:t>ْلایَ</w:t>
      </w:r>
      <w:r w:rsidR="0042080E" w:rsidRPr="00AE3D1E">
        <w:rPr>
          <w:rStyle w:val="libArabicChar"/>
          <w:rtl/>
        </w:rPr>
        <w:t xml:space="preserve"> </w:t>
      </w:r>
      <w:r w:rsidR="0042080E" w:rsidRPr="00AE3D1E">
        <w:rPr>
          <w:rStyle w:val="libArabicChar"/>
          <w:rFonts w:hint="cs"/>
          <w:rtl/>
        </w:rPr>
        <w:t>یَ</w:t>
      </w:r>
      <w:r w:rsidR="0042080E" w:rsidRPr="00AE3D1E">
        <w:rPr>
          <w:rStyle w:val="libArabicChar"/>
          <w:rFonts w:hint="eastAsia"/>
          <w:rtl/>
        </w:rPr>
        <w:t>ا</w:t>
      </w:r>
      <w:r w:rsidR="0042080E" w:rsidRPr="00AE3D1E">
        <w:rPr>
          <w:rStyle w:val="libArabicChar"/>
          <w:rtl/>
        </w:rPr>
        <w:t xml:space="preserve"> صاحِبَ الزَّمانِ</w:t>
      </w:r>
      <w:r w:rsidRPr="00031FA0">
        <w:rPr>
          <w:rStyle w:val="libAlaemChar"/>
          <w:rtl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(جلد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 w:rsidR="00A900AD">
        <w:rPr>
          <w:rtl/>
        </w:rPr>
        <w:t>یے</w:t>
      </w:r>
      <w:r>
        <w:rPr>
          <w:rtl/>
        </w:rPr>
        <w:t xml:space="preserve"> ، جلد</w:t>
      </w:r>
      <w:r>
        <w:rPr>
          <w:rFonts w:hint="cs"/>
          <w:rtl/>
        </w:rPr>
        <w:t>ی</w:t>
      </w:r>
      <w:r>
        <w:rPr>
          <w:rtl/>
        </w:rPr>
        <w:t xml:space="preserve"> آےئے ، اے </w:t>
      </w:r>
      <w:r w:rsidR="007D2A2F">
        <w:rPr>
          <w:rtl/>
        </w:rPr>
        <w:t>میر</w:t>
      </w:r>
      <w:r>
        <w:rPr>
          <w:rtl/>
        </w:rPr>
        <w:t>ے مول</w:t>
      </w:r>
      <w:r>
        <w:rPr>
          <w:rFonts w:hint="cs"/>
          <w:rtl/>
        </w:rPr>
        <w:t>یٰ</w:t>
      </w:r>
      <w:r>
        <w:rPr>
          <w:rtl/>
        </w:rPr>
        <w:t xml:space="preserve"> اے اس زمانہ کے امام (ع))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>یہاں</w:t>
      </w:r>
      <w:r w:rsidR="0042080E">
        <w:rPr>
          <w:rtl/>
        </w:rPr>
        <w:t xml:space="preserve"> موال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انتھائ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عاجز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بے بس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اظھار کرتے</w:t>
      </w:r>
      <w:r w:rsidR="008828D8" w:rsidRPr="008828D8">
        <w:rPr>
          <w:rtl/>
        </w:rPr>
        <w:t xml:space="preserve"> ہوئے </w:t>
      </w:r>
      <w:r w:rsidR="0042080E">
        <w:rPr>
          <w:rtl/>
        </w:rPr>
        <w:t>کہتا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اے </w:t>
      </w:r>
      <w:r w:rsidR="007D2A2F">
        <w:rPr>
          <w:rtl/>
        </w:rPr>
        <w:t>میر</w:t>
      </w:r>
      <w:r w:rsidR="0042080E">
        <w:rPr>
          <w:rtl/>
        </w:rPr>
        <w:t>ے مول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آپ جلد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>کیوں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آتے ؟ جلد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سے</w:t>
      </w:r>
      <w:r w:rsidR="00720096" w:rsidRPr="00720096">
        <w:rPr>
          <w:rtl/>
        </w:rPr>
        <w:t xml:space="preserve"> آئیں</w:t>
      </w:r>
      <w:r w:rsidR="0042080E">
        <w:rPr>
          <w:rtl/>
        </w:rPr>
        <w:t xml:space="preserve"> آپ کے غلام قدم بوس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آمادہ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ا</w:t>
      </w:r>
      <w:r w:rsidR="002025F2" w:rsidRPr="002025F2">
        <w:rPr>
          <w:rtl/>
        </w:rPr>
        <w:t>نہیں</w:t>
      </w:r>
      <w:r w:rsidR="0042080E">
        <w:rPr>
          <w:rtl/>
        </w:rPr>
        <w:t xml:space="preserve">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</w:t>
      </w:r>
      <w:r w:rsidR="00720096" w:rsidRPr="00720096">
        <w:rPr>
          <w:rtl/>
        </w:rPr>
        <w:t>یار</w:t>
      </w:r>
      <w:r w:rsidR="0042080E">
        <w:rPr>
          <w:rtl/>
        </w:rPr>
        <w:t>ت کا شرف بخش</w:t>
      </w:r>
      <w:r w:rsidR="00576C85">
        <w:rPr>
          <w:rtl/>
        </w:rPr>
        <w:t>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خدا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اس دعا کو قبول فرما </w:t>
      </w:r>
      <w:r w:rsidR="007D2A2F">
        <w:rPr>
          <w:rtl/>
        </w:rPr>
        <w:t xml:space="preserve">ہمیں </w:t>
      </w:r>
      <w:r>
        <w:rPr>
          <w:rtl/>
        </w:rPr>
        <w:t xml:space="preserve"> ،</w:t>
      </w:r>
      <w:r w:rsidR="002549D7" w:rsidRPr="002549D7">
        <w:rPr>
          <w:rtl/>
        </w:rPr>
        <w:t>ہمارے</w:t>
      </w:r>
      <w:r>
        <w:rPr>
          <w:rtl/>
        </w:rPr>
        <w:t xml:space="preserve"> وال</w:t>
      </w:r>
      <w:r w:rsidR="008828D8" w:rsidRPr="008828D8">
        <w:rPr>
          <w:rtl/>
        </w:rPr>
        <w:t xml:space="preserve"> دین</w:t>
      </w:r>
      <w:r>
        <w:rPr>
          <w:rtl/>
        </w:rPr>
        <w:t>،</w:t>
      </w:r>
      <w:r w:rsidR="002549D7" w:rsidRPr="002549D7">
        <w:rPr>
          <w:rtl/>
        </w:rPr>
        <w:t>ہمارے</w:t>
      </w:r>
      <w:r>
        <w:rPr>
          <w:rtl/>
        </w:rPr>
        <w:t xml:space="preserve"> اجداد اور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اولاد کو اصحاب اور اعوان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</w:t>
      </w:r>
      <w:r w:rsidR="007D2A2F">
        <w:rPr>
          <w:rtl/>
        </w:rPr>
        <w:t xml:space="preserve">میں </w:t>
      </w:r>
      <w:r>
        <w:rPr>
          <w:rtl/>
        </w:rPr>
        <w:t xml:space="preserve"> سے قرار دے۔ </w:t>
      </w:r>
    </w:p>
    <w:p w:rsidR="0042080E" w:rsidRDefault="0042080E" w:rsidP="0042080E">
      <w:pPr>
        <w:pStyle w:val="libNormal"/>
        <w:rPr>
          <w:rtl/>
        </w:rPr>
      </w:pPr>
      <w:r w:rsidRPr="00AE3D1E">
        <w:rPr>
          <w:rStyle w:val="libArabicChar"/>
          <w:rFonts w:hint="eastAsia"/>
          <w:rtl/>
        </w:rPr>
        <w:t>الٰ</w:t>
      </w:r>
      <w:r w:rsidR="00031FA0" w:rsidRPr="00031FA0">
        <w:rPr>
          <w:rStyle w:val="libArabicChar"/>
          <w:rFonts w:hint="cs"/>
          <w:rtl/>
        </w:rPr>
        <w:t>ه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tl/>
        </w:rPr>
        <w:t xml:space="preserve"> آم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ثم آم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AE3D1E" w:rsidRDefault="00AE3D1E" w:rsidP="0042080E">
      <w:pPr>
        <w:pStyle w:val="libNormal"/>
        <w:rPr>
          <w:rtl/>
        </w:rPr>
      </w:pPr>
    </w:p>
    <w:p w:rsidR="00AE3D1E" w:rsidRDefault="00AE3D1E" w:rsidP="0042080E">
      <w:pPr>
        <w:pStyle w:val="libNormal"/>
        <w:rPr>
          <w:rtl/>
        </w:rPr>
      </w:pPr>
    </w:p>
    <w:p w:rsidR="00AE3D1E" w:rsidRDefault="00AE3D1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7" w:name="_Toc502225851"/>
      <w:r>
        <w:rPr>
          <w:rFonts w:hint="eastAsia"/>
          <w:rtl/>
        </w:rPr>
        <w:t>زمانہ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حضرت (عج)کا کردار</w:t>
      </w:r>
      <w:bookmarkEnd w:id="7"/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سوال جو بہت </w:t>
      </w:r>
      <w:r w:rsidR="004617D9" w:rsidRPr="004617D9">
        <w:rPr>
          <w:rtl/>
        </w:rPr>
        <w:t>زیادہ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وہ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 w:rsidR="0042080E">
        <w:rPr>
          <w:rtl/>
        </w:rPr>
        <w:t xml:space="preserve">کہ حضرت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(عج) زمانہ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کس طرح استفادہ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؟ جبکہ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کے زمانہ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امام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تک کس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رسائ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تو وہ کون سا طر</w:t>
      </w:r>
      <w:r w:rsidR="00576C85">
        <w:rPr>
          <w:rtl/>
        </w:rPr>
        <w:t>یق</w:t>
      </w:r>
      <w:r w:rsidR="0042080E">
        <w:rPr>
          <w:rtl/>
        </w:rPr>
        <w:t>ہ</w:t>
      </w:r>
      <w:r w:rsidR="00824A76" w:rsidRPr="00824A76">
        <w:rPr>
          <w:rtl/>
        </w:rPr>
        <w:t xml:space="preserve"> ہے 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سادہ الفاظ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7D2A2F">
        <w:rPr>
          <w:rtl/>
        </w:rPr>
        <w:t>یو</w:t>
      </w:r>
      <w:r w:rsidR="0042080E">
        <w:rPr>
          <w:rtl/>
        </w:rPr>
        <w:t xml:space="preserve">ں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 کہ وجود مقدس </w:t>
      </w:r>
      <w:r w:rsidR="004617D9" w:rsidRPr="004617D9">
        <w:rPr>
          <w:rtl/>
        </w:rPr>
        <w:t>بقیة</w:t>
      </w:r>
      <w:r w:rsidR="0042080E">
        <w:rPr>
          <w:rtl/>
        </w:rPr>
        <w:t xml:space="preserve"> اللہ (عج)کا</w:t>
      </w:r>
      <w:r w:rsidR="002549D7" w:rsidRPr="002549D7">
        <w:rPr>
          <w:rtl/>
        </w:rPr>
        <w:t xml:space="preserve"> ہماری </w:t>
      </w:r>
      <w:r w:rsidR="0042080E">
        <w:rPr>
          <w:rtl/>
        </w:rPr>
        <w:t>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کردار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؟ </w:t>
      </w:r>
    </w:p>
    <w:p w:rsidR="0042080E" w:rsidRDefault="00C537D2" w:rsidP="0042080E">
      <w:pPr>
        <w:pStyle w:val="libNormal"/>
        <w:rPr>
          <w:rtl/>
        </w:rPr>
      </w:pPr>
      <w:r w:rsidRPr="00C537D2">
        <w:rPr>
          <w:rFonts w:hint="eastAsia"/>
          <w:rtl/>
        </w:rPr>
        <w:t xml:space="preserve">یہ </w:t>
      </w:r>
      <w:r w:rsidR="002549D7" w:rsidRPr="002549D7">
        <w:rPr>
          <w:rtl/>
        </w:rPr>
        <w:t xml:space="preserve"> ہماری </w:t>
      </w:r>
      <w:r w:rsidR="0042080E">
        <w:rPr>
          <w:rtl/>
        </w:rPr>
        <w:t>خوش قسمت</w:t>
      </w:r>
      <w:r w:rsidR="0042080E"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سوال آئمہ عل</w:t>
      </w:r>
      <w:r w:rsidR="0042080E"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 w:rsidR="0042080E">
        <w:rPr>
          <w:rtl/>
        </w:rPr>
        <w:t xml:space="preserve">السلام کے زمانہ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E17B5E" w:rsidRPr="00E17B5E">
        <w:rPr>
          <w:rtl/>
        </w:rPr>
        <w:t xml:space="preserve">کیا </w:t>
      </w:r>
      <w:r w:rsidR="0042080E">
        <w:rPr>
          <w:rtl/>
        </w:rPr>
        <w:t xml:space="preserve"> جاچکا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متعدد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7D2A2F">
        <w:rPr>
          <w:rtl/>
        </w:rPr>
        <w:t xml:space="preserve">ہمیں </w:t>
      </w:r>
      <w:r w:rsidR="0042080E">
        <w:rPr>
          <w:rtl/>
        </w:rPr>
        <w:t xml:space="preserve"> اس کا جواب ملتا</w:t>
      </w:r>
      <w:r w:rsidR="00824A76" w:rsidRPr="00824A76">
        <w:rPr>
          <w:rtl/>
        </w:rPr>
        <w:t xml:space="preserve"> ہے ہم </w:t>
      </w:r>
      <w:r w:rsidR="0042080E">
        <w:rPr>
          <w:rtl/>
        </w:rPr>
        <w:t xml:space="preserve">نمونہ کے طور پر چند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کو 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کرتے</w:t>
      </w:r>
      <w:r w:rsidRPr="00C537D2">
        <w:rPr>
          <w:rtl/>
        </w:rPr>
        <w:t xml:space="preserve"> ہیں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8" w:name="_Toc502225852"/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8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نے حضرت پ</w:t>
      </w:r>
      <w:r w:rsidR="00576C85">
        <w:rPr>
          <w:rtl/>
        </w:rPr>
        <w:t>یغ</w:t>
      </w:r>
      <w:r>
        <w:rPr>
          <w:rtl/>
        </w:rPr>
        <w:t>مبر اسلام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سلم)سے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کہ ” آ</w:t>
      </w:r>
      <w:r w:rsidR="00B06535" w:rsidRPr="00B06535">
        <w:rPr>
          <w:rtl/>
        </w:rPr>
        <w:t>یا</w:t>
      </w:r>
      <w:r>
        <w:rPr>
          <w:rtl/>
        </w:rPr>
        <w:t xml:space="preserve">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D2A2F">
        <w:rPr>
          <w:rtl/>
        </w:rPr>
        <w:t>شیع</w:t>
      </w:r>
      <w:r>
        <w:rPr>
          <w:rtl/>
        </w:rPr>
        <w:t>ہ حضرت قائم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استفادہ کرسک</w:t>
      </w:r>
      <w:r w:rsidR="00576C85">
        <w:rPr>
          <w:rtl/>
        </w:rPr>
        <w:t>یں</w:t>
      </w:r>
      <w:r>
        <w:rPr>
          <w:rtl/>
        </w:rPr>
        <w:t xml:space="preserve">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E3D1E">
        <w:rPr>
          <w:rStyle w:val="libArabicChar"/>
          <w:rFonts w:hint="eastAsia"/>
          <w:rtl/>
        </w:rPr>
        <w:t>ا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tl/>
        </w:rPr>
        <w:t xml:space="preserve"> والذ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tl/>
        </w:rPr>
        <w:t xml:space="preserve"> بعثن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tl/>
        </w:rPr>
        <w:t xml:space="preserve"> بالنبوة 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ستض</w:t>
      </w:r>
      <w:r w:rsidR="00031FA0" w:rsidRPr="00031FA0">
        <w:rPr>
          <w:rStyle w:val="libArabicChar"/>
          <w:rFonts w:hint="cs"/>
          <w:rtl/>
        </w:rPr>
        <w:t>ي</w:t>
      </w:r>
      <w:r w:rsidR="00296C60">
        <w:rPr>
          <w:rStyle w:val="libArabicChar"/>
          <w:rFonts w:hint="cs"/>
          <w:rtl/>
        </w:rPr>
        <w:t>و</w:t>
      </w:r>
      <w:r w:rsidRPr="00AE3D1E">
        <w:rPr>
          <w:rStyle w:val="libArabicChar"/>
          <w:rFonts w:hint="eastAsia"/>
          <w:rtl/>
        </w:rPr>
        <w:t>ن</w:t>
      </w:r>
      <w:r w:rsidRPr="00AE3D1E">
        <w:rPr>
          <w:rStyle w:val="libArabicChar"/>
          <w:rtl/>
        </w:rPr>
        <w:t xml:space="preserve"> بنور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نتفعون بولا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ِ ف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tl/>
        </w:rPr>
        <w:t xml:space="preserve"> غ</w:t>
      </w:r>
      <w:r w:rsidRPr="00AE3D1E">
        <w:rPr>
          <w:rStyle w:val="libArabicChar"/>
          <w:rFonts w:hint="cs"/>
          <w:rtl/>
        </w:rPr>
        <w:t>ی</w:t>
      </w:r>
      <w:r w:rsidRPr="00AE3D1E">
        <w:rPr>
          <w:rStyle w:val="libArabicChar"/>
          <w:rFonts w:hint="eastAsia"/>
          <w:rtl/>
        </w:rPr>
        <w:t>بت</w:t>
      </w:r>
      <w:r w:rsidR="00031FA0" w:rsidRPr="00031FA0">
        <w:rPr>
          <w:rStyle w:val="libArabicChar"/>
          <w:rFonts w:hint="cs"/>
          <w:rtl/>
        </w:rPr>
        <w:t>ه</w:t>
      </w:r>
      <w:r w:rsidRPr="00AE3D1E">
        <w:rPr>
          <w:rStyle w:val="libArabicChar"/>
          <w:rtl/>
        </w:rPr>
        <w:t xml:space="preserve"> کانتفاع بالشمس و و</w:t>
      </w:r>
      <w:r w:rsidR="00296C60">
        <w:rPr>
          <w:rStyle w:val="libArabicChar"/>
          <w:rtl/>
        </w:rPr>
        <w:t>ا</w:t>
      </w:r>
      <w:r w:rsidRPr="00AE3D1E">
        <w:rPr>
          <w:rStyle w:val="libArabicChar"/>
          <w:rFonts w:hint="eastAsia"/>
          <w:rtl/>
        </w:rPr>
        <w:t>ن</w:t>
      </w:r>
      <w:r w:rsidRPr="00AE3D1E">
        <w:rPr>
          <w:rStyle w:val="libArabicChar"/>
          <w:rtl/>
        </w:rPr>
        <w:t xml:space="preserve"> تجلَّ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َ</w:t>
      </w:r>
      <w:r w:rsidRPr="00AE3D1E">
        <w:rPr>
          <w:rStyle w:val="libArabicChar"/>
          <w:rtl/>
        </w:rPr>
        <w:t>ا سحاب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ھاں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پ</w:t>
      </w:r>
      <w:r w:rsidR="00576C85">
        <w:rPr>
          <w:rtl/>
        </w:rPr>
        <w:t>یغ</w:t>
      </w:r>
      <w:r>
        <w:rPr>
          <w:rtl/>
        </w:rPr>
        <w:t>مبر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8828D8" w:rsidRPr="008828D8">
        <w:rPr>
          <w:rtl/>
        </w:rPr>
        <w:t>لیئے</w:t>
      </w:r>
      <w:r>
        <w:rPr>
          <w:rtl/>
        </w:rPr>
        <w:t xml:space="preserve"> منتخب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ان سے </w:t>
      </w:r>
      <w:r w:rsidR="007D2A2F">
        <w:rPr>
          <w:rtl/>
        </w:rPr>
        <w:t>شیع</w:t>
      </w:r>
      <w:r>
        <w:rPr>
          <w:rtl/>
        </w:rPr>
        <w:t>ہ ان سے اور انکے نور ول</w:t>
      </w:r>
      <w:r w:rsidR="001100FA">
        <w:rPr>
          <w:rtl/>
        </w:rPr>
        <w:t>ایت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فائدہ اٹھائ</w:t>
      </w:r>
      <w:r w:rsidR="00576C85">
        <w:rPr>
          <w:rtl/>
        </w:rPr>
        <w:t>یں</w:t>
      </w:r>
      <w:r>
        <w:rPr>
          <w:rtl/>
        </w:rPr>
        <w:t xml:space="preserve"> گے جس طرح سورج جب بادلوں </w:t>
      </w:r>
      <w:r w:rsidR="007D2A2F">
        <w:rPr>
          <w:rtl/>
        </w:rPr>
        <w:t xml:space="preserve">میں </w:t>
      </w:r>
      <w:r>
        <w:rPr>
          <w:rtl/>
        </w:rPr>
        <w:t xml:space="preserve"> چھپ جائے تو اس سے فائدہ اٹھا</w:t>
      </w:r>
      <w:r w:rsidR="00B06535" w:rsidRPr="00B06535">
        <w:rPr>
          <w:rtl/>
        </w:rPr>
        <w:t>یا</w:t>
      </w:r>
      <w:r>
        <w:rPr>
          <w:rtl/>
        </w:rPr>
        <w:t xml:space="preserve"> جاتا</w:t>
      </w:r>
      <w:r w:rsidR="000C56D5" w:rsidRPr="000C56D5">
        <w:rPr>
          <w:rtl/>
        </w:rPr>
        <w:t xml:space="preserve"> ہے۔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9" w:name="_Toc502225853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9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>” جب سے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حضرت آدم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خلق </w:t>
      </w:r>
      <w:r w:rsidR="00E17B5E" w:rsidRPr="00E17B5E">
        <w:rPr>
          <w:rtl/>
        </w:rPr>
        <w:t xml:space="preserve">کیا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روز </w:t>
      </w:r>
      <w:r w:rsidR="00720096" w:rsidRPr="00720096">
        <w:rPr>
          <w:rtl/>
        </w:rPr>
        <w:t>قیامت</w:t>
      </w:r>
      <w:r>
        <w:rPr>
          <w:rtl/>
        </w:rPr>
        <w:t xml:space="preserve"> تک</w:t>
      </w:r>
      <w:r w:rsidR="008828D8" w:rsidRPr="008828D8">
        <w:rPr>
          <w:rtl/>
        </w:rPr>
        <w:t xml:space="preserve"> یہ </w:t>
      </w:r>
      <w:r w:rsidR="004617D9" w:rsidRPr="004617D9">
        <w:rPr>
          <w:rtl/>
        </w:rPr>
        <w:t>زمین</w:t>
      </w:r>
      <w:r>
        <w:rPr>
          <w:rtl/>
        </w:rPr>
        <w:t xml:space="preserve"> نہ حجّت خدا سے خال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نہ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نے سوال </w:t>
      </w:r>
      <w:r w:rsidR="00E17B5E" w:rsidRPr="00E17B5E">
        <w:rPr>
          <w:rtl/>
        </w:rPr>
        <w:t xml:space="preserve">کیا </w:t>
      </w:r>
      <w:r>
        <w:rPr>
          <w:rtl/>
        </w:rPr>
        <w:t>: ”پھر غائب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کس طرح استفادہ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جاسکتا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60B1">
        <w:rPr>
          <w:rStyle w:val="libArabicChar"/>
          <w:rFonts w:hint="eastAsia"/>
          <w:rtl/>
        </w:rPr>
        <w:t>کما</w:t>
      </w:r>
      <w:r w:rsidRPr="00E860B1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نتفعون بالشمس اذا ست</w:t>
      </w:r>
      <w:r w:rsidRPr="00E860B1">
        <w:rPr>
          <w:rStyle w:val="libArabicChar"/>
          <w:rtl/>
        </w:rPr>
        <w:t>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السحاب</w:t>
      </w:r>
      <w:r>
        <w:rPr>
          <w:rtl/>
        </w:rPr>
        <w:t xml:space="preserve"> “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بادلوں </w:t>
      </w:r>
      <w:r w:rsidR="007D2A2F">
        <w:rPr>
          <w:rtl/>
        </w:rPr>
        <w:t xml:space="preserve">میں </w:t>
      </w:r>
      <w:r>
        <w:rPr>
          <w:rtl/>
        </w:rPr>
        <w:t xml:space="preserve"> چھپنے کے بعد سورج سے استفادہ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جاتا</w:t>
      </w:r>
      <w:r w:rsidR="00C537D2" w:rsidRPr="00C537D2">
        <w:rPr>
          <w:rtl/>
        </w:rPr>
        <w:t xml:space="preserve"> ہے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0" w:name="_Toc502225854"/>
      <w:r>
        <w:rPr>
          <w:rFonts w:hint="eastAsia"/>
          <w:rtl/>
        </w:rPr>
        <w:t>ت</w:t>
      </w:r>
      <w:r w:rsidR="00A900AD">
        <w:rPr>
          <w:rFonts w:hint="eastAsia"/>
          <w:rtl/>
        </w:rPr>
        <w:t>یس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0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حجت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 w:rsidR="00576C85">
        <w:rPr>
          <w:rtl/>
        </w:rPr>
        <w:t>یع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جو اپنے دوسرے نائب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حضرت محمدبن عثمان کے </w:t>
      </w:r>
      <w:r w:rsidR="00B06535" w:rsidRPr="00B06535">
        <w:rPr>
          <w:rtl/>
        </w:rPr>
        <w:t>ذریع</w:t>
      </w:r>
      <w:r>
        <w:rPr>
          <w:rtl/>
        </w:rPr>
        <w:t xml:space="preserve">ہ اسحاق بن </w:t>
      </w:r>
      <w:r w:rsidR="00576C85">
        <w:rPr>
          <w:rtl/>
        </w:rPr>
        <w:t>یع</w:t>
      </w:r>
      <w:r>
        <w:rPr>
          <w:rtl/>
        </w:rPr>
        <w:t xml:space="preserve">قوب (رہ) کے نام </w:t>
      </w:r>
      <w:r w:rsidR="003E5538" w:rsidRPr="003E5538">
        <w:rPr>
          <w:rtl/>
        </w:rPr>
        <w:t>بھیج</w:t>
      </w:r>
      <w:r>
        <w:rPr>
          <w:rtl/>
        </w:rPr>
        <w:t>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، </w:t>
      </w:r>
      <w:r w:rsidR="00042197" w:rsidRPr="00042197">
        <w:rPr>
          <w:rtl/>
        </w:rPr>
        <w:t>فرمایا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 w:rsidRPr="00E860B1">
        <w:rPr>
          <w:rStyle w:val="libArabicChar"/>
          <w:rFonts w:hint="eastAsia"/>
          <w:rtl/>
        </w:rPr>
        <w:t>اماوج</w:t>
      </w:r>
      <w:r w:rsidR="00031FA0" w:rsidRPr="00031FA0">
        <w:rPr>
          <w:rStyle w:val="libArabicChar"/>
          <w:rFonts w:hint="cs"/>
          <w:rtl/>
        </w:rPr>
        <w:t>ه</w:t>
      </w:r>
      <w:r w:rsidRPr="00E860B1">
        <w:rPr>
          <w:rStyle w:val="libArabicChar"/>
          <w:rtl/>
        </w:rPr>
        <w:t xml:space="preserve"> الإنتفاع ب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ف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غ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Fonts w:hint="eastAsia"/>
          <w:rtl/>
        </w:rPr>
        <w:t>بت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فکالإنتفاع بالشمس اذا غ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Fonts w:hint="eastAsia"/>
          <w:rtl/>
        </w:rPr>
        <w:t>بت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</w:t>
      </w:r>
      <w:r w:rsidRPr="00E860B1">
        <w:rPr>
          <w:rStyle w:val="libArabicChar"/>
          <w:rtl/>
        </w:rPr>
        <w:t xml:space="preserve"> عن الابصار السحاب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109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لوگ مجھ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اس طرح مستفےض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</w:t>
      </w:r>
      <w:r w:rsidR="008828D8" w:rsidRPr="008828D8">
        <w:rPr>
          <w:rtl/>
        </w:rPr>
        <w:t>جیسے</w:t>
      </w:r>
      <w:r>
        <w:rPr>
          <w:rtl/>
        </w:rPr>
        <w:t xml:space="preserve"> سورج کے بادلوں </w:t>
      </w:r>
      <w:r w:rsidR="007D2A2F">
        <w:rPr>
          <w:rtl/>
        </w:rPr>
        <w:t xml:space="preserve">میں </w:t>
      </w:r>
      <w:r>
        <w:rPr>
          <w:rtl/>
        </w:rPr>
        <w:t xml:space="preserve"> چھپ جانے کے بعد مستفےض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C1070F" w:rsidP="004D1A48">
      <w:pPr>
        <w:pStyle w:val="Heading2Center"/>
        <w:rPr>
          <w:rtl/>
        </w:rPr>
      </w:pPr>
      <w:bookmarkStart w:id="11" w:name="_Toc502225855"/>
      <w:r w:rsidRPr="00C1070F">
        <w:rPr>
          <w:rFonts w:hint="eastAsia"/>
          <w:rtl/>
        </w:rPr>
        <w:t>حدیث</w:t>
      </w:r>
      <w:r w:rsidR="0042080E">
        <w:rPr>
          <w:rtl/>
        </w:rPr>
        <w:t xml:space="preserve"> ” من مات ولم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عرف</w:t>
      </w:r>
      <w:r w:rsidR="0042080E">
        <w:rPr>
          <w:rtl/>
        </w:rPr>
        <w:t>۔۔۔۔۔“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توض</w:t>
      </w:r>
      <w:r w:rsidR="00A900AD">
        <w:rPr>
          <w:rtl/>
        </w:rPr>
        <w:t>یح</w:t>
      </w:r>
      <w:r w:rsidR="0042080E">
        <w:rPr>
          <w:rtl/>
        </w:rPr>
        <w:t xml:space="preserve"> اور تشر</w:t>
      </w:r>
      <w:r w:rsidR="00A900AD">
        <w:rPr>
          <w:rtl/>
        </w:rPr>
        <w:t>یح</w:t>
      </w:r>
      <w:r w:rsidR="0042080E">
        <w:rPr>
          <w:rtl/>
        </w:rPr>
        <w:t>:</w:t>
      </w:r>
      <w:bookmarkEnd w:id="11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بہت سے مخالفوں نے</w:t>
      </w:r>
      <w:r w:rsidR="008828D8" w:rsidRPr="008828D8">
        <w:rPr>
          <w:rtl/>
        </w:rPr>
        <w:t xml:space="preserve"> یہ </w:t>
      </w:r>
      <w:r>
        <w:rPr>
          <w:rtl/>
        </w:rPr>
        <w:t>سوال اٹھا</w:t>
      </w:r>
      <w:r w:rsidR="00B06535" w:rsidRPr="00B06535">
        <w:rPr>
          <w:rtl/>
        </w:rPr>
        <w:t>یا</w:t>
      </w:r>
      <w:r w:rsidR="00824A76" w:rsidRPr="00824A76">
        <w:rPr>
          <w:rtl/>
        </w:rPr>
        <w:t xml:space="preserve"> ہے </w:t>
      </w:r>
      <w:r>
        <w:rPr>
          <w:rtl/>
        </w:rPr>
        <w:t>کہ جب</w:t>
      </w:r>
      <w:r w:rsidR="00824A76" w:rsidRPr="00824A76">
        <w:rPr>
          <w:rtl/>
        </w:rPr>
        <w:t xml:space="preserve"> ہم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 w:rsidR="007D2A2F">
        <w:rPr>
          <w:rtl/>
        </w:rPr>
        <w:t>یک</w:t>
      </w:r>
      <w:r>
        <w:rPr>
          <w:rtl/>
        </w:rPr>
        <w:t xml:space="preserve">ھ </w:t>
      </w:r>
      <w:r w:rsidR="002025F2" w:rsidRPr="002025F2">
        <w:rPr>
          <w:rtl/>
        </w:rPr>
        <w:t>نہیں</w:t>
      </w:r>
      <w:r>
        <w:rPr>
          <w:rtl/>
        </w:rPr>
        <w:t xml:space="preserve"> سکتے اور ان ک</w:t>
      </w:r>
      <w:r>
        <w:rPr>
          <w:rFonts w:hint="cs"/>
          <w:rtl/>
        </w:rPr>
        <w:t>ی</w:t>
      </w:r>
      <w:r>
        <w:rPr>
          <w:rtl/>
        </w:rPr>
        <w:t xml:space="preserve"> بات کو سن </w:t>
      </w:r>
      <w:r w:rsidR="002025F2" w:rsidRPr="002025F2">
        <w:rPr>
          <w:rtl/>
        </w:rPr>
        <w:t>نہیں</w:t>
      </w:r>
      <w:r>
        <w:rPr>
          <w:rtl/>
        </w:rPr>
        <w:t xml:space="preserve"> سکتے تو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کس طرح اس متفقہ </w:t>
      </w:r>
      <w:r w:rsidR="00C1070F" w:rsidRPr="00C1070F">
        <w:rPr>
          <w:rtl/>
        </w:rPr>
        <w:t>حدیث</w:t>
      </w:r>
      <w:r>
        <w:rPr>
          <w:rtl/>
        </w:rPr>
        <w:t xml:space="preserve"> پر عمل کرسکتے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E860B1">
        <w:rPr>
          <w:rStyle w:val="libArabicChar"/>
          <w:rFonts w:hint="eastAsia"/>
          <w:rtl/>
        </w:rPr>
        <w:t>من</w:t>
      </w:r>
      <w:r w:rsidRPr="00E860B1">
        <w:rPr>
          <w:rStyle w:val="libArabicChar"/>
          <w:rtl/>
        </w:rPr>
        <w:t xml:space="preserve"> مات و لم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عرف امام زمان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مات 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تة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ة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(جو بھ</w:t>
      </w:r>
      <w:r>
        <w:rPr>
          <w:rFonts w:hint="cs"/>
          <w:rtl/>
        </w:rPr>
        <w:t>ی</w:t>
      </w:r>
      <w:r>
        <w:rPr>
          <w:rtl/>
        </w:rPr>
        <w:t xml:space="preserve"> اس حالت </w:t>
      </w:r>
      <w:r w:rsidR="007D2A2F">
        <w:rPr>
          <w:rtl/>
        </w:rPr>
        <w:t xml:space="preserve">میں </w:t>
      </w:r>
      <w:r>
        <w:rPr>
          <w:rtl/>
        </w:rPr>
        <w:t xml:space="preserve"> مرے کہ اپنے زمانہ کے امام کو نہ پہچانتا</w:t>
      </w:r>
      <w:r w:rsidR="002549D7" w:rsidRPr="002549D7">
        <w:rPr>
          <w:rtl/>
        </w:rPr>
        <w:t xml:space="preserve"> ہو </w:t>
      </w:r>
      <w:r>
        <w:rPr>
          <w:rtl/>
        </w:rPr>
        <w:t>تو وہ ج</w:t>
      </w:r>
      <w:r w:rsidR="005564CA">
        <w:rPr>
          <w:rtl/>
        </w:rPr>
        <w:t xml:space="preserve">اہل </w:t>
      </w:r>
      <w:r w:rsidR="007D2A2F">
        <w:rPr>
          <w:rtl/>
        </w:rPr>
        <w:t>یت</w:t>
      </w:r>
      <w:r>
        <w:rPr>
          <w:rtl/>
        </w:rPr>
        <w:t xml:space="preserve"> کے زمانہ کے کافر ک</w:t>
      </w:r>
      <w:r>
        <w:rPr>
          <w:rFonts w:hint="cs"/>
          <w:rtl/>
        </w:rPr>
        <w:t>ی</w:t>
      </w:r>
      <w:r>
        <w:rPr>
          <w:rtl/>
        </w:rPr>
        <w:t xml:space="preserve"> موت مرے گا) </w:t>
      </w:r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 xml:space="preserve">جیسا </w:t>
      </w:r>
      <w:r w:rsidR="0042080E">
        <w:rPr>
          <w:rtl/>
        </w:rPr>
        <w:t xml:space="preserve"> کہ ذکر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اس </w:t>
      </w:r>
      <w:r w:rsidR="00C1070F" w:rsidRPr="00C1070F">
        <w:rPr>
          <w:rtl/>
        </w:rPr>
        <w:t>حدیث</w:t>
      </w:r>
      <w:r w:rsidR="0042080E">
        <w:rPr>
          <w:rtl/>
        </w:rPr>
        <w:t xml:space="preserve"> کا صادر</w:t>
      </w:r>
      <w:r w:rsidR="008828D8" w:rsidRPr="008828D8">
        <w:rPr>
          <w:rtl/>
        </w:rPr>
        <w:t xml:space="preserve"> ہونا </w:t>
      </w:r>
      <w:r w:rsidR="0042080E">
        <w:rPr>
          <w:rtl/>
        </w:rPr>
        <w:t>تواتر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110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>سے ثابت</w:t>
      </w:r>
      <w:r w:rsidR="00272FF7" w:rsidRPr="00272FF7">
        <w:rPr>
          <w:rtl/>
        </w:rPr>
        <w:t xml:space="preserve"> ہو</w:t>
      </w:r>
      <w:r w:rsidR="0042080E">
        <w:rPr>
          <w:rtl/>
        </w:rPr>
        <w:t>چکا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وجہ سے بعض علماء</w:t>
      </w:r>
      <w:r w:rsidR="00DE4B57" w:rsidRPr="00DE4B57">
        <w:rPr>
          <w:rtl/>
        </w:rPr>
        <w:t xml:space="preserve"> اہل </w:t>
      </w:r>
      <w:r w:rsidR="0042080E">
        <w:rPr>
          <w:rtl/>
        </w:rPr>
        <w:t>سنت نے سوال اٹھا</w:t>
      </w:r>
      <w:r w:rsidR="00B06535" w:rsidRPr="00B06535">
        <w:rPr>
          <w:rtl/>
        </w:rPr>
        <w:t>یا</w:t>
      </w:r>
      <w:r w:rsidR="0042080E">
        <w:rPr>
          <w:rtl/>
        </w:rPr>
        <w:t xml:space="preserve"> تو پھر زمانہ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ہم </w:t>
      </w:r>
      <w:r w:rsidR="0042080E">
        <w:rPr>
          <w:rtl/>
        </w:rPr>
        <w:t>ک</w:t>
      </w:r>
      <w:r w:rsidR="007D2A2F">
        <w:rPr>
          <w:rtl/>
        </w:rPr>
        <w:t>یو</w:t>
      </w:r>
      <w:r w:rsidR="0042080E">
        <w:rPr>
          <w:rtl/>
        </w:rPr>
        <w:t>نکر امام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کو پہچان سکتے</w:t>
      </w:r>
      <w:r w:rsidRPr="000C56D5">
        <w:rPr>
          <w:rtl/>
        </w:rPr>
        <w:t xml:space="preserve"> ہیں </w:t>
      </w:r>
      <w:r w:rsidR="0042080E">
        <w:rPr>
          <w:rtl/>
        </w:rPr>
        <w:t xml:space="preserve">؟ اور </w:t>
      </w:r>
      <w:r w:rsidR="00682800" w:rsidRPr="00682800">
        <w:rPr>
          <w:rtl/>
        </w:rPr>
        <w:t>کیسے</w:t>
      </w:r>
      <w:r w:rsidR="0042080E">
        <w:rPr>
          <w:rtl/>
        </w:rPr>
        <w:t xml:space="preserve"> فائدہ اٹھا سکتے</w:t>
      </w:r>
      <w:r w:rsidRPr="000C56D5">
        <w:rPr>
          <w:rtl/>
        </w:rPr>
        <w:t xml:space="preserve"> ہیں </w:t>
      </w:r>
      <w:r w:rsidR="0042080E">
        <w:rPr>
          <w:rtl/>
        </w:rPr>
        <w:t xml:space="preserve">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</w:t>
      </w:r>
      <w:r w:rsidR="007D2A2F">
        <w:rPr>
          <w:rtl/>
        </w:rPr>
        <w:t>شیع</w:t>
      </w:r>
      <w:r>
        <w:rPr>
          <w:rtl/>
        </w:rPr>
        <w:t xml:space="preserve">ہ نے جواب د </w:t>
      </w:r>
      <w:r w:rsidR="00B06535" w:rsidRPr="00B06535">
        <w:rPr>
          <w:rtl/>
        </w:rPr>
        <w:t>یا</w:t>
      </w:r>
      <w:r>
        <w:rPr>
          <w:rtl/>
        </w:rPr>
        <w:t xml:space="preserve"> کہ پھل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فائدہ فقط اس بات پر منحصر </w:t>
      </w:r>
      <w:r w:rsidR="002025F2" w:rsidRPr="002025F2">
        <w:rPr>
          <w:rtl/>
        </w:rPr>
        <w:t>نہیں</w:t>
      </w:r>
      <w:r w:rsidR="00824A76" w:rsidRPr="00824A76">
        <w:rPr>
          <w:rtl/>
        </w:rPr>
        <w:t xml:space="preserve"> ہے </w:t>
      </w:r>
      <w:r>
        <w:rPr>
          <w:rtl/>
        </w:rPr>
        <w:t>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="00720096" w:rsidRPr="00720096">
        <w:rPr>
          <w:rtl/>
        </w:rPr>
        <w:t>یار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جائے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حضرت(عج) کے وص</w:t>
      </w:r>
      <w:r>
        <w:rPr>
          <w:rFonts w:hint="cs"/>
          <w:rtl/>
        </w:rPr>
        <w:t>ی</w:t>
      </w:r>
      <w:r w:rsidR="008828D8" w:rsidRPr="008828D8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 w:rsidR="00576C85">
        <w:rPr>
          <w:rtl/>
        </w:rPr>
        <w:t>یق</w:t>
      </w:r>
      <w:r>
        <w:rPr>
          <w:rtl/>
        </w:rPr>
        <w:t xml:space="preserve"> کرنا </w:t>
      </w:r>
      <w:r w:rsidR="001E3FC4" w:rsidRPr="001E3FC4">
        <w:rPr>
          <w:rtl/>
        </w:rPr>
        <w:t>کیونکہ</w:t>
      </w:r>
      <w:r>
        <w:rPr>
          <w:rtl/>
        </w:rPr>
        <w:t xml:space="preserve"> منصب خدا ک</w:t>
      </w:r>
      <w:r>
        <w:rPr>
          <w:rFonts w:hint="cs"/>
          <w:rtl/>
        </w:rPr>
        <w:t>ی</w:t>
      </w:r>
      <w:r>
        <w:rPr>
          <w:rtl/>
        </w:rPr>
        <w:t xml:space="preserve"> طرف سے عطاء شدہ</w:t>
      </w:r>
      <w:r w:rsidR="00824A76" w:rsidRPr="00824A76">
        <w:rPr>
          <w:rtl/>
        </w:rPr>
        <w:t xml:space="preserve"> ہے </w:t>
      </w:r>
      <w:r>
        <w:rPr>
          <w:rtl/>
        </w:rPr>
        <w:t>اور دراصل</w:t>
      </w:r>
      <w:r w:rsidR="008828D8" w:rsidRPr="008828D8">
        <w:rPr>
          <w:rtl/>
        </w:rPr>
        <w:t xml:space="preserve"> یہ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 w:rsidR="00576C85">
        <w:rPr>
          <w:rtl/>
        </w:rPr>
        <w:t>یق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ذاتاً مطلوب</w:t>
      </w:r>
      <w:r w:rsidR="00824A76" w:rsidRPr="00824A76">
        <w:rPr>
          <w:rtl/>
        </w:rPr>
        <w:t xml:space="preserve"> ہے </w:t>
      </w:r>
      <w:r>
        <w:rPr>
          <w:rtl/>
        </w:rPr>
        <w:t>۔اور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بات ارکان 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حضرت پ</w:t>
      </w:r>
      <w:r w:rsidR="00576C85">
        <w:rPr>
          <w:rtl/>
        </w:rPr>
        <w:t>یغ</w:t>
      </w:r>
      <w:r>
        <w:rPr>
          <w:rtl/>
        </w:rPr>
        <w:t>مبر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زمانہ </w:t>
      </w:r>
      <w:r w:rsidR="007D2A2F">
        <w:rPr>
          <w:rtl/>
        </w:rPr>
        <w:t xml:space="preserve">میں </w:t>
      </w:r>
      <w:r>
        <w:rPr>
          <w:rtl/>
        </w:rPr>
        <w:t xml:space="preserve"> تھا۔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حضرت پ</w:t>
      </w:r>
      <w:r w:rsidR="00576C85">
        <w:rPr>
          <w:rtl/>
        </w:rPr>
        <w:t>یغ</w:t>
      </w:r>
      <w:r>
        <w:rPr>
          <w:rtl/>
        </w:rPr>
        <w:t>مبر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="00720096" w:rsidRPr="00720096">
        <w:rPr>
          <w:rtl/>
        </w:rPr>
        <w:t>یار</w:t>
      </w:r>
      <w:r>
        <w:rPr>
          <w:rtl/>
        </w:rPr>
        <w:t xml:space="preserve">ت کرنے والوں کو مسلمان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 جاتا تھا۔بلکہ ز</w:t>
      </w:r>
      <w:r w:rsidR="00720096" w:rsidRPr="00720096">
        <w:rPr>
          <w:rtl/>
        </w:rPr>
        <w:t>یار</w:t>
      </w:r>
      <w:r>
        <w:rPr>
          <w:rtl/>
        </w:rPr>
        <w:t xml:space="preserve">ت کرنا </w:t>
      </w:r>
      <w:r w:rsidR="00B06535" w:rsidRPr="00B06535">
        <w:rPr>
          <w:rtl/>
        </w:rPr>
        <w:t>یا</w:t>
      </w:r>
      <w:r>
        <w:rPr>
          <w:rtl/>
        </w:rPr>
        <w:t xml:space="preserve"> نہ کرنا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720096" w:rsidRPr="00720096">
        <w:rPr>
          <w:rtl/>
        </w:rPr>
        <w:t>یار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رھا۔ مع</w:t>
      </w:r>
      <w:r w:rsidR="00720096" w:rsidRPr="00720096">
        <w:rPr>
          <w:rtl/>
        </w:rPr>
        <w:t>یار</w:t>
      </w:r>
      <w:r>
        <w:rPr>
          <w:rtl/>
        </w:rPr>
        <w:t xml:space="preserve"> تو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سے تصد</w:t>
      </w:r>
      <w:r w:rsidR="00576C85">
        <w:rPr>
          <w:rtl/>
        </w:rPr>
        <w:t>یق</w:t>
      </w:r>
      <w:r>
        <w:rPr>
          <w:rtl/>
        </w:rPr>
        <w:t xml:space="preserve"> اور آپ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سلم)پر </w:t>
      </w:r>
      <w:r w:rsidR="008828D8" w:rsidRPr="008828D8">
        <w:rPr>
          <w:rtl/>
        </w:rPr>
        <w:t>ایمان</w:t>
      </w:r>
      <w:r>
        <w:rPr>
          <w:rtl/>
        </w:rPr>
        <w:t xml:space="preserve"> لانا تھا۔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جو لوگ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وفات کے بعد </w:t>
      </w:r>
      <w:r w:rsidR="001E3FC4" w:rsidRPr="001E3FC4">
        <w:rPr>
          <w:rtl/>
        </w:rPr>
        <w:t>دنیا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آئے انھوں نے تو 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="00720096" w:rsidRPr="00720096">
        <w:rPr>
          <w:rtl/>
        </w:rPr>
        <w:t>یار</w:t>
      </w:r>
      <w:r>
        <w:rPr>
          <w:rtl/>
        </w:rPr>
        <w:t xml:space="preserve">ت </w:t>
      </w:r>
      <w:r w:rsidR="002025F2" w:rsidRPr="002025F2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جبکہ آج تک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بلکہ </w:t>
      </w:r>
      <w:r w:rsidR="00720096" w:rsidRPr="00720096">
        <w:rPr>
          <w:rtl/>
        </w:rPr>
        <w:t>قیامت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کے مسلمان</w:t>
      </w:r>
      <w:r w:rsidR="008828D8" w:rsidRPr="008828D8">
        <w:rPr>
          <w:rtl/>
        </w:rPr>
        <w:t xml:space="preserve"> ہونے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="00720096" w:rsidRPr="00720096">
        <w:rPr>
          <w:rtl/>
        </w:rPr>
        <w:t>یاد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 خدا اور اس کے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</w:t>
      </w:r>
      <w:r>
        <w:rPr>
          <w:rFonts w:hint="eastAsia"/>
          <w:rtl/>
        </w:rPr>
        <w:t>آلہ</w:t>
      </w:r>
      <w:r>
        <w:rPr>
          <w:rtl/>
        </w:rPr>
        <w:t xml:space="preserve"> و سلم)پر </w:t>
      </w:r>
      <w:r w:rsidR="008828D8" w:rsidRPr="008828D8">
        <w:rPr>
          <w:rtl/>
        </w:rPr>
        <w:t>ایمان</w:t>
      </w:r>
      <w:r>
        <w:rPr>
          <w:rtl/>
        </w:rPr>
        <w:t xml:space="preserve"> </w:t>
      </w:r>
      <w:r w:rsidR="00C537D2" w:rsidRPr="00C537D2">
        <w:rPr>
          <w:rtl/>
        </w:rPr>
        <w:t>لایا</w:t>
      </w:r>
      <w:r>
        <w:rPr>
          <w:rtl/>
        </w:rPr>
        <w:t xml:space="preserve"> جائے۔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بنا پر بعض علماء مخالف نے </w:t>
      </w:r>
      <w:r w:rsidR="00C1070F" w:rsidRPr="00C1070F">
        <w:rPr>
          <w:rtl/>
        </w:rPr>
        <w:t>حدیث</w:t>
      </w:r>
      <w:r>
        <w:rPr>
          <w:rtl/>
        </w:rPr>
        <w:t xml:space="preserve"> شر</w:t>
      </w:r>
      <w:r w:rsidR="00576C85">
        <w:rPr>
          <w:rtl/>
        </w:rPr>
        <w:t>یف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معرفت امام کا مطلب کتاب خدا ک</w:t>
      </w:r>
      <w:r>
        <w:rPr>
          <w:rFonts w:hint="cs"/>
          <w:rtl/>
        </w:rPr>
        <w:t>ی</w:t>
      </w:r>
      <w:r>
        <w:rPr>
          <w:rtl/>
        </w:rPr>
        <w:t xml:space="preserve"> معرفت جانا</w:t>
      </w:r>
      <w:r w:rsidR="000C56D5" w:rsidRPr="000C56D5">
        <w:rPr>
          <w:rtl/>
        </w:rPr>
        <w:t xml:space="preserve"> ہے۔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جواب </w:t>
      </w:r>
      <w:r w:rsidR="007D2A2F">
        <w:rPr>
          <w:rtl/>
        </w:rPr>
        <w:t xml:space="preserve">میں </w:t>
      </w:r>
      <w:r>
        <w:rPr>
          <w:rtl/>
        </w:rPr>
        <w:t xml:space="preserve"> عرض کرتے </w:t>
      </w:r>
      <w:r w:rsidR="00C537D2" w:rsidRPr="00C537D2">
        <w:rPr>
          <w:rtl/>
        </w:rPr>
        <w:t>چلیں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امام کا ساتھ زمانہ کا اضافہ</w:t>
      </w:r>
      <w:r w:rsidR="00824A76" w:rsidRPr="00824A76">
        <w:rPr>
          <w:rtl/>
        </w:rPr>
        <w:t xml:space="preserve"> ہے </w:t>
      </w:r>
      <w:r w:rsidR="004617D9" w:rsidRPr="004617D9">
        <w:rPr>
          <w:rtl/>
        </w:rPr>
        <w:t>یعنی</w:t>
      </w:r>
      <w:r>
        <w:rPr>
          <w:rtl/>
        </w:rPr>
        <w:t xml:space="preserve"> ”زمانہ کے امام“ اس کا مطلب</w:t>
      </w:r>
      <w:r w:rsidR="008828D8" w:rsidRPr="008828D8">
        <w:rPr>
          <w:rtl/>
        </w:rPr>
        <w:t xml:space="preserve"> یہ </w:t>
      </w:r>
      <w:r w:rsidR="00824A76" w:rsidRPr="00824A76">
        <w:rPr>
          <w:rtl/>
        </w:rPr>
        <w:t xml:space="preserve">ہے </w:t>
      </w:r>
      <w:r>
        <w:rPr>
          <w:rtl/>
        </w:rPr>
        <w:t>کہ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زمانہ </w:t>
      </w:r>
      <w:r w:rsidR="007D2A2F">
        <w:rPr>
          <w:rtl/>
        </w:rPr>
        <w:t xml:space="preserve">میں </w:t>
      </w:r>
      <w:r>
        <w:rPr>
          <w:rtl/>
        </w:rPr>
        <w:t xml:space="preserve"> امام مختلف</w:t>
      </w:r>
      <w:r w:rsidR="000C56D5" w:rsidRPr="000C56D5">
        <w:rPr>
          <w:rtl/>
        </w:rPr>
        <w:t xml:space="preserve"> ہوگا </w:t>
      </w:r>
      <w:r w:rsidR="00B06535" w:rsidRPr="00B06535">
        <w:rPr>
          <w:rtl/>
        </w:rPr>
        <w:t>یا</w:t>
      </w:r>
      <w:r>
        <w:rPr>
          <w:rtl/>
        </w:rPr>
        <w:t xml:space="preserve"> دوسرے الفاظ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D2A2F">
        <w:rPr>
          <w:rtl/>
        </w:rPr>
        <w:t>یو</w:t>
      </w:r>
      <w:r>
        <w:rPr>
          <w:rtl/>
        </w:rPr>
        <w:t>ں</w:t>
      </w:r>
      <w:r w:rsidR="00D74317">
        <w:rPr>
          <w:rtl/>
        </w:rPr>
        <w:t xml:space="preserve"> کہیں </w:t>
      </w:r>
      <w:r>
        <w:rPr>
          <w:rtl/>
        </w:rPr>
        <w:t>کہ</w:t>
      </w:r>
      <w:r w:rsidR="008828D8" w:rsidRPr="008828D8">
        <w:rPr>
          <w:rtl/>
        </w:rPr>
        <w:t xml:space="preserve"> یہ </w:t>
      </w:r>
      <w:r>
        <w:rPr>
          <w:rtl/>
        </w:rPr>
        <w:t>تو امام کے تبد</w:t>
      </w:r>
      <w:r w:rsidR="00576C85">
        <w:rPr>
          <w:rtl/>
        </w:rPr>
        <w:t>یل</w:t>
      </w:r>
      <w:r w:rsidR="008828D8" w:rsidRPr="008828D8">
        <w:rPr>
          <w:rtl/>
        </w:rPr>
        <w:t xml:space="preserve"> ہونے </w:t>
      </w:r>
      <w:r>
        <w:rPr>
          <w:rtl/>
        </w:rPr>
        <w:t>کا ثبوت</w:t>
      </w:r>
      <w:r w:rsidR="00824A76" w:rsidRPr="00824A76">
        <w:rPr>
          <w:rtl/>
        </w:rPr>
        <w:t xml:space="preserve"> ہے </w:t>
      </w:r>
      <w:r>
        <w:rPr>
          <w:rtl/>
        </w:rPr>
        <w:t>جبکہ قرآن تو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زمانے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 w:rsidR="002549D7" w:rsidRPr="002549D7">
        <w:rPr>
          <w:rtl/>
        </w:rPr>
        <w:t xml:space="preserve"> ہی </w:t>
      </w:r>
      <w:r>
        <w:rPr>
          <w:rtl/>
        </w:rPr>
        <w:t>رھا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720096" w:rsidRPr="00720096">
        <w:rPr>
          <w:rtl/>
        </w:rPr>
        <w:t xml:space="preserve"> رہے </w:t>
      </w:r>
      <w:r>
        <w:rPr>
          <w:rtl/>
        </w:rPr>
        <w:t>گا اور اس کتاب خدا کے بدلنے کا کوئ</w:t>
      </w:r>
      <w:r>
        <w:rPr>
          <w:rFonts w:hint="cs"/>
          <w:rtl/>
        </w:rPr>
        <w:t>ی</w:t>
      </w:r>
      <w:r>
        <w:rPr>
          <w:rtl/>
        </w:rPr>
        <w:t xml:space="preserve"> سوال</w:t>
      </w:r>
      <w:r w:rsidR="002549D7" w:rsidRPr="002549D7">
        <w:rPr>
          <w:rtl/>
        </w:rPr>
        <w:t xml:space="preserve"> ہی </w:t>
      </w:r>
      <w:r>
        <w:rPr>
          <w:rtl/>
        </w:rPr>
        <w:t>پ</w:t>
      </w:r>
      <w:r w:rsidR="007D2A2F">
        <w:rPr>
          <w:rtl/>
        </w:rPr>
        <w:t>ید</w:t>
      </w:r>
      <w:r>
        <w:rPr>
          <w:rtl/>
        </w:rPr>
        <w:t xml:space="preserve">ا </w:t>
      </w:r>
      <w:r w:rsidR="002025F2" w:rsidRPr="002025F2">
        <w:rPr>
          <w:rtl/>
        </w:rPr>
        <w:t>نہیں</w:t>
      </w:r>
      <w:r w:rsidR="008828D8" w:rsidRPr="008828D8">
        <w:rPr>
          <w:rtl/>
        </w:rPr>
        <w:t xml:space="preserve"> ہوتا </w:t>
      </w:r>
      <w:r>
        <w:rPr>
          <w:rtl/>
        </w:rPr>
        <w:t>اس بات پر تمام مسلمانوں کا اتفاق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20096" w:rsidRPr="00720096">
        <w:rPr>
          <w:rtl/>
        </w:rPr>
        <w:t>یہی</w:t>
      </w:r>
      <w:r>
        <w:rPr>
          <w:rtl/>
        </w:rPr>
        <w:t xml:space="preserve"> بات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کہہ </w:t>
      </w:r>
      <w:r w:rsidR="00720096" w:rsidRPr="00720096">
        <w:rPr>
          <w:rtl/>
        </w:rPr>
        <w:t>دیا</w:t>
      </w:r>
      <w:r>
        <w:rPr>
          <w:rtl/>
        </w:rPr>
        <w:t xml:space="preserve"> جاتا کہ کتاب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کرو نہ</w:t>
      </w:r>
      <w:r w:rsidR="008828D8" w:rsidRPr="008828D8">
        <w:rPr>
          <w:rtl/>
        </w:rPr>
        <w:t xml:space="preserve"> یہ </w:t>
      </w:r>
      <w:r>
        <w:rPr>
          <w:rtl/>
        </w:rPr>
        <w:t>کہ زمانہ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کرو۔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C1070F" w:rsidP="004D1A48">
      <w:pPr>
        <w:pStyle w:val="Heading2Center"/>
        <w:rPr>
          <w:rtl/>
        </w:rPr>
      </w:pPr>
      <w:bookmarkStart w:id="12" w:name="_Toc502225856"/>
      <w:r w:rsidRPr="00C1070F">
        <w:rPr>
          <w:rFonts w:hint="eastAsia"/>
          <w:rtl/>
        </w:rPr>
        <w:t>حدیث</w:t>
      </w:r>
      <w:r w:rsidR="0042080E">
        <w:rPr>
          <w:rtl/>
        </w:rPr>
        <w:t xml:space="preserve"> شر</w:t>
      </w:r>
      <w:r w:rsidR="00576C85">
        <w:rPr>
          <w:rtl/>
        </w:rPr>
        <w:t>یف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حضرت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سورج سے تشب</w:t>
      </w:r>
      <w:r w:rsidR="00C537D2" w:rsidRPr="00C537D2">
        <w:rPr>
          <w:rtl/>
        </w:rPr>
        <w:t xml:space="preserve">یہ </w:t>
      </w:r>
      <w:r w:rsidR="0042080E">
        <w:rPr>
          <w:rtl/>
        </w:rPr>
        <w:t>:</w:t>
      </w:r>
      <w:bookmarkEnd w:id="12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</w:t>
      </w:r>
      <w:r w:rsidR="00C1070F" w:rsidRPr="00C1070F">
        <w:rPr>
          <w:rtl/>
        </w:rPr>
        <w:t>حدیث</w:t>
      </w:r>
      <w:r>
        <w:rPr>
          <w:rtl/>
        </w:rPr>
        <w:t xml:space="preserve"> شر</w:t>
      </w:r>
      <w:r w:rsidR="00576C85">
        <w:rPr>
          <w:rtl/>
        </w:rPr>
        <w:t>یف</w:t>
      </w:r>
      <w:r>
        <w:rPr>
          <w:rtl/>
        </w:rPr>
        <w:t xml:space="preserve"> کو سمجھنے کے </w:t>
      </w:r>
      <w:r w:rsidR="008828D8" w:rsidRPr="008828D8">
        <w:rPr>
          <w:rtl/>
        </w:rPr>
        <w:t>لیئے</w:t>
      </w:r>
      <w:r>
        <w:rPr>
          <w:rtl/>
        </w:rPr>
        <w:t xml:space="preserve"> جس </w:t>
      </w:r>
      <w:r w:rsidR="007D2A2F">
        <w:rPr>
          <w:rtl/>
        </w:rPr>
        <w:t xml:space="preserve">میں </w:t>
      </w:r>
      <w:r>
        <w:rPr>
          <w:rtl/>
        </w:rPr>
        <w:t xml:space="preserve"> حضرت </w:t>
      </w:r>
      <w:r w:rsidR="004617D9" w:rsidRPr="004617D9">
        <w:rPr>
          <w:rtl/>
        </w:rPr>
        <w:t>بقیة</w:t>
      </w:r>
      <w:r>
        <w:rPr>
          <w:rtl/>
        </w:rPr>
        <w:t xml:space="preserve"> اللہ الاعظم (عج) کوسورج سے تشب</w:t>
      </w:r>
      <w:r w:rsidR="00C537D2" w:rsidRPr="00C537D2">
        <w:rPr>
          <w:rtl/>
        </w:rPr>
        <w:t xml:space="preserve">یہ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سورج کے کردار پر </w:t>
      </w:r>
      <w:r w:rsidR="000C56D5" w:rsidRPr="000C56D5">
        <w:rPr>
          <w:rtl/>
        </w:rPr>
        <w:t>ایک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ھمارا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>(سولر س</w:t>
      </w:r>
      <w:r w:rsidR="00A900AD">
        <w:rPr>
          <w:rtl/>
        </w:rPr>
        <w:t>یس</w:t>
      </w:r>
      <w:r>
        <w:rPr>
          <w:rtl/>
        </w:rPr>
        <w:t xml:space="preserve">ٹم) اگرچہ کائنات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نا</w:t>
      </w:r>
      <w:r w:rsidR="00B06535" w:rsidRPr="00B06535">
        <w:rPr>
          <w:rtl/>
        </w:rPr>
        <w:t>چیز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رکھتا</w:t>
      </w:r>
      <w:r w:rsidR="00824A76" w:rsidRPr="00824A76">
        <w:rPr>
          <w:rtl/>
        </w:rPr>
        <w:t xml:space="preserve"> ہے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 w:rsidR="00576C85">
        <w:rPr>
          <w:rtl/>
        </w:rPr>
        <w:t>یق</w:t>
      </w:r>
      <w:r>
        <w:rPr>
          <w:rtl/>
        </w:rPr>
        <w:t xml:space="preserve"> کے مطابق </w:t>
      </w:r>
      <w:r>
        <w:rPr>
          <w:rtl/>
          <w:lang w:bidi="fa-IR"/>
        </w:rPr>
        <w:t>۰۰۰،۳۰</w:t>
      </w:r>
      <w:r>
        <w:rPr>
          <w:rtl/>
        </w:rPr>
        <w:t xml:space="preserve"> سے </w:t>
      </w:r>
      <w:r w:rsidR="004617D9" w:rsidRPr="004617D9">
        <w:rPr>
          <w:rtl/>
        </w:rPr>
        <w:t>زیادہ</w:t>
      </w:r>
      <w:r>
        <w:rPr>
          <w:rtl/>
        </w:rPr>
        <w:t xml:space="preserve"> منظومہ کا انکشاف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>
        <w:rPr>
          <w:rtl/>
        </w:rPr>
        <w:t>جبکہ</w:t>
      </w:r>
      <w:r w:rsidR="008828D8" w:rsidRPr="008828D8">
        <w:rPr>
          <w:rtl/>
        </w:rPr>
        <w:t xml:space="preserve"> یہ </w:t>
      </w:r>
      <w:r>
        <w:rPr>
          <w:rtl/>
        </w:rPr>
        <w:t>جستجو اور تحق</w:t>
      </w:r>
      <w:r w:rsidR="00576C85">
        <w:rPr>
          <w:rtl/>
        </w:rPr>
        <w:t>یق</w:t>
      </w:r>
      <w:r>
        <w:rPr>
          <w:rtl/>
        </w:rPr>
        <w:t xml:space="preserve"> </w:t>
      </w:r>
      <w:r w:rsidR="00025F9A" w:rsidRPr="00025F9A">
        <w:rPr>
          <w:rtl/>
        </w:rPr>
        <w:t>ہمیش</w:t>
      </w:r>
      <w:r>
        <w:rPr>
          <w:rtl/>
        </w:rPr>
        <w:t>ہ جار</w:t>
      </w:r>
      <w:r>
        <w:rPr>
          <w:rFonts w:hint="cs"/>
          <w:rtl/>
        </w:rPr>
        <w:t>ی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با وجود اسکے کہ اس </w:t>
      </w:r>
      <w:r w:rsidR="008828D8" w:rsidRPr="008828D8">
        <w:rPr>
          <w:rtl/>
        </w:rPr>
        <w:t>عظیم</w:t>
      </w:r>
      <w:r>
        <w:rPr>
          <w:rtl/>
        </w:rPr>
        <w:t xml:space="preserve"> خلقت خداوند متعال کو د</w:t>
      </w:r>
      <w:r w:rsidR="007D2A2F">
        <w:rPr>
          <w:rtl/>
        </w:rPr>
        <w:t>یک</w:t>
      </w:r>
      <w:r>
        <w:rPr>
          <w:rtl/>
        </w:rPr>
        <w:t>ھ کر</w:t>
      </w:r>
      <w:r w:rsidR="002549D7" w:rsidRPr="002549D7">
        <w:rPr>
          <w:rtl/>
        </w:rPr>
        <w:t>ہمارے</w:t>
      </w:r>
      <w:r>
        <w:rPr>
          <w:rtl/>
        </w:rPr>
        <w:t xml:space="preserve"> منظومہ شمس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حیثیت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44F9" w:rsidRPr="007844F9">
        <w:rPr>
          <w:rtl/>
        </w:rPr>
        <w:t>لیکن</w:t>
      </w:r>
      <w:r>
        <w:rPr>
          <w:rtl/>
        </w:rPr>
        <w:t xml:space="preserve"> </w:t>
      </w:r>
      <w:r w:rsidR="001E3FC4" w:rsidRPr="001E3FC4">
        <w:rPr>
          <w:rtl/>
        </w:rPr>
        <w:t>کیونکہ</w:t>
      </w:r>
      <w:r w:rsidR="00824A76" w:rsidRPr="00824A76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منظومہ سے </w:t>
      </w:r>
      <w:r w:rsidR="004617D9" w:rsidRPr="004617D9">
        <w:rPr>
          <w:rtl/>
        </w:rPr>
        <w:t>زیادہ</w:t>
      </w:r>
      <w:r>
        <w:rPr>
          <w:rtl/>
        </w:rPr>
        <w:t xml:space="preserve"> </w:t>
      </w:r>
      <w:r w:rsidR="00296C60">
        <w:rPr>
          <w:rtl/>
        </w:rPr>
        <w:t>ما</w:t>
      </w:r>
      <w:r>
        <w:rPr>
          <w:rFonts w:hint="eastAsia"/>
          <w:rtl/>
        </w:rPr>
        <w:t>نوس</w:t>
      </w:r>
      <w:r w:rsidR="000C56D5" w:rsidRPr="000C56D5">
        <w:rPr>
          <w:rtl/>
        </w:rPr>
        <w:t xml:space="preserve"> ہیں </w:t>
      </w:r>
      <w:r>
        <w:rPr>
          <w:rtl/>
        </w:rPr>
        <w:t>لہذا اس</w:t>
      </w:r>
      <w:r>
        <w:rPr>
          <w:rFonts w:hint="cs"/>
          <w:rtl/>
        </w:rPr>
        <w:t>ی</w:t>
      </w:r>
      <w:r>
        <w:rPr>
          <w:rtl/>
        </w:rPr>
        <w:t xml:space="preserve"> کو مع</w:t>
      </w:r>
      <w:r w:rsidR="00720096" w:rsidRPr="00720096">
        <w:rPr>
          <w:rtl/>
        </w:rPr>
        <w:t>یار</w:t>
      </w:r>
      <w:r>
        <w:rPr>
          <w:rtl/>
        </w:rPr>
        <w:t xml:space="preserve"> گفتگو قرار </w:t>
      </w:r>
      <w:r w:rsidR="004617D9" w:rsidRPr="004617D9">
        <w:rPr>
          <w:rtl/>
        </w:rPr>
        <w:t>دیں</w:t>
      </w:r>
      <w:r>
        <w:rPr>
          <w:rtl/>
        </w:rPr>
        <w:t xml:space="preserve"> گے۔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کے گرد متعدد س</w:t>
      </w:r>
      <w:r w:rsidR="00720096" w:rsidRPr="00720096">
        <w:rPr>
          <w:rtl/>
        </w:rPr>
        <w:t>یار</w:t>
      </w:r>
      <w:r>
        <w:rPr>
          <w:rtl/>
        </w:rPr>
        <w:t xml:space="preserve">ے مسلسل گردش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</w:t>
      </w:r>
      <w:r w:rsidR="00576C85">
        <w:rPr>
          <w:rFonts w:hint="eastAsia"/>
          <w:rtl/>
        </w:rPr>
        <w:t>یں</w:t>
      </w:r>
      <w:r>
        <w:rPr>
          <w:rtl/>
        </w:rPr>
        <w:t xml:space="preserve"> جس </w:t>
      </w:r>
      <w:r w:rsidR="007D2A2F">
        <w:rPr>
          <w:rtl/>
        </w:rPr>
        <w:t xml:space="preserve">میں </w:t>
      </w:r>
      <w:r>
        <w:rPr>
          <w:rtl/>
        </w:rPr>
        <w:t xml:space="preserve"> سے ت</w:t>
      </w:r>
      <w:r w:rsidR="00A900AD">
        <w:rPr>
          <w:rtl/>
        </w:rPr>
        <w:t>یس</w:t>
      </w:r>
      <w:r>
        <w:rPr>
          <w:rtl/>
        </w:rPr>
        <w:t>را نمبر</w:t>
      </w:r>
      <w:r w:rsidR="002549D7" w:rsidRPr="002549D7">
        <w:rPr>
          <w:rtl/>
        </w:rPr>
        <w:t xml:space="preserve"> ہماری </w:t>
      </w:r>
      <w:r w:rsidR="004617D9" w:rsidRPr="004617D9">
        <w:rPr>
          <w:rtl/>
        </w:rPr>
        <w:t>زمین</w:t>
      </w:r>
      <w:r>
        <w:rPr>
          <w:rtl/>
        </w:rPr>
        <w:t xml:space="preserve"> کا آتا</w:t>
      </w:r>
      <w:r w:rsidR="00824A76" w:rsidRPr="00824A76">
        <w:rPr>
          <w:rtl/>
        </w:rPr>
        <w:t xml:space="preserve"> ہے</w:t>
      </w:r>
      <w:r w:rsidR="002549D7" w:rsidRPr="002549D7">
        <w:rPr>
          <w:rtl/>
        </w:rPr>
        <w:t xml:space="preserve"> ہماری</w:t>
      </w:r>
      <w:r w:rsidR="008828D8" w:rsidRPr="008828D8">
        <w:rPr>
          <w:rtl/>
        </w:rPr>
        <w:t xml:space="preserve"> یہ </w:t>
      </w:r>
      <w:r w:rsidR="004617D9" w:rsidRPr="004617D9">
        <w:rPr>
          <w:rtl/>
        </w:rPr>
        <w:t>زمین</w:t>
      </w:r>
      <w:r>
        <w:rPr>
          <w:rtl/>
        </w:rPr>
        <w:t xml:space="preserve"> </w:t>
      </w:r>
      <w:r>
        <w:rPr>
          <w:rtl/>
          <w:lang w:bidi="fa-IR"/>
        </w:rPr>
        <w:t>۵۹۵۵</w:t>
      </w:r>
      <w:r>
        <w:rPr>
          <w:rtl/>
        </w:rPr>
        <w:t xml:space="preserve"> بل</w:t>
      </w:r>
      <w:r w:rsidR="00576C85">
        <w:rPr>
          <w:rtl/>
        </w:rPr>
        <w:t>ین</w:t>
      </w:r>
      <w:r>
        <w:rPr>
          <w:rtl/>
        </w:rPr>
        <w:t xml:space="preserve"> ٹن وزن کے ساتھ چار ہزار مل</w:t>
      </w:r>
      <w:r w:rsidR="00576C85">
        <w:rPr>
          <w:rtl/>
        </w:rPr>
        <w:t>ین</w:t>
      </w:r>
      <w:r>
        <w:rPr>
          <w:rtl/>
        </w:rPr>
        <w:t xml:space="preserve"> سال سے </w:t>
      </w:r>
      <w:r>
        <w:rPr>
          <w:rtl/>
          <w:lang w:bidi="fa-IR"/>
        </w:rPr>
        <w:t>۱۰۶۲۰۰</w:t>
      </w:r>
      <w:r>
        <w:rPr>
          <w:rtl/>
        </w:rPr>
        <w:t xml:space="preserve"> ک</w:t>
      </w:r>
      <w:r w:rsidR="00576C85">
        <w:rPr>
          <w:rtl/>
        </w:rPr>
        <w:t>یل</w:t>
      </w:r>
      <w:r>
        <w:rPr>
          <w:rtl/>
        </w:rPr>
        <w:t>وم</w:t>
      </w:r>
      <w:r w:rsidR="00A900AD">
        <w:rPr>
          <w:rtl/>
        </w:rPr>
        <w:t>یٹ</w:t>
      </w:r>
      <w:r>
        <w:rPr>
          <w:rtl/>
        </w:rPr>
        <w:t>ر ف</w:t>
      </w:r>
      <w:r>
        <w:rPr>
          <w:rFonts w:hint="cs"/>
          <w:rtl/>
        </w:rPr>
        <w:t>ی</w:t>
      </w:r>
      <w:r>
        <w:rPr>
          <w:rtl/>
        </w:rPr>
        <w:t xml:space="preserve"> گھنٹہ ک</w:t>
      </w:r>
      <w:r>
        <w:rPr>
          <w:rFonts w:hint="cs"/>
          <w:rtl/>
        </w:rPr>
        <w:t>ی</w:t>
      </w:r>
      <w:r>
        <w:rPr>
          <w:rtl/>
        </w:rPr>
        <w:t xml:space="preserve"> رفتار سے سورج کے گرد گھوم 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اس کے باوجود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مدار سے خارج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وجہ وہ جاذبہ اور کشش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سورج </w:t>
      </w:r>
      <w:r w:rsidR="007D2A2F">
        <w:rPr>
          <w:rtl/>
        </w:rPr>
        <w:t xml:space="preserve">میں </w:t>
      </w:r>
      <w:r w:rsidR="00F369ED" w:rsidRPr="00F369ED">
        <w:rPr>
          <w:rFonts w:hint="eastAsia"/>
          <w:rtl/>
        </w:rPr>
        <w:t>پایا</w:t>
      </w:r>
      <w:r>
        <w:rPr>
          <w:rtl/>
        </w:rPr>
        <w:t xml:space="preserve"> جاتا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جو </w:t>
      </w:r>
      <w:r w:rsidR="004617D9" w:rsidRPr="004617D9">
        <w:rPr>
          <w:rtl/>
        </w:rPr>
        <w:t>زمین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جانب کھ</w:t>
      </w:r>
      <w:r w:rsidR="00576C85">
        <w:rPr>
          <w:rtl/>
        </w:rPr>
        <w:t>ین</w:t>
      </w:r>
      <w:r>
        <w:rPr>
          <w:rtl/>
        </w:rPr>
        <w:t>چتا</w:t>
      </w:r>
      <w:r w:rsidR="00824A76" w:rsidRPr="00824A76">
        <w:rPr>
          <w:rtl/>
        </w:rPr>
        <w:t xml:space="preserve"> ہے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 w:rsidR="004617D9" w:rsidRPr="004617D9">
        <w:rPr>
          <w:rtl/>
        </w:rPr>
        <w:t>زمین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وہ قدرت</w:t>
      </w:r>
      <w:r w:rsidR="00824A76" w:rsidRPr="00824A76">
        <w:rPr>
          <w:rtl/>
        </w:rPr>
        <w:t xml:space="preserve"> ہے </w:t>
      </w:r>
      <w:r>
        <w:rPr>
          <w:rtl/>
        </w:rPr>
        <w:t>کہ جو مسلسل اپنے مرکز(سورج) سے دور</w:t>
      </w:r>
      <w:r w:rsidR="008828D8" w:rsidRPr="008828D8">
        <w:rPr>
          <w:rtl/>
        </w:rPr>
        <w:t xml:space="preserve"> ہونے </w:t>
      </w:r>
      <w:r>
        <w:rPr>
          <w:rtl/>
        </w:rPr>
        <w:t>کے اوپر صرف کررھ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ہے۔</w:t>
      </w:r>
      <w:r>
        <w:rPr>
          <w:rtl/>
        </w:rPr>
        <w:t>انھ</w:t>
      </w:r>
      <w:r>
        <w:rPr>
          <w:rFonts w:hint="cs"/>
          <w:rtl/>
        </w:rPr>
        <w:t>ی</w:t>
      </w:r>
      <w:r>
        <w:rPr>
          <w:rtl/>
        </w:rPr>
        <w:t xml:space="preserve"> دونوں قوتوں اور کشش کا </w:t>
      </w:r>
      <w:r w:rsidR="00042197" w:rsidRPr="00042197">
        <w:rPr>
          <w:rtl/>
        </w:rPr>
        <w:t>نتیجہ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4617D9" w:rsidRPr="004617D9">
        <w:rPr>
          <w:rtl/>
        </w:rPr>
        <w:t>زمین</w:t>
      </w:r>
      <w:r>
        <w:rPr>
          <w:rtl/>
        </w:rPr>
        <w:t xml:space="preserve"> اپنے مدار </w:t>
      </w:r>
      <w:r w:rsidR="007D2A2F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سورج اپن</w:t>
      </w:r>
      <w:r>
        <w:rPr>
          <w:rFonts w:hint="cs"/>
          <w:rtl/>
        </w:rPr>
        <w:t>ی</w:t>
      </w:r>
      <w:r>
        <w:rPr>
          <w:rtl/>
        </w:rPr>
        <w:t xml:space="preserve"> کشش کو روک لے تو</w:t>
      </w:r>
      <w:r w:rsidR="008828D8" w:rsidRPr="008828D8">
        <w:rPr>
          <w:rtl/>
        </w:rPr>
        <w:t xml:space="preserve"> یہ </w:t>
      </w:r>
      <w:r w:rsidR="004617D9" w:rsidRPr="004617D9">
        <w:rPr>
          <w:rtl/>
        </w:rPr>
        <w:t>زمین</w:t>
      </w:r>
      <w:r>
        <w:rPr>
          <w:rtl/>
        </w:rPr>
        <w:t xml:space="preserve"> اپنے مدار سے خارج</w:t>
      </w:r>
      <w:r w:rsidR="008828D8" w:rsidRPr="008828D8">
        <w:rPr>
          <w:rtl/>
        </w:rPr>
        <w:t xml:space="preserve"> ہونے </w:t>
      </w:r>
      <w:r>
        <w:rPr>
          <w:rtl/>
        </w:rPr>
        <w:t>کے بعد دوسرے س</w:t>
      </w:r>
      <w:r w:rsidR="00720096" w:rsidRPr="00720096">
        <w:rPr>
          <w:rtl/>
        </w:rPr>
        <w:t>یار</w:t>
      </w:r>
      <w:r>
        <w:rPr>
          <w:rtl/>
        </w:rPr>
        <w:t>وں سے ٹکرا کر ر</w:t>
      </w:r>
      <w:r w:rsidR="00576C85">
        <w:rPr>
          <w:rtl/>
        </w:rPr>
        <w:t>یز</w:t>
      </w:r>
      <w:r>
        <w:rPr>
          <w:rtl/>
        </w:rPr>
        <w:t>ہ ر</w:t>
      </w:r>
      <w:r w:rsidR="00576C85">
        <w:rPr>
          <w:rtl/>
        </w:rPr>
        <w:t>یز</w:t>
      </w:r>
      <w:r>
        <w:rPr>
          <w:rtl/>
        </w:rPr>
        <w:t xml:space="preserve">ہ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اگر </w:t>
      </w:r>
      <w:r w:rsidR="004617D9" w:rsidRPr="004617D9">
        <w:rPr>
          <w:rtl/>
        </w:rPr>
        <w:t>زمین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دافعہ کو </w:t>
      </w:r>
      <w:r w:rsidR="000C56D5" w:rsidRPr="000C56D5">
        <w:rPr>
          <w:rtl/>
        </w:rPr>
        <w:t>ایک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ختم کرلے تو سورج سے جا ٹکرائے گ</w:t>
      </w:r>
      <w:r>
        <w:rPr>
          <w:rFonts w:hint="cs"/>
          <w:rtl/>
        </w:rPr>
        <w:t>ی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سورج جو </w:t>
      </w:r>
      <w:r>
        <w:rPr>
          <w:rtl/>
          <w:lang w:bidi="fa-IR"/>
        </w:rPr>
        <w:t>۳</w:t>
      </w:r>
      <w:r>
        <w:rPr>
          <w:rtl/>
        </w:rPr>
        <w:t>،مل</w:t>
      </w:r>
      <w:r w:rsidR="00576C85">
        <w:rPr>
          <w:rtl/>
        </w:rPr>
        <w:t>ین</w:t>
      </w:r>
      <w:r>
        <w:rPr>
          <w:rtl/>
        </w:rPr>
        <w:t xml:space="preserve"> اور </w:t>
      </w:r>
      <w:r>
        <w:rPr>
          <w:rtl/>
          <w:lang w:bidi="fa-IR"/>
        </w:rPr>
        <w:t>۳۳۰</w:t>
      </w:r>
      <w:r>
        <w:rPr>
          <w:rtl/>
        </w:rPr>
        <w:t xml:space="preserve"> ہزار </w:t>
      </w:r>
      <w:r w:rsidR="004617D9" w:rsidRPr="004617D9">
        <w:rPr>
          <w:rtl/>
        </w:rPr>
        <w:t>زمین</w:t>
      </w:r>
      <w:r>
        <w:rPr>
          <w:rtl/>
        </w:rPr>
        <w:t xml:space="preserve"> کے برابر وزن رکھتا</w:t>
      </w:r>
      <w:r w:rsidR="00824A76" w:rsidRPr="00824A76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4617D9" w:rsidRPr="004617D9">
        <w:rPr>
          <w:rtl/>
        </w:rPr>
        <w:t>زمین</w:t>
      </w:r>
      <w:r>
        <w:rPr>
          <w:rtl/>
        </w:rPr>
        <w:t xml:space="preserve"> کا نام و نشان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گا۔ </w:t>
      </w:r>
    </w:p>
    <w:p w:rsidR="0042080E" w:rsidRDefault="00720096" w:rsidP="0042080E">
      <w:pPr>
        <w:pStyle w:val="libNormal"/>
        <w:rPr>
          <w:rtl/>
        </w:rPr>
      </w:pPr>
      <w:r w:rsidRPr="00720096">
        <w:rPr>
          <w:rFonts w:hint="eastAsia"/>
          <w:rtl/>
        </w:rPr>
        <w:t>حیات</w:t>
      </w:r>
      <w:r w:rsidR="0042080E">
        <w:rPr>
          <w:rtl/>
        </w:rPr>
        <w:t xml:space="preserve"> اور بقاء </w:t>
      </w:r>
      <w:r w:rsidR="004617D9" w:rsidRPr="004617D9">
        <w:rPr>
          <w:rtl/>
        </w:rPr>
        <w:t>زمین</w:t>
      </w:r>
      <w:r w:rsidR="0042080E">
        <w:rPr>
          <w:rtl/>
        </w:rPr>
        <w:t xml:space="preserve"> اس پر متوقف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 xml:space="preserve">کہ </w:t>
      </w:r>
      <w:r w:rsidR="004617D9" w:rsidRPr="004617D9">
        <w:rPr>
          <w:rtl/>
        </w:rPr>
        <w:t>زمین</w:t>
      </w:r>
      <w:r w:rsidR="0042080E">
        <w:rPr>
          <w:rtl/>
        </w:rPr>
        <w:t xml:space="preserve"> اور سورج مسلسل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قوت دافعہ اور جاذبہ کو برقرار رکھ</w:t>
      </w:r>
      <w:r w:rsidR="00576C85">
        <w:rPr>
          <w:rtl/>
        </w:rPr>
        <w:t>یں</w:t>
      </w:r>
      <w:r w:rsidR="0042080E">
        <w:rPr>
          <w:rtl/>
        </w:rPr>
        <w:t xml:space="preserve"> اگر</w:t>
      </w:r>
      <w:r w:rsidR="008828D8" w:rsidRPr="008828D8">
        <w:rPr>
          <w:rtl/>
        </w:rPr>
        <w:t xml:space="preserve"> یہ </w:t>
      </w:r>
      <w:r w:rsidR="0042080E">
        <w:rPr>
          <w:rtl/>
        </w:rPr>
        <w:t>رابطہ لمحہ بھر کے لئے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منقطع </w:t>
      </w:r>
      <w:r w:rsidR="00042197" w:rsidRPr="00042197">
        <w:rPr>
          <w:rtl/>
        </w:rPr>
        <w:t xml:space="preserve">ہوجائے </w:t>
      </w:r>
      <w:r w:rsidR="0042080E">
        <w:rPr>
          <w:rtl/>
        </w:rPr>
        <w:t xml:space="preserve"> تو 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وقت </w:t>
      </w:r>
      <w:r w:rsidR="004617D9" w:rsidRPr="004617D9">
        <w:rPr>
          <w:rtl/>
        </w:rPr>
        <w:t>زمین</w:t>
      </w:r>
      <w:r w:rsidR="0042080E">
        <w:rPr>
          <w:rtl/>
        </w:rPr>
        <w:t xml:space="preserve"> کا وجود عدم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بدل جائے گا۔سورج کا کردار </w:t>
      </w:r>
      <w:r w:rsidR="004617D9" w:rsidRPr="004617D9">
        <w:rPr>
          <w:rtl/>
        </w:rPr>
        <w:t>زمین</w:t>
      </w:r>
      <w:r w:rsidR="0042080E">
        <w:rPr>
          <w:rtl/>
        </w:rPr>
        <w:t xml:space="preserve"> اور منظومہ شمس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دوسرے س</w:t>
      </w:r>
      <w:r w:rsidRPr="00720096">
        <w:rPr>
          <w:rtl/>
        </w:rPr>
        <w:t>یار</w:t>
      </w:r>
      <w:r w:rsidR="0042080E">
        <w:rPr>
          <w:rtl/>
        </w:rPr>
        <w:t>وں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بقاء کے </w:t>
      </w:r>
      <w:r w:rsidR="008828D8" w:rsidRPr="008828D8">
        <w:rPr>
          <w:rtl/>
        </w:rPr>
        <w:t>لیئے</w:t>
      </w:r>
      <w:r w:rsidR="0042080E">
        <w:rPr>
          <w:rtl/>
        </w:rPr>
        <w:t xml:space="preserve"> </w:t>
      </w:r>
      <w:r w:rsidR="0042080E">
        <w:rPr>
          <w:rFonts w:hint="eastAsia"/>
          <w:rtl/>
        </w:rPr>
        <w:t>بن</w:t>
      </w:r>
      <w:r w:rsidRPr="00720096">
        <w:rPr>
          <w:rFonts w:hint="eastAsia"/>
          <w:rtl/>
        </w:rPr>
        <w:t>یاد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4617D9" w:rsidRPr="004617D9">
        <w:rPr>
          <w:rtl/>
        </w:rPr>
        <w:t>حیثیت</w:t>
      </w:r>
      <w:r w:rsidR="0042080E">
        <w:rPr>
          <w:rtl/>
        </w:rPr>
        <w:t xml:space="preserve"> رکھتا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کائنات </w:t>
      </w:r>
      <w:r w:rsidR="007D2A2F">
        <w:rPr>
          <w:rtl/>
        </w:rPr>
        <w:t xml:space="preserve">میں </w:t>
      </w:r>
      <w:r>
        <w:rPr>
          <w:rtl/>
        </w:rPr>
        <w:t xml:space="preserve"> جھان </w:t>
      </w:r>
      <w:r w:rsidR="00720096" w:rsidRPr="00720096">
        <w:rPr>
          <w:rtl/>
        </w:rPr>
        <w:t>ہستی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مرکز</w:t>
      </w:r>
      <w:r>
        <w:rPr>
          <w:rFonts w:hint="cs"/>
          <w:rtl/>
        </w:rPr>
        <w:t>ی</w:t>
      </w:r>
      <w:r>
        <w:rPr>
          <w:rtl/>
        </w:rPr>
        <w:t xml:space="preserve"> کردار امام زمانہ(عج) کا</w:t>
      </w:r>
      <w:r w:rsidR="00824A76" w:rsidRPr="00824A76">
        <w:rPr>
          <w:rtl/>
        </w:rPr>
        <w:t xml:space="preserve"> ہے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جھان </w:t>
      </w:r>
      <w:r w:rsidR="00720096" w:rsidRPr="00720096">
        <w:rPr>
          <w:rtl/>
        </w:rPr>
        <w:t>ہستی</w:t>
      </w:r>
      <w:r>
        <w:rPr>
          <w:rtl/>
        </w:rPr>
        <w:t xml:space="preserve"> اپنے محور اور مرکز حضرت حجّت(عج)کے گرد گردِش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اگر </w:t>
      </w:r>
      <w:r w:rsidR="000C56D5" w:rsidRPr="000C56D5">
        <w:rPr>
          <w:rtl/>
        </w:rPr>
        <w:t>ایک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رابطہ منقطع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 سب کے سب فوراً </w:t>
      </w:r>
      <w:r w:rsidR="00025F9A" w:rsidRPr="00025F9A">
        <w:rPr>
          <w:rtl/>
        </w:rPr>
        <w:t>ہلاک</w:t>
      </w:r>
      <w:r>
        <w:rPr>
          <w:rtl/>
        </w:rPr>
        <w:t xml:space="preserve"> </w:t>
      </w:r>
      <w:r w:rsidR="00C1070F" w:rsidRPr="00C1070F">
        <w:rPr>
          <w:rtl/>
        </w:rPr>
        <w:t xml:space="preserve">ہوجائیں </w:t>
      </w:r>
      <w:r>
        <w:rPr>
          <w:rtl/>
        </w:rPr>
        <w:t>گے۔حجّت خدا کا صرف موجود</w:t>
      </w:r>
      <w:r w:rsidR="008828D8" w:rsidRPr="008828D8">
        <w:rPr>
          <w:rtl/>
        </w:rPr>
        <w:t xml:space="preserve"> ہونا </w:t>
      </w:r>
      <w:r w:rsidR="002549D7" w:rsidRPr="002549D7">
        <w:rPr>
          <w:rtl/>
        </w:rPr>
        <w:t xml:space="preserve">ہی </w:t>
      </w:r>
      <w:r>
        <w:rPr>
          <w:rtl/>
        </w:rPr>
        <w:t>بقاء زندگ</w:t>
      </w:r>
      <w:r>
        <w:rPr>
          <w:rFonts w:hint="cs"/>
          <w:rtl/>
        </w:rPr>
        <w:t>ی</w:t>
      </w:r>
      <w:r>
        <w:rPr>
          <w:rtl/>
        </w:rPr>
        <w:t xml:space="preserve"> کے لئے کاف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اگر</w:t>
      </w:r>
      <w:r w:rsidR="008828D8" w:rsidRPr="008828D8">
        <w:rPr>
          <w:rtl/>
        </w:rPr>
        <w:t xml:space="preserve"> یہ </w:t>
      </w:r>
      <w:r>
        <w:rPr>
          <w:rtl/>
        </w:rPr>
        <w:t>حجّت نہ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تو کائنات فنا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 w:rsidR="007D2A2F">
        <w:rPr>
          <w:rtl/>
        </w:rPr>
        <w:t>ید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DE4B57" w:rsidRPr="00DE4B57">
        <w:rPr>
          <w:rtl/>
        </w:rPr>
        <w:t xml:space="preserve"> ہوئی</w:t>
      </w:r>
      <w:r w:rsidR="000C56D5" w:rsidRPr="000C56D5">
        <w:rPr>
          <w:rtl/>
        </w:rPr>
        <w:t xml:space="preserve"> ہیں </w:t>
      </w:r>
      <w:r w:rsidR="00824A76" w:rsidRPr="00824A76">
        <w:rPr>
          <w:rtl/>
        </w:rPr>
        <w:t xml:space="preserve">ہم </w:t>
      </w:r>
      <w:r>
        <w:rPr>
          <w:rtl/>
        </w:rPr>
        <w:t xml:space="preserve">نمونہ کے طورپر چند </w:t>
      </w:r>
      <w:r w:rsidR="000C56D5" w:rsidRPr="000C56D5">
        <w:rPr>
          <w:rtl/>
        </w:rPr>
        <w:t>ایک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3" w:name="_Toc502225857"/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3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علےھماالسلام سے فرماتے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E860B1">
        <w:rPr>
          <w:rStyle w:val="libArabicChar"/>
          <w:rFonts w:hint="eastAsia"/>
          <w:rtl/>
        </w:rPr>
        <w:t>”</w:t>
      </w:r>
      <w:r w:rsidRPr="00E860B1">
        <w:rPr>
          <w:rStyle w:val="libArabicChar"/>
          <w:rtl/>
        </w:rPr>
        <w:t xml:space="preserve"> ان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و احد عشر من ولد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و انت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ا عل</w:t>
      </w:r>
      <w:r w:rsidRPr="00E860B1">
        <w:rPr>
          <w:rStyle w:val="libArabicChar"/>
          <w:rFonts w:hint="cs"/>
          <w:rtl/>
        </w:rPr>
        <w:t>یّ</w:t>
      </w:r>
      <w:r w:rsidRPr="00E860B1">
        <w:rPr>
          <w:rStyle w:val="libArabicChar"/>
          <w:rtl/>
        </w:rPr>
        <w:t xml:space="preserve"> زرُّ الارض بنا اوتد الل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الارض ان تس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Fonts w:hint="eastAsia"/>
          <w:rtl/>
        </w:rPr>
        <w:t>خ</w:t>
      </w:r>
      <w:r w:rsidRPr="00E860B1">
        <w:rPr>
          <w:rStyle w:val="libArabicChar"/>
          <w:rtl/>
        </w:rPr>
        <w:t xml:space="preserve"> با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فاذا 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ب الاثنا عشر ف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ولد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ساخت الارض با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ا </w:t>
      </w:r>
      <w:r w:rsidRPr="00E860B1">
        <w:rPr>
          <w:rStyle w:val="libArabicChar"/>
          <w:rtl/>
        </w:rPr>
        <w:t xml:space="preserve">و لم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نظروا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D2A2F">
        <w:rPr>
          <w:rFonts w:hint="eastAsia"/>
          <w:rtl/>
        </w:rPr>
        <w:t xml:space="preserve">میں </w:t>
      </w:r>
      <w:r>
        <w:rPr>
          <w:rtl/>
        </w:rPr>
        <w:t xml:space="preserve"> اور </w:t>
      </w:r>
      <w:r w:rsidR="007D2A2F">
        <w:rPr>
          <w:rtl/>
        </w:rPr>
        <w:t>میر</w:t>
      </w:r>
      <w:r>
        <w:rPr>
          <w:rtl/>
        </w:rPr>
        <w:t xml:space="preserve">ے اولادوں </w:t>
      </w:r>
      <w:r w:rsidR="007D2A2F">
        <w:rPr>
          <w:rtl/>
        </w:rPr>
        <w:t xml:space="preserve">میں </w:t>
      </w:r>
      <w:r>
        <w:rPr>
          <w:rtl/>
        </w:rPr>
        <w:t xml:space="preserve"> سے </w:t>
      </w:r>
      <w:r w:rsidR="008828D8" w:rsidRPr="008828D8">
        <w:rPr>
          <w:rtl/>
        </w:rPr>
        <w:t>گیا</w:t>
      </w:r>
      <w:r>
        <w:rPr>
          <w:rtl/>
        </w:rPr>
        <w:t>رہ آدم</w:t>
      </w:r>
      <w:r>
        <w:rPr>
          <w:rFonts w:hint="cs"/>
          <w:rtl/>
        </w:rPr>
        <w:t>ی</w:t>
      </w:r>
      <w:r>
        <w:rPr>
          <w:rtl/>
        </w:rPr>
        <w:t xml:space="preserve"> اور تم اے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کے لنگر</w:t>
      </w:r>
      <w:r w:rsidR="000C56D5" w:rsidRPr="000C56D5">
        <w:rPr>
          <w:rtl/>
        </w:rPr>
        <w:t xml:space="preserve"> ہیں </w:t>
      </w:r>
      <w:r w:rsidR="002549D7" w:rsidRPr="002549D7">
        <w:rPr>
          <w:rtl/>
        </w:rPr>
        <w:t>ہمارے</w:t>
      </w:r>
      <w:r>
        <w:rPr>
          <w:rtl/>
        </w:rPr>
        <w:t xml:space="preserve"> توسط سے خداوند عالم نے </w:t>
      </w:r>
      <w:r w:rsidR="004617D9" w:rsidRPr="004617D9">
        <w:rPr>
          <w:rtl/>
        </w:rPr>
        <w:t>زمین</w:t>
      </w:r>
      <w:r>
        <w:rPr>
          <w:rtl/>
        </w:rPr>
        <w:t xml:space="preserve"> کو بچا </w:t>
      </w:r>
      <w:r w:rsidR="00D74317">
        <w:rPr>
          <w:rtl/>
        </w:rPr>
        <w:t>رکھا</w:t>
      </w:r>
      <w:r w:rsidR="00824A76" w:rsidRPr="00824A76">
        <w:rPr>
          <w:rtl/>
        </w:rPr>
        <w:t xml:space="preserve"> ہے </w:t>
      </w:r>
      <w:r>
        <w:rPr>
          <w:rtl/>
        </w:rPr>
        <w:t>وہ اپنے اوپر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نگل نہ سکے پھر جب ھمارا با</w:t>
      </w:r>
      <w:r w:rsidR="00D74317">
        <w:rPr>
          <w:rtl/>
        </w:rPr>
        <w:t>رہو</w:t>
      </w:r>
      <w:r>
        <w:rPr>
          <w:rtl/>
        </w:rPr>
        <w:t xml:space="preserve">اں اس </w:t>
      </w:r>
      <w:r w:rsidR="004617D9" w:rsidRPr="004617D9">
        <w:rPr>
          <w:rtl/>
        </w:rPr>
        <w:t>زمین</w:t>
      </w:r>
      <w:r>
        <w:rPr>
          <w:rtl/>
        </w:rPr>
        <w:t xml:space="preserve"> سے چلا جائے گا تو </w:t>
      </w:r>
      <w:r w:rsidR="004617D9" w:rsidRPr="004617D9">
        <w:rPr>
          <w:rtl/>
        </w:rPr>
        <w:t>زمین</w:t>
      </w:r>
      <w:r>
        <w:rPr>
          <w:rtl/>
        </w:rPr>
        <w:t xml:space="preserve"> اپنے اوپر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نگل لے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 w:rsidR="002025F2" w:rsidRPr="002025F2">
        <w:rPr>
          <w:rtl/>
        </w:rPr>
        <w:t>نہیں</w:t>
      </w:r>
      <w:r>
        <w:rPr>
          <w:rtl/>
        </w:rPr>
        <w:t xml:space="preserve"> م</w:t>
      </w:r>
      <w:r>
        <w:rPr>
          <w:rFonts w:hint="eastAsia"/>
          <w:rtl/>
        </w:rPr>
        <w:t>ھلت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4" w:name="_Toc502225858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4"/>
    </w:p>
    <w:p w:rsidR="0042080E" w:rsidRDefault="000C56D5" w:rsidP="0042080E">
      <w:pPr>
        <w:pStyle w:val="libNormal"/>
        <w:rPr>
          <w:rtl/>
        </w:rPr>
      </w:pPr>
      <w:r w:rsidRPr="000C56D5">
        <w:rPr>
          <w:rFonts w:hint="eastAsia"/>
          <w:rtl/>
        </w:rPr>
        <w:t>ایک</w:t>
      </w:r>
      <w:r w:rsidR="0042080E">
        <w:rPr>
          <w:rtl/>
        </w:rPr>
        <w:t xml:space="preserve"> اور مقام پرپ</w:t>
      </w:r>
      <w:r w:rsidR="00576C85">
        <w:rPr>
          <w:rtl/>
        </w:rPr>
        <w:t>یغ</w:t>
      </w:r>
      <w:r w:rsidR="0042080E">
        <w:rPr>
          <w:rtl/>
        </w:rPr>
        <w:t>مبر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کے آخر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</w:t>
      </w:r>
      <w:r w:rsidR="00B06535" w:rsidRPr="00B06535">
        <w:rPr>
          <w:rtl/>
        </w:rPr>
        <w:t>یا</w:t>
      </w:r>
      <w:r w:rsidR="0042080E">
        <w:rPr>
          <w:rtl/>
        </w:rPr>
        <w:t xml:space="preserve">م کے خطبہ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فرماتے</w:t>
      </w:r>
      <w:r w:rsidRPr="000C56D5">
        <w:rPr>
          <w:rtl/>
        </w:rPr>
        <w:t xml:space="preserve"> ہیں </w:t>
      </w:r>
      <w:r w:rsidR="0042080E"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860B1">
        <w:rPr>
          <w:rStyle w:val="libArabicChar"/>
          <w:rFonts w:hint="eastAsia"/>
          <w:rtl/>
        </w:rPr>
        <w:t>معاشر</w:t>
      </w:r>
      <w:r w:rsidRPr="00E860B1">
        <w:rPr>
          <w:rStyle w:val="libArabicChar"/>
          <w:rtl/>
        </w:rPr>
        <w:t xml:space="preserve"> النّاس ک</w:t>
      </w:r>
      <w:r w:rsidR="00296C60">
        <w:rPr>
          <w:rStyle w:val="libArabicChar"/>
          <w:rtl/>
        </w:rPr>
        <w:t>ا</w:t>
      </w:r>
      <w:r w:rsidRPr="00E860B1">
        <w:rPr>
          <w:rStyle w:val="libArabicChar"/>
          <w:rFonts w:hint="eastAsia"/>
          <w:rtl/>
        </w:rPr>
        <w:t>ن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اُدع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فاج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ب وانّ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تارک ف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کم الثقل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ن کتاب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و عترت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 ب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ت</w:t>
      </w:r>
      <w:r w:rsidRPr="00E860B1">
        <w:rPr>
          <w:rStyle w:val="libArabicChar"/>
          <w:rFonts w:hint="cs"/>
          <w:rtl/>
        </w:rPr>
        <w:t>ی</w:t>
      </w:r>
      <w:r w:rsidRPr="00E860B1">
        <w:rPr>
          <w:rStyle w:val="libArabicChar"/>
          <w:rtl/>
        </w:rPr>
        <w:t xml:space="preserve"> ما إن تمسّکتُم 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ما لن تضلّوا فتعلّموا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و لا تعلِّمُو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فان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م </w:t>
      </w:r>
      <w:r w:rsidR="00296C60">
        <w:rPr>
          <w:rStyle w:val="libArabicChar"/>
          <w:rFonts w:hint="cs"/>
          <w:rtl/>
        </w:rPr>
        <w:t>ا</w:t>
      </w:r>
      <w:r w:rsidRPr="00E860B1">
        <w:rPr>
          <w:rStyle w:val="libArabicChar"/>
          <w:rFonts w:hint="eastAsia"/>
          <w:rtl/>
        </w:rPr>
        <w:t>علم</w:t>
      </w:r>
      <w:r w:rsidRPr="00E860B1">
        <w:rPr>
          <w:rStyle w:val="libArabicChar"/>
          <w:rtl/>
        </w:rPr>
        <w:t xml:space="preserve"> منکم لاتخلوالارض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و لو خَلَت</w:t>
      </w:r>
      <w:r w:rsidRPr="00E860B1">
        <w:rPr>
          <w:rStyle w:val="libArabicChar"/>
          <w:rFonts w:hint="cs"/>
          <w:rtl/>
        </w:rPr>
        <w:t>ْ اذاً لساخت ب</w:t>
      </w:r>
      <w:r w:rsidR="00296C60">
        <w:rPr>
          <w:rStyle w:val="libArabicChar"/>
          <w:rFonts w:hint="cs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لوگوں وقت نزد</w:t>
      </w:r>
      <w:r w:rsidR="007D2A2F">
        <w:rPr>
          <w:rtl/>
        </w:rPr>
        <w:t>یک</w:t>
      </w:r>
      <w:r>
        <w:rPr>
          <w:rtl/>
        </w:rPr>
        <w:t xml:space="preserve"> آ</w:t>
      </w:r>
      <w:r w:rsidR="008828D8" w:rsidRPr="008828D8">
        <w:rPr>
          <w:rtl/>
        </w:rPr>
        <w:t>گیا</w:t>
      </w:r>
      <w:r w:rsidR="00824A76" w:rsidRPr="00824A76">
        <w:rPr>
          <w:rtl/>
        </w:rPr>
        <w:t xml:space="preserve"> ہے </w:t>
      </w:r>
      <w:r>
        <w:rPr>
          <w:rtl/>
        </w:rPr>
        <w:t>کہ مجھے ب</w:t>
      </w:r>
      <w:r w:rsidR="00C537D2" w:rsidRPr="00C537D2">
        <w:rPr>
          <w:rtl/>
        </w:rPr>
        <w:t>لایا</w:t>
      </w:r>
      <w:r>
        <w:rPr>
          <w:rtl/>
        </w:rPr>
        <w:t xml:space="preserve"> جائے اور دعوت حق کو </w:t>
      </w:r>
      <w:r w:rsidR="00B06535" w:rsidRPr="00B06535">
        <w:rPr>
          <w:rtl/>
        </w:rPr>
        <w:t>لبیک</w:t>
      </w:r>
      <w:r>
        <w:rPr>
          <w:rtl/>
        </w:rPr>
        <w:t xml:space="preserve"> کھوں ۔</w:t>
      </w:r>
      <w:r w:rsidR="007D2A2F">
        <w:rPr>
          <w:rtl/>
        </w:rPr>
        <w:t xml:space="preserve">میں </w:t>
      </w:r>
      <w:r>
        <w:rPr>
          <w:rtl/>
        </w:rPr>
        <w:t xml:space="preserve"> تمھارے </w:t>
      </w:r>
      <w:r w:rsidR="00F369ED" w:rsidRPr="00F369ED">
        <w:rPr>
          <w:rtl/>
        </w:rPr>
        <w:t>درمیان</w:t>
      </w:r>
      <w:r>
        <w:rPr>
          <w:rtl/>
        </w:rPr>
        <w:t xml:space="preserve"> دو </w:t>
      </w:r>
      <w:r w:rsidR="007D2A2F">
        <w:rPr>
          <w:rtl/>
        </w:rPr>
        <w:t>قیم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چیز</w:t>
      </w:r>
      <w:r w:rsidR="00576C85">
        <w:rPr>
          <w:rtl/>
        </w:rPr>
        <w:t>یں</w:t>
      </w:r>
      <w:r>
        <w:rPr>
          <w:rtl/>
        </w:rPr>
        <w:t xml:space="preserve"> چھوڑ کر</w:t>
      </w:r>
      <w:r w:rsidR="00720096" w:rsidRPr="00720096">
        <w:rPr>
          <w:rtl/>
        </w:rPr>
        <w:t xml:space="preserve"> جارہا </w:t>
      </w:r>
      <w:r w:rsidR="00437CD4" w:rsidRPr="00437CD4">
        <w:rPr>
          <w:rtl/>
        </w:rPr>
        <w:t xml:space="preserve">ہوں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کتاب اور </w:t>
      </w:r>
      <w:r w:rsidR="007D2A2F">
        <w:rPr>
          <w:rtl/>
        </w:rPr>
        <w:t>میر</w:t>
      </w:r>
      <w:r>
        <w:rPr>
          <w:rFonts w:hint="cs"/>
          <w:rtl/>
        </w:rPr>
        <w:t>ی</w:t>
      </w:r>
      <w:r>
        <w:rPr>
          <w:rtl/>
        </w:rPr>
        <w:t xml:space="preserve"> آل اگر ان دونوں سے منسلک</w:t>
      </w:r>
      <w:r w:rsidR="00D74317">
        <w:rPr>
          <w:rtl/>
        </w:rPr>
        <w:t xml:space="preserve"> رہو </w:t>
      </w:r>
      <w:r>
        <w:rPr>
          <w:rtl/>
        </w:rPr>
        <w:t xml:space="preserve">گے تو گمراہ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گے ان سے س</w:t>
      </w:r>
      <w:r w:rsidR="007D2A2F">
        <w:rPr>
          <w:rtl/>
        </w:rPr>
        <w:t>یک</w:t>
      </w:r>
      <w:r>
        <w:rPr>
          <w:rtl/>
        </w:rPr>
        <w:t>ھو اُن کو پڑھانے ک</w:t>
      </w:r>
      <w:r>
        <w:rPr>
          <w:rFonts w:hint="cs"/>
          <w:rtl/>
        </w:rPr>
        <w:t>ی</w:t>
      </w:r>
      <w:r>
        <w:rPr>
          <w:rtl/>
        </w:rPr>
        <w:t xml:space="preserve"> کوشش مت کرنا </w:t>
      </w:r>
      <w:r w:rsidR="001E3FC4" w:rsidRPr="001E3FC4">
        <w:rPr>
          <w:rtl/>
        </w:rPr>
        <w:t>کیونکہ</w:t>
      </w:r>
      <w:r>
        <w:rPr>
          <w:rtl/>
        </w:rPr>
        <w:t xml:space="preserve"> وہ تم سے </w:t>
      </w:r>
      <w:r w:rsidR="004617D9" w:rsidRPr="004617D9">
        <w:rPr>
          <w:rFonts w:hint="eastAsia"/>
          <w:rtl/>
        </w:rPr>
        <w:t>زیادہ</w:t>
      </w:r>
      <w:r>
        <w:rPr>
          <w:rtl/>
        </w:rPr>
        <w:t xml:space="preserve"> جانتے</w:t>
      </w:r>
      <w:r w:rsidR="00C537D2" w:rsidRPr="00C537D2">
        <w:rPr>
          <w:rtl/>
        </w:rPr>
        <w:t xml:space="preserve"> ہیں</w:t>
      </w:r>
      <w:r>
        <w:rPr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ان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اگر خال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ہوگئی </w:t>
      </w:r>
      <w:r>
        <w:rPr>
          <w:rtl/>
        </w:rPr>
        <w:t>تو</w:t>
      </w:r>
      <w:r w:rsidR="008828D8" w:rsidRPr="008828D8">
        <w:rPr>
          <w:rtl/>
        </w:rPr>
        <w:t xml:space="preserve"> یہ </w:t>
      </w:r>
      <w:r w:rsidR="004617D9" w:rsidRPr="004617D9">
        <w:rPr>
          <w:rtl/>
        </w:rPr>
        <w:t>زمین</w:t>
      </w:r>
      <w:r>
        <w:rPr>
          <w:rtl/>
        </w:rPr>
        <w:t xml:space="preserve"> اپنے</w:t>
      </w:r>
      <w:r w:rsidR="00DE4B57" w:rsidRPr="00DE4B57">
        <w:rPr>
          <w:rtl/>
        </w:rPr>
        <w:t xml:space="preserve"> اہل </w:t>
      </w:r>
      <w:r>
        <w:rPr>
          <w:rtl/>
        </w:rPr>
        <w:t>کو نگل لے 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5" w:name="_Toc50222585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5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031FA0" w:rsidP="0042080E">
      <w:pPr>
        <w:pStyle w:val="libNormal"/>
        <w:rPr>
          <w:rtl/>
        </w:rPr>
      </w:pPr>
      <w:r w:rsidRPr="00031FA0">
        <w:rPr>
          <w:rStyle w:val="libAlaemChar"/>
          <w:rtl/>
        </w:rPr>
        <w:t>(</w:t>
      </w:r>
      <w:r w:rsidR="0042080E" w:rsidRPr="00E860B1">
        <w:rPr>
          <w:rStyle w:val="libAieChar"/>
          <w:rtl/>
        </w:rPr>
        <w:t xml:space="preserve">انما انت منذرٌ و لکل قوم </w:t>
      </w:r>
      <w:r w:rsidRPr="00031FA0">
        <w:rPr>
          <w:rStyle w:val="libAieChar"/>
          <w:rFonts w:hint="cs"/>
          <w:rtl/>
        </w:rPr>
        <w:t>ه</w:t>
      </w:r>
      <w:r w:rsidR="0042080E" w:rsidRPr="00031FA0">
        <w:rPr>
          <w:rStyle w:val="libAieChar"/>
          <w:rFonts w:hint="cs"/>
          <w:rtl/>
        </w:rPr>
        <w:t xml:space="preserve">ادٍ </w:t>
      </w:r>
      <w:r w:rsidRPr="00031FA0">
        <w:rPr>
          <w:rStyle w:val="libAlaemChar"/>
          <w:rtl/>
        </w:rPr>
        <w:t>)</w:t>
      </w:r>
      <w:r w:rsidR="001100FA" w:rsidRPr="001100FA">
        <w:rPr>
          <w:rStyle w:val="libFootnotenumChar"/>
          <w:rtl/>
          <w:lang w:bidi="ar-SA"/>
        </w:rPr>
        <w:t>(</w:t>
      </w:r>
      <w:r w:rsidR="0042080E" w:rsidRPr="001100FA">
        <w:rPr>
          <w:rStyle w:val="libFootnotenumChar"/>
          <w:rtl/>
        </w:rPr>
        <w:t>114</w:t>
      </w:r>
      <w:r w:rsidR="001100FA" w:rsidRPr="001100FA">
        <w:rPr>
          <w:rStyle w:val="libFootnotenumChar"/>
          <w:rtl/>
          <w:lang w:bidi="ar-SA"/>
        </w:rPr>
        <w:t>)</w:t>
      </w:r>
      <w:r w:rsidR="0042080E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</w:t>
      </w:r>
      <w:r w:rsidR="00C1070F" w:rsidRPr="00C1070F">
        <w:rPr>
          <w:rtl/>
        </w:rPr>
        <w:t>ذیل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منذر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>
        <w:rPr>
          <w:rtl/>
        </w:rPr>
        <w:t>ں، آ</w:t>
      </w:r>
      <w:r w:rsidR="00B06535" w:rsidRPr="00B06535">
        <w:rPr>
          <w:rtl/>
        </w:rPr>
        <w:t>یا</w:t>
      </w:r>
      <w:r>
        <w:rPr>
          <w:rtl/>
        </w:rPr>
        <w:t xml:space="preserve"> جانتے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کہ </w:t>
      </w:r>
      <w:r w:rsidR="001100FA">
        <w:rPr>
          <w:rtl/>
        </w:rPr>
        <w:t>ہدایت</w:t>
      </w:r>
      <w:r>
        <w:rPr>
          <w:rtl/>
        </w:rPr>
        <w:t xml:space="preserve"> کرنے والا کون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؟ لوگوں نے جواب </w:t>
      </w:r>
      <w:r w:rsidR="00720096" w:rsidRPr="00720096">
        <w:rPr>
          <w:rtl/>
        </w:rPr>
        <w:t>دیا</w:t>
      </w:r>
      <w:r>
        <w:rPr>
          <w:rtl/>
        </w:rPr>
        <w:t xml:space="preserve">: </w:t>
      </w:r>
      <w:r w:rsidR="002025F2" w:rsidRPr="002025F2">
        <w:rPr>
          <w:rtl/>
        </w:rPr>
        <w:t>نہیں</w:t>
      </w:r>
      <w:r>
        <w:rPr>
          <w:rtl/>
        </w:rPr>
        <w:t xml:space="preserve"> </w:t>
      </w:r>
      <w:r w:rsidR="00B06535" w:rsidRPr="00B06535">
        <w:rPr>
          <w:rtl/>
        </w:rPr>
        <w:t>یا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سلم)حضرت ختم</w:t>
      </w:r>
      <w:r>
        <w:rPr>
          <w:rFonts w:hint="cs"/>
          <w:rtl/>
        </w:rPr>
        <w:t>ی</w:t>
      </w:r>
      <w:r>
        <w:rPr>
          <w:rtl/>
        </w:rPr>
        <w:t xml:space="preserve"> مرتبت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علےھما السلام ک</w:t>
      </w:r>
      <w:r>
        <w:rPr>
          <w:rFonts w:hint="cs"/>
          <w:rtl/>
        </w:rPr>
        <w:t>ی</w:t>
      </w:r>
      <w:r>
        <w:rPr>
          <w:rtl/>
        </w:rPr>
        <w:t xml:space="preserve"> جانب اشارہ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اور پھر </w:t>
      </w:r>
      <w:r w:rsidR="00F369ED" w:rsidRPr="00F369ED">
        <w:rPr>
          <w:rtl/>
        </w:rPr>
        <w:t>امیر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کے کچھ فضائل </w:t>
      </w:r>
      <w:r w:rsidR="00042197" w:rsidRPr="00042197">
        <w:rPr>
          <w:rtl/>
        </w:rPr>
        <w:t>بیان</w:t>
      </w:r>
      <w:r>
        <w:rPr>
          <w:rtl/>
        </w:rPr>
        <w:t xml:space="preserve"> کےئے اور پھر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 الامام ابو الائمّة الزُ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َر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امام</w:t>
      </w:r>
      <w:r w:rsidR="000C56D5" w:rsidRPr="000C56D5">
        <w:rPr>
          <w:rtl/>
        </w:rPr>
        <w:t xml:space="preserve"> ہیں </w:t>
      </w:r>
      <w:r>
        <w:rPr>
          <w:rtl/>
        </w:rPr>
        <w:t>اور نور باٹنے والے اماموں کے والد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سوال </w:t>
      </w:r>
      <w:r w:rsidR="00E17B5E" w:rsidRPr="00E17B5E">
        <w:rPr>
          <w:rtl/>
        </w:rPr>
        <w:t xml:space="preserve">کیا </w:t>
      </w:r>
      <w:r>
        <w:rPr>
          <w:rtl/>
        </w:rPr>
        <w:t xml:space="preserve"> : ” </w:t>
      </w:r>
      <w:r w:rsidR="00B06535" w:rsidRPr="00B06535">
        <w:rPr>
          <w:rtl/>
        </w:rPr>
        <w:t>یا</w:t>
      </w:r>
      <w:r>
        <w:rPr>
          <w:rtl/>
        </w:rPr>
        <w:t xml:space="preserve">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سلم)آپ کے بعد کتنے امام</w:t>
      </w:r>
      <w:r w:rsidR="00720096" w:rsidRPr="00720096">
        <w:rPr>
          <w:rtl/>
        </w:rPr>
        <w:t xml:space="preserve"> آئیں</w:t>
      </w:r>
      <w:r>
        <w:rPr>
          <w:rtl/>
        </w:rPr>
        <w:t xml:space="preserve"> گے 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(ص)نے جواب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60D1B">
        <w:rPr>
          <w:rStyle w:val="libArabicChar"/>
          <w:rtl/>
        </w:rPr>
        <w:t>اثنا عشر عدد نقباء بن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اسرائ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ل و منّا 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الامة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َم</w:t>
      </w:r>
      <w:r w:rsidRPr="00F60D1B">
        <w:rPr>
          <w:rStyle w:val="libArabicChar"/>
          <w:rFonts w:hint="cs"/>
          <w:rtl/>
        </w:rPr>
        <w:t>ْلَاُ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الارض قسطاً و عدلاً کما مُلِئَت</w:t>
      </w:r>
      <w:r w:rsidRPr="00F60D1B">
        <w:rPr>
          <w:rStyle w:val="libArabicChar"/>
          <w:rFonts w:hint="cs"/>
          <w:rtl/>
        </w:rPr>
        <w:t xml:space="preserve">ْ جوراً و ظلماً و لا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Fonts w:hint="cs"/>
          <w:rtl/>
        </w:rPr>
        <w:t>خل</w:t>
      </w:r>
      <w:r w:rsidRPr="00F60D1B">
        <w:rPr>
          <w:rStyle w:val="libArabicChar"/>
          <w:rFonts w:hint="cs"/>
          <w:rtl/>
        </w:rPr>
        <w:t>و الارض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م الّا ساٰخَت ب</w:t>
      </w:r>
      <w:r w:rsidR="00296C60">
        <w:rPr>
          <w:rStyle w:val="libArabicChar"/>
          <w:rFonts w:hint="cs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عدد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 w:rsidR="00576C85">
        <w:rPr>
          <w:rtl/>
        </w:rPr>
        <w:t>یل</w:t>
      </w:r>
      <w:r>
        <w:rPr>
          <w:rtl/>
        </w:rPr>
        <w:t xml:space="preserve"> کے خلفاء کے جتنے۔ امت کا مھد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ہم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خداوند عالم ان کے توسط سے </w:t>
      </w:r>
      <w:r w:rsidR="004617D9" w:rsidRPr="004617D9">
        <w:rPr>
          <w:rtl/>
        </w:rPr>
        <w:t>زمین</w:t>
      </w:r>
      <w:r>
        <w:rPr>
          <w:rtl/>
        </w:rPr>
        <w:t xml:space="preserve"> کو عدل سے بھردے گا </w:t>
      </w:r>
      <w:r w:rsidR="008828D8" w:rsidRPr="008828D8">
        <w:rPr>
          <w:rtl/>
        </w:rPr>
        <w:t>جیسے</w:t>
      </w:r>
      <w:r>
        <w:rPr>
          <w:rtl/>
        </w:rPr>
        <w:t xml:space="preserve"> کہ ظلم وجور سے بھر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  <w:r w:rsidR="004617D9" w:rsidRPr="004617D9">
        <w:rPr>
          <w:rtl/>
        </w:rPr>
        <w:t>زمین</w:t>
      </w:r>
      <w:r>
        <w:rPr>
          <w:rtl/>
        </w:rPr>
        <w:t xml:space="preserve"> ان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مگر</w:t>
      </w:r>
      <w:r w:rsidR="008828D8" w:rsidRPr="008828D8">
        <w:rPr>
          <w:rtl/>
        </w:rPr>
        <w:t xml:space="preserve"> یہ </w:t>
      </w:r>
      <w:r>
        <w:rPr>
          <w:rtl/>
        </w:rPr>
        <w:t>کہ</w:t>
      </w:r>
      <w:r w:rsidR="00DE4B57" w:rsidRPr="00DE4B57">
        <w:rPr>
          <w:rtl/>
        </w:rPr>
        <w:t xml:space="preserve"> اہل </w:t>
      </w:r>
      <w:r w:rsidR="004617D9" w:rsidRPr="004617D9">
        <w:rPr>
          <w:rtl/>
        </w:rPr>
        <w:t>زمین</w:t>
      </w:r>
      <w:r>
        <w:rPr>
          <w:rtl/>
        </w:rPr>
        <w:t xml:space="preserve"> کو نگل 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6" w:name="_Toc502225860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6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 w:rsidR="00576C85">
        <w:rPr>
          <w:rtl/>
        </w:rPr>
        <w:t>ین</w:t>
      </w:r>
      <w:r>
        <w:rPr>
          <w:rtl/>
        </w:rPr>
        <w:t xml:space="preserve"> العاب</w:t>
      </w:r>
      <w:r w:rsidR="008828D8" w:rsidRPr="008828D8">
        <w:rPr>
          <w:rtl/>
        </w:rPr>
        <w:t xml:space="preserve"> دین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بنا</w:t>
      </w:r>
      <w:r w:rsidRPr="00F60D1B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مسک الارض ان تم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د ب</w:t>
      </w:r>
      <w:r w:rsidR="00296C60">
        <w:rPr>
          <w:rStyle w:val="libArabicChar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F60D1B">
        <w:rPr>
          <w:rStyle w:val="libArabicChar"/>
          <w:rtl/>
        </w:rPr>
        <w:t xml:space="preserve"> و بنا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ُنَزِّلُ الغ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 xml:space="preserve">ث و بنا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 xml:space="preserve">نشرُ الرحمة و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خرجُ برکاتِ الارضِ و لولا ما ف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الارض منّا لساخت ب</w:t>
      </w:r>
      <w:r w:rsidR="00296C60">
        <w:rPr>
          <w:rStyle w:val="libArabicChar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2549D7" w:rsidRPr="002549D7">
        <w:rPr>
          <w:rFonts w:hint="eastAsia"/>
          <w:rtl/>
        </w:rPr>
        <w:t>ہمارے</w:t>
      </w:r>
      <w:r>
        <w:rPr>
          <w:rtl/>
        </w:rPr>
        <w:t xml:space="preserve"> توسط سے </w:t>
      </w:r>
      <w:r w:rsidR="004617D9" w:rsidRPr="004617D9">
        <w:rPr>
          <w:rtl/>
        </w:rPr>
        <w:t>زمین</w:t>
      </w:r>
      <w:r>
        <w:rPr>
          <w:rtl/>
        </w:rPr>
        <w:t xml:space="preserve"> اپنے اوپر</w:t>
      </w:r>
      <w:r w:rsidR="00025F9A" w:rsidRPr="00025F9A">
        <w:rPr>
          <w:rtl/>
        </w:rPr>
        <w:t xml:space="preserve"> رہنے </w:t>
      </w:r>
      <w:r>
        <w:rPr>
          <w:rtl/>
        </w:rPr>
        <w:t xml:space="preserve">والوں کو تنگ </w:t>
      </w:r>
      <w:r w:rsidR="002025F2" w:rsidRPr="002025F2">
        <w:rPr>
          <w:rtl/>
        </w:rPr>
        <w:t>نہیں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2549D7" w:rsidRPr="002549D7">
        <w:rPr>
          <w:rtl/>
        </w:rPr>
        <w:t xml:space="preserve"> ہماری </w:t>
      </w:r>
      <w:r>
        <w:rPr>
          <w:rtl/>
        </w:rPr>
        <w:t>وجہ سے بارش</w:t>
      </w:r>
      <w:r w:rsidR="00576C85">
        <w:rPr>
          <w:rtl/>
        </w:rPr>
        <w:t>یں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>
        <w:rPr>
          <w:rtl/>
        </w:rPr>
        <w:t>اور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وجہ سے </w:t>
      </w:r>
      <w:r w:rsidR="004617D9" w:rsidRPr="004617D9">
        <w:rPr>
          <w:rtl/>
        </w:rPr>
        <w:t>زمین</w:t>
      </w:r>
      <w:r>
        <w:rPr>
          <w:rtl/>
        </w:rPr>
        <w:t xml:space="preserve"> اپنے اوپر خزانے اگل د</w:t>
      </w:r>
      <w:r w:rsidR="007D2A2F">
        <w:rPr>
          <w:rtl/>
        </w:rPr>
        <w:t>یت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اگر</w:t>
      </w:r>
      <w:r w:rsidR="00824A76" w:rsidRPr="00824A76">
        <w:rPr>
          <w:rtl/>
        </w:rPr>
        <w:t xml:space="preserve"> ہم </w:t>
      </w:r>
      <w:r w:rsidR="007D2A2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تو </w:t>
      </w:r>
      <w:r w:rsidR="004617D9" w:rsidRPr="004617D9">
        <w:rPr>
          <w:rtl/>
        </w:rPr>
        <w:t>زمین</w:t>
      </w:r>
      <w:r>
        <w:rPr>
          <w:rtl/>
        </w:rPr>
        <w:t xml:space="preserve"> اپنے</w:t>
      </w:r>
      <w:r w:rsidR="00DE4B57" w:rsidRPr="00DE4B57">
        <w:rPr>
          <w:rtl/>
        </w:rPr>
        <w:t xml:space="preserve"> اہل </w:t>
      </w:r>
      <w:r>
        <w:rPr>
          <w:rtl/>
        </w:rPr>
        <w:t>کو نگل لے 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7" w:name="_Toc502225861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7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لو</w:t>
      </w:r>
      <w:r w:rsidRPr="00F60D1B">
        <w:rPr>
          <w:rStyle w:val="libArabicChar"/>
          <w:rtl/>
        </w:rPr>
        <w:t xml:space="preserve"> اَنَّ الامامَ رُفِعَ من الارض ساعةً لماٰ جَت</w:t>
      </w:r>
      <w:r w:rsidRPr="00F60D1B">
        <w:rPr>
          <w:rStyle w:val="libArabicChar"/>
          <w:rFonts w:hint="cs"/>
          <w:rtl/>
        </w:rPr>
        <w:t>ْ ب</w:t>
      </w:r>
      <w:r w:rsidR="00296C60">
        <w:rPr>
          <w:rStyle w:val="libArabicChar"/>
          <w:rFonts w:hint="cs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F60D1B">
        <w:rPr>
          <w:rStyle w:val="libArabicChar"/>
          <w:rtl/>
        </w:rPr>
        <w:t xml:space="preserve"> کما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موجُ البحر ب</w:t>
      </w:r>
      <w:r w:rsidR="00296C60">
        <w:rPr>
          <w:rStyle w:val="libArabicChar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4617D9" w:rsidRPr="004617D9">
        <w:rPr>
          <w:rtl/>
        </w:rPr>
        <w:t>زمین</w:t>
      </w:r>
      <w:r>
        <w:rPr>
          <w:rtl/>
        </w:rPr>
        <w:t xml:space="preserve"> سے اٹھا لئے </w:t>
      </w:r>
      <w:r w:rsidR="00B06535" w:rsidRPr="00B06535">
        <w:rPr>
          <w:rtl/>
        </w:rPr>
        <w:t>جائیں</w:t>
      </w:r>
      <w:r>
        <w:rPr>
          <w:rtl/>
        </w:rPr>
        <w:t xml:space="preserve"> تو </w:t>
      </w:r>
      <w:r w:rsidR="004617D9" w:rsidRPr="004617D9">
        <w:rPr>
          <w:rtl/>
        </w:rPr>
        <w:t>زمین</w:t>
      </w:r>
      <w:r>
        <w:rPr>
          <w:rtl/>
        </w:rPr>
        <w:t xml:space="preserve"> اپنے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اس طرح غرق کردے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828D8" w:rsidRPr="008828D8">
        <w:rPr>
          <w:rtl/>
        </w:rPr>
        <w:t>جیسے</w:t>
      </w:r>
      <w:r>
        <w:rPr>
          <w:rtl/>
        </w:rPr>
        <w:t xml:space="preserve"> طوفان سمندر </w:t>
      </w:r>
      <w:r w:rsidR="007D2A2F">
        <w:rPr>
          <w:rtl/>
        </w:rPr>
        <w:t xml:space="preserve">میں 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 w:rsidR="00A900AD">
        <w:rPr>
          <w:rtl/>
        </w:rPr>
        <w:t>یٹ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لے ل</w:t>
      </w:r>
      <w:r w:rsidR="007D2A2F">
        <w:rPr>
          <w:rtl/>
        </w:rPr>
        <w:t>یت</w:t>
      </w:r>
      <w:r>
        <w:rPr>
          <w:rtl/>
        </w:rPr>
        <w:t>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8" w:name="_Toc502225862"/>
      <w:r>
        <w:rPr>
          <w:rFonts w:hint="eastAsia"/>
          <w:rtl/>
        </w:rPr>
        <w:t>چٹھ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8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0C56D5" w:rsidRPr="000C56D5">
        <w:rPr>
          <w:rtl/>
        </w:rPr>
        <w:t>ایک</w:t>
      </w:r>
      <w:r>
        <w:rPr>
          <w:rtl/>
        </w:rPr>
        <w:t xml:space="preserve"> اور مقام پر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60D1B">
        <w:rPr>
          <w:rStyle w:val="libArabicChar"/>
          <w:rtl/>
        </w:rPr>
        <w:t>لو بق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 xml:space="preserve">ت الارض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وماً بلا امام منّا لساخَت</w:t>
      </w:r>
      <w:r w:rsidRPr="00F60D1B">
        <w:rPr>
          <w:rStyle w:val="libArabicChar"/>
          <w:rFonts w:hint="cs"/>
          <w:rtl/>
        </w:rPr>
        <w:t>ْ ب</w:t>
      </w:r>
      <w:r w:rsidR="00296C60">
        <w:rPr>
          <w:rStyle w:val="libArabicChar"/>
          <w:rFonts w:hint="cs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ہم </w:t>
      </w:r>
      <w:r w:rsidR="007D2A2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4617D9" w:rsidRPr="004617D9">
        <w:rPr>
          <w:rtl/>
        </w:rPr>
        <w:t>زمین</w:t>
      </w:r>
      <w:r>
        <w:rPr>
          <w:rtl/>
        </w:rPr>
        <w:t xml:space="preserve"> پر نہ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تو </w:t>
      </w:r>
      <w:r w:rsidR="004617D9" w:rsidRPr="004617D9">
        <w:rPr>
          <w:rtl/>
        </w:rPr>
        <w:t>زمین</w:t>
      </w:r>
      <w:r>
        <w:rPr>
          <w:rtl/>
        </w:rPr>
        <w:t xml:space="preserve"> اپنے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نگل 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19" w:name="_Toc502225863"/>
      <w:r>
        <w:rPr>
          <w:rFonts w:hint="eastAsia"/>
          <w:rtl/>
        </w:rPr>
        <w:t>ساتو</w:t>
      </w:r>
      <w:r w:rsidR="00576C85">
        <w:rPr>
          <w:rFonts w:hint="eastAsia"/>
          <w:rtl/>
        </w:rPr>
        <w:t>یں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9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60D1B">
        <w:rPr>
          <w:rStyle w:val="libArabicChar"/>
          <w:rtl/>
        </w:rPr>
        <w:t>و لولا مَن عل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الارض مِن حجج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لنفضتِ</w:t>
      </w:r>
      <w:r w:rsidRPr="00F60D1B">
        <w:rPr>
          <w:rStyle w:val="libArabicChar"/>
          <w:rtl/>
        </w:rPr>
        <w:t xml:space="preserve"> الارض ما ف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tl/>
        </w:rPr>
        <w:t xml:space="preserve">ا و </w:t>
      </w:r>
      <w:r w:rsidR="00296C60">
        <w:rPr>
          <w:rStyle w:val="libArabicChar"/>
          <w:rtl/>
        </w:rPr>
        <w:t>ا</w:t>
      </w:r>
      <w:r w:rsidRPr="00F60D1B">
        <w:rPr>
          <w:rStyle w:val="libArabicChar"/>
          <w:rFonts w:hint="eastAsia"/>
          <w:rtl/>
        </w:rPr>
        <w:t>ل</w:t>
      </w:r>
      <w:r w:rsidRPr="00F60D1B">
        <w:rPr>
          <w:rStyle w:val="libArabicChar"/>
          <w:rFonts w:hint="cs"/>
          <w:rtl/>
        </w:rPr>
        <w:t>ْقَتْ</w:t>
      </w:r>
      <w:r w:rsidRPr="00F60D1B">
        <w:rPr>
          <w:rStyle w:val="libArabicChar"/>
          <w:rtl/>
        </w:rPr>
        <w:t xml:space="preserve"> ما عل</w:t>
      </w:r>
      <w:r w:rsidR="00031FA0" w:rsidRPr="00031FA0">
        <w:rPr>
          <w:rStyle w:val="libArabicChar"/>
          <w:rFonts w:hint="cs"/>
          <w:rtl/>
        </w:rPr>
        <w:t>يه</w:t>
      </w:r>
      <w:r w:rsidRPr="00031FA0">
        <w:rPr>
          <w:rStyle w:val="libArabicChar"/>
          <w:rtl/>
        </w:rPr>
        <w:t>ا انّ الارضَ لا تخلوا ساعةً من الحجة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119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حجت نہ</w:t>
      </w:r>
      <w:r w:rsidR="00720096" w:rsidRPr="00720096">
        <w:rPr>
          <w:rtl/>
        </w:rPr>
        <w:t xml:space="preserve"> رہے </w:t>
      </w:r>
      <w:r>
        <w:rPr>
          <w:rtl/>
        </w:rPr>
        <w:t>تو جو کچھ اس کے اندر</w:t>
      </w:r>
      <w:r w:rsidR="00824A76" w:rsidRPr="00824A76">
        <w:rPr>
          <w:rtl/>
        </w:rPr>
        <w:t xml:space="preserve"> ہے </w:t>
      </w:r>
      <w:r>
        <w:rPr>
          <w:rtl/>
        </w:rPr>
        <w:t>باھر اگل دے گ</w:t>
      </w:r>
      <w:r>
        <w:rPr>
          <w:rFonts w:hint="cs"/>
          <w:rtl/>
        </w:rPr>
        <w:t>ی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اس پر</w:t>
      </w:r>
      <w:r w:rsidR="00025F9A" w:rsidRPr="00025F9A">
        <w:rPr>
          <w:rtl/>
        </w:rPr>
        <w:t xml:space="preserve"> رہنے </w:t>
      </w:r>
      <w:r>
        <w:rPr>
          <w:rtl/>
        </w:rPr>
        <w:t>والے</w:t>
      </w:r>
      <w:r w:rsidR="000C56D5" w:rsidRPr="000C56D5">
        <w:rPr>
          <w:rtl/>
        </w:rPr>
        <w:t xml:space="preserve"> ہیں </w:t>
      </w:r>
      <w:r>
        <w:rPr>
          <w:rtl/>
        </w:rPr>
        <w:t>دور پھ</w:t>
      </w:r>
      <w:r w:rsidR="00576C85">
        <w:rPr>
          <w:rtl/>
        </w:rPr>
        <w:t>ین</w:t>
      </w:r>
      <w:r>
        <w:rPr>
          <w:rtl/>
        </w:rPr>
        <w:t>ک دے گ</w:t>
      </w:r>
      <w:r>
        <w:rPr>
          <w:rFonts w:hint="cs"/>
          <w:rtl/>
        </w:rPr>
        <w:t>ی</w:t>
      </w:r>
      <w:r>
        <w:rPr>
          <w:rtl/>
        </w:rPr>
        <w:t xml:space="preserve"> بے شک </w:t>
      </w:r>
      <w:r w:rsidR="004617D9" w:rsidRPr="004617D9">
        <w:rPr>
          <w:rtl/>
        </w:rPr>
        <w:t>زمین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لمحہ کے </w:t>
      </w:r>
      <w:r w:rsidR="008828D8" w:rsidRPr="008828D8">
        <w:rPr>
          <w:rtl/>
        </w:rPr>
        <w:t>لیئے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25F2" w:rsidRPr="002025F2">
        <w:rPr>
          <w:rtl/>
        </w:rPr>
        <w:t>نہیں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0" w:name="_Toc502225864"/>
      <w:r>
        <w:rPr>
          <w:rFonts w:hint="eastAsia"/>
          <w:rtl/>
        </w:rPr>
        <w:t>آٹھو</w:t>
      </w:r>
      <w:r w:rsidR="00576C85">
        <w:rPr>
          <w:rFonts w:hint="eastAsia"/>
          <w:rtl/>
        </w:rPr>
        <w:t>یں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0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ابوحمزہ ثمال</w:t>
      </w:r>
      <w:r>
        <w:rPr>
          <w:rFonts w:hint="cs"/>
          <w:rtl/>
        </w:rPr>
        <w:t>ی</w:t>
      </w:r>
      <w:r>
        <w:rPr>
          <w:rtl/>
        </w:rPr>
        <w:t xml:space="preserve"> (رہ)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حاضر</w:t>
      </w:r>
      <w:r w:rsidR="002549D7" w:rsidRPr="002549D7">
        <w:rPr>
          <w:rtl/>
        </w:rPr>
        <w:t xml:space="preserve"> ہو </w:t>
      </w:r>
      <w:r>
        <w:rPr>
          <w:rtl/>
        </w:rPr>
        <w:t>کر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آ</w:t>
      </w:r>
      <w:r w:rsidR="00B06535" w:rsidRPr="00B06535">
        <w:rPr>
          <w:rtl/>
        </w:rPr>
        <w:t>یا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4617D9" w:rsidRPr="004617D9">
        <w:rPr>
          <w:rtl/>
        </w:rPr>
        <w:t>زمین</w:t>
      </w:r>
      <w:r>
        <w:rPr>
          <w:rtl/>
        </w:rPr>
        <w:t xml:space="preserve"> حجت سے خال</w:t>
      </w:r>
      <w:r>
        <w:rPr>
          <w:rFonts w:hint="cs"/>
          <w:rtl/>
        </w:rPr>
        <w:t>ی</w:t>
      </w:r>
      <w:r>
        <w:rPr>
          <w:rtl/>
        </w:rPr>
        <w:t xml:space="preserve"> رہ جائے“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60D1B">
        <w:rPr>
          <w:rStyle w:val="libArabicChar"/>
          <w:rtl/>
        </w:rPr>
        <w:t>لو بق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ت الارض بغ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ر امام لساخت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امام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 سب کچھ تباہ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1" w:name="_Toc502225865"/>
      <w:r>
        <w:rPr>
          <w:rFonts w:hint="eastAsia"/>
          <w:rtl/>
        </w:rPr>
        <w:t>نو</w:t>
      </w:r>
      <w:r w:rsidR="00576C85">
        <w:rPr>
          <w:rFonts w:hint="eastAsia"/>
          <w:rtl/>
        </w:rPr>
        <w:t>یں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1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0C56D5" w:rsidRPr="000C56D5">
        <w:rPr>
          <w:rtl/>
        </w:rPr>
        <w:t>ایک</w:t>
      </w:r>
      <w:r>
        <w:rPr>
          <w:rtl/>
        </w:rPr>
        <w:t xml:space="preserve"> طو</w:t>
      </w:r>
      <w:r w:rsidR="007D2A2F">
        <w:rPr>
          <w:rtl/>
        </w:rPr>
        <w:t>یک</w:t>
      </w:r>
      <w:r>
        <w:rPr>
          <w:rtl/>
        </w:rPr>
        <w:t xml:space="preserve"> </w:t>
      </w:r>
      <w:r w:rsidR="00C1070F" w:rsidRPr="00C1070F">
        <w:rPr>
          <w:rtl/>
        </w:rPr>
        <w:t>حدیث</w:t>
      </w:r>
      <w:r>
        <w:rPr>
          <w:rtl/>
        </w:rPr>
        <w:t xml:space="preserve"> کے ضمن </w:t>
      </w:r>
      <w:r w:rsidR="007D2A2F">
        <w:rPr>
          <w:rtl/>
        </w:rPr>
        <w:t xml:space="preserve">میں </w:t>
      </w:r>
      <w:r>
        <w:rPr>
          <w:rtl/>
        </w:rPr>
        <w:t xml:space="preserve"> 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لوخَلَتِ</w:t>
      </w:r>
      <w:r w:rsidRPr="00F60D1B">
        <w:rPr>
          <w:rStyle w:val="libArabicChar"/>
          <w:rtl/>
        </w:rPr>
        <w:t xml:space="preserve"> الارض ساعة واحدةً من حجّةٍ 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لساخت ب</w:t>
      </w:r>
      <w:r w:rsidR="00296C60">
        <w:rPr>
          <w:rStyle w:val="libArabicChar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 w:rsidR="004617D9" w:rsidRPr="004617D9">
        <w:rPr>
          <w:rtl/>
        </w:rPr>
        <w:t>زمین</w:t>
      </w:r>
      <w:r>
        <w:rPr>
          <w:rtl/>
        </w:rPr>
        <w:t xml:space="preserve"> </w:t>
      </w:r>
      <w:r w:rsidR="000C56D5" w:rsidRPr="000C56D5">
        <w:rPr>
          <w:rtl/>
        </w:rPr>
        <w:t>ایک</w:t>
      </w:r>
      <w:r>
        <w:rPr>
          <w:rtl/>
        </w:rPr>
        <w:t xml:space="preserve"> لمحہ کے </w:t>
      </w:r>
      <w:r w:rsidR="008828D8" w:rsidRPr="008828D8">
        <w:rPr>
          <w:rtl/>
        </w:rPr>
        <w:t>لیئے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 اپنے</w:t>
      </w:r>
      <w:r w:rsidR="00025F9A" w:rsidRPr="00025F9A">
        <w:rPr>
          <w:rtl/>
        </w:rPr>
        <w:t xml:space="preserve"> رہنے </w:t>
      </w:r>
      <w:r>
        <w:rPr>
          <w:rtl/>
        </w:rPr>
        <w:t>والوں کو نگل لے 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رکھنے سے معلوم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 جس طرح سورج بادلوں </w:t>
      </w:r>
      <w:r w:rsidR="007D2A2F">
        <w:rPr>
          <w:rtl/>
        </w:rPr>
        <w:t xml:space="preserve">میں </w:t>
      </w:r>
      <w:r>
        <w:rPr>
          <w:rtl/>
        </w:rPr>
        <w:t xml:space="preserve"> چھپ کر اور</w:t>
      </w:r>
      <w:r w:rsidR="00DE4B57" w:rsidRPr="00DE4B57">
        <w:rPr>
          <w:rtl/>
        </w:rPr>
        <w:t xml:space="preserve"> اہل </w:t>
      </w:r>
      <w:r w:rsidR="004617D9" w:rsidRPr="004617D9">
        <w:rPr>
          <w:rtl/>
        </w:rPr>
        <w:t>زمین</w:t>
      </w:r>
      <w:r>
        <w:rPr>
          <w:rtl/>
        </w:rPr>
        <w:t xml:space="preserve"> سے بظاھر رابطہ منقطع کرنے کے باوجود پورے نظام شمس</w:t>
      </w:r>
      <w:r>
        <w:rPr>
          <w:rFonts w:hint="cs"/>
          <w:rtl/>
        </w:rPr>
        <w:t>ی</w:t>
      </w:r>
      <w:r>
        <w:rPr>
          <w:rtl/>
        </w:rPr>
        <w:t xml:space="preserve"> کو تباھ</w:t>
      </w:r>
      <w:r>
        <w:rPr>
          <w:rFonts w:hint="cs"/>
          <w:rtl/>
        </w:rPr>
        <w:t>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سے بچائے رکھتا</w:t>
      </w:r>
      <w:r w:rsidR="00824A76" w:rsidRPr="00824A76">
        <w:rPr>
          <w:rtl/>
        </w:rPr>
        <w:t xml:space="preserve"> ہے </w:t>
      </w:r>
      <w:r>
        <w:rPr>
          <w:rtl/>
        </w:rPr>
        <w:t>اور سورج</w:t>
      </w:r>
      <w:r w:rsidR="002549D7" w:rsidRPr="002549D7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پورا نظام اپن</w:t>
      </w:r>
      <w:r>
        <w:rPr>
          <w:rFonts w:hint="cs"/>
          <w:rtl/>
        </w:rPr>
        <w:t>ی</w:t>
      </w:r>
      <w:r>
        <w:rPr>
          <w:rtl/>
        </w:rPr>
        <w:t xml:space="preserve"> جگہ پر قائم اور دائم رہتا</w:t>
      </w:r>
      <w:r w:rsidR="00824A76" w:rsidRPr="00824A76">
        <w:rPr>
          <w:rtl/>
        </w:rPr>
        <w:t xml:space="preserve"> ہے </w:t>
      </w:r>
      <w:r>
        <w:rPr>
          <w:rtl/>
        </w:rPr>
        <w:t>بالکل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خودحضرت(عج) انسانوں سے بظاھر دور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رہ کر بھ</w:t>
      </w:r>
      <w:r>
        <w:rPr>
          <w:rFonts w:hint="cs"/>
          <w:rtl/>
        </w:rPr>
        <w:t>ی</w:t>
      </w:r>
      <w:r>
        <w:rPr>
          <w:rtl/>
        </w:rPr>
        <w:t xml:space="preserve"> ان کو </w:t>
      </w:r>
      <w:r w:rsidR="00720096" w:rsidRPr="00720096">
        <w:rPr>
          <w:rtl/>
        </w:rPr>
        <w:t>حیات</w:t>
      </w:r>
      <w:r>
        <w:rPr>
          <w:rtl/>
        </w:rPr>
        <w:t xml:space="preserve"> بخشے</w:t>
      </w:r>
      <w:r w:rsidR="008828D8" w:rsidRPr="008828D8">
        <w:rPr>
          <w:rtl/>
        </w:rPr>
        <w:t xml:space="preserve"> ہوئے </w:t>
      </w:r>
      <w:r w:rsidR="000C56D5" w:rsidRPr="000C56D5">
        <w:rPr>
          <w:rtl/>
        </w:rPr>
        <w:t xml:space="preserve">ہیں </w:t>
      </w:r>
      <w:r>
        <w:rPr>
          <w:rtl/>
        </w:rPr>
        <w:t>اور اگر</w:t>
      </w:r>
      <w:r w:rsidR="008828D8" w:rsidRPr="008828D8">
        <w:rPr>
          <w:rtl/>
        </w:rPr>
        <w:t xml:space="preserve"> یہ </w:t>
      </w:r>
      <w:r>
        <w:rPr>
          <w:rtl/>
        </w:rPr>
        <w:t xml:space="preserve">رابطہ منقطع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</w:t>
      </w:r>
      <w:r w:rsidR="00720096" w:rsidRPr="00720096">
        <w:rPr>
          <w:rtl/>
        </w:rPr>
        <w:t>حیات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وجود سے عدم </w:t>
      </w:r>
      <w:r w:rsidR="007D2A2F">
        <w:rPr>
          <w:rtl/>
        </w:rPr>
        <w:t xml:space="preserve">میں </w:t>
      </w:r>
      <w:r>
        <w:rPr>
          <w:rtl/>
        </w:rPr>
        <w:t xml:space="preserve"> بدل جائے گ</w:t>
      </w:r>
      <w:r>
        <w:rPr>
          <w:rFonts w:hint="cs"/>
          <w:rtl/>
        </w:rPr>
        <w:t>ی</w:t>
      </w:r>
      <w:r>
        <w:rPr>
          <w:rtl/>
        </w:rPr>
        <w:t xml:space="preserve"> اور سب کچھ نابود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انھ</w:t>
      </w:r>
      <w:r>
        <w:rPr>
          <w:rFonts w:hint="cs"/>
          <w:rtl/>
        </w:rPr>
        <w:t>ی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برکت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سے</w:t>
      </w:r>
      <w:r w:rsidR="00DE4B57" w:rsidRPr="00DE4B57">
        <w:rPr>
          <w:rtl/>
        </w:rPr>
        <w:t xml:space="preserve"> اہل </w:t>
      </w:r>
      <w:r w:rsidR="004617D9" w:rsidRPr="004617D9">
        <w:rPr>
          <w:rtl/>
        </w:rPr>
        <w:t>زمین</w:t>
      </w:r>
      <w:r>
        <w:rPr>
          <w:rtl/>
        </w:rPr>
        <w:t xml:space="preserve">،آسمان اور </w:t>
      </w:r>
      <w:r w:rsidR="004617D9" w:rsidRPr="004617D9">
        <w:rPr>
          <w:rtl/>
        </w:rPr>
        <w:t>زمین</w:t>
      </w:r>
      <w:r>
        <w:rPr>
          <w:rtl/>
        </w:rPr>
        <w:t xml:space="preserve"> سے ف</w:t>
      </w:r>
      <w:r w:rsidR="007D2A2F">
        <w:rPr>
          <w:rtl/>
        </w:rPr>
        <w:t>یو</w:t>
      </w:r>
      <w:r>
        <w:rPr>
          <w:rtl/>
        </w:rPr>
        <w:t>ضات حاصل کرتے رہتے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617D9" w:rsidP="0042080E">
      <w:pPr>
        <w:pStyle w:val="libNormal"/>
        <w:rPr>
          <w:rtl/>
        </w:rPr>
      </w:pPr>
      <w:r w:rsidRPr="004617D9">
        <w:rPr>
          <w:rFonts w:hint="eastAsia"/>
          <w:rtl/>
        </w:rPr>
        <w:t>زمین</w:t>
      </w:r>
      <w:r w:rsidR="0042080E">
        <w:rPr>
          <w:rtl/>
        </w:rPr>
        <w:t xml:space="preserve"> اپنے خزانے اگلت</w:t>
      </w:r>
      <w:r w:rsidR="0042080E">
        <w:rPr>
          <w:rFonts w:hint="cs"/>
          <w:rtl/>
        </w:rPr>
        <w:t>ی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آسمان سے عنصر </w:t>
      </w:r>
      <w:r w:rsidR="00720096" w:rsidRPr="00720096">
        <w:rPr>
          <w:rtl/>
        </w:rPr>
        <w:t>حیات</w:t>
      </w:r>
      <w:r w:rsidR="0042080E">
        <w:rPr>
          <w:rtl/>
        </w:rPr>
        <w:t xml:space="preserve"> جس پر انسان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کا انحصار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باران رحمت نازل</w:t>
      </w:r>
      <w:r w:rsidR="00272FF7" w:rsidRPr="00272FF7">
        <w:rPr>
          <w:rtl/>
        </w:rPr>
        <w:t xml:space="preserve"> ہو</w:t>
      </w:r>
      <w:r w:rsidR="0042080E">
        <w:rPr>
          <w:rtl/>
        </w:rPr>
        <w:t>ت</w:t>
      </w:r>
      <w:r w:rsidR="0042080E">
        <w:rPr>
          <w:rFonts w:hint="cs"/>
          <w:rtl/>
        </w:rPr>
        <w:t>ی</w:t>
      </w:r>
      <w:r w:rsidR="00720096" w:rsidRPr="00720096">
        <w:rPr>
          <w:rtl/>
        </w:rPr>
        <w:t xml:space="preserve"> رہے </w:t>
      </w:r>
      <w:r w:rsidR="0042080E">
        <w:rPr>
          <w:rtl/>
        </w:rPr>
        <w:t>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جس طرح ماد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انسان آپ(عج) سے 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ض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اب</w:t>
      </w:r>
      <w:r w:rsidR="008828D8" w:rsidRPr="008828D8">
        <w:rPr>
          <w:rtl/>
        </w:rPr>
        <w:t xml:space="preserve"> ہوتا </w:t>
      </w:r>
      <w:r w:rsidR="0042080E">
        <w:rPr>
          <w:rtl/>
        </w:rPr>
        <w:t>رہتا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طرح سے معنو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زندگ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آپ (عج) کا کردار بن</w:t>
      </w:r>
      <w:r w:rsidR="00720096" w:rsidRPr="00720096">
        <w:rPr>
          <w:rtl/>
        </w:rPr>
        <w:t>یاد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</w:t>
      </w:r>
      <w:r w:rsidRPr="004617D9">
        <w:rPr>
          <w:rtl/>
        </w:rPr>
        <w:t>حیثیت</w:t>
      </w:r>
      <w:r w:rsidR="0042080E">
        <w:rPr>
          <w:rtl/>
        </w:rPr>
        <w:t xml:space="preserve"> رکھتا</w:t>
      </w:r>
      <w:r w:rsidR="000C56D5" w:rsidRPr="000C56D5">
        <w:rPr>
          <w:rtl/>
        </w:rPr>
        <w:t xml:space="preserve"> ہے۔</w:t>
      </w:r>
      <w:r w:rsidR="0042080E">
        <w:rPr>
          <w:rtl/>
        </w:rPr>
        <w:t>آپ(عج) کا ذک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لوگوں کو خدا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جانب </w:t>
      </w:r>
      <w:r w:rsidR="001100FA">
        <w:rPr>
          <w:rtl/>
        </w:rPr>
        <w:t>ہدایت</w:t>
      </w:r>
      <w:r w:rsidR="0042080E">
        <w:rPr>
          <w:rtl/>
        </w:rPr>
        <w:t xml:space="preserve"> کرتا</w:t>
      </w:r>
      <w:r w:rsidR="000C56D5" w:rsidRPr="000C56D5">
        <w:rPr>
          <w:rtl/>
        </w:rPr>
        <w:t xml:space="preserve"> ہے۔</w:t>
      </w:r>
      <w:r w:rsidR="0042080E">
        <w:rPr>
          <w:rtl/>
        </w:rPr>
        <w:t xml:space="preserve">آپ(عج) کے انتظار </w:t>
      </w:r>
      <w:r w:rsidR="007D2A2F">
        <w:rPr>
          <w:rtl/>
        </w:rPr>
        <w:t xml:space="preserve">میں </w:t>
      </w:r>
      <w:r w:rsidR="0042080E">
        <w:rPr>
          <w:rFonts w:hint="eastAsia"/>
          <w:rtl/>
        </w:rPr>
        <w:t>لوگ</w:t>
      </w:r>
      <w:r w:rsidR="0042080E">
        <w:rPr>
          <w:rtl/>
        </w:rPr>
        <w:t xml:space="preserve"> خدا سے گڑگڑاکر انتھائ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عاجز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حالت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ظھور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دعائ</w:t>
      </w:r>
      <w:r w:rsidR="00576C85">
        <w:rPr>
          <w:rtl/>
        </w:rPr>
        <w:t>یں</w:t>
      </w:r>
      <w:r w:rsidR="0042080E">
        <w:rPr>
          <w:rtl/>
        </w:rPr>
        <w:t xml:space="preserve"> کرتے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>خود</w:t>
      </w:r>
      <w:r w:rsidR="008828D8" w:rsidRPr="008828D8">
        <w:rPr>
          <w:rtl/>
        </w:rPr>
        <w:t xml:space="preserve"> یہ </w:t>
      </w:r>
      <w:r w:rsidR="0042080E">
        <w:rPr>
          <w:rtl/>
        </w:rPr>
        <w:t xml:space="preserve">عمل انسان کو </w:t>
      </w:r>
      <w:r w:rsidR="00042197" w:rsidRPr="00042197">
        <w:rPr>
          <w:rtl/>
        </w:rPr>
        <w:t xml:space="preserve">عبودیت 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منزل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جانب دھک</w:t>
      </w:r>
      <w:r w:rsidR="00576C85">
        <w:rPr>
          <w:rtl/>
        </w:rPr>
        <w:t>یل</w:t>
      </w:r>
      <w:r w:rsidR="0042080E">
        <w:rPr>
          <w:rtl/>
        </w:rPr>
        <w:t>تا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معرفت فرض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 w:rsidR="000C56D5" w:rsidRPr="000C56D5">
        <w:rPr>
          <w:rtl/>
        </w:rPr>
        <w:t xml:space="preserve">جیسا </w:t>
      </w:r>
      <w:r>
        <w:rPr>
          <w:rtl/>
        </w:rPr>
        <w:t xml:space="preserve"> کہ معروف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ارشاد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کہ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سلم)نے </w:t>
      </w:r>
      <w:r w:rsidR="00042197" w:rsidRPr="00042197">
        <w:rPr>
          <w:rtl/>
        </w:rPr>
        <w:t>فرمایا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60D1B">
        <w:rPr>
          <w:rStyle w:val="libArabicChar"/>
          <w:rtl/>
        </w:rPr>
        <w:t xml:space="preserve">من مات و لم 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عرف امام زمان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مات م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تةً 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ل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ةً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حالت </w:t>
      </w:r>
      <w:r w:rsidR="007D2A2F">
        <w:rPr>
          <w:rtl/>
        </w:rPr>
        <w:t xml:space="preserve">میں </w:t>
      </w:r>
      <w:r>
        <w:rPr>
          <w:rtl/>
        </w:rPr>
        <w:t xml:space="preserve"> مرے کہ اپنے زمانہ کے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نہ پہچانتا</w:t>
      </w:r>
      <w:r w:rsidR="002549D7" w:rsidRPr="002549D7">
        <w:rPr>
          <w:rtl/>
        </w:rPr>
        <w:t xml:space="preserve"> ہو </w:t>
      </w:r>
      <w:r>
        <w:rPr>
          <w:rtl/>
        </w:rPr>
        <w:t>تو وہ ج</w:t>
      </w:r>
      <w:r w:rsidR="005564CA">
        <w:rPr>
          <w:rtl/>
        </w:rPr>
        <w:t xml:space="preserve">اہل </w:t>
      </w:r>
      <w:r w:rsidR="007D2A2F">
        <w:rPr>
          <w:rtl/>
        </w:rPr>
        <w:t>یت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>(عج)سے دور</w:t>
      </w:r>
      <w:r>
        <w:rPr>
          <w:rFonts w:hint="cs"/>
          <w:rtl/>
        </w:rPr>
        <w:t>ی</w:t>
      </w:r>
      <w:r>
        <w:rPr>
          <w:rtl/>
        </w:rPr>
        <w:t xml:space="preserve"> انسان کو زمانہ ج</w:t>
      </w:r>
      <w:r w:rsidR="005564CA">
        <w:rPr>
          <w:rtl/>
        </w:rPr>
        <w:t xml:space="preserve">اہل </w:t>
      </w:r>
      <w:r w:rsidR="007D2A2F">
        <w:rPr>
          <w:rtl/>
        </w:rPr>
        <w:t>یت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پلٹا د</w:t>
      </w:r>
      <w:r w:rsidR="007D2A2F">
        <w:rPr>
          <w:rtl/>
        </w:rPr>
        <w:t>یت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آپ (عج)ک</w:t>
      </w:r>
      <w:r>
        <w:rPr>
          <w:rFonts w:hint="cs"/>
          <w:rtl/>
        </w:rPr>
        <w:t>ی</w:t>
      </w:r>
      <w:r>
        <w:rPr>
          <w:rtl/>
        </w:rPr>
        <w:t xml:space="preserve"> معرفت نہ رکھنا اس کا مترادف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انسان بے </w:t>
      </w:r>
      <w:r w:rsidR="008828D8" w:rsidRPr="008828D8">
        <w:rPr>
          <w:rtl/>
        </w:rPr>
        <w:t xml:space="preserve"> دین</w:t>
      </w:r>
      <w:r w:rsidR="00824A76" w:rsidRPr="00824A76">
        <w:rPr>
          <w:rtl/>
        </w:rPr>
        <w:t xml:space="preserve"> ہے </w:t>
      </w:r>
      <w:r>
        <w:rPr>
          <w:rtl/>
        </w:rPr>
        <w:t>اور وہ زمانہ قبل از اسلام ک</w:t>
      </w:r>
      <w:r>
        <w:rPr>
          <w:rFonts w:hint="cs"/>
          <w:rtl/>
        </w:rPr>
        <w:t>ی</w:t>
      </w:r>
      <w:r>
        <w:rPr>
          <w:rtl/>
        </w:rPr>
        <w:t xml:space="preserve"> طرح گمراہ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چکا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2" w:name="_Toc502225866"/>
      <w:r>
        <w:rPr>
          <w:rFonts w:hint="eastAsia"/>
          <w:rtl/>
        </w:rPr>
        <w:t>کچھ</w:t>
      </w:r>
      <w:r>
        <w:rPr>
          <w:rtl/>
        </w:rPr>
        <w:t xml:space="preserve"> امام زمانہ (ع) ک</w:t>
      </w:r>
      <w:r>
        <w:rPr>
          <w:rFonts w:hint="cs"/>
          <w:rtl/>
        </w:rPr>
        <w:t>ی</w:t>
      </w:r>
      <w:r>
        <w:rPr>
          <w:rtl/>
        </w:rPr>
        <w:t xml:space="preserve"> والدہ معظمہ کے بارے </w:t>
      </w:r>
      <w:r w:rsidR="007D2A2F">
        <w:rPr>
          <w:rtl/>
        </w:rPr>
        <w:t>میں</w:t>
      </w:r>
      <w:bookmarkEnd w:id="22"/>
      <w:r w:rsidR="007D2A2F">
        <w:rPr>
          <w:rtl/>
        </w:rPr>
        <w:t xml:space="preserve"> 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معجزات 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سے</w:t>
      </w:r>
      <w:r w:rsidR="00824A76" w:rsidRPr="00824A76">
        <w:rPr>
          <w:rtl/>
        </w:rPr>
        <w:t xml:space="preserve"> ہے </w:t>
      </w:r>
      <w:r>
        <w:rPr>
          <w:rtl/>
        </w:rPr>
        <w:t>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زوجہ کا انتخاب</w:t>
      </w:r>
      <w:r w:rsidR="002549D7" w:rsidRPr="002549D7">
        <w:rPr>
          <w:rtl/>
        </w:rPr>
        <w:t xml:space="preserve">  کہاں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حضرت نرجس کا تعلق سلسلہ بادشاہت روم سے</w:t>
      </w:r>
      <w:r w:rsidR="00824A76" w:rsidRPr="00824A76">
        <w:rPr>
          <w:rtl/>
        </w:rPr>
        <w:t xml:space="preserve"> ہے </w:t>
      </w:r>
      <w:r>
        <w:rPr>
          <w:rtl/>
        </w:rPr>
        <w:t>جس کا دارلخلافہ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کہ جو مو جو ہ دور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استنبول</w:t>
      </w:r>
      <w:r>
        <w:rPr>
          <w:rtl/>
        </w:rPr>
        <w:t xml:space="preserve"> کے نام سے معروف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۔حضرت نرجس خاتون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شوعا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</w:t>
      </w:r>
      <w:r>
        <w:rPr>
          <w:rFonts w:hint="eastAsia"/>
          <w:rtl/>
        </w:rPr>
        <w:t>روم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جنکا سلسلہ نسب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نبّ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سے ملتا</w:t>
      </w:r>
      <w:r w:rsidR="00824A76" w:rsidRPr="00824A76">
        <w:rPr>
          <w:rtl/>
        </w:rPr>
        <w:t xml:space="preserve"> ہے </w:t>
      </w:r>
      <w:r>
        <w:rPr>
          <w:rtl/>
        </w:rPr>
        <w:t>اور والدہ ک</w:t>
      </w:r>
      <w:r>
        <w:rPr>
          <w:rFonts w:hint="cs"/>
          <w:rtl/>
        </w:rPr>
        <w:t>ی</w:t>
      </w:r>
      <w:r>
        <w:rPr>
          <w:rtl/>
        </w:rPr>
        <w:t xml:space="preserve"> طرف سے شمعون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2549D7" w:rsidRPr="002549D7">
        <w:rPr>
          <w:rtl/>
        </w:rPr>
        <w:t xml:space="preserve"> ہیں </w:t>
      </w:r>
      <w:r>
        <w:rPr>
          <w:rtl/>
        </w:rPr>
        <w:t>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وص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3" w:name="_Toc502225867"/>
      <w:r>
        <w:rPr>
          <w:rFonts w:hint="eastAsia"/>
          <w:rtl/>
        </w:rPr>
        <w:t>اسماء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</w:t>
      </w:r>
      <w:bookmarkEnd w:id="23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نرجس خاتون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کے نو(</w:t>
      </w:r>
      <w:r>
        <w:rPr>
          <w:rtl/>
          <w:lang w:bidi="fa-IR"/>
        </w:rPr>
        <w:t xml:space="preserve">۹) </w:t>
      </w:r>
      <w:r>
        <w:rPr>
          <w:rtl/>
        </w:rPr>
        <w:t>نام نقل</w:t>
      </w:r>
      <w:r w:rsidR="002549D7" w:rsidRPr="002549D7">
        <w:rPr>
          <w:rtl/>
        </w:rPr>
        <w:t xml:space="preserve"> ہو </w:t>
      </w:r>
      <w:r>
        <w:rPr>
          <w:rtl/>
        </w:rPr>
        <w:t>ئے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، سب</w:t>
      </w:r>
      <w:r>
        <w:rPr>
          <w:rFonts w:hint="cs"/>
          <w:rtl/>
        </w:rPr>
        <w:t>ی</w:t>
      </w:r>
      <w:r>
        <w:rPr>
          <w:rFonts w:hint="eastAsia"/>
          <w:rtl/>
        </w:rPr>
        <w:t>کہ،</w:t>
      </w:r>
      <w:r>
        <w:rPr>
          <w:rtl/>
        </w:rPr>
        <w:t xml:space="preserve"> نرجس، سوسن ،مر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،ر</w:t>
      </w:r>
      <w:r>
        <w:rPr>
          <w:rFonts w:hint="cs"/>
          <w:rtl/>
        </w:rPr>
        <w:t>ی</w:t>
      </w:r>
      <w:r>
        <w:rPr>
          <w:rFonts w:hint="eastAsia"/>
          <w:rtl/>
        </w:rPr>
        <w:t>حانہ</w:t>
      </w:r>
      <w:r>
        <w:rPr>
          <w:rtl/>
        </w:rPr>
        <w:t xml:space="preserve"> ،خمط اورصق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60D1B">
        <w:rPr>
          <w:rFonts w:hint="cs"/>
          <w:rtl/>
        </w:rPr>
        <w:t xml:space="preserve"> 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نرجس: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کا نام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جسے اردو زبان </w:t>
      </w:r>
      <w:r w:rsidR="007D2A2F">
        <w:rPr>
          <w:rtl/>
        </w:rPr>
        <w:t xml:space="preserve">میں </w:t>
      </w:r>
      <w:r>
        <w:rPr>
          <w:rtl/>
        </w:rPr>
        <w:t xml:space="preserve"> نرگس کا پھول کہتے</w:t>
      </w:r>
      <w:r w:rsidR="002549D7" w:rsidRPr="002549D7">
        <w:rPr>
          <w:rtl/>
        </w:rPr>
        <w:t xml:space="preserve"> ہیں 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سوسن : موسم</w:t>
      </w:r>
      <w:r>
        <w:rPr>
          <w:rFonts w:hint="cs"/>
          <w:rtl/>
        </w:rPr>
        <w:t>ی</w:t>
      </w:r>
      <w:r>
        <w:rPr>
          <w:rtl/>
        </w:rPr>
        <w:t xml:space="preserve"> پھول کا نام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مختلف رنگوں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ورپ،امر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ھمال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0C56D5" w:rsidRPr="000C56D5">
        <w:rPr>
          <w:rtl/>
        </w:rPr>
        <w:t xml:space="preserve"> ہے۔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سب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: خالص سو نے کو کہتے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۔اورخالص چاند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 ل</w:t>
      </w:r>
      <w:r w:rsidR="002549D7" w:rsidRPr="002549D7">
        <w:rPr>
          <w:rtl/>
        </w:rPr>
        <w:t xml:space="preserve"> ہو </w:t>
      </w:r>
      <w:r>
        <w:rPr>
          <w:rtl/>
        </w:rPr>
        <w:t>تاھے 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۴(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: اسکالر خاتون کو </w:t>
      </w:r>
      <w:r w:rsidR="007844F9" w:rsidRPr="007844F9">
        <w:rPr>
          <w:rtl/>
        </w:rPr>
        <w:t>کہا</w:t>
      </w:r>
      <w:r>
        <w:rPr>
          <w:rtl/>
        </w:rPr>
        <w:t xml:space="preserve"> جا تاھے ۔ آپ نے علم وحکمت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استان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 w:rsidR="007844F9" w:rsidRPr="007844F9">
        <w:rPr>
          <w:rFonts w:hint="eastAsia"/>
          <w:rtl/>
        </w:rPr>
        <w:t>کہا</w:t>
      </w:r>
      <w:r>
        <w:rPr>
          <w:rtl/>
        </w:rPr>
        <w:t xml:space="preserve"> تھا۔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جبکہ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سے س</w:t>
      </w:r>
      <w:r>
        <w:rPr>
          <w:rFonts w:hint="cs"/>
          <w:rtl/>
        </w:rPr>
        <w:t>ی</w:t>
      </w:r>
      <w:r w:rsidR="007844F9" w:rsidRPr="007844F9">
        <w:rPr>
          <w:rFonts w:hint="eastAsia"/>
          <w:rtl/>
        </w:rPr>
        <w:t>کہا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-: ملکہ کے معنٰ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استعمال</w:t>
      </w:r>
      <w:r w:rsidR="002549D7" w:rsidRPr="002549D7">
        <w:rPr>
          <w:rtl/>
        </w:rPr>
        <w:t xml:space="preserve"> ہو </w:t>
      </w:r>
      <w:r>
        <w:rPr>
          <w:rtl/>
        </w:rPr>
        <w:t>تا</w:t>
      </w:r>
      <w:r w:rsidR="00824A76" w:rsidRPr="00824A76">
        <w:rPr>
          <w:rtl/>
        </w:rPr>
        <w:t xml:space="preserve"> ہے </w:t>
      </w:r>
      <w:r>
        <w:rPr>
          <w:rtl/>
        </w:rPr>
        <w:t>اور حق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 w:rsidR="00824A76" w:rsidRPr="00824A76">
        <w:rPr>
          <w:rtl/>
        </w:rPr>
        <w:t xml:space="preserve">ہے </w:t>
      </w:r>
      <w:r>
        <w:rPr>
          <w:rtl/>
        </w:rPr>
        <w:t>کہ وہ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حکومت کرنے والے فرزند ارجمند ک</w:t>
      </w:r>
      <w:r>
        <w:rPr>
          <w:rFonts w:hint="cs"/>
          <w:rtl/>
        </w:rPr>
        <w:t>ی</w:t>
      </w:r>
      <w:r>
        <w:rPr>
          <w:rtl/>
        </w:rPr>
        <w:t xml:space="preserve"> والدہ ماجدہ</w:t>
      </w:r>
      <w:r w:rsidR="002549D7" w:rsidRPr="002549D7">
        <w:rPr>
          <w:rtl/>
        </w:rPr>
        <w:t xml:space="preserve"> ہیں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 xml:space="preserve">۶)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کا نام</w:t>
      </w:r>
      <w:r w:rsidR="00824A76" w:rsidRPr="00824A76">
        <w:rPr>
          <w:rtl/>
        </w:rPr>
        <w:t xml:space="preserve"> ہے </w:t>
      </w:r>
      <w:r>
        <w:rPr>
          <w:rtl/>
        </w:rPr>
        <w:t>اورعلماء</w:t>
      </w:r>
      <w:r w:rsidR="00DE4B57" w:rsidRPr="00DE4B57">
        <w:rPr>
          <w:rtl/>
        </w:rPr>
        <w:t xml:space="preserve"> اہل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</w:t>
      </w:r>
      <w:r w:rsidR="00DE4B57" w:rsidRPr="00DE4B57">
        <w:rPr>
          <w:rtl/>
        </w:rPr>
        <w:t xml:space="preserve"> اہل </w:t>
      </w:r>
      <w:r>
        <w:rPr>
          <w:rtl/>
        </w:rPr>
        <w:t>سنت اس بات پر متفق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7D2A2F">
        <w:rPr>
          <w:rtl/>
        </w:rPr>
        <w:t xml:space="preserve">میں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حانہ</w:t>
      </w:r>
      <w:r>
        <w:rPr>
          <w:rtl/>
        </w:rPr>
        <w:t xml:space="preserve">: ھرخوشبو والے پودے کو </w:t>
      </w:r>
      <w:r w:rsidR="007844F9" w:rsidRPr="007844F9">
        <w:rPr>
          <w:rtl/>
        </w:rPr>
        <w:t>کہا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549D7" w:rsidRPr="002549D7">
        <w:rPr>
          <w:rtl/>
        </w:rPr>
        <w:t xml:space="preserve"> ہی </w:t>
      </w:r>
      <w:r w:rsidR="00824A76" w:rsidRPr="00824A76">
        <w:rPr>
          <w:rtl/>
        </w:rPr>
        <w:t xml:space="preserve">ہے </w:t>
      </w:r>
      <w:r>
        <w:rPr>
          <w:rtl/>
        </w:rPr>
        <w:t>کہ جنکے فرزند ک</w:t>
      </w:r>
      <w:r>
        <w:rPr>
          <w:rFonts w:hint="cs"/>
          <w:rtl/>
        </w:rPr>
        <w:t>ی</w:t>
      </w:r>
      <w:r>
        <w:rPr>
          <w:rtl/>
        </w:rPr>
        <w:t xml:space="preserve"> خوشبو سے پورا جھان معّطر</w:t>
      </w:r>
      <w:r w:rsidR="000C56D5" w:rsidRPr="000C56D5">
        <w:rPr>
          <w:rtl/>
        </w:rPr>
        <w:t xml:space="preserve"> ہوگا </w:t>
      </w:r>
      <w:r>
        <w:rPr>
          <w:rtl/>
        </w:rPr>
        <w:t>اور نور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جگہ چھا جائے گا ۔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خمط : پھلدار درخت کا نام</w:t>
      </w:r>
      <w:r w:rsidR="00824A76" w:rsidRPr="00824A76">
        <w:rPr>
          <w:rtl/>
        </w:rPr>
        <w:t xml:space="preserve"> ہے </w:t>
      </w:r>
      <w:r>
        <w:rPr>
          <w:rtl/>
        </w:rPr>
        <w:t>اور ھرتازہ اور خوشبووال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</w:t>
      </w:r>
      <w:r w:rsidR="002549D7" w:rsidRPr="002549D7">
        <w:rPr>
          <w:rtl/>
        </w:rPr>
        <w:t xml:space="preserve"> ہیں 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129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صق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 w:rsidR="00824A76" w:rsidRPr="00824A76">
        <w:rPr>
          <w:rtl/>
        </w:rPr>
        <w:t xml:space="preserve"> ہر </w:t>
      </w:r>
      <w:r>
        <w:rPr>
          <w:rtl/>
        </w:rPr>
        <w:t>نوران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</w:t>
      </w:r>
      <w:r w:rsidR="002549D7" w:rsidRPr="002549D7">
        <w:rPr>
          <w:rtl/>
        </w:rPr>
        <w:t xml:space="preserve"> ہیں 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(رہ) کا</w:t>
      </w:r>
      <w:r w:rsidR="007D2A2F">
        <w:rPr>
          <w:rtl/>
        </w:rPr>
        <w:t xml:space="preserve"> کہنا </w:t>
      </w:r>
      <w:r w:rsidR="00824A76" w:rsidRPr="00824A76">
        <w:rPr>
          <w:rtl/>
        </w:rPr>
        <w:t xml:space="preserve">ہے </w:t>
      </w:r>
      <w:r>
        <w:rPr>
          <w:rtl/>
        </w:rPr>
        <w:t>کہ حضرت نرجس خاتون کے حاملہ</w:t>
      </w:r>
      <w:r w:rsidR="008828D8" w:rsidRPr="008828D8">
        <w:rPr>
          <w:rtl/>
        </w:rPr>
        <w:t xml:space="preserve"> ہونے </w:t>
      </w:r>
      <w:r>
        <w:rPr>
          <w:rtl/>
        </w:rPr>
        <w:t>کے بعد آپکو صق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4" w:name="_Toc502225868"/>
      <w:r>
        <w:rPr>
          <w:rFonts w:hint="eastAsia"/>
          <w:rtl/>
        </w:rPr>
        <w:t>دو</w:t>
      </w:r>
      <w:r>
        <w:rPr>
          <w:rtl/>
        </w:rPr>
        <w:t xml:space="preserve"> خاندانوں کاملاپ :</w:t>
      </w:r>
      <w:bookmarkEnd w:id="24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خوشبو خاندان نبّوت و عصمت تک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042197" w:rsidRPr="00042197">
        <w:rPr>
          <w:rtl/>
        </w:rPr>
        <w:t xml:space="preserve"> پہنچ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>۔ اس قصّہ کو علماء اکرام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D2A2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 w:rsidR="00A900AD">
        <w:rPr>
          <w:rtl/>
        </w:rPr>
        <w:t>لکھا</w:t>
      </w:r>
      <w:r w:rsidR="00824A76" w:rsidRPr="00824A76">
        <w:rPr>
          <w:rtl/>
        </w:rPr>
        <w:t xml:space="preserve"> ہے </w:t>
      </w:r>
      <w:r>
        <w:rPr>
          <w:rtl/>
        </w:rPr>
        <w:t>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صدوق(رہ) نے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(رہ)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، طبر</w:t>
      </w:r>
      <w:r>
        <w:rPr>
          <w:rFonts w:hint="cs"/>
          <w:rtl/>
        </w:rPr>
        <w:t>ی</w:t>
      </w:r>
      <w:r>
        <w:rPr>
          <w:rtl/>
        </w:rPr>
        <w:t xml:space="preserve">(رہ) نے دلائل الامامة </w:t>
      </w:r>
      <w:r w:rsidR="007D2A2F">
        <w:rPr>
          <w:rtl/>
        </w:rPr>
        <w:t xml:space="preserve">میں </w:t>
      </w:r>
      <w:r>
        <w:rPr>
          <w:rtl/>
        </w:rPr>
        <w:t xml:space="preserve"> ،ابن شھر آشوب (رہ)نے منا</w:t>
      </w:r>
      <w:r>
        <w:rPr>
          <w:rFonts w:hint="eastAsia"/>
          <w:rtl/>
        </w:rPr>
        <w:t>قب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(رہ) نے منتخب </w:t>
      </w:r>
      <w:r w:rsidR="007D2A2F">
        <w:rPr>
          <w:rtl/>
        </w:rPr>
        <w:t xml:space="preserve">میں </w:t>
      </w:r>
      <w:r>
        <w:rPr>
          <w:rtl/>
        </w:rPr>
        <w:t xml:space="preserve"> ، ابن فتّال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(رہ) نے روضہ </w:t>
      </w:r>
      <w:r w:rsidR="007D2A2F">
        <w:rPr>
          <w:rtl/>
        </w:rPr>
        <w:t xml:space="preserve">میں 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حرّعامل</w:t>
      </w:r>
      <w:r>
        <w:rPr>
          <w:rFonts w:hint="cs"/>
          <w:rtl/>
        </w:rPr>
        <w:t>ی</w:t>
      </w:r>
      <w:r>
        <w:rPr>
          <w:rtl/>
        </w:rPr>
        <w:t xml:space="preserve">(رہ) نے اثبات الھداة </w:t>
      </w:r>
      <w:r w:rsidR="007D2A2F">
        <w:rPr>
          <w:rtl/>
        </w:rPr>
        <w:t xml:space="preserve">میں 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بحران</w:t>
      </w:r>
      <w:r>
        <w:rPr>
          <w:rFonts w:hint="cs"/>
          <w:rtl/>
        </w:rPr>
        <w:t>ی</w:t>
      </w:r>
      <w:r>
        <w:rPr>
          <w:rtl/>
        </w:rPr>
        <w:t>(رہ) نے حل</w:t>
      </w:r>
      <w:r>
        <w:rPr>
          <w:rFonts w:hint="cs"/>
          <w:rtl/>
        </w:rPr>
        <w:t>یّ</w:t>
      </w:r>
      <w:r>
        <w:rPr>
          <w:rFonts w:hint="eastAsia"/>
          <w:rtl/>
        </w:rPr>
        <w:t>ةالابرار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اور علامہ مجلس</w:t>
      </w:r>
      <w:r>
        <w:rPr>
          <w:rFonts w:hint="cs"/>
          <w:rtl/>
        </w:rPr>
        <w:t>ی</w:t>
      </w:r>
      <w:r>
        <w:rPr>
          <w:rtl/>
        </w:rPr>
        <w:t xml:space="preserve">(رہ) نے بحار الانوار </w:t>
      </w:r>
      <w:r w:rsidR="007D2A2F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 w:rsidR="00437CD4" w:rsidRPr="00437CD4">
        <w:rPr>
          <w:rtl/>
        </w:rPr>
        <w:t xml:space="preserve">،ہم </w:t>
      </w:r>
      <w:r>
        <w:rPr>
          <w:rtl/>
        </w:rPr>
        <w:t>اس واقعہ کو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5" w:name="_Toc502225869"/>
      <w:r>
        <w:rPr>
          <w:rFonts w:hint="eastAsia"/>
          <w:rtl/>
        </w:rPr>
        <w:t>بشربن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نخّاس :</w:t>
      </w:r>
      <w:bookmarkEnd w:id="25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کا تعلق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سلم)کے صحاب</w:t>
      </w:r>
      <w:r>
        <w:rPr>
          <w:rFonts w:hint="cs"/>
          <w:rtl/>
        </w:rPr>
        <w:t>ی</w:t>
      </w:r>
      <w:r>
        <w:rPr>
          <w:rtl/>
        </w:rPr>
        <w:t xml:space="preserve"> حضرت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824A76" w:rsidRPr="00824A76">
        <w:rPr>
          <w:rtl/>
        </w:rPr>
        <w:t xml:space="preserve"> ہے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ھے</w:t>
      </w:r>
      <w:r>
        <w:rPr>
          <w:rtl/>
        </w:rPr>
        <w:t xml:space="preserve"> بشر حضرت امام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اعتبار سے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غلام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دوفروش</w:t>
      </w:r>
      <w:r>
        <w:rPr>
          <w:rtl/>
        </w:rPr>
        <w:t xml:space="preserve">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6" w:name="_Toc502225870"/>
      <w:r>
        <w:rPr>
          <w:rFonts w:hint="eastAsia"/>
          <w:rtl/>
        </w:rPr>
        <w:lastRenderedPageBreak/>
        <w:t>بشر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بلا وا :</w:t>
      </w:r>
      <w:bookmarkEnd w:id="26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سامرہ </w:t>
      </w:r>
      <w:r w:rsidR="007D2A2F">
        <w:rPr>
          <w:rtl/>
        </w:rPr>
        <w:t xml:space="preserve">میں </w:t>
      </w:r>
      <w:r>
        <w:rPr>
          <w:rtl/>
        </w:rPr>
        <w:t xml:space="preserve">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گھر </w:t>
      </w:r>
      <w:r w:rsidR="007D2A2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دروازہ پر دستک</w:t>
      </w:r>
      <w:r w:rsidR="00DE4B57" w:rsidRPr="00DE4B57">
        <w:rPr>
          <w:rtl/>
        </w:rPr>
        <w:t xml:space="preserve"> ہوئی </w:t>
      </w:r>
      <w:r>
        <w:rPr>
          <w:rtl/>
        </w:rPr>
        <w:t xml:space="preserve">تو پتہ چلا کہ امام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خادم کافور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اور کہتا</w:t>
      </w:r>
      <w:r w:rsidR="00824A76" w:rsidRPr="00824A76">
        <w:rPr>
          <w:rtl/>
        </w:rPr>
        <w:t xml:space="preserve"> ہے </w:t>
      </w:r>
      <w:r>
        <w:rPr>
          <w:rtl/>
        </w:rPr>
        <w:t>کہ فوراً چلو! حضرت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549D7" w:rsidRPr="002549D7">
        <w:rPr>
          <w:rtl/>
        </w:rPr>
        <w:t xml:space="preserve"> ہو </w:t>
      </w:r>
      <w:r>
        <w:rPr>
          <w:rtl/>
        </w:rPr>
        <w:t>کر حضرت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پہچے ۔ انھوں نے </w:t>
      </w:r>
      <w:r w:rsidR="007D2A2F">
        <w:rPr>
          <w:rtl/>
        </w:rPr>
        <w:t>دیکھا</w:t>
      </w:r>
      <w:r>
        <w:rPr>
          <w:rtl/>
        </w:rPr>
        <w:t xml:space="preserve"> کے امام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فرزند ارجمند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گفتگو </w:t>
      </w:r>
      <w:r w:rsidR="007D2A2F">
        <w:rPr>
          <w:rtl/>
        </w:rPr>
        <w:t xml:space="preserve">میں </w:t>
      </w:r>
      <w:r>
        <w:rPr>
          <w:rtl/>
        </w:rPr>
        <w:t xml:space="preserve"> مشغول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بشربن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بشر تم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2549D7" w:rsidRPr="002549D7">
        <w:rPr>
          <w:rtl/>
        </w:rPr>
        <w:t xml:space="preserve"> ہو </w:t>
      </w:r>
      <w:r>
        <w:rPr>
          <w:rtl/>
        </w:rPr>
        <w:t>۔</w:t>
      </w:r>
      <w:r w:rsidR="002549D7" w:rsidRPr="002549D7">
        <w:rPr>
          <w:rtl/>
        </w:rPr>
        <w:t xml:space="preserve">ہماری </w:t>
      </w:r>
      <w:r>
        <w:rPr>
          <w:rtl/>
        </w:rPr>
        <w:t xml:space="preserve"> محبت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تمھارے دلوں </w:t>
      </w:r>
      <w:r w:rsidR="007D2A2F">
        <w:rPr>
          <w:rtl/>
        </w:rPr>
        <w:t xml:space="preserve">میں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آرھ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تمھار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ہر </w:t>
      </w:r>
      <w:r>
        <w:rPr>
          <w:rtl/>
        </w:rPr>
        <w:t>نسل نے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محبت کو ارث </w:t>
      </w:r>
      <w:r w:rsidR="007D2A2F">
        <w:rPr>
          <w:rtl/>
        </w:rPr>
        <w:t xml:space="preserve">میں 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اب </w:t>
      </w:r>
      <w:r w:rsidR="007D2A2F">
        <w:rPr>
          <w:rtl/>
        </w:rPr>
        <w:t xml:space="preserve">میں </w:t>
      </w:r>
      <w:r>
        <w:rPr>
          <w:rtl/>
        </w:rPr>
        <w:t xml:space="preserve"> چاہتا</w:t>
      </w:r>
      <w:r w:rsidR="00437CD4" w:rsidRPr="00437CD4">
        <w:rPr>
          <w:rtl/>
        </w:rPr>
        <w:t xml:space="preserve"> ہوں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تم پر آشکار کروں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0C56D5" w:rsidRPr="000C56D5">
        <w:rPr>
          <w:rtl/>
        </w:rPr>
        <w:t xml:space="preserve">ہم </w:t>
      </w:r>
      <w:r>
        <w:rPr>
          <w:rtl/>
        </w:rPr>
        <w:t>کام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 نپوں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تمھارے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 عث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 w:rsidR="002549D7" w:rsidRPr="002549D7">
        <w:rPr>
          <w:rtl/>
        </w:rPr>
        <w:t xml:space="preserve"> ہو </w:t>
      </w:r>
      <w:r>
        <w:rPr>
          <w:rFonts w:hint="eastAsia"/>
          <w:rtl/>
        </w:rPr>
        <w:t>گا</w:t>
      </w:r>
      <w:r>
        <w:rPr>
          <w:rtl/>
        </w:rPr>
        <w:t xml:space="preserve"> اس طرح سے کہ تم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پھل کروگے۔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امام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روم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A900AD">
        <w:rPr>
          <w:rtl/>
        </w:rPr>
        <w:t>لکھا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مھر مبارک لگا کر بشر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بٹوا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 </w:t>
      </w:r>
      <w:r w:rsidR="007D2A2F">
        <w:rPr>
          <w:rtl/>
        </w:rPr>
        <w:t xml:space="preserve">میں </w:t>
      </w:r>
      <w:r>
        <w:rPr>
          <w:rtl/>
        </w:rPr>
        <w:t xml:space="preserve"> دوسو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۲۲۰)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تھمانے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بغداد ک</w:t>
      </w:r>
      <w:r>
        <w:rPr>
          <w:rFonts w:hint="cs"/>
          <w:rtl/>
        </w:rPr>
        <w:t>ی</w:t>
      </w:r>
      <w:r>
        <w:rPr>
          <w:rtl/>
        </w:rPr>
        <w:t xml:space="preserve"> جانب روانہ</w:t>
      </w:r>
      <w:r w:rsidR="00272FF7" w:rsidRPr="00272FF7">
        <w:rPr>
          <w:rtl/>
        </w:rPr>
        <w:t xml:space="preserve"> ہو</w:t>
      </w:r>
      <w:r>
        <w:rPr>
          <w:rtl/>
        </w:rPr>
        <w:t>جاؤ فلاں دن ظھر</w:t>
      </w:r>
      <w:r>
        <w:rPr>
          <w:rFonts w:hint="eastAsia"/>
          <w:rtl/>
        </w:rPr>
        <w:t>سے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فرات کے راستے </w:t>
      </w:r>
      <w:r w:rsidR="007D2A2F">
        <w:rPr>
          <w:rtl/>
        </w:rPr>
        <w:t xml:space="preserve">میں </w:t>
      </w:r>
      <w:r w:rsidR="00042197" w:rsidRPr="00042197">
        <w:rPr>
          <w:rtl/>
        </w:rPr>
        <w:t xml:space="preserve"> پہنچ </w:t>
      </w:r>
      <w:r>
        <w:rPr>
          <w:rtl/>
        </w:rPr>
        <w:t>جاؤ ۔ جب غلاموں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اںوھاں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جگہ پر بہت سے لوگ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آ ئے</w:t>
      </w:r>
      <w:r w:rsidR="008828D8" w:rsidRPr="008828D8">
        <w:rPr>
          <w:rtl/>
        </w:rPr>
        <w:t xml:space="preserve"> ہوئے </w:t>
      </w:r>
      <w:r w:rsidR="00437CD4" w:rsidRPr="00437CD4">
        <w:rPr>
          <w:rtl/>
        </w:rPr>
        <w:t xml:space="preserve">ہوں </w:t>
      </w:r>
      <w:r>
        <w:rPr>
          <w:rtl/>
        </w:rPr>
        <w:t>گے کچھ لوگ عباس</w:t>
      </w:r>
      <w:r>
        <w:rPr>
          <w:rFonts w:hint="cs"/>
          <w:rtl/>
        </w:rPr>
        <w:t>ی</w:t>
      </w:r>
      <w:r>
        <w:rPr>
          <w:rtl/>
        </w:rPr>
        <w:t xml:space="preserve"> عھداروں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272FF7" w:rsidRPr="00272FF7">
        <w:rPr>
          <w:rtl/>
        </w:rPr>
        <w:t xml:space="preserve"> ہو</w:t>
      </w:r>
      <w:r>
        <w:rPr>
          <w:rtl/>
        </w:rPr>
        <w:t>نگے جبکہ تھوڑے بہت جوانان عرب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7844F9" w:rsidRPr="007844F9">
        <w:rPr>
          <w:rtl/>
        </w:rPr>
        <w:t>کہا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تم اس دن دور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D74317">
        <w:rPr>
          <w:rtl/>
        </w:rPr>
        <w:t xml:space="preserve"> رہنا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ز وغلام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بنام عمربن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جانا اور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اسکے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نے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کپڑے پھنے</w:t>
      </w:r>
      <w:r w:rsidR="008828D8" w:rsidRPr="008828D8">
        <w:rPr>
          <w:rtl/>
        </w:rPr>
        <w:t xml:space="preserve"> ہوئے</w:t>
      </w:r>
      <w:r w:rsidR="00272FF7" w:rsidRPr="00272FF7">
        <w:rPr>
          <w:rtl/>
        </w:rPr>
        <w:t xml:space="preserve"> ہو</w:t>
      </w:r>
      <w:r>
        <w:rPr>
          <w:rtl/>
        </w:rPr>
        <w:t>نگے ۔اور جب کوئ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لگائے گا تو وہ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نقاب</w:t>
      </w:r>
      <w:r w:rsidR="002549D7" w:rsidRPr="002549D7">
        <w:rPr>
          <w:rtl/>
        </w:rPr>
        <w:t xml:space="preserve"> نہیں </w:t>
      </w:r>
      <w:r>
        <w:rPr>
          <w:rtl/>
        </w:rPr>
        <w:t>اٹھائے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کے ہجوم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B06535" w:rsidRPr="00B06535">
        <w:rPr>
          <w:rtl/>
        </w:rPr>
        <w:t>یا</w:t>
      </w:r>
      <w:r>
        <w:rPr>
          <w:rtl/>
        </w:rPr>
        <w:t>ہ شخص آگے بڑھ 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سو(</w:t>
      </w:r>
      <w:r>
        <w:rPr>
          <w:rtl/>
          <w:lang w:bidi="fa-IR"/>
        </w:rPr>
        <w:t xml:space="preserve">۳۰۰)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گا ۔جس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جانے سے انکار کر دے 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B06535" w:rsidRPr="00B06535">
        <w:rPr>
          <w:rtl/>
        </w:rPr>
        <w:t xml:space="preserve"> کہے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زادہ بھ</w:t>
      </w:r>
      <w:r>
        <w:rPr>
          <w:rFonts w:hint="cs"/>
          <w:rtl/>
        </w:rPr>
        <w:t>ی</w:t>
      </w:r>
      <w:r>
        <w:rPr>
          <w:rtl/>
        </w:rPr>
        <w:t xml:space="preserve"> آکرک</w:t>
      </w:r>
      <w:r>
        <w:rPr>
          <w:rFonts w:hint="cs"/>
          <w:rtl/>
        </w:rPr>
        <w:t>ی</w:t>
      </w:r>
      <w:r>
        <w:rPr>
          <w:rFonts w:hint="eastAsia"/>
          <w:rtl/>
        </w:rPr>
        <w:t>وںنہ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کرے مجھے اس سے کوئ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لہٰذا تم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ضائع مت کرو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تم اٹھکر عمروبن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</w:t>
      </w:r>
      <w:r w:rsidR="007D2A2F">
        <w:rPr>
          <w:rtl/>
        </w:rPr>
        <w:t xml:space="preserve"> کہنا 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اشراف عرب </w:t>
      </w:r>
      <w:r w:rsidR="007D2A2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خط</w:t>
      </w:r>
      <w:r w:rsidR="00824A76" w:rsidRPr="00824A76">
        <w:rPr>
          <w:rtl/>
        </w:rPr>
        <w:t xml:space="preserve"> ہے </w:t>
      </w:r>
      <w:r>
        <w:rPr>
          <w:rtl/>
        </w:rPr>
        <w:t>جو روم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A900AD">
        <w:rPr>
          <w:rtl/>
        </w:rPr>
        <w:t>لکھا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 w:rsidR="007D2A2F">
        <w:rPr>
          <w:rtl/>
        </w:rPr>
        <w:t>ید</w:t>
      </w:r>
      <w:r>
        <w:rPr>
          <w:rtl/>
        </w:rPr>
        <w:t xml:space="preserve">واگر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جائے تو مجھے اپنے موکّل ک</w:t>
      </w:r>
      <w:r>
        <w:rPr>
          <w:rFonts w:hint="cs"/>
          <w:rtl/>
        </w:rPr>
        <w:t>ی</w:t>
      </w:r>
      <w:r>
        <w:rPr>
          <w:rtl/>
        </w:rPr>
        <w:t xml:space="preserve"> طرف سے اجازت</w:t>
      </w:r>
      <w:r w:rsidR="00824A76" w:rsidRPr="00824A76">
        <w:rPr>
          <w:rtl/>
        </w:rPr>
        <w:t xml:space="preserve"> ہے </w:t>
      </w:r>
      <w:r>
        <w:rPr>
          <w:rtl/>
        </w:rPr>
        <w:t>کہ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دلوں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زنے</w:t>
      </w:r>
      <w:r>
        <w:rPr>
          <w:rtl/>
        </w:rPr>
        <w:t xml:space="preserve">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پڑھا </w:t>
      </w:r>
      <w:r>
        <w:rPr>
          <w:rtl/>
        </w:rPr>
        <w:lastRenderedPageBreak/>
        <w:t xml:space="preserve">اور عمروبن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7844F9" w:rsidRPr="007844F9">
        <w:rPr>
          <w:rtl/>
        </w:rPr>
        <w:t>کہا</w:t>
      </w:r>
      <w:r>
        <w:rPr>
          <w:rtl/>
        </w:rPr>
        <w:t xml:space="preserve"> کہ م</w:t>
      </w:r>
      <w:r>
        <w:rPr>
          <w:rFonts w:hint="eastAsia"/>
          <w:rtl/>
        </w:rPr>
        <w:t>جھے</w:t>
      </w:r>
      <w:r>
        <w:rPr>
          <w:rtl/>
        </w:rPr>
        <w:t xml:space="preserve"> اس خط کے لکھنے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چو</w:t>
      </w:r>
      <w:r>
        <w:rPr>
          <w:rtl/>
        </w:rPr>
        <w:t xml:space="preserve"> ورنہ </w:t>
      </w:r>
      <w:r w:rsidR="007D2A2F">
        <w:rPr>
          <w:rtl/>
        </w:rPr>
        <w:t xml:space="preserve">میں </w:t>
      </w:r>
      <w:r>
        <w:rPr>
          <w:rtl/>
        </w:rPr>
        <w:t xml:space="preserve"> اپنے آپ کو </w:t>
      </w:r>
      <w:r w:rsidR="00025F9A" w:rsidRPr="00025F9A">
        <w:rPr>
          <w:rtl/>
        </w:rPr>
        <w:t>ہلاک</w:t>
      </w:r>
      <w:r>
        <w:rPr>
          <w:rtl/>
        </w:rPr>
        <w:t xml:space="preserve"> کر لوں گ</w:t>
      </w:r>
      <w:r>
        <w:rPr>
          <w:rFonts w:hint="cs"/>
          <w:rtl/>
        </w:rPr>
        <w:t>ی</w:t>
      </w:r>
      <w:r>
        <w:rPr>
          <w:rtl/>
        </w:rPr>
        <w:t xml:space="preserve"> اس موقع پر بشربن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عمروبن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مزاکرہ شروع</w:t>
      </w:r>
      <w:r w:rsidR="00042197" w:rsidRPr="00042197">
        <w:rPr>
          <w:rtl/>
        </w:rPr>
        <w:t xml:space="preserve"> ہوا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سودا دوسوب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۲۲۰)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پر آکر ختم</w:t>
      </w:r>
      <w:r w:rsidR="00042197" w:rsidRPr="00042197">
        <w:rPr>
          <w:rtl/>
        </w:rPr>
        <w:t xml:space="preserve"> ہوا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بشربن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ل</w:t>
      </w:r>
      <w:r w:rsidR="007D2A2F">
        <w:rPr>
          <w:rtl/>
        </w:rPr>
        <w:t>یک</w:t>
      </w:r>
      <w:r>
        <w:rPr>
          <w:rtl/>
        </w:rPr>
        <w:t>ر گھر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7D2A2F">
        <w:rPr>
          <w:rtl/>
        </w:rPr>
        <w:t>دیکھا</w:t>
      </w:r>
      <w:r>
        <w:rPr>
          <w:rtl/>
        </w:rPr>
        <w:t xml:space="preserve"> کہ وہ خط کوھاتھ </w:t>
      </w:r>
      <w:r w:rsidR="007D2A2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چومت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۔بشربن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!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 کو چوم رھ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جس کے لکھنے والے کو جانت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 w:rsidR="002549D7" w:rsidRPr="002549D7">
        <w:rPr>
          <w:rtl/>
        </w:rPr>
        <w:t xml:space="preserve"> نہیں ہو </w:t>
      </w:r>
      <w:r>
        <w:rPr>
          <w:rtl/>
        </w:rPr>
        <w:t>۔جس پر اس خاتون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:غور سے سنو !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مل</w:t>
      </w:r>
      <w:r w:rsidR="007D2A2F">
        <w:rPr>
          <w:rFonts w:hint="eastAsia"/>
          <w:rtl/>
        </w:rPr>
        <w:t>یک</w:t>
      </w:r>
      <w:r>
        <w:rPr>
          <w:rFonts w:hint="eastAsia"/>
          <w:rtl/>
        </w:rPr>
        <w:t>ہ</w:t>
      </w:r>
      <w:r>
        <w:rPr>
          <w:rtl/>
        </w:rPr>
        <w:t xml:space="preserve"> بنت </w:t>
      </w:r>
      <w:r>
        <w:rPr>
          <w:rFonts w:hint="cs"/>
          <w:rtl/>
        </w:rPr>
        <w:t>ی</w:t>
      </w:r>
      <w:r>
        <w:rPr>
          <w:rFonts w:hint="eastAsia"/>
          <w:rtl/>
        </w:rPr>
        <w:t>شوعا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 م</w:t>
      </w:r>
      <w:r w:rsidR="00437CD4" w:rsidRPr="00437CD4">
        <w:rPr>
          <w:rtl/>
        </w:rPr>
        <w:t xml:space="preserve"> ہوں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کا نسب شمعون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ملتا</w:t>
      </w:r>
      <w:r w:rsidR="00824A76" w:rsidRPr="00824A76">
        <w:rPr>
          <w:rtl/>
        </w:rPr>
        <w:t xml:space="preserve"> ہے </w:t>
      </w:r>
      <w:r>
        <w:rPr>
          <w:rtl/>
        </w:rPr>
        <w:t>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وص</w:t>
      </w:r>
      <w:r>
        <w:rPr>
          <w:rFonts w:hint="cs"/>
          <w:rtl/>
        </w:rPr>
        <w:t>ی</w:t>
      </w:r>
      <w:r>
        <w:rPr>
          <w:rtl/>
        </w:rPr>
        <w:t xml:space="preserve"> تھے اب </w:t>
      </w:r>
      <w:r w:rsidR="007D2A2F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زواقعہ</w:t>
      </w:r>
      <w:r>
        <w:rPr>
          <w:rtl/>
        </w:rPr>
        <w:t xml:space="preserve"> سنانے </w:t>
      </w:r>
      <w:r w:rsidR="00D74317">
        <w:rPr>
          <w:rtl/>
        </w:rPr>
        <w:t>جارہی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7" w:name="_Toc502225871"/>
      <w:r>
        <w:rPr>
          <w:rFonts w:hint="eastAsia"/>
          <w:rtl/>
        </w:rPr>
        <w:t>خاتون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7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۔محفل منعقد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راھب اور سات سوپادر</w:t>
      </w:r>
      <w:r>
        <w:rPr>
          <w:rFonts w:hint="cs"/>
          <w:rtl/>
        </w:rPr>
        <w:t>ی</w:t>
      </w:r>
      <w:r>
        <w:rPr>
          <w:rtl/>
        </w:rPr>
        <w:t xml:space="preserve"> وھاں موجود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چارہزار فوج</w:t>
      </w:r>
      <w:r>
        <w:rPr>
          <w:rFonts w:hint="cs"/>
          <w:rtl/>
        </w:rPr>
        <w:t>ی</w:t>
      </w:r>
      <w:r>
        <w:rPr>
          <w:rtl/>
        </w:rPr>
        <w:t xml:space="preserve"> سردار ،شرفاء اور معزز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محفل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۔تخت وتاج شھنشاھ</w:t>
      </w:r>
      <w:r>
        <w:rPr>
          <w:rFonts w:hint="cs"/>
          <w:rtl/>
        </w:rPr>
        <w:t>ی</w:t>
      </w:r>
      <w:r>
        <w:rPr>
          <w:rtl/>
        </w:rPr>
        <w:t xml:space="preserve"> کو جواھرات سے س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اھواتھا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549D7" w:rsidRPr="002549D7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کواسکے گرد گھما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سب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کھڑے</w:t>
      </w:r>
      <w:r w:rsidR="00272FF7" w:rsidRPr="00272FF7">
        <w:rPr>
          <w:rtl/>
        </w:rPr>
        <w:t xml:space="preserve"> ہو</w:t>
      </w:r>
      <w:r>
        <w:rPr>
          <w:rtl/>
        </w:rPr>
        <w:t>گئے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صفحات کو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8" w:name="_Toc502225872"/>
      <w:r>
        <w:rPr>
          <w:rFonts w:hint="eastAsia"/>
          <w:rtl/>
        </w:rPr>
        <w:t>محفل</w:t>
      </w:r>
      <w:r>
        <w:rPr>
          <w:rtl/>
        </w:rPr>
        <w:t xml:space="preserve"> در</w:t>
      </w:r>
      <w:r w:rsidR="000C56D5" w:rsidRPr="000C56D5">
        <w:rPr>
          <w:rtl/>
        </w:rPr>
        <w:t xml:space="preserve">ہم </w:t>
      </w:r>
      <w:r>
        <w:rPr>
          <w:rtl/>
        </w:rPr>
        <w:t>بر</w:t>
      </w:r>
      <w:r w:rsidR="000C56D5" w:rsidRPr="000C56D5">
        <w:rPr>
          <w:rtl/>
        </w:rPr>
        <w:t xml:space="preserve">ہم </w:t>
      </w:r>
      <w:r w:rsidR="002549D7" w:rsidRPr="002549D7">
        <w:rPr>
          <w:rtl/>
        </w:rPr>
        <w:t xml:space="preserve">ہوگئی </w:t>
      </w:r>
      <w:r>
        <w:rPr>
          <w:rtl/>
        </w:rPr>
        <w:t>:</w:t>
      </w:r>
      <w:bookmarkEnd w:id="28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شروع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سار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 کر گرگئ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۔تخت وتاج لرزنے لگے وہ جوان جو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ھوش</w:t>
      </w:r>
      <w:r w:rsidR="002549D7" w:rsidRPr="002549D7">
        <w:rPr>
          <w:rtl/>
        </w:rPr>
        <w:t xml:space="preserve"> ہو </w:t>
      </w:r>
      <w:r>
        <w:rPr>
          <w:rtl/>
        </w:rPr>
        <w:t>کر گر پڑا سب کے چھروں سے رنگ اڑ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راھبو ں کے بزرگ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داداسے </w:t>
      </w:r>
      <w:r w:rsidR="007844F9" w:rsidRPr="007844F9">
        <w:rPr>
          <w:rtl/>
        </w:rPr>
        <w:t>کہا</w:t>
      </w:r>
      <w:r>
        <w:rPr>
          <w:rtl/>
        </w:rPr>
        <w:t xml:space="preserve"> ! اس نحوست والے عمل کو چھو ڑدو کہ جس ک</w:t>
      </w:r>
      <w:r>
        <w:rPr>
          <w:rFonts w:hint="cs"/>
          <w:rtl/>
        </w:rPr>
        <w:t>ی</w:t>
      </w:r>
      <w:r>
        <w:rPr>
          <w:rtl/>
        </w:rPr>
        <w:t xml:space="preserve"> وجہ سے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نابودھوت</w:t>
      </w:r>
      <w:r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>
        <w:rPr>
          <w:rtl/>
        </w:rPr>
        <w:t>نظر آرھ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داداق</w:t>
      </w:r>
      <w:r>
        <w:rPr>
          <w:rFonts w:hint="cs"/>
          <w:rtl/>
        </w:rPr>
        <w:t>ی</w:t>
      </w:r>
      <w:r>
        <w:rPr>
          <w:rFonts w:hint="eastAsia"/>
          <w:rtl/>
        </w:rPr>
        <w:t>صرروم</w:t>
      </w:r>
      <w:r>
        <w:rPr>
          <w:rtl/>
        </w:rPr>
        <w:t xml:space="preserve"> نے جواب </w:t>
      </w:r>
      <w:r w:rsidR="007D2A2F">
        <w:rPr>
          <w:rtl/>
        </w:rPr>
        <w:t xml:space="preserve">میں </w:t>
      </w:r>
      <w:r w:rsidR="007844F9" w:rsidRPr="007844F9">
        <w:rPr>
          <w:rFonts w:hint="eastAsia"/>
          <w:rtl/>
        </w:rPr>
        <w:t>کہا</w:t>
      </w:r>
      <w:r>
        <w:rPr>
          <w:rtl/>
        </w:rPr>
        <w:t xml:space="preserve"> کہ صل</w:t>
      </w:r>
      <w:r>
        <w:rPr>
          <w:rFonts w:hint="cs"/>
          <w:rtl/>
        </w:rPr>
        <w:t>ی</w:t>
      </w:r>
      <w:r>
        <w:rPr>
          <w:rFonts w:hint="eastAsia"/>
          <w:rtl/>
        </w:rPr>
        <w:t>بوںکو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نصب کرو ۔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زوںکو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جگہ پر رکھو پھر اپنے دوسرے نمبر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اس سے کر د</w:t>
      </w:r>
      <w:r>
        <w:rPr>
          <w:rFonts w:hint="cs"/>
          <w:rtl/>
        </w:rPr>
        <w:t>ی</w:t>
      </w:r>
      <w:r>
        <w:rPr>
          <w:rtl/>
        </w:rPr>
        <w:t xml:space="preserve"> جائے دوبارہ سے دربار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محفل جمائ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549D7" w:rsidRPr="002549D7">
        <w:rPr>
          <w:rtl/>
        </w:rPr>
        <w:t xml:space="preserve"> ہی </w:t>
      </w:r>
      <w:r>
        <w:rPr>
          <w:rFonts w:hint="eastAsia"/>
          <w:rtl/>
        </w:rPr>
        <w:t>رسم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شروع کرنے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دو بارہ </w:t>
      </w:r>
      <w:r w:rsidR="00C537D2" w:rsidRPr="00C537D2">
        <w:rPr>
          <w:rtl/>
        </w:rPr>
        <w:t>وہی</w:t>
      </w:r>
      <w:r>
        <w:rPr>
          <w:rtl/>
        </w:rPr>
        <w:t xml:space="preserve">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کچھ در</w:t>
      </w:r>
      <w:r w:rsidR="000C56D5" w:rsidRPr="000C56D5">
        <w:rPr>
          <w:rtl/>
        </w:rPr>
        <w:t xml:space="preserve">ہم </w:t>
      </w:r>
      <w:r>
        <w:rPr>
          <w:rtl/>
        </w:rPr>
        <w:t>بر</w:t>
      </w:r>
      <w:r w:rsidR="000C56D5" w:rsidRPr="000C56D5">
        <w:rPr>
          <w:rtl/>
        </w:rPr>
        <w:t>ہم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افسردہ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کر اپنے حر م سرا </w:t>
      </w:r>
      <w:r w:rsidR="007D2A2F">
        <w:rPr>
          <w:rtl/>
        </w:rPr>
        <w:t xml:space="preserve">میں </w:t>
      </w:r>
      <w:r>
        <w:rPr>
          <w:rtl/>
        </w:rPr>
        <w:t xml:space="preserve"> چلے گئے۔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29" w:name="_Toc502225873"/>
      <w:r>
        <w:rPr>
          <w:rFonts w:hint="eastAsia"/>
          <w:rtl/>
        </w:rPr>
        <w:lastRenderedPageBreak/>
        <w:t>پھلا</w:t>
      </w:r>
      <w:r>
        <w:rPr>
          <w:rtl/>
        </w:rPr>
        <w:t xml:space="preserve"> خواب :</w:t>
      </w:r>
      <w:bookmarkEnd w:id="29"/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2080E">
        <w:rPr>
          <w:rtl/>
        </w:rPr>
        <w:t xml:space="preserve"> نے اس رات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خواب </w:t>
      </w:r>
      <w:r>
        <w:rPr>
          <w:rtl/>
        </w:rPr>
        <w:t>دیکھا</w:t>
      </w:r>
      <w:r w:rsidR="0042080E">
        <w:rPr>
          <w:rFonts w:hint="eastAsia"/>
          <w:rtl/>
        </w:rPr>
        <w:t>کہ</w:t>
      </w:r>
      <w:r w:rsidR="0042080E">
        <w:rPr>
          <w:rtl/>
        </w:rPr>
        <w:t xml:space="preserve"> جس نے مجھے بدل کر رکھ 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۔</w:t>
      </w:r>
      <w:r>
        <w:rPr>
          <w:rtl/>
        </w:rPr>
        <w:t xml:space="preserve">میں </w:t>
      </w:r>
      <w:r w:rsidR="0042080E">
        <w:rPr>
          <w:rtl/>
        </w:rPr>
        <w:t xml:space="preserve"> نے </w:t>
      </w:r>
      <w:r>
        <w:rPr>
          <w:rtl/>
        </w:rPr>
        <w:t>دیکھا</w:t>
      </w:r>
      <w:r w:rsidR="0042080E">
        <w:rPr>
          <w:rtl/>
        </w:rPr>
        <w:t xml:space="preserve"> کہ حضرت 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مس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، شمعون اور حوار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وں</w:t>
      </w:r>
      <w:r w:rsidR="0042080E">
        <w:rPr>
          <w:rtl/>
        </w:rPr>
        <w:t xml:space="preserve"> کا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گروہ 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ے دادا کے محل </w:t>
      </w:r>
      <w:r>
        <w:rPr>
          <w:rtl/>
        </w:rPr>
        <w:t xml:space="preserve">میں </w:t>
      </w:r>
      <w:r w:rsidR="0042080E">
        <w:rPr>
          <w:rtl/>
        </w:rPr>
        <w:t xml:space="preserve"> جمع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اور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نور سے بناھوامنبر 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مقام پر نصب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جھان 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رے</w:t>
      </w:r>
      <w:r w:rsidR="0042080E">
        <w:rPr>
          <w:rtl/>
        </w:rPr>
        <w:t xml:space="preserve"> دادا کا تخت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۔اس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وقت حض</w:t>
      </w:r>
      <w:r w:rsidR="0042080E">
        <w:rPr>
          <w:rFonts w:hint="eastAsia"/>
          <w:rtl/>
        </w:rPr>
        <w:t>رت</w:t>
      </w:r>
      <w:r w:rsidR="0042080E">
        <w:rPr>
          <w:rtl/>
        </w:rPr>
        <w:t xml:space="preserve"> محمد (صل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اللہ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و آلہ و سلم)اپنے وص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دامادام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رالمومن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حضرت عل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بن اب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طالب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اور ان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اولاد</w:t>
      </w:r>
      <w:r>
        <w:rPr>
          <w:rtl/>
        </w:rPr>
        <w:t xml:space="preserve">میں </w:t>
      </w:r>
      <w:r w:rsidR="0042080E">
        <w:rPr>
          <w:rtl/>
        </w:rPr>
        <w:t xml:space="preserve"> سے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گروہ کے ھمراہ تشر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ف</w:t>
      </w:r>
      <w:r w:rsidR="0042080E">
        <w:rPr>
          <w:rtl/>
        </w:rPr>
        <w:t xml:space="preserve"> لائے حضرت 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نے آگے بڑھ کر حضرت محمد (ص)کو اپن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آغوش </w:t>
      </w:r>
      <w:r>
        <w:rPr>
          <w:rtl/>
        </w:rPr>
        <w:t xml:space="preserve">میں </w:t>
      </w:r>
      <w:r w:rsidR="0042080E">
        <w:rPr>
          <w:rtl/>
        </w:rPr>
        <w:t xml:space="preserve"> لے 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۔ اس وقت حضرت محمد (ص)نے حضرت 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سے فرما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!</w:t>
      </w:r>
      <w:r>
        <w:rPr>
          <w:rtl/>
        </w:rPr>
        <w:t xml:space="preserve">میں </w:t>
      </w:r>
      <w:r w:rsidR="0042080E">
        <w:rPr>
          <w:rtl/>
        </w:rPr>
        <w:t xml:space="preserve"> تمھارے وص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شمعون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ٹ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کہ</w:t>
      </w:r>
      <w:r w:rsidR="0042080E">
        <w:rPr>
          <w:rtl/>
        </w:rPr>
        <w:t xml:space="preserve"> کا رشتہ اپنے 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ٹے</w:t>
      </w:r>
      <w:r w:rsidR="0042080E">
        <w:rPr>
          <w:rtl/>
        </w:rPr>
        <w:t xml:space="preserve"> ابومحمد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کے 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ے</w:t>
      </w:r>
      <w:r w:rsidR="0042080E">
        <w:rPr>
          <w:rtl/>
        </w:rPr>
        <w:t xml:space="preserve"> ما نگنے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37CD4" w:rsidRPr="00437CD4">
        <w:rPr>
          <w:rtl/>
        </w:rPr>
        <w:t xml:space="preserve"> ہوں </w:t>
      </w:r>
      <w:r w:rsidR="0042080E"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شمعون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مخاطب کرکے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اے شمعون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تمھار</w:t>
      </w:r>
      <w:r>
        <w:rPr>
          <w:rFonts w:hint="cs"/>
          <w:rtl/>
        </w:rPr>
        <w:t>ی</w:t>
      </w:r>
      <w:r>
        <w:rPr>
          <w:rtl/>
        </w:rPr>
        <w:t xml:space="preserve"> قسمت جاگ اٹھ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شر افت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549D7" w:rsidRPr="002549D7">
        <w:rPr>
          <w:rtl/>
        </w:rPr>
        <w:t xml:space="preserve"> ہو 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اپنے خاندان کا آل محمدعل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کے خاندان سے رشتہ جوڑ لو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شمعون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!اطاعت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۔اس وقت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خطبہ نکاح پڑھکر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ابومحمد سے عقد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انکے حوار</w:t>
      </w:r>
      <w:r>
        <w:rPr>
          <w:rFonts w:hint="cs"/>
          <w:rtl/>
        </w:rPr>
        <w:t>ی</w:t>
      </w:r>
      <w:r>
        <w:rPr>
          <w:rtl/>
        </w:rPr>
        <w:t xml:space="preserve"> اور آل محمدعل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 xml:space="preserve">السلام </w:t>
      </w:r>
      <w:r w:rsidR="002549D7" w:rsidRPr="002549D7">
        <w:rPr>
          <w:rtl/>
        </w:rPr>
        <w:t>ہمارے</w:t>
      </w:r>
      <w:r>
        <w:rPr>
          <w:rtl/>
        </w:rPr>
        <w:t xml:space="preserve"> نکاح کے گواہ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سنھرے خواب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آنکھ کھل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7D2A2F">
        <w:rPr>
          <w:rtl/>
        </w:rPr>
        <w:t xml:space="preserve">میں </w:t>
      </w:r>
      <w:r>
        <w:rPr>
          <w:rtl/>
        </w:rPr>
        <w:t xml:space="preserve"> ڈر گئ</w:t>
      </w:r>
      <w:r>
        <w:rPr>
          <w:rFonts w:hint="cs"/>
          <w:rtl/>
        </w:rPr>
        <w:t>ی</w:t>
      </w:r>
      <w:r>
        <w:rPr>
          <w:rtl/>
        </w:rPr>
        <w:t xml:space="preserve"> کہ اگر اس خواب کو اپنے دادا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مجھے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لہٰذا اس خواب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ک</w:t>
      </w:r>
      <w:r>
        <w:rPr>
          <w:rFonts w:hint="cs"/>
          <w:rtl/>
        </w:rPr>
        <w:t>ی</w:t>
      </w:r>
      <w:r>
        <w:rPr>
          <w:rtl/>
        </w:rPr>
        <w:t xml:space="preserve"> طرح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D74317">
        <w:rPr>
          <w:rtl/>
        </w:rPr>
        <w:t>رکھا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خواب نے مجھے اتنا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</w:t>
      </w:r>
      <w:r w:rsidR="00824A76" w:rsidRPr="00824A76">
        <w:rPr>
          <w:rtl/>
        </w:rPr>
        <w:t xml:space="preserve"> ہر </w:t>
      </w:r>
      <w:r>
        <w:rPr>
          <w:rtl/>
        </w:rPr>
        <w:t>وقت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کے بارے </w:t>
      </w:r>
      <w:r w:rsidR="007D2A2F">
        <w:rPr>
          <w:rtl/>
        </w:rPr>
        <w:t xml:space="preserve">میں </w:t>
      </w:r>
      <w:r>
        <w:rPr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7844F9" w:rsidRPr="007844F9">
        <w:rPr>
          <w:rtl/>
        </w:rPr>
        <w:t>کہا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بالکل توجہ ہٹ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</w:t>
      </w:r>
      <w:r w:rsidR="007D2A2F">
        <w:rPr>
          <w:rtl/>
        </w:rPr>
        <w:t xml:space="preserve">میں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2549D7" w:rsidRPr="002549D7">
        <w:rPr>
          <w:rtl/>
        </w:rPr>
        <w:t xml:space="preserve"> ہوگئی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مملکت روم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تھا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549D7" w:rsidRPr="002549D7">
        <w:rPr>
          <w:rtl/>
        </w:rPr>
        <w:t xml:space="preserve"> ہو </w:t>
      </w:r>
      <w:r>
        <w:rPr>
          <w:rtl/>
        </w:rPr>
        <w:t>مگر سب کا سب بے فائدہ رھا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نے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272FF7" w:rsidRPr="00272FF7">
        <w:rPr>
          <w:rtl/>
        </w:rPr>
        <w:t xml:space="preserve"> ہو</w:t>
      </w:r>
      <w:r>
        <w:rPr>
          <w:rtl/>
        </w:rPr>
        <w:t>کر مجھ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تمھارے دل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خواہش</w:t>
      </w:r>
      <w:r w:rsidR="00824A76" w:rsidRPr="00824A76">
        <w:rPr>
          <w:rtl/>
        </w:rPr>
        <w:t xml:space="preserve"> ہے </w:t>
      </w:r>
      <w:r>
        <w:rPr>
          <w:rtl/>
        </w:rPr>
        <w:t>کہ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تمھارے لئے پور</w:t>
      </w:r>
      <w:r>
        <w:rPr>
          <w:rFonts w:hint="cs"/>
          <w:rtl/>
        </w:rPr>
        <w:t>ی</w:t>
      </w:r>
      <w:r>
        <w:rPr>
          <w:rtl/>
        </w:rPr>
        <w:t xml:space="preserve"> کروں۔ </w:t>
      </w:r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2080E">
        <w:rPr>
          <w:rtl/>
        </w:rPr>
        <w:t xml:space="preserve"> نے جواب 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! داداجان اگر آپ حکم کر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ں</w:t>
      </w:r>
      <w:r w:rsidR="0042080E">
        <w:rPr>
          <w:rtl/>
        </w:rPr>
        <w:t xml:space="preserve"> کہ جتنے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مسلمان آپک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ق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</w:t>
      </w:r>
      <w:r w:rsidR="0042080E">
        <w:rPr>
          <w:rtl/>
        </w:rPr>
        <w:t xml:space="preserve"> </w:t>
      </w:r>
      <w:r>
        <w:rPr>
          <w:rtl/>
        </w:rPr>
        <w:t xml:space="preserve">میں </w:t>
      </w:r>
      <w:r w:rsidR="002549D7" w:rsidRPr="002549D7">
        <w:rPr>
          <w:rtl/>
        </w:rPr>
        <w:t xml:space="preserve"> ہیں </w:t>
      </w:r>
      <w:r w:rsidR="0042080E">
        <w:rPr>
          <w:rtl/>
        </w:rPr>
        <w:t>انک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زنج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روں</w:t>
      </w:r>
      <w:r w:rsidR="0042080E">
        <w:rPr>
          <w:rtl/>
        </w:rPr>
        <w:t xml:space="preserve"> کو کھول 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جائے اور انکو اذ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کرنا بند کرد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جائے اور ان پر احسان کرکے ان کو آزاد کرد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جائے تو مجھے ام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حضرت 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عل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42080E">
        <w:rPr>
          <w:rtl/>
        </w:rPr>
        <w:t xml:space="preserve"> السلام اور انک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والدہ حضرت مر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م</w:t>
      </w:r>
      <w:r w:rsidR="0042080E">
        <w:rPr>
          <w:rtl/>
        </w:rPr>
        <w:t xml:space="preserve"> ع</w:t>
      </w:r>
      <w:r w:rsidR="0042080E">
        <w:rPr>
          <w:rFonts w:hint="eastAsia"/>
          <w:rtl/>
        </w:rPr>
        <w:t>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ھا</w:t>
      </w:r>
      <w:r w:rsidR="0042080E">
        <w:rPr>
          <w:rtl/>
        </w:rPr>
        <w:t xml:space="preserve"> السلام 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رے</w:t>
      </w:r>
      <w:r w:rsidR="0042080E">
        <w:rPr>
          <w:rtl/>
        </w:rPr>
        <w:t xml:space="preserve"> 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ے</w:t>
      </w:r>
      <w:r w:rsidR="0042080E">
        <w:rPr>
          <w:rtl/>
        </w:rPr>
        <w:t xml:space="preserve"> سلامت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اور رحمت کے دروازے کھول 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ں</w:t>
      </w:r>
      <w:r w:rsidR="0042080E"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D2A2F">
        <w:rPr>
          <w:rtl/>
        </w:rPr>
        <w:t xml:space="preserve">میں 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کہ اپنے آپ کو صحتمند د</w:t>
      </w:r>
      <w:r w:rsidR="007844F9" w:rsidRPr="007844F9">
        <w:rPr>
          <w:rtl/>
        </w:rPr>
        <w:t>کہا</w:t>
      </w:r>
      <w:r>
        <w:rPr>
          <w:rtl/>
        </w:rPr>
        <w:t xml:space="preserve">ؤں لہٰذا تھوڑا بہت </w:t>
      </w:r>
      <w:r w:rsidR="007844F9" w:rsidRPr="007844F9">
        <w:rPr>
          <w:rtl/>
        </w:rPr>
        <w:t>کہا</w:t>
      </w:r>
      <w:r>
        <w:rPr>
          <w:rtl/>
        </w:rPr>
        <w:t>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نے خوش</w:t>
      </w:r>
      <w:r w:rsidR="002549D7" w:rsidRPr="002549D7">
        <w:rPr>
          <w:rtl/>
        </w:rPr>
        <w:t xml:space="preserve"> ہو </w:t>
      </w:r>
      <w:r>
        <w:rPr>
          <w:rtl/>
        </w:rPr>
        <w:t>کر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30" w:name="_Toc502225874"/>
      <w:r>
        <w:rPr>
          <w:rFonts w:hint="eastAsia"/>
          <w:rtl/>
        </w:rPr>
        <w:t>دوسرا</w:t>
      </w:r>
      <w:r>
        <w:rPr>
          <w:rtl/>
        </w:rPr>
        <w:t xml:space="preserve"> خواب :</w:t>
      </w:r>
      <w:bookmarkEnd w:id="30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پھلے</w:t>
      </w:r>
      <w:r>
        <w:rPr>
          <w:rtl/>
        </w:rPr>
        <w:t xml:space="preserve"> خواب کے چودہ روز بعد دوبارہ خواب </w:t>
      </w:r>
      <w:r w:rsidR="007D2A2F">
        <w:rPr>
          <w:rtl/>
        </w:rPr>
        <w:t>دیکھا</w:t>
      </w:r>
      <w:r>
        <w:rPr>
          <w:rtl/>
        </w:rPr>
        <w:t xml:space="preserve"> کہ خاتون جنت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اور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ھابھ</w:t>
      </w:r>
      <w:r>
        <w:rPr>
          <w:rFonts w:hint="cs"/>
          <w:rtl/>
        </w:rPr>
        <w:t>ی</w:t>
      </w:r>
      <w:r>
        <w:rPr>
          <w:rtl/>
        </w:rPr>
        <w:t xml:space="preserve"> انکے ھمراہ</w:t>
      </w:r>
      <w:r w:rsidR="002549D7" w:rsidRPr="002549D7">
        <w:rPr>
          <w:rtl/>
        </w:rPr>
        <w:t xml:space="preserve"> ہیں </w:t>
      </w:r>
      <w:r>
        <w:rPr>
          <w:rtl/>
        </w:rPr>
        <w:t>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انکے ھمراہ</w:t>
      </w:r>
      <w:r w:rsidR="002549D7" w:rsidRPr="002549D7">
        <w:rPr>
          <w:rtl/>
        </w:rPr>
        <w:t xml:space="preserve"> ہیں </w:t>
      </w:r>
      <w:r>
        <w:rPr>
          <w:rtl/>
        </w:rPr>
        <w:t>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ھانے</w:t>
      </w:r>
      <w:r>
        <w:rPr>
          <w:rtl/>
        </w:rPr>
        <w:t xml:space="preserve"> مجھ سے مخاطب</w:t>
      </w:r>
      <w:r w:rsidR="00272FF7" w:rsidRPr="00272FF7">
        <w:rPr>
          <w:rtl/>
        </w:rPr>
        <w:t xml:space="preserve"> ہو</w:t>
      </w:r>
      <w:r>
        <w:rPr>
          <w:rtl/>
        </w:rPr>
        <w:t>کرفرما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جنت سلا</w:t>
      </w:r>
      <w:r>
        <w:rPr>
          <w:rFonts w:hint="eastAsia"/>
          <w:rtl/>
        </w:rPr>
        <w:t>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اور تمھارے شوھر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  <w:r w:rsidR="007D2A2F">
        <w:rPr>
          <w:rtl/>
        </w:rPr>
        <w:t xml:space="preserve">میں </w:t>
      </w:r>
      <w:r>
        <w:rPr>
          <w:rtl/>
        </w:rPr>
        <w:t xml:space="preserve">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دامن </w:t>
      </w:r>
      <w:r w:rsidR="007D2A2F">
        <w:rPr>
          <w:rtl/>
        </w:rPr>
        <w:t xml:space="preserve">میں </w:t>
      </w:r>
      <w:r>
        <w:rPr>
          <w:rtl/>
        </w:rPr>
        <w:t xml:space="preserve"> سر رکھ کر رونے لگ</w:t>
      </w:r>
      <w:r>
        <w:rPr>
          <w:rFonts w:hint="cs"/>
          <w:rtl/>
        </w:rPr>
        <w:t>ی</w:t>
      </w:r>
      <w:r>
        <w:rPr>
          <w:rtl/>
        </w:rPr>
        <w:t xml:space="preserve"> اور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 آنے کا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جب تک تم مشرک</w:t>
      </w:r>
      <w:r w:rsidR="00D74317">
        <w:rPr>
          <w:rtl/>
        </w:rPr>
        <w:t xml:space="preserve"> رہو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نے</w:t>
      </w:r>
      <w:r w:rsidR="002549D7" w:rsidRPr="002549D7">
        <w:rPr>
          <w:rtl/>
        </w:rPr>
        <w:t xml:space="preserve"> نہیں </w:t>
      </w:r>
      <w:r>
        <w:rPr>
          <w:rtl/>
        </w:rPr>
        <w:t>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بارگاہ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اظھار برائت اور دور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ںاب</w:t>
      </w:r>
      <w:r>
        <w:rPr>
          <w:rtl/>
        </w:rPr>
        <w:t xml:space="preserve"> اگر تم خدا 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اور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ملنے ک</w:t>
      </w:r>
      <w:r>
        <w:rPr>
          <w:rFonts w:hint="cs"/>
          <w:rtl/>
        </w:rPr>
        <w:t>ی</w:t>
      </w:r>
      <w:r>
        <w:rPr>
          <w:rtl/>
        </w:rPr>
        <w:t xml:space="preserve"> خواہش بھ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تو بو لو: </w:t>
      </w:r>
    </w:p>
    <w:p w:rsidR="0042080E" w:rsidRDefault="0042080E" w:rsidP="0042080E">
      <w:pPr>
        <w:pStyle w:val="libNormal"/>
        <w:rPr>
          <w:rtl/>
        </w:rPr>
      </w:pPr>
      <w:r w:rsidRPr="00F60D1B">
        <w:rPr>
          <w:rStyle w:val="libArabicChar"/>
          <w:rFonts w:hint="eastAsia"/>
          <w:rtl/>
        </w:rPr>
        <w:t>اش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د</w:t>
      </w:r>
      <w:r w:rsidRPr="00F60D1B">
        <w:rPr>
          <w:rStyle w:val="libArabicChar"/>
          <w:rtl/>
        </w:rPr>
        <w:t xml:space="preserve"> ان لا ال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 لّا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واش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 انّ محمد اًرسول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549D7" w:rsidRPr="002549D7">
        <w:rPr>
          <w:rtl/>
        </w:rPr>
        <w:t xml:space="preserve"> ہی </w:t>
      </w:r>
      <w:r w:rsidR="007D2A2F">
        <w:rPr>
          <w:rtl/>
        </w:rPr>
        <w:t xml:space="preserve">میں </w:t>
      </w:r>
      <w:r>
        <w:rPr>
          <w:rtl/>
        </w:rPr>
        <w:t xml:space="preserve"> نے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ھانے</w:t>
      </w:r>
      <w:r>
        <w:rPr>
          <w:rtl/>
        </w:rPr>
        <w:t xml:space="preserve">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ابومحمد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انتظار </w:t>
      </w:r>
      <w:r w:rsidR="007D2A2F">
        <w:rPr>
          <w:rtl/>
        </w:rPr>
        <w:t>میں</w:t>
      </w:r>
      <w:r w:rsidR="00D74317">
        <w:rPr>
          <w:rtl/>
        </w:rPr>
        <w:t xml:space="preserve"> رہنا </w:t>
      </w:r>
      <w:r>
        <w:rPr>
          <w:rtl/>
        </w:rPr>
        <w:t>تمھار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 </w:t>
      </w:r>
      <w:r>
        <w:rPr>
          <w:rtl/>
        </w:rPr>
        <w:t>ان سے ملاقات</w:t>
      </w:r>
      <w:r w:rsidR="002549D7" w:rsidRPr="002549D7">
        <w:rPr>
          <w:rtl/>
        </w:rPr>
        <w:t xml:space="preserve"> ہو 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اٹھکر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لمحہ شمار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اس کے بعد وال</w:t>
      </w:r>
      <w:r>
        <w:rPr>
          <w:rFonts w:hint="cs"/>
          <w:rtl/>
        </w:rPr>
        <w:t>ی</w:t>
      </w:r>
      <w:r>
        <w:rPr>
          <w:rtl/>
        </w:rPr>
        <w:t xml:space="preserve"> رات کو خواب </w:t>
      </w:r>
      <w:r w:rsidR="007D2A2F">
        <w:rPr>
          <w:rtl/>
        </w:rPr>
        <w:t xml:space="preserve">میں </w:t>
      </w:r>
      <w:r>
        <w:rPr>
          <w:rtl/>
        </w:rPr>
        <w:t xml:space="preserve"> ابومحمد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بعد سے آج تک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رات ان کو خوا ب </w:t>
      </w:r>
      <w:r w:rsidR="007D2A2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آرھ</w:t>
      </w:r>
      <w:r>
        <w:rPr>
          <w:rFonts w:hint="cs"/>
          <w:rtl/>
        </w:rPr>
        <w:t>ی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D1A48">
      <w:pPr>
        <w:pStyle w:val="Heading2Center"/>
        <w:rPr>
          <w:rtl/>
        </w:rPr>
      </w:pPr>
      <w:bookmarkStart w:id="31" w:name="_Toc502225875"/>
      <w:r>
        <w:rPr>
          <w:rFonts w:hint="eastAsia"/>
          <w:rtl/>
        </w:rPr>
        <w:t>حضرت</w:t>
      </w:r>
      <w:r>
        <w:rPr>
          <w:rtl/>
        </w:rPr>
        <w:t xml:space="preserve"> نرجس خاتون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1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پھر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 طرح</w:t>
      </w:r>
      <w:r w:rsidR="00272FF7" w:rsidRPr="00272FF7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نرجس خاتون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ابو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خواب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 w:rsidR="007D2A2F">
        <w:rPr>
          <w:rtl/>
        </w:rPr>
        <w:t>دیکھا</w:t>
      </w:r>
      <w:r>
        <w:rPr>
          <w:rtl/>
        </w:rPr>
        <w:t xml:space="preserve"> تو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ابھ</w:t>
      </w:r>
      <w:r>
        <w:rPr>
          <w:rFonts w:hint="cs"/>
          <w:rtl/>
        </w:rPr>
        <w:t>ی</w:t>
      </w:r>
      <w:r>
        <w:rPr>
          <w:rtl/>
        </w:rPr>
        <w:t xml:space="preserve"> کچھ دنوں </w:t>
      </w:r>
      <w:r w:rsidR="007D2A2F">
        <w:rPr>
          <w:rtl/>
        </w:rPr>
        <w:t xml:space="preserve">میں </w:t>
      </w:r>
      <w:r>
        <w:rPr>
          <w:rtl/>
        </w:rPr>
        <w:t xml:space="preserve"> تمھارے دادا مسلمانوں سے جنگ کرنے ک</w:t>
      </w:r>
      <w:r>
        <w:rPr>
          <w:rFonts w:hint="cs"/>
          <w:rtl/>
        </w:rPr>
        <w:t>ی</w:t>
      </w:r>
      <w:r>
        <w:rPr>
          <w:rtl/>
        </w:rPr>
        <w:t xml:space="preserve"> غرض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لے کر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 بھ</w:t>
      </w:r>
      <w:r>
        <w:rPr>
          <w:rFonts w:hint="cs"/>
          <w:rtl/>
        </w:rPr>
        <w:t>ی</w:t>
      </w:r>
      <w:r>
        <w:rPr>
          <w:rtl/>
        </w:rPr>
        <w:t xml:space="preserve"> نوکران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لباس </w:t>
      </w:r>
      <w:r w:rsidR="007D2A2F">
        <w:rPr>
          <w:rtl/>
        </w:rPr>
        <w:t xml:space="preserve">میں </w:t>
      </w:r>
      <w:r>
        <w:rPr>
          <w:rtl/>
        </w:rPr>
        <w:t xml:space="preserve"> چھپ کر انکے ساتھ مل جانا</w:t>
      </w:r>
      <w:r w:rsidR="007D2A2F">
        <w:rPr>
          <w:rtl/>
        </w:rPr>
        <w:t xml:space="preserve">میں </w:t>
      </w:r>
      <w:r>
        <w:rPr>
          <w:rtl/>
        </w:rPr>
        <w:t xml:space="preserve"> نے ان کے فرمان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2549D7" w:rsidRPr="002549D7">
        <w:rPr>
          <w:rtl/>
        </w:rPr>
        <w:t xml:space="preserve"> یہی</w:t>
      </w:r>
      <w:r w:rsidR="00042197" w:rsidRPr="00042197">
        <w:rPr>
          <w:rtl/>
        </w:rPr>
        <w:t xml:space="preserve"> ہوا </w:t>
      </w:r>
      <w:r>
        <w:rPr>
          <w:rtl/>
        </w:rPr>
        <w:t>کہ مسلمانوں 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7D2A2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49D7" w:rsidRPr="002549D7">
        <w:rPr>
          <w:rtl/>
        </w:rPr>
        <w:t xml:space="preserve"> ہو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کو معلوم</w:t>
      </w:r>
      <w:r w:rsidR="002549D7" w:rsidRPr="002549D7">
        <w:rPr>
          <w:rtl/>
        </w:rPr>
        <w:t xml:space="preserve"> نہیں </w:t>
      </w:r>
      <w:r>
        <w:rPr>
          <w:rtl/>
        </w:rPr>
        <w:t xml:space="preserve">کہ </w:t>
      </w:r>
      <w:r w:rsidR="007D2A2F">
        <w:rPr>
          <w:rtl/>
        </w:rPr>
        <w:t xml:space="preserve">میں </w:t>
      </w:r>
      <w:r>
        <w:rPr>
          <w:rtl/>
        </w:rPr>
        <w:t xml:space="preserve"> روم کے بادشاہ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 w:rsidR="00437CD4" w:rsidRPr="00437CD4">
        <w:rPr>
          <w:rtl/>
        </w:rPr>
        <w:t xml:space="preserve"> ہوں </w:t>
      </w:r>
      <w:r>
        <w:rPr>
          <w:rtl/>
        </w:rPr>
        <w:t>بشربن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 کہاں </w:t>
      </w:r>
      <w:r>
        <w:rPr>
          <w:rtl/>
        </w:rPr>
        <w:t>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؟ تو خاتون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داداکو پڑ</w:t>
      </w:r>
      <w:r>
        <w:rPr>
          <w:rFonts w:hint="eastAsia"/>
          <w:rtl/>
        </w:rPr>
        <w:t>ھنے</w:t>
      </w:r>
      <w:r>
        <w:rPr>
          <w:rtl/>
        </w:rPr>
        <w:t xml:space="preserve"> پڑھانے کا بہت شوق</w:t>
      </w:r>
      <w:r w:rsidR="00824A76" w:rsidRPr="00824A76">
        <w:rPr>
          <w:rtl/>
        </w:rPr>
        <w:t xml:space="preserve"> ہے </w:t>
      </w:r>
      <w:r>
        <w:rPr>
          <w:rtl/>
        </w:rPr>
        <w:t>اوران ک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مختلف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زبان اوران کے ادب وآداب س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مجھے صبح وشام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7844F9" w:rsidRPr="007844F9">
        <w:rPr>
          <w:rtl/>
        </w:rPr>
        <w:t>کہا</w:t>
      </w:r>
      <w:r>
        <w:rPr>
          <w:rtl/>
        </w:rPr>
        <w:t xml:space="preserve">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قصّہ تھاکہ اس طرح سے حضرت نرجس خاتون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روم سے سامراء پھنچ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کے بعد حضرت امام </w:t>
      </w:r>
      <w:r w:rsidR="001100FA">
        <w:rPr>
          <w:rtl/>
        </w:rPr>
        <w:t>ہادی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بھن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السلام کو بلا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اشارہ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>
        <w:rPr>
          <w:rtl/>
        </w:rPr>
        <w:t xml:space="preserve"> خاتون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کہ جن کا انتظار تھا اور ان سے </w:t>
      </w:r>
      <w:r w:rsidR="007844F9" w:rsidRPr="007844F9">
        <w:rPr>
          <w:rtl/>
        </w:rPr>
        <w:t>کہا</w:t>
      </w:r>
      <w:r>
        <w:rPr>
          <w:rtl/>
        </w:rPr>
        <w:t xml:space="preserve"> کہ مجھے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آداب س</w:t>
      </w:r>
      <w:r>
        <w:rPr>
          <w:rFonts w:hint="cs"/>
          <w:rtl/>
        </w:rPr>
        <w:t>ی</w:t>
      </w:r>
      <w:r w:rsidR="007844F9" w:rsidRPr="007844F9">
        <w:rPr>
          <w:rFonts w:hint="eastAsia"/>
          <w:rtl/>
        </w:rPr>
        <w:t>کہا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D1A48" w:rsidP="004D1A4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</w:t>
      </w:r>
      <w:r>
        <w:rPr>
          <w:rtl/>
        </w:rPr>
        <w:t>)</w:t>
      </w:r>
      <w:r w:rsidR="0042080E">
        <w:rPr>
          <w:rtl/>
        </w:rPr>
        <w:t xml:space="preserve"> بحار الانوار ج۵۳،ص۹۵ اور ج۸۶،ص۲۸۴ اور ج۹۴،ص۴۲ اور ج۱۰۲،ص۱۱۱۔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</w:t>
      </w:r>
      <w:r>
        <w:rPr>
          <w:rtl/>
        </w:rPr>
        <w:t>)</w:t>
      </w:r>
      <w:r w:rsidR="0042080E">
        <w:rPr>
          <w:rtl/>
        </w:rPr>
        <w:t xml:space="preserve"> کاف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ج۲،ص۱۲،باب اخلاص ج۶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</w:t>
      </w:r>
      <w:r>
        <w:rPr>
          <w:rtl/>
        </w:rPr>
        <w:t>)</w:t>
      </w:r>
      <w:r w:rsidR="0042080E">
        <w:rPr>
          <w:rtl/>
        </w:rPr>
        <w:t xml:space="preserve"> بحار الانوار ج۵۳،ص۳۲۶۔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</w:t>
      </w:r>
      <w:r>
        <w:rPr>
          <w:rtl/>
        </w:rPr>
        <w:t>)</w:t>
      </w:r>
      <w:r w:rsidR="0042080E">
        <w:rPr>
          <w:rtl/>
        </w:rPr>
        <w:t xml:space="preserve"> کاف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ج۶،ص۴۰۶۔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</w:t>
      </w:r>
      <w:r>
        <w:rPr>
          <w:rtl/>
        </w:rPr>
        <w:t>)</w:t>
      </w:r>
      <w:r w:rsidR="0042080E">
        <w:rPr>
          <w:rtl/>
        </w:rPr>
        <w:t xml:space="preserve"> سورہ تحر</w:t>
      </w:r>
      <w:r w:rsidR="00576C85">
        <w:rPr>
          <w:rtl/>
        </w:rPr>
        <w:t>یم</w:t>
      </w:r>
      <w:r w:rsidR="0042080E">
        <w:rPr>
          <w:rtl/>
        </w:rPr>
        <w:t xml:space="preserve">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</w:t>
      </w:r>
      <w:r>
        <w:rPr>
          <w:rtl/>
        </w:rPr>
        <w:t>)</w:t>
      </w:r>
      <w:r w:rsidR="0042080E">
        <w:rPr>
          <w:rtl/>
        </w:rPr>
        <w:t xml:space="preserve"> بحارالانوار ج۵۳، ص۳۲۶ 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</w:t>
      </w:r>
      <w:r>
        <w:rPr>
          <w:rtl/>
        </w:rPr>
        <w:t>)</w:t>
      </w:r>
      <w:r w:rsidR="0042080E">
        <w:rPr>
          <w:rtl/>
        </w:rPr>
        <w:t xml:space="preserve"> سف</w:t>
      </w:r>
      <w:r w:rsidR="00576C85">
        <w:rPr>
          <w:rtl/>
        </w:rPr>
        <w:t>ین</w:t>
      </w:r>
      <w:r w:rsidR="0042080E">
        <w:rPr>
          <w:rtl/>
        </w:rPr>
        <w:t xml:space="preserve">ة البحار ج۲،ص۶۱۲،مادہ نور، بحار الانوار ج۲۳،ص۳۰۶۔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</w:t>
      </w:r>
      <w:r>
        <w:rPr>
          <w:rtl/>
        </w:rPr>
        <w:t>)</w:t>
      </w:r>
      <w:r w:rsidR="0042080E">
        <w:rPr>
          <w:rtl/>
        </w:rPr>
        <w:t xml:space="preserve"> سورہ نساء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۱۷۴۔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</w:t>
      </w:r>
      <w:r>
        <w:rPr>
          <w:rtl/>
        </w:rPr>
        <w:t>)</w:t>
      </w:r>
      <w:r w:rsidR="0042080E">
        <w:rPr>
          <w:rtl/>
        </w:rPr>
        <w:t xml:space="preserve"> تغابن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</w:t>
      </w:r>
      <w:r>
        <w:rPr>
          <w:rtl/>
        </w:rPr>
        <w:t>)</w:t>
      </w:r>
      <w:r w:rsidR="0042080E">
        <w:rPr>
          <w:rtl/>
        </w:rPr>
        <w:t xml:space="preserve"> بحارالانوار ج۵۸،ص۵۔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</w:t>
      </w:r>
      <w:r>
        <w:rPr>
          <w:rtl/>
        </w:rPr>
        <w:t>)</w:t>
      </w:r>
      <w:r w:rsidR="0042080E">
        <w:rPr>
          <w:rtl/>
        </w:rPr>
        <w:t xml:space="preserve"> بقرہ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</w:t>
      </w:r>
      <w:r>
        <w:rPr>
          <w:rtl/>
        </w:rPr>
        <w:t>)</w:t>
      </w:r>
      <w:r w:rsidR="0042080E">
        <w:rPr>
          <w:rtl/>
        </w:rPr>
        <w:t xml:space="preserve"> بحارالانوار ج۵۸،ص۲۸۔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</w:t>
      </w:r>
      <w:r>
        <w:rPr>
          <w:rtl/>
        </w:rPr>
        <w:t>)</w:t>
      </w:r>
      <w:r w:rsidR="0042080E">
        <w:rPr>
          <w:rtl/>
        </w:rPr>
        <w:t xml:space="preserve"> بحار الانوار ج۵۸،ص۲۸۔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14</w:t>
      </w:r>
      <w:r>
        <w:rPr>
          <w:rtl/>
        </w:rPr>
        <w:t>)</w:t>
      </w:r>
      <w:r w:rsidR="0042080E">
        <w:rPr>
          <w:rtl/>
        </w:rPr>
        <w:t xml:space="preserve"> بحارالانوار ج۵۸،ص۱۰۷۔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</w:t>
      </w:r>
      <w:r>
        <w:rPr>
          <w:rtl/>
        </w:rPr>
        <w:t>)</w:t>
      </w:r>
      <w:r w:rsidR="0042080E">
        <w:rPr>
          <w:rtl/>
        </w:rPr>
        <w:t xml:space="preserve"> بحارالانوار ج۱۳،ص۲۷۳۔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</w:t>
      </w:r>
      <w:r>
        <w:rPr>
          <w:rtl/>
        </w:rPr>
        <w:t>)</w:t>
      </w:r>
      <w:r w:rsidR="0042080E">
        <w:rPr>
          <w:rtl/>
        </w:rPr>
        <w:t xml:space="preserve"> بحارالانوار ج۶۰،ص۲۷۔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</w:t>
      </w:r>
      <w:r>
        <w:rPr>
          <w:rtl/>
        </w:rPr>
        <w:t>)</w:t>
      </w:r>
      <w:r w:rsidR="0042080E">
        <w:rPr>
          <w:rtl/>
        </w:rPr>
        <w:t xml:space="preserve"> سورہ نمل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۸۶ 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</w:t>
      </w:r>
      <w:r>
        <w:rPr>
          <w:rtl/>
        </w:rPr>
        <w:t>)</w:t>
      </w:r>
      <w:r w:rsidR="0042080E">
        <w:rPr>
          <w:rtl/>
        </w:rPr>
        <w:t xml:space="preserve"> سورہ انعام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۳۸۔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</w:t>
      </w:r>
      <w:r>
        <w:rPr>
          <w:rtl/>
        </w:rPr>
        <w:t>)</w:t>
      </w:r>
      <w:r w:rsidR="0042080E">
        <w:rPr>
          <w:rtl/>
        </w:rPr>
        <w:t xml:space="preserve"> سورئہ انعام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</w:t>
      </w:r>
      <w:r>
        <w:rPr>
          <w:rtl/>
        </w:rPr>
        <w:t>)</w:t>
      </w:r>
      <w:r w:rsidR="0042080E">
        <w:rPr>
          <w:rtl/>
        </w:rPr>
        <w:t xml:space="preserve">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س</w:t>
      </w:r>
      <w:r w:rsidR="0042080E">
        <w:rPr>
          <w:rtl/>
        </w:rPr>
        <w:t xml:space="preserve">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21</w:t>
      </w:r>
      <w:r>
        <w:rPr>
          <w:rtl/>
        </w:rPr>
        <w:t>)</w:t>
      </w:r>
      <w:r w:rsidR="0042080E">
        <w:rPr>
          <w:rtl/>
        </w:rPr>
        <w:t xml:space="preserve"> نمل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22</w:t>
      </w:r>
      <w:r>
        <w:rPr>
          <w:rtl/>
        </w:rPr>
        <w:t>)</w:t>
      </w:r>
      <w:r w:rsidR="0042080E">
        <w:rPr>
          <w:rtl/>
        </w:rPr>
        <w:t xml:space="preserve"> اسراء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23</w:t>
      </w:r>
      <w:r>
        <w:rPr>
          <w:rtl/>
        </w:rPr>
        <w:t>)</w:t>
      </w:r>
      <w:r w:rsidR="0042080E">
        <w:rPr>
          <w:rtl/>
        </w:rPr>
        <w:t xml:space="preserve"> اسراء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24</w:t>
      </w:r>
      <w:r>
        <w:rPr>
          <w:rtl/>
        </w:rPr>
        <w:t>)</w:t>
      </w:r>
      <w:r w:rsidR="0042080E">
        <w:rPr>
          <w:rtl/>
        </w:rPr>
        <w:t xml:space="preserve"> فجر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25</w:t>
      </w:r>
      <w:r>
        <w:rPr>
          <w:rtl/>
        </w:rPr>
        <w:t>)</w:t>
      </w:r>
      <w:r w:rsidR="0042080E">
        <w:rPr>
          <w:rtl/>
        </w:rPr>
        <w:t xml:space="preserve"> غافر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۷۸۔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26</w:t>
      </w:r>
      <w:r>
        <w:rPr>
          <w:rtl/>
        </w:rPr>
        <w:t>)</w:t>
      </w:r>
      <w:r w:rsidR="0042080E">
        <w:rPr>
          <w:rtl/>
        </w:rPr>
        <w:t xml:space="preserve"> زمر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27</w:t>
      </w:r>
      <w:r>
        <w:rPr>
          <w:rtl/>
        </w:rPr>
        <w:t>)</w:t>
      </w:r>
      <w:r w:rsidR="0042080E">
        <w:rPr>
          <w:rtl/>
        </w:rPr>
        <w:t xml:space="preserve"> قصص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28</w:t>
      </w:r>
      <w:r>
        <w:rPr>
          <w:rtl/>
        </w:rPr>
        <w:t>)</w:t>
      </w:r>
      <w:r w:rsidR="0042080E">
        <w:rPr>
          <w:rtl/>
        </w:rPr>
        <w:t xml:space="preserve"> مجمع ال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ج۷،ص۴۲۱۔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29</w:t>
      </w:r>
      <w:r>
        <w:rPr>
          <w:rtl/>
        </w:rPr>
        <w:t>)</w:t>
      </w:r>
      <w:r w:rsidR="0042080E">
        <w:rPr>
          <w:rtl/>
        </w:rPr>
        <w:t xml:space="preserve"> ال</w:t>
      </w:r>
      <w:r w:rsidR="008828D8" w:rsidRPr="008828D8">
        <w:rPr>
          <w:rtl/>
        </w:rPr>
        <w:t>برہان</w:t>
      </w:r>
      <w:r w:rsidR="0042080E">
        <w:rPr>
          <w:rtl/>
        </w:rPr>
        <w:t xml:space="preserve"> ج۳،ص۲۴۱۔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30</w:t>
      </w:r>
      <w:r>
        <w:rPr>
          <w:rtl/>
        </w:rPr>
        <w:t>)</w:t>
      </w:r>
      <w:r w:rsidR="0042080E">
        <w:rPr>
          <w:rtl/>
        </w:rPr>
        <w:t xml:space="preserve"> بقرہ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۲۵۸۔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31</w:t>
      </w:r>
      <w:r>
        <w:rPr>
          <w:rtl/>
        </w:rPr>
        <w:t>)</w:t>
      </w:r>
      <w:r w:rsidR="0042080E">
        <w:rPr>
          <w:rtl/>
        </w:rPr>
        <w:t xml:space="preserve"> آل عمران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۱۵۶۔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32</w:t>
      </w:r>
      <w:r>
        <w:rPr>
          <w:rtl/>
        </w:rPr>
        <w:t>)</w:t>
      </w:r>
      <w:r w:rsidR="0042080E">
        <w:rPr>
          <w:rtl/>
        </w:rPr>
        <w:t xml:space="preserve"> </w:t>
      </w:r>
      <w:r w:rsidR="007D2A2F">
        <w:rPr>
          <w:rtl/>
        </w:rPr>
        <w:t>یو</w:t>
      </w:r>
      <w:r w:rsidR="0042080E">
        <w:rPr>
          <w:rtl/>
        </w:rPr>
        <w:t>نس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33</w:t>
      </w:r>
      <w:r>
        <w:rPr>
          <w:rtl/>
        </w:rPr>
        <w:t>)</w:t>
      </w:r>
      <w:r w:rsidR="0042080E">
        <w:rPr>
          <w:rtl/>
        </w:rPr>
        <w:t xml:space="preserve"> روم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34</w:t>
      </w:r>
      <w:r>
        <w:rPr>
          <w:rtl/>
        </w:rPr>
        <w:t>)</w:t>
      </w:r>
      <w:r w:rsidR="0042080E">
        <w:rPr>
          <w:rtl/>
        </w:rPr>
        <w:t xml:space="preserve"> آل عمران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۲،بقرہ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35</w:t>
      </w:r>
      <w:r>
        <w:rPr>
          <w:rtl/>
        </w:rPr>
        <w:t>)</w:t>
      </w:r>
      <w:r w:rsidR="0042080E">
        <w:rPr>
          <w:rtl/>
        </w:rPr>
        <w:t xml:space="preserve"> طہ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۱۱۱۔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36</w:t>
      </w:r>
      <w:r>
        <w:rPr>
          <w:rtl/>
        </w:rPr>
        <w:t>)</w:t>
      </w:r>
      <w:r w:rsidR="0042080E">
        <w:rPr>
          <w:rtl/>
        </w:rPr>
        <w:t xml:space="preserve"> عوالم العلوم ج۱۱،ص۲۶، مستدرک سف</w:t>
      </w:r>
      <w:r w:rsidR="00576C85">
        <w:rPr>
          <w:rtl/>
        </w:rPr>
        <w:t>ین</w:t>
      </w:r>
      <w:r w:rsidR="0042080E">
        <w:rPr>
          <w:rtl/>
        </w:rPr>
        <w:t xml:space="preserve">ة البحار ج۳،ص۳۳۴۔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37</w:t>
      </w:r>
      <w:r>
        <w:rPr>
          <w:rtl/>
        </w:rPr>
        <w:t>)</w:t>
      </w:r>
      <w:r w:rsidR="0042080E">
        <w:rPr>
          <w:rtl/>
        </w:rPr>
        <w:t xml:space="preserve"> زمر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38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صاف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ج۴،ص۳۳۱، نور الثقل</w:t>
      </w:r>
      <w:r w:rsidR="00576C85">
        <w:rPr>
          <w:rtl/>
        </w:rPr>
        <w:t>ین</w:t>
      </w:r>
      <w:r w:rsidR="0042080E">
        <w:rPr>
          <w:rtl/>
        </w:rPr>
        <w:t xml:space="preserve"> ج۴،ص۵۰۴۔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39</w:t>
      </w:r>
      <w:r>
        <w:rPr>
          <w:rtl/>
        </w:rPr>
        <w:t>)</w:t>
      </w:r>
      <w:r w:rsidR="0042080E">
        <w:rPr>
          <w:rtl/>
        </w:rPr>
        <w:t xml:space="preserve"> شور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40</w:t>
      </w:r>
      <w:r>
        <w:rPr>
          <w:rtl/>
        </w:rPr>
        <w:t>)</w:t>
      </w:r>
      <w:r w:rsidR="0042080E">
        <w:rPr>
          <w:rtl/>
        </w:rPr>
        <w:t xml:space="preserve"> اسراء۔۴۴۔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41</w:t>
      </w:r>
      <w:r>
        <w:rPr>
          <w:rtl/>
        </w:rPr>
        <w:t>)</w:t>
      </w:r>
      <w:r w:rsidR="0042080E">
        <w:rPr>
          <w:rtl/>
        </w:rPr>
        <w:t xml:space="preserve"> حج۔۶۶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42</w:t>
      </w:r>
      <w:r>
        <w:rPr>
          <w:rtl/>
        </w:rPr>
        <w:t>)</w:t>
      </w:r>
      <w:r w:rsidR="0042080E">
        <w:rPr>
          <w:rtl/>
        </w:rPr>
        <w:t xml:space="preserve"> روم۔۴۰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43</w:t>
      </w:r>
      <w:r>
        <w:rPr>
          <w:rtl/>
        </w:rPr>
        <w:t>)</w:t>
      </w:r>
      <w:r w:rsidR="0042080E">
        <w:rPr>
          <w:rtl/>
        </w:rPr>
        <w:t xml:space="preserve"> بقرہ ۔۲۸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44</w:t>
      </w:r>
      <w:r>
        <w:rPr>
          <w:rtl/>
        </w:rPr>
        <w:t>)</w:t>
      </w:r>
      <w:r w:rsidR="0042080E">
        <w:rPr>
          <w:rtl/>
        </w:rPr>
        <w:t xml:space="preserve"> دخان۔۸۔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45</w:t>
      </w:r>
      <w:r>
        <w:rPr>
          <w:rtl/>
        </w:rPr>
        <w:t>)</w:t>
      </w:r>
      <w:r w:rsidR="0042080E">
        <w:rPr>
          <w:rtl/>
        </w:rPr>
        <w:t xml:space="preserve"> اعراف۔۱۵۸۔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46</w:t>
      </w:r>
      <w:r>
        <w:rPr>
          <w:rtl/>
        </w:rPr>
        <w:t>)</w:t>
      </w:r>
      <w:r w:rsidR="0042080E">
        <w:rPr>
          <w:rtl/>
        </w:rPr>
        <w:t xml:space="preserve"> بقرہ۔۲۵۵۔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47</w:t>
      </w:r>
      <w:r>
        <w:rPr>
          <w:rtl/>
        </w:rPr>
        <w:t>)</w:t>
      </w:r>
      <w:r w:rsidR="0042080E">
        <w:rPr>
          <w:rtl/>
        </w:rPr>
        <w:t xml:space="preserve"> ل عمران ۔۲۔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48</w:t>
      </w:r>
      <w:r>
        <w:rPr>
          <w:rtl/>
        </w:rPr>
        <w:t>)</w:t>
      </w:r>
      <w:r w:rsidR="0042080E">
        <w:rPr>
          <w:rtl/>
        </w:rPr>
        <w:t xml:space="preserve"> غافر۔۶۵۔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49</w:t>
      </w:r>
      <w:r>
        <w:rPr>
          <w:rtl/>
        </w:rPr>
        <w:t>)</w:t>
      </w:r>
      <w:r w:rsidR="0042080E">
        <w:rPr>
          <w:rtl/>
        </w:rPr>
        <w:t xml:space="preserve"> انب</w:t>
      </w:r>
      <w:r w:rsidR="00B06535" w:rsidRPr="00B06535">
        <w:rPr>
          <w:rtl/>
        </w:rPr>
        <w:t>یا</w:t>
      </w:r>
      <w:r w:rsidR="0042080E">
        <w:rPr>
          <w:rtl/>
        </w:rPr>
        <w:t xml:space="preserve">ء ۔۱۰۷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50</w:t>
      </w:r>
      <w:r>
        <w:rPr>
          <w:rtl/>
        </w:rPr>
        <w:t>)</w:t>
      </w:r>
      <w:r w:rsidR="0042080E">
        <w:rPr>
          <w:rtl/>
        </w:rPr>
        <w:t xml:space="preserve"> حمد ۔۶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51</w:t>
      </w:r>
      <w:r>
        <w:rPr>
          <w:rtl/>
        </w:rPr>
        <w:t>)</w:t>
      </w:r>
      <w:r w:rsidR="0042080E">
        <w:rPr>
          <w:rtl/>
        </w:rPr>
        <w:t xml:space="preserve"> بحار الانوار ج۵۱،ص۳۰،ح۷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52</w:t>
      </w:r>
      <w:r>
        <w:rPr>
          <w:rtl/>
        </w:rPr>
        <w:t>)</w:t>
      </w:r>
      <w:r w:rsidR="0042080E">
        <w:rPr>
          <w:rtl/>
        </w:rPr>
        <w:t xml:space="preserve"> بحار الانوار ج۵۱،ص۳۰،ح۶۔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53</w:t>
      </w:r>
      <w:r>
        <w:rPr>
          <w:rtl/>
        </w:rPr>
        <w:t>)</w:t>
      </w:r>
      <w:r w:rsidR="0042080E">
        <w:rPr>
          <w:rtl/>
        </w:rPr>
        <w:t xml:space="preserve"> بحار الانوار ج۵۱،ص۲۹،ح۲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54</w:t>
      </w:r>
      <w:r>
        <w:rPr>
          <w:rtl/>
        </w:rPr>
        <w:t>)</w:t>
      </w:r>
      <w:r w:rsidR="0042080E">
        <w:rPr>
          <w:rtl/>
        </w:rPr>
        <w:t xml:space="preserve"> بحارالانوار ج۵۱،ص۲۸،ح۱۔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55</w:t>
      </w:r>
      <w:r>
        <w:rPr>
          <w:rtl/>
        </w:rPr>
        <w:t>)</w:t>
      </w:r>
      <w:r w:rsidR="0042080E">
        <w:rPr>
          <w:rtl/>
        </w:rPr>
        <w:t xml:space="preserve"> بحارالانوار ج۵۱،ص۳۰،ح۴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56</w:t>
      </w:r>
      <w:r>
        <w:rPr>
          <w:rtl/>
        </w:rPr>
        <w:t>)</w:t>
      </w:r>
      <w:r w:rsidR="0042080E">
        <w:rPr>
          <w:rtl/>
        </w:rPr>
        <w:t xml:space="preserve"> نساء ۵۹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57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الکب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ج۱۰ ص۱۴۴۔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58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البحر المح</w:t>
      </w:r>
      <w:r w:rsidR="00A900AD">
        <w:rPr>
          <w:rtl/>
        </w:rPr>
        <w:t>یط</w:t>
      </w:r>
      <w:r w:rsidR="0042080E">
        <w:rPr>
          <w:rtl/>
        </w:rPr>
        <w:t xml:space="preserve"> ج۳، ص۲۷۸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59</w:t>
      </w:r>
      <w:r>
        <w:rPr>
          <w:rtl/>
        </w:rPr>
        <w:t>)</w:t>
      </w:r>
      <w:r w:rsidR="0042080E">
        <w:rPr>
          <w:rtl/>
        </w:rPr>
        <w:t xml:space="preserve"> احقاق الحق ج۳،ص۴۲۵۔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60</w:t>
      </w:r>
      <w:r>
        <w:rPr>
          <w:rtl/>
        </w:rPr>
        <w:t>)</w:t>
      </w:r>
      <w:r w:rsidR="0042080E">
        <w:rPr>
          <w:rtl/>
        </w:rPr>
        <w:t xml:space="preserve"> نساء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61</w:t>
      </w:r>
      <w:r>
        <w:rPr>
          <w:rtl/>
        </w:rPr>
        <w:t>)</w:t>
      </w:r>
      <w:r w:rsidR="0042080E">
        <w:rPr>
          <w:rtl/>
        </w:rPr>
        <w:t xml:space="preserve"> </w:t>
      </w:r>
      <w:r w:rsidR="00576C85">
        <w:rPr>
          <w:rtl/>
        </w:rPr>
        <w:t>ین</w:t>
      </w:r>
      <w:r w:rsidR="0042080E">
        <w:rPr>
          <w:rtl/>
        </w:rPr>
        <w:t>اب</w:t>
      </w:r>
      <w:r w:rsidR="00576C85">
        <w:rPr>
          <w:rtl/>
        </w:rPr>
        <w:t>یع</w:t>
      </w:r>
      <w:r w:rsidR="0042080E">
        <w:rPr>
          <w:rtl/>
        </w:rPr>
        <w:t xml:space="preserve"> المودہ ص۱۱۶۔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62</w:t>
      </w:r>
      <w:r>
        <w:rPr>
          <w:rtl/>
        </w:rPr>
        <w:t>)</w:t>
      </w:r>
      <w:r w:rsidR="0042080E">
        <w:rPr>
          <w:rtl/>
        </w:rPr>
        <w:t xml:space="preserve"> احزاب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۵۶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63</w:t>
      </w:r>
      <w:r>
        <w:rPr>
          <w:rtl/>
        </w:rPr>
        <w:t>)</w:t>
      </w:r>
      <w:r w:rsidR="0042080E">
        <w:rPr>
          <w:rtl/>
        </w:rPr>
        <w:t xml:space="preserve"> نساء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۶۵۔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64</w:t>
      </w:r>
      <w:r>
        <w:rPr>
          <w:rtl/>
        </w:rPr>
        <w:t>)</w:t>
      </w:r>
      <w:r w:rsidR="0042080E">
        <w:rPr>
          <w:rtl/>
        </w:rPr>
        <w:t xml:space="preserve"> مجمع ال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ج۸،ص۵۷۹۔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65</w:t>
      </w:r>
      <w:r>
        <w:rPr>
          <w:rtl/>
        </w:rPr>
        <w:t>)</w:t>
      </w:r>
      <w:r w:rsidR="0042080E">
        <w:rPr>
          <w:rtl/>
        </w:rPr>
        <w:t xml:space="preserve"> مجمع ال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ج۸،ص۵۷۹۔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66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در المنثور ج۶ص۶۴۶۔۶۵۶۔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67</w:t>
      </w:r>
      <w:r>
        <w:rPr>
          <w:rtl/>
        </w:rPr>
        <w:t>)</w:t>
      </w:r>
      <w:r w:rsidR="0042080E">
        <w:rPr>
          <w:rtl/>
        </w:rPr>
        <w:t xml:space="preserve"> کہف،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۱۰۹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68</w:t>
      </w:r>
      <w:r>
        <w:rPr>
          <w:rtl/>
        </w:rPr>
        <w:t>)</w:t>
      </w:r>
      <w:r w:rsidR="0042080E">
        <w:rPr>
          <w:rtl/>
        </w:rPr>
        <w:t xml:space="preserve"> انعام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۳۸۔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69</w:t>
      </w:r>
      <w:r>
        <w:rPr>
          <w:rtl/>
        </w:rPr>
        <w:t>)</w:t>
      </w:r>
      <w:r w:rsidR="0042080E">
        <w:rPr>
          <w:rtl/>
        </w:rPr>
        <w:t xml:space="preserve"> انعام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۵۹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70</w:t>
      </w:r>
      <w:r>
        <w:rPr>
          <w:rtl/>
        </w:rPr>
        <w:t>)</w:t>
      </w:r>
      <w:r w:rsidR="0042080E">
        <w:rPr>
          <w:rtl/>
        </w:rPr>
        <w:t xml:space="preserve"> نحل ،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۸۹،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71</w:t>
      </w:r>
      <w:r>
        <w:rPr>
          <w:rtl/>
        </w:rPr>
        <w:t>)</w:t>
      </w:r>
      <w:r w:rsidR="0042080E">
        <w:rPr>
          <w:rtl/>
        </w:rPr>
        <w:t xml:space="preserve"> اسد الغابة ج۴،ص۱۰۸،مختصر تار</w:t>
      </w:r>
      <w:r w:rsidR="00576C85">
        <w:rPr>
          <w:rtl/>
        </w:rPr>
        <w:t>یخ</w:t>
      </w:r>
      <w:r w:rsidR="0042080E">
        <w:rPr>
          <w:rtl/>
        </w:rPr>
        <w:t xml:space="preserve"> دمشق ج۱۷،ص۳۵۳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72</w:t>
      </w:r>
      <w:r>
        <w:rPr>
          <w:rtl/>
        </w:rPr>
        <w:t>)</w:t>
      </w:r>
      <w:r w:rsidR="0042080E">
        <w:rPr>
          <w:rtl/>
        </w:rPr>
        <w:t xml:space="preserve"> </w:t>
      </w:r>
      <w:r w:rsidR="00576C85">
        <w:rPr>
          <w:rtl/>
        </w:rPr>
        <w:t>ین</w:t>
      </w:r>
      <w:r w:rsidR="0042080E">
        <w:rPr>
          <w:rtl/>
        </w:rPr>
        <w:t>اب</w:t>
      </w:r>
      <w:r w:rsidR="00576C85">
        <w:rPr>
          <w:rtl/>
        </w:rPr>
        <w:t>یع</w:t>
      </w:r>
      <w:r w:rsidR="0042080E">
        <w:rPr>
          <w:rtl/>
        </w:rPr>
        <w:t xml:space="preserve"> المودہ ص۶۹۔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73</w:t>
      </w:r>
      <w:r>
        <w:rPr>
          <w:rtl/>
        </w:rPr>
        <w:t>)</w:t>
      </w:r>
      <w:r w:rsidR="0042080E">
        <w:rPr>
          <w:rtl/>
        </w:rPr>
        <w:t xml:space="preserve"> </w:t>
      </w:r>
      <w:r w:rsidR="00576C85">
        <w:rPr>
          <w:rtl/>
        </w:rPr>
        <w:t>ین</w:t>
      </w:r>
      <w:r w:rsidR="0042080E">
        <w:rPr>
          <w:rtl/>
        </w:rPr>
        <w:t>اب</w:t>
      </w:r>
      <w:r w:rsidR="00576C85">
        <w:rPr>
          <w:rtl/>
        </w:rPr>
        <w:t>یع</w:t>
      </w:r>
      <w:r w:rsidR="0042080E">
        <w:rPr>
          <w:rtl/>
        </w:rPr>
        <w:t xml:space="preserve"> المودہ۔ ص۶۹۔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74</w:t>
      </w:r>
      <w:r>
        <w:rPr>
          <w:rtl/>
        </w:rPr>
        <w:t>)</w:t>
      </w:r>
      <w:r w:rsidR="0042080E">
        <w:rPr>
          <w:rtl/>
        </w:rPr>
        <w:t xml:space="preserve"> سف</w:t>
      </w:r>
      <w:r w:rsidR="00576C85">
        <w:rPr>
          <w:rtl/>
        </w:rPr>
        <w:t>ین</w:t>
      </w:r>
      <w:r w:rsidR="0042080E">
        <w:rPr>
          <w:rtl/>
        </w:rPr>
        <w:t xml:space="preserve">ة البحار ج۱،ص۵۰۴ کلمہ ربع۔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75</w:t>
      </w:r>
      <w:r>
        <w:rPr>
          <w:rtl/>
        </w:rPr>
        <w:t>)</w:t>
      </w:r>
      <w:r w:rsidR="0042080E">
        <w:rPr>
          <w:rtl/>
        </w:rPr>
        <w:t xml:space="preserve"> سف</w:t>
      </w:r>
      <w:r w:rsidR="00576C85">
        <w:rPr>
          <w:rtl/>
        </w:rPr>
        <w:t>ین</w:t>
      </w:r>
      <w:r w:rsidR="0042080E">
        <w:rPr>
          <w:rtl/>
        </w:rPr>
        <w:t xml:space="preserve">ة البحار ج۱،ص۵۰۴،کلمہ ربع۔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76</w:t>
      </w:r>
      <w:r>
        <w:rPr>
          <w:rtl/>
        </w:rPr>
        <w:t>)</w:t>
      </w:r>
      <w:r w:rsidR="0042080E">
        <w:rPr>
          <w:rtl/>
        </w:rPr>
        <w:t xml:space="preserve"> انعام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۷۳۔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77</w:t>
      </w:r>
      <w:r>
        <w:rPr>
          <w:rtl/>
        </w:rPr>
        <w:t>)</w:t>
      </w:r>
      <w:r w:rsidR="0042080E">
        <w:rPr>
          <w:rtl/>
        </w:rPr>
        <w:t xml:space="preserve"> نمل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۷۷۔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78</w:t>
      </w:r>
      <w:r>
        <w:rPr>
          <w:rtl/>
        </w:rPr>
        <w:t>)</w:t>
      </w:r>
      <w:r w:rsidR="0042080E">
        <w:rPr>
          <w:rtl/>
        </w:rPr>
        <w:t xml:space="preserve"> حجرات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۱۸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79</w:t>
      </w:r>
      <w:r>
        <w:rPr>
          <w:rtl/>
        </w:rPr>
        <w:t>)</w:t>
      </w:r>
      <w:r w:rsidR="0042080E">
        <w:rPr>
          <w:rtl/>
        </w:rPr>
        <w:t xml:space="preserve"> بحار الانوار ج۷۰، ص۱۹۹ ح۴۔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80</w:t>
      </w:r>
      <w:r>
        <w:rPr>
          <w:rtl/>
        </w:rPr>
        <w:t>)</w:t>
      </w:r>
      <w:r w:rsidR="0042080E">
        <w:rPr>
          <w:rtl/>
        </w:rPr>
        <w:t xml:space="preserve"> اسراء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۸۴۔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81</w:t>
      </w:r>
      <w:r>
        <w:rPr>
          <w:rtl/>
        </w:rPr>
        <w:t>)</w:t>
      </w:r>
      <w:r w:rsidR="0042080E">
        <w:rPr>
          <w:rtl/>
        </w:rPr>
        <w:t xml:space="preserve"> بحارالانوار ج۷۰،ص۲۰۱،ح۵۔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82</w:t>
      </w:r>
      <w:r>
        <w:rPr>
          <w:rtl/>
        </w:rPr>
        <w:t>)</w:t>
      </w:r>
      <w:r w:rsidR="0042080E">
        <w:rPr>
          <w:rtl/>
        </w:rPr>
        <w:t xml:space="preserve"> واقعہ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83</w:t>
      </w:r>
      <w:r>
        <w:rPr>
          <w:rtl/>
        </w:rPr>
        <w:t>)</w:t>
      </w:r>
      <w:r w:rsidR="0042080E">
        <w:rPr>
          <w:rtl/>
        </w:rPr>
        <w:t xml:space="preserve"> آل عمران ۱۶۹۔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84</w:t>
      </w:r>
      <w:r>
        <w:rPr>
          <w:rtl/>
        </w:rPr>
        <w:t>)</w:t>
      </w:r>
      <w:r w:rsidR="0042080E">
        <w:rPr>
          <w:rtl/>
        </w:rPr>
        <w:t xml:space="preserve"> عنکبوت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۵۷۔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85</w:t>
      </w:r>
      <w:r>
        <w:rPr>
          <w:rtl/>
        </w:rPr>
        <w:t>)</w:t>
      </w:r>
      <w:r w:rsidR="0042080E">
        <w:rPr>
          <w:rtl/>
        </w:rPr>
        <w:t xml:space="preserve"> اعراف،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۲۶۔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86</w:t>
      </w:r>
      <w:r>
        <w:rPr>
          <w:rtl/>
        </w:rPr>
        <w:t>)</w:t>
      </w:r>
      <w:r w:rsidR="0042080E">
        <w:rPr>
          <w:rtl/>
        </w:rPr>
        <w:t xml:space="preserve"> زمر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۶۹۔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87</w:t>
      </w:r>
      <w:r>
        <w:rPr>
          <w:rtl/>
        </w:rPr>
        <w:t>)</w:t>
      </w:r>
      <w:r w:rsidR="0042080E">
        <w:rPr>
          <w:rtl/>
        </w:rPr>
        <w:t xml:space="preserve"> بحارالانوار ج۵۳،ص۱۸۰۔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88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صاف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ج۴،ص۳۳۱،نور الثقل</w:t>
      </w:r>
      <w:r w:rsidR="00576C85">
        <w:rPr>
          <w:rtl/>
        </w:rPr>
        <w:t>ین</w:t>
      </w:r>
      <w:r w:rsidR="0042080E">
        <w:rPr>
          <w:rtl/>
        </w:rPr>
        <w:t xml:space="preserve"> ج۴،ص۵۰۴۔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89</w:t>
      </w:r>
      <w:r>
        <w:rPr>
          <w:rtl/>
        </w:rPr>
        <w:t>)</w:t>
      </w:r>
      <w:r w:rsidR="0042080E">
        <w:rPr>
          <w:rtl/>
        </w:rPr>
        <w:t xml:space="preserve"> بقرہ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90</w:t>
      </w:r>
      <w:r>
        <w:rPr>
          <w:rtl/>
        </w:rPr>
        <w:t>)</w:t>
      </w:r>
      <w:r w:rsidR="0042080E">
        <w:rPr>
          <w:rtl/>
        </w:rPr>
        <w:t xml:space="preserve"> بقرہ،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91</w:t>
      </w:r>
      <w:r>
        <w:rPr>
          <w:rtl/>
        </w:rPr>
        <w:t>)</w:t>
      </w:r>
      <w:r w:rsidR="0042080E">
        <w:rPr>
          <w:rtl/>
        </w:rPr>
        <w:t xml:space="preserve"> بقرہ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92</w:t>
      </w:r>
      <w:r>
        <w:rPr>
          <w:rtl/>
        </w:rPr>
        <w:t>)</w:t>
      </w:r>
      <w:r w:rsidR="0042080E">
        <w:rPr>
          <w:rtl/>
        </w:rPr>
        <w:t xml:space="preserve"> طہ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۲۵۔۳۲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93</w:t>
      </w:r>
      <w:r>
        <w:rPr>
          <w:rtl/>
        </w:rPr>
        <w:t>)</w:t>
      </w:r>
      <w:r w:rsidR="008828D8" w:rsidRPr="008828D8">
        <w:rPr>
          <w:rtl/>
        </w:rPr>
        <w:t xml:space="preserve"> یہ </w:t>
      </w:r>
      <w:r w:rsidR="00C1070F" w:rsidRPr="00C1070F">
        <w:rPr>
          <w:rtl/>
        </w:rPr>
        <w:t>حدیث</w:t>
      </w:r>
      <w:r w:rsidR="0042080E">
        <w:rPr>
          <w:rtl/>
        </w:rPr>
        <w:t xml:space="preserve"> مختلف کتابوں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ذکر</w:t>
      </w:r>
      <w:r w:rsidR="00DE4B57" w:rsidRPr="00DE4B57">
        <w:rPr>
          <w:rtl/>
        </w:rPr>
        <w:t xml:space="preserve"> ہوئی </w:t>
      </w:r>
      <w:r w:rsidR="00824A76" w:rsidRPr="00824A76">
        <w:rPr>
          <w:rtl/>
        </w:rPr>
        <w:t xml:space="preserve">ہے </w:t>
      </w:r>
      <w:r w:rsidR="0042080E">
        <w:rPr>
          <w:rtl/>
        </w:rPr>
        <w:t>حوالہ کے طور پر بحار الانوار ج۳۳، ص۱۷۶،باب ۱۷ ۔اصول کاف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ج۸،ص۱۰۷،روا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>۸۰،باب۸ اور المستدرک الوسائل ج۱۸،باب ۲۰، ص۳۶۷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۲۲۹۷۱ </w:t>
      </w:r>
      <w:r w:rsidR="007D2A2F">
        <w:rPr>
          <w:rtl/>
        </w:rPr>
        <w:t xml:space="preserve">میں </w:t>
      </w:r>
      <w:r w:rsidR="0042080E">
        <w:rPr>
          <w:rFonts w:hint="eastAsia"/>
          <w:rtl/>
        </w:rPr>
        <w:t>رجوع</w:t>
      </w:r>
      <w:r w:rsidR="0042080E">
        <w:rPr>
          <w:rtl/>
        </w:rPr>
        <w:t xml:space="preserve"> </w:t>
      </w:r>
      <w:r w:rsidR="00025F9A" w:rsidRPr="00025F9A">
        <w:rPr>
          <w:rtl/>
        </w:rPr>
        <w:t>کریں</w:t>
      </w:r>
      <w:r w:rsidR="0042080E">
        <w:rPr>
          <w:rtl/>
        </w:rPr>
        <w:t xml:space="preserve">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94</w:t>
      </w:r>
      <w:r>
        <w:rPr>
          <w:rtl/>
        </w:rPr>
        <w:t>)</w:t>
      </w:r>
      <w:r w:rsidR="0042080E">
        <w:rPr>
          <w:rtl/>
        </w:rPr>
        <w:t xml:space="preserve"> روم،آ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۴۱۔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95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7D2A2F">
        <w:rPr>
          <w:rtl/>
        </w:rPr>
        <w:t>یر</w:t>
      </w:r>
      <w:r w:rsidR="0042080E">
        <w:rPr>
          <w:rtl/>
        </w:rPr>
        <w:t xml:space="preserve"> الم</w:t>
      </w:r>
      <w:r w:rsidR="00576C85">
        <w:rPr>
          <w:rtl/>
        </w:rPr>
        <w:t>یز</w:t>
      </w:r>
      <w:r w:rsidR="0042080E">
        <w:rPr>
          <w:rtl/>
        </w:rPr>
        <w:t xml:space="preserve">ان ج۱۶، ص۲۰۰ 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96</w:t>
      </w:r>
      <w:r>
        <w:rPr>
          <w:rtl/>
        </w:rPr>
        <w:t>)</w:t>
      </w:r>
      <w:r w:rsidR="0042080E">
        <w:rPr>
          <w:rtl/>
        </w:rPr>
        <w:t xml:space="preserve"> اعراف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۹۶۔ 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97</w:t>
      </w:r>
      <w:r>
        <w:rPr>
          <w:rtl/>
        </w:rPr>
        <w:t>)</w:t>
      </w:r>
      <w:r w:rsidR="0042080E">
        <w:rPr>
          <w:rtl/>
        </w:rPr>
        <w:t xml:space="preserve"> مائدہ،آ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98</w:t>
      </w:r>
      <w:r>
        <w:rPr>
          <w:rtl/>
        </w:rPr>
        <w:t>)</w:t>
      </w:r>
      <w:r w:rsidR="0042080E">
        <w:rPr>
          <w:rtl/>
        </w:rPr>
        <w:t xml:space="preserve"> احقاق الحق ج۲،ص۳۹۹ سے ۴۱۰ تک،مجمع ال</w:t>
      </w:r>
      <w:r w:rsidR="00042197" w:rsidRPr="00042197">
        <w:rPr>
          <w:rtl/>
        </w:rPr>
        <w:t>بیان</w:t>
      </w:r>
      <w:r w:rsidR="0042080E">
        <w:rPr>
          <w:rtl/>
        </w:rPr>
        <w:t xml:space="preserve"> ج۳،ص۳۲۴، نورالثقل</w:t>
      </w:r>
      <w:r w:rsidR="00576C85">
        <w:rPr>
          <w:rtl/>
        </w:rPr>
        <w:t>ین</w:t>
      </w:r>
      <w:r w:rsidR="0042080E">
        <w:rPr>
          <w:rtl/>
        </w:rPr>
        <w:t xml:space="preserve"> ج۱ ، ص۶۴۷ ، تفس</w:t>
      </w:r>
      <w:r w:rsidR="007D2A2F">
        <w:rPr>
          <w:rtl/>
        </w:rPr>
        <w:t>یر</w:t>
      </w:r>
      <w:r w:rsidR="0042080E">
        <w:rPr>
          <w:rtl/>
        </w:rPr>
        <w:t xml:space="preserve"> الم</w:t>
      </w:r>
      <w:r w:rsidR="00576C85">
        <w:rPr>
          <w:rtl/>
        </w:rPr>
        <w:t>یز</w:t>
      </w:r>
      <w:r w:rsidR="0042080E">
        <w:rPr>
          <w:rtl/>
        </w:rPr>
        <w:t xml:space="preserve">ان ج۶،ص۵۔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99</w:t>
      </w:r>
      <w:r>
        <w:rPr>
          <w:rtl/>
        </w:rPr>
        <w:t>)</w:t>
      </w:r>
      <w:r w:rsidR="0042080E">
        <w:rPr>
          <w:rtl/>
        </w:rPr>
        <w:t xml:space="preserve"> تفس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در المنثور ج۳ ص۱۰۵،تفس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کشاف ج۱ ص۳۴۷،تفس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فتح القد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ر</w:t>
      </w:r>
      <w:r w:rsidR="0042080E">
        <w:rPr>
          <w:rtl/>
        </w:rPr>
        <w:t xml:space="preserve"> ج۲ ص۶۶۔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100</w:t>
      </w:r>
      <w:r>
        <w:rPr>
          <w:rtl/>
        </w:rPr>
        <w:t>)</w:t>
      </w:r>
      <w:r w:rsidR="0042080E">
        <w:rPr>
          <w:rtl/>
        </w:rPr>
        <w:t xml:space="preserve"> بحارالانوار ج۲۵،ص۳۶۳،ج۳۶،ص۴۰۰۔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101</w:t>
      </w:r>
      <w:r>
        <w:rPr>
          <w:rtl/>
        </w:rPr>
        <w:t>)</w:t>
      </w:r>
      <w:r w:rsidR="0042080E">
        <w:rPr>
          <w:rtl/>
        </w:rPr>
        <w:t xml:space="preserve"> عوالم العلوم ج۱۱،ص۵۴۰۔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102</w:t>
      </w:r>
      <w:r>
        <w:rPr>
          <w:rtl/>
        </w:rPr>
        <w:t>)</w:t>
      </w:r>
      <w:r w:rsidR="0042080E">
        <w:rPr>
          <w:rtl/>
        </w:rPr>
        <w:t xml:space="preserve"> عوالم العلوم ج۱۱،ص۶۱،باب ۳،ح۲۔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103</w:t>
      </w:r>
      <w:r>
        <w:rPr>
          <w:rtl/>
        </w:rPr>
        <w:t>)</w:t>
      </w:r>
      <w:r w:rsidR="0042080E">
        <w:rPr>
          <w:rtl/>
        </w:rPr>
        <w:t xml:space="preserve"> حجرات،آ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104</w:t>
      </w:r>
      <w:r>
        <w:rPr>
          <w:rtl/>
        </w:rPr>
        <w:t>)</w:t>
      </w:r>
      <w:r w:rsidR="0042080E">
        <w:rPr>
          <w:rtl/>
        </w:rPr>
        <w:t xml:space="preserve"> انعام،آ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۳۸۔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105</w:t>
      </w:r>
      <w:r>
        <w:rPr>
          <w:rtl/>
        </w:rPr>
        <w:t>)</w:t>
      </w:r>
      <w:r w:rsidR="0042080E">
        <w:rPr>
          <w:rtl/>
        </w:rPr>
        <w:t xml:space="preserve"> آل عمران،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۱۹۔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106</w:t>
      </w:r>
      <w:r>
        <w:rPr>
          <w:rtl/>
        </w:rPr>
        <w:t>)</w:t>
      </w:r>
      <w:r w:rsidR="0042080E">
        <w:rPr>
          <w:rtl/>
        </w:rPr>
        <w:t xml:space="preserve"> واقعہ ،آ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۱۰۔۱۱۔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107</w:t>
      </w:r>
      <w:r>
        <w:rPr>
          <w:rtl/>
        </w:rPr>
        <w:t>)</w:t>
      </w:r>
      <w:r w:rsidR="0042080E">
        <w:rPr>
          <w:rtl/>
        </w:rPr>
        <w:t xml:space="preserve"> 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>ج۱،ص۲۵۳،بحارالانوار ج۳۶،ص۲۵۰ ،مرا</w:t>
      </w:r>
      <w:r w:rsidR="0042080E">
        <w:rPr>
          <w:rFonts w:hint="eastAsia"/>
          <w:rtl/>
        </w:rPr>
        <w:t>ة</w:t>
      </w:r>
      <w:r w:rsidR="0042080E">
        <w:rPr>
          <w:rtl/>
        </w:rPr>
        <w:t xml:space="preserve"> العقول ج۴،ص۲۷۔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108</w:t>
      </w:r>
      <w:r>
        <w:rPr>
          <w:rtl/>
        </w:rPr>
        <w:t>)</w:t>
      </w:r>
      <w:r w:rsidR="0042080E">
        <w:rPr>
          <w:rtl/>
        </w:rPr>
        <w:t xml:space="preserve"> امال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صدوق ص۱۵۷،کمال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>ص۲۰۷، بحارالانوار ج۵۲،ص۹۲، فرائد السمط</w:t>
      </w:r>
      <w:r w:rsidR="00576C85">
        <w:rPr>
          <w:rtl/>
        </w:rPr>
        <w:t>ین</w:t>
      </w:r>
      <w:r w:rsidR="0042080E">
        <w:rPr>
          <w:rtl/>
        </w:rPr>
        <w:t xml:space="preserve"> ج۱،ص۴۶، </w:t>
      </w:r>
      <w:r w:rsidR="00576C85">
        <w:rPr>
          <w:rtl/>
        </w:rPr>
        <w:t>ین</w:t>
      </w:r>
      <w:r w:rsidR="0042080E">
        <w:rPr>
          <w:rtl/>
        </w:rPr>
        <w:t>اب</w:t>
      </w:r>
      <w:r w:rsidR="00576C85">
        <w:rPr>
          <w:rtl/>
        </w:rPr>
        <w:t>یع</w:t>
      </w:r>
      <w:r w:rsidR="0042080E">
        <w:rPr>
          <w:rtl/>
        </w:rPr>
        <w:t xml:space="preserve"> المودة ج۱،ص۷۶،ج۳،ص۳۶۱۔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109</w:t>
      </w:r>
      <w:r>
        <w:rPr>
          <w:rtl/>
        </w:rPr>
        <w:t>)</w:t>
      </w:r>
      <w:r w:rsidR="0042080E">
        <w:rPr>
          <w:rtl/>
        </w:rPr>
        <w:t xml:space="preserve"> بحار الانوار ج۵۳ ص۱۸۱،کمال الد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ج۲ ص۴۸۵،غ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خ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>(رہ)ص۱۷۷،احتجاج طبر 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(رہ)ص۴۷۱،اعلام الور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ص۴۲۴،کشف الغمہ ج۳ص۳۲۲،النوادر 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ض</w:t>
      </w:r>
      <w:r w:rsidR="0042080E">
        <w:rPr>
          <w:rtl/>
        </w:rPr>
        <w:t xml:space="preserve"> کاشان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ص۱۶۴،کلمہ الامام 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ص۲۲۵،المختارمن کلمات الامام المھد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ج۱ص۲۹۴۔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110</w:t>
      </w:r>
      <w:r>
        <w:rPr>
          <w:rtl/>
        </w:rPr>
        <w:t>)</w:t>
      </w:r>
      <w:r w:rsidR="0042080E">
        <w:rPr>
          <w:rtl/>
        </w:rPr>
        <w:t xml:space="preserve"> تواتر اسے کہتے</w:t>
      </w:r>
      <w:r w:rsidR="000C56D5" w:rsidRPr="000C56D5">
        <w:rPr>
          <w:rtl/>
        </w:rPr>
        <w:t xml:space="preserve"> ہیں </w:t>
      </w:r>
      <w:r w:rsidR="0042080E">
        <w:rPr>
          <w:rtl/>
        </w:rPr>
        <w:t xml:space="preserve">کہ </w:t>
      </w:r>
      <w:r w:rsidR="000C56D5" w:rsidRPr="000C56D5">
        <w:rPr>
          <w:rtl/>
        </w:rPr>
        <w:t>ایک</w:t>
      </w:r>
      <w:r w:rsidR="0042080E">
        <w:rPr>
          <w:rtl/>
        </w:rPr>
        <w:t xml:space="preserve"> روا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اتن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تعداد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مختلف روا</w:t>
      </w:r>
      <w:r w:rsidR="007D2A2F">
        <w:rPr>
          <w:rtl/>
        </w:rPr>
        <w:t>یو</w:t>
      </w:r>
      <w:r w:rsidR="0042080E">
        <w:rPr>
          <w:rtl/>
        </w:rPr>
        <w:t>ں اور واسطوں سے ا</w:t>
      </w:r>
      <w:r w:rsidR="00A900AD">
        <w:rPr>
          <w:rtl/>
        </w:rPr>
        <w:t>یس</w:t>
      </w:r>
      <w:r w:rsidR="0042080E">
        <w:rPr>
          <w:rtl/>
        </w:rPr>
        <w:t>ے نقل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جائے کہ اس کے جھوٹ</w:t>
      </w:r>
      <w:r w:rsidR="008828D8" w:rsidRPr="008828D8">
        <w:rPr>
          <w:rtl/>
        </w:rPr>
        <w:t xml:space="preserve"> ہونے </w:t>
      </w:r>
      <w:r w:rsidR="0042080E">
        <w:rPr>
          <w:rtl/>
        </w:rPr>
        <w:t>کا احتمال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باق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نہ </w:t>
      </w:r>
      <w:r w:rsidR="00025F9A" w:rsidRPr="00025F9A">
        <w:rPr>
          <w:rtl/>
        </w:rPr>
        <w:t>رہے</w:t>
      </w:r>
      <w:r w:rsidR="0042080E">
        <w:rPr>
          <w:rtl/>
        </w:rPr>
        <w:t xml:space="preserve">۔ </w:t>
      </w:r>
    </w:p>
    <w:p w:rsidR="0042080E" w:rsidRDefault="001100FA" w:rsidP="00296C60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111</w:t>
      </w:r>
      <w:r>
        <w:rPr>
          <w:rtl/>
        </w:rPr>
        <w:t>)</w:t>
      </w:r>
      <w:r w:rsidR="0042080E">
        <w:rPr>
          <w:rtl/>
        </w:rPr>
        <w:t xml:space="preserve"> مرا</w:t>
      </w:r>
      <w:r w:rsidR="0042080E">
        <w:rPr>
          <w:rFonts w:hint="eastAsia"/>
          <w:rtl/>
        </w:rPr>
        <w:t>ة</w:t>
      </w:r>
      <w:r w:rsidR="0042080E">
        <w:rPr>
          <w:rtl/>
        </w:rPr>
        <w:t xml:space="preserve"> العقول،ج۴،ص۲۸۔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112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ش</w:t>
      </w:r>
      <w:r w:rsidR="00576C85">
        <w:rPr>
          <w:rtl/>
        </w:rPr>
        <w:t>یخ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ص۱۳۹ ، بحارالا نوارج۳۶ص۲۵۹، اثبات الھداة ج۱ص۴۶۰ تقر</w:t>
      </w:r>
      <w:r w:rsidR="00A900AD">
        <w:rPr>
          <w:rtl/>
        </w:rPr>
        <w:t>یب</w:t>
      </w:r>
      <w:r w:rsidR="0042080E">
        <w:rPr>
          <w:rtl/>
        </w:rPr>
        <w:t xml:space="preserve"> المعارف ص۱۷۵۵۔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113</w:t>
      </w:r>
      <w:r>
        <w:rPr>
          <w:rtl/>
        </w:rPr>
        <w:t>)</w:t>
      </w:r>
      <w:r w:rsidR="0042080E">
        <w:rPr>
          <w:rtl/>
        </w:rPr>
        <w:t xml:space="preserve"> کفاےة الاثر ص۱۶۳، بحارالانوار ج۳۶،ص ۲۳۸، مح</w:t>
      </w:r>
      <w:r w:rsidR="00576C85">
        <w:rPr>
          <w:rtl/>
        </w:rPr>
        <w:t>ین</w:t>
      </w:r>
      <w:r w:rsidR="0042080E">
        <w:rPr>
          <w:rtl/>
        </w:rPr>
        <w:t>ة البلاغہ ج۱،ص۱۷۰،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نا</w:t>
      </w:r>
      <w:r w:rsidR="0042080E">
        <w:rPr>
          <w:rtl/>
        </w:rPr>
        <w:t xml:space="preserve"> 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</w:t>
      </w:r>
      <w:r w:rsidR="0042080E">
        <w:rPr>
          <w:rtl/>
        </w:rPr>
        <w:t xml:space="preserve"> المودة ج۱ ص۷۴۔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114</w:t>
      </w:r>
      <w:r>
        <w:rPr>
          <w:rtl/>
        </w:rPr>
        <w:t>)</w:t>
      </w:r>
      <w:r w:rsidR="0042080E">
        <w:rPr>
          <w:rtl/>
        </w:rPr>
        <w:t xml:space="preserve"> سورہ رعد آ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115</w:t>
      </w:r>
      <w:r>
        <w:rPr>
          <w:rtl/>
        </w:rPr>
        <w:t>)</w:t>
      </w:r>
      <w:r w:rsidR="0042080E">
        <w:rPr>
          <w:rtl/>
        </w:rPr>
        <w:t xml:space="preserve"> کفاےة الاثر ،ص۸۹،بحارالانوار ج۳،ص۳۱۶۔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116</w:t>
      </w:r>
      <w:r>
        <w:rPr>
          <w:rtl/>
        </w:rPr>
        <w:t>)</w:t>
      </w:r>
      <w:r w:rsidR="0042080E">
        <w:rPr>
          <w:rtl/>
        </w:rPr>
        <w:t xml:space="preserve"> فرائد المسمط</w:t>
      </w:r>
      <w:r w:rsidR="00576C85">
        <w:rPr>
          <w:rtl/>
        </w:rPr>
        <w:t>ین</w:t>
      </w:r>
      <w:r w:rsidR="0042080E">
        <w:rPr>
          <w:rtl/>
        </w:rPr>
        <w:t xml:space="preserve"> ج۱،ص۴۶،</w:t>
      </w:r>
      <w:r w:rsidR="00576C85">
        <w:rPr>
          <w:rtl/>
        </w:rPr>
        <w:t>ین</w:t>
      </w:r>
      <w:r w:rsidR="0042080E">
        <w:rPr>
          <w:rtl/>
        </w:rPr>
        <w:t>اب</w:t>
      </w:r>
      <w:r w:rsidR="00576C85">
        <w:rPr>
          <w:rtl/>
        </w:rPr>
        <w:t>یع</w:t>
      </w:r>
      <w:r w:rsidR="0042080E">
        <w:rPr>
          <w:rtl/>
        </w:rPr>
        <w:t xml:space="preserve"> المودة ج۱،ص۷۵،ج۳ص۳۶۰۔ امال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ش</w:t>
      </w:r>
      <w:r w:rsidR="00576C85">
        <w:rPr>
          <w:rtl/>
        </w:rPr>
        <w:t>یخ</w:t>
      </w:r>
      <w:r w:rsidR="0042080E">
        <w:rPr>
          <w:rtl/>
        </w:rPr>
        <w:t xml:space="preserve"> صدوق ص۱۷۵،کمال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 xml:space="preserve">ج۱،ص۲۰۷۔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117</w:t>
      </w:r>
      <w:r>
        <w:rPr>
          <w:rtl/>
        </w:rPr>
        <w:t>)</w:t>
      </w:r>
      <w:r w:rsidR="0042080E">
        <w:rPr>
          <w:rtl/>
        </w:rPr>
        <w:t xml:space="preserve"> 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 xml:space="preserve">ج۱ص۲۰۲،بحارالانوار ج۲۳ص۳۴۔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118</w:t>
      </w:r>
      <w:r>
        <w:rPr>
          <w:rtl/>
        </w:rPr>
        <w:t>)</w:t>
      </w:r>
      <w:r w:rsidR="0042080E">
        <w:rPr>
          <w:rtl/>
        </w:rPr>
        <w:t xml:space="preserve"> 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 xml:space="preserve">ج۱،ص۲۰۴، بحارالانوار ج۲۳،ص۳۷۔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119</w:t>
      </w:r>
      <w:r>
        <w:rPr>
          <w:rtl/>
        </w:rPr>
        <w:t>)</w:t>
      </w:r>
      <w:r w:rsidR="0042080E">
        <w:rPr>
          <w:rtl/>
        </w:rPr>
        <w:t xml:space="preserve"> 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 xml:space="preserve">ج۱ص۲۰۲، بحارالانوار ج۲۳،ص۲۴۔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120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نعمان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ص۱۳۸،علل الشرا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</w:t>
      </w:r>
      <w:r w:rsidR="0042080E">
        <w:rPr>
          <w:rtl/>
        </w:rPr>
        <w:t xml:space="preserve"> ص۱۹۸،بصائر الدرجات ص۵۰۸۔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121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نعمان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ص۱۶۱۔،بحار الانوار ج۵۱ص۱۱۳۔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122</w:t>
      </w:r>
      <w:r>
        <w:rPr>
          <w:rtl/>
        </w:rPr>
        <w:t>)</w:t>
      </w:r>
      <w:r w:rsidR="0042080E">
        <w:rPr>
          <w:rtl/>
        </w:rPr>
        <w:t xml:space="preserve"> فرھنگ مع</w:t>
      </w:r>
      <w:r w:rsidR="00576C85">
        <w:rPr>
          <w:rtl/>
        </w:rPr>
        <w:t>ین</w:t>
      </w:r>
      <w:r w:rsidR="0042080E">
        <w:rPr>
          <w:rtl/>
        </w:rPr>
        <w:t xml:space="preserve"> ج۴،ص۴۷۰۲۔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123</w:t>
      </w:r>
      <w:r>
        <w:rPr>
          <w:rtl/>
        </w:rPr>
        <w:t>)</w:t>
      </w:r>
      <w:r w:rsidR="0042080E">
        <w:rPr>
          <w:rtl/>
        </w:rPr>
        <w:t xml:space="preserve"> فرھنگ مع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ج۲ ص۱۹۵۴۔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124</w:t>
      </w:r>
      <w:r>
        <w:rPr>
          <w:rtl/>
        </w:rPr>
        <w:t>)</w:t>
      </w:r>
      <w:r w:rsidR="0042080E">
        <w:rPr>
          <w:rtl/>
        </w:rPr>
        <w:t xml:space="preserve"> لسان العرب ج۶ ص۱۶۳۔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125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خ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>(رہ) ص۱۲۸،کمال الد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 ۲ص۲۳ ۴۔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126</w:t>
      </w:r>
      <w:r>
        <w:rPr>
          <w:rtl/>
        </w:rPr>
        <w:t>)</w:t>
      </w:r>
      <w:r w:rsidR="0042080E">
        <w:rPr>
          <w:rtl/>
        </w:rPr>
        <w:t xml:space="preserve"> دلائل الامامة ص ۲۶۷،بحارالانوار ج۵۱ ص۱۰۔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127</w:t>
      </w:r>
      <w:r>
        <w:rPr>
          <w:rtl/>
        </w:rPr>
        <w:t>)</w:t>
      </w:r>
      <w:r w:rsidR="0042080E">
        <w:rPr>
          <w:rtl/>
        </w:rPr>
        <w:t xml:space="preserve"> مصنف ابن اب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بہ</w:t>
      </w:r>
      <w:r w:rsidR="0042080E">
        <w:rPr>
          <w:rtl/>
        </w:rPr>
        <w:t xml:space="preserve"> ج۱۵ ص۱۹۸ ح۱۹۴۹۵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128</w:t>
      </w:r>
      <w:r>
        <w:rPr>
          <w:rtl/>
        </w:rPr>
        <w:t>)</w:t>
      </w:r>
      <w:r w:rsidR="0042080E">
        <w:rPr>
          <w:rtl/>
        </w:rPr>
        <w:t xml:space="preserve"> فرھنگ مع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ج۲ ص۱۷۰۲۔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129</w:t>
      </w:r>
      <w:r>
        <w:rPr>
          <w:rtl/>
        </w:rPr>
        <w:t>)</w:t>
      </w:r>
      <w:r w:rsidR="0042080E">
        <w:rPr>
          <w:rtl/>
        </w:rPr>
        <w:t xml:space="preserve"> لسان العرب ج۴ص۲۲۰۔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130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>(رہ) ص۲۴۱،کمال الد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ج۲س۴۳۲۔ </w:t>
      </w:r>
    </w:p>
    <w:p w:rsidR="0042080E" w:rsidRDefault="001100FA" w:rsidP="004D1A48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131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ص۱۲۴،۱۲۸، کمال</w:t>
      </w:r>
      <w:r w:rsidR="000C56D5" w:rsidRPr="000C56D5">
        <w:rPr>
          <w:rtl/>
        </w:rPr>
        <w:t xml:space="preserve"> الدین </w:t>
      </w:r>
      <w:r w:rsidR="0042080E">
        <w:rPr>
          <w:rtl/>
        </w:rPr>
        <w:t>صدوق ج۲،ص۴۱۷،۴۲۳ دلائل الامامة ص۲۶۳،۲۶۷، مناقب ابن شھر آشوب ج۴،ص۴۴۰،۴۴۱ ،روضة الواعظ</w:t>
      </w:r>
      <w:r w:rsidR="00576C85">
        <w:rPr>
          <w:rtl/>
        </w:rPr>
        <w:t>ین</w:t>
      </w:r>
      <w:r w:rsidR="0042080E">
        <w:rPr>
          <w:rtl/>
        </w:rPr>
        <w:t xml:space="preserve"> ج۱،ص۲۵۲،۲۵۵، اثبات الھداة ج۳، ص۳۶۔ ۳۶۵ اور ص ۰۸ ۴ ۔ ۴۰۹، بحارالانوار ج۵۱،ص۶۔۱۰،حلےة الابرار ج۶،ص۵۱۵۔ </w:t>
      </w:r>
    </w:p>
    <w:p w:rsidR="004D1A48" w:rsidRDefault="004D1A48" w:rsidP="00031FA0">
      <w:pPr>
        <w:pStyle w:val="libNormal"/>
        <w:rPr>
          <w:rtl/>
        </w:rPr>
      </w:pPr>
      <w:r>
        <w:rPr>
          <w:rtl/>
        </w:rPr>
        <w:br w:type="page"/>
      </w:r>
    </w:p>
    <w:p w:rsidR="0042080E" w:rsidRDefault="0042080E" w:rsidP="00950ED7">
      <w:pPr>
        <w:pStyle w:val="Heading2Center"/>
        <w:rPr>
          <w:rtl/>
        </w:rPr>
      </w:pPr>
      <w:bookmarkStart w:id="32" w:name="_Toc502225876"/>
      <w:r>
        <w:rPr>
          <w:rFonts w:hint="eastAsia"/>
          <w:rtl/>
        </w:rPr>
        <w:lastRenderedPageBreak/>
        <w:t>علامات</w:t>
      </w:r>
      <w:r>
        <w:rPr>
          <w:rtl/>
        </w:rPr>
        <w:t xml:space="preserve"> ظھور</w:t>
      </w:r>
      <w:bookmarkEnd w:id="32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ظھور کا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موضوع</w:t>
      </w:r>
      <w:r w:rsidR="00824A76" w:rsidRPr="00824A76">
        <w:rPr>
          <w:rtl/>
        </w:rPr>
        <w:t xml:space="preserve"> ہے </w:t>
      </w:r>
      <w:r>
        <w:rPr>
          <w:rtl/>
        </w:rPr>
        <w:t>۔اکثر لوگ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549D7" w:rsidRPr="002549D7">
        <w:rPr>
          <w:rtl/>
        </w:rPr>
        <w:t xml:space="preserve"> ہیں </w:t>
      </w:r>
      <w:r>
        <w:rPr>
          <w:rtl/>
        </w:rPr>
        <w:t>،اگر کوئ</w:t>
      </w:r>
      <w:r>
        <w:rPr>
          <w:rFonts w:hint="cs"/>
          <w:rtl/>
        </w:rPr>
        <w:t>ی</w:t>
      </w:r>
      <w:r>
        <w:rPr>
          <w:rtl/>
        </w:rPr>
        <w:t xml:space="preserve"> بات ان کو پور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>
        <w:rPr>
          <w:rtl/>
        </w:rPr>
        <w:t>نظرآت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تو اس پر خوش</w:t>
      </w:r>
      <w:r w:rsidR="00272FF7" w:rsidRPr="00272FF7">
        <w:rPr>
          <w:rtl/>
        </w:rPr>
        <w:t xml:space="preserve"> ہو</w:t>
      </w:r>
      <w:r>
        <w:rPr>
          <w:rtl/>
        </w:rPr>
        <w:t>کر رہ جاتے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علامات نہ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نہ کوئ</w:t>
      </w:r>
      <w:r>
        <w:rPr>
          <w:rFonts w:hint="cs"/>
          <w:rtl/>
        </w:rPr>
        <w:t>ی</w:t>
      </w:r>
      <w:r>
        <w:rPr>
          <w:rtl/>
        </w:rPr>
        <w:t xml:space="preserve"> علم نجوم اور نہ</w:t>
      </w:r>
      <w:r w:rsidR="002549D7" w:rsidRPr="002549D7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ھاتھ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نکالاھو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824A76" w:rsidRPr="00824A76">
        <w:rPr>
          <w:rtl/>
        </w:rPr>
        <w:t xml:space="preserve"> ہے </w:t>
      </w:r>
      <w:r>
        <w:rPr>
          <w:rtl/>
        </w:rPr>
        <w:t>،بلکہ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24A76" w:rsidRPr="00824A76">
        <w:rPr>
          <w:rtl/>
        </w:rPr>
        <w:t xml:space="preserve"> ہے </w:t>
      </w:r>
      <w:r>
        <w:rPr>
          <w:rtl/>
        </w:rPr>
        <w:t>کہ جو واقع</w:t>
      </w:r>
      <w:r w:rsidR="00272FF7" w:rsidRPr="00272FF7">
        <w:rPr>
          <w:rtl/>
        </w:rPr>
        <w:t xml:space="preserve"> ہو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ارونما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2549D7" w:rsidRPr="002549D7">
        <w:rPr>
          <w:rtl/>
        </w:rPr>
        <w:t xml:space="preserve"> یہی </w:t>
      </w:r>
      <w:r>
        <w:rPr>
          <w:rtl/>
        </w:rPr>
        <w:t>وہ مقام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2549D7" w:rsidRPr="002549D7">
        <w:rPr>
          <w:rtl/>
        </w:rPr>
        <w:t xml:space="preserve"> جہاں </w:t>
      </w:r>
      <w:r>
        <w:rPr>
          <w:rtl/>
        </w:rPr>
        <w:t>انسان کو متوجہ</w:t>
      </w:r>
      <w:r w:rsidR="00272FF7" w:rsidRPr="00272FF7">
        <w:rPr>
          <w:rtl/>
        </w:rPr>
        <w:t xml:space="preserve"> ہو</w:t>
      </w:r>
      <w:r>
        <w:rPr>
          <w:rtl/>
        </w:rPr>
        <w:t>جانا چاہئے اور</w:t>
      </w:r>
      <w:r w:rsidR="00824A76" w:rsidRPr="00824A76">
        <w:rPr>
          <w:rtl/>
        </w:rPr>
        <w:t xml:space="preserve"> ہر </w:t>
      </w:r>
      <w:r>
        <w:rPr>
          <w:rtl/>
        </w:rPr>
        <w:t>مومن کو اپن</w:t>
      </w:r>
      <w:r>
        <w:rPr>
          <w:rFonts w:hint="cs"/>
          <w:rtl/>
        </w:rPr>
        <w:t>ی</w:t>
      </w:r>
      <w:r>
        <w:rPr>
          <w:rtl/>
        </w:rPr>
        <w:t xml:space="preserve"> کمر کس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کچھ علامات قطع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ہیں </w:t>
      </w:r>
      <w:r>
        <w:rPr>
          <w:rtl/>
        </w:rPr>
        <w:t>بلکہ کس</w:t>
      </w:r>
      <w:r>
        <w:rPr>
          <w:rFonts w:hint="cs"/>
          <w:rtl/>
        </w:rPr>
        <w:t>ی</w:t>
      </w:r>
      <w:r>
        <w:rPr>
          <w:rtl/>
        </w:rPr>
        <w:t xml:space="preserve"> د وسرے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شئے پر مشروط</w:t>
      </w:r>
      <w:r w:rsidR="002549D7" w:rsidRPr="002549D7">
        <w:rPr>
          <w:rtl/>
        </w:rPr>
        <w:t xml:space="preserve"> ہیں </w:t>
      </w:r>
      <w:r>
        <w:rPr>
          <w:rtl/>
        </w:rPr>
        <w:t>جبکہ بعض علامات قطع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اور ان کے پورا</w:t>
      </w:r>
      <w:r w:rsidR="008828D8" w:rsidRPr="008828D8">
        <w:rPr>
          <w:rtl/>
        </w:rPr>
        <w:t xml:space="preserve"> ہونے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</w:t>
      </w:r>
      <w:r w:rsidR="002549D7" w:rsidRPr="002549D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2549D7" w:rsidRPr="002549D7">
        <w:rPr>
          <w:rtl/>
        </w:rPr>
        <w:t xml:space="preserve"> ہیں </w:t>
      </w:r>
      <w:r>
        <w:rPr>
          <w:rtl/>
        </w:rPr>
        <w:t>جس طرح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من</w:t>
      </w:r>
      <w:r w:rsidRPr="00F60D1B">
        <w:rPr>
          <w:rStyle w:val="libArabicChar"/>
          <w:rtl/>
        </w:rPr>
        <w:t xml:space="preserve"> المحتوم الذ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لابد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ان 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کون</w:t>
      </w:r>
      <w:r w:rsidRPr="00F60D1B">
        <w:rPr>
          <w:rStyle w:val="libArabicChar"/>
          <w:rtl/>
        </w:rPr>
        <w:t xml:space="preserve"> قبل القائم :خروج السف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ان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وخسف بالب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داء</w:t>
      </w:r>
      <w:r w:rsidRPr="00F60D1B">
        <w:rPr>
          <w:rStyle w:val="libArabicChar"/>
          <w:rtl/>
        </w:rPr>
        <w:t xml:space="preserve"> وقتل النفس الذک</w:t>
      </w:r>
      <w:r w:rsidRPr="00F60D1B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F60D1B">
        <w:rPr>
          <w:rStyle w:val="libArabicChar"/>
          <w:rtl/>
        </w:rPr>
        <w:t xml:space="preserve"> والمناد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من السماء وخروج ال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مان</w:t>
      </w:r>
      <w:r w:rsidRPr="00F60D1B">
        <w:rPr>
          <w:rStyle w:val="libArabicChar"/>
          <w:rFonts w:hint="cs"/>
          <w:rtl/>
        </w:rPr>
        <w:t>ی</w:t>
      </w:r>
      <w:r>
        <w:rPr>
          <w:rtl/>
        </w:rPr>
        <w:t xml:space="preserve">۔“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 اور حضرت (عج) کے ظھور سے</w:t>
      </w:r>
      <w:r w:rsidR="000C56D5" w:rsidRPr="000C56D5">
        <w:rPr>
          <w:rtl/>
        </w:rPr>
        <w:t xml:space="preserve"> پہلے </w:t>
      </w:r>
      <w:r>
        <w:rPr>
          <w:rtl/>
        </w:rPr>
        <w:t>حتماً رونما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:(</w:t>
      </w:r>
      <w:r>
        <w:rPr>
          <w:rtl/>
          <w:lang w:bidi="fa-IR"/>
        </w:rPr>
        <w:t>۱)</w:t>
      </w:r>
      <w:r>
        <w:rPr>
          <w:rtl/>
        </w:rPr>
        <w:t>خروج السف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سورج کو گھن لگنا(</w:t>
      </w:r>
      <w:r>
        <w:rPr>
          <w:rtl/>
          <w:lang w:bidi="fa-IR"/>
        </w:rPr>
        <w:t xml:space="preserve">۳) </w:t>
      </w:r>
      <w:r>
        <w:rPr>
          <w:rtl/>
        </w:rPr>
        <w:t>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کاقتل (</w:t>
      </w:r>
      <w:r>
        <w:rPr>
          <w:rtl/>
          <w:lang w:bidi="fa-IR"/>
        </w:rPr>
        <w:t xml:space="preserve">۴) </w:t>
      </w:r>
      <w:r>
        <w:rPr>
          <w:rtl/>
        </w:rPr>
        <w:t>آسمان سے نداکا آ نا (</w:t>
      </w:r>
      <w:r>
        <w:rPr>
          <w:rtl/>
          <w:lang w:bidi="fa-IR"/>
        </w:rPr>
        <w:t xml:space="preserve">۵) </w:t>
      </w:r>
      <w:r>
        <w:rPr>
          <w:rtl/>
        </w:rPr>
        <w:t xml:space="preserve">شخص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کاخروج کرنااور اس کے علاوہ۔ا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</w:t>
      </w:r>
      <w:r>
        <w:rPr>
          <w:rFonts w:hint="eastAsia"/>
          <w:rtl/>
        </w:rPr>
        <w:t>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النداء</w:t>
      </w:r>
      <w:r w:rsidRPr="00F60D1B">
        <w:rPr>
          <w:rStyle w:val="libArabicChar"/>
          <w:rtl/>
        </w:rPr>
        <w:t xml:space="preserve"> من المحتوم والسف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ان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من المحتوم وقتل النفس الذک</w:t>
      </w:r>
      <w:r w:rsidRPr="00F60D1B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F60D1B">
        <w:rPr>
          <w:rStyle w:val="libArabicChar"/>
          <w:rtl/>
        </w:rPr>
        <w:t xml:space="preserve"> من المحتوم وکفّ 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طلع</w:t>
      </w:r>
      <w:r w:rsidRPr="00F60D1B">
        <w:rPr>
          <w:rStyle w:val="libArabicChar"/>
          <w:rtl/>
        </w:rPr>
        <w:t xml:space="preserve"> من السماء من المحتو م </w:t>
      </w:r>
      <w:r>
        <w:rPr>
          <w:rtl/>
        </w:rPr>
        <w:t xml:space="preserve">۔“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آسمان</w:t>
      </w:r>
      <w:r>
        <w:rPr>
          <w:rFonts w:hint="cs"/>
          <w:rtl/>
        </w:rPr>
        <w:t>ی</w:t>
      </w:r>
      <w:r>
        <w:rPr>
          <w:rtl/>
        </w:rPr>
        <w:t xml:space="preserve"> نداآنا حتم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کاخروج بھ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قتل بھ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۔اور ھاتھ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 کہ آسمان پر</w:t>
      </w:r>
      <w:r w:rsidR="008828D8" w:rsidRPr="008828D8">
        <w:rPr>
          <w:rtl/>
        </w:rPr>
        <w:t xml:space="preserve"> ظاہر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آپ فرماتے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0D1B">
        <w:rPr>
          <w:rStyle w:val="libArabicChar"/>
          <w:rFonts w:hint="eastAsia"/>
          <w:rtl/>
        </w:rPr>
        <w:t>خمس</w:t>
      </w:r>
      <w:r w:rsidRPr="00F60D1B">
        <w:rPr>
          <w:rStyle w:val="libArabicChar"/>
          <w:rtl/>
        </w:rPr>
        <w:t xml:space="preserve"> قبل ق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ام</w:t>
      </w:r>
      <w:r w:rsidRPr="00F60D1B">
        <w:rPr>
          <w:rStyle w:val="libArabicChar"/>
          <w:rtl/>
        </w:rPr>
        <w:t xml:space="preserve"> القائم من العلامات الصح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حة</w:t>
      </w:r>
      <w:r w:rsidRPr="00F60D1B">
        <w:rPr>
          <w:rStyle w:val="libArabicChar"/>
          <w:rtl/>
        </w:rPr>
        <w:t xml:space="preserve"> وال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مان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و الخسف بالب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داء</w:t>
      </w:r>
      <w:r w:rsidRPr="00F60D1B">
        <w:rPr>
          <w:rStyle w:val="libArabicChar"/>
          <w:rtl/>
        </w:rPr>
        <w:t xml:space="preserve"> و خروج السف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ان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tl/>
        </w:rPr>
        <w:t xml:space="preserve"> و قتل النفس الذک</w:t>
      </w:r>
      <w:r w:rsidRPr="00F60D1B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F60D1B">
        <w:rPr>
          <w:rStyle w:val="libArabicChar"/>
          <w:rtl/>
        </w:rPr>
        <w:t xml:space="preserve"> </w:t>
      </w:r>
      <w:r>
        <w:rPr>
          <w:rtl/>
        </w:rPr>
        <w:t>۔‘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:پانچ نشا</w:t>
      </w:r>
      <w:r>
        <w:rPr>
          <w:rFonts w:hint="cs"/>
          <w:rtl/>
        </w:rPr>
        <w:t>ی</w:t>
      </w:r>
      <w:r>
        <w:rPr>
          <w:rFonts w:hint="eastAsia"/>
          <w:rtl/>
        </w:rPr>
        <w:t>ناں</w:t>
      </w:r>
      <w:r>
        <w:rPr>
          <w:rtl/>
        </w:rPr>
        <w:t xml:space="preserve"> حضرت(عج)کے ظھور سے قبل حتم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۔خروج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،سورج گھن ،خروج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اورقتل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”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خرج</w:t>
      </w:r>
      <w:r w:rsidRPr="00F60D1B">
        <w:rPr>
          <w:rStyle w:val="libArabicChar"/>
          <w:rtl/>
        </w:rPr>
        <w:t xml:space="preserve"> اذا خفّت الحقائق ولحق اللاحق وثقلت الظ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ور وتتابعت الامور ،واختلفت العرب واشتدّالطلب،وذ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ب العفاف واستحوذالش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طان</w:t>
      </w:r>
      <w:r w:rsidRPr="00F60D1B">
        <w:rPr>
          <w:rStyle w:val="libArabicChar"/>
          <w:rtl/>
        </w:rPr>
        <w:t xml:space="preserve"> و حکمت النسوان وفدحت الحوادث ونفثت النوافث 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جم الواثب و عبس العبوس و اجلب الناسوس و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فتحون</w:t>
      </w:r>
      <w:r w:rsidRPr="00F60D1B">
        <w:rPr>
          <w:rStyle w:val="libArabicChar"/>
          <w:rtl/>
        </w:rPr>
        <w:t xml:space="preserve"> العراق و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حمعون</w:t>
      </w:r>
      <w:r w:rsidRPr="00F60D1B">
        <w:rPr>
          <w:rStyle w:val="libArabicChar"/>
          <w:rtl/>
        </w:rPr>
        <w:t xml:space="preserve"> الشقاق بدم </w:t>
      </w:r>
      <w:r w:rsidRPr="00F60D1B">
        <w:rPr>
          <w:rStyle w:val="libArabicChar"/>
          <w:rFonts w:hint="cs"/>
          <w:rtl/>
        </w:rPr>
        <w:t>ی</w:t>
      </w:r>
      <w:r w:rsidRPr="00F60D1B">
        <w:rPr>
          <w:rStyle w:val="libArabicChar"/>
          <w:rFonts w:hint="eastAsia"/>
          <w:rtl/>
        </w:rPr>
        <w:t>راق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:وہ اس وقت</w:t>
      </w:r>
      <w:r w:rsidR="008828D8" w:rsidRPr="008828D8">
        <w:rPr>
          <w:rtl/>
        </w:rPr>
        <w:t xml:space="preserve"> ظاہر</w:t>
      </w:r>
      <w:r w:rsidR="00272FF7" w:rsidRPr="00272FF7">
        <w:rPr>
          <w:rtl/>
        </w:rPr>
        <w:t xml:space="preserve"> ہو</w:t>
      </w:r>
      <w:r>
        <w:rPr>
          <w:rtl/>
        </w:rPr>
        <w:t>نگے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 نہ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ااحمقوں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،کمر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دوسرا حادثہ رونما</w:t>
      </w:r>
      <w:r w:rsidR="00272FF7" w:rsidRPr="00272FF7">
        <w:rPr>
          <w:rtl/>
        </w:rPr>
        <w:t xml:space="preserve"> ہو</w:t>
      </w:r>
      <w:r>
        <w:rPr>
          <w:rtl/>
        </w:rPr>
        <w:t>تا</w:t>
      </w:r>
      <w:r w:rsidR="00025F9A" w:rsidRPr="00025F9A">
        <w:rPr>
          <w:rtl/>
        </w:rPr>
        <w:t>رہے</w:t>
      </w:r>
      <w:r>
        <w:rPr>
          <w:rtl/>
        </w:rPr>
        <w:t xml:space="preserve"> گا ،عربوں </w:t>
      </w:r>
      <w:r w:rsidR="007D2A2F">
        <w:rPr>
          <w:rtl/>
        </w:rPr>
        <w:t xml:space="preserve">میں </w:t>
      </w:r>
      <w:r>
        <w:rPr>
          <w:rtl/>
        </w:rPr>
        <w:t xml:space="preserve"> پھوٹ پڑجائے گ</w:t>
      </w:r>
      <w:r>
        <w:rPr>
          <w:rFonts w:hint="cs"/>
          <w:rtl/>
        </w:rPr>
        <w:t>ی</w:t>
      </w:r>
      <w:r>
        <w:rPr>
          <w:rtl/>
        </w:rPr>
        <w:t xml:space="preserve"> ،کس</w:t>
      </w:r>
      <w:r>
        <w:rPr>
          <w:rFonts w:hint="cs"/>
          <w:rtl/>
        </w:rPr>
        <w:t>ی</w:t>
      </w:r>
      <w:r>
        <w:rPr>
          <w:rtl/>
        </w:rPr>
        <w:t xml:space="preserve"> مصلح کے ظھور ک</w:t>
      </w:r>
      <w:r>
        <w:rPr>
          <w:rFonts w:hint="cs"/>
          <w:rtl/>
        </w:rPr>
        <w:t>ی</w:t>
      </w:r>
      <w:r>
        <w:rPr>
          <w:rtl/>
        </w:rPr>
        <w:t xml:space="preserve"> تمنا بڑھ 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سب </w:t>
      </w:r>
      <w:r>
        <w:rPr>
          <w:rFonts w:hint="eastAsia"/>
          <w:rtl/>
        </w:rPr>
        <w:t>پر</w:t>
      </w:r>
      <w:r>
        <w:rPr>
          <w:rtl/>
        </w:rPr>
        <w:t xml:space="preserve"> حاو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0C56D5" w:rsidRPr="000C56D5">
        <w:rPr>
          <w:rtl/>
        </w:rPr>
        <w:t xml:space="preserve"> ہوگا </w:t>
      </w:r>
      <w:r>
        <w:rPr>
          <w:rtl/>
        </w:rPr>
        <w:t>،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کمرتوڑ حادثات رونما</w:t>
      </w:r>
      <w:r w:rsidR="00272FF7" w:rsidRPr="00272FF7">
        <w:rPr>
          <w:rtl/>
        </w:rPr>
        <w:t xml:space="preserve"> ہو</w:t>
      </w:r>
      <w:r>
        <w:rPr>
          <w:rtl/>
        </w:rPr>
        <w:t>نگے ،چ</w:t>
      </w:r>
      <w:r>
        <w:rPr>
          <w:rFonts w:hint="cs"/>
          <w:rtl/>
        </w:rPr>
        <w:t>ی</w:t>
      </w:r>
      <w:r>
        <w:rPr>
          <w:rFonts w:hint="eastAsia"/>
          <w:rtl/>
        </w:rPr>
        <w:t>ڑنے</w:t>
      </w:r>
      <w:r>
        <w:rPr>
          <w:rtl/>
        </w:rPr>
        <w:t xml:space="preserve"> والے چ</w:t>
      </w:r>
      <w:r>
        <w:rPr>
          <w:rFonts w:hint="cs"/>
          <w:rtl/>
        </w:rPr>
        <w:t>ی</w:t>
      </w:r>
      <w:r>
        <w:rPr>
          <w:rFonts w:hint="eastAsia"/>
          <w:rtl/>
        </w:rPr>
        <w:t>ڑتے</w:t>
      </w:r>
      <w:r w:rsidR="008828D8" w:rsidRPr="008828D8">
        <w:rPr>
          <w:rtl/>
        </w:rPr>
        <w:t xml:space="preserve"> ہوئے </w:t>
      </w:r>
      <w:r>
        <w:rPr>
          <w:rtl/>
        </w:rPr>
        <w:t>اور آگے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پرواز کرنے والے پرندے حملہ آور</w:t>
      </w:r>
      <w:r w:rsidR="00272FF7" w:rsidRPr="00272FF7">
        <w:rPr>
          <w:rtl/>
        </w:rPr>
        <w:t xml:space="preserve"> ہو</w:t>
      </w:r>
      <w:r>
        <w:rPr>
          <w:rtl/>
        </w:rPr>
        <w:t>نگے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راز دان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کرکے راز فاش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عراق کو دوسرے فتح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اورھر قسم کے اختلاف کا جواب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لگے گا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خفت الحقائق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-- جب حق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 نہ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ظاھر</w:t>
      </w:r>
      <w:r w:rsidR="00824A76" w:rsidRPr="00824A76">
        <w:rPr>
          <w:rtl/>
        </w:rPr>
        <w:t xml:space="preserve"> ہے </w:t>
      </w:r>
      <w:r>
        <w:rPr>
          <w:rtl/>
        </w:rPr>
        <w:t>جب زمانہ گمراھ</w:t>
      </w:r>
      <w:r>
        <w:rPr>
          <w:rFonts w:hint="cs"/>
          <w:rtl/>
        </w:rPr>
        <w:t>ی</w:t>
      </w:r>
      <w:r>
        <w:rPr>
          <w:rtl/>
        </w:rPr>
        <w:t xml:space="preserve"> اور ضلالت ک</w:t>
      </w:r>
      <w:r>
        <w:rPr>
          <w:rFonts w:hint="cs"/>
          <w:rtl/>
        </w:rPr>
        <w:t>ی</w:t>
      </w:r>
      <w:r>
        <w:rPr>
          <w:rtl/>
        </w:rPr>
        <w:t xml:space="preserve"> طرف بڑھ رھا</w:t>
      </w:r>
      <w:r w:rsidR="000C56D5" w:rsidRPr="000C56D5">
        <w:rPr>
          <w:rtl/>
        </w:rPr>
        <w:t xml:space="preserve"> ہوگا </w:t>
      </w:r>
      <w:r>
        <w:rPr>
          <w:rtl/>
        </w:rPr>
        <w:t>تو اس گمراھ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پہچان مٹ جائے گ</w:t>
      </w:r>
      <w:r>
        <w:rPr>
          <w:rFonts w:hint="cs"/>
          <w:rtl/>
        </w:rPr>
        <w:t>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حق کہتا نظر بھ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اتواس</w:t>
      </w:r>
      <w:r>
        <w:rPr>
          <w:rtl/>
        </w:rPr>
        <w:t xml:space="preserve"> کو حق کھنے کے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جرم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سزاوار ٹھرا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اس طرح سے حق گو لوگ خود بخود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کاشکار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2549D7" w:rsidRPr="002549D7">
        <w:rPr>
          <w:rtl/>
        </w:rPr>
        <w:t xml:space="preserve"> یہی </w:t>
      </w:r>
      <w:r>
        <w:rPr>
          <w:rtl/>
        </w:rPr>
        <w:t>وہ علامات</w:t>
      </w:r>
      <w:r w:rsidR="002549D7" w:rsidRPr="002549D7">
        <w:rPr>
          <w:rtl/>
        </w:rPr>
        <w:t xml:space="preserve"> ہیں </w:t>
      </w:r>
      <w:r>
        <w:rPr>
          <w:rtl/>
        </w:rPr>
        <w:t>جو</w:t>
      </w:r>
      <w:r w:rsidR="00824A76" w:rsidRPr="00824A76">
        <w:rPr>
          <w:rtl/>
        </w:rPr>
        <w:t xml:space="preserve"> ہم </w:t>
      </w:r>
      <w:r>
        <w:rPr>
          <w:rtl/>
        </w:rPr>
        <w:t>آجکل اپنے چاروں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720096" w:rsidRPr="00720096">
        <w:rPr>
          <w:rtl/>
        </w:rPr>
        <w:t xml:space="preserve"> رہے </w:t>
      </w:r>
      <w:r w:rsidR="002549D7" w:rsidRPr="002549D7">
        <w:rPr>
          <w:rtl/>
        </w:rPr>
        <w:t xml:space="preserve">ہیں </w:t>
      </w:r>
      <w:r>
        <w:rPr>
          <w:rtl/>
        </w:rPr>
        <w:t>۔مشرق سے مغرب تک ظلم کا بازار گرم</w:t>
      </w:r>
      <w:r w:rsidR="00824A76" w:rsidRPr="00824A76">
        <w:rPr>
          <w:rtl/>
        </w:rPr>
        <w:t xml:space="preserve"> ہے </w:t>
      </w:r>
      <w:r>
        <w:rPr>
          <w:rtl/>
        </w:rPr>
        <w:t>۔ھر طاقتور اپنے سے کمزور پر حاو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ناچاہتا</w:t>
      </w:r>
      <w:r w:rsidR="00824A76" w:rsidRPr="00824A76">
        <w:rPr>
          <w:rtl/>
        </w:rPr>
        <w:t xml:space="preserve"> ہے </w:t>
      </w:r>
      <w:r>
        <w:rPr>
          <w:rtl/>
        </w:rPr>
        <w:t>۔اس حصول قدرت اور طاقت ک</w:t>
      </w:r>
      <w:r>
        <w:rPr>
          <w:rFonts w:hint="cs"/>
          <w:rtl/>
        </w:rPr>
        <w:t>ی</w:t>
      </w:r>
      <w:r>
        <w:rPr>
          <w:rtl/>
        </w:rPr>
        <w:t xml:space="preserve"> کشمکش </w:t>
      </w:r>
      <w:r w:rsidR="007D2A2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سے بھر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لحق</w:t>
      </w:r>
      <w:r w:rsidRPr="00157F97">
        <w:rPr>
          <w:rStyle w:val="libArabicChar"/>
          <w:rtl/>
        </w:rPr>
        <w:t xml:space="preserve"> الاحق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احمقو 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</w:t>
      </w:r>
      <w:r w:rsidR="002549D7" w:rsidRPr="002549D7">
        <w:rPr>
          <w:rtl/>
        </w:rPr>
        <w:t xml:space="preserve"> یہی </w:t>
      </w:r>
      <w:r>
        <w:rPr>
          <w:rtl/>
        </w:rPr>
        <w:t>حال</w:t>
      </w:r>
      <w:r w:rsidR="00824A76" w:rsidRPr="00824A76">
        <w:rPr>
          <w:rtl/>
        </w:rPr>
        <w:t xml:space="preserve"> ہے 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</w:t>
      </w:r>
      <w:r w:rsidR="002549D7" w:rsidRPr="002549D7">
        <w:rPr>
          <w:rtl/>
        </w:rPr>
        <w:t xml:space="preserve"> ہو 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۔انسان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پر آتا</w:t>
      </w:r>
      <w:r w:rsidR="00824A76" w:rsidRPr="00824A76">
        <w:rPr>
          <w:rtl/>
        </w:rPr>
        <w:t xml:space="preserve"> ہے </w:t>
      </w:r>
      <w:r>
        <w:rPr>
          <w:rtl/>
        </w:rPr>
        <w:t>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اندھا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>کہ وہ حق و نا حق ک</w:t>
      </w:r>
      <w:r>
        <w:rPr>
          <w:rFonts w:hint="cs"/>
          <w:rtl/>
        </w:rPr>
        <w:t>ی</w:t>
      </w:r>
      <w:r>
        <w:rPr>
          <w:rtl/>
        </w:rPr>
        <w:t xml:space="preserve"> پہچان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 کو</w:t>
      </w:r>
      <w:r w:rsidR="002549D7" w:rsidRPr="002549D7">
        <w:rPr>
          <w:rtl/>
        </w:rPr>
        <w:t xml:space="preserve"> نہیں </w:t>
      </w:r>
      <w:r>
        <w:rPr>
          <w:rtl/>
        </w:rPr>
        <w:t>پہچان پاتا بلکہ وہ اس ظلمت کے بھا</w:t>
      </w:r>
      <w:r w:rsidR="00296C60" w:rsidRPr="00296C60">
        <w:rPr>
          <w:rtl/>
        </w:rPr>
        <w:t>و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خود اپنے آپ </w:t>
      </w:r>
      <w:r>
        <w:rPr>
          <w:rtl/>
        </w:rPr>
        <w:lastRenderedPageBreak/>
        <w:t>کوبھ</w:t>
      </w:r>
      <w:r>
        <w:rPr>
          <w:rFonts w:hint="cs"/>
          <w:rtl/>
        </w:rPr>
        <w:t>ی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824A76" w:rsidRPr="00824A76">
        <w:rPr>
          <w:rtl/>
        </w:rPr>
        <w:t xml:space="preserve"> ہے 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ہر </w:t>
      </w:r>
      <w:r>
        <w:rPr>
          <w:rtl/>
        </w:rPr>
        <w:t>طرف 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شکار</w:t>
      </w:r>
      <w:r w:rsidR="008828D8" w:rsidRPr="008828D8">
        <w:rPr>
          <w:rtl/>
        </w:rPr>
        <w:t xml:space="preserve"> ہوئے </w:t>
      </w:r>
      <w:r>
        <w:rPr>
          <w:rtl/>
        </w:rPr>
        <w:t>لوگ نظرآ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  <w:r w:rsidR="00B06535" w:rsidRPr="00B06535">
        <w:rPr>
          <w:rtl/>
        </w:rPr>
        <w:t xml:space="preserve"> چاہ</w:t>
      </w:r>
      <w:r>
        <w:rPr>
          <w:rtl/>
        </w:rPr>
        <w:t>ے وہ مذھب</w:t>
      </w:r>
      <w:r>
        <w:rPr>
          <w:rFonts w:hint="cs"/>
          <w:rtl/>
        </w:rPr>
        <w:t>ی</w:t>
      </w:r>
      <w:r w:rsidR="00437CD4" w:rsidRPr="00437CD4"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828D8" w:rsidRPr="008828D8">
        <w:rPr>
          <w:rtl/>
        </w:rPr>
        <w:t xml:space="preserve"> ہونا </w:t>
      </w:r>
      <w:r>
        <w:rPr>
          <w:rtl/>
        </w:rPr>
        <w:t>پورے معاشرے کے نظام کو در</w:t>
      </w:r>
      <w:r w:rsidR="000C56D5" w:rsidRPr="000C56D5">
        <w:rPr>
          <w:rtl/>
        </w:rPr>
        <w:t xml:space="preserve">ہم </w:t>
      </w:r>
      <w:r>
        <w:rPr>
          <w:rtl/>
        </w:rPr>
        <w:t>بر</w:t>
      </w:r>
      <w:r w:rsidR="000C56D5" w:rsidRPr="000C56D5">
        <w:rPr>
          <w:rtl/>
        </w:rPr>
        <w:t xml:space="preserve">ہم </w:t>
      </w:r>
      <w:r>
        <w:rPr>
          <w:rtl/>
        </w:rPr>
        <w:t>کئے</w:t>
      </w:r>
      <w:r w:rsidR="008828D8" w:rsidRPr="008828D8">
        <w:rPr>
          <w:rtl/>
        </w:rPr>
        <w:t xml:space="preserve"> ہوئے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وثقلت</w:t>
      </w:r>
      <w:r w:rsidRPr="00157F97">
        <w:rPr>
          <w:rStyle w:val="libArabicChar"/>
          <w:rtl/>
        </w:rPr>
        <w:t xml:space="preserve"> الظ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ور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پشت</w:t>
      </w:r>
      <w:r>
        <w:rPr>
          <w:rtl/>
        </w:rPr>
        <w:t xml:space="preserve"> وکمر بھار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سے مراد انسان</w:t>
      </w:r>
      <w:r>
        <w:rPr>
          <w:rFonts w:hint="cs"/>
          <w:rtl/>
        </w:rPr>
        <w:t>ی</w:t>
      </w:r>
      <w:r>
        <w:rPr>
          <w:rtl/>
        </w:rPr>
        <w:t xml:space="preserve"> کمر</w:t>
      </w:r>
      <w:r w:rsidR="00824A76" w:rsidRPr="00824A76">
        <w:rPr>
          <w:rtl/>
        </w:rPr>
        <w:t xml:space="preserve"> ہے </w:t>
      </w:r>
      <w:r>
        <w:rPr>
          <w:rtl/>
        </w:rPr>
        <w:t>تو مطلب بہت واضح</w:t>
      </w:r>
      <w:r w:rsidR="002549D7" w:rsidRPr="002549D7">
        <w:rPr>
          <w:rtl/>
        </w:rPr>
        <w:t xml:space="preserve"> ہو </w:t>
      </w:r>
      <w:r>
        <w:rPr>
          <w:rtl/>
        </w:rPr>
        <w:t>جائے گا ۔ا 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انسانوں کے اوپر کام کا بوجھ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549D7" w:rsidRPr="002549D7">
        <w:rPr>
          <w:rtl/>
        </w:rPr>
        <w:t xml:space="preserve"> ہو </w:t>
      </w:r>
      <w:r>
        <w:rPr>
          <w:rtl/>
        </w:rPr>
        <w:t>جائے گا کہ جو اس ک</w:t>
      </w:r>
      <w:r>
        <w:rPr>
          <w:rFonts w:hint="cs"/>
          <w:rtl/>
        </w:rPr>
        <w:t>ی</w:t>
      </w:r>
      <w:r>
        <w:rPr>
          <w:rtl/>
        </w:rPr>
        <w:t xml:space="preserve"> طاقت سے باھر</w:t>
      </w:r>
      <w:r w:rsidR="00272FF7" w:rsidRPr="00272FF7">
        <w:rPr>
          <w:rtl/>
        </w:rPr>
        <w:t xml:space="preserve"> ہو</w:t>
      </w:r>
      <w:r>
        <w:rPr>
          <w:rtl/>
        </w:rPr>
        <w:t>گا۔بظاھر تو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آرام دہ اور پر آسائش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اور وہ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ںاٹھارھا</w:t>
      </w:r>
      <w:r w:rsidR="00824A76" w:rsidRPr="00824A76">
        <w:rPr>
          <w:rtl/>
        </w:rPr>
        <w:t xml:space="preserve"> ہے </w:t>
      </w:r>
      <w:r>
        <w:rPr>
          <w:rtl/>
        </w:rPr>
        <w:t>اس طرف بالکل توجہ</w:t>
      </w:r>
      <w:r w:rsidR="002549D7" w:rsidRPr="002549D7">
        <w:rPr>
          <w:rtl/>
        </w:rPr>
        <w:t xml:space="preserve"> نہیں </w:t>
      </w:r>
      <w:r>
        <w:rPr>
          <w:rtl/>
        </w:rPr>
        <w:t>کرتا ۔اگر اپنے اس زمانہ سے ذراماض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سے کام جو کہ آج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وہ ناممکن تصور کئے جاتے تھے۔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انسان نے ال</w:t>
      </w:r>
      <w:r>
        <w:rPr>
          <w:rFonts w:hint="cs"/>
          <w:rtl/>
        </w:rPr>
        <w:t>ی</w:t>
      </w:r>
      <w:r>
        <w:rPr>
          <w:rFonts w:hint="eastAsia"/>
          <w:rtl/>
        </w:rPr>
        <w:t>کٹرونکس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کہ ستاروں پر کمند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رھا</w:t>
      </w:r>
      <w:r w:rsidR="00824A76" w:rsidRPr="00824A76">
        <w:rPr>
          <w:rtl/>
        </w:rPr>
        <w:t xml:space="preserve"> ہے 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اپنے اس آسائش کے حصول کے خاطر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ھاتھ دھوب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824A76" w:rsidRPr="00824A76">
        <w:rPr>
          <w:rtl/>
        </w:rPr>
        <w:t xml:space="preserve"> ہے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آسائش اور وقت</w:t>
      </w:r>
      <w:r>
        <w:rPr>
          <w:rFonts w:hint="cs"/>
          <w:rtl/>
        </w:rPr>
        <w:t>ی</w:t>
      </w:r>
      <w:r>
        <w:rPr>
          <w:rtl/>
        </w:rPr>
        <w:t xml:space="preserve"> لذّت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ھدف بن کر رہ گئ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۔</w:t>
      </w:r>
      <w:r w:rsidR="00B06535" w:rsidRPr="00B06535">
        <w:rPr>
          <w:rtl/>
        </w:rPr>
        <w:t xml:space="preserve"> چاہ</w:t>
      </w:r>
      <w:r>
        <w:rPr>
          <w:rtl/>
        </w:rPr>
        <w:t>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حصول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راستہ اپناناپڑے انسان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549D7" w:rsidRPr="002549D7">
        <w:rPr>
          <w:rtl/>
        </w:rPr>
        <w:t xml:space="preserve"> نہیں </w:t>
      </w:r>
      <w:r>
        <w:rPr>
          <w:rtl/>
        </w:rPr>
        <w:t>کرتا</w:t>
      </w:r>
      <w:r w:rsidR="002549D7" w:rsidRPr="002549D7">
        <w:rPr>
          <w:rtl/>
        </w:rPr>
        <w:t xml:space="preserve"> ہے۔ یہی </w:t>
      </w:r>
      <w:r>
        <w:rPr>
          <w:rtl/>
        </w:rPr>
        <w:t>سبب</w:t>
      </w:r>
      <w:r w:rsidR="00824A76" w:rsidRPr="00824A76">
        <w:rPr>
          <w:rtl/>
        </w:rPr>
        <w:t xml:space="preserve"> ہے </w:t>
      </w:r>
      <w:r>
        <w:rPr>
          <w:rtl/>
        </w:rPr>
        <w:t>کہ انسا ن کو آسائش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2549D7" w:rsidRPr="002549D7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</w:t>
      </w:r>
      <w:r w:rsidR="002549D7" w:rsidRPr="002549D7">
        <w:rPr>
          <w:rtl/>
        </w:rPr>
        <w:t xml:space="preserve"> ہی </w:t>
      </w:r>
      <w:r>
        <w:rPr>
          <w:rtl/>
        </w:rPr>
        <w:t>ساتھ سکون بھ</w:t>
      </w:r>
      <w:r>
        <w:rPr>
          <w:rFonts w:hint="cs"/>
          <w:rtl/>
        </w:rPr>
        <w:t>ی</w:t>
      </w:r>
      <w:r>
        <w:rPr>
          <w:rtl/>
        </w:rPr>
        <w:t xml:space="preserve"> ختم</w:t>
      </w:r>
      <w:r w:rsidR="008828D8" w:rsidRPr="008828D8">
        <w:rPr>
          <w:rtl/>
        </w:rPr>
        <w:t xml:space="preserve"> ہوتا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۔ھر شخص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مبتلاھے آما ر کے لحاظ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سن سال </w:t>
      </w:r>
      <w:r>
        <w:rPr>
          <w:rFonts w:hint="eastAsia"/>
          <w:rtl/>
        </w:rPr>
        <w:t>سے</w:t>
      </w:r>
      <w:r>
        <w:rPr>
          <w:rtl/>
        </w:rPr>
        <w:t xml:space="preserve"> اوپر کے لو گوں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مبتلاء</w:t>
      </w:r>
      <w:r w:rsidR="00272FF7" w:rsidRPr="00272FF7">
        <w:rPr>
          <w:rtl/>
        </w:rPr>
        <w:t xml:space="preserve"> ہو</w:t>
      </w:r>
      <w:r>
        <w:rPr>
          <w:rtl/>
        </w:rPr>
        <w:t>جاتے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حساب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بھ</w:t>
      </w:r>
      <w:r>
        <w:rPr>
          <w:rFonts w:hint="cs"/>
          <w:rtl/>
        </w:rPr>
        <w:t>ی</w:t>
      </w:r>
      <w:r>
        <w:rPr>
          <w:rtl/>
        </w:rPr>
        <w:t xml:space="preserve"> کمسن لوگوں </w:t>
      </w:r>
      <w:r w:rsidR="007D2A2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 رھ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لوگوں سے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۔تو ان </w:t>
      </w:r>
      <w:r w:rsidR="007D2A2F">
        <w:rPr>
          <w:rtl/>
        </w:rPr>
        <w:t xml:space="preserve">میں </w:t>
      </w:r>
      <w:r>
        <w:rPr>
          <w:rtl/>
        </w:rPr>
        <w:t xml:space="preserve"> 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549D7" w:rsidRPr="002549D7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مطمئن نظر آئے گا ۔ انسان نے اپنے آپ کو خود سے</w:t>
      </w:r>
      <w:r w:rsidR="002549D7" w:rsidRPr="002549D7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ختم نہ</w:t>
      </w:r>
      <w:r w:rsidR="008828D8" w:rsidRPr="008828D8">
        <w:rPr>
          <w:rtl/>
        </w:rPr>
        <w:t xml:space="preserve"> ہونے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دوڑ</w:t>
      </w:r>
      <w:r w:rsidR="007D2A2F">
        <w:rPr>
          <w:rtl/>
        </w:rPr>
        <w:t xml:space="preserve">میں 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انتھا نظر</w:t>
      </w:r>
      <w:r w:rsidR="002549D7" w:rsidRPr="002549D7">
        <w:rPr>
          <w:rtl/>
        </w:rPr>
        <w:t xml:space="preserve"> نہیں </w:t>
      </w:r>
      <w:r>
        <w:rPr>
          <w:rtl/>
        </w:rPr>
        <w:t>آت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تتابعت</w:t>
      </w:r>
      <w:r w:rsidRPr="00157F97">
        <w:rPr>
          <w:rStyle w:val="libArabicChar"/>
          <w:rtl/>
        </w:rPr>
        <w:t xml:space="preserve"> الامور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دوسرا حادثہ</w:t>
      </w:r>
      <w:r w:rsidR="008828D8" w:rsidRPr="008828D8">
        <w:rPr>
          <w:rtl/>
        </w:rPr>
        <w:t xml:space="preserve"> ہوتا </w:t>
      </w:r>
      <w:r>
        <w:rPr>
          <w:rtl/>
        </w:rPr>
        <w:t>نظر آرھا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بہت واضح</w:t>
      </w:r>
      <w:r w:rsidR="00824A76" w:rsidRPr="00824A76">
        <w:rPr>
          <w:rtl/>
        </w:rPr>
        <w:t xml:space="preserve"> ہے </w:t>
      </w:r>
      <w:r>
        <w:rPr>
          <w:rtl/>
        </w:rPr>
        <w:t>کہ ھرروز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جگہ پرکوئ</w:t>
      </w:r>
      <w:r>
        <w:rPr>
          <w:rFonts w:hint="cs"/>
          <w:rtl/>
        </w:rPr>
        <w:t>ی</w:t>
      </w:r>
      <w:r>
        <w:rPr>
          <w:rtl/>
        </w:rPr>
        <w:t xml:space="preserve"> بڑا حادثہ</w:t>
      </w:r>
      <w:r w:rsidR="008828D8" w:rsidRPr="008828D8">
        <w:rPr>
          <w:rtl/>
        </w:rPr>
        <w:t xml:space="preserve"> ہوتا </w:t>
      </w:r>
      <w:r>
        <w:rPr>
          <w:rtl/>
        </w:rPr>
        <w:t>نظر آتا</w:t>
      </w:r>
      <w:r w:rsidR="00824A76" w:rsidRPr="00824A76">
        <w:rPr>
          <w:rtl/>
        </w:rPr>
        <w:t xml:space="preserve"> ہے </w:t>
      </w:r>
      <w:r>
        <w:rPr>
          <w:rtl/>
        </w:rPr>
        <w:t>اور اس شدت کے ساتھ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کہ انسان پچھلے واقع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۔اب تو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حوادث پر لوگوں کا رد عمل ختم</w:t>
      </w:r>
      <w:r w:rsidR="008828D8" w:rsidRPr="008828D8">
        <w:rPr>
          <w:rtl/>
        </w:rPr>
        <w:t xml:space="preserve"> ہوتا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۔ ا ب بڑے سے بڑے واقعہ ک</w:t>
      </w:r>
      <w:r>
        <w:rPr>
          <w:rFonts w:hint="eastAsia"/>
          <w:rtl/>
        </w:rPr>
        <w:t>و</w:t>
      </w:r>
      <w:r>
        <w:rPr>
          <w:rtl/>
        </w:rPr>
        <w:t xml:space="preserve"> وہ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تصور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شھروں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وھاںا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7D2A2F">
        <w:rPr>
          <w:rtl/>
        </w:rPr>
        <w:t xml:space="preserve">میں </w:t>
      </w:r>
      <w:r>
        <w:rPr>
          <w:rtl/>
          <w:lang w:bidi="fa-IR"/>
        </w:rPr>
        <w:t>۱۵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  <w:lang w:bidi="fa-IR"/>
        </w:rPr>
        <w:t>۲۰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کا قتل</w:t>
      </w:r>
      <w:r w:rsidR="008828D8" w:rsidRPr="008828D8">
        <w:rPr>
          <w:rtl/>
        </w:rPr>
        <w:t xml:space="preserve"> ہونا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24A76" w:rsidRPr="00824A76">
        <w:rPr>
          <w:rtl/>
        </w:rPr>
        <w:t xml:space="preserve"> ہے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منقول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کہ: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توقَّعواآ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</w:t>
      </w:r>
      <w:r w:rsidRPr="00157F97">
        <w:rPr>
          <w:rStyle w:val="libArabicChar"/>
          <w:rtl/>
        </w:rPr>
        <w:t xml:space="preserve"> کنظم الخَرَز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حادثات کے منتظر</w:t>
      </w:r>
      <w:r w:rsidR="00D74317">
        <w:rPr>
          <w:rtl/>
        </w:rPr>
        <w:t xml:space="preserve"> رہو </w:t>
      </w:r>
      <w:r>
        <w:rPr>
          <w:rtl/>
        </w:rPr>
        <w:t>کہ جوتسب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دانہ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رونما</w:t>
      </w:r>
      <w:r w:rsidR="00437CD4" w:rsidRPr="00437CD4">
        <w:rPr>
          <w:rtl/>
        </w:rPr>
        <w:t xml:space="preserve"> ہوں 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2549D7" w:rsidRPr="002549D7">
        <w:rPr>
          <w:rtl/>
        </w:rPr>
        <w:t xml:space="preserve"> یہی</w:t>
      </w:r>
      <w:r w:rsidR="00272FF7" w:rsidRPr="00272FF7">
        <w:rPr>
          <w:rtl/>
        </w:rPr>
        <w:t xml:space="preserve"> ہو</w:t>
      </w:r>
      <w:r>
        <w:rPr>
          <w:rtl/>
        </w:rPr>
        <w:t>رھا</w:t>
      </w:r>
      <w:r w:rsidR="00824A76" w:rsidRPr="00824A76">
        <w:rPr>
          <w:rtl/>
        </w:rPr>
        <w:t xml:space="preserve"> ہے </w:t>
      </w:r>
      <w:r>
        <w:rPr>
          <w:rtl/>
        </w:rPr>
        <w:t>کہ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وقفہ کے واقعات رونما</w:t>
      </w:r>
      <w:r w:rsidR="002549D7" w:rsidRPr="002549D7">
        <w:rPr>
          <w:rtl/>
        </w:rPr>
        <w:t xml:space="preserve"> ہو</w:t>
      </w:r>
      <w:r w:rsidR="00720096" w:rsidRPr="00720096">
        <w:rPr>
          <w:rtl/>
        </w:rPr>
        <w:t xml:space="preserve"> رہے </w:t>
      </w:r>
      <w:r w:rsidR="002549D7" w:rsidRPr="002549D7">
        <w:rPr>
          <w:rtl/>
        </w:rPr>
        <w:t xml:space="preserve">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واختلف</w:t>
      </w:r>
      <w:r w:rsidRPr="00157F97">
        <w:rPr>
          <w:rStyle w:val="libArabicChar"/>
          <w:rtl/>
        </w:rPr>
        <w:t xml:space="preserve"> العرَب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عربوں</w:t>
      </w:r>
      <w:r w:rsidR="007D2A2F">
        <w:rPr>
          <w:rFonts w:hint="eastAsia"/>
          <w:rtl/>
        </w:rPr>
        <w:t xml:space="preserve">میں </w:t>
      </w:r>
      <w:r>
        <w:rPr>
          <w:rtl/>
        </w:rPr>
        <w:t xml:space="preserve"> اختلافات شروع</w:t>
      </w:r>
      <w:r w:rsidR="002549D7" w:rsidRPr="002549D7">
        <w:rPr>
          <w:rtl/>
        </w:rPr>
        <w:t xml:space="preserve"> ہو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بہت</w:t>
      </w:r>
      <w:r w:rsidR="000C56D5" w:rsidRPr="000C56D5">
        <w:rPr>
          <w:rtl/>
        </w:rPr>
        <w:t xml:space="preserve"> پہلے </w:t>
      </w:r>
      <w:r>
        <w:rPr>
          <w:rtl/>
        </w:rPr>
        <w:t>سے</w:t>
      </w:r>
      <w:r w:rsidR="008828D8" w:rsidRPr="008828D8">
        <w:rPr>
          <w:rtl/>
        </w:rPr>
        <w:t xml:space="preserve"> ظاہر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اور ھرروز اس ک</w:t>
      </w:r>
      <w:r>
        <w:rPr>
          <w:rFonts w:hint="cs"/>
          <w:rtl/>
        </w:rPr>
        <w:t>ی</w:t>
      </w:r>
      <w:r>
        <w:rPr>
          <w:rtl/>
        </w:rPr>
        <w:t xml:space="preserve"> شدت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اضافہ</w:t>
      </w:r>
      <w:r w:rsidR="008828D8" w:rsidRPr="008828D8">
        <w:rPr>
          <w:rtl/>
        </w:rPr>
        <w:t xml:space="preserve"> ہوتا</w:t>
      </w:r>
      <w:r w:rsidR="00720096" w:rsidRPr="00720096">
        <w:rPr>
          <w:rtl/>
        </w:rPr>
        <w:t xml:space="preserve"> جارہا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واشتدَّ</w:t>
      </w:r>
      <w:r w:rsidRPr="00157F97">
        <w:rPr>
          <w:rStyle w:val="libArabicChar"/>
          <w:rtl/>
        </w:rPr>
        <w:t xml:space="preserve"> الطّلب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مصلح کے ظھور ک</w:t>
      </w:r>
      <w:r>
        <w:rPr>
          <w:rFonts w:hint="cs"/>
          <w:rtl/>
        </w:rPr>
        <w:t>ی</w:t>
      </w:r>
      <w:r>
        <w:rPr>
          <w:rtl/>
        </w:rPr>
        <w:t xml:space="preserve"> تمنا بڑھ 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سرعام پر آرھ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ھرطرف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منتظر</w:t>
      </w:r>
      <w:r w:rsidR="002549D7" w:rsidRPr="002549D7">
        <w:rPr>
          <w:rtl/>
        </w:rPr>
        <w:t xml:space="preserve"> ہیں </w:t>
      </w:r>
      <w:r>
        <w:rPr>
          <w:rtl/>
        </w:rPr>
        <w:t>جوانھ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دلدل سے نکالے۔مومن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انتظاراور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نظرآرھ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چشم براہ</w:t>
      </w:r>
      <w:r w:rsidR="002549D7" w:rsidRPr="002549D7">
        <w:rPr>
          <w:rtl/>
        </w:rPr>
        <w:t xml:space="preserve"> ہیں </w:t>
      </w:r>
      <w:r>
        <w:rPr>
          <w:rtl/>
        </w:rPr>
        <w:t>کہ وہ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 ظھور کرے؟اورطوفان ظلم وستم کب ختم</w:t>
      </w:r>
      <w:r w:rsidR="00272FF7" w:rsidRPr="00272FF7">
        <w:rPr>
          <w:rtl/>
        </w:rPr>
        <w:t xml:space="preserve"> ہو</w:t>
      </w:r>
      <w:r>
        <w:rPr>
          <w:rtl/>
        </w:rPr>
        <w:t>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کب اپنے انجام کوپھنچے ۔؟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فقط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بلکہ ملحد اوربے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اس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D2A2F">
        <w:rPr>
          <w:rtl/>
        </w:rPr>
        <w:t xml:space="preserve">میں </w:t>
      </w:r>
      <w:r>
        <w:rPr>
          <w:rtl/>
        </w:rPr>
        <w:t xml:space="preserve"> مصروف نظر آنے لگے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 w:rsidR="00824A76" w:rsidRPr="00824A76">
        <w:rPr>
          <w:rtl/>
        </w:rPr>
        <w:t xml:space="preserve"> ہم </w:t>
      </w:r>
      <w:r>
        <w:rPr>
          <w:rtl/>
        </w:rPr>
        <w:t>کس طرح اس جھان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عدالت اورحق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گھس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اورظلم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پرقابوحاصل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ذَ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َبَ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ْعفافُ</w:t>
      </w:r>
      <w:r>
        <w:rPr>
          <w:rFonts w:hint="cs"/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رشتہ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اپنے خون</w:t>
      </w:r>
      <w:r>
        <w:rPr>
          <w:rFonts w:hint="cs"/>
          <w:rtl/>
        </w:rPr>
        <w:t>ی</w:t>
      </w:r>
      <w:r>
        <w:rPr>
          <w:rtl/>
        </w:rPr>
        <w:t xml:space="preserve"> رشتوں کو بھلا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تعلقات ان ک</w:t>
      </w:r>
      <w:r>
        <w:rPr>
          <w:rFonts w:hint="cs"/>
          <w:rtl/>
        </w:rPr>
        <w:t>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پر منحصر</w:t>
      </w:r>
      <w:r w:rsidR="008828D8" w:rsidRPr="008828D8">
        <w:rPr>
          <w:rtl/>
        </w:rPr>
        <w:t xml:space="preserve"> ہونے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۔خون</w:t>
      </w:r>
      <w:r>
        <w:rPr>
          <w:rFonts w:hint="cs"/>
          <w:rtl/>
        </w:rPr>
        <w:t>ی</w:t>
      </w:r>
      <w:r>
        <w:rPr>
          <w:rtl/>
        </w:rPr>
        <w:t xml:space="preserve"> رشتوں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اہمیت </w:t>
      </w:r>
      <w:r>
        <w:rPr>
          <w:rtl/>
        </w:rPr>
        <w:t xml:space="preserve">ختم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اس دوڑ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آگے بڑھنے کے لئے لوگ فقط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پر اتر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جدھر سے فائدہ نظر آئے گاادھر</w:t>
      </w:r>
      <w:r w:rsidR="002549D7" w:rsidRPr="002549D7">
        <w:rPr>
          <w:rtl/>
        </w:rPr>
        <w:t xml:space="preserve"> ہی </w:t>
      </w:r>
      <w:r>
        <w:rPr>
          <w:rtl/>
        </w:rPr>
        <w:t>سے رشتہ بھ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نوبت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آگئ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صلہ رحم</w:t>
      </w:r>
      <w:r>
        <w:rPr>
          <w:rFonts w:hint="cs"/>
          <w:rtl/>
        </w:rPr>
        <w:t>ی</w:t>
      </w:r>
      <w:r>
        <w:rPr>
          <w:rtl/>
        </w:rPr>
        <w:t xml:space="preserve"> کو حماقت اور وقت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کرنے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</w:t>
      </w:r>
      <w:r w:rsidR="00824A76" w:rsidRPr="00824A76">
        <w:rPr>
          <w:rtl/>
        </w:rPr>
        <w:t xml:space="preserve"> ہے </w:t>
      </w:r>
      <w:r>
        <w:rPr>
          <w:rtl/>
        </w:rPr>
        <w:t>۔ اگرکوئ</w:t>
      </w:r>
      <w:r>
        <w:rPr>
          <w:rFonts w:hint="cs"/>
          <w:rtl/>
        </w:rPr>
        <w:t>ی</w:t>
      </w:r>
      <w:r>
        <w:rPr>
          <w:rtl/>
        </w:rPr>
        <w:t xml:space="preserve"> شخص صلہ رحم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کس</w:t>
      </w:r>
      <w:r>
        <w:rPr>
          <w:rFonts w:hint="cs"/>
          <w:rtl/>
        </w:rPr>
        <w:t>ی</w:t>
      </w:r>
      <w:r>
        <w:rPr>
          <w:rtl/>
        </w:rPr>
        <w:t xml:space="preserve"> کے گھر جائے تو لوگ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کار آدم</w:t>
      </w:r>
      <w:r>
        <w:rPr>
          <w:rFonts w:hint="cs"/>
          <w:rtl/>
        </w:rPr>
        <w:t>ی</w:t>
      </w:r>
      <w:r>
        <w:rPr>
          <w:rtl/>
        </w:rPr>
        <w:t xml:space="preserve"> سمجھنے لگتے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کے دور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جاتا</w:t>
      </w:r>
      <w:r w:rsidR="00824A76" w:rsidRPr="00824A76"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جوشخص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مصروف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اتنا</w:t>
      </w:r>
      <w:r w:rsidR="002549D7" w:rsidRPr="002549D7">
        <w:rPr>
          <w:rtl/>
        </w:rPr>
        <w:t xml:space="preserve"> ہی </w:t>
      </w:r>
      <w:r>
        <w:rPr>
          <w:rtl/>
        </w:rPr>
        <w:t>ا</w:t>
      </w:r>
      <w:r w:rsidR="000C56D5" w:rsidRPr="000C56D5">
        <w:rPr>
          <w:rtl/>
        </w:rPr>
        <w:t xml:space="preserve">ہم </w:t>
      </w:r>
      <w:r>
        <w:rPr>
          <w:rtl/>
        </w:rPr>
        <w:t>اوربڑا آدم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واستحوذالش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طان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سب پرحاو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ھرشخص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چنگل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پھنسا</w:t>
      </w:r>
      <w:r w:rsidR="00042197" w:rsidRPr="00042197">
        <w:rPr>
          <w:rtl/>
        </w:rPr>
        <w:t xml:space="preserve"> ہوا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824A76" w:rsidRPr="00824A76">
        <w:rPr>
          <w:rtl/>
        </w:rPr>
        <w:t xml:space="preserve"> ہے </w:t>
      </w:r>
      <w:r>
        <w:rPr>
          <w:rtl/>
        </w:rPr>
        <w:t>کہ ”العصمة ل</w:t>
      </w:r>
      <w:r w:rsidR="005564CA">
        <w:rPr>
          <w:rtl/>
        </w:rPr>
        <w:t xml:space="preserve">اہل </w:t>
      </w:r>
      <w:r>
        <w:rPr>
          <w:rtl/>
        </w:rPr>
        <w:t>ھا“ عصمت اور</w:t>
      </w:r>
      <w:r w:rsidR="008828D8" w:rsidRPr="008828D8">
        <w:rPr>
          <w:rtl/>
        </w:rPr>
        <w:t>گناہوں</w:t>
      </w:r>
      <w:r>
        <w:rPr>
          <w:rtl/>
        </w:rPr>
        <w:t xml:space="preserve">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ان لئے</w:t>
      </w:r>
      <w:r w:rsidR="00824A76" w:rsidRPr="00824A76">
        <w:rPr>
          <w:rtl/>
        </w:rPr>
        <w:t xml:space="preserve"> ہے </w:t>
      </w:r>
      <w:r>
        <w:rPr>
          <w:rtl/>
        </w:rPr>
        <w:t>جو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64CA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(ع)) رکھتے</w:t>
      </w:r>
      <w:r w:rsidR="002549D7" w:rsidRPr="002549D7">
        <w:rPr>
          <w:rtl/>
        </w:rPr>
        <w:t xml:space="preserve"> ہیں </w:t>
      </w:r>
      <w:r>
        <w:rPr>
          <w:rtl/>
        </w:rPr>
        <w:t>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گذرے</w:t>
      </w:r>
      <w:r w:rsidR="002549D7" w:rsidRPr="002549D7">
        <w:rPr>
          <w:rtl/>
        </w:rPr>
        <w:t xml:space="preserve"> ہیں </w:t>
      </w:r>
      <w:r>
        <w:rPr>
          <w:rtl/>
        </w:rPr>
        <w:t>جومعصوم نھ</w:t>
      </w:r>
      <w:r>
        <w:rPr>
          <w:rFonts w:hint="cs"/>
          <w:rtl/>
        </w:rPr>
        <w:t>ی</w:t>
      </w:r>
      <w:r>
        <w:rPr>
          <w:rFonts w:hint="eastAsia"/>
          <w:rtl/>
        </w:rPr>
        <w:t>ںتھے</w:t>
      </w:r>
      <w:r>
        <w:rPr>
          <w:rtl/>
        </w:rPr>
        <w:t xml:space="preserve"> اس کے باوجود کمال کے اعل</w:t>
      </w:r>
      <w:r>
        <w:rPr>
          <w:rFonts w:hint="cs"/>
          <w:rtl/>
        </w:rPr>
        <w:t>یٰ</w:t>
      </w:r>
      <w:r>
        <w:rPr>
          <w:rtl/>
        </w:rPr>
        <w:t xml:space="preserve"> درجات پر فائز تھے ۔ اورھرزمانہ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موجود</w:t>
      </w:r>
      <w:r w:rsidR="00720096" w:rsidRPr="00720096">
        <w:rPr>
          <w:rtl/>
        </w:rPr>
        <w:t xml:space="preserve"> رہے </w:t>
      </w:r>
      <w:r w:rsidR="002549D7" w:rsidRPr="002549D7">
        <w:rPr>
          <w:rtl/>
        </w:rPr>
        <w:t xml:space="preserve">ہیں </w:t>
      </w:r>
      <w:r>
        <w:rPr>
          <w:rtl/>
        </w:rPr>
        <w:t>۔ جس ط</w:t>
      </w:r>
      <w:r>
        <w:rPr>
          <w:rFonts w:hint="eastAsia"/>
          <w:rtl/>
        </w:rPr>
        <w:t>رح</w:t>
      </w:r>
      <w:r>
        <w:rPr>
          <w:rtl/>
        </w:rPr>
        <w:t xml:space="preserve"> معصوم (ع)حجت 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ںاورھرزمانہ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معصوم (ع) کا</w:t>
      </w:r>
      <w:r w:rsidR="008828D8" w:rsidRPr="008828D8">
        <w:rPr>
          <w:rtl/>
        </w:rPr>
        <w:t xml:space="preserve"> ہونا </w:t>
      </w:r>
      <w:r>
        <w:rPr>
          <w:rtl/>
        </w:rPr>
        <w:t>لازم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ھرزمانے </w:t>
      </w:r>
      <w:r w:rsidR="007D2A2F">
        <w:rPr>
          <w:rtl/>
        </w:rPr>
        <w:t xml:space="preserve">میں </w:t>
      </w:r>
      <w:r w:rsidR="00025F9A" w:rsidRPr="00025F9A">
        <w:rPr>
          <w:rFonts w:hint="eastAsia"/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>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انگشت شمار</w:t>
      </w:r>
      <w:r w:rsidR="002549D7" w:rsidRPr="002549D7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437CD4" w:rsidRPr="00437CD4">
        <w:rPr>
          <w:rtl/>
        </w:rPr>
        <w:t xml:space="preserve"> ہوں </w:t>
      </w:r>
      <w:r>
        <w:rPr>
          <w:rtl/>
        </w:rPr>
        <w:t>۔ صدر اسلام کے دور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فھرست بنائ</w:t>
      </w:r>
      <w:r>
        <w:rPr>
          <w:rFonts w:hint="cs"/>
          <w:rtl/>
        </w:rPr>
        <w:t>ی</w:t>
      </w:r>
      <w:r>
        <w:rPr>
          <w:rtl/>
        </w:rPr>
        <w:t xml:space="preserve"> جائے تو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اوپر لکھ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>
        <w:rPr>
          <w:rtl/>
        </w:rPr>
        <w:t>۔حت</w:t>
      </w:r>
      <w:r>
        <w:rPr>
          <w:rFonts w:hint="cs"/>
          <w:rtl/>
        </w:rPr>
        <w:t>ی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قم مقدس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کچھ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محال نظر آتا</w:t>
      </w:r>
      <w:r w:rsidR="00824A76" w:rsidRPr="00824A76">
        <w:rPr>
          <w:rtl/>
        </w:rPr>
        <w:t xml:space="preserve"> ہے </w:t>
      </w:r>
      <w:r>
        <w:rPr>
          <w:rtl/>
        </w:rPr>
        <w:t>کہ انھوں نے کبھ</w:t>
      </w:r>
      <w:r>
        <w:rPr>
          <w:rFonts w:hint="cs"/>
          <w:rtl/>
        </w:rPr>
        <w:t>ی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بولاھوگا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بول سکتے</w:t>
      </w:r>
      <w:r w:rsidR="000C56D5" w:rsidRPr="000C56D5">
        <w:rPr>
          <w:rtl/>
        </w:rPr>
        <w:t xml:space="preserve"> ہیں </w:t>
      </w:r>
      <w:r>
        <w:rPr>
          <w:rtl/>
        </w:rPr>
        <w:t>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تھمت تو بہت دور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24A76" w:rsidRPr="00824A76">
        <w:rPr>
          <w:rtl/>
        </w:rPr>
        <w:t xml:space="preserve"> ہے </w:t>
      </w:r>
      <w:r>
        <w:rPr>
          <w:rtl/>
        </w:rPr>
        <w:t>۔” استغفر ال</w:t>
      </w:r>
      <w:r w:rsidRPr="00296C60">
        <w:rPr>
          <w:rtl/>
        </w:rPr>
        <w:t>ل</w:t>
      </w:r>
      <w:r w:rsidR="00296C60" w:rsidRPr="00296C60">
        <w:rPr>
          <w:rFonts w:hint="cs"/>
          <w:rtl/>
        </w:rPr>
        <w:t>ہ</w:t>
      </w:r>
      <w:r>
        <w:rPr>
          <w:rFonts w:hint="cs"/>
          <w:rtl/>
        </w:rPr>
        <w:t xml:space="preserve"> من کل الذنوب “نہ فقط قم </w:t>
      </w:r>
      <w:r w:rsidR="007D2A2F">
        <w:rPr>
          <w:rFonts w:hint="cs"/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کہیں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مل سکتے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نقل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خواب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</w:t>
      </w:r>
      <w:r w:rsidR="007D2A2F">
        <w:rPr>
          <w:rtl/>
        </w:rPr>
        <w:t>دیکھا</w:t>
      </w:r>
      <w:r>
        <w:rPr>
          <w:rtl/>
        </w:rPr>
        <w:t xml:space="preserve"> کہ وہ لوگوں کو اپنے جال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پھنسانے</w:t>
      </w:r>
      <w:r>
        <w:rPr>
          <w:rtl/>
        </w:rPr>
        <w:t xml:space="preserve"> کے لئے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ںبنا</w:t>
      </w:r>
      <w:r>
        <w:rPr>
          <w:rtl/>
        </w:rPr>
        <w:t xml:space="preserve"> </w:t>
      </w:r>
      <w:r w:rsidR="00025F9A" w:rsidRPr="00025F9A">
        <w:rPr>
          <w:rtl/>
        </w:rPr>
        <w:t>رہاہ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مختلف سائز ک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 بہت بڑ</w:t>
      </w:r>
      <w:r>
        <w:rPr>
          <w:rFonts w:hint="cs"/>
          <w:rtl/>
        </w:rPr>
        <w:t>ی</w:t>
      </w:r>
      <w:r>
        <w:rPr>
          <w:rtl/>
        </w:rPr>
        <w:t xml:space="preserve"> اور موٹ</w:t>
      </w:r>
      <w:r>
        <w:rPr>
          <w:rFonts w:hint="cs"/>
          <w:rtl/>
        </w:rPr>
        <w:t>ی</w:t>
      </w:r>
      <w:r>
        <w:rPr>
          <w:rtl/>
        </w:rPr>
        <w:t xml:space="preserve"> توکوئ</w:t>
      </w:r>
      <w:r>
        <w:rPr>
          <w:rFonts w:hint="cs"/>
          <w:rtl/>
        </w:rPr>
        <w:t>ی</w:t>
      </w:r>
      <w:r>
        <w:rPr>
          <w:rtl/>
        </w:rPr>
        <w:t xml:space="preserve"> دھاگے ک</w:t>
      </w:r>
      <w:r>
        <w:rPr>
          <w:rFonts w:hint="cs"/>
          <w:rtl/>
        </w:rPr>
        <w:t>ی</w:t>
      </w:r>
      <w:r>
        <w:rPr>
          <w:rtl/>
        </w:rPr>
        <w:t xml:space="preserve"> طرح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۔خواب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شخص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سوال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</w:t>
      </w:r>
      <w:r>
        <w:rPr>
          <w:rFonts w:hint="eastAsia"/>
          <w:rtl/>
        </w:rPr>
        <w:t>ے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 کے لئے بنارھا</w:t>
      </w:r>
      <w:r w:rsidR="00824A76" w:rsidRPr="00824A76">
        <w:rPr>
          <w:rtl/>
        </w:rPr>
        <w:t xml:space="preserve"> ہے </w:t>
      </w:r>
      <w:r>
        <w:rPr>
          <w:rtl/>
        </w:rPr>
        <w:t>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اس زمانہ کے کس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اس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باندھنے ک</w:t>
      </w:r>
      <w:r>
        <w:rPr>
          <w:rFonts w:hint="cs"/>
          <w:rtl/>
        </w:rPr>
        <w:t>ی</w:t>
      </w:r>
      <w:r>
        <w:rPr>
          <w:rtl/>
        </w:rPr>
        <w:t xml:space="preserve"> کوشش کروں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پتل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عارف کانام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سوال کرتا رھا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رھا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فلان فلان شخص کے لئے</w:t>
      </w:r>
      <w:r w:rsidR="002549D7" w:rsidRPr="002549D7">
        <w:rPr>
          <w:rtl/>
        </w:rPr>
        <w:t xml:space="preserve"> ہے۔ </w:t>
      </w:r>
      <w:r>
        <w:rPr>
          <w:rtl/>
        </w:rPr>
        <w:t xml:space="preserve">آخر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شخص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کونس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24A76" w:rsidRPr="00824A76">
        <w:rPr>
          <w:rtl/>
        </w:rPr>
        <w:t xml:space="preserve"> ہے </w:t>
      </w:r>
      <w:r>
        <w:rPr>
          <w:rtl/>
        </w:rPr>
        <w:t>۔ ؟تو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مسکراکرجواب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تمھارے ل</w:t>
      </w:r>
      <w:r>
        <w:rPr>
          <w:rFonts w:hint="eastAsia"/>
          <w:rtl/>
        </w:rPr>
        <w:t>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549D7" w:rsidRPr="002549D7">
        <w:rPr>
          <w:rtl/>
        </w:rPr>
        <w:t xml:space="preserve"> نہیں </w:t>
      </w:r>
      <w:r w:rsidR="00824A76" w:rsidRPr="00824A76">
        <w:rPr>
          <w:rtl/>
        </w:rPr>
        <w:t xml:space="preserve">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قبضہ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ھو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549D7" w:rsidRPr="002549D7">
        <w:rPr>
          <w:rtl/>
        </w:rPr>
        <w:t xml:space="preserve"> یہی </w:t>
      </w:r>
      <w:r>
        <w:rPr>
          <w:rtl/>
        </w:rPr>
        <w:t>حال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زمانہ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کام بہت آسان</w:t>
      </w:r>
      <w:r w:rsidR="00272FF7" w:rsidRPr="00272FF7">
        <w:rPr>
          <w:rtl/>
        </w:rPr>
        <w:t xml:space="preserve"> ہو</w:t>
      </w:r>
      <w:r>
        <w:rPr>
          <w:rtl/>
        </w:rPr>
        <w:t>کررہ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بہت</w:t>
      </w:r>
      <w:r w:rsidR="002549D7" w:rsidRPr="002549D7">
        <w:rPr>
          <w:rtl/>
        </w:rPr>
        <w:t xml:space="preserve"> ہی </w:t>
      </w:r>
      <w:r>
        <w:rPr>
          <w:rtl/>
        </w:rPr>
        <w:t>کم لوگوں ک</w:t>
      </w:r>
      <w:r w:rsidR="00576C85">
        <w:rPr>
          <w:rtl/>
        </w:rPr>
        <w:t>یل</w:t>
      </w:r>
      <w:r>
        <w:rPr>
          <w:rtl/>
        </w:rPr>
        <w:t>ئے اسے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ضرورت پڑے گ</w:t>
      </w:r>
      <w:r>
        <w:rPr>
          <w:rFonts w:hint="cs"/>
          <w:rtl/>
        </w:rPr>
        <w:t>ی</w:t>
      </w:r>
      <w:r>
        <w:rPr>
          <w:rtl/>
        </w:rPr>
        <w:t xml:space="preserve"> ۔ ھرشخص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مبتلاء نظر آرھا</w:t>
      </w:r>
      <w:r w:rsidR="00824A76" w:rsidRPr="00824A76">
        <w:rPr>
          <w:rtl/>
        </w:rPr>
        <w:t xml:space="preserve"> ہے </w:t>
      </w:r>
      <w:r>
        <w:rPr>
          <w:rtl/>
        </w:rPr>
        <w:t>لوگوں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 کے راستہ پرلانا فساد اور گمراھ</w:t>
      </w:r>
      <w:r>
        <w:rPr>
          <w:rFonts w:hint="cs"/>
          <w:rtl/>
        </w:rPr>
        <w:t>ی</w:t>
      </w:r>
      <w:r>
        <w:rPr>
          <w:rtl/>
        </w:rPr>
        <w:t xml:space="preserve"> کے راستہ پرلانے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</w:t>
      </w:r>
      <w:r w:rsidR="00272FF7" w:rsidRPr="00272FF7">
        <w:rPr>
          <w:rtl/>
        </w:rPr>
        <w:t xml:space="preserve"> ہو</w:t>
      </w:r>
      <w:r>
        <w:rPr>
          <w:rtl/>
        </w:rPr>
        <w:t>چکاھے ۔ کوئ</w:t>
      </w:r>
      <w:r>
        <w:rPr>
          <w:rFonts w:hint="cs"/>
          <w:rtl/>
        </w:rPr>
        <w:t>ی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بات سننے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100FA">
        <w:rPr>
          <w:rFonts w:hint="eastAsia"/>
          <w:rtl/>
        </w:rPr>
        <w:t>ہوتا</w:t>
      </w:r>
      <w:r>
        <w:rPr>
          <w:rtl/>
        </w:rPr>
        <w:t xml:space="preserve"> ۔ حت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محفل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اور رسول(ص) کا ذکر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اسے مسخرہ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القاب سے نواز کرنہ فقط اس ک</w:t>
      </w:r>
      <w:r>
        <w:rPr>
          <w:rFonts w:hint="cs"/>
          <w:rtl/>
        </w:rPr>
        <w:t>ی</w:t>
      </w:r>
      <w:r>
        <w:rPr>
          <w:rtl/>
        </w:rPr>
        <w:t xml:space="preserve"> بات ختم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بلکہ اس شخص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اہمیت </w:t>
      </w:r>
      <w:r>
        <w:rPr>
          <w:rtl/>
        </w:rPr>
        <w:t>اورشخص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سخت گذندپھنچت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حکمت</w:t>
      </w:r>
      <w:r w:rsidRPr="00157F97">
        <w:rPr>
          <w:rStyle w:val="libArabicChar"/>
          <w:rtl/>
        </w:rPr>
        <w:t xml:space="preserve"> النسوان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حکومت سے صرف ملک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حکومت مراد نھ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ھرشعبہ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ںحکومت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۔اگر کس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کاف</w:t>
      </w:r>
      <w:r>
        <w:rPr>
          <w:rFonts w:hint="cs"/>
          <w:rtl/>
        </w:rPr>
        <w:t>ی</w:t>
      </w:r>
      <w:r>
        <w:rPr>
          <w:rtl/>
        </w:rPr>
        <w:t xml:space="preserve"> عرصہ</w:t>
      </w:r>
      <w:r w:rsidR="000C56D5" w:rsidRPr="000C56D5">
        <w:rPr>
          <w:rtl/>
        </w:rPr>
        <w:t xml:space="preserve"> پہلے </w:t>
      </w:r>
      <w:r>
        <w:rPr>
          <w:rtl/>
        </w:rPr>
        <w:t>سے رونما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عاد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۔حق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لوگوں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ختم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۔آزاد</w:t>
      </w:r>
      <w:r>
        <w:rPr>
          <w:rFonts w:hint="cs"/>
          <w:rtl/>
        </w:rPr>
        <w:t>ی</w:t>
      </w:r>
      <w:r>
        <w:rPr>
          <w:rtl/>
        </w:rPr>
        <w:t xml:space="preserve"> کے نام پر عورتوں ک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ٹوٹ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پست مخلوق</w:t>
      </w:r>
      <w:r w:rsidR="00824A76" w:rsidRPr="00824A76">
        <w:rPr>
          <w:rtl/>
        </w:rPr>
        <w:t xml:space="preserve"> ہے </w:t>
      </w:r>
      <w:r>
        <w:rPr>
          <w:rtl/>
        </w:rPr>
        <w:t>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بلکہ اسلام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جتنا</w:t>
      </w:r>
      <w:r>
        <w:rPr>
          <w:rtl/>
        </w:rPr>
        <w:t xml:space="preserve"> احترام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مذھب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</w:t>
      </w:r>
      <w:r w:rsidR="002549D7" w:rsidRPr="002549D7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 w:rsidR="005564CA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24A76" w:rsidRPr="00824A76">
        <w:rPr>
          <w:rtl/>
        </w:rPr>
        <w:t xml:space="preserve"> ہے </w:t>
      </w:r>
      <w:r>
        <w:rPr>
          <w:rtl/>
        </w:rPr>
        <w:t>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</w:t>
      </w:r>
      <w:r w:rsidR="007D2A2F">
        <w:rPr>
          <w:rtl/>
        </w:rPr>
        <w:t xml:space="preserve">میں </w:t>
      </w:r>
      <w:r>
        <w:rPr>
          <w:rtl/>
        </w:rPr>
        <w:t xml:space="preserve"> بندھو کررہ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طالبان تو</w:t>
      </w:r>
      <w:r w:rsidR="00272FF7" w:rsidRPr="00272FF7">
        <w:rPr>
          <w:rtl/>
        </w:rPr>
        <w:t xml:space="preserve"> ہو</w:t>
      </w:r>
      <w:r>
        <w:rPr>
          <w:rtl/>
        </w:rPr>
        <w:t>سکتا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</w:t>
      </w:r>
      <w:r>
        <w:rPr>
          <w:rtl/>
        </w:rPr>
        <w:lastRenderedPageBreak/>
        <w:t>خود اسلام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بے بھرہ ھ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اور مذھب حقہ سے اس کاکوئ</w:t>
      </w:r>
      <w:r>
        <w:rPr>
          <w:rFonts w:hint="cs"/>
          <w:rtl/>
        </w:rPr>
        <w:t>ی</w:t>
      </w:r>
      <w:r>
        <w:rPr>
          <w:rtl/>
        </w:rPr>
        <w:t xml:space="preserve"> واسطہ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۔اسلام نے ھرشخص اور مخلوق کو اس کا مقام عطا کرنے کے ساتھ اس کے کاموں کا دائرہ کار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اگر ماں کے روپ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>
        <w:rPr>
          <w:rtl/>
        </w:rPr>
        <w:t>تو اس کے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جنت قرار 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تو قابل احترام</w:t>
      </w:r>
      <w:r w:rsidR="008828D8" w:rsidRPr="008828D8">
        <w:rPr>
          <w:rtl/>
        </w:rPr>
        <w:t xml:space="preserve"> ہونے </w:t>
      </w:r>
      <w:r>
        <w:rPr>
          <w:rtl/>
        </w:rPr>
        <w:t>کے ساتھ ساتھ اس ک</w:t>
      </w:r>
      <w:r>
        <w:rPr>
          <w:rFonts w:hint="cs"/>
          <w:rtl/>
        </w:rPr>
        <w:t>ی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کواس کے شوھر پر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اگر بھن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>
        <w:rPr>
          <w:rtl/>
        </w:rPr>
        <w:t>تو بھائ</w:t>
      </w:r>
      <w:r>
        <w:rPr>
          <w:rFonts w:hint="cs"/>
          <w:rtl/>
        </w:rPr>
        <w:t>ی</w:t>
      </w:r>
      <w:r>
        <w:rPr>
          <w:rtl/>
        </w:rPr>
        <w:t xml:space="preserve"> کو اس کا وقار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روپ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ھوتو</w:t>
      </w:r>
      <w:r>
        <w:rPr>
          <w:rtl/>
        </w:rPr>
        <w:t xml:space="preserve"> باپ پ</w:t>
      </w:r>
      <w:r>
        <w:rPr>
          <w:rFonts w:hint="eastAsia"/>
          <w:rtl/>
        </w:rPr>
        <w:t>ر</w:t>
      </w:r>
      <w:r>
        <w:rPr>
          <w:rtl/>
        </w:rPr>
        <w:t xml:space="preserve"> اس کے لئے شفقت اور محبت لازم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</w:t>
      </w:r>
      <w:r w:rsidR="002549D7" w:rsidRPr="002549D7">
        <w:rPr>
          <w:rtl/>
        </w:rPr>
        <w:t xml:space="preserve"> نہیں </w:t>
      </w:r>
      <w:r w:rsidR="00824A76" w:rsidRPr="00824A76">
        <w:rPr>
          <w:rtl/>
        </w:rPr>
        <w:t xml:space="preserve">ہے </w:t>
      </w:r>
      <w:r>
        <w:rPr>
          <w:rtl/>
        </w:rPr>
        <w:t>کہ عورت اور مرد کے حقوق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نعرہ بلند کرکے مغالطہ </w:t>
      </w:r>
      <w:r w:rsidR="007D2A2F">
        <w:rPr>
          <w:rtl/>
        </w:rPr>
        <w:t xml:space="preserve">میں </w:t>
      </w:r>
      <w:r>
        <w:rPr>
          <w:rtl/>
        </w:rPr>
        <w:t xml:space="preserve"> مبتلا کرنے کے بعد اس ک</w:t>
      </w:r>
      <w:r>
        <w:rPr>
          <w:rFonts w:hint="cs"/>
          <w:rtl/>
        </w:rPr>
        <w:t>ی</w:t>
      </w:r>
      <w:r>
        <w:rPr>
          <w:rtl/>
        </w:rPr>
        <w:t xml:space="preserve">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عورت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۔؟آ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عورت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ہر </w:t>
      </w:r>
      <w:r>
        <w:rPr>
          <w:rtl/>
        </w:rPr>
        <w:t xml:space="preserve">بات حق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۔؟آ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عورت کو گھر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کے باھر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ںحکم</w:t>
      </w:r>
      <w:r>
        <w:rPr>
          <w:rtl/>
        </w:rPr>
        <w:t xml:space="preserve"> خدا سے تجاوز کرجائ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۔؟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فاطمہ (ع)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(ع) کو بھلا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 عورت کے برابر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سروں سے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ںاتار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  <w:r w:rsidR="00D74317">
        <w:rPr>
          <w:rtl/>
        </w:rPr>
        <w:t>ہرگز</w:t>
      </w:r>
      <w:r w:rsidR="00B06535" w:rsidRPr="00B06535">
        <w:rPr>
          <w:rtl/>
        </w:rPr>
        <w:t>ایسا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24A76" w:rsidRPr="00824A76">
        <w:rPr>
          <w:rtl/>
        </w:rPr>
        <w:t xml:space="preserve"> ہے </w:t>
      </w:r>
      <w:r>
        <w:rPr>
          <w:rtl/>
        </w:rPr>
        <w:t>۔ اسلام نے کس</w:t>
      </w:r>
      <w:r>
        <w:rPr>
          <w:rFonts w:hint="cs"/>
          <w:rtl/>
        </w:rPr>
        <w:t>ی</w:t>
      </w:r>
      <w:r>
        <w:rPr>
          <w:rtl/>
        </w:rPr>
        <w:t xml:space="preserve"> کے حقوق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وقت </w:t>
      </w:r>
      <w:r w:rsidR="00D74317">
        <w:rPr>
          <w:rtl/>
        </w:rPr>
        <w:t>ہرگز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ھرشخص کو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حقوق عطا کئے</w:t>
      </w:r>
      <w:r w:rsidR="002549D7" w:rsidRPr="002549D7">
        <w:rPr>
          <w:rtl/>
        </w:rPr>
        <w:t xml:space="preserve"> ہیں </w:t>
      </w:r>
      <w:r>
        <w:rPr>
          <w:rtl/>
        </w:rPr>
        <w:t>اور</w:t>
      </w:r>
      <w:r w:rsidR="002549D7" w:rsidRPr="002549D7">
        <w:rPr>
          <w:rtl/>
        </w:rPr>
        <w:t xml:space="preserve"> یہی </w:t>
      </w:r>
      <w:r>
        <w:rPr>
          <w:rtl/>
        </w:rPr>
        <w:t>وجہ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آج مغرب </w:t>
      </w:r>
      <w:r w:rsidR="007D2A2F">
        <w:rPr>
          <w:rtl/>
        </w:rPr>
        <w:t xml:space="preserve">میں 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کے نام سے بے لگام آزاد</w:t>
      </w:r>
      <w:r>
        <w:rPr>
          <w:rFonts w:hint="cs"/>
          <w:rtl/>
        </w:rPr>
        <w:t>ی</w:t>
      </w:r>
      <w:r>
        <w:rPr>
          <w:rtl/>
        </w:rPr>
        <w:t xml:space="preserve"> کا نعرہ</w:t>
      </w:r>
      <w:r w:rsidR="00824A76" w:rsidRPr="00824A76">
        <w:rPr>
          <w:rtl/>
        </w:rPr>
        <w:t xml:space="preserve"> ہے </w:t>
      </w:r>
      <w:r>
        <w:rPr>
          <w:rtl/>
        </w:rPr>
        <w:t>وھاں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باعزت عورت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اگر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صبر آجاتا مگر اب </w:t>
      </w:r>
      <w:r w:rsidR="00C537D2" w:rsidRPr="00C537D2">
        <w:rPr>
          <w:rtl/>
        </w:rPr>
        <w:t>وہی</w:t>
      </w:r>
      <w:r>
        <w:rPr>
          <w:rtl/>
        </w:rPr>
        <w:t xml:space="preserve"> آزادعورت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پر مجبور پرگئ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</w:t>
      </w:r>
      <w:r w:rsidR="002549D7" w:rsidRPr="002549D7">
        <w:rPr>
          <w:rtl/>
        </w:rPr>
        <w:t xml:space="preserve"> ہماری </w:t>
      </w:r>
      <w:r>
        <w:rPr>
          <w:rtl/>
        </w:rPr>
        <w:t>حفاظت ک</w:t>
      </w:r>
      <w:r>
        <w:rPr>
          <w:rFonts w:hint="cs"/>
          <w:rtl/>
        </w:rPr>
        <w:t>ی</w:t>
      </w:r>
      <w:r>
        <w:rPr>
          <w:rtl/>
        </w:rPr>
        <w:t xml:space="preserve"> جائے ، اور اب وہ اس مقام پر</w:t>
      </w:r>
      <w:r w:rsidR="00042197" w:rsidRPr="00042197">
        <w:rPr>
          <w:rtl/>
        </w:rPr>
        <w:t xml:space="preserve"> پہنچ </w:t>
      </w:r>
      <w:r>
        <w:rPr>
          <w:rtl/>
        </w:rPr>
        <w:t>چک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کہ وہ لوگ اپن</w:t>
      </w:r>
      <w:r>
        <w:rPr>
          <w:rFonts w:hint="cs"/>
          <w:rtl/>
        </w:rPr>
        <w:t>ی</w:t>
      </w:r>
      <w:r>
        <w:rPr>
          <w:rtl/>
        </w:rPr>
        <w:t xml:space="preserve"> حفاظت کرنے سے ناچار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، اب اس غلط راہ پرنکلنے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نظر آنے لگا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سے عورتوں کا کردار تھا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کردار عورتوں کا وہ</w:t>
      </w:r>
      <w:r w:rsidR="00824A76" w:rsidRPr="00824A76">
        <w:rPr>
          <w:rtl/>
        </w:rPr>
        <w:t xml:space="preserve"> ہے </w:t>
      </w:r>
      <w:r>
        <w:rPr>
          <w:rtl/>
        </w:rPr>
        <w:t>کہ جووہ خاندان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رشتہ کو دوسرے خون</w:t>
      </w:r>
      <w:r>
        <w:rPr>
          <w:rFonts w:hint="cs"/>
          <w:rtl/>
        </w:rPr>
        <w:t>ی</w:t>
      </w:r>
      <w:r>
        <w:rPr>
          <w:rtl/>
        </w:rPr>
        <w:t xml:space="preserve"> رشتہ سے الگ کرانے سے بڑے بڑے جھگڑوں کے </w:t>
      </w:r>
      <w:r w:rsidR="00025F9A" w:rsidRPr="00025F9A">
        <w:rPr>
          <w:rtl/>
        </w:rPr>
        <w:t>پیچھے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ںکا</w:t>
      </w:r>
      <w:r>
        <w:rPr>
          <w:rtl/>
        </w:rPr>
        <w:t xml:space="preserve"> کردار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۔ افسوس</w:t>
      </w:r>
      <w:r w:rsidR="00824A76" w:rsidRPr="00824A76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عقل پر کہ جو اس طرح سے عورتوں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2549D7" w:rsidRPr="002549D7">
        <w:rPr>
          <w:rtl/>
        </w:rPr>
        <w:t xml:space="preserve"> ہیں </w:t>
      </w:r>
      <w:r>
        <w:rPr>
          <w:rtl/>
        </w:rPr>
        <w:t>۔گھروں اور خاندانوں کے بڑے بڑے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عورتوں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چلاکرت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اپن</w:t>
      </w:r>
      <w:r>
        <w:rPr>
          <w:rFonts w:hint="cs"/>
          <w:rtl/>
        </w:rPr>
        <w:t>ی</w:t>
      </w:r>
      <w:r>
        <w:rPr>
          <w:rtl/>
        </w:rPr>
        <w:t xml:space="preserve"> عقلوں پہ تالہ باندھ کر کونے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رکھ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کس</w:t>
      </w:r>
      <w:r>
        <w:rPr>
          <w:rFonts w:hint="cs"/>
          <w:rtl/>
        </w:rPr>
        <w:t>ی</w:t>
      </w:r>
      <w:r>
        <w:rPr>
          <w:rtl/>
        </w:rPr>
        <w:t xml:space="preserve"> گھر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دارو مدار عورتوں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اگر باپ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جتنا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2549D7" w:rsidRPr="002549D7">
        <w:rPr>
          <w:rtl/>
        </w:rPr>
        <w:t xml:space="preserve"> ہو </w:t>
      </w:r>
      <w:r>
        <w:rPr>
          <w:rtl/>
        </w:rPr>
        <w:t>اگر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ذھب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تو سار</w:t>
      </w:r>
      <w:r>
        <w:rPr>
          <w:rFonts w:hint="cs"/>
          <w:rtl/>
        </w:rPr>
        <w:t>ی</w:t>
      </w:r>
      <w:r>
        <w:rPr>
          <w:rtl/>
        </w:rPr>
        <w:t xml:space="preserve"> اولاد پر وہ اپناھ</w:t>
      </w:r>
      <w:r>
        <w:rPr>
          <w:rFonts w:hint="cs"/>
          <w:rtl/>
        </w:rPr>
        <w:t>ی</w:t>
      </w:r>
      <w:r>
        <w:rPr>
          <w:rtl/>
        </w:rPr>
        <w:t xml:space="preserve"> رنگ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۔اگرچہ عورتوں کاکردار بے اثر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100FA">
        <w:rPr>
          <w:rFonts w:hint="eastAsia"/>
          <w:rtl/>
        </w:rPr>
        <w:t>ہوتا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حدتک کہ مرد کو اپنے گٹھنے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برعکس اس بات ک</w:t>
      </w:r>
      <w:r>
        <w:rPr>
          <w:rFonts w:hint="cs"/>
          <w:rtl/>
        </w:rPr>
        <w:t>ی</w:t>
      </w:r>
      <w:r>
        <w:rPr>
          <w:rtl/>
        </w:rPr>
        <w:t xml:space="preserve"> جانب بھ</w:t>
      </w:r>
      <w:r>
        <w:rPr>
          <w:rFonts w:hint="cs"/>
          <w:rtl/>
        </w:rPr>
        <w:t>ی</w:t>
      </w:r>
      <w:r>
        <w:rPr>
          <w:rtl/>
        </w:rPr>
        <w:t xml:space="preserve">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سمجھتا</w:t>
      </w:r>
      <w:r w:rsidR="00437CD4" w:rsidRPr="00437CD4">
        <w:rPr>
          <w:rtl/>
        </w:rPr>
        <w:t xml:space="preserve"> ہوں </w:t>
      </w:r>
      <w:r>
        <w:rPr>
          <w:rtl/>
        </w:rPr>
        <w:t>کہ وہ حق تلف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</w:t>
      </w:r>
      <w:r w:rsidR="002549D7" w:rsidRPr="002549D7">
        <w:rPr>
          <w:rtl/>
        </w:rPr>
        <w:t>ہمارے</w:t>
      </w:r>
      <w:r>
        <w:rPr>
          <w:rtl/>
        </w:rPr>
        <w:t xml:space="preserve"> ملک پاکستان </w:t>
      </w:r>
      <w:r w:rsidR="007D2A2F">
        <w:rPr>
          <w:rtl/>
        </w:rPr>
        <w:t xml:space="preserve">میں </w:t>
      </w:r>
      <w:r>
        <w:rPr>
          <w:rtl/>
        </w:rPr>
        <w:t xml:space="preserve"> مختلف مقامات پر عورتوں کے ساتھ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تعجب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ا کہ اس دور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کہ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داخل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رہتے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عو</w:t>
      </w:r>
      <w:r>
        <w:rPr>
          <w:rFonts w:hint="eastAsia"/>
          <w:rtl/>
        </w:rPr>
        <w:t>رتوں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رکھتے</w:t>
      </w:r>
      <w:r w:rsidR="002549D7" w:rsidRPr="002549D7">
        <w:rPr>
          <w:rtl/>
        </w:rPr>
        <w:t xml:space="preserve"> ہیں </w:t>
      </w:r>
      <w:r>
        <w:rPr>
          <w:rtl/>
        </w:rPr>
        <w:t>۔ شاد</w:t>
      </w:r>
      <w:r>
        <w:rPr>
          <w:rFonts w:hint="cs"/>
          <w:rtl/>
        </w:rPr>
        <w:t>ی</w:t>
      </w:r>
      <w:r>
        <w:rPr>
          <w:rtl/>
        </w:rPr>
        <w:t xml:space="preserve"> کا تصور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بچہ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ساتھ گھر </w:t>
      </w:r>
      <w:r w:rsidR="007D2A2F">
        <w:rPr>
          <w:rtl/>
        </w:rPr>
        <w:t xml:space="preserve">میں 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۔حت</w:t>
      </w:r>
      <w:r>
        <w:rPr>
          <w:rFonts w:hint="cs"/>
          <w:rtl/>
        </w:rPr>
        <w:t>ی</w:t>
      </w:r>
      <w:r>
        <w:rPr>
          <w:rtl/>
        </w:rPr>
        <w:t xml:space="preserve"> بعض علاقوں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کپڑے بھ</w:t>
      </w:r>
      <w:r>
        <w:rPr>
          <w:rFonts w:hint="cs"/>
          <w:rtl/>
        </w:rPr>
        <w:t>ی</w:t>
      </w:r>
      <w:r>
        <w:rPr>
          <w:rtl/>
        </w:rPr>
        <w:t xml:space="preserve"> پھن سکت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ہے</w:t>
      </w:r>
      <w:r>
        <w:rPr>
          <w:rtl/>
        </w:rPr>
        <w:t>؟ تو بڑا تعجب</w:t>
      </w:r>
      <w:r w:rsidR="00272FF7" w:rsidRPr="00272FF7">
        <w:rPr>
          <w:rtl/>
        </w:rPr>
        <w:t xml:space="preserve"> ہو</w:t>
      </w:r>
      <w:r>
        <w:rPr>
          <w:rtl/>
        </w:rPr>
        <w:t>ا۔معلوم کرنے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پتہ چلا کہ وھاں عورتوں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کپڑے پھنائے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گاڑ</w:t>
      </w:r>
      <w:r>
        <w:rPr>
          <w:rFonts w:hint="cs"/>
          <w:rtl/>
        </w:rPr>
        <w:t>ی</w:t>
      </w:r>
      <w:r>
        <w:rPr>
          <w:rtl/>
        </w:rPr>
        <w:t xml:space="preserve"> کے پرانے ٹائر سے بنے</w:t>
      </w:r>
      <w:r w:rsidR="008828D8" w:rsidRPr="008828D8">
        <w:rPr>
          <w:rtl/>
        </w:rPr>
        <w:t xml:space="preserve"> ہوئے </w:t>
      </w:r>
      <w:r>
        <w:rPr>
          <w:rtl/>
        </w:rPr>
        <w:t>جوتے پھنائے جاتے</w:t>
      </w:r>
      <w:r w:rsidR="002549D7" w:rsidRPr="002549D7">
        <w:rPr>
          <w:rtl/>
        </w:rPr>
        <w:t xml:space="preserve"> ہیں </w:t>
      </w:r>
      <w:r>
        <w:rPr>
          <w:rtl/>
        </w:rPr>
        <w:t>،آج بھ</w:t>
      </w:r>
      <w:r>
        <w:rPr>
          <w:rFonts w:hint="cs"/>
          <w:rtl/>
        </w:rPr>
        <w:t>ی</w:t>
      </w:r>
      <w:r>
        <w:rPr>
          <w:rtl/>
        </w:rPr>
        <w:t xml:space="preserve"> مسلمانوں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</w:t>
      </w:r>
      <w:r w:rsidR="00272FF7" w:rsidRPr="00272FF7">
        <w:rPr>
          <w:rtl/>
        </w:rPr>
        <w:t xml:space="preserve"> ہو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جس عمر کابھ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لائے گا تو اس کو لڑک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7D2A2F">
        <w:rPr>
          <w:rtl/>
        </w:rPr>
        <w:t>دیکھا</w:t>
      </w:r>
      <w:r w:rsidR="00824A76" w:rsidRPr="00824A76">
        <w:rPr>
          <w:rtl/>
        </w:rPr>
        <w:t xml:space="preserve"> ہے </w:t>
      </w:r>
      <w:r>
        <w:rPr>
          <w:rtl/>
        </w:rPr>
        <w:t>کہ ستر سالہ شخص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۱۰/</w:t>
      </w:r>
      <w:r>
        <w:rPr>
          <w:rtl/>
        </w:rPr>
        <w:t>سالہ لڑک</w:t>
      </w:r>
      <w:r>
        <w:rPr>
          <w:rFonts w:hint="cs"/>
          <w:rtl/>
        </w:rPr>
        <w:t>ی</w:t>
      </w:r>
      <w:r>
        <w:rPr>
          <w:rtl/>
        </w:rPr>
        <w:t xml:space="preserve"> سے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عام</w:t>
      </w:r>
      <w:r w:rsidR="00824A76" w:rsidRPr="00824A76">
        <w:rPr>
          <w:rtl/>
        </w:rPr>
        <w:t xml:space="preserve"> ہے </w:t>
      </w:r>
      <w:r>
        <w:rPr>
          <w:rtl/>
        </w:rPr>
        <w:t>گاؤں د</w:t>
      </w:r>
      <w:r>
        <w:rPr>
          <w:rFonts w:hint="cs"/>
          <w:rtl/>
        </w:rPr>
        <w:t>ی</w:t>
      </w:r>
      <w:r>
        <w:rPr>
          <w:rFonts w:hint="eastAsia"/>
          <w:rtl/>
        </w:rPr>
        <w:t>ھاتوں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عام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 جاتا</w:t>
      </w:r>
      <w:r w:rsidR="00824A76" w:rsidRPr="00824A76">
        <w:rPr>
          <w:rtl/>
        </w:rPr>
        <w:t xml:space="preserve"> ہے </w:t>
      </w:r>
      <w:r>
        <w:rPr>
          <w:rtl/>
        </w:rPr>
        <w:t>کہ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جل جائے کہ جسے اس نے گھنٹوں محنت کرکے لکڑے کے چولھے پر 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72FF7" w:rsidRPr="00272FF7">
        <w:rPr>
          <w:rtl/>
        </w:rPr>
        <w:t xml:space="preserve"> ہو</w:t>
      </w:r>
      <w:r>
        <w:rPr>
          <w:rtl/>
        </w:rPr>
        <w:t>ا</w:t>
      </w:r>
      <w:r w:rsidR="001100FA">
        <w:rPr>
          <w:rtl/>
        </w:rPr>
        <w:t>ہوتا</w:t>
      </w:r>
      <w:r w:rsidR="00824A76" w:rsidRPr="00824A76">
        <w:rPr>
          <w:rtl/>
        </w:rPr>
        <w:t xml:space="preserve"> ہے </w:t>
      </w:r>
      <w:r>
        <w:rPr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پٹائ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پر مرد بڑا فخر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گھر وال</w:t>
      </w:r>
      <w:r>
        <w:rPr>
          <w:rFonts w:hint="cs"/>
          <w:rtl/>
        </w:rPr>
        <w:t>ی</w:t>
      </w:r>
      <w:r>
        <w:rPr>
          <w:rtl/>
        </w:rPr>
        <w:t xml:space="preserve"> کو مارکرآ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بات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ختم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ںھوت</w:t>
      </w:r>
      <w:r>
        <w:rPr>
          <w:rFonts w:hint="cs"/>
          <w:rtl/>
        </w:rPr>
        <w:t>ی</w:t>
      </w:r>
      <w:r>
        <w:rPr>
          <w:rtl/>
        </w:rPr>
        <w:t xml:space="preserve"> بعض علاقوں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تو</w:t>
      </w:r>
      <w:r>
        <w:rPr>
          <w:rtl/>
        </w:rPr>
        <w:t xml:space="preserve"> اپنے جرم کو چھپانے کے لئے کارا کار</w:t>
      </w:r>
      <w:r>
        <w:rPr>
          <w:rFonts w:hint="cs"/>
          <w:rtl/>
        </w:rPr>
        <w:t>ی</w:t>
      </w:r>
      <w:r>
        <w:rPr>
          <w:rtl/>
        </w:rPr>
        <w:t xml:space="preserve"> کا چکر بناکر عورتوں کو قتل کرنے سے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پاکستان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</w:t>
      </w:r>
      <w:r w:rsidR="002549D7" w:rsidRPr="002549D7">
        <w:rPr>
          <w:rtl/>
        </w:rPr>
        <w:t xml:space="preserve"> ہیں </w:t>
      </w:r>
      <w:r>
        <w:rPr>
          <w:rtl/>
        </w:rPr>
        <w:t>کہ</w:t>
      </w:r>
      <w:r w:rsidR="002549D7" w:rsidRPr="002549D7">
        <w:rPr>
          <w:rtl/>
        </w:rPr>
        <w:t xml:space="preserve"> جہاں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549D7" w:rsidRPr="002549D7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72FF7" w:rsidRPr="00272FF7">
        <w:rPr>
          <w:rtl/>
        </w:rPr>
        <w:t xml:space="preserve"> ہو</w:t>
      </w:r>
      <w:r>
        <w:rPr>
          <w:rtl/>
        </w:rPr>
        <w:t>کہ جو کارا کار</w:t>
      </w:r>
      <w:r>
        <w:rPr>
          <w:rFonts w:hint="cs"/>
          <w:rtl/>
        </w:rPr>
        <w:t>ی</w:t>
      </w:r>
      <w:r>
        <w:rPr>
          <w:rtl/>
        </w:rPr>
        <w:t xml:space="preserve"> کا شکار نہ</w:t>
      </w:r>
      <w:r w:rsidR="002549D7" w:rsidRPr="002549D7">
        <w:rPr>
          <w:rtl/>
        </w:rPr>
        <w:t xml:space="preserve"> ہو </w:t>
      </w:r>
      <w:r>
        <w:rPr>
          <w:rtl/>
        </w:rPr>
        <w:t>چکاھو اس طرح عورتوں کو علم کے حصول سے محروم رکھ کر اپنے باغ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8828D8" w:rsidRPr="008828D8">
        <w:rPr>
          <w:rtl/>
        </w:rPr>
        <w:t xml:space="preserve"> ہونے </w:t>
      </w:r>
      <w:r>
        <w:rPr>
          <w:rtl/>
        </w:rPr>
        <w:t>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واضح</w:t>
      </w:r>
      <w:r w:rsidR="00824A76" w:rsidRPr="00824A76">
        <w:rPr>
          <w:rtl/>
        </w:rPr>
        <w:t xml:space="preserve"> ہے </w:t>
      </w:r>
      <w:r>
        <w:rPr>
          <w:rtl/>
        </w:rPr>
        <w:t>کہ اسلام کا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واسطہ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دور</w:t>
      </w:r>
      <w:r w:rsidR="008828D8" w:rsidRPr="008828D8">
        <w:rPr>
          <w:rtl/>
        </w:rPr>
        <w:t xml:space="preserve"> ہونے </w:t>
      </w:r>
      <w:r>
        <w:rPr>
          <w:rtl/>
        </w:rPr>
        <w:t>کے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564CA">
        <w:rPr>
          <w:rtl/>
        </w:rPr>
        <w:t xml:space="preserve">اہل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824A76" w:rsidRPr="00824A76">
        <w:rPr>
          <w:rtl/>
        </w:rPr>
        <w:t xml:space="preserve"> ہم </w:t>
      </w:r>
      <w:r>
        <w:rPr>
          <w:rtl/>
        </w:rPr>
        <w:t>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</w:t>
      </w:r>
      <w:r w:rsidR="00272FF7" w:rsidRPr="00272FF7">
        <w:rPr>
          <w:rtl/>
        </w:rPr>
        <w:t xml:space="preserve"> ہو</w:t>
      </w:r>
      <w:r>
        <w:rPr>
          <w:rtl/>
        </w:rPr>
        <w:t>چکے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وفدحتِ</w:t>
      </w:r>
      <w:r w:rsidRPr="00157F97">
        <w:rPr>
          <w:rStyle w:val="libArabicChar"/>
          <w:rtl/>
        </w:rPr>
        <w:t xml:space="preserve"> الحوادث</w:t>
      </w:r>
      <w:r>
        <w:rPr>
          <w:rtl/>
        </w:rPr>
        <w:t>“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کمر</w:t>
      </w:r>
      <w:r>
        <w:rPr>
          <w:rtl/>
        </w:rPr>
        <w:t xml:space="preserve"> شکن حادثات رونما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ظاھر</w:t>
      </w:r>
      <w:r w:rsidR="00824A76" w:rsidRPr="00824A76">
        <w:rPr>
          <w:rtl/>
        </w:rPr>
        <w:t xml:space="preserve"> ہے </w:t>
      </w:r>
      <w:r>
        <w:rPr>
          <w:rtl/>
        </w:rPr>
        <w:t>کہ جب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لوگ افراد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حکومتوں </w:t>
      </w:r>
      <w:r w:rsidR="007D2A2F">
        <w:rPr>
          <w:rtl/>
        </w:rPr>
        <w:t xml:space="preserve">میں </w:t>
      </w:r>
      <w:r>
        <w:rPr>
          <w:rtl/>
        </w:rPr>
        <w:t xml:space="preserve"> حصول قدرت اورطاقت ک</w:t>
      </w:r>
      <w:r>
        <w:rPr>
          <w:rFonts w:hint="cs"/>
          <w:rtl/>
        </w:rPr>
        <w:t>ی</w:t>
      </w:r>
      <w:r>
        <w:rPr>
          <w:rtl/>
        </w:rPr>
        <w:t xml:space="preserve"> دوڑ اپنے عروج پر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جبران ناپز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617D9" w:rsidRPr="004617D9">
        <w:rPr>
          <w:rtl/>
        </w:rPr>
        <w:t xml:space="preserve">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25F9A" w:rsidRPr="00025F9A">
        <w:rPr>
          <w:rFonts w:hint="eastAsia"/>
          <w:rtl/>
        </w:rPr>
        <w:t>رہے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جن </w:t>
      </w:r>
      <w:r>
        <w:rPr>
          <w:rFonts w:hint="eastAsia"/>
          <w:rtl/>
        </w:rPr>
        <w:t>کے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 جاسکے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امن اور سکون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025F9A" w:rsidRPr="00025F9A">
        <w:rPr>
          <w:rtl/>
        </w:rPr>
        <w:t>رہے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نفثت</w:t>
      </w:r>
      <w:r w:rsidRPr="00157F97">
        <w:rPr>
          <w:rStyle w:val="libArabicChar"/>
          <w:rtl/>
        </w:rPr>
        <w:t xml:space="preserve"> النوافث و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َجَمَ الواثب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آگے بڑھنے والے آگے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زپرواز</w:t>
      </w:r>
      <w:r>
        <w:rPr>
          <w:rtl/>
        </w:rPr>
        <w:t xml:space="preserve"> کرنے والے حملہ آور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فقط موجودہ زمانے کے لوگ بلکہ گذشتہ صد</w:t>
      </w:r>
      <w:r>
        <w:rPr>
          <w:rFonts w:hint="cs"/>
          <w:rtl/>
        </w:rPr>
        <w:t>ی</w:t>
      </w:r>
      <w:r>
        <w:rPr>
          <w:rtl/>
        </w:rPr>
        <w:t xml:space="preserve"> کے لوگ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زکا</w:t>
      </w:r>
      <w:r>
        <w:rPr>
          <w:rtl/>
        </w:rPr>
        <w:t xml:space="preserve"> خوب مشاھدہ کرچکے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ھرروز بروز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جدّت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272FF7" w:rsidRPr="00272FF7">
        <w:rPr>
          <w:rtl/>
        </w:rPr>
        <w:t xml:space="preserve"> ہو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>کہ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مقاصد کے حصول کے لئے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025F9A" w:rsidRPr="00025F9A">
        <w:rPr>
          <w:rtl/>
        </w:rPr>
        <w:t xml:space="preserve"> رہنے </w:t>
      </w:r>
      <w:r>
        <w:rPr>
          <w:rtl/>
        </w:rPr>
        <w:t xml:space="preserve">والوں کو آگ اور خون </w:t>
      </w:r>
      <w:r w:rsidR="007D2A2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تو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بڑھ کر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49D7" w:rsidRPr="002549D7">
        <w:rPr>
          <w:rtl/>
        </w:rPr>
        <w:t xml:space="preserve"> ہو </w:t>
      </w:r>
      <w:r>
        <w:rPr>
          <w:rtl/>
        </w:rPr>
        <w:t>رھ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ںاگرچہ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مفروضہ ک</w:t>
      </w:r>
      <w:r>
        <w:rPr>
          <w:rFonts w:hint="cs"/>
          <w:rtl/>
        </w:rPr>
        <w:t>ی</w:t>
      </w:r>
      <w:r>
        <w:rPr>
          <w:rtl/>
        </w:rPr>
        <w:t xml:space="preserve"> حد تک</w:t>
      </w:r>
      <w:r w:rsidR="002549D7" w:rsidRPr="002549D7">
        <w:rPr>
          <w:rtl/>
        </w:rPr>
        <w:t xml:space="preserve"> ہی </w:t>
      </w:r>
      <w:r>
        <w:rPr>
          <w:rtl/>
        </w:rPr>
        <w:t>محدود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وعبس</w:t>
      </w:r>
      <w:r w:rsidRPr="00157F97">
        <w:rPr>
          <w:rStyle w:val="libArabicChar"/>
          <w:rtl/>
        </w:rPr>
        <w:t xml:space="preserve"> العبوس</w:t>
      </w:r>
      <w:r>
        <w:rPr>
          <w:rtl/>
        </w:rPr>
        <w:t xml:space="preserve"> “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لزت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تما</w:t>
      </w:r>
      <w:r>
        <w:rPr>
          <w:rtl/>
        </w:rPr>
        <w:t xml:space="preserve"> م گذشتہ باتوں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549D7" w:rsidRPr="002549D7">
        <w:rPr>
          <w:rtl/>
        </w:rPr>
        <w:t xml:space="preserve"> یہی </w:t>
      </w:r>
      <w:r>
        <w:rPr>
          <w:rtl/>
        </w:rPr>
        <w:t>نکلتا</w:t>
      </w:r>
      <w:r w:rsidR="00824A76" w:rsidRPr="00824A76">
        <w:rPr>
          <w:rtl/>
        </w:rPr>
        <w:t xml:space="preserve"> ہے </w:t>
      </w:r>
      <w:r>
        <w:rPr>
          <w:rtl/>
        </w:rPr>
        <w:t>کہ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ھرطرف</w:t>
      </w:r>
      <w:r>
        <w:rPr>
          <w:rtl/>
        </w:rPr>
        <w:t xml:space="preserve"> آشوب اور ھنگامہ آرائ</w:t>
      </w:r>
      <w:r>
        <w:rPr>
          <w:rFonts w:hint="cs"/>
          <w:rtl/>
        </w:rPr>
        <w:t>ی</w:t>
      </w:r>
      <w:r>
        <w:rPr>
          <w:rtl/>
        </w:rPr>
        <w:t xml:space="preserve"> بڑھ جائے گ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سکو 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</w:t>
      </w:r>
      <w:r w:rsidR="002549D7" w:rsidRPr="002549D7">
        <w:rPr>
          <w:rtl/>
        </w:rPr>
        <w:t xml:space="preserve"> نہیں </w:t>
      </w:r>
      <w:r>
        <w:rPr>
          <w:rtl/>
        </w:rPr>
        <w:t>کرسکے گا۔جب سکون</w:t>
      </w:r>
      <w:r w:rsidR="002549D7" w:rsidRPr="002549D7">
        <w:rPr>
          <w:rtl/>
        </w:rPr>
        <w:t xml:space="preserve"> ہی </w:t>
      </w:r>
      <w:r>
        <w:rPr>
          <w:rtl/>
        </w:rPr>
        <w:t>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</w:t>
      </w:r>
      <w:r w:rsidR="00720096" w:rsidRPr="00720096">
        <w:rPr>
          <w:rtl/>
        </w:rPr>
        <w:t xml:space="preserve"> رہے </w:t>
      </w:r>
      <w:r>
        <w:rPr>
          <w:rtl/>
        </w:rPr>
        <w:t>گا تو پھر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مزا</w:t>
      </w:r>
      <w:r w:rsidR="002549D7" w:rsidRPr="002549D7">
        <w:rPr>
          <w:rtl/>
        </w:rPr>
        <w:t xml:space="preserve">  کہاں </w:t>
      </w:r>
      <w:r>
        <w:rPr>
          <w:rtl/>
        </w:rPr>
        <w:t>سے آئے گا ۔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824A76" w:rsidRPr="00824A76">
        <w:rPr>
          <w:rtl/>
        </w:rPr>
        <w:t xml:space="preserve"> ہے 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جس طرف توجہ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اشتعال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قدم اٹھا</w:t>
      </w:r>
      <w:r w:rsidR="00720096" w:rsidRPr="00720096">
        <w:rPr>
          <w:rtl/>
        </w:rPr>
        <w:t xml:space="preserve"> رہے </w:t>
      </w:r>
      <w:r w:rsidR="002549D7" w:rsidRPr="002549D7">
        <w:rPr>
          <w:rtl/>
        </w:rPr>
        <w:t xml:space="preserve">ہیں </w:t>
      </w:r>
      <w:r>
        <w:rPr>
          <w:rtl/>
        </w:rPr>
        <w:t>خود کش</w:t>
      </w:r>
      <w:r>
        <w:rPr>
          <w:rFonts w:hint="cs"/>
          <w:rtl/>
        </w:rPr>
        <w:t>ی</w:t>
      </w:r>
      <w:r>
        <w:rPr>
          <w:rtl/>
        </w:rPr>
        <w:t xml:space="preserve"> کرنے والوں کا تناسب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دن</w:t>
      </w:r>
      <w:r>
        <w:rPr>
          <w:rtl/>
        </w:rPr>
        <w:t xml:space="preserve"> بدن بڑھتا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نتائج اس</w:t>
      </w:r>
      <w:r>
        <w:rPr>
          <w:rFonts w:hint="cs"/>
          <w:rtl/>
        </w:rPr>
        <w:t>ی</w:t>
      </w:r>
      <w:r>
        <w:rPr>
          <w:rtl/>
        </w:rPr>
        <w:t xml:space="preserve"> لئے نکل</w:t>
      </w:r>
      <w:r w:rsidR="00720096" w:rsidRPr="00720096">
        <w:rPr>
          <w:rtl/>
        </w:rPr>
        <w:t xml:space="preserve"> رہے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 لوگوں کے لئے کوئ</w:t>
      </w:r>
      <w:r>
        <w:rPr>
          <w:rFonts w:hint="cs"/>
          <w:rtl/>
        </w:rPr>
        <w:t>ی</w:t>
      </w:r>
      <w:r>
        <w:rPr>
          <w:rtl/>
        </w:rPr>
        <w:t xml:space="preserve"> کشش 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</w:t>
      </w:r>
      <w:r>
        <w:rPr>
          <w:rtl/>
        </w:rPr>
        <w:t>رہ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انتقام</w:t>
      </w:r>
      <w:r>
        <w:rPr>
          <w:rFonts w:hint="cs"/>
          <w:rtl/>
        </w:rPr>
        <w:t>ی</w:t>
      </w:r>
      <w:r>
        <w:rPr>
          <w:rtl/>
        </w:rPr>
        <w:t xml:space="preserve"> جذبہ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اشتعال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اقدامات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ںکرتے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وانجر</w:t>
      </w:r>
      <w:r w:rsidRPr="00157F97">
        <w:rPr>
          <w:rStyle w:val="libArabicChar"/>
          <w:rtl/>
        </w:rPr>
        <w:t xml:space="preserve"> الع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 w:rsidRPr="00157F97">
        <w:rPr>
          <w:rStyle w:val="libArabicChar"/>
          <w:rtl/>
        </w:rPr>
        <w:t xml:space="preserve"> و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راع</w:t>
      </w:r>
      <w:r w:rsidRPr="00157F97">
        <w:rPr>
          <w:rStyle w:val="libArabicChar"/>
          <w:rtl/>
        </w:rPr>
        <w:t xml:space="preserve"> القن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 w:rsidRPr="00157F97">
        <w:rPr>
          <w:rStyle w:val="libArabicChar"/>
          <w:rtl/>
        </w:rPr>
        <w:t xml:space="preserve"> و اکثر القم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صُ</w:t>
      </w:r>
      <w:r>
        <w:rPr>
          <w:rtl/>
        </w:rPr>
        <w:t xml:space="preserve">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جنگلات خشک</w:t>
      </w:r>
      <w:r w:rsidR="002549D7" w:rsidRPr="002549D7">
        <w:rPr>
          <w:rtl/>
        </w:rPr>
        <w:t xml:space="preserve"> ہو </w:t>
      </w:r>
      <w:r>
        <w:rPr>
          <w:rtl/>
        </w:rPr>
        <w:t>کر ختم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شکار کرنے والے سب کو وحشت زدہ کرتے رہتے</w:t>
      </w:r>
      <w:r w:rsidR="00437CD4" w:rsidRPr="00437CD4">
        <w:rPr>
          <w:rtl/>
        </w:rPr>
        <w:t xml:space="preserve"> ہوں </w:t>
      </w:r>
      <w:r>
        <w:rPr>
          <w:rtl/>
        </w:rPr>
        <w:t>گے اور نفرت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اورہجرت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انجر</w:t>
      </w:r>
      <w:r w:rsidRPr="00157F97">
        <w:rPr>
          <w:rStyle w:val="libArabicChar"/>
          <w:rtl/>
        </w:rPr>
        <w:t xml:space="preserve"> الع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>
        <w:rPr>
          <w:rFonts w:hint="eastAsia"/>
          <w:rtl/>
        </w:rPr>
        <w:t>“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جنگلات خشک</w:t>
      </w:r>
      <w:r w:rsidR="002549D7" w:rsidRPr="002549D7">
        <w:rPr>
          <w:rtl/>
        </w:rPr>
        <w:t xml:space="preserve"> ہو </w:t>
      </w:r>
      <w:r>
        <w:rPr>
          <w:rtl/>
        </w:rPr>
        <w:t>کر ختم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ھرطرف</w:t>
      </w:r>
      <w:r>
        <w:rPr>
          <w:rtl/>
        </w:rPr>
        <w:t xml:space="preserve"> اس بات کا رونا</w:t>
      </w:r>
      <w:r w:rsidR="00824A76" w:rsidRPr="00824A76">
        <w:rPr>
          <w:rtl/>
        </w:rPr>
        <w:t xml:space="preserve"> ہے </w:t>
      </w:r>
      <w:r>
        <w:rPr>
          <w:rtl/>
        </w:rPr>
        <w:t>کہ جنگلات ختم</w:t>
      </w:r>
      <w:r w:rsidR="00272FF7" w:rsidRPr="00272FF7">
        <w:rPr>
          <w:rtl/>
        </w:rPr>
        <w:t xml:space="preserve"> ہو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وجوھات</w:t>
      </w:r>
      <w:r w:rsidR="004617D9" w:rsidRPr="004617D9">
        <w:rPr>
          <w:rtl/>
        </w:rPr>
        <w:t xml:space="preserve"> ہوسکتی</w:t>
      </w:r>
      <w:r w:rsidR="002549D7" w:rsidRPr="002549D7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کچھ لوگ اپنے مقاصد کے لئے جنگلات ختم کرتے</w:t>
      </w:r>
      <w:r w:rsidR="002549D7" w:rsidRPr="002549D7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مقامات پر نہ</w:t>
      </w:r>
      <w:r w:rsidR="008828D8" w:rsidRPr="008828D8">
        <w:rPr>
          <w:rtl/>
        </w:rPr>
        <w:t xml:space="preserve"> ہونے </w:t>
      </w:r>
      <w:r>
        <w:rPr>
          <w:rtl/>
        </w:rPr>
        <w:t>کے سبب جنگلات ختم</w:t>
      </w:r>
      <w:r w:rsidR="00272FF7" w:rsidRPr="00272FF7">
        <w:rPr>
          <w:rtl/>
        </w:rPr>
        <w:t xml:space="preserve"> ہو</w:t>
      </w:r>
      <w:r>
        <w:rPr>
          <w:rtl/>
        </w:rPr>
        <w:t>تے جا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بعض موقع پر اشتعا</w:t>
      </w:r>
      <w:r>
        <w:rPr>
          <w:rFonts w:hint="eastAsia"/>
          <w:rtl/>
        </w:rPr>
        <w:t>ل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خداداد نعمت روبہ زوال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منعقد کئے جا</w:t>
      </w:r>
      <w:r w:rsidR="00025F9A" w:rsidRPr="00025F9A">
        <w:rPr>
          <w:rtl/>
        </w:rPr>
        <w:t>رہے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سے ان قدرت</w:t>
      </w:r>
      <w:r>
        <w:rPr>
          <w:rFonts w:hint="cs"/>
          <w:rtl/>
        </w:rPr>
        <w:t>ی</w:t>
      </w:r>
      <w:r>
        <w:rPr>
          <w:rtl/>
        </w:rPr>
        <w:t xml:space="preserve"> وسائل کو ضائع</w:t>
      </w:r>
      <w:r w:rsidR="008828D8" w:rsidRPr="008828D8">
        <w:rPr>
          <w:rtl/>
        </w:rPr>
        <w:t xml:space="preserve"> ہونے </w:t>
      </w:r>
      <w:r>
        <w:rPr>
          <w:rtl/>
        </w:rPr>
        <w:t>سے روکا جائے ۔ قحط سال</w:t>
      </w:r>
      <w:r>
        <w:rPr>
          <w:rFonts w:hint="cs"/>
          <w:rtl/>
        </w:rPr>
        <w:t>ی</w:t>
      </w:r>
      <w:r>
        <w:rPr>
          <w:rtl/>
        </w:rPr>
        <w:t xml:space="preserve"> روز بروز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حکومتوں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مسئلہ پر اختلافات بڑھتے جا</w:t>
      </w:r>
      <w:r w:rsidR="00025F9A" w:rsidRPr="00025F9A">
        <w:rPr>
          <w:rtl/>
        </w:rPr>
        <w:t>رہے</w:t>
      </w:r>
      <w:r w:rsidR="000C56D5" w:rsidRPr="000C56D5">
        <w:rPr>
          <w:rtl/>
        </w:rPr>
        <w:t xml:space="preserve"> ہیں </w:t>
      </w:r>
      <w:r>
        <w:rPr>
          <w:rtl/>
        </w:rPr>
        <w:t>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</w:t>
      </w:r>
      <w:r w:rsidR="00824A76" w:rsidRPr="00824A76">
        <w:rPr>
          <w:rtl/>
        </w:rPr>
        <w:t xml:space="preserve"> ہے </w:t>
      </w:r>
      <w:r>
        <w:rPr>
          <w:rtl/>
        </w:rPr>
        <w:t>کہ حصول آب کے لئے حکومتوں کے 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157F97">
        <w:rPr>
          <w:rStyle w:val="libArabicChar"/>
          <w:rtl/>
        </w:rPr>
        <w:t>و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راع</w:t>
      </w:r>
      <w:r w:rsidRPr="00157F97">
        <w:rPr>
          <w:rStyle w:val="libArabicChar"/>
          <w:rtl/>
        </w:rPr>
        <w:t xml:space="preserve"> القن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>
        <w:rPr>
          <w:rtl/>
        </w:rPr>
        <w:t xml:space="preserve"> “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شکار</w:t>
      </w:r>
      <w:r>
        <w:rPr>
          <w:rtl/>
        </w:rPr>
        <w:t xml:space="preserve"> کرنے والے سب کو وحشت زدہ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جب</w:t>
      </w:r>
      <w:r>
        <w:rPr>
          <w:rtl/>
        </w:rPr>
        <w:t xml:space="preserve"> شکار کرنے والوں کاذکر آتاتھاتو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جانورں کے شکار کرنے والے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بات اس سے آگے بڑھ 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اغوا برائے تاوان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لئے انسانوں کا اغوا بہت عام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272FF7" w:rsidRPr="00272FF7">
        <w:rPr>
          <w:rtl/>
        </w:rPr>
        <w:t xml:space="preserve"> ہو</w:t>
      </w:r>
      <w:r>
        <w:rPr>
          <w:rtl/>
        </w:rPr>
        <w:t>کررہ گئ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</w:t>
      </w:r>
      <w:r w:rsidR="007D2A2F">
        <w:rPr>
          <w:rtl/>
        </w:rPr>
        <w:t xml:space="preserve">میں 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روزانہ</w:t>
      </w:r>
      <w:r>
        <w:rPr>
          <w:rtl/>
        </w:rPr>
        <w:t xml:space="preserve"> کا معمول بن کررہ گئ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لوگوں کو اغوا کرکے تاوان وصول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تحت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کئے 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ںمشرق</w:t>
      </w:r>
      <w:r>
        <w:rPr>
          <w:rtl/>
        </w:rPr>
        <w:t xml:space="preserve"> سے لے کر مغرب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روزانہ کا معمول بن گئے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کثر</w:t>
      </w:r>
      <w:r w:rsidRPr="00157F97">
        <w:rPr>
          <w:rStyle w:val="libArabicChar"/>
          <w:rtl/>
        </w:rPr>
        <w:t xml:space="preserve"> القم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صُ</w:t>
      </w:r>
      <w:r>
        <w:rPr>
          <w:rtl/>
        </w:rPr>
        <w:t xml:space="preserve"> “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اضطراب</w:t>
      </w:r>
      <w:r>
        <w:rPr>
          <w:rtl/>
        </w:rPr>
        <w:t xml:space="preserve"> اورہجرت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ہجرت</w:t>
      </w:r>
      <w:r>
        <w:rPr>
          <w:rtl/>
        </w:rPr>
        <w:t xml:space="preserve"> کرنے والے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 سبب کے تحت کرتے</w:t>
      </w:r>
      <w:r w:rsidR="002549D7" w:rsidRPr="002549D7">
        <w:rPr>
          <w:rtl/>
        </w:rPr>
        <w:t xml:space="preserve"> ہیں </w:t>
      </w:r>
      <w:r>
        <w:rPr>
          <w:rtl/>
        </w:rPr>
        <w:t>:کہ کچھ لوگ خشک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ہجرت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بعض لوگ امن وامان اور حفظ جان کے لئے بھ</w:t>
      </w:r>
      <w:r>
        <w:rPr>
          <w:rFonts w:hint="cs"/>
          <w:rtl/>
        </w:rPr>
        <w:t>ی</w:t>
      </w:r>
      <w:r>
        <w:rPr>
          <w:rtl/>
        </w:rPr>
        <w:t xml:space="preserve"> ہجرت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ملکوں کے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ہجرت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اپنے وطن کے حالات معمول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ںھوتے</w:t>
      </w:r>
      <w:r>
        <w:rPr>
          <w:rtl/>
        </w:rPr>
        <w:t xml:space="preserve"> ۔ ان کاملک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امن وامان کے مسائل کا شکار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پھرگروہ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 w:rsidR="002549D7" w:rsidRPr="002549D7">
        <w:rPr>
          <w:rtl/>
        </w:rPr>
        <w:t xml:space="preserve"> نہیں </w:t>
      </w:r>
      <w:r>
        <w:rPr>
          <w:rtl/>
        </w:rPr>
        <w:t>بلکہ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ملکر ہجرت 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بعض ممالک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تو</w:t>
      </w:r>
      <w:r>
        <w:rPr>
          <w:rtl/>
        </w:rPr>
        <w:t xml:space="preserve"> حشر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اس ملک کے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تعداد وھاں سے ہجرت کرنے والوں سے کم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ہجرت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72FF7" w:rsidRPr="00272FF7">
        <w:rPr>
          <w:rtl/>
        </w:rPr>
        <w:t xml:space="preserve"> ہو</w:t>
      </w:r>
      <w:r>
        <w:rPr>
          <w:rtl/>
        </w:rPr>
        <w:t>رھ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 طور سے اپنے ملک کے ھمسا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ملکوں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اپنے مال ووسائل کے مد نظر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رخ کرتے</w:t>
      </w:r>
      <w:r w:rsidR="002549D7" w:rsidRPr="002549D7">
        <w:rPr>
          <w:rtl/>
        </w:rPr>
        <w:t xml:space="preserve"> ہیں </w:t>
      </w:r>
      <w:r>
        <w:rPr>
          <w:rtl/>
        </w:rPr>
        <w:t>۔اپنے ھمسا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افغانستان ک</w:t>
      </w:r>
      <w:r>
        <w:rPr>
          <w:rFonts w:hint="cs"/>
          <w:rtl/>
        </w:rPr>
        <w:t>ی</w:t>
      </w:r>
      <w:r>
        <w:rPr>
          <w:rtl/>
        </w:rPr>
        <w:t xml:space="preserve"> مثال آپ کے سامنے</w:t>
      </w:r>
      <w:r w:rsidR="00824A76" w:rsidRPr="00824A76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عراق ،فلسط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بعض پورپ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مثال آپ کے سامنے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سے لوگ اقتصاد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نقص امن سے بچنے کے لئے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</w:t>
      </w:r>
      <w:r w:rsidR="007D2A2F">
        <w:rPr>
          <w:rtl/>
        </w:rPr>
        <w:t xml:space="preserve">میں </w:t>
      </w:r>
      <w:r>
        <w:rPr>
          <w:rtl/>
        </w:rPr>
        <w:t xml:space="preserve"> ہجرت کرتے جا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>۔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بعض ممالک نے اپنے وطن </w:t>
      </w:r>
      <w:r w:rsidR="007D2A2F">
        <w:rPr>
          <w:rtl/>
        </w:rPr>
        <w:t xml:space="preserve">میں </w:t>
      </w:r>
      <w:r>
        <w:rPr>
          <w:rtl/>
        </w:rPr>
        <w:t xml:space="preserve"> قانون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2549D7" w:rsidRPr="002549D7">
        <w:rPr>
          <w:rtl/>
        </w:rPr>
        <w:t>ہمارے</w:t>
      </w:r>
      <w:r>
        <w:rPr>
          <w:rtl/>
        </w:rPr>
        <w:t xml:space="preserve"> ملک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مھاجر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ںآسکتا</w:t>
      </w:r>
      <w:r>
        <w:rPr>
          <w:rtl/>
        </w:rPr>
        <w:t xml:space="preserve"> ۔ جن ممالک </w:t>
      </w:r>
      <w:r w:rsidR="007D2A2F">
        <w:rPr>
          <w:rtl/>
        </w:rPr>
        <w:t xml:space="preserve">میں </w:t>
      </w:r>
      <w:r>
        <w:rPr>
          <w:rtl/>
        </w:rPr>
        <w:t xml:space="preserve"> مھاجرت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وھاں پر ان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اقتصاد</w:t>
      </w:r>
      <w:r>
        <w:rPr>
          <w:rFonts w:hint="cs"/>
          <w:rtl/>
        </w:rPr>
        <w:t>ی</w:t>
      </w:r>
      <w:r>
        <w:rPr>
          <w:rtl/>
        </w:rPr>
        <w:t xml:space="preserve">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8828D8" w:rsidRPr="008828D8">
        <w:rPr>
          <w:rtl/>
        </w:rPr>
        <w:t xml:space="preserve"> ہونے </w:t>
      </w:r>
      <w:r>
        <w:rPr>
          <w:rtl/>
        </w:rPr>
        <w:t>کے ساتھ اس ملک کے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اصل باشندوں کو نوکر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مسئلہ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ھمسا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ممالک اس کے ضمن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مسائل کا شکار</w:t>
      </w:r>
      <w:r w:rsidR="00272FF7" w:rsidRPr="00272FF7">
        <w:rPr>
          <w:rtl/>
        </w:rPr>
        <w:t xml:space="preserve"> ہو</w:t>
      </w:r>
      <w:r>
        <w:rPr>
          <w:rtl/>
        </w:rPr>
        <w:t>کررہ 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کاقوموں </w:t>
      </w:r>
      <w:r w:rsidR="007D2A2F">
        <w:rPr>
          <w:rtl/>
        </w:rPr>
        <w:t xml:space="preserve">میں </w:t>
      </w:r>
      <w:r>
        <w:rPr>
          <w:rtl/>
        </w:rPr>
        <w:t xml:space="preserve"> اضطراب اور نفرت کا سبب بھ</w:t>
      </w:r>
      <w:r>
        <w:rPr>
          <w:rFonts w:hint="cs"/>
          <w:rtl/>
        </w:rPr>
        <w:t>ی</w:t>
      </w:r>
      <w:r>
        <w:rPr>
          <w:rtl/>
        </w:rPr>
        <w:t xml:space="preserve"> بنتا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طالبں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صاحَ الناقوس وَکَبَسَ الکابوس وتَکلَّمَ الجاموس فعند ذالک عجائبٌوا</w:t>
      </w:r>
      <w:r w:rsidRPr="00157F97">
        <w:rPr>
          <w:rStyle w:val="libArabicChar"/>
          <w:rFonts w:hint="cs"/>
          <w:rtl/>
        </w:rPr>
        <w:t>یُّ</w:t>
      </w:r>
      <w:r w:rsidRPr="00157F97">
        <w:rPr>
          <w:rStyle w:val="libArabicChar"/>
          <w:rtl/>
        </w:rPr>
        <w:t xml:space="preserve"> عجائب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ناقوس سے صدا بلند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کابوس کا منحوس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ھرجگہ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چکا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،اور جاموس بولنے لگے گا اور اس زمانے </w:t>
      </w:r>
      <w:r w:rsidR="007D2A2F">
        <w:rPr>
          <w:rtl/>
        </w:rPr>
        <w:t xml:space="preserve">میں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واقعات رونماھونگے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آئنگے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ناقوس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خطرے ک</w:t>
      </w:r>
      <w:r>
        <w:rPr>
          <w:rFonts w:hint="cs"/>
          <w:rtl/>
        </w:rPr>
        <w:t>ی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2549D7" w:rsidRPr="002549D7"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سے مراد حضرت جبرئ</w:t>
      </w:r>
      <w:r w:rsidR="00576C85">
        <w:rPr>
          <w:rtl/>
        </w:rPr>
        <w:t>یل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824A76" w:rsidRPr="00824A76">
        <w:rPr>
          <w:rtl/>
        </w:rPr>
        <w:t xml:space="preserve"> ہے </w:t>
      </w:r>
      <w:r>
        <w:rPr>
          <w:rtl/>
        </w:rPr>
        <w:t>کہ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کابوسخوفزدہ</w:t>
      </w:r>
      <w:r>
        <w:rPr>
          <w:rtl/>
        </w:rPr>
        <w:t xml:space="preserve"> اور وحشت آور خواب کو کہتے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</w:t>
      </w:r>
      <w:r w:rsidR="000C56D5" w:rsidRPr="000C56D5">
        <w:rPr>
          <w:rtl/>
        </w:rPr>
        <w:t xml:space="preserve"> ہوگا </w:t>
      </w:r>
      <w:r>
        <w:rPr>
          <w:rtl/>
        </w:rPr>
        <w:t>ھرجانب سے لوگ خوف وھراس کا شکار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جاموسھرجامد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جامد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جب اس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کہ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</w:t>
      </w:r>
      <w:r w:rsidR="002549D7" w:rsidRPr="002549D7">
        <w:rPr>
          <w:rtl/>
        </w:rPr>
        <w:t xml:space="preserve"> ہی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محال بات نظر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اس ک</w:t>
      </w:r>
      <w:r>
        <w:rPr>
          <w:rFonts w:hint="cs"/>
          <w:rtl/>
        </w:rPr>
        <w:t>ی</w:t>
      </w:r>
      <w:r>
        <w:rPr>
          <w:rtl/>
        </w:rPr>
        <w:t xml:space="preserve"> بے شمار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549D7" w:rsidRPr="002549D7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فون،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کاڈر،کمپ</w:t>
      </w:r>
      <w:r>
        <w:rPr>
          <w:rFonts w:hint="cs"/>
          <w:rtl/>
        </w:rPr>
        <w:t>ی</w:t>
      </w:r>
      <w:r>
        <w:rPr>
          <w:rFonts w:hint="eastAsia"/>
          <w:rtl/>
        </w:rPr>
        <w:t>وٹر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دن بہ دن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واقعات رونما</w:t>
      </w:r>
      <w:r w:rsidR="008828D8" w:rsidRPr="008828D8">
        <w:rPr>
          <w:rtl/>
        </w:rPr>
        <w:t xml:space="preserve"> ہونے </w:t>
      </w:r>
      <w:r>
        <w:rPr>
          <w:rtl/>
        </w:rPr>
        <w:t>لگے</w:t>
      </w:r>
      <w:r w:rsidR="002549D7" w:rsidRPr="002549D7">
        <w:rPr>
          <w:rtl/>
        </w:rPr>
        <w:t xml:space="preserve"> ہیں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272FF7" w:rsidRPr="00272FF7">
        <w:rPr>
          <w:rtl/>
        </w:rPr>
        <w:t xml:space="preserve"> ہو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انسان</w:t>
      </w:r>
      <w:r>
        <w:rPr>
          <w:rFonts w:hint="cs"/>
          <w:rtl/>
        </w:rPr>
        <w:t>ی</w:t>
      </w:r>
      <w:r>
        <w:rPr>
          <w:rtl/>
        </w:rPr>
        <w:t xml:space="preserve"> عقل مبھوت</w:t>
      </w:r>
      <w:r w:rsidR="002549D7" w:rsidRPr="002549D7">
        <w:rPr>
          <w:rtl/>
        </w:rPr>
        <w:t xml:space="preserve"> ہو </w:t>
      </w:r>
      <w:r>
        <w:rPr>
          <w:rtl/>
        </w:rPr>
        <w:t>کررہ جات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  <w:r>
        <w:rPr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اتن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24A76" w:rsidRPr="00824A76">
        <w:rPr>
          <w:rtl/>
        </w:rPr>
        <w:t xml:space="preserve"> ہے </w:t>
      </w:r>
      <w:r>
        <w:rPr>
          <w:rtl/>
        </w:rPr>
        <w:t>کہ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حساب سے جدت آرھ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طالبں فرماتے</w:t>
      </w:r>
      <w:r w:rsidR="002549D7" w:rsidRPr="002549D7">
        <w:rPr>
          <w:rtl/>
        </w:rPr>
        <w:t xml:space="preserve"> ہیں: </w:t>
      </w:r>
    </w:p>
    <w:p w:rsidR="0042080E" w:rsidRDefault="0042080E" w:rsidP="00031FA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ولذلک</w:t>
      </w:r>
      <w:r w:rsidRPr="00157F97">
        <w:rPr>
          <w:rStyle w:val="libArabicChar"/>
          <w:rtl/>
        </w:rPr>
        <w:t xml:space="preserve"> علامات وکشفُ ال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کل وخف</w:t>
      </w:r>
      <w:r w:rsidRPr="00157F97">
        <w:rPr>
          <w:rStyle w:val="libArabicChar"/>
          <w:rFonts w:hint="cs"/>
          <w:rtl/>
        </w:rPr>
        <w:t>ْقُ آی</w:t>
      </w:r>
      <w:r w:rsidRPr="00157F97">
        <w:rPr>
          <w:rStyle w:val="libArabicChar"/>
          <w:rFonts w:hint="eastAsia"/>
          <w:rtl/>
        </w:rPr>
        <w:t>اتٍ</w:t>
      </w:r>
      <w:r w:rsidRPr="00157F97">
        <w:rPr>
          <w:rStyle w:val="libArabicChar"/>
          <w:rtl/>
        </w:rPr>
        <w:t xml:space="preserve"> ثلاثٍ حولَ المسجد الاکبر 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تزُّ 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شب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 بالم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031FA0">
        <w:rPr>
          <w:rStyle w:val="libArabicChar"/>
          <w:rtl/>
        </w:rPr>
        <w:t>وقتلٌ سر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عٌ</w:t>
      </w:r>
      <w:r w:rsidRPr="00157F97">
        <w:rPr>
          <w:rStyle w:val="libArabicChar"/>
          <w:rtl/>
        </w:rPr>
        <w:t xml:space="preserve"> وموت زر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139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کام (ظھور حضرت (ع))کے لئے کئ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</w:t>
      </w:r>
      <w:r w:rsidR="007D2A2F">
        <w:rPr>
          <w:rtl/>
        </w:rPr>
        <w:t xml:space="preserve">میں </w:t>
      </w:r>
      <w:r>
        <w:rPr>
          <w:rtl/>
        </w:rPr>
        <w:t xml:space="preserve"> سے ھ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کا ملنا،ت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پرچموں کا بلند</w:t>
      </w:r>
      <w:r w:rsidR="008828D8" w:rsidRPr="008828D8">
        <w:rPr>
          <w:rtl/>
        </w:rPr>
        <w:t xml:space="preserve"> ہونا </w:t>
      </w:r>
      <w:r>
        <w:rPr>
          <w:rtl/>
        </w:rPr>
        <w:t>کہ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(ع) کے پرچم سے ملتے جلتے</w:t>
      </w:r>
      <w:r w:rsidR="00272FF7" w:rsidRPr="00272FF7">
        <w:rPr>
          <w:rtl/>
        </w:rPr>
        <w:t xml:space="preserve"> ہو</w:t>
      </w:r>
      <w:r>
        <w:rPr>
          <w:rtl/>
        </w:rPr>
        <w:t>نگے امان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قتل اور اچانک موت و ۔۔۔۔۔۔۔۔۔۔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سے مراد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معبد گاہ</w:t>
      </w:r>
      <w:r w:rsidR="00824A76" w:rsidRPr="00824A76">
        <w:rPr>
          <w:rtl/>
        </w:rPr>
        <w:t xml:space="preserve"> ہے </w:t>
      </w:r>
      <w:r>
        <w:rPr>
          <w:rtl/>
        </w:rPr>
        <w:t>کہ جو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(ع)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معبد گاہ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</w:t>
      </w:r>
      <w:r w:rsidR="007D2A2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ساٹھ(</w:t>
      </w:r>
      <w:r>
        <w:rPr>
          <w:rtl/>
          <w:lang w:bidi="fa-IR"/>
        </w:rPr>
        <w:t xml:space="preserve">۳۶۰) </w:t>
      </w:r>
      <w:r>
        <w:rPr>
          <w:rtl/>
        </w:rPr>
        <w:t>ستون تھے،وہ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عمارت مختلف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پتھروں سے بن</w:t>
      </w:r>
      <w:r>
        <w:rPr>
          <w:rFonts w:hint="cs"/>
          <w:rtl/>
        </w:rPr>
        <w:t>ی</w:t>
      </w:r>
      <w:r w:rsidR="00DE4B57" w:rsidRPr="00DE4B57">
        <w:rPr>
          <w:rtl/>
        </w:rPr>
        <w:t xml:space="preserve"> ہوئی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کے مانند پتھر نصب تھے کہ جس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بھا کرتا تھا کہ جس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اپنے پائنچے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اوپر</w:t>
      </w:r>
      <w:r>
        <w:rPr>
          <w:rtl/>
        </w:rPr>
        <w:t xml:space="preserve"> اٹھا لئے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کر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پائنچے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بے تحاشہ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 محل </w:t>
      </w:r>
      <w:r w:rsidR="007D2A2F">
        <w:rPr>
          <w:rtl/>
        </w:rPr>
        <w:t xml:space="preserve">میں 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2549D7" w:rsidP="0042080E">
      <w:pPr>
        <w:pStyle w:val="libNormal"/>
        <w:rPr>
          <w:rtl/>
        </w:rPr>
      </w:pPr>
      <w:r w:rsidRPr="002549D7">
        <w:rPr>
          <w:rFonts w:hint="eastAsia"/>
          <w:rtl/>
        </w:rPr>
        <w:t>ہمارے</w:t>
      </w:r>
      <w:r w:rsidR="0042080E">
        <w:rPr>
          <w:rtl/>
        </w:rPr>
        <w:t xml:space="preserve"> زمانے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ھود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وں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کوشش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اس ھ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کل</w:t>
      </w:r>
      <w:r w:rsidR="0042080E">
        <w:rPr>
          <w:rtl/>
        </w:rPr>
        <w:t xml:space="preserve"> کو زم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کے اندر سے نکالا جائے کہ جس کا کچھ حصہ مسجد اقص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اور دوسرا حصہ ق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امت</w:t>
      </w:r>
      <w:r w:rsidR="0042080E">
        <w:rPr>
          <w:rtl/>
        </w:rPr>
        <w:t xml:space="preserve"> کے چرچ کے ن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چے</w:t>
      </w:r>
      <w:r w:rsidR="000C56D5" w:rsidRPr="000C56D5">
        <w:rPr>
          <w:rtl/>
        </w:rPr>
        <w:t xml:space="preserve"> ہے۔</w:t>
      </w:r>
      <w:r w:rsidR="0042080E">
        <w:rPr>
          <w:rtl/>
        </w:rPr>
        <w:t>اس وقت اس ھ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کل</w:t>
      </w:r>
      <w:r w:rsidR="0042080E">
        <w:rPr>
          <w:rtl/>
        </w:rPr>
        <w:t xml:space="preserve"> کا تھوڑا بہت حصہ در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افت</w:t>
      </w:r>
      <w:r w:rsidRPr="002549D7">
        <w:rPr>
          <w:rtl/>
        </w:rPr>
        <w:t xml:space="preserve"> ہو </w:t>
      </w:r>
      <w:r w:rsidR="0042080E">
        <w:rPr>
          <w:rtl/>
        </w:rPr>
        <w:t>چکا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ل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کن</w:t>
      </w:r>
      <w:r w:rsidR="0042080E">
        <w:rPr>
          <w:rtl/>
        </w:rPr>
        <w:t xml:space="preserve"> ابھ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تک اسرائ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ل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حکومت مکمل طور پر اس ھ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کل</w:t>
      </w:r>
      <w:r w:rsidR="0042080E">
        <w:rPr>
          <w:rtl/>
        </w:rPr>
        <w:t xml:space="preserve"> تک</w:t>
      </w:r>
      <w:r w:rsidRPr="002549D7">
        <w:rPr>
          <w:rtl/>
        </w:rPr>
        <w:t xml:space="preserve"> نہیں </w:t>
      </w:r>
      <w:r w:rsidR="0042080E">
        <w:rPr>
          <w:rtl/>
        </w:rPr>
        <w:t>پ</w:t>
      </w:r>
      <w:r w:rsidR="0042080E">
        <w:rPr>
          <w:rFonts w:hint="eastAsia"/>
          <w:rtl/>
        </w:rPr>
        <w:t>ھونچ</w:t>
      </w:r>
      <w:r w:rsidR="0042080E">
        <w:rPr>
          <w:rtl/>
        </w:rPr>
        <w:t xml:space="preserve"> سک</w:t>
      </w:r>
      <w:r w:rsidR="0042080E">
        <w:rPr>
          <w:rFonts w:hint="cs"/>
          <w:rtl/>
        </w:rPr>
        <w:t>ی</w:t>
      </w:r>
      <w:r w:rsidRPr="002549D7">
        <w:rPr>
          <w:rtl/>
        </w:rPr>
        <w:t xml:space="preserve"> ہے۔ </w:t>
      </w:r>
      <w:r w:rsidR="0042080E">
        <w:rPr>
          <w:rtl/>
        </w:rPr>
        <w:t>اگرچہ اس ک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پور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کوشش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اس عمارت کو جلد سے جلد کھود کر در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افت</w:t>
      </w:r>
      <w:r w:rsidR="0042080E">
        <w:rPr>
          <w:rtl/>
        </w:rPr>
        <w:t xml:space="preserve"> ک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</w:t>
      </w:r>
      <w:r w:rsidR="0042080E">
        <w:rPr>
          <w:rtl/>
        </w:rPr>
        <w:t xml:space="preserve"> جائے۔ ت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ملتے جلتے پرچموں سے مراد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 w:rsidR="0042080E">
        <w:rPr>
          <w:rtl/>
        </w:rPr>
        <w:t>کہ ت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گروہ جو کہ اپنے آپ کو حق پر کہتے</w:t>
      </w:r>
      <w:r w:rsidR="00272FF7" w:rsidRPr="00272FF7">
        <w:rPr>
          <w:rtl/>
        </w:rPr>
        <w:t xml:space="preserve"> ہو</w:t>
      </w:r>
      <w:r w:rsidR="0042080E">
        <w:rPr>
          <w:rtl/>
        </w:rPr>
        <w:t>نگے اسلام کے نام پر جھاد کرنے کو نکل کھڑے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نگے جب کہ ان </w:t>
      </w:r>
      <w:r w:rsidR="007D2A2F">
        <w:rPr>
          <w:rtl/>
        </w:rPr>
        <w:t xml:space="preserve">میں </w:t>
      </w:r>
      <w:r w:rsidR="0042080E">
        <w:rPr>
          <w:rtl/>
        </w:rPr>
        <w:t xml:space="preserve"> سے 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حق پر</w:t>
      </w:r>
      <w:r w:rsidRPr="002549D7">
        <w:rPr>
          <w:rtl/>
        </w:rPr>
        <w:t xml:space="preserve"> نہیں</w:t>
      </w:r>
      <w:r w:rsidR="00272FF7" w:rsidRPr="00272FF7">
        <w:rPr>
          <w:rtl/>
        </w:rPr>
        <w:t xml:space="preserve"> ہو</w:t>
      </w:r>
      <w:r w:rsidR="0042080E"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آج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ہر </w:t>
      </w:r>
      <w:r>
        <w:rPr>
          <w:rtl/>
        </w:rPr>
        <w:t>طرف حق کے نام پرقتل و غارت و جھاد کے نام سے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49D7" w:rsidRPr="002549D7">
        <w:rPr>
          <w:rtl/>
        </w:rPr>
        <w:t xml:space="preserve"> ہو </w:t>
      </w:r>
      <w:r>
        <w:rPr>
          <w:rtl/>
        </w:rPr>
        <w:t>رھ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گروہ واقعاً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2549D7" w:rsidRPr="002549D7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خود انکے اعمال اور گفتار سے بآسان</w:t>
      </w:r>
      <w:r>
        <w:rPr>
          <w:rFonts w:hint="cs"/>
          <w:rtl/>
        </w:rPr>
        <w:t>ی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C537D2" w:rsidRPr="00C537D2">
        <w:rPr>
          <w:rtl/>
        </w:rPr>
        <w:t xml:space="preserve"> ہے</w:t>
      </w:r>
      <w:r>
        <w:rPr>
          <w:rtl/>
        </w:rPr>
        <w:t>،ھر حق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حقدار</w:t>
      </w:r>
      <w:r w:rsidR="002549D7" w:rsidRPr="002549D7">
        <w:rPr>
          <w:rtl/>
        </w:rPr>
        <w:t xml:space="preserve"> نہیں</w:t>
      </w:r>
      <w:r w:rsidR="008828D8" w:rsidRPr="008828D8">
        <w:rPr>
          <w:rtl/>
        </w:rPr>
        <w:t xml:space="preserve"> ہوتا </w:t>
      </w:r>
      <w:r w:rsidR="002549D7" w:rsidRPr="002549D7">
        <w:rPr>
          <w:rtl/>
        </w:rPr>
        <w:t xml:space="preserve">ہے۔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3" w:name="_Toc502225877"/>
      <w:r>
        <w:rPr>
          <w:rFonts w:hint="eastAsia"/>
          <w:rtl/>
        </w:rPr>
        <w:t>آخر</w:t>
      </w:r>
      <w:r>
        <w:rPr>
          <w:rFonts w:hint="cs"/>
          <w:rtl/>
        </w:rPr>
        <w:t>ی</w:t>
      </w:r>
      <w:r>
        <w:rPr>
          <w:rtl/>
        </w:rPr>
        <w:t xml:space="preserve"> زمانے کے لوگوں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33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>کہ</w:t>
      </w:r>
      <w:r w:rsidR="00824A76" w:rsidRPr="00824A76">
        <w:rPr>
          <w:rtl/>
        </w:rPr>
        <w:t xml:space="preserve"> ہم </w:t>
      </w:r>
      <w:r>
        <w:rPr>
          <w:rtl/>
        </w:rPr>
        <w:t>آخر</w:t>
      </w:r>
      <w:r>
        <w:rPr>
          <w:rFonts w:hint="cs"/>
          <w:rtl/>
        </w:rPr>
        <w:t>ی</w:t>
      </w:r>
      <w:r>
        <w:rPr>
          <w:rtl/>
        </w:rPr>
        <w:t xml:space="preserve"> زمانے کے لوگوں کے بارے </w:t>
      </w:r>
      <w:r w:rsidR="007D2A2F">
        <w:rPr>
          <w:rtl/>
        </w:rPr>
        <w:t xml:space="preserve">میں 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بہت ضرور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24A76" w:rsidRPr="00824A76">
        <w:rPr>
          <w:rtl/>
        </w:rPr>
        <w:t xml:space="preserve"> ہے </w:t>
      </w:r>
      <w:r>
        <w:rPr>
          <w:rtl/>
        </w:rPr>
        <w:t>کہ آج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اپنے آپ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متمدن(ماڈرن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)سمجھتے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وہ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دائرے سے کتنا دور جا چکے ھ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کا اندازہ لگانے کے لئے </w:t>
      </w:r>
      <w:r w:rsidR="007D2A2F">
        <w:rPr>
          <w:rtl/>
        </w:rPr>
        <w:t xml:space="preserve">ہمیں 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اقوال کے تحت شعاع آنا</w:t>
      </w:r>
      <w:r w:rsidR="00272FF7" w:rsidRPr="00272FF7">
        <w:rPr>
          <w:rtl/>
        </w:rPr>
        <w:t xml:space="preserve"> ہو</w:t>
      </w:r>
      <w:r>
        <w:rPr>
          <w:rtl/>
        </w:rPr>
        <w:t>گا۔جب</w:t>
      </w:r>
      <w:r w:rsidR="002549D7" w:rsidRPr="002549D7">
        <w:rPr>
          <w:rtl/>
        </w:rPr>
        <w:t xml:space="preserve"> کہیں </w:t>
      </w:r>
      <w:r>
        <w:rPr>
          <w:rtl/>
        </w:rPr>
        <w:t>جاکر</w:t>
      </w:r>
      <w:r w:rsidR="00824A76" w:rsidRPr="00824A76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 سکتے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سے</w:t>
      </w:r>
      <w:r w:rsidR="000C56D5" w:rsidRPr="000C56D5">
        <w:rPr>
          <w:rtl/>
        </w:rPr>
        <w:t xml:space="preserve"> پہلے </w:t>
      </w:r>
      <w:r>
        <w:rPr>
          <w:rtl/>
        </w:rPr>
        <w:t>کہ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جائیں</w:t>
      </w:r>
      <w:r w:rsidR="00437CD4" w:rsidRPr="00437CD4">
        <w:rPr>
          <w:rtl/>
        </w:rPr>
        <w:t xml:space="preserve">،ہم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گفتگو کا آغاز رسول خدا(ص)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کرتے</w:t>
      </w:r>
      <w:r w:rsidR="002549D7" w:rsidRPr="002549D7">
        <w:rPr>
          <w:rtl/>
        </w:rPr>
        <w:t xml:space="preserve"> ہیں </w:t>
      </w:r>
      <w:r>
        <w:rPr>
          <w:rtl/>
        </w:rPr>
        <w:t>کہ</w:t>
      </w:r>
      <w:r w:rsidR="002549D7" w:rsidRPr="002549D7">
        <w:rPr>
          <w:rtl/>
        </w:rPr>
        <w:t xml:space="preserve"> جہاں </w:t>
      </w:r>
      <w:r>
        <w:rPr>
          <w:rtl/>
        </w:rPr>
        <w:t xml:space="preserve">پر انھوں نے زمانہ کے بارے </w:t>
      </w:r>
      <w:r w:rsidR="007D2A2F">
        <w:rPr>
          <w:rtl/>
        </w:rPr>
        <w:t xml:space="preserve">میں 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لا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کم</w:t>
      </w:r>
      <w:r w:rsidRPr="00157F97">
        <w:rPr>
          <w:rStyle w:val="libArabicChar"/>
          <w:rtl/>
        </w:rPr>
        <w:t xml:space="preserve"> زمان الّا الّذ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بعد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شرّ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!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زمانہ</w:t>
      </w:r>
      <w:r w:rsidR="002549D7" w:rsidRPr="002549D7">
        <w:rPr>
          <w:rtl/>
        </w:rPr>
        <w:t xml:space="preserve"> نہیں </w:t>
      </w:r>
      <w:r>
        <w:rPr>
          <w:rtl/>
        </w:rPr>
        <w:t xml:space="preserve">آئے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بعد والا زمانہ اس سے برا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گا“۔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بات</w:t>
      </w:r>
      <w:r w:rsidR="00824A76" w:rsidRPr="00824A76">
        <w:rPr>
          <w:rtl/>
        </w:rPr>
        <w:t xml:space="preserve"> ہے </w:t>
      </w:r>
      <w:r>
        <w:rPr>
          <w:rtl/>
        </w:rPr>
        <w:t>کہ جوپور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قابل مشاھدہ</w:t>
      </w:r>
      <w:r w:rsidR="00824A76" w:rsidRPr="00824A76">
        <w:rPr>
          <w:rtl/>
        </w:rPr>
        <w:t xml:space="preserve"> ہے </w:t>
      </w:r>
      <w:r>
        <w:rPr>
          <w:rtl/>
        </w:rPr>
        <w:t>۔اگر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اور بھ</w:t>
      </w:r>
      <w:r>
        <w:rPr>
          <w:rFonts w:hint="cs"/>
          <w:rtl/>
        </w:rPr>
        <w:t>ی</w:t>
      </w:r>
      <w:r>
        <w:rPr>
          <w:rtl/>
        </w:rPr>
        <w:t xml:space="preserve"> وضاحت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</w:t>
      </w:r>
      <w:r w:rsidR="002549D7" w:rsidRPr="002549D7">
        <w:rPr>
          <w:rtl/>
        </w:rPr>
        <w:t xml:space="preserve"> ہو 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اگراپن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جائے گا کہ وہ زمانہ کہ جو </w:t>
      </w:r>
      <w:r w:rsidR="002549D7" w:rsidRPr="002549D7">
        <w:rPr>
          <w:rtl/>
        </w:rPr>
        <w:t>ہمارے</w:t>
      </w:r>
      <w:r>
        <w:rPr>
          <w:rtl/>
        </w:rPr>
        <w:t xml:space="preserve"> بچپن کا تھا جوان</w:t>
      </w:r>
      <w:r>
        <w:rPr>
          <w:rFonts w:hint="cs"/>
          <w:rtl/>
        </w:rPr>
        <w:t>ی</w:t>
      </w:r>
      <w:r>
        <w:rPr>
          <w:rtl/>
        </w:rPr>
        <w:t xml:space="preserve"> سے بہتر اور جوان</w:t>
      </w:r>
      <w:r>
        <w:rPr>
          <w:rFonts w:hint="cs"/>
          <w:rtl/>
        </w:rPr>
        <w:t>ی</w:t>
      </w:r>
      <w:r>
        <w:rPr>
          <w:rtl/>
        </w:rPr>
        <w:t xml:space="preserve"> کا زمانہ بڑھاپے سے بہتر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آج جس زمانے </w:t>
      </w:r>
      <w:r w:rsidR="007D2A2F">
        <w:rPr>
          <w:rtl/>
        </w:rPr>
        <w:t xml:space="preserve">میں 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025F9A" w:rsidRPr="00025F9A">
        <w:rPr>
          <w:rtl/>
        </w:rPr>
        <w:t>رہے</w:t>
      </w:r>
      <w:r w:rsidR="002549D7" w:rsidRPr="002549D7">
        <w:rPr>
          <w:rtl/>
        </w:rPr>
        <w:t xml:space="preserve"> ہیں </w:t>
      </w:r>
      <w:r>
        <w:rPr>
          <w:rtl/>
        </w:rPr>
        <w:t>کل</w:t>
      </w:r>
      <w:r w:rsidR="002549D7" w:rsidRPr="002549D7">
        <w:rPr>
          <w:rtl/>
        </w:rPr>
        <w:t xml:space="preserve"> ہماری </w:t>
      </w:r>
      <w:r>
        <w:rPr>
          <w:rtl/>
        </w:rPr>
        <w:t>اولاد کو اس سے برا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زمانے کا سامنا کرنا پڑے گا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اکرم(ص) کا ارشاد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النّاس زمانٌ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بطون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وشرَف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متاعُ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ُم وقبلت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نسا</w:t>
      </w:r>
      <w:r w:rsidR="00296C60">
        <w:rPr>
          <w:rStyle w:val="libArabicChar"/>
          <w:rtl/>
        </w:rPr>
        <w:t>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ود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دَرا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ودنان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اولٰٓئک شرُّ الخلق لاخلاق لَ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ُم عنداللّ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۔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ساآئے</w:t>
      </w:r>
      <w:r>
        <w:rPr>
          <w:rtl/>
        </w:rPr>
        <w:t xml:space="preserve"> گا کہ جب ان کا</w:t>
      </w:r>
      <w:r w:rsidR="00824A76" w:rsidRPr="00824A76">
        <w:rPr>
          <w:rtl/>
        </w:rPr>
        <w:t xml:space="preserve"> ہم </w:t>
      </w:r>
      <w:r>
        <w:rPr>
          <w:rtl/>
        </w:rPr>
        <w:t>وغم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272FF7" w:rsidRPr="00272FF7">
        <w:rPr>
          <w:rtl/>
        </w:rPr>
        <w:t xml:space="preserve"> ہو</w:t>
      </w:r>
      <w:r>
        <w:rPr>
          <w:rtl/>
        </w:rPr>
        <w:t>گا۔ ان ک</w:t>
      </w:r>
      <w:r>
        <w:rPr>
          <w:rFonts w:hint="cs"/>
          <w:rtl/>
        </w:rPr>
        <w:t>ی</w:t>
      </w:r>
      <w:r>
        <w:rPr>
          <w:rtl/>
        </w:rPr>
        <w:t xml:space="preserve"> شرافت کا اندازہ ان کے رھن سھن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ہوگا </w:t>
      </w:r>
      <w:r>
        <w:rPr>
          <w:rtl/>
        </w:rPr>
        <w:t>۔ ان کا قبلہ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72FF7" w:rsidRPr="00272FF7">
        <w:rPr>
          <w:rtl/>
        </w:rPr>
        <w:t xml:space="preserve"> ہو</w:t>
      </w:r>
      <w:r>
        <w:rPr>
          <w:rtl/>
        </w:rPr>
        <w:t>ںگ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کامال ودولت</w:t>
      </w:r>
      <w:r w:rsidR="000C56D5" w:rsidRPr="000C56D5">
        <w:rPr>
          <w:rtl/>
        </w:rPr>
        <w:t xml:space="preserve"> ہوگا </w:t>
      </w:r>
      <w:r>
        <w:rPr>
          <w:rtl/>
        </w:rPr>
        <w:t>۔وہ لوگ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</w:t>
      </w:r>
      <w:r w:rsidR="00272FF7" w:rsidRPr="00272FF7">
        <w:rPr>
          <w:rtl/>
        </w:rPr>
        <w:t xml:space="preserve"> ہو</w:t>
      </w:r>
      <w:r>
        <w:rPr>
          <w:rtl/>
        </w:rPr>
        <w:t>نگے اور خداوند متعال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لئے کوئ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 w:rsidR="002549D7" w:rsidRPr="002549D7">
        <w:rPr>
          <w:rtl/>
        </w:rPr>
        <w:t xml:space="preserve"> نہیں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r w:rsidR="002549D7" w:rsidRPr="002549D7">
        <w:rPr>
          <w:rtl/>
        </w:rPr>
        <w:t xml:space="preserve"> ہیں </w:t>
      </w:r>
      <w:r>
        <w:rPr>
          <w:rtl/>
        </w:rPr>
        <w:t>کہ جو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ھرشخص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بھرنے کے لئے دوڑ</w:t>
      </w:r>
      <w:r w:rsidR="00025F9A" w:rsidRPr="00025F9A">
        <w:rPr>
          <w:rtl/>
        </w:rPr>
        <w:t>رہاہ</w:t>
      </w:r>
      <w:r>
        <w:rPr>
          <w:rtl/>
        </w:rPr>
        <w:t>ے</w:t>
      </w:r>
      <w:r w:rsidR="00824A76" w:rsidRPr="00824A76">
        <w:rPr>
          <w:rtl/>
        </w:rPr>
        <w:t xml:space="preserve"> ہر </w:t>
      </w:r>
      <w:r>
        <w:rPr>
          <w:rtl/>
        </w:rPr>
        <w:t>شخص اپنے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اوپر سے اوپر لے جانے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D2A2F">
        <w:rPr>
          <w:rtl/>
        </w:rPr>
        <w:t xml:space="preserve">میں </w:t>
      </w:r>
      <w:r>
        <w:rPr>
          <w:rtl/>
        </w:rPr>
        <w:t xml:space="preserve"> لگا</w:t>
      </w:r>
      <w:r w:rsidR="00272FF7" w:rsidRPr="00272FF7">
        <w:rPr>
          <w:rtl/>
        </w:rPr>
        <w:t xml:space="preserve"> </w:t>
      </w:r>
      <w:r w:rsidR="00A900AD">
        <w:rPr>
          <w:rtl/>
        </w:rPr>
        <w:t>ہواہے</w:t>
      </w:r>
      <w:r>
        <w:rPr>
          <w:rtl/>
        </w:rPr>
        <w:t xml:space="preserve"> ۔ لوگو ں کا ملنا جلنا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ملنے جلنے پر منحصر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تعلقات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رشتہ دار سے خراب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شوھر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سے بھ</w:t>
      </w:r>
      <w:r>
        <w:rPr>
          <w:rFonts w:hint="cs"/>
          <w:rtl/>
        </w:rPr>
        <w:t>ی</w:t>
      </w:r>
      <w:r>
        <w:rPr>
          <w:rtl/>
        </w:rPr>
        <w:t xml:space="preserve"> قطعہ تعلق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</w:t>
      </w:r>
      <w:r w:rsidR="002549D7" w:rsidRPr="002549D7">
        <w:rPr>
          <w:rtl/>
        </w:rPr>
        <w:t xml:space="preserve"> ہیں </w:t>
      </w:r>
      <w:r>
        <w:rPr>
          <w:rtl/>
        </w:rPr>
        <w:t>جس طرف ان کا قبلہ (ان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) گھو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وہ خود بھ</w:t>
      </w:r>
      <w:r>
        <w:rPr>
          <w:rFonts w:hint="cs"/>
          <w:rtl/>
        </w:rPr>
        <w:t>ی</w:t>
      </w:r>
      <w:r>
        <w:rPr>
          <w:rtl/>
        </w:rPr>
        <w:t xml:space="preserve"> گھومتے چلے جاتے</w:t>
      </w:r>
      <w:r w:rsidR="002549D7" w:rsidRPr="002549D7">
        <w:rPr>
          <w:rtl/>
        </w:rPr>
        <w:t xml:space="preserve"> ہیں </w:t>
      </w:r>
      <w:r>
        <w:rPr>
          <w:rtl/>
        </w:rPr>
        <w:t>۔ اُن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 w:rsidR="00824A76" w:rsidRPr="00824A76">
        <w:rPr>
          <w:rtl/>
        </w:rPr>
        <w:t xml:space="preserve"> ہے </w:t>
      </w:r>
      <w:r>
        <w:rPr>
          <w:rtl/>
        </w:rPr>
        <w:t>۔ اگر دولت کے حصول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روندن</w:t>
      </w:r>
      <w:r>
        <w:rPr>
          <w:rFonts w:hint="eastAsia"/>
          <w:rtl/>
        </w:rPr>
        <w:t>ا</w:t>
      </w:r>
      <w:r>
        <w:rPr>
          <w:rtl/>
        </w:rPr>
        <w:t xml:space="preserve"> پڑجائے تو وہ اس کام کو بھ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کرگزرتے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2549D7" w:rsidRPr="002549D7">
        <w:rPr>
          <w:rtl/>
        </w:rPr>
        <w:t xml:space="preserve"> یہی </w:t>
      </w:r>
      <w:r w:rsidR="00824A76" w:rsidRPr="00824A76">
        <w:rPr>
          <w:rtl/>
        </w:rPr>
        <w:t xml:space="preserve">ہے </w:t>
      </w:r>
      <w:r>
        <w:rPr>
          <w:rtl/>
        </w:rPr>
        <w:t>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کا رواج!۔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وعند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رالربا</w:t>
      </w:r>
      <w:r w:rsidRPr="00157F97">
        <w:rPr>
          <w:rStyle w:val="libArabicChar"/>
          <w:rtl/>
        </w:rPr>
        <w:t xml:space="preserve">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تعاملون</w:t>
      </w:r>
      <w:r w:rsidRPr="00157F97">
        <w:rPr>
          <w:rStyle w:val="libArabicChar"/>
          <w:rtl/>
        </w:rPr>
        <w:t xml:space="preserve"> بالرُّش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وضع</w:t>
      </w:r>
      <w:r w:rsidRPr="00157F97">
        <w:rPr>
          <w:rStyle w:val="libArabicChar"/>
          <w:rtl/>
        </w:rPr>
        <w:t xml:space="preserve"> الد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وترفعُ 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سود عام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0C56D5" w:rsidRPr="000C56D5">
        <w:rPr>
          <w:rtl/>
        </w:rPr>
        <w:t xml:space="preserve"> ہوگا </w:t>
      </w:r>
      <w:r>
        <w:rPr>
          <w:rtl/>
        </w:rPr>
        <w:t>اور معاملات زندگ</w:t>
      </w:r>
      <w:r>
        <w:rPr>
          <w:rFonts w:hint="cs"/>
          <w:rtl/>
        </w:rPr>
        <w:t>ی</w:t>
      </w:r>
      <w:r>
        <w:rPr>
          <w:rtl/>
        </w:rPr>
        <w:t xml:space="preserve"> رشوت سے طے</w:t>
      </w:r>
      <w:r w:rsidR="00272FF7" w:rsidRPr="00272FF7">
        <w:rPr>
          <w:rtl/>
        </w:rPr>
        <w:t xml:space="preserve"> ہو</w:t>
      </w:r>
      <w:r>
        <w:rPr>
          <w:rtl/>
        </w:rPr>
        <w:t>نگے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 w:rsidR="002549D7" w:rsidRPr="002549D7">
        <w:rPr>
          <w:rtl/>
        </w:rPr>
        <w:t xml:space="preserve"> اہمیت </w:t>
      </w:r>
      <w:r>
        <w:rPr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باارزش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رشوت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مقام پر ارشاد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نَّ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النّاس زمانٌ 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بق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احَدٌ الَّا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کل</w:t>
      </w:r>
      <w:r w:rsidRPr="00157F97">
        <w:rPr>
          <w:rStyle w:val="libArabicChar"/>
          <w:rtl/>
        </w:rPr>
        <w:t xml:space="preserve"> الرِّبٰاف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Fonts w:hint="cs"/>
          <w:rtl/>
        </w:rPr>
        <w:t>ْ</w:t>
      </w:r>
      <w:r w:rsidRPr="00157F97">
        <w:rPr>
          <w:rStyle w:val="libArabicChar"/>
          <w:rtl/>
        </w:rPr>
        <w:t xml:space="preserve"> لم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cs"/>
          <w:rtl/>
        </w:rPr>
        <w:t>ْکُلْ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</w:t>
      </w:r>
      <w:r w:rsidRPr="00157F97">
        <w:rPr>
          <w:rStyle w:val="libArabicChar"/>
          <w:rtl/>
        </w:rPr>
        <w:t xml:space="preserve"> اصابَ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 غُبارُ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گاکہ جس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نھ</w:t>
      </w:r>
      <w:r>
        <w:rPr>
          <w:rFonts w:hint="cs"/>
          <w:rtl/>
        </w:rPr>
        <w:t>ی</w:t>
      </w:r>
      <w:r>
        <w:rPr>
          <w:rFonts w:hint="eastAsia"/>
          <w:rtl/>
        </w:rPr>
        <w:t>ںملے</w:t>
      </w:r>
      <w:r>
        <w:rPr>
          <w:rtl/>
        </w:rPr>
        <w:t xml:space="preserve"> گا کہ جوسود نہ </w:t>
      </w:r>
      <w:r w:rsidR="007844F9" w:rsidRPr="007844F9">
        <w:rPr>
          <w:rtl/>
        </w:rPr>
        <w:t>کہا</w:t>
      </w:r>
      <w:r>
        <w:rPr>
          <w:rtl/>
        </w:rPr>
        <w:t xml:space="preserve"> چکاھو ۔ اگر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مابھ</w:t>
      </w:r>
      <w:r>
        <w:rPr>
          <w:rFonts w:hint="cs"/>
          <w:rtl/>
        </w:rPr>
        <w:t>ی</w:t>
      </w:r>
      <w:r>
        <w:rPr>
          <w:rtl/>
        </w:rPr>
        <w:t xml:space="preserve"> سود نہ </w:t>
      </w:r>
      <w:r w:rsidR="007844F9" w:rsidRPr="007844F9">
        <w:rPr>
          <w:rtl/>
        </w:rPr>
        <w:t>کہا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549D7" w:rsidRPr="002549D7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گرد وغبار ضرور چکھ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سود اتنا عام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0C56D5" w:rsidRPr="000C56D5">
        <w:rPr>
          <w:rtl/>
        </w:rPr>
        <w:t xml:space="preserve"> ہوگا </w:t>
      </w:r>
      <w:r>
        <w:rPr>
          <w:rtl/>
        </w:rPr>
        <w:t>کہ</w:t>
      </w:r>
      <w:r w:rsidR="00824A76" w:rsidRPr="00824A76">
        <w:rPr>
          <w:rtl/>
        </w:rPr>
        <w:t xml:space="preserve"> ہر </w:t>
      </w:r>
      <w:r>
        <w:rPr>
          <w:rtl/>
        </w:rPr>
        <w:t>شخص اس برائ</w:t>
      </w:r>
      <w:r>
        <w:rPr>
          <w:rFonts w:hint="cs"/>
          <w:rtl/>
        </w:rPr>
        <w:t>ی</w:t>
      </w:r>
      <w:r>
        <w:rPr>
          <w:rtl/>
        </w:rPr>
        <w:t xml:space="preserve"> سے آلودہ</w:t>
      </w:r>
      <w:r w:rsidR="002549D7" w:rsidRPr="002549D7">
        <w:rPr>
          <w:rtl/>
        </w:rPr>
        <w:t xml:space="preserve"> ہو </w:t>
      </w:r>
      <w:r>
        <w:rPr>
          <w:rtl/>
        </w:rPr>
        <w:t>چکا</w:t>
      </w:r>
      <w:r w:rsidR="000C56D5" w:rsidRPr="000C56D5">
        <w:rPr>
          <w:rtl/>
        </w:rPr>
        <w:t xml:space="preserve"> ہوگا </w:t>
      </w:r>
      <w:r>
        <w:rPr>
          <w:rtl/>
        </w:rPr>
        <w:t>۔ اور آج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>
        <w:rPr>
          <w:rtl/>
        </w:rPr>
        <w:t>حال</w:t>
      </w:r>
      <w:r w:rsidR="00824A76" w:rsidRPr="00824A76">
        <w:rPr>
          <w:rtl/>
        </w:rPr>
        <w:t xml:space="preserve"> ہے </w:t>
      </w:r>
      <w:r>
        <w:rPr>
          <w:rtl/>
        </w:rPr>
        <w:t>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اقتصاد کا دار ومدار سود پر</w:t>
      </w:r>
      <w:r w:rsidR="00824A76" w:rsidRPr="00824A76">
        <w:rPr>
          <w:rtl/>
        </w:rPr>
        <w:t xml:space="preserve">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جو کہ اس بات کا ادعا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راھ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ممالک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کے چلنے کا دارومد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سود آور معاملوں پر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اگر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کانظام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رشوت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ںبچھا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اس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رشوت</w:t>
      </w:r>
      <w:r>
        <w:rPr>
          <w:rtl/>
        </w:rPr>
        <w:t xml:space="preserve"> کے متعدد نام ھ</w:t>
      </w:r>
      <w:r>
        <w:rPr>
          <w:rFonts w:hint="cs"/>
          <w:rtl/>
        </w:rPr>
        <w:t>ی</w:t>
      </w:r>
      <w:r>
        <w:rPr>
          <w:rFonts w:hint="eastAsia"/>
          <w:rtl/>
        </w:rPr>
        <w:t>ںمٹھائ</w:t>
      </w:r>
      <w:r>
        <w:rPr>
          <w:rFonts w:hint="cs"/>
          <w:rtl/>
        </w:rPr>
        <w:t>ی</w:t>
      </w:r>
      <w:r>
        <w:rPr>
          <w:rtl/>
        </w:rPr>
        <w:t xml:space="preserve"> ،چائے اورپان</w:t>
      </w:r>
      <w:r>
        <w:rPr>
          <w:rFonts w:hint="cs"/>
          <w:rtl/>
        </w:rPr>
        <w:t>ی</w:t>
      </w:r>
      <w:r>
        <w:rPr>
          <w:rtl/>
        </w:rPr>
        <w:t xml:space="preserve"> کاخرچہ تحفہ ،ھد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،مختلف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رشوت 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۔انسان کو اپنا حق حاصل کرنے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ورنہ وہ اپنے حق سے </w:t>
      </w:r>
      <w:r>
        <w:rPr>
          <w:rFonts w:hint="eastAsia"/>
          <w:rtl/>
        </w:rPr>
        <w:t>دستبردار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۔اور</w:t>
      </w:r>
      <w:r w:rsidR="008828D8" w:rsidRPr="008828D8">
        <w:rPr>
          <w:rtl/>
        </w:rPr>
        <w:t xml:space="preserve"> ظاہر </w:t>
      </w:r>
      <w:r w:rsidR="00824A76" w:rsidRPr="00824A76">
        <w:rPr>
          <w:rtl/>
        </w:rPr>
        <w:t>ہے</w:t>
      </w:r>
      <w:r w:rsidR="002549D7" w:rsidRPr="002549D7">
        <w:rPr>
          <w:rtl/>
        </w:rPr>
        <w:t xml:space="preserve"> جہاں </w:t>
      </w:r>
      <w:r>
        <w:rPr>
          <w:rtl/>
        </w:rPr>
        <w:t>سودورشوت عام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اورلوگوں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لقمہ</w:t>
      </w:r>
      <w:r w:rsidR="00720096" w:rsidRPr="00720096">
        <w:rPr>
          <w:rtl/>
        </w:rPr>
        <w:t xml:space="preserve"> جارہا </w:t>
      </w:r>
      <w:r w:rsidR="002549D7" w:rsidRPr="002549D7">
        <w:rPr>
          <w:rtl/>
        </w:rPr>
        <w:t xml:space="preserve">ہو </w:t>
      </w:r>
      <w:r>
        <w:rPr>
          <w:rtl/>
        </w:rPr>
        <w:t>تو وھاں خود بخود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اہمیت </w:t>
      </w:r>
      <w:r>
        <w:rPr>
          <w:rtl/>
        </w:rPr>
        <w:t xml:space="preserve">ختم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حرام لقمہ کا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سوچ اور اس کے رھن سھن پر بہت اثر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باپ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کرے کہ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حرام</w:t>
      </w:r>
      <w:r>
        <w:rPr>
          <w:rtl/>
        </w:rPr>
        <w:t xml:space="preserve"> لقمہ ک</w:t>
      </w:r>
      <w:r w:rsidR="00025F9A" w:rsidRPr="00025F9A">
        <w:rPr>
          <w:rtl/>
        </w:rPr>
        <w:t>ہلاک</w:t>
      </w:r>
      <w:r>
        <w:rPr>
          <w:rtl/>
        </w:rPr>
        <w:t>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صالح فرزند چھوڑ کرجاؤںتو وہ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824A76" w:rsidRPr="00824A76">
        <w:rPr>
          <w:rtl/>
        </w:rPr>
        <w:t xml:space="preserve"> ہے 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کے لقمہ سے پلنے پھولنے والے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اراستہ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کرسکتے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جسم سے اس حرام لقمہ کے اثر کوزائل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(ع) فرماتے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سعد</w:t>
      </w:r>
      <w:r w:rsidRPr="00157F97">
        <w:rPr>
          <w:rStyle w:val="libArabicChar"/>
          <w:rtl/>
        </w:rPr>
        <w:t xml:space="preserve"> الناس بالدن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لکعٍ ابن لکعٍ لا</w:t>
      </w:r>
      <w:r w:rsidRPr="00157F97">
        <w:rPr>
          <w:rStyle w:val="libArabicChar"/>
          <w:rFonts w:hint="cs"/>
          <w:rtl/>
        </w:rPr>
        <w:t>یٴ</w:t>
      </w:r>
      <w:r w:rsidRPr="00157F97">
        <w:rPr>
          <w:rStyle w:val="libArabicChar"/>
          <w:rFonts w:hint="eastAsia"/>
          <w:rtl/>
        </w:rPr>
        <w:t>ومنُ</w:t>
      </w:r>
      <w:r w:rsidRPr="00157F97">
        <w:rPr>
          <w:rStyle w:val="libArabicChar"/>
          <w:rtl/>
        </w:rPr>
        <w:t xml:space="preserve"> بااللّ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ورسول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ِ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خوش بخت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وہ</w:t>
      </w:r>
      <w:r w:rsidR="00437CD4" w:rsidRPr="00437CD4">
        <w:rPr>
          <w:rtl/>
        </w:rPr>
        <w:t xml:space="preserve"> ہوں </w:t>
      </w:r>
      <w:r>
        <w:rPr>
          <w:rtl/>
        </w:rPr>
        <w:t>گے جو بالکل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72FF7" w:rsidRPr="00272FF7">
        <w:rPr>
          <w:rtl/>
        </w:rPr>
        <w:t xml:space="preserve"> ہو</w:t>
      </w:r>
      <w:r>
        <w:rPr>
          <w:rtl/>
        </w:rPr>
        <w:t>اور جو خدا اور اس کے رسول(ص)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رکھتے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ں۔“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 w:rsidR="00824A76" w:rsidRPr="00824A76">
        <w:rPr>
          <w:rtl/>
        </w:rPr>
        <w:t xml:space="preserve">ہے </w:t>
      </w:r>
      <w:r>
        <w:rPr>
          <w:rtl/>
        </w:rPr>
        <w:t>کہ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خوشحال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پاس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پابند نھ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خدا کومانتے</w:t>
      </w:r>
      <w:r w:rsidR="002549D7" w:rsidRPr="002549D7">
        <w:rPr>
          <w:rtl/>
        </w:rPr>
        <w:t xml:space="preserve"> ہیں </w:t>
      </w:r>
      <w:r>
        <w:rPr>
          <w:rtl/>
        </w:rPr>
        <w:t>اور نہ</w:t>
      </w:r>
      <w:r w:rsidR="002549D7" w:rsidRPr="002549D7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رسول(ص)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2549D7" w:rsidRPr="002549D7">
        <w:rPr>
          <w:rtl/>
        </w:rPr>
        <w:t xml:space="preserve"> ہی </w:t>
      </w:r>
      <w:r>
        <w:rPr>
          <w:rtl/>
        </w:rPr>
        <w:t>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پاس نظر آت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لوگ اپن</w:t>
      </w:r>
      <w:r>
        <w:rPr>
          <w:rFonts w:hint="cs"/>
          <w:rtl/>
        </w:rPr>
        <w:t>ی</w:t>
      </w:r>
      <w:r>
        <w:rPr>
          <w:rtl/>
        </w:rPr>
        <w:t xml:space="preserve"> مشکلات کے شکار رہتے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الرّجل مومناو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کافراًو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مومناًو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کافراً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عُ</w:t>
      </w:r>
      <w:r w:rsidRPr="00157F97">
        <w:rPr>
          <w:rStyle w:val="libArabicChar"/>
          <w:rtl/>
        </w:rPr>
        <w:t xml:space="preserve"> اَحَدُکم 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بِعرضٍ من 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قل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لٍ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”انسان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tl/>
        </w:rPr>
        <w:t xml:space="preserve"> صبح کرے گا۔ اور کفر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شام</w:t>
      </w:r>
      <w:r>
        <w:rPr>
          <w:rtl/>
        </w:rPr>
        <w:t xml:space="preserve"> کرے گا اور کفر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t>b</w:t>
      </w:r>
      <w:r>
        <w:rPr>
          <w:rtl/>
        </w:rPr>
        <w:t>بح کرے ۔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بہت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بدلے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دے 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الساعة فتنٌ کقطع الل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المظلم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الرّجل منکم م</w:t>
      </w:r>
      <w:r w:rsidR="00296C60">
        <w:rPr>
          <w:rStyle w:val="libArabicChar"/>
          <w:rtl/>
        </w:rPr>
        <w:t>و</w:t>
      </w:r>
      <w:r w:rsidRPr="00157F97">
        <w:rPr>
          <w:rStyle w:val="libArabicChar"/>
          <w:rtl/>
        </w:rPr>
        <w:t xml:space="preserve"> مناً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الرّجل مومناًو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کافراًو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مومناًو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کافراً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عُ</w:t>
      </w:r>
      <w:r w:rsidRPr="00157F97">
        <w:rPr>
          <w:rStyle w:val="libArabicChar"/>
          <w:rtl/>
        </w:rPr>
        <w:t xml:space="preserve"> اقوامٌ 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بِعرضِ 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”ظھور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>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فتنے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چکے</w:t>
      </w:r>
      <w:r w:rsidR="00272FF7" w:rsidRPr="00272FF7">
        <w:rPr>
          <w:rtl/>
        </w:rPr>
        <w:t xml:space="preserve"> ہو</w:t>
      </w:r>
      <w:r>
        <w:rPr>
          <w:rtl/>
        </w:rPr>
        <w:t>نگے انسان صبح کے وقت مومن اور دن کے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کافر</w:t>
      </w:r>
      <w:r>
        <w:rPr>
          <w:rtl/>
        </w:rPr>
        <w:t xml:space="preserve"> اور رات کے</w:t>
      </w:r>
      <w:r w:rsidR="000C56D5" w:rsidRPr="000C56D5">
        <w:rPr>
          <w:rtl/>
        </w:rPr>
        <w:t xml:space="preserve"> پہلے </w:t>
      </w:r>
      <w:r>
        <w:rPr>
          <w:rtl/>
        </w:rPr>
        <w:t xml:space="preserve">حصہ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مومن</w:t>
      </w:r>
      <w:r>
        <w:rPr>
          <w:rtl/>
        </w:rPr>
        <w:t xml:space="preserve"> اور رات</w:t>
      </w:r>
      <w:r w:rsidR="002549D7" w:rsidRPr="002549D7">
        <w:rPr>
          <w:rtl/>
        </w:rPr>
        <w:t xml:space="preserve"> ہی </w:t>
      </w:r>
      <w:r>
        <w:rPr>
          <w:rtl/>
        </w:rPr>
        <w:t>کے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کافر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0C56D5" w:rsidRPr="000C56D5">
        <w:rPr>
          <w:rtl/>
        </w:rPr>
        <w:t xml:space="preserve"> ہوگا </w:t>
      </w:r>
      <w:r>
        <w:rPr>
          <w:rtl/>
        </w:rPr>
        <w:t>۔ قو</w:t>
      </w:r>
      <w:r w:rsidR="007D2A2F">
        <w:rPr>
          <w:rtl/>
        </w:rPr>
        <w:t xml:space="preserve">میں 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بہت معمول</w:t>
      </w:r>
      <w:r>
        <w:rPr>
          <w:rFonts w:hint="cs"/>
          <w:rtl/>
        </w:rPr>
        <w:t>ی</w:t>
      </w:r>
      <w:r>
        <w:rPr>
          <w:rtl/>
        </w:rPr>
        <w:t xml:space="preserve"> سے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بدلے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متعدد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DE4B57" w:rsidRPr="00DE4B57">
        <w:rPr>
          <w:rtl/>
        </w:rPr>
        <w:t xml:space="preserve"> ہوئی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>
        <w:rPr>
          <w:rtl/>
        </w:rPr>
        <w:t>صورت حال</w:t>
      </w:r>
      <w:r w:rsidR="00824A76" w:rsidRPr="00824A76">
        <w:rPr>
          <w:rtl/>
        </w:rPr>
        <w:t xml:space="preserve"> ہے </w:t>
      </w:r>
      <w:r>
        <w:rPr>
          <w:rtl/>
        </w:rPr>
        <w:t>کہ انسان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رکھے گھوم رھا</w:t>
      </w:r>
      <w:r w:rsidR="00824A76" w:rsidRPr="00824A76">
        <w:rPr>
          <w:rtl/>
        </w:rPr>
        <w:t xml:space="preserve"> ہے </w:t>
      </w:r>
      <w:r>
        <w:rPr>
          <w:rtl/>
        </w:rPr>
        <w:t>،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فتنہ کے دور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جو بہت جلد ختم</w:t>
      </w:r>
      <w:r w:rsidR="008828D8" w:rsidRPr="008828D8">
        <w:rPr>
          <w:rtl/>
        </w:rPr>
        <w:t xml:space="preserve"> ہونے </w:t>
      </w:r>
      <w:r>
        <w:rPr>
          <w:rtl/>
        </w:rPr>
        <w:t>وال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C537D2" w:rsidRPr="00C537D2">
        <w:rPr>
          <w:rtl/>
        </w:rPr>
        <w:t xml:space="preserve"> </w:t>
      </w:r>
      <w:r w:rsidR="00C537D2" w:rsidRPr="00C537D2">
        <w:rPr>
          <w:rtl/>
        </w:rPr>
        <w:lastRenderedPageBreak/>
        <w:t>ہے</w:t>
      </w:r>
      <w:r>
        <w:rPr>
          <w:rtl/>
        </w:rPr>
        <w:t>،</w:t>
      </w:r>
      <w:r w:rsidR="002549D7" w:rsidRPr="002549D7">
        <w:rPr>
          <w:rtl/>
        </w:rPr>
        <w:t xml:space="preserve"> یہی </w:t>
      </w:r>
      <w:r>
        <w:rPr>
          <w:rtl/>
        </w:rPr>
        <w:t>وجہ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آج کے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272FF7" w:rsidRPr="00272FF7">
        <w:rPr>
          <w:rtl/>
        </w:rPr>
        <w:t xml:space="preserve"> ہو</w:t>
      </w:r>
      <w:r>
        <w:rPr>
          <w:rtl/>
        </w:rPr>
        <w:t>تے جار</w:t>
      </w:r>
      <w:r w:rsidR="00824A76" w:rsidRPr="00824A76">
        <w:rPr>
          <w:rtl/>
        </w:rPr>
        <w:t xml:space="preserve"> ہے</w:t>
      </w:r>
      <w:r w:rsidR="002549D7" w:rsidRPr="002549D7">
        <w:rPr>
          <w:rtl/>
        </w:rPr>
        <w:t xml:space="preserve"> ہیں </w:t>
      </w:r>
      <w:r>
        <w:rPr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کے لئے امام جوادںراہ حل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وقبل</w:t>
      </w:r>
      <w:r w:rsidRPr="00157F97">
        <w:rPr>
          <w:rStyle w:val="libArabicChar"/>
          <w:rtl/>
        </w:rPr>
        <w:t xml:space="preserve"> ذالک فت</w:t>
      </w:r>
      <w:r w:rsidRPr="00157F97">
        <w:rPr>
          <w:rStyle w:val="libArabicChar"/>
          <w:rFonts w:hint="cs"/>
          <w:rtl/>
        </w:rPr>
        <w:t>ْنَةٌ شرٍیُ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الرّجُلُ م</w:t>
      </w:r>
      <w:r w:rsidRPr="00157F97">
        <w:rPr>
          <w:rStyle w:val="libArabicChar"/>
          <w:rFonts w:hint="cs"/>
          <w:rtl/>
        </w:rPr>
        <w:t>ٴ</w:t>
      </w:r>
      <w:r w:rsidRPr="00157F97">
        <w:rPr>
          <w:rStyle w:val="libArabicChar"/>
          <w:rFonts w:hint="eastAsia"/>
          <w:rtl/>
        </w:rPr>
        <w:t>ومناً</w:t>
      </w:r>
      <w:r w:rsidRPr="00157F97">
        <w:rPr>
          <w:rStyle w:val="libArabicChar"/>
          <w:rtl/>
        </w:rPr>
        <w:t xml:space="preserve">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کافراو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مومناًو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کافراًفمن ادرک ذالک الزمان فل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تقِ</w:t>
      </w:r>
      <w:r w:rsidRPr="00157F97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کن</w:t>
      </w:r>
      <w:r w:rsidRPr="00157F97">
        <w:rPr>
          <w:rStyle w:val="libArabicChar"/>
          <w:rtl/>
        </w:rPr>
        <w:t xml:space="preserve"> من احلاس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”روز</w:t>
      </w:r>
      <w:r>
        <w:rPr>
          <w:rtl/>
        </w:rPr>
        <w:t xml:space="preserve"> موعود (ظھور ) سے</w:t>
      </w:r>
      <w:r w:rsidR="000C56D5" w:rsidRPr="000C56D5">
        <w:rPr>
          <w:rtl/>
        </w:rPr>
        <w:t xml:space="preserve"> پہلے </w:t>
      </w:r>
      <w:r>
        <w:rPr>
          <w:rtl/>
        </w:rPr>
        <w:t>بہت بڑا فتنہ</w:t>
      </w:r>
      <w:r w:rsidR="000C56D5" w:rsidRPr="000C56D5">
        <w:rPr>
          <w:rtl/>
        </w:rPr>
        <w:t xml:space="preserve"> ہوگا </w:t>
      </w:r>
      <w:r>
        <w:rPr>
          <w:rtl/>
        </w:rPr>
        <w:t>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شام</w:t>
      </w:r>
      <w:r>
        <w:rPr>
          <w:rtl/>
        </w:rPr>
        <w:t xml:space="preserve"> کرے گا اور کفر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صبح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صبح</w:t>
      </w:r>
      <w:r>
        <w:rPr>
          <w:rtl/>
        </w:rPr>
        <w:t xml:space="preserve"> اور کفر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tl/>
        </w:rPr>
        <w:t xml:space="preserve"> </w:t>
      </w:r>
    </w:p>
    <w:p w:rsidR="0042080E" w:rsidRDefault="007D2A2F" w:rsidP="0042080E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42080E">
        <w:rPr>
          <w:rFonts w:hint="eastAsia"/>
          <w:rtl/>
        </w:rPr>
        <w:t>شام</w:t>
      </w:r>
      <w:r w:rsidR="0042080E">
        <w:rPr>
          <w:rtl/>
        </w:rPr>
        <w:t xml:space="preserve"> کرے گا ،اورجوکوئ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بھ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اس زمانہ کودرک کرے تو وہ اپنے گھر کے بچھونوں </w:t>
      </w:r>
      <w:r>
        <w:rPr>
          <w:rtl/>
        </w:rPr>
        <w:t xml:space="preserve">میں </w:t>
      </w:r>
      <w:r w:rsidR="0042080E">
        <w:rPr>
          <w:rtl/>
        </w:rPr>
        <w:t xml:space="preserve"> سے ا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ک</w:t>
      </w:r>
      <w:r w:rsidR="0042080E">
        <w:rPr>
          <w:rtl/>
        </w:rPr>
        <w:t xml:space="preserve"> بچھونابن جائے۔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زمانہ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انسان</w:t>
      </w:r>
      <w:r>
        <w:rPr>
          <w:rtl/>
        </w:rPr>
        <w:t xml:space="preserve"> اپنے گھر سے باھر نکلنے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کرے۔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</w:t>
      </w:r>
      <w:r w:rsidR="002549D7" w:rsidRPr="002549D7">
        <w:rPr>
          <w:rtl/>
        </w:rPr>
        <w:t xml:space="preserve"> یہی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کہ اپنے گھر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وقت</w:t>
      </w:r>
      <w:r>
        <w:rPr>
          <w:rtl/>
        </w:rPr>
        <w:t xml:space="preserve"> گزارے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2549D7" w:rsidRPr="002549D7">
        <w:rPr>
          <w:rtl/>
        </w:rPr>
        <w:t xml:space="preserve"> یہی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راستہ</w:t>
      </w:r>
      <w:r w:rsidR="00824A76" w:rsidRPr="00824A76">
        <w:rPr>
          <w:rtl/>
        </w:rPr>
        <w:t xml:space="preserve"> ہے </w:t>
      </w:r>
      <w:r>
        <w:rPr>
          <w:rtl/>
        </w:rPr>
        <w:t>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اپنے آپ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بچا سکتا</w:t>
      </w:r>
      <w:r w:rsidR="00824A76" w:rsidRPr="00824A76">
        <w:rPr>
          <w:rtl/>
        </w:rPr>
        <w:t xml:space="preserve"> ہے </w:t>
      </w:r>
      <w:r>
        <w:rPr>
          <w:rtl/>
        </w:rPr>
        <w:t>۔ جتنا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گھلے</w:t>
      </w:r>
      <w:r>
        <w:rPr>
          <w:rtl/>
        </w:rPr>
        <w:t xml:space="preserve"> ملے گااتنا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اس کے گناہ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پڑنے</w:t>
      </w:r>
      <w:r>
        <w:rPr>
          <w:rtl/>
        </w:rPr>
        <w:t xml:space="preserve"> کااحتمال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صادق(ع)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>
        <w:rPr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کان ذالک فکونوا احلاس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وتکم</w:t>
      </w:r>
      <w:r w:rsidRPr="00157F97">
        <w:rPr>
          <w:rStyle w:val="libArabicChar"/>
          <w:rtl/>
        </w:rPr>
        <w:t xml:space="preserve">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الطا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ر المط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ّرِ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وہ وقت آئے تو اپنے گھر کے بچھونوں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بچھونا بن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طاھر ومطھر امام غائب (عج) ظھور کرجائے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صادق(ع)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کُفُّوا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ْسِنَتُکُمْ والْزَمُوْا بُیُ</w:t>
      </w:r>
      <w:r w:rsidRPr="00157F97">
        <w:rPr>
          <w:rStyle w:val="libArabicChar"/>
          <w:rFonts w:hint="eastAsia"/>
          <w:rtl/>
        </w:rPr>
        <w:t>وتَکُم</w:t>
      </w:r>
      <w:r w:rsidRPr="00157F97">
        <w:rPr>
          <w:rStyle w:val="libArabicChar"/>
          <w:rFonts w:hint="cs"/>
          <w:rtl/>
        </w:rPr>
        <w:t>ْ</w:t>
      </w:r>
      <w:r w:rsidRPr="00157F97">
        <w:rPr>
          <w:rStyle w:val="libArabicChar"/>
          <w:rtl/>
        </w:rPr>
        <w:t xml:space="preserve"> فَ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نَّ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لا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بکم</w:t>
      </w:r>
      <w:r w:rsidRPr="00157F97">
        <w:rPr>
          <w:rStyle w:val="libArabicChar"/>
          <w:rtl/>
        </w:rPr>
        <w:t xml:space="preserve"> امرٌ تُخَصِّو</w:t>
      </w:r>
      <w:r w:rsidRPr="00157F97">
        <w:rPr>
          <w:rStyle w:val="libArabicChar"/>
          <w:rFonts w:hint="cs"/>
          <w:rtl/>
        </w:rPr>
        <w:t>ْنَ بِ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 ابداً</w:t>
      </w:r>
      <w:r>
        <w:rPr>
          <w:rFonts w:hint="cs"/>
          <w:rtl/>
        </w:rPr>
        <w:t>“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148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”اپن</w:t>
      </w:r>
      <w:r>
        <w:rPr>
          <w:rFonts w:hint="cs"/>
          <w:rtl/>
        </w:rPr>
        <w:t>ی</w:t>
      </w:r>
      <w:r>
        <w:rPr>
          <w:rtl/>
        </w:rPr>
        <w:t xml:space="preserve"> زبانوں کو قابو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رکھو</w:t>
      </w:r>
      <w:r>
        <w:rPr>
          <w:rtl/>
        </w:rPr>
        <w:t xml:space="preserve"> اور اپنے گھروں سے باھر نہ نکلو بے شک تمھارے لئے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ںآئے</w:t>
      </w:r>
      <w:r>
        <w:rPr>
          <w:rtl/>
        </w:rPr>
        <w:t xml:space="preserve"> گا کہ جو تم سے مخصوص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کو قابو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مسئلہ</w:t>
      </w:r>
      <w:r w:rsidR="00824A76" w:rsidRPr="00824A76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وجہ سے بعض اوقات بہت بڑے فتنہ رونما</w:t>
      </w:r>
      <w:r w:rsidR="00272FF7" w:rsidRPr="00272FF7">
        <w:rPr>
          <w:rtl/>
        </w:rPr>
        <w:t xml:space="preserve"> ہو</w:t>
      </w:r>
      <w:r>
        <w:rPr>
          <w:rtl/>
        </w:rPr>
        <w:t>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انسان بے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کرجاتا</w:t>
      </w:r>
      <w:r w:rsidR="00824A76" w:rsidRPr="00824A76">
        <w:rPr>
          <w:rtl/>
        </w:rPr>
        <w:t xml:space="preserve"> ہے </w:t>
      </w:r>
      <w:r>
        <w:rPr>
          <w:rtl/>
        </w:rPr>
        <w:t>کہ جس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بہت بھانک ثابت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انسان کودن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دونوں </w:t>
      </w:r>
      <w:r w:rsidR="007D2A2F">
        <w:rPr>
          <w:rtl/>
        </w:rPr>
        <w:t xml:space="preserve">میں </w:t>
      </w:r>
      <w:r>
        <w:rPr>
          <w:rtl/>
        </w:rPr>
        <w:t xml:space="preserve"> نقصان پھنچانے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موثر ک</w:t>
      </w:r>
      <w:r>
        <w:rPr>
          <w:rFonts w:hint="eastAsia"/>
          <w:rtl/>
        </w:rPr>
        <w:t>ردار</w:t>
      </w:r>
      <w:r>
        <w:rPr>
          <w:rtl/>
        </w:rPr>
        <w:t xml:space="preserve"> ادا 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بلکہ آخرت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زبان کے بے ج</w:t>
      </w:r>
      <w:r w:rsidR="005564CA">
        <w:rPr>
          <w:rtl/>
        </w:rPr>
        <w:t xml:space="preserve">اہل </w:t>
      </w:r>
      <w:r>
        <w:rPr>
          <w:rtl/>
        </w:rPr>
        <w:t>انے کا حساب کتاب</w:t>
      </w:r>
      <w:r w:rsidR="000C56D5" w:rsidRPr="000C56D5">
        <w:rPr>
          <w:rtl/>
        </w:rPr>
        <w:t xml:space="preserve"> ہوگا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824A76" w:rsidRPr="00824A76">
        <w:rPr>
          <w:rtl/>
        </w:rPr>
        <w:t xml:space="preserve"> ہے </w:t>
      </w:r>
      <w:r>
        <w:rPr>
          <w:rtl/>
        </w:rPr>
        <w:t>کہ اپن</w:t>
      </w:r>
      <w:r>
        <w:rPr>
          <w:rFonts w:hint="cs"/>
          <w:rtl/>
        </w:rPr>
        <w:t>ی</w:t>
      </w:r>
      <w:r>
        <w:rPr>
          <w:rtl/>
        </w:rPr>
        <w:t xml:space="preserve"> زبان کوقابو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رکھنے</w:t>
      </w:r>
      <w:r>
        <w:rPr>
          <w:rtl/>
        </w:rPr>
        <w:t xml:space="preserve"> کے لئے متعدد 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تجا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رُ</w:t>
      </w:r>
      <w:r w:rsidRPr="00157F97">
        <w:rPr>
          <w:rStyle w:val="libArabicChar"/>
          <w:rtl/>
        </w:rPr>
        <w:t xml:space="preserve"> النَّاس بالمنکرات </w:t>
      </w:r>
      <w:r w:rsidRPr="00157F97">
        <w:rPr>
          <w:rStyle w:val="libArabicChar"/>
          <w:rFonts w:hint="cs"/>
          <w:rtl/>
        </w:rPr>
        <w:t>…فَیُ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Fonts w:hint="cs"/>
          <w:rtl/>
        </w:rPr>
        <w:t>ْفِقُ</w:t>
      </w:r>
      <w:r w:rsidRPr="00157F97">
        <w:rPr>
          <w:rStyle w:val="libArabicChar"/>
          <w:rtl/>
        </w:rPr>
        <w:t xml:space="preserve"> المالُ للغنٰاءِ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149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”لوگ</w:t>
      </w:r>
      <w:r>
        <w:rPr>
          <w:rtl/>
        </w:rPr>
        <w:t xml:space="preserve"> منکرات کو علناًانجام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اورکثرت سے اپنے مال ودولت کو گانے نجانے پر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دور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 w:rsidR="00824A76" w:rsidRPr="00824A76">
        <w:rPr>
          <w:rtl/>
        </w:rPr>
        <w:t xml:space="preserve">ہے </w:t>
      </w:r>
      <w:r>
        <w:rPr>
          <w:rtl/>
        </w:rPr>
        <w:t>کہ لوگ بڑے فخر سے اپنے اور اپن</w:t>
      </w:r>
      <w:r>
        <w:rPr>
          <w:rFonts w:hint="cs"/>
          <w:rtl/>
        </w:rPr>
        <w:t>ی</w:t>
      </w:r>
      <w:r>
        <w:rPr>
          <w:rtl/>
        </w:rPr>
        <w:t xml:space="preserve"> اولاد کے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لوگو 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ناچ گانے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، کہ جس پر بے تحاشہ مال دولت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مثال کے طور پر صرف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549D7" w:rsidRPr="002549D7">
        <w:rPr>
          <w:rtl/>
        </w:rPr>
        <w:t xml:space="preserve"> ہی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 w:rsidR="00576C85">
        <w:rPr>
          <w:rtl/>
        </w:rPr>
        <w:t>یں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Fonts w:hint="eastAsia"/>
          <w:rtl/>
        </w:rPr>
        <w:t xml:space="preserve">میں </w:t>
      </w:r>
      <w:r>
        <w:rPr>
          <w:rFonts w:hint="eastAsia"/>
          <w:rtl/>
        </w:rPr>
        <w:t>ناچ</w:t>
      </w:r>
      <w:r>
        <w:rPr>
          <w:rtl/>
        </w:rPr>
        <w:t xml:space="preserve"> گانا نہ</w:t>
      </w:r>
      <w:r w:rsidR="00272FF7" w:rsidRPr="00272FF7">
        <w:rPr>
          <w:rtl/>
        </w:rPr>
        <w:t xml:space="preserve"> ہو</w:t>
      </w:r>
      <w:r>
        <w:rPr>
          <w:rtl/>
        </w:rPr>
        <w:t>تو اسے بہت بے رونق اور فضول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سمجھا جاتا</w:t>
      </w:r>
      <w:r w:rsidR="00824A76" w:rsidRPr="00824A76">
        <w:rPr>
          <w:rtl/>
        </w:rPr>
        <w:t xml:space="preserve"> ہے </w:t>
      </w:r>
      <w:r>
        <w:rPr>
          <w:rtl/>
        </w:rPr>
        <w:t>اس کے برعکس اگر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ناچنے</w:t>
      </w:r>
      <w:r>
        <w:rPr>
          <w:rtl/>
        </w:rPr>
        <w:t xml:space="preserve"> والے اوروال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6535" w:rsidRPr="00B06535">
        <w:rPr>
          <w:rtl/>
        </w:rPr>
        <w:t>جائیں</w:t>
      </w:r>
      <w:r>
        <w:rPr>
          <w:rtl/>
        </w:rPr>
        <w:t>رات پھر مھند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کے نام پر رقص</w:t>
      </w:r>
      <w:r w:rsidR="002549D7" w:rsidRPr="002549D7">
        <w:rPr>
          <w:rtl/>
        </w:rPr>
        <w:t xml:space="preserve"> ہو </w:t>
      </w:r>
      <w:r>
        <w:rPr>
          <w:rtl/>
        </w:rPr>
        <w:t>بڑے بڑے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گروپ کو دعوت د</w:t>
      </w:r>
      <w:r>
        <w:rPr>
          <w:rFonts w:hint="cs"/>
          <w:rtl/>
        </w:rPr>
        <w:t>ی</w:t>
      </w:r>
      <w:r>
        <w:rPr>
          <w:rtl/>
        </w:rPr>
        <w:t xml:space="preserve"> جائے ،ا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محافل کو بہت بارونق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>،حت</w:t>
      </w:r>
      <w:r>
        <w:rPr>
          <w:rFonts w:hint="cs"/>
          <w:rtl/>
        </w:rPr>
        <w:t>ی</w:t>
      </w:r>
      <w:r>
        <w:rPr>
          <w:rtl/>
        </w:rPr>
        <w:t xml:space="preserve"> آج کل بعض لوگ علماء کے اعتراض سے بچنے کے لئے نکاح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کو گھر پر مختصرلوگوں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انجام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C537D2" w:rsidRPr="00C537D2">
        <w:rPr>
          <w:rtl/>
        </w:rPr>
        <w:t xml:space="preserve"> ہیں</w:t>
      </w:r>
      <w:r>
        <w:rPr>
          <w:rtl/>
        </w:rPr>
        <w:t>تاکہ مھمانوں کے سامنے کس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کا سامنا نہ کرنا پڑے ۔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ںفرماتے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الآمر بالمعروف ذل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لاً</w:t>
      </w:r>
      <w:r w:rsidRPr="00157F97">
        <w:rPr>
          <w:rStyle w:val="libArabicChar"/>
          <w:rtl/>
        </w:rPr>
        <w:t xml:space="preserve"> والفاسق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مالاً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حبُّ</w:t>
      </w:r>
      <w:r w:rsidRPr="00157F97">
        <w:rPr>
          <w:rStyle w:val="libArabicChar"/>
          <w:rtl/>
        </w:rPr>
        <w:t xml:space="preserve"> اللّٰ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محموداً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”امر</w:t>
      </w:r>
      <w:r>
        <w:rPr>
          <w:rtl/>
        </w:rPr>
        <w:t xml:space="preserve"> بالمعروف (لوگوں کو واجبات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کرنے والا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گناہ کرنے والا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احترام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نَّ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الناس زمانٌ 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طرَّفُ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الفاجر و 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قَرَّبُ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الماجن و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ضعف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المنصف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آئے گا کہ جب فاجر اور فاسق کا احترام</w:t>
      </w:r>
      <w:r w:rsidR="000C56D5" w:rsidRPr="000C56D5">
        <w:rPr>
          <w:rtl/>
        </w:rPr>
        <w:t xml:space="preserve"> ہوگا </w:t>
      </w:r>
      <w:r>
        <w:rPr>
          <w:rtl/>
        </w:rPr>
        <w:t>اور مدار</w:t>
      </w:r>
      <w:r>
        <w:rPr>
          <w:rFonts w:hint="cs"/>
          <w:rtl/>
        </w:rPr>
        <w:t>ی</w:t>
      </w:r>
      <w:r>
        <w:rPr>
          <w:rtl/>
        </w:rPr>
        <w:t xml:space="preserve"> (ناچنے گانے والے)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</w:t>
      </w:r>
      <w:r w:rsidR="00272FF7" w:rsidRPr="00272FF7">
        <w:rPr>
          <w:rtl/>
        </w:rPr>
        <w:t xml:space="preserve"> ہو</w:t>
      </w:r>
      <w:r>
        <w:rPr>
          <w:rtl/>
        </w:rPr>
        <w:t>نگے اور انصاف کرنے والا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کررہ جائے 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یہی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24A76" w:rsidRPr="00824A76">
        <w:rPr>
          <w:rtl/>
        </w:rPr>
        <w:t xml:space="preserve"> ہے </w:t>
      </w:r>
      <w:r>
        <w:rPr>
          <w:rtl/>
        </w:rPr>
        <w:t>۔ اور کوئ</w:t>
      </w:r>
      <w:r>
        <w:rPr>
          <w:rFonts w:hint="cs"/>
          <w:rtl/>
        </w:rPr>
        <w:t>ی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کرے تو لوگ اسے زھن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نجانے کن کن القاب سے پکارنے لگتے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برعکس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محفل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فسق</w:t>
      </w:r>
      <w:r>
        <w:rPr>
          <w:rtl/>
        </w:rPr>
        <w:t xml:space="preserve"> و فجور ک</w:t>
      </w:r>
      <w:r>
        <w:rPr>
          <w:rFonts w:hint="cs"/>
          <w:rtl/>
        </w:rPr>
        <w:t>ی</w:t>
      </w:r>
      <w:r>
        <w:rPr>
          <w:rtl/>
        </w:rPr>
        <w:t xml:space="preserve"> بات کرے تو سب بڑ</w:t>
      </w:r>
      <w:r>
        <w:rPr>
          <w:rFonts w:hint="cs"/>
          <w:rtl/>
        </w:rPr>
        <w:t>ی</w:t>
      </w:r>
      <w:r>
        <w:rPr>
          <w:rtl/>
        </w:rPr>
        <w:t xml:space="preserve"> توجہ کے ساتھ سنتے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549D7" w:rsidRPr="002549D7">
        <w:rPr>
          <w:rtl/>
        </w:rPr>
        <w:t xml:space="preserve"> ہی </w:t>
      </w:r>
      <w:r>
        <w:rPr>
          <w:rtl/>
        </w:rPr>
        <w:t>لوگوں کا احترام بھ</w:t>
      </w:r>
      <w:r>
        <w:rPr>
          <w:rFonts w:hint="cs"/>
          <w:rtl/>
        </w:rPr>
        <w:t>ی</w:t>
      </w:r>
      <w:r>
        <w:rPr>
          <w:rtl/>
        </w:rPr>
        <w:t xml:space="preserve">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cr/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جواس زمانہ کے لوگوں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ہم </w:t>
      </w:r>
      <w:r>
        <w:rPr>
          <w:rtl/>
        </w:rPr>
        <w:t>نے 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فقط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انحصار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خداوند </w:t>
      </w:r>
      <w:r w:rsidR="007D2A2F">
        <w:rPr>
          <w:rtl/>
        </w:rPr>
        <w:t xml:space="preserve">ہمیں </w:t>
      </w:r>
      <w:r>
        <w:rPr>
          <w:rFonts w:hint="eastAsia"/>
          <w:rtl/>
        </w:rPr>
        <w:t>اور</w:t>
      </w:r>
      <w:r w:rsidR="002549D7" w:rsidRPr="002549D7">
        <w:rPr>
          <w:rtl/>
        </w:rPr>
        <w:t xml:space="preserve"> ہماری </w:t>
      </w:r>
      <w:r>
        <w:rPr>
          <w:rtl/>
        </w:rPr>
        <w:t>اولاد کو ان تما م صفات رز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محفوظ فرمائے (الھ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4" w:name="_Toc502225878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زمانے کے مرد</w:t>
      </w:r>
      <w:bookmarkEnd w:id="34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ماترک</w:t>
      </w:r>
      <w:r w:rsidRPr="00157F97">
        <w:rPr>
          <w:rStyle w:val="libArabicChar"/>
          <w:rtl/>
        </w:rPr>
        <w:t xml:space="preserve"> بعد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فتنة 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خر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الرَّجال من النساء</w:t>
      </w:r>
      <w:r>
        <w:rPr>
          <w:rtl/>
        </w:rPr>
        <w:t xml:space="preserve">“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کے لوگوں کے لئے سب سے برا فتنہ وہ</w:t>
      </w:r>
      <w:r w:rsidR="000C56D5" w:rsidRPr="000C56D5">
        <w:rPr>
          <w:rtl/>
        </w:rPr>
        <w:t xml:space="preserve"> ہوگا </w:t>
      </w:r>
      <w:r>
        <w:rPr>
          <w:rtl/>
        </w:rPr>
        <w:t>کہ عورتوں ک</w:t>
      </w:r>
      <w:r>
        <w:rPr>
          <w:rFonts w:hint="cs"/>
          <w:rtl/>
        </w:rPr>
        <w:t>ی</w:t>
      </w:r>
      <w:r>
        <w:rPr>
          <w:rtl/>
        </w:rPr>
        <w:t xml:space="preserve"> جانب سے آئے 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042197" w:rsidRPr="00042197">
        <w:rPr>
          <w:rtl/>
        </w:rPr>
        <w:t xml:space="preserve"> ہوا </w:t>
      </w:r>
      <w:r>
        <w:rPr>
          <w:rtl/>
        </w:rPr>
        <w:t xml:space="preserve">کہ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لکت</w:t>
      </w:r>
      <w:r w:rsidRPr="00157F97">
        <w:rPr>
          <w:rStyle w:val="libArabicChar"/>
          <w:rtl/>
        </w:rPr>
        <w:t xml:space="preserve"> الرِّجال ح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الطاعت النساء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لوگ </w:t>
      </w:r>
      <w:r w:rsidR="00025F9A" w:rsidRPr="00025F9A">
        <w:rPr>
          <w:rtl/>
        </w:rPr>
        <w:t>ہلاک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جوعورتوں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چلنے والے لوگ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کو برباد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وضاحت کرتے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مراد ھرعورت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مومنات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گفتگو سے خارج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2549D7" w:rsidRPr="002549D7">
        <w:rPr>
          <w:rtl/>
        </w:rPr>
        <w:t xml:space="preserve"> ہماری </w:t>
      </w:r>
      <w:r>
        <w:rPr>
          <w:rtl/>
        </w:rPr>
        <w:t xml:space="preserve">گفتگو ان عورتوں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ھے</w:t>
      </w:r>
      <w:r>
        <w:rPr>
          <w:rtl/>
        </w:rPr>
        <w:t xml:space="preserve"> کہ جونہ خود خدا اوررسول(ص) پہ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اور ساتھ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اور شوھر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گمراھ</w:t>
      </w:r>
      <w:r>
        <w:rPr>
          <w:rFonts w:hint="cs"/>
          <w:rtl/>
        </w:rPr>
        <w:t>ی</w:t>
      </w:r>
      <w:r>
        <w:rPr>
          <w:rtl/>
        </w:rPr>
        <w:t xml:space="preserve"> کے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ڈھک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 w:rsidR="00576C85">
        <w:rPr>
          <w:rFonts w:hint="eastAsia"/>
          <w:rtl/>
        </w:rPr>
        <w:t>یں</w:t>
      </w:r>
      <w:r>
        <w:rPr>
          <w:rtl/>
        </w:rPr>
        <w:t xml:space="preserve"> کہ جو اپنے شوھر وں کو غلط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مجبور کرت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ارشاد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تاھے 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لعن</w:t>
      </w:r>
      <w:r w:rsidRPr="00157F97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الرجل لبس لبسة 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والمر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لبسة الرجل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لعنت کرے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پر کہ جو عورتوں کا لباس پھنے اوران عورتوں پر کہ جو مردوں کا لباس پھنے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آج کل کے جوان اور نوجوانوں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نام پر</w:t>
      </w:r>
      <w:r w:rsidR="00272FF7" w:rsidRPr="00272FF7">
        <w:rPr>
          <w:rtl/>
        </w:rPr>
        <w:t xml:space="preserve"> ہو</w:t>
      </w:r>
      <w:r>
        <w:rPr>
          <w:rtl/>
        </w:rPr>
        <w:t>رھا</w:t>
      </w:r>
      <w:r w:rsidR="00824A76" w:rsidRPr="00824A76">
        <w:rPr>
          <w:rtl/>
        </w:rPr>
        <w:t xml:space="preserve"> ہے </w:t>
      </w:r>
      <w:r>
        <w:rPr>
          <w:rtl/>
        </w:rPr>
        <w:t>ھرد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</w:t>
      </w:r>
      <w:r w:rsidR="00824A76" w:rsidRPr="00824A76">
        <w:rPr>
          <w:rtl/>
        </w:rPr>
        <w:t xml:space="preserve"> ہے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 w:rsidR="000C56D5" w:rsidRPr="000C56D5">
        <w:rPr>
          <w:rtl/>
        </w:rPr>
        <w:t xml:space="preserve">ہم </w:t>
      </w:r>
      <w:r>
        <w:rPr>
          <w:rtl/>
        </w:rPr>
        <w:t>مسئلہ کہ جوآج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رائج اوربہت سے ممالک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رسم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کرچکا</w:t>
      </w:r>
      <w:r w:rsidR="00824A76" w:rsidRPr="00824A76">
        <w:rPr>
          <w:rtl/>
        </w:rPr>
        <w:t xml:space="preserve"> ہے </w:t>
      </w:r>
      <w:r>
        <w:rPr>
          <w:rtl/>
        </w:rPr>
        <w:t>وہ</w:t>
      </w:r>
      <w:r w:rsidR="00824A76" w:rsidRPr="00824A76">
        <w:rPr>
          <w:rtl/>
        </w:rPr>
        <w:t xml:space="preserve"> ہم </w:t>
      </w: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مسئلہ کہ مردمرد سے اور عورت </w:t>
      </w:r>
      <w:r>
        <w:rPr>
          <w:rFonts w:hint="eastAsia"/>
          <w:rtl/>
        </w:rPr>
        <w:t>عورت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 w:rsidR="00025F9A" w:rsidRPr="00025F9A">
        <w:rPr>
          <w:rtl/>
        </w:rPr>
        <w:t>رہے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چودہ سو برس</w:t>
      </w:r>
      <w:r w:rsidR="000C56D5" w:rsidRPr="000C56D5">
        <w:rPr>
          <w:rtl/>
        </w:rPr>
        <w:t xml:space="preserve"> پہلے </w:t>
      </w:r>
      <w:r w:rsidR="002549D7" w:rsidRPr="002549D7">
        <w:rPr>
          <w:rtl/>
        </w:rPr>
        <w:t>ہمارے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السلام سے وارد</w:t>
      </w:r>
      <w:r w:rsidR="00DE4B57" w:rsidRPr="00DE4B57">
        <w:rPr>
          <w:rtl/>
        </w:rPr>
        <w:t xml:space="preserve"> ہوئی</w:t>
      </w:r>
      <w:r w:rsidR="00C537D2" w:rsidRPr="00C537D2">
        <w:rPr>
          <w:rtl/>
        </w:rPr>
        <w:t xml:space="preserve"> ہیں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رکب الذکور الذکور والاناث الاناث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”جب</w:t>
      </w:r>
      <w:r>
        <w:rPr>
          <w:rtl/>
        </w:rPr>
        <w:t xml:space="preserve"> مرد مردوں کے ساتھ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کے ساتھ</w:t>
      </w:r>
      <w:r w:rsidR="00824A76" w:rsidRPr="00824A76">
        <w:rPr>
          <w:rtl/>
        </w:rPr>
        <w:t xml:space="preserve"> ہم </w:t>
      </w:r>
      <w:r>
        <w:rPr>
          <w:rtl/>
        </w:rPr>
        <w:t>بستر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اکتف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الرجال بالرجال والنساء باالنساء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مردوں کے لئے مرد اورعورتوں کے لئے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بارے </w:t>
      </w:r>
      <w:r w:rsidR="007D2A2F">
        <w:rPr>
          <w:rtl/>
        </w:rPr>
        <w:t xml:space="preserve">میں </w:t>
      </w:r>
      <w:r>
        <w:rPr>
          <w:rtl/>
        </w:rPr>
        <w:t xml:space="preserve"> وارد</w:t>
      </w:r>
      <w:r w:rsidR="00DE4B57" w:rsidRPr="00DE4B57">
        <w:rPr>
          <w:rtl/>
        </w:rPr>
        <w:t xml:space="preserve"> ہوئی </w:t>
      </w:r>
      <w:r w:rsidR="002549D7" w:rsidRPr="002549D7">
        <w:rPr>
          <w:rtl/>
        </w:rPr>
        <w:t xml:space="preserve">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24A76" w:rsidRPr="00824A76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 اکتفاء کرتے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۔!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تکون</w:t>
      </w:r>
      <w:r w:rsidRPr="00157F97">
        <w:rPr>
          <w:rStyle w:val="libArabicChar"/>
          <w:rtl/>
        </w:rPr>
        <w:t xml:space="preserve"> مع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شة</w:t>
      </w:r>
      <w:r w:rsidRPr="00157F97">
        <w:rPr>
          <w:rStyle w:val="libArabicChar"/>
          <w:rtl/>
        </w:rPr>
        <w:t xml:space="preserve"> الرَّجل من دبر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ومع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شة</w:t>
      </w:r>
      <w:r w:rsidRPr="00157F97">
        <w:rPr>
          <w:rStyle w:val="libArabicChar"/>
          <w:rtl/>
        </w:rPr>
        <w:t xml:space="preserve"> 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من فرج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”مردوعورت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اپن</w:t>
      </w:r>
      <w:r>
        <w:rPr>
          <w:rFonts w:hint="cs"/>
          <w:rtl/>
        </w:rPr>
        <w:t>ی</w:t>
      </w:r>
      <w:r>
        <w:rPr>
          <w:rtl/>
        </w:rPr>
        <w:t xml:space="preserve"> شرمگاھوں کو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بلکہ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اورھر خاص و عام کے لئے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2549D7" w:rsidRPr="002549D7">
        <w:rPr>
          <w:rtl/>
        </w:rPr>
        <w:t xml:space="preserve"> ہے۔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مولائے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الرجل من زوجت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القب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</w:t>
      </w:r>
      <w:r w:rsidRPr="00157F97">
        <w:rPr>
          <w:rStyle w:val="libArabicChar"/>
          <w:rtl/>
        </w:rPr>
        <w:t xml:space="preserve"> فلا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نعا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ولا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ردُّ</w:t>
      </w:r>
      <w:r w:rsidRPr="00157F97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اعن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</w:t>
      </w:r>
      <w:r w:rsidRPr="00157F97">
        <w:rPr>
          <w:rStyle w:val="libArabicChar"/>
          <w:rFonts w:hint="cs"/>
          <w:rtl/>
        </w:rPr>
        <w:t>ی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خُذُ ماتَ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تِ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tl/>
        </w:rPr>
        <w:t xml:space="preserve"> مِن</w:t>
      </w:r>
      <w:r w:rsidRPr="00157F97">
        <w:rPr>
          <w:rStyle w:val="libArabicChar"/>
          <w:rFonts w:hint="cs"/>
          <w:rtl/>
        </w:rPr>
        <w:t>ْ کدِّ فرج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 وَمِن</w:t>
      </w:r>
      <w:r w:rsidRPr="00157F97">
        <w:rPr>
          <w:rStyle w:val="libArabicChar"/>
          <w:rFonts w:hint="cs"/>
          <w:rtl/>
        </w:rPr>
        <w:t>ْ مُفْسِدِ حِذر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احتی</w:t>
      </w:r>
      <w:r w:rsidRPr="00157F97">
        <w:rPr>
          <w:rStyle w:val="libArabicChar"/>
          <w:rtl/>
        </w:rPr>
        <w:t xml:space="preserve"> لونُکِحَت</w:t>
      </w:r>
      <w:r w:rsidRPr="00157F97">
        <w:rPr>
          <w:rStyle w:val="libArabicChar"/>
          <w:rFonts w:hint="cs"/>
          <w:rtl/>
        </w:rPr>
        <w:t>ْ طولاً وعرضاً لم ی</w:t>
      </w:r>
      <w:r w:rsidRPr="00157F97">
        <w:rPr>
          <w:rStyle w:val="libArabicChar"/>
          <w:rFonts w:hint="eastAsia"/>
          <w:rtl/>
        </w:rPr>
        <w:t>ن</w:t>
      </w:r>
      <w:r w:rsidR="00031FA0" w:rsidRPr="00031FA0">
        <w:rPr>
          <w:rStyle w:val="libArabicChar"/>
          <w:rFonts w:hint="cs"/>
          <w:rtl/>
        </w:rPr>
        <w:t>هه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ولا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س</w:t>
      </w:r>
      <w:r w:rsidRPr="00157F97">
        <w:rPr>
          <w:rStyle w:val="libArabicChar"/>
          <w:rFonts w:hint="cs"/>
          <w:rtl/>
        </w:rPr>
        <w:t>ْمَع</w:t>
      </w:r>
      <w:r w:rsidRPr="00157F97">
        <w:rPr>
          <w:rStyle w:val="libArabicChar"/>
          <w:rtl/>
        </w:rPr>
        <w:t xml:space="preserve"> مَاوقع فَذاکَ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والدَّ</w:t>
      </w:r>
      <w:r w:rsidRPr="00157F97">
        <w:rPr>
          <w:rStyle w:val="libArabicChar"/>
          <w:rFonts w:hint="cs"/>
          <w:rtl/>
        </w:rPr>
        <w:t>یُّ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ْثَ</w:t>
      </w:r>
      <w:r>
        <w:rPr>
          <w:rFonts w:hint="cs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”مرداپن</w:t>
      </w:r>
      <w:r>
        <w:rPr>
          <w:rFonts w:hint="cs"/>
          <w:rtl/>
        </w:rPr>
        <w:t>ی</w:t>
      </w:r>
      <w:r>
        <w:rPr>
          <w:rtl/>
        </w:rPr>
        <w:t xml:space="preserve"> عورت سے انحراف جنس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7D2A2F">
        <w:rPr>
          <w:rtl/>
        </w:rPr>
        <w:t>یک</w:t>
      </w:r>
      <w:r>
        <w:rPr>
          <w:rtl/>
        </w:rPr>
        <w:t>ھے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منع</w:t>
      </w:r>
      <w:r w:rsidR="002549D7" w:rsidRPr="002549D7">
        <w:rPr>
          <w:rtl/>
        </w:rPr>
        <w:t xml:space="preserve"> نہیں </w:t>
      </w:r>
      <w:r>
        <w:rPr>
          <w:rtl/>
        </w:rPr>
        <w:t>کرے گا ۔ اور جواس عورت نے جسم فروش</w:t>
      </w:r>
      <w:r>
        <w:rPr>
          <w:rFonts w:hint="cs"/>
          <w:rtl/>
        </w:rPr>
        <w:t>ی</w:t>
      </w:r>
      <w:r>
        <w:rPr>
          <w:rtl/>
        </w:rPr>
        <w:t xml:space="preserve"> سے کماھو</w:t>
      </w:r>
      <w:r>
        <w:rPr>
          <w:rFonts w:hint="cs"/>
          <w:rtl/>
        </w:rPr>
        <w:t>ی</w:t>
      </w:r>
      <w:r>
        <w:rPr>
          <w:rFonts w:hint="eastAsia"/>
          <w:rtl/>
        </w:rPr>
        <w:t>ااسے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="007844F9" w:rsidRPr="007844F9">
        <w:rPr>
          <w:rtl/>
        </w:rPr>
        <w:t>کہا</w:t>
      </w:r>
      <w:r>
        <w:rPr>
          <w:rtl/>
        </w:rPr>
        <w:t xml:space="preserve">ئے گا۔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اس عورت کے پورے وجود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لے</w:t>
      </w:r>
      <w:r>
        <w:rPr>
          <w:rtl/>
        </w:rPr>
        <w:t xml:space="preserve"> لے پھربھ</w:t>
      </w:r>
      <w:r>
        <w:rPr>
          <w:rFonts w:hint="cs"/>
          <w:rtl/>
        </w:rPr>
        <w:t>ی</w:t>
      </w:r>
      <w:r>
        <w:rPr>
          <w:rtl/>
        </w:rPr>
        <w:t xml:space="preserve"> منع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ںکرے</w:t>
      </w:r>
      <w:r>
        <w:rPr>
          <w:rtl/>
        </w:rPr>
        <w:t xml:space="preserve"> گااورجوکچھ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20096" w:rsidRPr="00720096">
        <w:rPr>
          <w:rtl/>
        </w:rPr>
        <w:t xml:space="preserve"> جارہا </w:t>
      </w:r>
      <w:r w:rsidR="00272FF7" w:rsidRPr="00272FF7">
        <w:rPr>
          <w:rtl/>
        </w:rPr>
        <w:t>ہو</w:t>
      </w:r>
      <w:r>
        <w:rPr>
          <w:rtl/>
        </w:rPr>
        <w:t xml:space="preserve">اور اس کے بارے </w:t>
      </w:r>
      <w:r w:rsidR="007D2A2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کرے تو سننے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ںھوگا</w:t>
      </w:r>
      <w:r>
        <w:rPr>
          <w:rtl/>
        </w:rPr>
        <w:t xml:space="preserve"> اور</w:t>
      </w:r>
      <w:r w:rsidR="002549D7" w:rsidRPr="002549D7">
        <w:rPr>
          <w:rtl/>
        </w:rPr>
        <w:t xml:space="preserve"> یہی </w:t>
      </w:r>
      <w:r>
        <w:rPr>
          <w:rtl/>
        </w:rPr>
        <w:t>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(بے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)ھے۔“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آج کے زمانے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ںمل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واقعات آئے دن عدالتوں ک</w:t>
      </w:r>
      <w:r>
        <w:rPr>
          <w:rFonts w:hint="cs"/>
          <w:rtl/>
        </w:rPr>
        <w:t>ی</w:t>
      </w:r>
      <w:r>
        <w:rPr>
          <w:rtl/>
        </w:rPr>
        <w:t xml:space="preserve"> فائلوں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اھ</w:t>
      </w:r>
      <w:r>
        <w:rPr>
          <w:rFonts w:hint="cs"/>
          <w:rtl/>
        </w:rPr>
        <w:t>ی</w:t>
      </w:r>
      <w:r>
        <w:rPr>
          <w:rtl/>
        </w:rPr>
        <w:t xml:space="preserve"> سے قلم زن</w:t>
      </w:r>
      <w:r w:rsidR="00272FF7" w:rsidRPr="00272FF7">
        <w:rPr>
          <w:rtl/>
        </w:rPr>
        <w:t xml:space="preserve"> ہو</w:t>
      </w:r>
      <w:r>
        <w:rPr>
          <w:rtl/>
        </w:rPr>
        <w:t>تے رہتے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صادق(ع)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وَر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الفِس</w:t>
      </w:r>
      <w:r w:rsidRPr="00157F97">
        <w:rPr>
          <w:rStyle w:val="libArabicChar"/>
          <w:rFonts w:hint="cs"/>
          <w:rtl/>
        </w:rPr>
        <w:t>ْقَ قَدْ ظَ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َرَواکتفی</w:t>
      </w:r>
      <w:r w:rsidRPr="00157F97">
        <w:rPr>
          <w:rStyle w:val="libArabicChar"/>
          <w:rtl/>
        </w:rPr>
        <w:t xml:space="preserve"> الرجال بالرجال والنساء باالنساء وَرَ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تَ</w:t>
      </w:r>
      <w:r w:rsidRPr="00157F97">
        <w:rPr>
          <w:rStyle w:val="libArabicChar"/>
          <w:rtl/>
        </w:rPr>
        <w:t xml:space="preserve"> الرِّجال 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تَسمَنَّونَ</w:t>
      </w:r>
      <w:r w:rsidRPr="00157F97">
        <w:rPr>
          <w:rStyle w:val="libArabicChar"/>
          <w:rtl/>
        </w:rPr>
        <w:t xml:space="preserve"> للرجال والنِّساءَ وَرَ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تَ</w:t>
      </w:r>
      <w:r w:rsidRPr="00157F97">
        <w:rPr>
          <w:rStyle w:val="libArabicChar"/>
          <w:rtl/>
        </w:rPr>
        <w:t xml:space="preserve"> الرِّجل مع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شة</w:t>
      </w:r>
      <w:r w:rsidRPr="00157F97">
        <w:rPr>
          <w:rStyle w:val="libArabicChar"/>
          <w:rtl/>
        </w:rPr>
        <w:t xml:space="preserve"> من دبر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ومع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شة</w:t>
      </w:r>
      <w:r w:rsidRPr="00157F97">
        <w:rPr>
          <w:rStyle w:val="libArabicChar"/>
          <w:rtl/>
        </w:rPr>
        <w:t xml:space="preserve"> 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من فرج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اوَاعطَوا</w:t>
      </w:r>
      <w:r w:rsidRPr="00157F97">
        <w:rPr>
          <w:rStyle w:val="libArabicChar"/>
          <w:rtl/>
        </w:rPr>
        <w:t>لرجالَ الاموال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فروج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وتُنُوفِسَ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الرَّجل وتغا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رعل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الرجال </w:t>
      </w:r>
      <w:r w:rsidRPr="00157F97">
        <w:rPr>
          <w:rStyle w:val="libArabicChar"/>
          <w:rFonts w:hint="cs"/>
          <w:rtl/>
        </w:rPr>
        <w:t>… وَرَ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الرجل 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عَبَّرُعل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ان</w:t>
      </w:r>
      <w:r w:rsidRPr="00157F97">
        <w:rPr>
          <w:rStyle w:val="libArabicChar"/>
          <w:rtl/>
        </w:rPr>
        <w:t xml:space="preserve"> النساء </w:t>
      </w:r>
      <w:r w:rsidRPr="00157F97">
        <w:rPr>
          <w:rStyle w:val="libArabicChar"/>
          <w:rFonts w:hint="cs"/>
          <w:rtl/>
        </w:rPr>
        <w:t>… وَرَ</w:t>
      </w:r>
      <w:r w:rsidR="00296C60">
        <w:rPr>
          <w:rStyle w:val="libArabicChar"/>
          <w:rFonts w:hint="cs"/>
          <w:rtl/>
        </w:rPr>
        <w:t>ا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العقوق قد ظَ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َرَ واستُحِفَّ بالوالد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وکانا من 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سوَ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الناس</w:t>
      </w:r>
      <w:r w:rsidRPr="00157F97">
        <w:rPr>
          <w:rStyle w:val="libArabicChar"/>
          <w:rtl/>
        </w:rPr>
        <w:t xml:space="preserve"> حالاًعندالولدوَرَ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اعلامَ الحَقِّ قد درسَت</w:t>
      </w:r>
      <w:r w:rsidRPr="00157F97">
        <w:rPr>
          <w:rStyle w:val="libArabicChar"/>
          <w:rFonts w:hint="cs"/>
          <w:rtl/>
        </w:rPr>
        <w:t>ْ فَکن علی</w:t>
      </w:r>
      <w:r w:rsidRPr="00157F97">
        <w:rPr>
          <w:rStyle w:val="libArabicChar"/>
          <w:rtl/>
        </w:rPr>
        <w:t xml:space="preserve"> حَذَرٍ واطلُب</w:t>
      </w:r>
      <w:r w:rsidRPr="00157F97">
        <w:rPr>
          <w:rStyle w:val="libArabicChar"/>
          <w:rFonts w:hint="cs"/>
          <w:rtl/>
        </w:rPr>
        <w:t>ْ الی</w:t>
      </w:r>
      <w:r w:rsidRPr="00157F97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النجاة واعلم انّ الناس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سُخ</w:t>
      </w:r>
      <w:r w:rsidRPr="00157F97">
        <w:rPr>
          <w:rStyle w:val="libArabicChar"/>
          <w:rFonts w:hint="cs"/>
          <w:rtl/>
        </w:rPr>
        <w:t>ْط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ِ عَزَّوجلَّ واِنَّما یُ</w:t>
      </w:r>
      <w:r w:rsidRPr="00157F97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Fonts w:hint="cs"/>
          <w:rtl/>
        </w:rPr>
        <w:t>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ِلُ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ُم</w:t>
      </w:r>
      <w:r w:rsidRPr="00157F97">
        <w:rPr>
          <w:rStyle w:val="libArabicChar"/>
          <w:rFonts w:hint="cs"/>
          <w:rtl/>
        </w:rPr>
        <w:t>ْ</w:t>
      </w:r>
      <w:r w:rsidRPr="00157F97">
        <w:rPr>
          <w:rStyle w:val="libArabicChar"/>
          <w:rtl/>
        </w:rPr>
        <w:t xml:space="preserve"> ل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مرٍ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رَادُ</w:t>
      </w:r>
      <w:r w:rsidRPr="00157F97">
        <w:rPr>
          <w:rStyle w:val="libArabicChar"/>
          <w:rtl/>
        </w:rPr>
        <w:t xml:space="preserve"> بِ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فَکُن</w:t>
      </w:r>
      <w:r w:rsidRPr="00157F97">
        <w:rPr>
          <w:rStyle w:val="libArabicChar"/>
          <w:rFonts w:hint="cs"/>
          <w:rtl/>
        </w:rPr>
        <w:t>ْ مُترَقِّباًواجت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 xml:space="preserve">د </w:t>
      </w:r>
      <w:r w:rsidR="00296C60">
        <w:rPr>
          <w:rStyle w:val="libArabicChar"/>
          <w:rFonts w:hint="cs"/>
          <w:rtl/>
        </w:rPr>
        <w:t>ا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Fonts w:hint="cs"/>
          <w:rtl/>
        </w:rPr>
        <w:t>ْ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راک</w:t>
      </w:r>
      <w:r w:rsidRPr="00157F97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 عزَّوَجَلَّ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خلافِ ما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عل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159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”اورد</w:t>
      </w:r>
      <w:r>
        <w:rPr>
          <w:rFonts w:hint="cs"/>
          <w:rtl/>
        </w:rPr>
        <w:t>ی</w:t>
      </w:r>
      <w:r>
        <w:rPr>
          <w:rFonts w:hint="eastAsia"/>
          <w:rtl/>
        </w:rPr>
        <w:t>کھوگے</w:t>
      </w:r>
      <w:r>
        <w:rPr>
          <w:rtl/>
        </w:rPr>
        <w:t xml:space="preserve"> کہ گناہ عام</w:t>
      </w:r>
      <w:r w:rsidR="00272FF7" w:rsidRPr="00272FF7">
        <w:rPr>
          <w:rtl/>
        </w:rPr>
        <w:t xml:space="preserve"> ہو</w:t>
      </w:r>
      <w:r>
        <w:rPr>
          <w:rtl/>
        </w:rPr>
        <w:t>چکے</w:t>
      </w:r>
      <w:r w:rsidR="00437CD4" w:rsidRPr="00437CD4">
        <w:rPr>
          <w:rtl/>
        </w:rPr>
        <w:t xml:space="preserve"> ہوں </w:t>
      </w:r>
      <w:r>
        <w:rPr>
          <w:rtl/>
        </w:rPr>
        <w:t>،مرد مردوں سے اور عورت کو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ںپسند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ںمرد</w:t>
      </w:r>
      <w:r>
        <w:rPr>
          <w:rtl/>
        </w:rPr>
        <w:t xml:space="preserve"> مردوں ک</w:t>
      </w:r>
      <w:r w:rsidR="00576C85">
        <w:rPr>
          <w:rtl/>
        </w:rPr>
        <w:t>یل</w:t>
      </w:r>
      <w:r>
        <w:rPr>
          <w:rtl/>
        </w:rPr>
        <w:t xml:space="preserve">ئے آرائش </w:t>
      </w:r>
      <w:r w:rsidR="00025F9A" w:rsidRPr="00025F9A">
        <w:rPr>
          <w:rtl/>
        </w:rPr>
        <w:t>کریں</w:t>
      </w:r>
      <w:r>
        <w:rPr>
          <w:rtl/>
        </w:rPr>
        <w:t xml:space="preserve"> اور عورت عورتوں کے لئے بناوسنگھار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مردوں اورعورتوں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ان کا اپنا وجود بن جائے ،مرد جنس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="00576C85">
        <w:rPr>
          <w:rtl/>
        </w:rPr>
        <w:t>یل</w:t>
      </w:r>
      <w:r>
        <w:rPr>
          <w:rtl/>
        </w:rPr>
        <w:t xml:space="preserve">ئے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اپنا</w:t>
      </w:r>
      <w:r>
        <w:rPr>
          <w:rtl/>
        </w:rPr>
        <w:t xml:space="preserve"> مال ودولت دل کھول کرخرچ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مردوں ک</w:t>
      </w:r>
      <w:r w:rsidR="00576C85">
        <w:rPr>
          <w:rtl/>
        </w:rPr>
        <w:t>یل</w:t>
      </w:r>
      <w:r>
        <w:rPr>
          <w:rtl/>
        </w:rPr>
        <w:t>ئے عورتوں ک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حسادت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(مردوں کے اوپر مرد جان جھڑک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) مردوں کا جنس مخالف سے ھمبستر</w:t>
      </w:r>
      <w:r>
        <w:rPr>
          <w:rFonts w:hint="cs"/>
          <w:rtl/>
        </w:rPr>
        <w:t>ی</w:t>
      </w:r>
      <w:r>
        <w:rPr>
          <w:rtl/>
        </w:rPr>
        <w:t xml:space="preserve"> پر مذاق اڑے گا ۔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کے سامنے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رسوا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ھرکوئ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دوسرا</w:t>
      </w:r>
      <w:r>
        <w:rPr>
          <w:rtl/>
        </w:rPr>
        <w:t xml:space="preserve"> شخص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549D7" w:rsidRPr="002549D7">
        <w:rPr>
          <w:rtl/>
        </w:rPr>
        <w:t xml:space="preserve"> اہمیت </w:t>
      </w:r>
      <w:r>
        <w:rPr>
          <w:rtl/>
        </w:rPr>
        <w:t>کا حامل</w:t>
      </w:r>
      <w:r w:rsidR="000C56D5" w:rsidRPr="000C56D5">
        <w:rPr>
          <w:rtl/>
        </w:rPr>
        <w:t xml:space="preserve"> ہوگا </w:t>
      </w:r>
      <w:r>
        <w:rPr>
          <w:rtl/>
        </w:rPr>
        <w:t>۔ حق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ںختم 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کے غضب سے ڈرو اورخداوند سے نجات طلب کرو ۔ جان جاؤکہ لوگ موردغضب الٰھ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اورخداوند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کومھلت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824A76" w:rsidRPr="00824A76">
        <w:rPr>
          <w:rtl/>
        </w:rPr>
        <w:t xml:space="preserve"> ہے </w:t>
      </w:r>
      <w:r>
        <w:rPr>
          <w:rtl/>
        </w:rPr>
        <w:t>۔ کوشش کروکہ خداوند تم کو ان ک</w:t>
      </w:r>
      <w:r>
        <w:rPr>
          <w:rFonts w:hint="cs"/>
          <w:rtl/>
        </w:rPr>
        <w:t>ی</w:t>
      </w:r>
      <w:r>
        <w:rPr>
          <w:rtl/>
        </w:rPr>
        <w:t xml:space="preserve"> حالت سے مختل</w:t>
      </w:r>
      <w:r>
        <w:rPr>
          <w:rFonts w:hint="eastAsia"/>
          <w:rtl/>
        </w:rPr>
        <w:t>ف</w:t>
      </w:r>
      <w:r>
        <w:rPr>
          <w:rtl/>
        </w:rPr>
        <w:t xml:space="preserve"> حالت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۔اورکتنے کم لوگ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جواپنے آپ کو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بچانے ک</w:t>
      </w:r>
      <w:r>
        <w:rPr>
          <w:rFonts w:hint="cs"/>
          <w:rtl/>
        </w:rPr>
        <w:t>ی</w:t>
      </w:r>
      <w:r>
        <w:rPr>
          <w:rtl/>
        </w:rPr>
        <w:t xml:space="preserve"> کوشش کرتے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5" w:name="_Toc502225879"/>
      <w:r>
        <w:rPr>
          <w:rFonts w:hint="eastAsia"/>
          <w:rtl/>
        </w:rPr>
        <w:t>آخرزمانے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5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کہ جو اسلام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مرتبہ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824A76" w:rsidRPr="00824A76">
        <w:rPr>
          <w:rtl/>
        </w:rPr>
        <w:t xml:space="preserve"> ہے </w:t>
      </w:r>
      <w:r>
        <w:rPr>
          <w:rtl/>
        </w:rPr>
        <w:t>۔اس کو ماں،ب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،بھن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مقدس رشتوں سے نوازا</w:t>
      </w:r>
      <w:r w:rsidR="00824A76" w:rsidRPr="00824A76">
        <w:rPr>
          <w:rtl/>
        </w:rPr>
        <w:t xml:space="preserve"> ہے </w:t>
      </w:r>
      <w:r>
        <w:rPr>
          <w:rtl/>
        </w:rPr>
        <w:t>اگر وہ اپن</w:t>
      </w:r>
      <w:r>
        <w:rPr>
          <w:rFonts w:hint="cs"/>
          <w:rtl/>
        </w:rPr>
        <w:t>ی</w:t>
      </w:r>
      <w:r>
        <w:rPr>
          <w:rtl/>
        </w:rPr>
        <w:t xml:space="preserve"> قدر نہ کرے تو نہ فقط وہ بلکہ اپنے ساتھ اورچاروں طرف</w:t>
      </w:r>
      <w:r w:rsidR="00025F9A" w:rsidRPr="00025F9A">
        <w:rPr>
          <w:rtl/>
        </w:rPr>
        <w:t xml:space="preserve"> رہنے </w:t>
      </w:r>
      <w:r>
        <w:rPr>
          <w:rtl/>
        </w:rPr>
        <w:t>والو ں کو جھنم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کرلے 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وہ اپنا مقام بھلا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کے پاؤ</w:t>
      </w:r>
      <w:r>
        <w:rPr>
          <w:rFonts w:hint="eastAsia"/>
          <w:rtl/>
        </w:rPr>
        <w:t>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جنت قرارد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ہے۔ </w:t>
      </w:r>
      <w:r>
        <w:rPr>
          <w:rtl/>
        </w:rPr>
        <w:t>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اورقرآن سے دور</w:t>
      </w:r>
      <w:r w:rsidR="008828D8" w:rsidRPr="008828D8">
        <w:rPr>
          <w:rtl/>
        </w:rPr>
        <w:t xml:space="preserve"> ہونے </w:t>
      </w:r>
      <w:r>
        <w:rPr>
          <w:rtl/>
        </w:rPr>
        <w:t>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549D7" w:rsidRPr="002549D7">
        <w:rPr>
          <w:rtl/>
        </w:rPr>
        <w:t xml:space="preserve"> یہی </w:t>
      </w:r>
      <w:r>
        <w:rPr>
          <w:rtl/>
        </w:rPr>
        <w:t>نکلتا</w:t>
      </w:r>
      <w:r w:rsidR="00824A76" w:rsidRPr="00824A76">
        <w:rPr>
          <w:rtl/>
        </w:rPr>
        <w:t xml:space="preserve"> ہے </w:t>
      </w:r>
      <w:r>
        <w:rPr>
          <w:rtl/>
        </w:rPr>
        <w:t>کہ نہ فقط خودگمراہ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بلکہ اپنے ساتھ دوسروں کو بھ</w:t>
      </w:r>
      <w:r>
        <w:rPr>
          <w:rFonts w:hint="cs"/>
          <w:rtl/>
        </w:rPr>
        <w:t>ی</w:t>
      </w:r>
      <w:r>
        <w:rPr>
          <w:rtl/>
        </w:rPr>
        <w:t xml:space="preserve"> گمراہ کرڈالت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اور اس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مومنہ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اپنے گمراہ شوھر اور گھروالوں کو اپنے د</w:t>
      </w:r>
      <w:r>
        <w:rPr>
          <w:rFonts w:hint="cs"/>
          <w:rtl/>
        </w:rPr>
        <w:t>ی</w:t>
      </w:r>
      <w:r>
        <w:rPr>
          <w:rtl/>
        </w:rPr>
        <w:t>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راہ راست پہ لے آت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معاشرے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سالم فرزند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گھر ک</w:t>
      </w:r>
      <w:r>
        <w:rPr>
          <w:rFonts w:hint="cs"/>
          <w:rtl/>
        </w:rPr>
        <w:t>ی</w:t>
      </w:r>
      <w:r>
        <w:rPr>
          <w:rtl/>
        </w:rPr>
        <w:t xml:space="preserve"> چارد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رہ</w:t>
      </w:r>
      <w:r>
        <w:rPr>
          <w:rtl/>
        </w:rPr>
        <w:t xml:space="preserve"> کر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ادا 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جو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ادا</w:t>
      </w:r>
      <w:r w:rsidR="002549D7" w:rsidRPr="002549D7">
        <w:rPr>
          <w:rtl/>
        </w:rPr>
        <w:t xml:space="preserve"> نہیں </w:t>
      </w:r>
      <w:r>
        <w:rPr>
          <w:rtl/>
        </w:rPr>
        <w:t>کرسکتے</w:t>
      </w:r>
      <w:r w:rsidR="002549D7" w:rsidRPr="002549D7">
        <w:rPr>
          <w:rtl/>
        </w:rPr>
        <w:t xml:space="preserve"> یہی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باسعادت انسان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گوھر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بھول کر گمراہ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توپورے معاشرے کو گندا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گندک</w:t>
      </w:r>
      <w:r>
        <w:rPr>
          <w:rFonts w:hint="cs"/>
          <w:rtl/>
        </w:rPr>
        <w:t>ی</w:t>
      </w:r>
      <w:r>
        <w:rPr>
          <w:rtl/>
        </w:rPr>
        <w:t xml:space="preserve"> بدبو کئ</w:t>
      </w:r>
      <w:r>
        <w:rPr>
          <w:rFonts w:hint="cs"/>
          <w:rtl/>
        </w:rPr>
        <w:t>ی</w:t>
      </w:r>
      <w:r>
        <w:rPr>
          <w:rtl/>
        </w:rPr>
        <w:t xml:space="preserve"> نسلوں تک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زمانہ </w:t>
      </w:r>
      <w:r w:rsidR="007D2A2F">
        <w:rPr>
          <w:rtl/>
        </w:rPr>
        <w:t xml:space="preserve">میں </w:t>
      </w:r>
      <w:r>
        <w:rPr>
          <w:rtl/>
        </w:rPr>
        <w:t xml:space="preserve"> عورتوں کا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بڑا کردار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سلم) فرماتے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157F97">
        <w:rPr>
          <w:rStyle w:val="libArabicChar"/>
          <w:rFonts w:hint="eastAsia"/>
          <w:rtl/>
        </w:rPr>
        <w:t>ک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ف</w:t>
      </w:r>
      <w:r w:rsidRPr="00157F97">
        <w:rPr>
          <w:rStyle w:val="libArabicChar"/>
          <w:rtl/>
        </w:rPr>
        <w:t xml:space="preserve"> بِکم اذا فسدت’نسائکم وفَسَقَ شَبابُکم ولم ت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مروا</w:t>
      </w:r>
      <w:r w:rsidRPr="00157F97">
        <w:rPr>
          <w:rStyle w:val="libArabicChar"/>
          <w:rtl/>
        </w:rPr>
        <w:t xml:space="preserve"> بالمعروف بل امرتم بالمنکر ون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تم</w:t>
      </w:r>
      <w:r w:rsidRPr="00157F97">
        <w:rPr>
          <w:rStyle w:val="libArabicChar"/>
          <w:rtl/>
        </w:rPr>
        <w:t xml:space="preserve"> عن المعروف واذا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تُم</w:t>
      </w:r>
      <w:r w:rsidRPr="00157F97">
        <w:rPr>
          <w:rStyle w:val="libArabicChar"/>
          <w:rtl/>
        </w:rPr>
        <w:t xml:space="preserve"> المعروفَ مُن</w:t>
      </w:r>
      <w:r w:rsidRPr="00157F97">
        <w:rPr>
          <w:rStyle w:val="libArabicChar"/>
          <w:rFonts w:hint="cs"/>
          <w:rtl/>
        </w:rPr>
        <w:t>ْکِراً والمنکرَ معروفاً فقی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:و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 ذالک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ارسول</w:t>
      </w:r>
      <w:r w:rsidRPr="00157F97">
        <w:rPr>
          <w:rStyle w:val="libArabicChar"/>
          <w:rtl/>
        </w:rPr>
        <w:t>(ص)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؟فقال(ص) :نَعَم</w:t>
      </w:r>
      <w:r w:rsidRPr="00157F97">
        <w:rPr>
          <w:rStyle w:val="libArabicChar"/>
          <w:rFonts w:hint="cs"/>
          <w:rtl/>
        </w:rPr>
        <w:t>ْ ،وشَرٌ مِنْ ذالک</w:t>
      </w:r>
      <w:r>
        <w:rPr>
          <w:rFonts w:hint="cs"/>
          <w:rtl/>
        </w:rPr>
        <w:t>“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160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C56D5" w:rsidRPr="000C56D5">
        <w:rPr>
          <w:rtl/>
        </w:rPr>
        <w:t xml:space="preserve"> ہوگا </w:t>
      </w:r>
      <w:r>
        <w:rPr>
          <w:rtl/>
        </w:rPr>
        <w:t>کہ تمھار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ںفاسد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جوان فسق وفجور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ںاورتم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 باالمعروف ک</w:t>
      </w:r>
      <w:r>
        <w:rPr>
          <w:rFonts w:hint="cs"/>
          <w:rtl/>
        </w:rPr>
        <w:t>ی</w:t>
      </w:r>
      <w:r>
        <w:rPr>
          <w:rtl/>
        </w:rPr>
        <w:t xml:space="preserve"> جگہ امر باالمنکر اور معروف سے نھ</w:t>
      </w:r>
      <w:r>
        <w:rPr>
          <w:rFonts w:hint="cs"/>
          <w:rtl/>
        </w:rPr>
        <w:t>ی</w:t>
      </w:r>
      <w:r>
        <w:rPr>
          <w:rtl/>
        </w:rPr>
        <w:t xml:space="preserve"> کروگے ۔ معروف کو منکر جانواور منکر کو معروف سمجھو۔لوگوں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 w:rsidR="000C56D5" w:rsidRPr="000C56D5">
        <w:rPr>
          <w:rtl/>
        </w:rPr>
        <w:t xml:space="preserve"> ہوگا </w:t>
      </w:r>
      <w:r>
        <w:rPr>
          <w:rtl/>
        </w:rPr>
        <w:t>؟ آپ(ص)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7D2A2F">
        <w:rPr>
          <w:rtl/>
        </w:rPr>
        <w:t xml:space="preserve"> ہاں </w:t>
      </w:r>
      <w:r>
        <w:rPr>
          <w:rtl/>
        </w:rPr>
        <w:t>اور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شارکَت النِساءُ ازواجَ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ُنَّ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التجارة حرصاً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حوس </w:t>
      </w:r>
      <w:r w:rsidR="007D2A2F">
        <w:rPr>
          <w:rtl/>
        </w:rPr>
        <w:t xml:space="preserve">میں </w:t>
      </w:r>
      <w:r w:rsidR="008828D8" w:rsidRPr="008828D8"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شوھروں کے ساتھ تجارت</w:t>
      </w:r>
      <w:r>
        <w:rPr>
          <w:rFonts w:hint="cs"/>
          <w:rtl/>
        </w:rPr>
        <w:t>ی</w:t>
      </w:r>
      <w:r>
        <w:rPr>
          <w:rtl/>
        </w:rPr>
        <w:t xml:space="preserve"> معاملات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توبات اس سے آگے بڑھ 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اب تو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مستقل طور پر سب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 w:rsidR="00272FF7" w:rsidRPr="00272FF7">
        <w:rPr>
          <w:rtl/>
        </w:rPr>
        <w:t xml:space="preserve"> ہو</w:t>
      </w:r>
      <w:r>
        <w:rPr>
          <w:rtl/>
        </w:rPr>
        <w:t>کراپنے لئے تجارت کرنے لگ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س</w:t>
      </w:r>
      <w:r>
        <w:rPr>
          <w:rFonts w:hint="cs"/>
          <w:rtl/>
        </w:rPr>
        <w:t>ی</w:t>
      </w:r>
      <w:r>
        <w:rPr>
          <w:rtl/>
        </w:rPr>
        <w:t xml:space="preserve"> بات بن 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تَشَبَّ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ُ</w:t>
      </w:r>
      <w:r w:rsidRPr="00157F97">
        <w:rPr>
          <w:rStyle w:val="libArabicChar"/>
          <w:rtl/>
        </w:rPr>
        <w:t xml:space="preserve"> الرجالُ النساء والنساء بالرجال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”مرد</w:t>
      </w:r>
      <w:r>
        <w:rPr>
          <w:rtl/>
        </w:rPr>
        <w:t xml:space="preserve"> خود کو عورتوں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آپ کو مرد وں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ظاھر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آخرِاُمَّتِ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tl/>
        </w:rPr>
        <w:t xml:space="preserve"> رجالٌ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رکب</w:t>
      </w:r>
      <w:r w:rsidRPr="00157F97">
        <w:rPr>
          <w:rStyle w:val="libArabicChar"/>
          <w:rtl/>
        </w:rPr>
        <w:t xml:space="preserve"> نسائُ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سروج کاشبا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الرِّ</w:t>
      </w:r>
      <w:r w:rsidRPr="00157F97">
        <w:rPr>
          <w:rStyle w:val="libArabicChar"/>
          <w:rtl/>
        </w:rPr>
        <w:t xml:space="preserve">جال </w:t>
      </w:r>
      <w:r w:rsidRPr="00157F97">
        <w:rPr>
          <w:rStyle w:val="libArabicChar"/>
          <w:rFonts w:hint="cs"/>
          <w:rtl/>
        </w:rPr>
        <w:t>یَ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Fonts w:hint="cs"/>
          <w:rtl/>
        </w:rPr>
        <w:t>ْکبون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اثر</w:t>
      </w:r>
      <w:r w:rsidRPr="00157F97">
        <w:rPr>
          <w:rStyle w:val="libArabicChar"/>
          <w:rtl/>
        </w:rPr>
        <w:t xml:space="preserve">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اتوا</w:t>
      </w:r>
      <w:r w:rsidRPr="00157F97">
        <w:rPr>
          <w:rStyle w:val="libArabicChar"/>
          <w:rtl/>
        </w:rPr>
        <w:t xml:space="preserve"> ابوابَ المساجدِنسائُ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ُم</w:t>
      </w:r>
      <w:r w:rsidRPr="00157F97">
        <w:rPr>
          <w:rStyle w:val="libArabicChar"/>
          <w:rFonts w:hint="cs"/>
          <w:rtl/>
        </w:rPr>
        <w:t>ْ کاسی</w:t>
      </w:r>
      <w:r w:rsidRPr="00157F97">
        <w:rPr>
          <w:rStyle w:val="libArabicChar"/>
          <w:rFonts w:hint="eastAsia"/>
          <w:rtl/>
        </w:rPr>
        <w:t>اتُ</w:t>
      </w:r>
      <w:r w:rsidRPr="00157F97">
        <w:rPr>
          <w:rStyle w:val="libArabicChar"/>
          <w:rtl/>
        </w:rPr>
        <w:t xml:space="preserve"> عار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اتٌ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رُ</w:t>
      </w:r>
      <w:r w:rsidR="00296C60">
        <w:rPr>
          <w:rStyle w:val="libArabicChar"/>
          <w:rtl/>
        </w:rPr>
        <w:t>و</w:t>
      </w:r>
      <w:r w:rsidRPr="00157F97">
        <w:rPr>
          <w:rStyle w:val="libArabicChar"/>
          <w:rFonts w:hint="eastAsia"/>
          <w:rtl/>
        </w:rPr>
        <w:t>وسِ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ِنَّ</w:t>
      </w:r>
      <w:r w:rsidRPr="00157F97">
        <w:rPr>
          <w:rStyle w:val="libArabicChar"/>
          <w:rtl/>
        </w:rPr>
        <w:t xml:space="preserve"> ک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سنِحَةِ</w:t>
      </w:r>
      <w:r w:rsidRPr="00157F97">
        <w:rPr>
          <w:rStyle w:val="libArabicChar"/>
          <w:rtl/>
        </w:rPr>
        <w:t xml:space="preserve"> البُخ</w:t>
      </w:r>
      <w:r w:rsidRPr="00157F97">
        <w:rPr>
          <w:rStyle w:val="libArabicChar"/>
          <w:rFonts w:hint="cs"/>
          <w:rtl/>
        </w:rPr>
        <w:t>ْتِ العجافِ لایَ</w:t>
      </w:r>
      <w:r w:rsidRPr="00157F97">
        <w:rPr>
          <w:rStyle w:val="libArabicChar"/>
          <w:rFonts w:hint="eastAsia"/>
          <w:rtl/>
        </w:rPr>
        <w:t>جِد</w:t>
      </w:r>
      <w:r w:rsidRPr="00157F97">
        <w:rPr>
          <w:rStyle w:val="libArabicChar"/>
          <w:rFonts w:hint="cs"/>
          <w:rtl/>
        </w:rPr>
        <w:t>ْنَ</w:t>
      </w:r>
      <w:r w:rsidRPr="00157F97">
        <w:rPr>
          <w:rStyle w:val="libArabicChar"/>
          <w:rtl/>
        </w:rPr>
        <w:t xml:space="preserve"> رِ</w:t>
      </w:r>
      <w:r w:rsidRPr="00157F97">
        <w:rPr>
          <w:rStyle w:val="libArabicChar"/>
          <w:rFonts w:hint="cs"/>
          <w:rtl/>
        </w:rPr>
        <w:t>یْ</w:t>
      </w:r>
      <w:r w:rsidRPr="00157F97">
        <w:rPr>
          <w:rStyle w:val="libArabicChar"/>
          <w:rFonts w:hint="eastAsia"/>
          <w:rtl/>
        </w:rPr>
        <w:t>حَ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ْجَنَّة فالعَنُوْ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نَّ فان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ُنَّ ملعوناتٌ</w:t>
      </w:r>
      <w:r>
        <w:rPr>
          <w:rFonts w:hint="cs"/>
          <w:rtl/>
        </w:rPr>
        <w:t>“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163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”آخر</w:t>
      </w:r>
      <w:r>
        <w:rPr>
          <w:rtl/>
        </w:rPr>
        <w:t xml:space="preserve">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کتنے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</w:t>
      </w:r>
      <w:r w:rsidR="00272FF7" w:rsidRPr="00272FF7">
        <w:rPr>
          <w:rtl/>
        </w:rPr>
        <w:t xml:space="preserve"> ہو</w:t>
      </w:r>
      <w:r>
        <w:rPr>
          <w:rtl/>
        </w:rPr>
        <w:t>نگے کہ جن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(گھوڑے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آجکل ک</w:t>
      </w:r>
      <w:r>
        <w:rPr>
          <w:rFonts w:hint="cs"/>
          <w:rtl/>
        </w:rPr>
        <w:t>ی</w:t>
      </w:r>
      <w:r>
        <w:rPr>
          <w:rtl/>
        </w:rPr>
        <w:t xml:space="preserve"> مرسوم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)سوار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تشک کے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مسجد تک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ںلباس</w:t>
      </w:r>
      <w:r>
        <w:rPr>
          <w:rtl/>
        </w:rPr>
        <w:t xml:space="preserve"> پھننے کے باوجود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ان کے سر اونٹ کے کوھان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272FF7" w:rsidRPr="00272FF7">
        <w:rPr>
          <w:rtl/>
        </w:rPr>
        <w:t xml:space="preserve"> ہو</w:t>
      </w:r>
      <w:r>
        <w:rPr>
          <w:rFonts w:hint="eastAsia"/>
          <w:rtl/>
        </w:rPr>
        <w:t>نگے</w:t>
      </w:r>
      <w:r>
        <w:rPr>
          <w:rtl/>
        </w:rPr>
        <w:t xml:space="preserve"> وہ لوگ جنت ک</w:t>
      </w:r>
      <w:r>
        <w:rPr>
          <w:rFonts w:hint="cs"/>
          <w:rtl/>
        </w:rPr>
        <w:t>ی</w:t>
      </w:r>
      <w:r>
        <w:rPr>
          <w:rtl/>
        </w:rPr>
        <w:t xml:space="preserve"> خوشبو بھ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 </w:t>
      </w:r>
      <w:r>
        <w:rPr>
          <w:rtl/>
        </w:rPr>
        <w:t>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ملعون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بالکل واضح</w:t>
      </w:r>
      <w:r w:rsidR="00824A76" w:rsidRPr="00824A76">
        <w:rPr>
          <w:rtl/>
        </w:rPr>
        <w:t xml:space="preserve"> ہے </w:t>
      </w:r>
      <w:r>
        <w:rPr>
          <w:rtl/>
        </w:rPr>
        <w:t>کہ آج کل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طرح مردوں سے برابر</w:t>
      </w:r>
      <w:r>
        <w:rPr>
          <w:rFonts w:hint="cs"/>
          <w:rtl/>
        </w:rPr>
        <w:t>ی</w:t>
      </w:r>
      <w:r>
        <w:rPr>
          <w:rtl/>
        </w:rPr>
        <w:t xml:space="preserve"> کے نام پر سڑکوں پر نکل آت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ھرقدم پہ مردوں کے ساتھ</w:t>
      </w:r>
      <w:r w:rsidR="00025F9A" w:rsidRPr="00025F9A">
        <w:rPr>
          <w:rtl/>
        </w:rPr>
        <w:t xml:space="preserve"> رہنے </w:t>
      </w:r>
      <w:r>
        <w:rPr>
          <w:rtl/>
        </w:rPr>
        <w:t>ک</w:t>
      </w:r>
      <w:r w:rsidR="00576C85">
        <w:rPr>
          <w:rtl/>
        </w:rPr>
        <w:t>یل</w:t>
      </w:r>
      <w:r>
        <w:rPr>
          <w:rtl/>
        </w:rPr>
        <w:t>ئے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متمدن (اپن</w:t>
      </w:r>
      <w:r>
        <w:rPr>
          <w:rFonts w:hint="cs"/>
          <w:rtl/>
        </w:rPr>
        <w:t>ی</w:t>
      </w:r>
      <w:r>
        <w:rPr>
          <w:rtl/>
        </w:rPr>
        <w:t xml:space="preserve"> دانست </w:t>
      </w:r>
      <w:r w:rsidR="007D2A2F">
        <w:rPr>
          <w:rtl/>
        </w:rPr>
        <w:t xml:space="preserve">میں </w:t>
      </w:r>
      <w:r>
        <w:rPr>
          <w:rtl/>
        </w:rPr>
        <w:t>) بنا کرپ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تو مردوں ک</w:t>
      </w:r>
      <w:r>
        <w:rPr>
          <w:rFonts w:hint="cs"/>
          <w:rtl/>
        </w:rPr>
        <w:t>ی</w:t>
      </w:r>
      <w:r>
        <w:rPr>
          <w:rtl/>
        </w:rPr>
        <w:t xml:space="preserve"> نقل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tl/>
        </w:rPr>
        <w:t xml:space="preserve"> کارنگ </w:t>
      </w:r>
      <w:r>
        <w:rPr>
          <w:rtl/>
        </w:rPr>
        <w:lastRenderedPageBreak/>
        <w:t>اورڈھنگ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، مثال کے طو</w:t>
      </w:r>
      <w:r>
        <w:rPr>
          <w:rFonts w:hint="eastAsia"/>
          <w:rtl/>
        </w:rPr>
        <w:t>ر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549D7" w:rsidRPr="002549D7">
        <w:rPr>
          <w:rtl/>
        </w:rPr>
        <w:t xml:space="preserve"> ہی </w:t>
      </w:r>
      <w:r>
        <w:rPr>
          <w:rtl/>
        </w:rPr>
        <w:t>مورد لے ل</w:t>
      </w:r>
      <w:r w:rsidR="00A900AD">
        <w:rPr>
          <w:rtl/>
        </w:rPr>
        <w:t>یج</w:t>
      </w:r>
      <w:r>
        <w:rPr>
          <w:rtl/>
        </w:rPr>
        <w:t>ئے کہ بعض عورتوں نے اپنے بال اس طرح سے کٹوائ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شک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پڑ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اوراس</w:t>
      </w:r>
      <w:r>
        <w:rPr>
          <w:rFonts w:hint="cs"/>
          <w:rtl/>
        </w:rPr>
        <w:t>ی</w:t>
      </w:r>
      <w:r>
        <w:rPr>
          <w:rtl/>
        </w:rPr>
        <w:t xml:space="preserve"> طرح سے بعض مرد بھ</w:t>
      </w:r>
      <w:r>
        <w:rPr>
          <w:rFonts w:hint="cs"/>
          <w:rtl/>
        </w:rPr>
        <w:t>ی</w:t>
      </w:r>
      <w:r>
        <w:rPr>
          <w:rtl/>
        </w:rPr>
        <w:t xml:space="preserve"> اپنے بال اتنے لمبے رکھنے لگے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کچھ لمحہ کوعقل مبھوت</w:t>
      </w:r>
      <w:r w:rsidR="00272FF7" w:rsidRPr="00272FF7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مرد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اعورت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</w:t>
      </w:r>
      <w:r>
        <w:rPr>
          <w:rFonts w:hint="eastAsia"/>
          <w:rtl/>
        </w:rPr>
        <w:t>تحاشہ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موجود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تشک سے مراد آج ک</w:t>
      </w:r>
      <w:r>
        <w:rPr>
          <w:rFonts w:hint="cs"/>
          <w:rtl/>
        </w:rPr>
        <w:t>ی</w:t>
      </w:r>
      <w:r>
        <w:rPr>
          <w:rtl/>
        </w:rPr>
        <w:t xml:space="preserve"> مرسوم سور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موٹر 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اور 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ھے</w:t>
      </w:r>
      <w:r>
        <w:rPr>
          <w:rtl/>
        </w:rPr>
        <w:t xml:space="preserve"> ۔ اور کپڑے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549D7" w:rsidRPr="002549D7">
        <w:rPr>
          <w:rtl/>
        </w:rPr>
        <w:t xml:space="preserve"> ہی </w:t>
      </w:r>
      <w:r>
        <w:rPr>
          <w:rtl/>
        </w:rPr>
        <w:t>پھنے جانے لگے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جس سے پورا جسم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 آتا</w:t>
      </w:r>
      <w:r w:rsidR="00824A76" w:rsidRPr="00824A76">
        <w:rPr>
          <w:rtl/>
        </w:rPr>
        <w:t xml:space="preserve"> ہے </w:t>
      </w:r>
      <w:r>
        <w:rPr>
          <w:rtl/>
        </w:rPr>
        <w:t>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ںسرعام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549D7" w:rsidRPr="002549D7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کہ جو حال حاضر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کا انکار کرے ۔انھ</w:t>
      </w:r>
      <w:r>
        <w:rPr>
          <w:rFonts w:hint="cs"/>
          <w:rtl/>
        </w:rPr>
        <w:t>ی</w:t>
      </w:r>
      <w:r>
        <w:rPr>
          <w:rtl/>
        </w:rPr>
        <w:t xml:space="preserve"> کپڑوں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لاتقوم</w:t>
      </w:r>
      <w:r w:rsidRPr="00157F97">
        <w:rPr>
          <w:rStyle w:val="libArabicChar"/>
          <w:rtl/>
        </w:rPr>
        <w:t xml:space="preserve"> الساعة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تظ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ر ث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ابٌ</w:t>
      </w:r>
      <w:r w:rsidRPr="00157F97">
        <w:rPr>
          <w:rStyle w:val="libArabicChar"/>
          <w:rtl/>
        </w:rPr>
        <w:t xml:space="preserve"> تلبس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نساءٌ کاسٰاتٌ عار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اتٌ</w:t>
      </w:r>
      <w:r w:rsidRPr="00157F97">
        <w:rPr>
          <w:rStyle w:val="libArabicChar"/>
          <w:rtl/>
        </w:rPr>
        <w:t xml:space="preserve"> وتعلو التَّحوت الوُعُولَ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ںھوگ</w:t>
      </w:r>
      <w:r>
        <w:rPr>
          <w:rFonts w:hint="cs"/>
          <w:rtl/>
        </w:rPr>
        <w:t>ی</w:t>
      </w:r>
      <w:r>
        <w:rPr>
          <w:rtl/>
        </w:rPr>
        <w:t xml:space="preserve"> مگر اس وقت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لباس بنائے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کوپھن کرعورت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549D7" w:rsidRPr="002549D7">
        <w:rPr>
          <w:rtl/>
        </w:rPr>
        <w:t xml:space="preserve"> ہی </w:t>
      </w:r>
      <w:r>
        <w:rPr>
          <w:rtl/>
        </w:rPr>
        <w:t>رھ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اوباش لوگ شرفاء پر برتر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کپڑوں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272FF7" w:rsidRPr="00272FF7">
        <w:rPr>
          <w:rtl/>
        </w:rPr>
        <w:t xml:space="preserve"> ہو</w:t>
      </w:r>
      <w:r>
        <w:rPr>
          <w:rtl/>
        </w:rPr>
        <w:t>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جو سرعام بازاروں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بک</w:t>
      </w:r>
      <w:r w:rsidR="00720096" w:rsidRPr="00720096">
        <w:rPr>
          <w:rtl/>
        </w:rPr>
        <w:t xml:space="preserve"> رہے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حت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لوگ اورشرفاء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لباس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537D2" w:rsidRPr="00C537D2">
        <w:rPr>
          <w:rtl/>
        </w:rPr>
        <w:t xml:space="preserve"> ہے</w:t>
      </w:r>
      <w:r>
        <w:rPr>
          <w:rtl/>
        </w:rPr>
        <w:t>، 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کو پھن کراپنے آپ کا زمانے کے ساتھ چلنے کا ثبوت دے رھا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031FA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واذا</w:t>
      </w:r>
      <w:r w:rsidRPr="00157F97">
        <w:rPr>
          <w:rStyle w:val="libArabicChar"/>
          <w:rtl/>
        </w:rPr>
        <w:t xml:space="preserve">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تصانع زوج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نکاح الرجال </w:t>
      </w:r>
      <w:r w:rsidRPr="00031FA0">
        <w:rPr>
          <w:rStyle w:val="libArabicChar"/>
          <w:rtl/>
        </w:rPr>
        <w:t xml:space="preserve"> و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خ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تٍ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ساعد</w:t>
      </w:r>
      <w:r w:rsidRPr="00157F97">
        <w:rPr>
          <w:rStyle w:val="libArabicChar"/>
          <w:rtl/>
        </w:rPr>
        <w:t xml:space="preserve"> النساء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فِس</w:t>
      </w:r>
      <w:r w:rsidRPr="00157F97">
        <w:rPr>
          <w:rStyle w:val="libArabicChar"/>
          <w:rFonts w:hint="cs"/>
          <w:rtl/>
        </w:rPr>
        <w:t>ْقِ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ِنَّ</w:t>
      </w:r>
      <w:r>
        <w:rPr>
          <w:rFonts w:hint="cs"/>
          <w:rtl/>
        </w:rPr>
        <w:t>“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165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عورت جانتے</w:t>
      </w:r>
      <w:r w:rsidR="008828D8" w:rsidRPr="008828D8">
        <w:rPr>
          <w:rtl/>
        </w:rPr>
        <w:t xml:space="preserve"> ہوئے </w:t>
      </w:r>
      <w:r>
        <w:rPr>
          <w:rtl/>
        </w:rPr>
        <w:t>کہ اس کاشوھر</w:t>
      </w:r>
      <w:r w:rsidR="00824A76" w:rsidRPr="00824A76">
        <w:rPr>
          <w:rtl/>
        </w:rPr>
        <w:t xml:space="preserve"> ہم </w:t>
      </w:r>
      <w:r>
        <w:rPr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824A76" w:rsidRPr="00824A76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</w:t>
      </w:r>
      <w:r w:rsidR="008828D8" w:rsidRPr="008828D8">
        <w:rPr>
          <w:rtl/>
        </w:rPr>
        <w:t xml:space="preserve"> ظاہر </w:t>
      </w:r>
      <w:r>
        <w:rPr>
          <w:rtl/>
        </w:rPr>
        <w:t>نہ کرے ۔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اچھے اچھے گھروں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عورت</w:t>
      </w:r>
      <w:r>
        <w:rPr>
          <w:rtl/>
        </w:rPr>
        <w:t xml:space="preserve"> کو فاسقہ اور فاجرہ</w:t>
      </w:r>
      <w:r w:rsidR="008828D8" w:rsidRPr="008828D8">
        <w:rPr>
          <w:rtl/>
        </w:rPr>
        <w:t xml:space="preserve"> ہونے </w:t>
      </w:r>
      <w:r>
        <w:rPr>
          <w:rtl/>
        </w:rPr>
        <w:t>پر داد مل رھ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آجکل آزاد</w:t>
      </w:r>
      <w:r>
        <w:rPr>
          <w:rFonts w:hint="cs"/>
          <w:rtl/>
        </w:rPr>
        <w:t>ی</w:t>
      </w:r>
      <w:r>
        <w:rPr>
          <w:rtl/>
        </w:rPr>
        <w:t xml:space="preserve"> کے نام ھرشخص (ب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شوھر)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آگاہ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 w:rsidR="002549D7" w:rsidRPr="002549D7">
        <w:rPr>
          <w:rtl/>
        </w:rPr>
        <w:t xml:space="preserve"> نہیں </w:t>
      </w:r>
      <w:r>
        <w:rPr>
          <w:rtl/>
        </w:rPr>
        <w:t>اٹھاتے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ںتاکہ</w:t>
      </w:r>
      <w:r>
        <w:rPr>
          <w:rtl/>
        </w:rPr>
        <w:t xml:space="preserve"> 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خواہشات 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رکاوٹ کے عمل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خداپرتوا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چھوڑ</w:t>
      </w:r>
      <w:r w:rsidR="002549D7" w:rsidRPr="002549D7">
        <w:rPr>
          <w:rtl/>
        </w:rPr>
        <w:t xml:space="preserve"> ہی </w:t>
      </w:r>
      <w:r>
        <w:rPr>
          <w:rtl/>
        </w:rPr>
        <w:t>چکے ھ</w:t>
      </w:r>
      <w:r>
        <w:rPr>
          <w:rFonts w:hint="cs"/>
          <w:rtl/>
        </w:rPr>
        <w:t>ی</w:t>
      </w:r>
      <w:r>
        <w:rPr>
          <w:rFonts w:hint="eastAsia"/>
          <w:rtl/>
        </w:rPr>
        <w:t>ںدن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رکاوٹوں کو آزاد</w:t>
      </w:r>
      <w:r>
        <w:rPr>
          <w:rFonts w:hint="cs"/>
          <w:rtl/>
        </w:rPr>
        <w:t>ی</w:t>
      </w:r>
      <w:r>
        <w:rPr>
          <w:rtl/>
        </w:rPr>
        <w:t xml:space="preserve"> کا نعرہ لگا کرراستہ سے ہٹ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رفعوا البن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ان</w:t>
      </w:r>
      <w:r w:rsidRPr="00157F97">
        <w:rPr>
          <w:rStyle w:val="libArabicChar"/>
          <w:rtl/>
        </w:rPr>
        <w:t xml:space="preserve"> وشاوروا النسوانَ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کثُرُ</w:t>
      </w:r>
      <w:r w:rsidRPr="00157F97">
        <w:rPr>
          <w:rStyle w:val="libArabicChar"/>
          <w:rtl/>
        </w:rPr>
        <w:t xml:space="preserve"> الاختلاط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ںبننے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عورتوں سے مثورہ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لگے عورتوں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مردوں کا محافل </w:t>
      </w:r>
      <w:r w:rsidR="007D2A2F">
        <w:rPr>
          <w:rtl/>
        </w:rPr>
        <w:t xml:space="preserve">میں </w:t>
      </w:r>
      <w:r>
        <w:rPr>
          <w:rtl/>
        </w:rPr>
        <w:t xml:space="preserve"> اختلاط بڑھ جائے۔“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lastRenderedPageBreak/>
        <w:t>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720096" w:rsidRPr="00720096">
        <w:rPr>
          <w:rtl/>
        </w:rPr>
        <w:t xml:space="preserve"> رہے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عورتوں کے حقوق (</w:t>
      </w:r>
      <w:r>
        <w:t>women Rigth</w:t>
      </w:r>
      <w:r>
        <w:rPr>
          <w:rtl/>
        </w:rPr>
        <w:t xml:space="preserve"> ) کے نام پرھرجگہ عورتوں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کے ھرشعبہ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828D8" w:rsidRPr="008828D8">
        <w:rPr>
          <w:rtl/>
        </w:rPr>
        <w:t xml:space="preserve"> ظاہر </w:t>
      </w:r>
      <w:r>
        <w:rPr>
          <w:rtl/>
        </w:rPr>
        <w:t>کرنے کے لئے کہ عورت اور مرد مساو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عورت اور مرد ک</w:t>
      </w:r>
      <w:r>
        <w:rPr>
          <w:rFonts w:hint="cs"/>
          <w:rtl/>
        </w:rPr>
        <w:t>ی</w:t>
      </w:r>
      <w:r>
        <w:rPr>
          <w:rtl/>
        </w:rPr>
        <w:t xml:space="preserve"> ساخت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کچھ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 w:rsidR="00D74317">
        <w:rPr>
          <w:rtl/>
        </w:rPr>
        <w:t>رکھا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عورت کوخداوند متعال نے خاص نزاکت اور عفت کے ساتھ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اس کااصل حسن</w:t>
      </w:r>
      <w:r w:rsidR="002549D7" w:rsidRPr="002549D7">
        <w:rPr>
          <w:rtl/>
        </w:rPr>
        <w:t xml:space="preserve"> 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عفت</w:t>
      </w:r>
      <w:r w:rsidR="00824A76" w:rsidRPr="00824A76">
        <w:rPr>
          <w:rtl/>
        </w:rPr>
        <w:t xml:space="preserve"> ہے </w:t>
      </w:r>
      <w:r>
        <w:rPr>
          <w:rtl/>
        </w:rPr>
        <w:t>اور اگر اس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اورعفت کو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پھر وہ اپنے اس مقدس مقام سے گر پڑت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</w:t>
      </w:r>
      <w:r w:rsidR="00576C85">
        <w:rPr>
          <w:rtl/>
        </w:rPr>
        <w:t>یل</w:t>
      </w:r>
      <w:r>
        <w:rPr>
          <w:rtl/>
        </w:rPr>
        <w:t>ئے اسے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0C56D5" w:rsidRPr="000C56D5">
        <w:rPr>
          <w:rtl/>
        </w:rPr>
        <w:t xml:space="preserve"> پہلے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کہ اس کو اتنے مقدس رشتہ عطاھوئے</w:t>
      </w:r>
      <w:r w:rsidR="002549D7" w:rsidRPr="002549D7">
        <w:rPr>
          <w:rtl/>
        </w:rPr>
        <w:t xml:space="preserve"> ہیں </w:t>
      </w:r>
      <w:r>
        <w:rPr>
          <w:rtl/>
        </w:rPr>
        <w:t>مانند ماں،بھن،ب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جومرد بھ</w:t>
      </w:r>
      <w:r>
        <w:rPr>
          <w:rFonts w:hint="cs"/>
          <w:rtl/>
        </w:rPr>
        <w:t>ی</w:t>
      </w:r>
      <w:r>
        <w:rPr>
          <w:rtl/>
        </w:rPr>
        <w:t xml:space="preserve"> 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شھوات کاشکار</w:t>
      </w:r>
      <w:r w:rsidR="00437CD4" w:rsidRPr="00437CD4">
        <w:rPr>
          <w:rtl/>
        </w:rPr>
        <w:t xml:space="preserve"> ہوں </w:t>
      </w:r>
      <w:r>
        <w:rPr>
          <w:rtl/>
        </w:rPr>
        <w:t>اورآئے دن مختلف عورتوں سے ان کے تعلقات رہتے</w:t>
      </w:r>
      <w:r w:rsidR="00437CD4" w:rsidRPr="00437CD4">
        <w:rPr>
          <w:rtl/>
        </w:rPr>
        <w:t xml:space="preserve"> ہوں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>
        <w:rPr>
          <w:rtl/>
        </w:rPr>
        <w:t xml:space="preserve"> مرد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اوراپنے بچوں ک</w:t>
      </w:r>
      <w:r>
        <w:rPr>
          <w:rFonts w:hint="cs"/>
          <w:rtl/>
        </w:rPr>
        <w:t>ی</w:t>
      </w:r>
      <w:r>
        <w:rPr>
          <w:rtl/>
        </w:rPr>
        <w:t xml:space="preserve"> ماں بنانا پسند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کہ جس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ااورعفت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</w:t>
      </w:r>
      <w:r>
        <w:rPr>
          <w:rtl/>
        </w:rPr>
        <w:t xml:space="preserve"> کھوچک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المر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تق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ُرُ زوجَ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عمل</w:t>
      </w:r>
      <w:r w:rsidRPr="00157F97">
        <w:rPr>
          <w:rStyle w:val="libArabicChar"/>
          <w:rtl/>
        </w:rPr>
        <w:t xml:space="preserve"> مالا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شت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و تنفق عل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مِن</w:t>
      </w:r>
      <w:r w:rsidRPr="00157F97">
        <w:rPr>
          <w:rStyle w:val="libArabicChar"/>
          <w:rFonts w:hint="cs"/>
          <w:rtl/>
        </w:rPr>
        <w:t>ْ کسب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افی</w:t>
      </w:r>
      <w:r w:rsidRPr="00157F97">
        <w:rPr>
          <w:rStyle w:val="libArabicChar"/>
          <w:rFonts w:hint="eastAsia"/>
          <w:rtl/>
        </w:rPr>
        <w:t>رض</w:t>
      </w:r>
      <w:r w:rsidRPr="00157F97">
        <w:rPr>
          <w:rStyle w:val="libArabicChar"/>
          <w:rtl/>
        </w:rPr>
        <w:t xml:space="preserve"> بالدن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ءِ</w:t>
      </w:r>
      <w:r w:rsidRPr="00157F97">
        <w:rPr>
          <w:rStyle w:val="libArabicChar"/>
          <w:rtl/>
        </w:rPr>
        <w:t xml:space="preserve"> من الطعام والشراب</w:t>
      </w:r>
      <w:r>
        <w:rPr>
          <w:rtl/>
        </w:rPr>
        <w:t xml:space="preserve"> !“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شوھروں کے ساتھ بدزبان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کمائ</w:t>
      </w:r>
      <w:r>
        <w:rPr>
          <w:rFonts w:hint="cs"/>
          <w:rtl/>
        </w:rPr>
        <w:t>ی</w:t>
      </w:r>
      <w:r w:rsidR="008828D8" w:rsidRPr="008828D8">
        <w:rPr>
          <w:rtl/>
        </w:rPr>
        <w:t xml:space="preserve"> ہوئے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ان کو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شوھر بہت</w:t>
      </w:r>
      <w:r w:rsidR="002549D7" w:rsidRPr="002549D7">
        <w:rPr>
          <w:rtl/>
        </w:rPr>
        <w:t xml:space="preserve"> ہی </w:t>
      </w:r>
      <w:r>
        <w:rPr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سے مال ودولت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عادتوں کو برداشت </w:t>
      </w:r>
      <w:r w:rsidR="00025F9A" w:rsidRPr="00025F9A">
        <w:rPr>
          <w:rtl/>
        </w:rPr>
        <w:t>کریں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549D7" w:rsidRPr="002549D7">
        <w:rPr>
          <w:rtl/>
        </w:rPr>
        <w:t xml:space="preserve"> یہی </w:t>
      </w:r>
      <w:r>
        <w:rPr>
          <w:rtl/>
        </w:rPr>
        <w:t>زمانہ</w:t>
      </w:r>
      <w:r w:rsidR="00824A76" w:rsidRPr="00824A76">
        <w:rPr>
          <w:rtl/>
        </w:rPr>
        <w:t xml:space="preserve"> 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وہ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سے بھ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مختلف دفتروں </w:t>
      </w:r>
      <w:r w:rsidR="007D2A2F">
        <w:rPr>
          <w:rtl/>
        </w:rPr>
        <w:t xml:space="preserve">میں 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ںعام</w:t>
      </w:r>
      <w:r>
        <w:rPr>
          <w:rtl/>
        </w:rPr>
        <w:t xml:space="preserve"> طور پر ان کا اخلاق اپنے شوھروں کے ساتھ حاکمانہ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>صرف اس وجہ سے کہ وہ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کماکرلارھ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اور ان کے شوھربھ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پر چپ</w:t>
      </w:r>
      <w:r w:rsidR="00272FF7" w:rsidRPr="00272FF7">
        <w:rPr>
          <w:rtl/>
        </w:rPr>
        <w:t xml:space="preserve"> ہو</w:t>
      </w:r>
      <w:r>
        <w:rPr>
          <w:rtl/>
        </w:rPr>
        <w:t>جاتے</w:t>
      </w:r>
      <w:r w:rsidR="000C56D5" w:rsidRPr="000C56D5">
        <w:rPr>
          <w:rtl/>
        </w:rPr>
        <w:t xml:space="preserve"> ہیں </w:t>
      </w:r>
      <w:r>
        <w:rPr>
          <w:rtl/>
        </w:rPr>
        <w:t>کہ چلوکچھ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سھ</w:t>
      </w:r>
      <w:r>
        <w:rPr>
          <w:rFonts w:hint="cs"/>
          <w:rtl/>
        </w:rPr>
        <w:t>ی</w:t>
      </w:r>
      <w:r>
        <w:rPr>
          <w:rtl/>
        </w:rPr>
        <w:t xml:space="preserve"> کماتو 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 w:rsidR="000C56D5" w:rsidRPr="000C56D5">
        <w:rPr>
          <w:rtl/>
        </w:rPr>
        <w:t xml:space="preserve">ہم </w:t>
      </w:r>
      <w:r>
        <w:rPr>
          <w:rtl/>
        </w:rPr>
        <w:t xml:space="preserve">مسئلہ کہ جو </w:t>
      </w:r>
      <w:r w:rsidR="002549D7" w:rsidRPr="002549D7">
        <w:rPr>
          <w:rtl/>
        </w:rPr>
        <w:t>ہمارے</w:t>
      </w:r>
      <w:r>
        <w:rPr>
          <w:rtl/>
        </w:rPr>
        <w:t xml:space="preserve"> معاشرے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عام</w:t>
      </w:r>
      <w:r w:rsidR="00824A76" w:rsidRPr="00824A76">
        <w:rPr>
          <w:rtl/>
        </w:rPr>
        <w:t xml:space="preserve"> ہے </w:t>
      </w:r>
      <w:r>
        <w:rPr>
          <w:rtl/>
        </w:rPr>
        <w:t>اور وہ</w:t>
      </w:r>
      <w:r w:rsidR="00824A76" w:rsidRPr="00824A76">
        <w:rPr>
          <w:rtl/>
        </w:rPr>
        <w:t xml:space="preserve"> ہے </w:t>
      </w:r>
      <w:r>
        <w:rPr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کاحکومت کرنا۔ اکثر محافل </w:t>
      </w:r>
      <w:r w:rsidR="007D2A2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رہت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صدر </w:t>
      </w:r>
      <w:r>
        <w:rPr>
          <w:rFonts w:hint="cs"/>
          <w:rtl/>
        </w:rPr>
        <w:t>ی</w:t>
      </w:r>
      <w:r>
        <w:rPr>
          <w:rFonts w:hint="eastAsia"/>
          <w:rtl/>
        </w:rPr>
        <w:t>اوز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بن سکت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549D7" w:rsidRPr="002549D7">
        <w:rPr>
          <w:rtl/>
        </w:rPr>
        <w:t xml:space="preserve"> نہیں </w:t>
      </w:r>
      <w:r>
        <w:rPr>
          <w:rtl/>
        </w:rPr>
        <w:t>؟ مغرب</w:t>
      </w:r>
      <w:r>
        <w:rPr>
          <w:rFonts w:hint="cs"/>
          <w:rtl/>
        </w:rPr>
        <w:t>ی</w:t>
      </w:r>
      <w:r>
        <w:rPr>
          <w:rtl/>
        </w:rPr>
        <w:t xml:space="preserve"> ممالک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حکومت رہت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طہ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ملک پر ۔ اس بارے </w:t>
      </w:r>
      <w:r w:rsidR="007D2A2F">
        <w:rPr>
          <w:rtl/>
        </w:rPr>
        <w:t xml:space="preserve">میں 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مرتبت(ص)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لن</w:t>
      </w:r>
      <w:r w:rsidRPr="00157F97">
        <w:rPr>
          <w:rStyle w:val="libArabicChar"/>
          <w:rFonts w:hint="cs"/>
          <w:rtl/>
        </w:rPr>
        <w:t>ْ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ف</w:t>
      </w:r>
      <w:r w:rsidRPr="00157F97">
        <w:rPr>
          <w:rStyle w:val="libArabicChar"/>
          <w:rFonts w:hint="cs"/>
          <w:rtl/>
        </w:rPr>
        <w:t>ْلِحُ</w:t>
      </w:r>
      <w:r w:rsidRPr="00157F97">
        <w:rPr>
          <w:rStyle w:val="libArabicChar"/>
          <w:rtl/>
        </w:rPr>
        <w:t xml:space="preserve"> قَو</w:t>
      </w:r>
      <w:r w:rsidRPr="00157F97">
        <w:rPr>
          <w:rStyle w:val="libArabicChar"/>
          <w:rFonts w:hint="cs"/>
          <w:rtl/>
        </w:rPr>
        <w:t xml:space="preserve">ْمٌ ولَّوا </w:t>
      </w:r>
      <w:r w:rsidR="00296C60">
        <w:rPr>
          <w:rStyle w:val="libArabicChar"/>
          <w:rFonts w:hint="cs"/>
          <w:rtl/>
        </w:rPr>
        <w:t>ا</w:t>
      </w:r>
      <w:r w:rsidRPr="00157F97">
        <w:rPr>
          <w:rStyle w:val="libArabicChar"/>
          <w:rFonts w:hint="eastAsia"/>
          <w:rtl/>
        </w:rPr>
        <w:t>مرَ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مر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ةٌ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قوم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فلاح نھ</w:t>
      </w:r>
      <w:r>
        <w:rPr>
          <w:rFonts w:hint="cs"/>
          <w:rtl/>
        </w:rPr>
        <w:t>ی</w:t>
      </w:r>
      <w:r>
        <w:rPr>
          <w:rFonts w:hint="eastAsia"/>
          <w:rtl/>
        </w:rPr>
        <w:t>ںپاسکت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کے ھاتھ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157F97">
        <w:rPr>
          <w:rStyle w:val="libArabicChar"/>
          <w:rFonts w:hint="eastAsia"/>
          <w:rtl/>
        </w:rPr>
        <w:t>لا</w:t>
      </w:r>
      <w:r w:rsidRPr="00157F97">
        <w:rPr>
          <w:rStyle w:val="libArabicChar"/>
          <w:rFonts w:hint="cs"/>
          <w:rtl/>
        </w:rPr>
        <w:t>یُ</w:t>
      </w:r>
      <w:r w:rsidRPr="00157F97">
        <w:rPr>
          <w:rStyle w:val="libArabicChar"/>
          <w:rFonts w:hint="eastAsia"/>
          <w:rtl/>
        </w:rPr>
        <w:t>قَدِّس</w:t>
      </w:r>
      <w:r w:rsidRPr="00157F97">
        <w:rPr>
          <w:rStyle w:val="libArabicChar"/>
          <w:rtl/>
        </w:rPr>
        <w:t xml:space="preserve">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اُمَّةًقادت</w:t>
      </w:r>
      <w:r w:rsidRPr="00157F97">
        <w:rPr>
          <w:rStyle w:val="libArabicChar"/>
          <w:rFonts w:hint="cs"/>
          <w:rtl/>
        </w:rPr>
        <w:t>ْ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ُم</w:t>
      </w:r>
      <w:r w:rsidRPr="00157F97">
        <w:rPr>
          <w:rStyle w:val="libArabicChar"/>
          <w:rFonts w:hint="cs"/>
          <w:rtl/>
        </w:rPr>
        <w:t xml:space="preserve">ْ </w:t>
      </w:r>
      <w:r w:rsidR="00296C60">
        <w:rPr>
          <w:rStyle w:val="libArabicChar"/>
          <w:rFonts w:hint="cs"/>
          <w:rtl/>
        </w:rPr>
        <w:t>ا</w:t>
      </w:r>
      <w:r w:rsidRPr="00157F97">
        <w:rPr>
          <w:rStyle w:val="libArabicChar"/>
          <w:rFonts w:hint="eastAsia"/>
          <w:rtl/>
        </w:rPr>
        <w:t>مر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ة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169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قوم کو تقدس</w:t>
      </w:r>
      <w:r w:rsidR="002549D7" w:rsidRPr="002549D7">
        <w:rPr>
          <w:rtl/>
        </w:rPr>
        <w:t xml:space="preserve"> نہیں </w:t>
      </w:r>
      <w:r>
        <w:rPr>
          <w:rtl/>
        </w:rPr>
        <w:t>بخشے گا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کے پاس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چند سال اور چند ماہ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ںھوت</w:t>
      </w:r>
      <w:r>
        <w:rPr>
          <w:rFonts w:hint="cs"/>
          <w:rtl/>
        </w:rPr>
        <w:t>ی</w:t>
      </w:r>
      <w:r>
        <w:rPr>
          <w:rFonts w:hint="eastAsia"/>
          <w:rtl/>
        </w:rPr>
        <w:t>ں،دن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حکومت کے لئے ۔،انسان اپنے مطلب ک</w:t>
      </w:r>
      <w:r>
        <w:rPr>
          <w:rFonts w:hint="cs"/>
          <w:rtl/>
        </w:rPr>
        <w:t>ی</w:t>
      </w:r>
      <w:r>
        <w:rPr>
          <w:rtl/>
        </w:rPr>
        <w:t xml:space="preserve"> خاطر اور 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ھرکام</w:t>
      </w:r>
      <w:r>
        <w:rPr>
          <w:rtl/>
        </w:rPr>
        <w:t xml:space="preserve"> کرگزرتا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آج اگر </w:t>
      </w:r>
      <w:r w:rsidR="002549D7" w:rsidRPr="002549D7">
        <w:rPr>
          <w:rtl/>
        </w:rPr>
        <w:t>ہمارے</w:t>
      </w:r>
      <w:r>
        <w:rPr>
          <w:rtl/>
        </w:rPr>
        <w:t xml:space="preserve"> مفاد </w:t>
      </w:r>
      <w:r w:rsidR="007D2A2F">
        <w:rPr>
          <w:rtl/>
        </w:rPr>
        <w:t xml:space="preserve">میں </w:t>
      </w:r>
      <w:r w:rsidR="00042197" w:rsidRPr="00042197">
        <w:rPr>
          <w:rFonts w:hint="eastAsia"/>
          <w:rtl/>
        </w:rPr>
        <w:t xml:space="preserve">ہوجائے 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00FA"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قبول کرن</w:t>
      </w:r>
      <w:r>
        <w:rPr>
          <w:rFonts w:hint="cs"/>
          <w:rtl/>
        </w:rPr>
        <w:t>ی</w:t>
      </w:r>
      <w:r>
        <w:rPr>
          <w:rtl/>
        </w:rPr>
        <w:t xml:space="preserve"> پڑے تو وہ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،اگر </w:t>
      </w:r>
      <w:r w:rsidR="002549D7" w:rsidRPr="002549D7">
        <w:rPr>
          <w:rtl/>
        </w:rPr>
        <w:t>ہمارے</w:t>
      </w:r>
      <w:r>
        <w:rPr>
          <w:rtl/>
        </w:rPr>
        <w:t xml:space="preserve"> مفاد </w:t>
      </w:r>
      <w:r w:rsidR="007D2A2F">
        <w:rPr>
          <w:rtl/>
        </w:rPr>
        <w:t xml:space="preserve">میں </w:t>
      </w:r>
      <w:r w:rsidR="00042197" w:rsidRPr="00042197">
        <w:rPr>
          <w:rFonts w:hint="eastAsia"/>
          <w:rtl/>
        </w:rPr>
        <w:t xml:space="preserve">ہوجائے 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کافر کو آکر اپنے سروں کاتاج بنائ</w:t>
      </w:r>
      <w:r w:rsidR="00576C85">
        <w:rPr>
          <w:rtl/>
        </w:rPr>
        <w:t>یں</w:t>
      </w:r>
      <w:r>
        <w:rPr>
          <w:rtl/>
        </w:rPr>
        <w:t>تو وقت ک</w:t>
      </w:r>
      <w:r>
        <w:rPr>
          <w:rFonts w:hint="cs"/>
          <w:rtl/>
        </w:rPr>
        <w:t>ی</w:t>
      </w:r>
      <w:r>
        <w:rPr>
          <w:rtl/>
        </w:rPr>
        <w:t xml:space="preserve"> ضرورت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انجام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49D7" w:rsidRPr="002549D7">
        <w:rPr>
          <w:rFonts w:hint="eastAsia"/>
          <w:rtl/>
        </w:rPr>
        <w:t>ہمارے</w:t>
      </w:r>
      <w:r>
        <w:rPr>
          <w:rtl/>
        </w:rPr>
        <w:t xml:space="preserve"> مفاد کے گرد گھومت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ہیں </w:t>
      </w:r>
      <w:r>
        <w:rPr>
          <w:rtl/>
        </w:rPr>
        <w:t>تو پھر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واضح</w:t>
      </w:r>
      <w:r w:rsidR="00824A76" w:rsidRPr="00824A76">
        <w:rPr>
          <w:rtl/>
        </w:rPr>
        <w:t xml:space="preserve"> ہے </w:t>
      </w:r>
      <w:r>
        <w:rPr>
          <w:rtl/>
        </w:rPr>
        <w:t>کہ معاشرہ اور عوام ک</w:t>
      </w:r>
      <w:r>
        <w:rPr>
          <w:rFonts w:hint="cs"/>
          <w:rtl/>
        </w:rPr>
        <w:t>ی</w:t>
      </w:r>
      <w:r>
        <w:rPr>
          <w:rtl/>
        </w:rPr>
        <w:t xml:space="preserve"> فلاح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2549D7" w:rsidRPr="002549D7">
        <w:rPr>
          <w:rtl/>
        </w:rPr>
        <w:t xml:space="preserve"> ہو </w:t>
      </w:r>
      <w:r>
        <w:rPr>
          <w:rtl/>
        </w:rPr>
        <w:t>سکت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جب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ختم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حقو ق“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بن کررہ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ھرطرف لوٹ مار کابازار گرم</w:t>
      </w:r>
      <w:r w:rsidR="00272FF7" w:rsidRPr="00272FF7">
        <w:rPr>
          <w:rtl/>
        </w:rPr>
        <w:t xml:space="preserve"> ہو</w:t>
      </w:r>
      <w:r>
        <w:rPr>
          <w:rtl/>
        </w:rPr>
        <w:t>،ھرشخص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گرم کرنے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مصروف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۔ 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</w:t>
      </w:r>
      <w:r w:rsidR="00824A76" w:rsidRPr="00824A76">
        <w:rPr>
          <w:rtl/>
        </w:rPr>
        <w:t xml:space="preserve"> ہے </w:t>
      </w:r>
      <w:r>
        <w:rPr>
          <w:rtl/>
        </w:rPr>
        <w:t>کہ اس آتے</w:t>
      </w:r>
      <w:r w:rsidR="008828D8" w:rsidRPr="008828D8">
        <w:rPr>
          <w:rtl/>
        </w:rPr>
        <w:t xml:space="preserve"> ہوئے </w:t>
      </w:r>
      <w:r>
        <w:rPr>
          <w:rtl/>
        </w:rPr>
        <w:t>وقت سے پور</w:t>
      </w:r>
      <w:r>
        <w:rPr>
          <w:rFonts w:hint="cs"/>
          <w:rtl/>
        </w:rPr>
        <w:t>ی</w:t>
      </w:r>
      <w:r>
        <w:rPr>
          <w:rtl/>
        </w:rPr>
        <w:t xml:space="preserve"> طرح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چلو</w:t>
      </w:r>
      <w:r w:rsidR="00824A76" w:rsidRPr="00824A76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گنگا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ھاتھ</w:t>
      </w:r>
      <w:r>
        <w:rPr>
          <w:rtl/>
        </w:rPr>
        <w:t xml:space="preserve"> دھول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کاش کہ با</w:t>
      </w:r>
      <w:r>
        <w:rPr>
          <w:rFonts w:hint="eastAsia"/>
          <w:rtl/>
        </w:rPr>
        <w:t>ت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ھاتھ دھونے 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صبر آجاتا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تو کئ</w:t>
      </w:r>
      <w:r>
        <w:rPr>
          <w:rFonts w:hint="cs"/>
          <w:rtl/>
        </w:rPr>
        <w:t>ی</w:t>
      </w:r>
      <w:r>
        <w:rPr>
          <w:rtl/>
        </w:rPr>
        <w:t xml:space="preserve"> مرتبہ پوراغوطہ لگانے کے باوجود بھ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D74317">
        <w:rPr>
          <w:rFonts w:hint="eastAsia"/>
          <w:rtl/>
        </w:rPr>
        <w:t>رہو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نظر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ںآرھ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غلبتِ النساء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الملکِ وغلَب</w:t>
      </w:r>
      <w:r w:rsidRPr="00157F97">
        <w:rPr>
          <w:rStyle w:val="libArabicChar"/>
          <w:rFonts w:hint="cs"/>
          <w:rtl/>
        </w:rPr>
        <w:t>ْنَ کل امرءٍ فلای</w:t>
      </w:r>
      <w:r w:rsidRPr="00157F97">
        <w:rPr>
          <w:rStyle w:val="libArabicChar"/>
          <w:rFonts w:hint="eastAsia"/>
          <w:rtl/>
        </w:rPr>
        <w:t>وت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الَّا مالَ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ُنَّ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</w:t>
      </w:r>
      <w:r w:rsidRPr="00157F97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ںحکومت</w:t>
      </w:r>
      <w:r>
        <w:rPr>
          <w:rtl/>
        </w:rPr>
        <w:t xml:space="preserve">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اورھرمرد سے برتر</w:t>
      </w:r>
      <w:r>
        <w:rPr>
          <w:rFonts w:hint="cs"/>
          <w:rtl/>
        </w:rPr>
        <w:t>ی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اورسوائے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ظاھر</w:t>
      </w:r>
      <w:r w:rsidR="00824A76" w:rsidRPr="00824A76">
        <w:rPr>
          <w:rtl/>
        </w:rPr>
        <w:t xml:space="preserve"> ہے </w:t>
      </w:r>
      <w:r>
        <w:rPr>
          <w:rtl/>
        </w:rPr>
        <w:t>وہ عورت کہ جو اگر گھر پہ غالب آجائے تو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ھلنے نھ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تو وہ حکومت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برداشت کرے گ</w:t>
      </w:r>
      <w:r>
        <w:rPr>
          <w:rFonts w:hint="cs"/>
          <w:rtl/>
        </w:rPr>
        <w:t>ی</w:t>
      </w:r>
      <w:r>
        <w:rPr>
          <w:rtl/>
        </w:rPr>
        <w:t xml:space="preserve"> 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فقط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مخصوص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سے دور</w:t>
      </w:r>
      <w:r w:rsidR="000C56D5" w:rsidRPr="000C56D5">
        <w:rPr>
          <w:rtl/>
        </w:rPr>
        <w:t xml:space="preserve"> ہوگا </w:t>
      </w:r>
      <w:r>
        <w:rPr>
          <w:rtl/>
        </w:rPr>
        <w:t>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 </w:t>
      </w:r>
      <w:r>
        <w:rPr>
          <w:rtl/>
        </w:rPr>
        <w:t>توقعات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۔او</w:t>
      </w:r>
      <w:r>
        <w:rPr>
          <w:rFonts w:hint="eastAsia"/>
          <w:rtl/>
        </w:rPr>
        <w:t>رعورتوں</w:t>
      </w:r>
      <w:r>
        <w:rPr>
          <w:rtl/>
        </w:rPr>
        <w:t xml:space="preserve"> کو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مقدس اور محترم مقاصد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اپنے کمال کے راستہ کو چھوڑ کرجھنم پر چل نکلت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آخر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گمراھ</w:t>
      </w:r>
      <w:r>
        <w:rPr>
          <w:rFonts w:hint="cs"/>
          <w:rtl/>
        </w:rPr>
        <w:t>ی</w:t>
      </w:r>
      <w:r>
        <w:rPr>
          <w:rtl/>
        </w:rPr>
        <w:t xml:space="preserve"> کے دلدل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پھنس</w:t>
      </w:r>
      <w:r>
        <w:rPr>
          <w:rtl/>
        </w:rPr>
        <w:t xml:space="preserve"> کر رہ جات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عورتوں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تکون</w:t>
      </w:r>
      <w:r w:rsidRPr="00157F97">
        <w:rPr>
          <w:rStyle w:val="libArabicChar"/>
          <w:rtl/>
        </w:rPr>
        <w:t xml:space="preserve"> النسوةُ کاشفاتٍ عار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اتٍ</w:t>
      </w:r>
      <w:r w:rsidRPr="00157F97">
        <w:rPr>
          <w:rStyle w:val="libArabicChar"/>
          <w:rtl/>
        </w:rPr>
        <w:t xml:space="preserve"> متبرجاتٍ من الد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خارجاتٍ وال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الفتن مائلاتٍ وال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الش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واتِ واللذاتِ مسرعاتٍ للمحرماتِ مستحلاتٍ وف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نَّم خ</w:t>
      </w:r>
      <w:r w:rsidRPr="00157F97">
        <w:rPr>
          <w:rStyle w:val="libArabicChar"/>
          <w:rtl/>
        </w:rPr>
        <w:t>الداتٍ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8828D8" w:rsidRPr="008828D8">
        <w:rPr>
          <w:rtl/>
        </w:rPr>
        <w:t xml:space="preserve"> ظاہر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،اپن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کو سب پر ظاھرکر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،شھوات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لذتوں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اپنے اوپر حلال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 w:rsidR="00576C85">
        <w:rPr>
          <w:rtl/>
        </w:rPr>
        <w:t>یل</w:t>
      </w:r>
      <w:r>
        <w:rPr>
          <w:rtl/>
        </w:rPr>
        <w:t>ئے جھنم ک</w:t>
      </w:r>
      <w:r>
        <w:rPr>
          <w:rFonts w:hint="cs"/>
          <w:rtl/>
        </w:rPr>
        <w:t>ی</w:t>
      </w:r>
      <w:r>
        <w:rPr>
          <w:rtl/>
        </w:rPr>
        <w:t xml:space="preserve">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ںعمل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ظاھر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ہیں</w:t>
      </w:r>
      <w:r>
        <w:rPr>
          <w:rtl/>
        </w:rPr>
        <w:t>۔صرف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جو ابھ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 w:rsidR="008828D8" w:rsidRPr="008828D8">
        <w:rPr>
          <w:rtl/>
        </w:rPr>
        <w:t xml:space="preserve"> ظاہر </w:t>
      </w:r>
      <w:r w:rsidR="002549D7" w:rsidRPr="002549D7">
        <w:rPr>
          <w:rtl/>
        </w:rPr>
        <w:t>نہیں</w:t>
      </w:r>
      <w:r w:rsidR="00272FF7" w:rsidRPr="00272FF7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وہ ان کاجھنم </w:t>
      </w:r>
      <w:r w:rsidR="007D2A2F">
        <w:rPr>
          <w:rtl/>
        </w:rPr>
        <w:t>میں</w:t>
      </w:r>
      <w:r w:rsidR="00D74317">
        <w:rPr>
          <w:rtl/>
        </w:rPr>
        <w:t xml:space="preserve"> رہنا </w:t>
      </w:r>
      <w:r w:rsidR="00824A76" w:rsidRPr="00824A76">
        <w:rPr>
          <w:rtl/>
        </w:rPr>
        <w:t xml:space="preserve">ہے </w:t>
      </w:r>
      <w:r>
        <w:rPr>
          <w:rtl/>
        </w:rPr>
        <w:t>۔ اگر 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جھنم کا آغاز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549D7" w:rsidRPr="002549D7">
        <w:rPr>
          <w:rtl/>
        </w:rPr>
        <w:t xml:space="preserve"> ہی </w:t>
      </w:r>
      <w:r>
        <w:rPr>
          <w:rtl/>
        </w:rPr>
        <w:t>سے</w:t>
      </w:r>
      <w:r w:rsidR="00272FF7" w:rsidRPr="00272FF7">
        <w:rPr>
          <w:rtl/>
        </w:rPr>
        <w:t xml:space="preserve"> ہو</w:t>
      </w:r>
      <w:r>
        <w:rPr>
          <w:rtl/>
        </w:rPr>
        <w:t>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ہی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کا شکا ر</w:t>
      </w:r>
      <w:r w:rsidR="00272FF7" w:rsidRPr="00272FF7">
        <w:rPr>
          <w:rtl/>
        </w:rPr>
        <w:t xml:space="preserve"> ہو</w:t>
      </w:r>
      <w:r>
        <w:rPr>
          <w:rtl/>
        </w:rPr>
        <w:t>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جس کے سبب ان کا</w:t>
      </w:r>
      <w:r>
        <w:rPr>
          <w:rFonts w:hint="eastAsia"/>
          <w:rtl/>
        </w:rPr>
        <w:t>زندہ</w:t>
      </w:r>
      <w:r w:rsidR="00D74317">
        <w:rPr>
          <w:rtl/>
        </w:rPr>
        <w:t xml:space="preserve"> رہنا </w:t>
      </w:r>
      <w:r>
        <w:rPr>
          <w:rtl/>
        </w:rPr>
        <w:t>عذاب بن کر رہ جاتا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،ان عورتوں پر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ساوقت</w:t>
      </w:r>
      <w:r>
        <w:rPr>
          <w:rtl/>
        </w:rPr>
        <w:t xml:space="preserve"> آتا</w:t>
      </w:r>
      <w:r w:rsidR="00824A76" w:rsidRPr="00824A76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ان سے بات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ںرہتا</w:t>
      </w:r>
      <w:r>
        <w:rPr>
          <w:rtl/>
        </w:rPr>
        <w:t xml:space="preserve"> ۔</w:t>
      </w:r>
      <w:r w:rsidR="002549D7" w:rsidRPr="002549D7">
        <w:rPr>
          <w:rtl/>
        </w:rPr>
        <w:t xml:space="preserve"> یہی </w:t>
      </w:r>
      <w:r>
        <w:rPr>
          <w:rtl/>
        </w:rPr>
        <w:t>کتنا بڑا غذاب</w:t>
      </w:r>
      <w:r w:rsidR="00824A76" w:rsidRPr="00824A76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کے لئے کہ جوکل تک</w:t>
      </w:r>
      <w:r w:rsidR="00824A76" w:rsidRPr="00824A76">
        <w:rPr>
          <w:rtl/>
        </w:rPr>
        <w:t xml:space="preserve"> ہر </w:t>
      </w:r>
      <w:r>
        <w:rPr>
          <w:rtl/>
        </w:rPr>
        <w:t>محفل ک</w:t>
      </w:r>
      <w:r>
        <w:rPr>
          <w:rFonts w:hint="cs"/>
          <w:rtl/>
        </w:rPr>
        <w:t>ی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کس</w:t>
      </w:r>
      <w:r>
        <w:rPr>
          <w:rFonts w:hint="cs"/>
          <w:rtl/>
        </w:rPr>
        <w:t>ی</w:t>
      </w:r>
      <w:r>
        <w:rPr>
          <w:rtl/>
        </w:rPr>
        <w:t xml:space="preserve"> سے بات کرنے کے قابل نہ رہ پائے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برعکس وہ لوگ کہ جو خداوند متعال کے عبادت گزا</w:t>
      </w:r>
      <w:r w:rsidR="00D74317">
        <w:rPr>
          <w:rtl/>
        </w:rPr>
        <w:t>رہو</w:t>
      </w:r>
      <w:r>
        <w:rPr>
          <w:rtl/>
        </w:rPr>
        <w:t>ں جس قدر ان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7D2A2F">
        <w:rPr>
          <w:rtl/>
        </w:rPr>
        <w:t xml:space="preserve">میں </w:t>
      </w:r>
      <w:r>
        <w:rPr>
          <w:rtl/>
        </w:rPr>
        <w:t xml:space="preserve"> اضافہ</w:t>
      </w:r>
      <w:r w:rsidR="008828D8" w:rsidRPr="008828D8">
        <w:rPr>
          <w:rtl/>
        </w:rPr>
        <w:t xml:space="preserve"> ہوتا </w:t>
      </w:r>
      <w:r>
        <w:rPr>
          <w:rtl/>
        </w:rPr>
        <w:t>رہتا</w:t>
      </w:r>
      <w:r w:rsidR="00824A76" w:rsidRPr="00824A76">
        <w:rPr>
          <w:rtl/>
        </w:rPr>
        <w:t xml:space="preserve"> ہے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عزت و احترام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بڑھتا رہتا</w:t>
      </w:r>
      <w:r w:rsidR="00824A76" w:rsidRPr="00824A76">
        <w:rPr>
          <w:rtl/>
        </w:rPr>
        <w:t xml:space="preserve"> ہے </w:t>
      </w:r>
      <w:r w:rsidR="00B06535" w:rsidRPr="00B06535">
        <w:rPr>
          <w:rtl/>
        </w:rPr>
        <w:t xml:space="preserve"> چاہ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549D7" w:rsidRPr="002549D7">
        <w:rPr>
          <w:rtl/>
        </w:rPr>
        <w:t xml:space="preserve"> ہو </w:t>
      </w:r>
      <w:r>
        <w:rPr>
          <w:rtl/>
        </w:rPr>
        <w:t xml:space="preserve">مگر برے وقتوں </w:t>
      </w:r>
      <w:r w:rsidR="007D2A2F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پاس پناہ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C537D2" w:rsidRPr="00C537D2">
        <w:rPr>
          <w:rtl/>
        </w:rPr>
        <w:t xml:space="preserve"> ہے</w:t>
      </w:r>
      <w:r>
        <w:rPr>
          <w:rtl/>
        </w:rPr>
        <w:t>،</w:t>
      </w:r>
      <w:r w:rsidR="007D2A2F">
        <w:rPr>
          <w:rtl/>
        </w:rPr>
        <w:t xml:space="preserve"> ہاں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کرآنا </w:t>
      </w:r>
      <w:r w:rsidR="00B06535" w:rsidRPr="00B06535"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ممکن</w:t>
      </w:r>
      <w:r w:rsidR="00824A76" w:rsidRPr="00824A76">
        <w:rPr>
          <w:rtl/>
        </w:rPr>
        <w:t xml:space="preserve"> ہے </w:t>
      </w:r>
      <w:r>
        <w:rPr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37D2" w:rsidRPr="00C537D2">
        <w:rPr>
          <w:rtl/>
        </w:rPr>
        <w:t>وہی</w:t>
      </w:r>
      <w:r>
        <w:rPr>
          <w:rtl/>
        </w:rPr>
        <w:t xml:space="preserve"> جواب ملے کہ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غرق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تے وقت فرعون کو ملاتھا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لئٰن</w:t>
      </w:r>
      <w:r w:rsidRPr="00157F97">
        <w:rPr>
          <w:rStyle w:val="libArabicChar"/>
          <w:rtl/>
        </w:rPr>
        <w:t xml:space="preserve"> وقد عص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قبلُ وکنتَ من المفسد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جبکہ تم اس سے</w:t>
      </w:r>
      <w:r w:rsidR="000C56D5" w:rsidRPr="000C56D5">
        <w:rPr>
          <w:rtl/>
        </w:rPr>
        <w:t xml:space="preserve"> پہلے </w:t>
      </w:r>
      <w:r>
        <w:rPr>
          <w:rtl/>
        </w:rPr>
        <w:t>نافرمان</w:t>
      </w:r>
      <w:r>
        <w:rPr>
          <w:rFonts w:hint="cs"/>
          <w:rtl/>
        </w:rPr>
        <w:t>ی</w:t>
      </w:r>
      <w:r>
        <w:rPr>
          <w:rtl/>
        </w:rPr>
        <w:t xml:space="preserve"> کرتے تھے اور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تھے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ںوھاں</w:t>
      </w:r>
      <w:r>
        <w:rPr>
          <w:rtl/>
        </w:rPr>
        <w:t xml:space="preserve"> جاپھنچ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اطلاع </w:t>
      </w:r>
      <w:r w:rsidR="007D2A2F">
        <w:rPr>
          <w:rtl/>
        </w:rPr>
        <w:t xml:space="preserve">ہمیں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ارشاد رب العزت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من مکان بع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د</w:t>
      </w:r>
      <w:r w:rsidRPr="00157F97">
        <w:rPr>
          <w:rStyle w:val="libArabicChar"/>
          <w:rtl/>
        </w:rPr>
        <w:t xml:space="preserve"> سمعوا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تغ</w:t>
      </w:r>
      <w:r w:rsidRPr="00157F97">
        <w:rPr>
          <w:rStyle w:val="libArabicChar"/>
          <w:rFonts w:hint="cs"/>
          <w:rtl/>
        </w:rPr>
        <w:t>یُّ</w:t>
      </w:r>
      <w:r w:rsidRPr="00157F97">
        <w:rPr>
          <w:rStyle w:val="libArabicChar"/>
          <w:rFonts w:hint="eastAsia"/>
          <w:rtl/>
        </w:rPr>
        <w:t>ظاً</w:t>
      </w:r>
      <w:r w:rsidRPr="00157F97">
        <w:rPr>
          <w:rStyle w:val="libArabicChar"/>
          <w:rtl/>
        </w:rPr>
        <w:t xml:space="preserve"> وزف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راً</w:t>
      </w:r>
      <w:r w:rsidRPr="00157F97">
        <w:rPr>
          <w:rStyle w:val="libArabicChar"/>
          <w:rtl/>
        </w:rPr>
        <w:t xml:space="preserve"> واذا القُوا من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مکاناً ض</w:t>
      </w:r>
      <w:r w:rsidRPr="00157F97">
        <w:rPr>
          <w:rStyle w:val="libArabicChar"/>
          <w:rFonts w:hint="cs"/>
          <w:rtl/>
        </w:rPr>
        <w:t>یِّ</w:t>
      </w:r>
      <w:r w:rsidRPr="00157F97">
        <w:rPr>
          <w:rStyle w:val="libArabicChar"/>
          <w:rFonts w:hint="eastAsia"/>
          <w:rtl/>
        </w:rPr>
        <w:t>قاً</w:t>
      </w:r>
      <w:r w:rsidRPr="00157F97">
        <w:rPr>
          <w:rStyle w:val="libArabicChar"/>
          <w:rtl/>
        </w:rPr>
        <w:t xml:space="preserve"> مقرَّب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دَعَوا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نا لک ثبوراً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:”جب جھنم ان لوگوں کو دور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تو(جوش </w:t>
      </w:r>
      <w:r w:rsidR="007844F9" w:rsidRPr="007844F9">
        <w:rPr>
          <w:rtl/>
        </w:rPr>
        <w:t>کہا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اور)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کے جوش وخروش ک</w:t>
      </w:r>
      <w:r>
        <w:rPr>
          <w:rFonts w:hint="cs"/>
          <w:rtl/>
        </w:rPr>
        <w:t>ی</w:t>
      </w:r>
      <w:r>
        <w:rPr>
          <w:rtl/>
        </w:rPr>
        <w:t xml:space="preserve"> آواز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سے جکڑ کر اس ک</w:t>
      </w:r>
      <w:r>
        <w:rPr>
          <w:rFonts w:hint="cs"/>
          <w:rtl/>
        </w:rPr>
        <w:t>ی</w:t>
      </w:r>
      <w:r>
        <w:rPr>
          <w:rtl/>
        </w:rPr>
        <w:t xml:space="preserve"> تنگ جگہ </w:t>
      </w:r>
      <w:r w:rsidR="007D2A2F">
        <w:rPr>
          <w:rtl/>
        </w:rPr>
        <w:t xml:space="preserve">میں </w:t>
      </w:r>
      <w:r>
        <w:rPr>
          <w:rtl/>
        </w:rPr>
        <w:t xml:space="preserve"> جھونک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موت کو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6" w:name="_Toc502225880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زمانے کے علماء اور </w:t>
      </w:r>
      <w:r w:rsidR="001100FA">
        <w:rPr>
          <w:rtl/>
        </w:rPr>
        <w:t>رہبر</w:t>
      </w:r>
      <w:r>
        <w:rPr>
          <w:rtl/>
        </w:rPr>
        <w:t xml:space="preserve"> ان قوم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6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حضو</w:t>
      </w:r>
      <w:r>
        <w:rPr>
          <w:rtl/>
        </w:rPr>
        <w:t xml:space="preserve"> اکرم (ص)کا فرمان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صنفان</w:t>
      </w:r>
      <w:r w:rsidRPr="00157F97">
        <w:rPr>
          <w:rStyle w:val="libArabicChar"/>
          <w:rtl/>
        </w:rPr>
        <w:t xml:space="preserve"> من الناس اذا صلحا صلح الناس واذا فسد ا فسد الناس : العلماء والامراء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”لوگوں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دو صنف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537D2" w:rsidRPr="00C537D2">
        <w:rPr>
          <w:rtl/>
        </w:rPr>
        <w:t>ایسی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اگر وہ اصلاح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بھ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فساد کرنے والے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بھ</w:t>
      </w:r>
      <w:r>
        <w:rPr>
          <w:rFonts w:hint="cs"/>
          <w:rtl/>
        </w:rPr>
        <w:t>ی</w:t>
      </w:r>
      <w:r>
        <w:rPr>
          <w:rtl/>
        </w:rPr>
        <w:t xml:space="preserve"> فساد کرنے والے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اور دوسرے </w:t>
      </w:r>
      <w:r w:rsidR="001100FA">
        <w:rPr>
          <w:rtl/>
        </w:rPr>
        <w:t>رہبر</w:t>
      </w:r>
      <w:r>
        <w:rPr>
          <w:rtl/>
        </w:rPr>
        <w:t xml:space="preserve">ان قوم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ختم</w:t>
      </w:r>
      <w:r>
        <w:rPr>
          <w:rFonts w:hint="cs"/>
          <w:rtl/>
        </w:rPr>
        <w:t>ی</w:t>
      </w:r>
      <w:r>
        <w:rPr>
          <w:rtl/>
        </w:rPr>
        <w:t xml:space="preserve"> مرتبت (ص)فرماتے</w:t>
      </w:r>
      <w:r w:rsidR="002549D7" w:rsidRPr="002549D7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کانت امرا</w:t>
      </w:r>
      <w:r w:rsidR="00296C60">
        <w:rPr>
          <w:rStyle w:val="libArabicChar"/>
          <w:rtl/>
        </w:rPr>
        <w:t>و</w:t>
      </w:r>
      <w:r w:rsidRPr="00157F97">
        <w:rPr>
          <w:rStyle w:val="libArabicChar"/>
          <w:rFonts w:hint="eastAsia"/>
          <w:rtl/>
        </w:rPr>
        <w:t>کم</w:t>
      </w:r>
      <w:r w:rsidRPr="00157F97">
        <w:rPr>
          <w:rStyle w:val="libArabicChar"/>
          <w:rtl/>
        </w:rPr>
        <w:t xml:space="preserve"> اشرار کم واغن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ائکم</w:t>
      </w:r>
      <w:r w:rsidRPr="00157F97">
        <w:rPr>
          <w:rStyle w:val="libArabicChar"/>
          <w:rtl/>
        </w:rPr>
        <w:t xml:space="preserve"> بُخلائکم وامورکم ال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نسائکم فبطن الارض خ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رٌ</w:t>
      </w:r>
      <w:r w:rsidRPr="00157F97">
        <w:rPr>
          <w:rStyle w:val="libArabicChar"/>
          <w:rtl/>
        </w:rPr>
        <w:t xml:space="preserve"> من 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تھارے </w:t>
      </w:r>
      <w:r w:rsidR="001100FA">
        <w:rPr>
          <w:rtl/>
        </w:rPr>
        <w:t>رہبر</w:t>
      </w:r>
      <w:r>
        <w:rPr>
          <w:rtl/>
        </w:rPr>
        <w:t xml:space="preserve">ان تم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</w:t>
      </w:r>
      <w:r w:rsidR="00437CD4" w:rsidRPr="00437CD4">
        <w:rPr>
          <w:rtl/>
        </w:rPr>
        <w:t xml:space="preserve"> ہوں </w:t>
      </w:r>
      <w:r>
        <w:rPr>
          <w:rtl/>
        </w:rPr>
        <w:t xml:space="preserve">اور تمھارے مالدار لوگ تم </w:t>
      </w:r>
      <w:r w:rsidR="007D2A2F">
        <w:rPr>
          <w:rtl/>
        </w:rPr>
        <w:t xml:space="preserve">میں 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تمھارے کاموں کو تمھار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</w:t>
      </w:r>
      <w:r w:rsidR="00D74317">
        <w:rPr>
          <w:rtl/>
        </w:rPr>
        <w:t xml:space="preserve"> رہنا </w:t>
      </w:r>
      <w:r>
        <w:rPr>
          <w:rtl/>
        </w:rPr>
        <w:t>اس کے اوپر</w:t>
      </w:r>
      <w:r w:rsidR="00025F9A" w:rsidRPr="00025F9A">
        <w:rPr>
          <w:rtl/>
        </w:rPr>
        <w:t xml:space="preserve"> رہنے </w:t>
      </w:r>
      <w:r>
        <w:rPr>
          <w:rtl/>
        </w:rPr>
        <w:t>سے بہتر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واضح</w:t>
      </w:r>
      <w:r w:rsidR="00824A76" w:rsidRPr="00824A76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مرجانا</w:t>
      </w:r>
      <w:r w:rsidR="002549D7" w:rsidRPr="002549D7">
        <w:rPr>
          <w:rtl/>
        </w:rPr>
        <w:t xml:space="preserve"> ہی </w:t>
      </w:r>
      <w:r>
        <w:rPr>
          <w:rtl/>
        </w:rPr>
        <w:t>بہتر</w:t>
      </w:r>
      <w:r w:rsidR="00824A76" w:rsidRPr="00824A76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کس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پورے</w:t>
      </w:r>
      <w:r>
        <w:rPr>
          <w:rtl/>
        </w:rPr>
        <w:t xml:space="preserve"> معاشرے کا حساب و کتاب در</w:t>
      </w:r>
      <w:r w:rsidR="000C56D5" w:rsidRPr="000C56D5">
        <w:rPr>
          <w:rtl/>
        </w:rPr>
        <w:t xml:space="preserve">ہم </w:t>
      </w:r>
      <w:r>
        <w:rPr>
          <w:rtl/>
        </w:rPr>
        <w:t>بر</w:t>
      </w:r>
      <w:r w:rsidR="000C56D5" w:rsidRPr="000C56D5">
        <w:rPr>
          <w:rtl/>
        </w:rPr>
        <w:t xml:space="preserve">ہم </w:t>
      </w:r>
      <w:r w:rsidR="002549D7" w:rsidRPr="002549D7">
        <w:rPr>
          <w:rtl/>
        </w:rPr>
        <w:t xml:space="preserve">ہو </w:t>
      </w:r>
      <w:r>
        <w:rPr>
          <w:rtl/>
        </w:rPr>
        <w:t xml:space="preserve">کررہ جائے گا۔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ستکون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کم</w:t>
      </w:r>
      <w:r w:rsidRPr="00157F97">
        <w:rPr>
          <w:rStyle w:val="libArabicChar"/>
          <w:rtl/>
        </w:rPr>
        <w:t xml:space="preserve"> ائمة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ملکون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کم</w:t>
      </w:r>
      <w:r w:rsidRPr="00157F97">
        <w:rPr>
          <w:rStyle w:val="libArabicChar"/>
          <w:rtl/>
        </w:rPr>
        <w:t xml:space="preserve"> ارزاقکم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حدثونکم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کذبونکم</w:t>
      </w:r>
      <w:r w:rsidRPr="00157F97">
        <w:rPr>
          <w:rStyle w:val="libArabicChar"/>
          <w:rtl/>
        </w:rPr>
        <w:t xml:space="preserve"> لا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رضون</w:t>
      </w:r>
      <w:r w:rsidRPr="00157F97">
        <w:rPr>
          <w:rStyle w:val="libArabicChar"/>
          <w:rtl/>
        </w:rPr>
        <w:t xml:space="preserve"> منکم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تحسنوا قب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وتصدِّقوا کِذ</w:t>
      </w:r>
      <w:r w:rsidRPr="00157F97">
        <w:rPr>
          <w:rStyle w:val="libArabicChar"/>
          <w:rFonts w:hint="cs"/>
          <w:rtl/>
        </w:rPr>
        <w:t>ْبَ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ُم</w:t>
      </w:r>
      <w:r w:rsidRPr="00157F97">
        <w:rPr>
          <w:rStyle w:val="libArabicChar"/>
          <w:rFonts w:hint="cs"/>
          <w:rtl/>
        </w:rPr>
        <w:t>ْ</w:t>
      </w:r>
      <w:r>
        <w:rPr>
          <w:rFonts w:hint="cs"/>
          <w:rtl/>
        </w:rPr>
        <w:t>۔“</w:t>
      </w:r>
      <w:r w:rsidR="001100FA" w:rsidRPr="001100FA">
        <w:rPr>
          <w:rStyle w:val="libFootnotenumChar"/>
          <w:rFonts w:hint="cs"/>
          <w:rtl/>
          <w:lang w:bidi="ar-SA"/>
        </w:rPr>
        <w:t>(</w:t>
      </w:r>
      <w:r w:rsidRPr="001100FA">
        <w:rPr>
          <w:rStyle w:val="libFootnotenumChar"/>
          <w:rFonts w:hint="cs"/>
          <w:rtl/>
        </w:rPr>
        <w:t>176</w:t>
      </w:r>
      <w:r w:rsidR="001100FA" w:rsidRPr="001100FA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حکومت کرنے والے مسلط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کہ جن کے ھاتھ </w:t>
      </w:r>
      <w:r w:rsidR="007D2A2F">
        <w:rPr>
          <w:rtl/>
        </w:rPr>
        <w:t xml:space="preserve">میں 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تم سے جھوٹ بولا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تم سے راض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ںھوں</w:t>
      </w:r>
      <w:r>
        <w:rPr>
          <w:rtl/>
        </w:rPr>
        <w:t xml:space="preserve"> گے سوائے اس صورت </w:t>
      </w:r>
      <w:r w:rsidR="007D2A2F">
        <w:rPr>
          <w:rtl/>
        </w:rPr>
        <w:t xml:space="preserve">میں </w:t>
      </w:r>
      <w:r>
        <w:rPr>
          <w:rtl/>
        </w:rPr>
        <w:t xml:space="preserve"> کہ تم ان کے غلط کاموں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کرو اور ان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ظاھر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جب معاشرے </w:t>
      </w:r>
      <w:r w:rsidR="007D2A2F">
        <w:rPr>
          <w:rtl/>
        </w:rPr>
        <w:t xml:space="preserve">میں </w:t>
      </w:r>
      <w:r>
        <w:rPr>
          <w:rtl/>
        </w:rPr>
        <w:t xml:space="preserve"> نا</w:t>
      </w:r>
      <w:r w:rsidR="005564CA">
        <w:rPr>
          <w:rtl/>
        </w:rPr>
        <w:t xml:space="preserve">اہل </w:t>
      </w:r>
      <w:r>
        <w:rPr>
          <w:rtl/>
        </w:rPr>
        <w:t xml:space="preserve"> لوگ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چاپلوس</w:t>
      </w:r>
      <w:r>
        <w:rPr>
          <w:rFonts w:hint="cs"/>
          <w:rtl/>
        </w:rPr>
        <w:t>ی</w:t>
      </w:r>
      <w:r>
        <w:rPr>
          <w:rtl/>
        </w:rPr>
        <w:t xml:space="preserve"> کا بازار گرم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اورلوگ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چھوڑ کر</w:t>
      </w:r>
      <w:r w:rsidR="00720096" w:rsidRPr="00720096">
        <w:rPr>
          <w:rtl/>
        </w:rPr>
        <w:t>ظاہری</w:t>
      </w:r>
      <w:r>
        <w:rPr>
          <w:rtl/>
        </w:rPr>
        <w:t xml:space="preserve"> شان وشوکت سے مرعوب</w:t>
      </w:r>
      <w:r w:rsidR="00272FF7" w:rsidRPr="00272FF7">
        <w:rPr>
          <w:rtl/>
        </w:rPr>
        <w:t xml:space="preserve"> ہو</w:t>
      </w:r>
      <w:r>
        <w:rPr>
          <w:rtl/>
        </w:rPr>
        <w:t>کر ان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کے </w:t>
      </w:r>
      <w:r w:rsidR="00025F9A" w:rsidRPr="00025F9A">
        <w:rPr>
          <w:rtl/>
        </w:rPr>
        <w:t>پیچھے</w:t>
      </w:r>
      <w:r>
        <w:rPr>
          <w:rtl/>
        </w:rPr>
        <w:t xml:space="preserve"> چل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نا</w:t>
      </w:r>
      <w:r w:rsidR="005564CA">
        <w:rPr>
          <w:rtl/>
        </w:rPr>
        <w:t xml:space="preserve">اہل </w:t>
      </w:r>
      <w:r>
        <w:rPr>
          <w:rtl/>
        </w:rPr>
        <w:t xml:space="preserve"> اور ج</w:t>
      </w:r>
      <w:r w:rsidR="005564CA">
        <w:rPr>
          <w:rtl/>
        </w:rPr>
        <w:t xml:space="preserve">اہل </w:t>
      </w:r>
      <w:r>
        <w:rPr>
          <w:rtl/>
        </w:rPr>
        <w:t xml:space="preserve"> علماء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2549D7" w:rsidRPr="002549D7">
        <w:rPr>
          <w:rtl/>
        </w:rPr>
        <w:t xml:space="preserve"> ہیں: </w:t>
      </w:r>
      <w:r>
        <w:rPr>
          <w:rtl/>
        </w:rPr>
        <w:t>”</w:t>
      </w:r>
      <w:r w:rsidRPr="00157F97">
        <w:rPr>
          <w:rStyle w:val="libArabicChar"/>
          <w:rtl/>
        </w:rPr>
        <w:t>من افت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الناس بغ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علم ولا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من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لعنة ملائکة الرحمة وملائکة العذاب ولحق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وِزرُ من عمل بِفت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جانتے</w:t>
      </w:r>
      <w:r w:rsidR="008828D8" w:rsidRPr="008828D8">
        <w:rPr>
          <w:rtl/>
        </w:rPr>
        <w:t xml:space="preserve"> ہوئے </w:t>
      </w:r>
      <w:r>
        <w:rPr>
          <w:rtl/>
        </w:rPr>
        <w:t>فتو</w:t>
      </w:r>
      <w:r>
        <w:rPr>
          <w:rFonts w:hint="cs"/>
          <w:rtl/>
        </w:rPr>
        <w:t>ی</w:t>
      </w:r>
      <w:r>
        <w:rPr>
          <w:rtl/>
        </w:rPr>
        <w:t xml:space="preserve"> دے تو رحمت اور عذاب کے فرشتے اس پر لعنت بھج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اور ان کے فتوا پر عمل کرنے والوں کا گناہ بھ</w:t>
      </w:r>
      <w:r>
        <w:rPr>
          <w:rFonts w:hint="cs"/>
          <w:rtl/>
        </w:rPr>
        <w:t>ی</w:t>
      </w:r>
      <w:r>
        <w:rPr>
          <w:rtl/>
        </w:rPr>
        <w:t xml:space="preserve"> خود انھ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پر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272FF7" w:rsidRPr="00272FF7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025F9A" w:rsidRPr="00025F9A">
        <w:rPr>
          <w:rtl/>
        </w:rPr>
        <w:t xml:space="preserve"> رہنے </w:t>
      </w:r>
      <w:r>
        <w:rPr>
          <w:rtl/>
        </w:rPr>
        <w:t>کاوقت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کہ </w:t>
      </w:r>
      <w:r w:rsidR="007D2A2F">
        <w:rPr>
          <w:rtl/>
        </w:rPr>
        <w:t xml:space="preserve">ہمیں </w:t>
      </w:r>
      <w:r>
        <w:rPr>
          <w:rFonts w:hint="eastAsia"/>
          <w:rtl/>
        </w:rPr>
        <w:t>علماء</w:t>
      </w:r>
      <w:r w:rsidR="00DE4B57" w:rsidRPr="00DE4B57">
        <w:rPr>
          <w:rtl/>
        </w:rPr>
        <w:t xml:space="preserve"> اہل </w:t>
      </w:r>
      <w:r>
        <w:rPr>
          <w:rtl/>
        </w:rPr>
        <w:t>علم اورج</w:t>
      </w:r>
      <w:r w:rsidR="005564CA">
        <w:rPr>
          <w:rtl/>
        </w:rPr>
        <w:t xml:space="preserve">اہل 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رکھنا</w:t>
      </w:r>
      <w:r w:rsidR="000C56D5" w:rsidRPr="000C56D5">
        <w:rPr>
          <w:rtl/>
        </w:rPr>
        <w:t xml:space="preserve"> ہوگا </w:t>
      </w:r>
      <w:r>
        <w:rPr>
          <w:rtl/>
        </w:rPr>
        <w:t>۔</w:t>
      </w:r>
      <w:r w:rsidR="002549D7" w:rsidRPr="002549D7">
        <w:rPr>
          <w:rtl/>
        </w:rPr>
        <w:t xml:space="preserve"> کہیں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272FF7" w:rsidRPr="00272FF7">
        <w:rPr>
          <w:rtl/>
        </w:rPr>
        <w:t xml:space="preserve"> ہو</w:t>
      </w:r>
      <w:r>
        <w:rPr>
          <w:rtl/>
        </w:rPr>
        <w:t>کہ</w:t>
      </w:r>
      <w:r w:rsidR="00824A76" w:rsidRPr="00824A76">
        <w:rPr>
          <w:rtl/>
        </w:rPr>
        <w:t xml:space="preserve"> ہم </w:t>
      </w:r>
      <w:r>
        <w:rPr>
          <w:rtl/>
        </w:rPr>
        <w:t>خود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 w:rsidR="007D2A2F">
        <w:rPr>
          <w:rtl/>
        </w:rPr>
        <w:t xml:space="preserve">میں </w:t>
      </w:r>
      <w:r>
        <w:rPr>
          <w:rtl/>
        </w:rPr>
        <w:t xml:space="preserve"> مبتلا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غلط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بتلاکر مستحق عذاب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سلسلے </w:t>
      </w:r>
      <w:r w:rsidR="007D2A2F">
        <w:rPr>
          <w:rtl/>
        </w:rPr>
        <w:t xml:space="preserve">میں 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گفتگو کو جار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ںرکھنا</w:t>
      </w:r>
      <w:r w:rsidR="00824A76" w:rsidRPr="00824A76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824A76" w:rsidRPr="00824A76">
        <w:rPr>
          <w:rtl/>
        </w:rPr>
        <w:t xml:space="preserve"> ہے </w:t>
      </w:r>
      <w:r>
        <w:rPr>
          <w:rtl/>
        </w:rPr>
        <w:t>آج</w:t>
      </w:r>
      <w:r w:rsidR="00824A76" w:rsidRPr="00824A76">
        <w:rPr>
          <w:rtl/>
        </w:rPr>
        <w:t xml:space="preserve"> ہم </w:t>
      </w:r>
      <w:r>
        <w:rPr>
          <w:rtl/>
        </w:rPr>
        <w:t>مسلمان پورے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7D2A2F">
        <w:rPr>
          <w:rtl/>
        </w:rPr>
        <w:t xml:space="preserve">میں 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کفار غرب وشرق کے غلام بنے</w:t>
      </w:r>
      <w:r w:rsidR="008828D8" w:rsidRPr="008828D8">
        <w:rPr>
          <w:rtl/>
        </w:rPr>
        <w:t xml:space="preserve"> ہوئے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D2A2F">
        <w:rPr>
          <w:rFonts w:hint="eastAsia"/>
          <w:rtl/>
        </w:rPr>
        <w:t xml:space="preserve">ہمیں </w:t>
      </w:r>
      <w:r>
        <w:rPr>
          <w:rtl/>
        </w:rPr>
        <w:t xml:space="preserve"> چلاتے</w:t>
      </w:r>
      <w:r w:rsidR="002549D7" w:rsidRPr="002549D7">
        <w:rPr>
          <w:rtl/>
        </w:rPr>
        <w:t xml:space="preserve"> ہیں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 لک کے مال ودولت کو لوٹتے ھ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 w:rsidR="00824A76" w:rsidRPr="00824A76">
        <w:rPr>
          <w:rtl/>
        </w:rPr>
        <w:t xml:space="preserve"> ہم </w:t>
      </w:r>
      <w:r>
        <w:rPr>
          <w:rtl/>
        </w:rPr>
        <w:t xml:space="preserve">زرہ </w:t>
      </w:r>
      <w:r>
        <w:rPr>
          <w:rFonts w:hint="eastAsia"/>
          <w:rtl/>
        </w:rPr>
        <w:t>برابر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ںکرپاتے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2549D7" w:rsidRPr="002549D7">
        <w:rPr>
          <w:rtl/>
        </w:rPr>
        <w:t xml:space="preserve"> ہماری </w:t>
      </w:r>
      <w:r>
        <w:rPr>
          <w:rtl/>
        </w:rPr>
        <w:t>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ںانھ</w:t>
      </w:r>
      <w:r>
        <w:rPr>
          <w:rFonts w:hint="cs"/>
          <w:rtl/>
        </w:rPr>
        <w:t>ی</w:t>
      </w:r>
      <w:r>
        <w:rPr>
          <w:rtl/>
        </w:rPr>
        <w:t xml:space="preserve"> ظالموں اور کافروں سے وابستہ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720096" w:rsidRPr="00720096">
        <w:rPr>
          <w:rtl/>
        </w:rPr>
        <w:t xml:space="preserve"> رہے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مسلمان قو</w:t>
      </w:r>
      <w:r w:rsidR="007D2A2F">
        <w:rPr>
          <w:rtl/>
        </w:rPr>
        <w:t xml:space="preserve">میں 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72FF7" w:rsidRPr="00272FF7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اس سلسلے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گفتگو کو تمام کرتے</w:t>
      </w:r>
      <w:r w:rsidR="002549D7" w:rsidRPr="002549D7">
        <w:rPr>
          <w:rtl/>
        </w:rPr>
        <w:t xml:space="preserve"> ہیں: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”اذا</w:t>
      </w:r>
      <w:r>
        <w:rPr>
          <w:rtl/>
        </w:rPr>
        <w:t xml:space="preserve"> خرج القائم </w:t>
      </w:r>
      <w:r>
        <w:rPr>
          <w:rFonts w:hint="cs"/>
          <w:rtl/>
        </w:rPr>
        <w:t>ی</w:t>
      </w:r>
      <w:r>
        <w:rPr>
          <w:rFonts w:hint="eastAsia"/>
          <w:rtl/>
        </w:rPr>
        <w:t>نتقم</w:t>
      </w:r>
      <w:r>
        <w:rPr>
          <w:rtl/>
        </w:rPr>
        <w:t xml:space="preserve"> من ا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ل الفتو</w:t>
      </w:r>
      <w:r>
        <w:rPr>
          <w:rFonts w:hint="cs"/>
          <w:rtl/>
        </w:rPr>
        <w:t>ی</w:t>
      </w:r>
      <w:r>
        <w:rPr>
          <w:rtl/>
        </w:rPr>
        <w:t xml:space="preserve"> بما لا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>
        <w:rPr>
          <w:rtl/>
        </w:rPr>
        <w:t xml:space="preserve"> فتعسال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م ول</w:t>
      </w:r>
      <w:r w:rsidR="00296C60">
        <w:rPr>
          <w:rtl/>
        </w:rPr>
        <w:t>ا</w:t>
      </w:r>
      <w:r>
        <w:rPr>
          <w:rFonts w:hint="eastAsia"/>
          <w:rtl/>
        </w:rPr>
        <w:t>تباع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م</w:t>
      </w:r>
      <w:r>
        <w:rPr>
          <w:rtl/>
        </w:rPr>
        <w:t xml:space="preserve"> اوکان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ناقصاًفتمَّمُو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کان ب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عِوَ ج فقومو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م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النَّاس</w:t>
      </w:r>
      <w:r>
        <w:rPr>
          <w:rtl/>
        </w:rPr>
        <w:t xml:space="preserve"> بالخلاف فاطاعو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امر 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م بالصواب فعصو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مَّ المختار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اوحِ</w:t>
      </w:r>
      <w:r>
        <w:rPr>
          <w:rFonts w:hint="cs"/>
          <w:rtl/>
        </w:rPr>
        <w:t>یَ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فذِّکر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کتمل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د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فکمَّلو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ام جاء نب</w:t>
      </w:r>
      <w:r>
        <w:rPr>
          <w:rFonts w:hint="cs"/>
          <w:rtl/>
        </w:rPr>
        <w:t>ی</w:t>
      </w:r>
      <w:r>
        <w:rPr>
          <w:rtl/>
        </w:rPr>
        <w:t xml:space="preserve">  بعد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فات</w:t>
      </w:r>
      <w:r>
        <w:rPr>
          <w:rtl/>
        </w:rPr>
        <w:t>بعو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ُ“ </w:t>
      </w:r>
      <w:r w:rsidR="001100FA">
        <w:rPr>
          <w:rtl/>
        </w:rPr>
        <w:t>(</w:t>
      </w:r>
      <w:r w:rsidRPr="00031FA0">
        <w:rPr>
          <w:rtl/>
        </w:rPr>
        <w:t>178</w:t>
      </w:r>
      <w:r w:rsidR="001100FA">
        <w:rPr>
          <w:rtl/>
        </w:rPr>
        <w:t>)</w:t>
      </w:r>
      <w:r w:rsidRPr="00031FA0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</w:t>
      </w:r>
      <w:r w:rsidR="002549D7" w:rsidRPr="002549D7">
        <w:rPr>
          <w:rtl/>
        </w:rPr>
        <w:t>ہمارے</w:t>
      </w:r>
      <w:r>
        <w:rPr>
          <w:rtl/>
        </w:rPr>
        <w:t xml:space="preserve"> قائم(عج) کاظھور</w:t>
      </w:r>
      <w:r w:rsidR="000C56D5" w:rsidRPr="000C56D5">
        <w:rPr>
          <w:rtl/>
        </w:rPr>
        <w:t xml:space="preserve"> ہوگا </w:t>
      </w:r>
      <w:r>
        <w:rPr>
          <w:rtl/>
        </w:rPr>
        <w:t>جو لوگ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جانتے</w:t>
      </w:r>
      <w:r w:rsidR="008828D8" w:rsidRPr="008828D8">
        <w:rPr>
          <w:rtl/>
        </w:rPr>
        <w:t xml:space="preserve"> ہوئے </w:t>
      </w:r>
      <w:r>
        <w:rPr>
          <w:rtl/>
        </w:rPr>
        <w:t>(بغ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کے )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72FF7" w:rsidRPr="00272FF7">
        <w:rPr>
          <w:rtl/>
        </w:rPr>
        <w:t xml:space="preserve"> ہو</w:t>
      </w:r>
      <w:r>
        <w:rPr>
          <w:rtl/>
        </w:rPr>
        <w:t>نگے ان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وا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ہو </w:t>
      </w:r>
      <w:r>
        <w:rPr>
          <w:rtl/>
        </w:rPr>
        <w:t>ان پر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رکاروں</w:t>
      </w:r>
      <w:r>
        <w:rPr>
          <w:rtl/>
        </w:rPr>
        <w:t xml:space="preserve"> پر۔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ناقص تھا جوانھوں نے آکر کامل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انحراف</w:t>
      </w:r>
      <w:r>
        <w:rPr>
          <w:rtl/>
        </w:rPr>
        <w:t xml:space="preserve"> تھا جوانھوں نے آکرصح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انحراف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025F9A" w:rsidRPr="00025F9A">
        <w:rPr>
          <w:rtl/>
        </w:rPr>
        <w:t>رہے</w:t>
      </w:r>
      <w:r>
        <w:rPr>
          <w:rtl/>
        </w:rPr>
        <w:t xml:space="preserve"> تھے کہ جوان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الوگوں</w:t>
      </w:r>
      <w:r>
        <w:rPr>
          <w:rtl/>
        </w:rPr>
        <w:t xml:space="preserve"> کو سچے راستے ک</w:t>
      </w:r>
      <w:r>
        <w:rPr>
          <w:rFonts w:hint="cs"/>
          <w:rtl/>
        </w:rPr>
        <w:t>ی</w:t>
      </w:r>
      <w:r>
        <w:rPr>
          <w:rtl/>
        </w:rPr>
        <w:t xml:space="preserve"> جانب رھنمائ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مخالفت ک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رسول(ص) پرجووح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DE4B57" w:rsidRPr="00DE4B57">
        <w:rPr>
          <w:rtl/>
        </w:rPr>
        <w:t xml:space="preserve"> ہوئی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وہ اس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کچھ چھوڑ چکے تھے جوتم نے آکر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رسول(ص) کے زمانے </w:t>
      </w:r>
      <w:r w:rsidR="007D2A2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</w:t>
      </w:r>
      <w:r w:rsidR="002549D7" w:rsidRPr="002549D7">
        <w:rPr>
          <w:rtl/>
        </w:rPr>
        <w:t xml:space="preserve"> نہیں</w:t>
      </w:r>
      <w:r w:rsidR="00042197" w:rsidRPr="00042197">
        <w:rPr>
          <w:rtl/>
        </w:rPr>
        <w:t xml:space="preserve"> ہوا </w:t>
      </w:r>
      <w:r>
        <w:rPr>
          <w:rtl/>
        </w:rPr>
        <w:t>تھا جو تم نے آکر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آپ(ص)کے بعد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4A76" w:rsidRPr="00824A76">
        <w:rPr>
          <w:rtl/>
        </w:rPr>
        <w:t xml:space="preserve"> 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۔؟“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ںسے شک وشبھات رفع</w:t>
      </w:r>
      <w:r w:rsidR="00272FF7" w:rsidRPr="00272FF7">
        <w:rPr>
          <w:rtl/>
        </w:rPr>
        <w:t xml:space="preserve"> ہو</w:t>
      </w:r>
      <w:r>
        <w:rPr>
          <w:rtl/>
        </w:rPr>
        <w:t>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بظاھر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1100FA">
        <w:rPr>
          <w:rFonts w:hint="eastAsia"/>
          <w:rtl/>
        </w:rPr>
        <w:t>مومنین</w:t>
      </w:r>
      <w:r>
        <w:rPr>
          <w:rtl/>
        </w:rPr>
        <w:t xml:space="preserve"> ں اپنے زمانے کے حالات کو نظر </w:t>
      </w:r>
      <w:r w:rsidR="007D2A2F">
        <w:rPr>
          <w:rtl/>
        </w:rPr>
        <w:t xml:space="preserve">میں </w:t>
      </w:r>
      <w:r>
        <w:rPr>
          <w:rtl/>
        </w:rPr>
        <w:t xml:space="preserve"> رکھ کرفرما</w:t>
      </w:r>
      <w:r w:rsidR="00025F9A" w:rsidRPr="00025F9A">
        <w:rPr>
          <w:rtl/>
        </w:rPr>
        <w:t>رہے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معصوم(ع) کا قول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 w:rsidR="002549D7" w:rsidRPr="002549D7">
        <w:rPr>
          <w:rtl/>
        </w:rPr>
        <w:t>ہمارے</w:t>
      </w:r>
      <w:r>
        <w:rPr>
          <w:rtl/>
        </w:rPr>
        <w:t xml:space="preserve"> لئے مشعل راہ</w:t>
      </w:r>
      <w:r w:rsidR="00824A76" w:rsidRPr="00824A76">
        <w:rPr>
          <w:rtl/>
        </w:rPr>
        <w:t xml:space="preserve"> ہے </w:t>
      </w:r>
      <w:r>
        <w:rPr>
          <w:rtl/>
        </w:rPr>
        <w:t>اور</w:t>
      </w:r>
      <w:r w:rsidR="007D2A2F">
        <w:rPr>
          <w:rtl/>
        </w:rPr>
        <w:t xml:space="preserve">ہمیں </w:t>
      </w:r>
      <w:r>
        <w:rPr>
          <w:rFonts w:hint="eastAsia"/>
          <w:rtl/>
        </w:rPr>
        <w:t>اس</w:t>
      </w:r>
      <w:r>
        <w:rPr>
          <w:rtl/>
        </w:rPr>
        <w:t xml:space="preserve"> بات سے روکنا</w:t>
      </w:r>
      <w:r w:rsidR="00824A76" w:rsidRPr="00824A76">
        <w:rPr>
          <w:rtl/>
        </w:rPr>
        <w:t xml:space="preserve"> ہے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وند متعال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</w:t>
      </w:r>
      <w:r>
        <w:rPr>
          <w:rFonts w:hint="eastAsia"/>
          <w:rtl/>
        </w:rPr>
        <w:t>ردوبدل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7" w:name="_Toc502225881"/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علامات ظھور</w:t>
      </w:r>
      <w:bookmarkEnd w:id="37"/>
    </w:p>
    <w:p w:rsidR="0042080E" w:rsidRDefault="0042080E" w:rsidP="00950ED7">
      <w:pPr>
        <w:pStyle w:val="Heading2Center"/>
        <w:rPr>
          <w:rtl/>
        </w:rPr>
      </w:pPr>
      <w:bookmarkStart w:id="38" w:name="_Toc502225882"/>
      <w:r>
        <w:rPr>
          <w:rFonts w:hint="eastAsia"/>
          <w:rtl/>
        </w:rPr>
        <w:t>نا</w:t>
      </w:r>
      <w:r>
        <w:rPr>
          <w:rtl/>
        </w:rPr>
        <w:t xml:space="preserve"> گھان</w:t>
      </w:r>
      <w:r>
        <w:rPr>
          <w:rFonts w:hint="cs"/>
          <w:rtl/>
        </w:rPr>
        <w:t>ی</w:t>
      </w:r>
      <w:r>
        <w:rPr>
          <w:rtl/>
        </w:rPr>
        <w:t xml:space="preserve"> موت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bookmarkEnd w:id="38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</w:t>
      </w:r>
      <w:r w:rsidR="007D2A2F">
        <w:rPr>
          <w:rtl/>
        </w:rPr>
        <w:t xml:space="preserve">میں </w:t>
      </w:r>
      <w:r>
        <w:rPr>
          <w:rtl/>
        </w:rPr>
        <w:t xml:space="preserve"> اگرچہ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کثرت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E4B57" w:rsidRPr="00DE4B57">
        <w:rPr>
          <w:rtl/>
        </w:rPr>
        <w:t xml:space="preserve"> ہوئی </w:t>
      </w:r>
      <w:r w:rsidR="002549D7" w:rsidRPr="002549D7">
        <w:rPr>
          <w:rtl/>
        </w:rPr>
        <w:t xml:space="preserve">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24A76" w:rsidRPr="00824A76">
        <w:rPr>
          <w:rtl/>
        </w:rPr>
        <w:t xml:space="preserve"> ہم </w:t>
      </w:r>
      <w:r>
        <w:rPr>
          <w:rtl/>
        </w:rPr>
        <w:t>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اکثر علامات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اِنَّ</w:t>
      </w:r>
      <w:r w:rsidRPr="00157F97">
        <w:rPr>
          <w:rStyle w:val="libArabicChar"/>
          <w:rtl/>
        </w:rPr>
        <w:t xml:space="preserve"> عمران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tl/>
        </w:rPr>
        <w:t xml:space="preserve"> المقدس خراب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ثرب</w:t>
      </w:r>
      <w:r w:rsidRPr="00157F97">
        <w:rPr>
          <w:rStyle w:val="libArabicChar"/>
          <w:rtl/>
        </w:rPr>
        <w:t xml:space="preserve"> وخراب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ثرب</w:t>
      </w:r>
      <w:r w:rsidRPr="00157F97">
        <w:rPr>
          <w:rStyle w:val="libArabicChar"/>
          <w:rtl/>
        </w:rPr>
        <w:t xml:space="preserve"> خروج الملحمة وخروج الملحمة فتح القسطنطن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وفتح القسطنطن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خروج الدَّجال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179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آباد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2549D7" w:rsidRPr="002549D7">
        <w:rPr>
          <w:rtl/>
        </w:rPr>
        <w:t xml:space="preserve"> ہی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>)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اورمد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برباد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سے جنگ شروع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کے بعد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فتح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پھر دجال کا ظھو</w:t>
      </w:r>
      <w:r w:rsidR="00D74317">
        <w:rPr>
          <w:rtl/>
        </w:rPr>
        <w:t>رہو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7D2A2F">
        <w:rPr>
          <w:rFonts w:hint="eastAsia"/>
          <w:rtl/>
        </w:rPr>
        <w:t>یت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ھاتھوں شروع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جس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پھر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خروج کرنا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ارشاد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تکثرالبواس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وموت الفجاةولجذام</w:t>
      </w:r>
      <w:r>
        <w:rPr>
          <w:rtl/>
        </w:rPr>
        <w:t xml:space="preserve">“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(جس وقت)بواس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اچانک موت اورجذام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۔“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”واماالزوراء</w:t>
      </w:r>
      <w:r>
        <w:rPr>
          <w:rtl/>
        </w:rPr>
        <w:t xml:space="preserve"> فتخرب من الوقا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والفتن واما واسط ف</w:t>
      </w:r>
      <w:r>
        <w:rPr>
          <w:rFonts w:hint="cs"/>
          <w:rtl/>
        </w:rPr>
        <w:t>ی</w:t>
      </w:r>
      <w:r>
        <w:rPr>
          <w:rFonts w:hint="eastAsia"/>
          <w:rtl/>
        </w:rPr>
        <w:t>طغ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االماء</w:t>
      </w:r>
      <w:r>
        <w:rPr>
          <w:rtl/>
        </w:rPr>
        <w:t xml:space="preserve"> وآذرب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لک</w:t>
      </w:r>
      <w:r>
        <w:rPr>
          <w:rtl/>
        </w:rPr>
        <w:t xml:space="preserve"> ا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ل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ا بالطاعون وامالموصل ف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لک</w:t>
      </w:r>
      <w:r>
        <w:rPr>
          <w:rtl/>
        </w:rPr>
        <w:t xml:space="preserve">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ا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ل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ا</w:t>
      </w:r>
      <w:r>
        <w:rPr>
          <w:rtl/>
        </w:rPr>
        <w:t xml:space="preserve"> من الجوع والفلاء واما الحلب فتخرب من الصواعق و تخرب دمشق من شدةالقتل واماب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فان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محفوظة لان ف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>
        <w:rPr>
          <w:rtl/>
        </w:rPr>
        <w:t xml:space="preserve"> آثارالانب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 w:rsidR="001100FA">
        <w:rPr>
          <w:rtl/>
        </w:rPr>
        <w:t>(</w:t>
      </w:r>
      <w:r>
        <w:rPr>
          <w:rtl/>
        </w:rPr>
        <w:t>181</w:t>
      </w:r>
      <w:r w:rsidR="001100FA">
        <w:rPr>
          <w:rtl/>
        </w:rPr>
        <w:t>)</w:t>
      </w:r>
      <w:r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”شھرزورا</w:t>
      </w:r>
      <w:r>
        <w:rPr>
          <w:rtl/>
        </w:rPr>
        <w:t>( فتنہ وفساد ک</w:t>
      </w:r>
      <w:r>
        <w:rPr>
          <w:rFonts w:hint="cs"/>
          <w:rtl/>
        </w:rPr>
        <w:t>ی</w:t>
      </w:r>
      <w:r>
        <w:rPr>
          <w:rtl/>
        </w:rPr>
        <w:t xml:space="preserve"> وجہ سے برباد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شھر واسط (عراق)س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بھرجائے گا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لوگ طاعون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025F9A" w:rsidRPr="00025F9A">
        <w:rPr>
          <w:rtl/>
        </w:rPr>
        <w:t>ہلاک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،موصل (عراق) کے لوگ بھوک اورمھنگائ</w:t>
      </w:r>
      <w:r>
        <w:rPr>
          <w:rFonts w:hint="cs"/>
          <w:rtl/>
        </w:rPr>
        <w:t>ی</w:t>
      </w:r>
      <w:r>
        <w:rPr>
          <w:rtl/>
        </w:rPr>
        <w:t xml:space="preserve"> سے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 حلب(سور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)صاعقہ (آسمان</w:t>
      </w:r>
      <w:r>
        <w:rPr>
          <w:rFonts w:hint="cs"/>
          <w:rtl/>
        </w:rPr>
        <w:t>ی</w:t>
      </w:r>
      <w:r>
        <w:rPr>
          <w:rtl/>
        </w:rPr>
        <w:t xml:space="preserve"> بلاو</w:t>
      </w:r>
      <w:r>
        <w:rPr>
          <w:rFonts w:hint="eastAsia"/>
          <w:rtl/>
        </w:rPr>
        <w:t>وں</w:t>
      </w:r>
      <w:r>
        <w:rPr>
          <w:rtl/>
        </w:rPr>
        <w:t xml:space="preserve"> ) کے سبب بر باد</w:t>
      </w:r>
      <w:r w:rsidR="002549D7" w:rsidRPr="002549D7">
        <w:rPr>
          <w:rtl/>
        </w:rPr>
        <w:t xml:space="preserve"> ہو </w:t>
      </w:r>
      <w:r>
        <w:rPr>
          <w:rtl/>
        </w:rPr>
        <w:t>جائے گا (دمشق )کشت وک</w:t>
      </w:r>
      <w:r>
        <w:rPr>
          <w:rFonts w:hint="eastAsia"/>
          <w:rtl/>
        </w:rPr>
        <w:t>شتار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(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سبب امان </w:t>
      </w:r>
      <w:r w:rsidR="007D2A2F">
        <w:rPr>
          <w:rtl/>
        </w:rPr>
        <w:t xml:space="preserve">میں 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”صاعقہ“استعمال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آسمان سے گرنے وال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۔آج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طرح طرح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دور تک مارنے وال</w:t>
      </w:r>
      <w:r>
        <w:rPr>
          <w:rFonts w:hint="cs"/>
          <w:rtl/>
        </w:rPr>
        <w:t>ی</w:t>
      </w:r>
      <w:r>
        <w:rPr>
          <w:rtl/>
        </w:rPr>
        <w:t xml:space="preserve"> توپ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اورجنگ</w:t>
      </w:r>
      <w:r>
        <w:rPr>
          <w:rFonts w:hint="cs"/>
          <w:rtl/>
        </w:rPr>
        <w:t>ی</w:t>
      </w:r>
      <w:r>
        <w:rPr>
          <w:rtl/>
        </w:rPr>
        <w:t xml:space="preserve"> جھاز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۔ان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سوائے تباھ</w:t>
      </w:r>
      <w:r>
        <w:rPr>
          <w:rFonts w:hint="cs"/>
          <w:rtl/>
        </w:rPr>
        <w:t>ی</w:t>
      </w:r>
      <w:r>
        <w:rPr>
          <w:rtl/>
        </w:rPr>
        <w:t xml:space="preserve"> اوربرباد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کے کچھ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ںکرتا</w:t>
      </w:r>
      <w:r>
        <w:rPr>
          <w:rtl/>
        </w:rPr>
        <w:t xml:space="preserve"> آج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 w:rsidR="000C56D5" w:rsidRPr="000C56D5">
        <w:rPr>
          <w:rFonts w:hint="eastAsia"/>
          <w:rtl/>
        </w:rPr>
        <w:t xml:space="preserve">ہم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چاروں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</w:t>
      </w:r>
      <w:r>
        <w:rPr>
          <w:rtl/>
        </w:rPr>
        <w:t xml:space="preserve"> تمام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دن بدن جدت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4317">
        <w:rPr>
          <w:rtl/>
        </w:rPr>
        <w:t>جارہی</w:t>
      </w:r>
      <w:r w:rsidR="00824A76" w:rsidRPr="00824A76">
        <w:rPr>
          <w:rtl/>
        </w:rPr>
        <w:t xml:space="preserve"> ہے </w:t>
      </w:r>
      <w:r>
        <w:rPr>
          <w:rtl/>
        </w:rPr>
        <w:t>۔ اگر اپنے اطرف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اورواقعات کونظر </w:t>
      </w:r>
      <w:r w:rsidR="007D2A2F">
        <w:rPr>
          <w:rtl/>
        </w:rPr>
        <w:t xml:space="preserve">میں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کوئ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 w:rsidR="002549D7" w:rsidRPr="002549D7">
        <w:rPr>
          <w:rtl/>
        </w:rPr>
        <w:t xml:space="preserve"> نہیں </w:t>
      </w:r>
      <w:r>
        <w:rPr>
          <w:rtl/>
        </w:rPr>
        <w:t xml:space="preserve">کہ جب </w:t>
      </w:r>
      <w:r w:rsidR="007D2A2F">
        <w:rPr>
          <w:rtl/>
        </w:rPr>
        <w:t xml:space="preserve">ہمیں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رونما و</w:t>
      </w:r>
      <w:r w:rsidR="00272FF7" w:rsidRPr="00272FF7">
        <w:rPr>
          <w:rtl/>
        </w:rPr>
        <w:t xml:space="preserve"> ہو</w:t>
      </w:r>
      <w:r>
        <w:rPr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نظر 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ملتا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: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”لا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ا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ل مصرمن مصر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>م عدول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م ولکن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2080E" w:rsidRDefault="00031FA0" w:rsidP="00157F97">
      <w:pPr>
        <w:pStyle w:val="libArabic"/>
        <w:rPr>
          <w:rtl/>
        </w:rPr>
      </w:pPr>
      <w:r w:rsidRPr="00031FA0">
        <w:rPr>
          <w:rFonts w:hint="cs"/>
          <w:rtl/>
        </w:rPr>
        <w:t>ه</w:t>
      </w:r>
      <w:r w:rsidR="0042080E" w:rsidRPr="00031FA0">
        <w:rPr>
          <w:rFonts w:hint="eastAsia"/>
          <w:rtl/>
        </w:rPr>
        <w:t>ذا</w:t>
      </w:r>
      <w:r w:rsidR="0042080E">
        <w:rPr>
          <w:rtl/>
        </w:rPr>
        <w:t xml:space="preserve"> 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غورفلاتبق</w:t>
      </w:r>
      <w:r w:rsidR="0042080E">
        <w:rPr>
          <w:rFonts w:hint="cs"/>
          <w:rtl/>
        </w:rPr>
        <w:t>یٰ</w:t>
      </w:r>
      <w:r w:rsidR="0042080E">
        <w:rPr>
          <w:rtl/>
        </w:rPr>
        <w:t xml:space="preserve"> من</w:t>
      </w:r>
      <w:r w:rsidRPr="00031FA0">
        <w:rPr>
          <w:rFonts w:hint="cs"/>
          <w:rtl/>
        </w:rPr>
        <w:t>ه</w:t>
      </w:r>
      <w:r w:rsidR="0042080E" w:rsidRPr="00031FA0">
        <w:rPr>
          <w:rtl/>
        </w:rPr>
        <w:t xml:space="preserve"> قطرة“</w:t>
      </w:r>
      <w:r w:rsidR="001100FA">
        <w:rPr>
          <w:rtl/>
        </w:rPr>
        <w:t>(</w:t>
      </w:r>
      <w:r w:rsidR="0042080E" w:rsidRPr="00031FA0">
        <w:rPr>
          <w:rtl/>
        </w:rPr>
        <w:t>182</w:t>
      </w:r>
      <w:r w:rsidR="001100FA">
        <w:rPr>
          <w:rtl/>
        </w:rPr>
        <w:t>)</w:t>
      </w:r>
      <w:r w:rsidR="0042080E" w:rsidRPr="00031FA0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”مصر</w:t>
      </w:r>
      <w:r>
        <w:rPr>
          <w:rtl/>
        </w:rPr>
        <w:t xml:space="preserve"> کے لوگوں کو ان کے ملک سے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دشمن نھ</w:t>
      </w:r>
      <w:r>
        <w:rPr>
          <w:rFonts w:hint="cs"/>
          <w:rtl/>
        </w:rPr>
        <w:t>ی</w:t>
      </w:r>
      <w:r>
        <w:rPr>
          <w:rFonts w:hint="eastAsia"/>
          <w:rtl/>
        </w:rPr>
        <w:t>ںباھر</w:t>
      </w:r>
      <w:r>
        <w:rPr>
          <w:rtl/>
        </w:rPr>
        <w:t xml:space="preserve"> نکالے گا بلکہ خود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کو باھر نکالے گا۔ اس کاپان</w:t>
      </w:r>
      <w:r>
        <w:rPr>
          <w:rFonts w:hint="cs"/>
          <w:rtl/>
        </w:rPr>
        <w:t>ی</w:t>
      </w:r>
      <w:r>
        <w:rPr>
          <w:rtl/>
        </w:rPr>
        <w:t xml:space="preserve"> بالکل خشک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اورحت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7D2A2F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وخراب</w:t>
      </w:r>
      <w:r w:rsidRPr="00157F97">
        <w:rPr>
          <w:rStyle w:val="libArabicChar"/>
          <w:rtl/>
        </w:rPr>
        <w:t xml:space="preserve"> مصر من جفاف الن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”مصر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خشک</w:t>
      </w:r>
      <w:r w:rsidR="008828D8" w:rsidRPr="008828D8">
        <w:rPr>
          <w:rtl/>
        </w:rPr>
        <w:t xml:space="preserve"> ہونے </w:t>
      </w:r>
      <w:r>
        <w:rPr>
          <w:rtl/>
        </w:rPr>
        <w:t xml:space="preserve">سے برباد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ملتا</w:t>
      </w:r>
      <w:r w:rsidR="00C537D2" w:rsidRPr="00C537D2">
        <w:rPr>
          <w:rtl/>
        </w:rPr>
        <w:t xml:space="preserve"> ہے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نبثق</w:t>
      </w:r>
      <w:r w:rsidRPr="00157F97">
        <w:rPr>
          <w:rStyle w:val="libArabicChar"/>
          <w:rtl/>
        </w:rPr>
        <w:t xml:space="preserve"> الفرات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دخل</w:t>
      </w:r>
      <w:r w:rsidRPr="00157F97">
        <w:rPr>
          <w:rStyle w:val="libArabicChar"/>
          <w:rtl/>
        </w:rPr>
        <w:t xml:space="preserve"> 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ذقة</w:t>
      </w:r>
      <w:r w:rsidRPr="00157F97">
        <w:rPr>
          <w:rStyle w:val="libArabicChar"/>
          <w:rtl/>
        </w:rPr>
        <w:t xml:space="preserve"> الکوفة وعقدالجسرمما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اکرخ بمد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نة</w:t>
      </w:r>
      <w:r w:rsidRPr="00157F97">
        <w:rPr>
          <w:rStyle w:val="libArabicChar"/>
          <w:rtl/>
        </w:rPr>
        <w:t xml:space="preserve"> بغداد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”فرات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آجائے گ</w:t>
      </w:r>
      <w:r>
        <w:rPr>
          <w:rFonts w:hint="cs"/>
          <w:rtl/>
        </w:rPr>
        <w:t>ی</w:t>
      </w:r>
      <w:r>
        <w:rPr>
          <w:rtl/>
        </w:rPr>
        <w:t xml:space="preserve"> اور کوفہ کے گل</w:t>
      </w:r>
      <w:r>
        <w:rPr>
          <w:rFonts w:hint="cs"/>
          <w:rtl/>
        </w:rPr>
        <w:t>ی</w:t>
      </w:r>
      <w:r>
        <w:rPr>
          <w:rtl/>
        </w:rPr>
        <w:t xml:space="preserve"> کوچوں </w:t>
      </w:r>
      <w:r w:rsidR="007D2A2F">
        <w:rPr>
          <w:rtl/>
        </w:rPr>
        <w:t xml:space="preserve">میں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بھرجائے گا ۔ کرخ کے سامنے بغداد </w:t>
      </w:r>
      <w:r w:rsidR="007D2A2F">
        <w:rPr>
          <w:rtl/>
        </w:rPr>
        <w:t xml:space="preserve">میں </w:t>
      </w:r>
      <w:r>
        <w:rPr>
          <w:rtl/>
        </w:rPr>
        <w:t xml:space="preserve"> پل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ظاھراً ابھ</w:t>
      </w:r>
      <w:r>
        <w:rPr>
          <w:rFonts w:hint="cs"/>
          <w:rtl/>
        </w:rPr>
        <w:t>ی</w:t>
      </w:r>
      <w:r>
        <w:rPr>
          <w:rtl/>
        </w:rPr>
        <w:t xml:space="preserve"> تک واقع</w:t>
      </w:r>
      <w:r w:rsidR="002549D7" w:rsidRPr="002549D7">
        <w:rPr>
          <w:rtl/>
        </w:rPr>
        <w:t xml:space="preserve"> نہیں</w:t>
      </w:r>
      <w:r w:rsidR="00042197" w:rsidRPr="00042197">
        <w:rPr>
          <w:rtl/>
        </w:rPr>
        <w:t xml:space="preserve"> ہوا </w:t>
      </w:r>
      <w:r w:rsidR="00824A76" w:rsidRPr="00824A76">
        <w:rPr>
          <w:rtl/>
        </w:rPr>
        <w:t xml:space="preserve">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بغداد </w:t>
      </w:r>
      <w:r w:rsidR="007D2A2F">
        <w:rPr>
          <w:rtl/>
        </w:rPr>
        <w:t xml:space="preserve">میں </w:t>
      </w:r>
      <w:r>
        <w:rPr>
          <w:rtl/>
        </w:rPr>
        <w:t xml:space="preserve"> کرخ کے سامنے پل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72FF7" w:rsidRPr="00272FF7">
        <w:rPr>
          <w:rtl/>
        </w:rPr>
        <w:t xml:space="preserve"> ہو</w:t>
      </w:r>
      <w:r>
        <w:rPr>
          <w:rtl/>
        </w:rPr>
        <w:t>چکا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39" w:name="_Toc502225883"/>
      <w:r>
        <w:rPr>
          <w:rFonts w:hint="eastAsia"/>
          <w:rtl/>
        </w:rPr>
        <w:t>آگ</w:t>
      </w:r>
      <w:r>
        <w:rPr>
          <w:rtl/>
        </w:rPr>
        <w:t xml:space="preserve"> وآتش کاتباھ</w:t>
      </w:r>
      <w:r>
        <w:rPr>
          <w:rFonts w:hint="cs"/>
          <w:rtl/>
        </w:rPr>
        <w:t>ی</w:t>
      </w:r>
      <w:r>
        <w:rPr>
          <w:rtl/>
        </w:rPr>
        <w:t xml:space="preserve"> مچانا</w:t>
      </w:r>
      <w:bookmarkEnd w:id="39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اکرم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نار و دخان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المشرق اربع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لة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”آتش</w:t>
      </w:r>
      <w:r>
        <w:rPr>
          <w:rtl/>
        </w:rPr>
        <w:t xml:space="preserve"> اوردھواں مشرق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دنوں تک نکلتا</w:t>
      </w:r>
      <w:r w:rsidR="00720096" w:rsidRPr="00720096">
        <w:rPr>
          <w:rtl/>
        </w:rPr>
        <w:t xml:space="preserve"> رہے </w:t>
      </w:r>
      <w:r>
        <w:rPr>
          <w:rtl/>
        </w:rPr>
        <w:t xml:space="preserve">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ں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لاتقوم</w:t>
      </w:r>
      <w:r w:rsidRPr="00157F97">
        <w:rPr>
          <w:rStyle w:val="libArabicChar"/>
          <w:rtl/>
        </w:rPr>
        <w:t xml:space="preserve"> الساعة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تس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وادمن اود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الحجاز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ںآئے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حجاز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سے آگ بھڑکے گ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</w:t>
      </w:r>
      <w:r w:rsidRPr="00157F97">
        <w:rPr>
          <w:rStyle w:val="libArabicChar"/>
          <w:rtl/>
        </w:rPr>
        <w:t xml:space="preserve"> رائتم ناراًمن المشرق ثلاثة 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ام</w:t>
      </w:r>
      <w:r w:rsidRPr="00157F97">
        <w:rPr>
          <w:rStyle w:val="libArabicChar"/>
          <w:rtl/>
        </w:rPr>
        <w:t xml:space="preserve"> اوسبعة فتوقعوا فرج آل محمد ان شاء اللّ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مشرق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آگ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حضرت آل محمد(ص) کے فرج کے منتظر</w:t>
      </w:r>
      <w:r w:rsidR="00D74317">
        <w:rPr>
          <w:rtl/>
        </w:rPr>
        <w:t xml:space="preserve"> رہو </w:t>
      </w:r>
      <w:r>
        <w:rPr>
          <w:rtl/>
        </w:rPr>
        <w:t xml:space="preserve">انشاء اللہ ۔“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40" w:name="_Toc502225884"/>
      <w:r>
        <w:rPr>
          <w:rFonts w:hint="eastAsia"/>
          <w:rtl/>
        </w:rPr>
        <w:t>سورج</w:t>
      </w:r>
      <w:r>
        <w:rPr>
          <w:rtl/>
        </w:rPr>
        <w:t xml:space="preserve"> اورچاند گھن</w:t>
      </w:r>
      <w:bookmarkEnd w:id="40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باقرں فرماتے</w:t>
      </w:r>
      <w:r w:rsidR="000C56D5" w:rsidRPr="000C56D5">
        <w:rPr>
          <w:rtl/>
        </w:rPr>
        <w:t xml:space="preserve"> ہیں </w:t>
      </w:r>
      <w:r>
        <w:rPr>
          <w:rtl/>
        </w:rPr>
        <w:t xml:space="preserve">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آ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تان</w:t>
      </w:r>
      <w:r w:rsidRPr="00157F97">
        <w:rPr>
          <w:rStyle w:val="libArabicChar"/>
          <w:rtl/>
        </w:rPr>
        <w:t xml:space="preserve"> تکونان قبل 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ام</w:t>
      </w:r>
      <w:r w:rsidRPr="00157F97">
        <w:rPr>
          <w:rStyle w:val="libArabicChar"/>
          <w:rtl/>
        </w:rPr>
        <w:t xml:space="preserve"> القائم لم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کونا</w:t>
      </w:r>
      <w:r w:rsidRPr="00157F97">
        <w:rPr>
          <w:rStyle w:val="libArabicChar"/>
          <w:rtl/>
        </w:rPr>
        <w:t xml:space="preserve"> مُن</w:t>
      </w:r>
      <w:r w:rsidRPr="00157F97">
        <w:rPr>
          <w:rStyle w:val="libArabicChar"/>
          <w:rFonts w:hint="cs"/>
          <w:rtl/>
        </w:rPr>
        <w:t xml:space="preserve">ْذُ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cs"/>
          <w:rtl/>
        </w:rPr>
        <w:t>بط آد</w:t>
      </w:r>
      <w:r w:rsidRPr="00157F97">
        <w:rPr>
          <w:rStyle w:val="libArabicChar"/>
          <w:rFonts w:hint="cs"/>
          <w:rtl/>
        </w:rPr>
        <w:t>م علی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 w:rsidRPr="00157F97">
        <w:rPr>
          <w:rStyle w:val="libArabicChar"/>
          <w:rFonts w:hint="eastAsia"/>
          <w:rtl/>
        </w:rPr>
        <w:t>السلام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الارض تنکسفُ الشمس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النصف من رمضان والقمر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آخر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>(عج)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>دونشان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8828D8" w:rsidRPr="008828D8">
        <w:rPr>
          <w:rtl/>
        </w:rPr>
        <w:t xml:space="preserve"> ظاہر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کہ جو حضرت آدم(ع) سے لے کر اب تک</w:t>
      </w:r>
      <w:r w:rsidR="008828D8" w:rsidRPr="008828D8">
        <w:rPr>
          <w:rtl/>
        </w:rPr>
        <w:t xml:space="preserve"> ظاہر </w:t>
      </w:r>
      <w:r w:rsidR="002549D7" w:rsidRPr="002549D7">
        <w:rPr>
          <w:rtl/>
        </w:rPr>
        <w:t>نہیں</w:t>
      </w:r>
      <w:r w:rsidR="00DE4B57" w:rsidRPr="00DE4B57">
        <w:rPr>
          <w:rtl/>
        </w:rPr>
        <w:t xml:space="preserve"> ہوئی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رمضان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سورج</w:t>
      </w:r>
      <w:r>
        <w:rPr>
          <w:rtl/>
        </w:rPr>
        <w:t xml:space="preserve"> اورآخر رمضان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چاند</w:t>
      </w:r>
      <w:r>
        <w:rPr>
          <w:rtl/>
        </w:rPr>
        <w:t xml:space="preserve"> کا گرھن لگنا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ںاگرچہ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سورج</w:t>
      </w:r>
      <w:r>
        <w:rPr>
          <w:rtl/>
        </w:rPr>
        <w:t xml:space="preserve"> اور چاند گرھن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824A76" w:rsidRPr="00824A76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اگر مجموع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ثابت</w:t>
      </w:r>
      <w:r w:rsidR="00272FF7" w:rsidRPr="00272FF7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549D7" w:rsidRPr="002549D7">
        <w:rPr>
          <w:rtl/>
        </w:rPr>
        <w:t xml:space="preserve"> ہی </w:t>
      </w:r>
      <w:r>
        <w:rPr>
          <w:rtl/>
        </w:rPr>
        <w:t xml:space="preserve">رمضان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چاند</w:t>
      </w:r>
      <w:r>
        <w:rPr>
          <w:rtl/>
        </w:rPr>
        <w:t xml:space="preserve"> اور سورج گرھن دونوں کو گرھن لگنا اگرچہ کہ خلاف عادت</w:t>
      </w:r>
      <w:r w:rsidR="00824A76" w:rsidRPr="00824A76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واقع</w:t>
      </w:r>
      <w:r w:rsidR="008828D8" w:rsidRPr="008828D8">
        <w:rPr>
          <w:rtl/>
        </w:rPr>
        <w:t xml:space="preserve"> ہونا </w:t>
      </w:r>
      <w:r>
        <w:rPr>
          <w:rtl/>
        </w:rPr>
        <w:t>حتم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41" w:name="_Toc502225885"/>
      <w:r>
        <w:rPr>
          <w:rFonts w:hint="eastAsia"/>
          <w:rtl/>
        </w:rPr>
        <w:t>زلزلے</w:t>
      </w:r>
      <w:bookmarkEnd w:id="41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وتکثرالزلازل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189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زلزلہ آنے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ارشاد فرماتے</w:t>
      </w:r>
      <w:r w:rsidR="002549D7" w:rsidRPr="002549D7">
        <w:rPr>
          <w:rtl/>
        </w:rPr>
        <w:t xml:space="preserve"> ہیں: </w:t>
      </w:r>
    </w:p>
    <w:p w:rsidR="0042080E" w:rsidRDefault="0042080E" w:rsidP="00157F97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ثم رجفة بالشام 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لک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امئة</w:t>
      </w:r>
      <w:r>
        <w:rPr>
          <w:rtl/>
        </w:rPr>
        <w:t xml:space="preserve"> الف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 w:rsidR="00031FA0" w:rsidRPr="00031FA0">
        <w:rPr>
          <w:rFonts w:hint="cs"/>
          <w:rtl/>
        </w:rPr>
        <w:t>ه</w:t>
      </w:r>
      <w:r w:rsidRPr="00031FA0">
        <w:rPr>
          <w:rFonts w:hint="eastAsia"/>
          <w:rtl/>
        </w:rPr>
        <w:t>ا</w:t>
      </w:r>
      <w:r>
        <w:rPr>
          <w:rtl/>
        </w:rPr>
        <w:t xml:space="preserve"> اللّ</w:t>
      </w:r>
      <w:r w:rsidR="00031FA0" w:rsidRPr="00031FA0">
        <w:rPr>
          <w:rFonts w:hint="cs"/>
          <w:rtl/>
        </w:rPr>
        <w:t>ه</w:t>
      </w:r>
      <w:r w:rsidRPr="00031FA0">
        <w:rPr>
          <w:rtl/>
        </w:rPr>
        <w:t xml:space="preserve"> رحمة </w:t>
      </w:r>
    </w:p>
    <w:p w:rsidR="0042080E" w:rsidRDefault="0042080E" w:rsidP="00031FA0">
      <w:pPr>
        <w:pStyle w:val="libArabic"/>
        <w:rPr>
          <w:rtl/>
        </w:rPr>
      </w:pPr>
      <w:r>
        <w:rPr>
          <w:rFonts w:hint="eastAsia"/>
          <w:rtl/>
        </w:rPr>
        <w:t>للمومن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عذاباً عل</w:t>
      </w:r>
      <w:r>
        <w:rPr>
          <w:rFonts w:hint="cs"/>
          <w:rtl/>
        </w:rPr>
        <w:t>ی</w:t>
      </w:r>
      <w:r>
        <w:rPr>
          <w:rtl/>
        </w:rPr>
        <w:t xml:space="preserve"> الکافر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031FA0">
        <w:rPr>
          <w:rtl/>
        </w:rPr>
        <w:t>“</w:t>
      </w:r>
      <w:r w:rsidR="001100FA">
        <w:rPr>
          <w:rtl/>
        </w:rPr>
        <w:t>(</w:t>
      </w:r>
      <w:r w:rsidRPr="00031FA0">
        <w:rPr>
          <w:rtl/>
        </w:rPr>
        <w:t>190</w:t>
      </w:r>
      <w:r w:rsidR="001100FA">
        <w:rPr>
          <w:rtl/>
        </w:rPr>
        <w:t>)</w:t>
      </w:r>
      <w:r w:rsidRPr="00031FA0"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زلزلہ</w:t>
      </w:r>
      <w:r>
        <w:rPr>
          <w:rtl/>
        </w:rPr>
        <w:t xml:space="preserve"> آئے گا کہ جس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آدم</w:t>
      </w:r>
      <w:r>
        <w:rPr>
          <w:rFonts w:hint="cs"/>
          <w:rtl/>
        </w:rPr>
        <w:t>ی</w:t>
      </w:r>
      <w:r>
        <w:rPr>
          <w:rtl/>
        </w:rPr>
        <w:t xml:space="preserve">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خداوند متعال اس زلزلے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رحمت اورکافروں کے لئے عذاب قرار دے گا ۔ 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واضح</w:t>
      </w:r>
      <w:r w:rsidR="00720096" w:rsidRPr="00720096">
        <w:rPr>
          <w:rtl/>
        </w:rPr>
        <w:t xml:space="preserve"> رہے </w:t>
      </w:r>
      <w:r>
        <w:rPr>
          <w:rtl/>
        </w:rPr>
        <w:t>کہ شام سے مراد فقط شھر دمشق مراد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بلکہ اس کے اطراف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لبنان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علاقہ بھ</w:t>
      </w:r>
      <w:r>
        <w:rPr>
          <w:rFonts w:hint="cs"/>
          <w:rtl/>
        </w:rPr>
        <w:t>ی</w:t>
      </w:r>
      <w:r>
        <w:rPr>
          <w:rtl/>
        </w:rPr>
        <w:t xml:space="preserve"> شامل</w:t>
      </w:r>
      <w:r w:rsidR="008828D8" w:rsidRPr="008828D8">
        <w:rPr>
          <w:rtl/>
        </w:rPr>
        <w:t xml:space="preserve"> ہوتا </w:t>
      </w:r>
      <w:r w:rsidR="00824A76" w:rsidRPr="00824A76">
        <w:rPr>
          <w:rtl/>
        </w:rPr>
        <w:t xml:space="preserve">ہے 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42" w:name="_Toc502225886"/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ندا</w:t>
      </w:r>
      <w:bookmarkEnd w:id="42"/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ناد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منادٍمن السماء اِنَّ ام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رُکم</w:t>
      </w:r>
      <w:r w:rsidRPr="00157F97">
        <w:rPr>
          <w:rStyle w:val="libArabicChar"/>
          <w:rtl/>
        </w:rPr>
        <w:t xml:space="preserve"> فلانٌ وذلک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 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”مناد</w:t>
      </w:r>
      <w:r>
        <w:rPr>
          <w:rFonts w:hint="cs"/>
          <w:rtl/>
        </w:rPr>
        <w:t>ی</w:t>
      </w:r>
      <w:r>
        <w:rPr>
          <w:rtl/>
        </w:rPr>
        <w:t xml:space="preserve"> آسمان سے آواز لگائے گا ۔ تمھارا سردار فلان</w:t>
      </w:r>
      <w:r w:rsidR="00824A76" w:rsidRPr="00824A76">
        <w:rPr>
          <w:rtl/>
        </w:rPr>
        <w:t xml:space="preserve"> ہے </w:t>
      </w:r>
      <w:r>
        <w:rPr>
          <w:rtl/>
        </w:rPr>
        <w:t>اور وہ مھد</w:t>
      </w:r>
      <w:r>
        <w:rPr>
          <w:rFonts w:hint="cs"/>
          <w:rtl/>
        </w:rPr>
        <w:t>ی</w:t>
      </w:r>
      <w:r>
        <w:rPr>
          <w:rtl/>
        </w:rPr>
        <w:t xml:space="preserve"> آخرالزمان (عج)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ں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اذاناد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منادٍمن السماء اِنَّ الحق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آل محمد فعند ذلک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افوا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الناس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شربون</w:t>
      </w:r>
      <w:r w:rsidRPr="00157F97">
        <w:rPr>
          <w:rStyle w:val="libArabicChar"/>
          <w:rtl/>
        </w:rPr>
        <w:t xml:space="preserve"> حبَّ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ولا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ذکرٌغ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مناد</w:t>
      </w:r>
      <w:r>
        <w:rPr>
          <w:rFonts w:hint="cs"/>
          <w:rtl/>
        </w:rPr>
        <w:t>ی</w:t>
      </w:r>
      <w:r>
        <w:rPr>
          <w:rtl/>
        </w:rPr>
        <w:t xml:space="preserve"> آسمان سے آواز دے گا کہ حق آل محمد(ص) کے ساتھ</w:t>
      </w:r>
      <w:r w:rsidR="00824A76" w:rsidRPr="00824A76">
        <w:rPr>
          <w:rtl/>
        </w:rPr>
        <w:t xml:space="preserve"> ہے </w:t>
      </w:r>
      <w:r>
        <w:rPr>
          <w:rtl/>
        </w:rPr>
        <w:t>۔ حضرت مھد</w:t>
      </w:r>
      <w:r>
        <w:rPr>
          <w:rFonts w:hint="cs"/>
          <w:rtl/>
        </w:rPr>
        <w:t>ی</w:t>
      </w:r>
      <w:r>
        <w:rPr>
          <w:rtl/>
        </w:rPr>
        <w:t xml:space="preserve"> (عج) کا نام لوگوں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اور ان ک</w:t>
      </w:r>
      <w:r>
        <w:rPr>
          <w:rFonts w:hint="cs"/>
          <w:rtl/>
        </w:rPr>
        <w:t>ی</w:t>
      </w:r>
      <w:r>
        <w:rPr>
          <w:rtl/>
        </w:rPr>
        <w:t xml:space="preserve"> محبت دلوں </w:t>
      </w:r>
      <w:r w:rsidR="007D2A2F">
        <w:rPr>
          <w:rtl/>
        </w:rPr>
        <w:t xml:space="preserve">میں </w:t>
      </w:r>
      <w:r>
        <w:rPr>
          <w:rtl/>
        </w:rPr>
        <w:t xml:space="preserve"> اجاگر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کام باق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25F9A" w:rsidRPr="00025F9A">
        <w:rPr>
          <w:rFonts w:hint="eastAsia"/>
          <w:rtl/>
        </w:rPr>
        <w:t>رہے</w:t>
      </w:r>
      <w:r>
        <w:rPr>
          <w:rtl/>
        </w:rPr>
        <w:t xml:space="preserve"> 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</w:t>
      </w:r>
      <w:r w:rsidR="00DE4B57" w:rsidRPr="00DE4B57">
        <w:rPr>
          <w:rtl/>
        </w:rPr>
        <w:t xml:space="preserve"> ہوئی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بات</w:t>
      </w:r>
      <w:r w:rsidR="00824A76" w:rsidRPr="00824A76">
        <w:rPr>
          <w:rtl/>
        </w:rPr>
        <w:t xml:space="preserve"> ہے </w:t>
      </w:r>
      <w:r>
        <w:rPr>
          <w:rtl/>
        </w:rPr>
        <w:t>کہ آپ(عج) کے ظھور کے وقت ندا لگائ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37D2" w:rsidRPr="00C537D2">
        <w:rPr>
          <w:rtl/>
        </w:rPr>
        <w:t>یہاں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2549D7" w:rsidRPr="002549D7">
        <w:rPr>
          <w:rtl/>
        </w:rPr>
        <w:t xml:space="preserve"> نہیں</w:t>
      </w:r>
      <w:r w:rsidR="00720096" w:rsidRPr="00720096">
        <w:rPr>
          <w:rtl/>
        </w:rPr>
        <w:t xml:space="preserve"> رہے </w:t>
      </w:r>
      <w:r>
        <w:rPr>
          <w:rtl/>
        </w:rPr>
        <w:t>گاکہ جواس آواز کو نہ سن سکے اور پور</w:t>
      </w:r>
      <w:r>
        <w:rPr>
          <w:rFonts w:hint="cs"/>
          <w:rtl/>
        </w:rPr>
        <w:t>ی</w:t>
      </w:r>
      <w:r>
        <w:rPr>
          <w:rtl/>
        </w:rPr>
        <w:t xml:space="preserve"> کائنات کے لوگوں </w:t>
      </w:r>
      <w:r>
        <w:rPr>
          <w:rFonts w:hint="eastAsia"/>
          <w:rtl/>
        </w:rPr>
        <w:t>پر</w:t>
      </w:r>
      <w:r>
        <w:rPr>
          <w:rtl/>
        </w:rPr>
        <w:t xml:space="preserve"> اس وقت اتمام حجت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وقت</w:t>
      </w:r>
      <w:r w:rsidR="000C56D5" w:rsidRPr="000C56D5">
        <w:rPr>
          <w:rtl/>
        </w:rPr>
        <w:t xml:space="preserve"> ہوگا </w:t>
      </w:r>
      <w:r>
        <w:rPr>
          <w:rtl/>
        </w:rPr>
        <w:t>کہ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صرف</w:t>
      </w:r>
      <w:r>
        <w:rPr>
          <w:rtl/>
        </w:rPr>
        <w:t xml:space="preserve"> دوگروہ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حق اور دوسرا باطل پر</w:t>
      </w:r>
      <w:r w:rsidR="00272FF7" w:rsidRPr="00272FF7">
        <w:rPr>
          <w:rtl/>
        </w:rPr>
        <w:t xml:space="preserve"> ہو</w:t>
      </w:r>
      <w:r>
        <w:rPr>
          <w:rtl/>
        </w:rPr>
        <w:t>گا۔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( عج ) کے</w:t>
      </w:r>
      <w:r w:rsidR="00824A76" w:rsidRPr="00824A76">
        <w:rPr>
          <w:rtl/>
        </w:rPr>
        <w:t xml:space="preserve"> ہم </w:t>
      </w:r>
      <w:r>
        <w:rPr>
          <w:rtl/>
        </w:rPr>
        <w:t>رکاب</w:t>
      </w:r>
      <w:r w:rsidR="000C56D5" w:rsidRPr="000C56D5">
        <w:rPr>
          <w:rtl/>
        </w:rPr>
        <w:t xml:space="preserve"> ہوگا </w:t>
      </w:r>
      <w:r>
        <w:rPr>
          <w:rtl/>
        </w:rPr>
        <w:t>وہ حق پر</w:t>
      </w:r>
      <w:r w:rsidR="000C56D5" w:rsidRPr="000C56D5">
        <w:rPr>
          <w:rtl/>
        </w:rPr>
        <w:t xml:space="preserve"> ہوگا </w:t>
      </w:r>
      <w:r>
        <w:rPr>
          <w:rtl/>
        </w:rPr>
        <w:t>۔ اورجوآپ (عج)ک</w:t>
      </w:r>
      <w:r>
        <w:rPr>
          <w:rFonts w:hint="cs"/>
          <w:rtl/>
        </w:rPr>
        <w:t>ی</w:t>
      </w:r>
      <w:r>
        <w:rPr>
          <w:rtl/>
        </w:rPr>
        <w:t xml:space="preserve"> امامت اورولا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ںکرے</w:t>
      </w:r>
      <w:r>
        <w:rPr>
          <w:rtl/>
        </w:rPr>
        <w:t xml:space="preserve"> گا وہ باطل پر</w:t>
      </w:r>
      <w:r w:rsidR="000C56D5" w:rsidRPr="000C56D5">
        <w:rPr>
          <w:rtl/>
        </w:rPr>
        <w:t xml:space="preserve"> ہوگا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سزا سوائے </w:t>
      </w:r>
      <w:r>
        <w:rPr>
          <w:rFonts w:hint="eastAsia"/>
          <w:rtl/>
        </w:rPr>
        <w:t>عبرت</w:t>
      </w:r>
      <w:r>
        <w:rPr>
          <w:rtl/>
        </w:rPr>
        <w:t xml:space="preserve"> ناک موت کے کچھ نہ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2080E" w:rsidRDefault="0042080E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43" w:name="_Toc502225887"/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فسادات</w:t>
      </w:r>
      <w:bookmarkEnd w:id="43"/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رسول اکرم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نزَّل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امت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بلاءٌ لم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سمع</w:t>
      </w:r>
      <w:r w:rsidRPr="00157F97">
        <w:rPr>
          <w:rStyle w:val="libArabicChar"/>
          <w:rtl/>
        </w:rPr>
        <w:t xml:space="preserve"> ببلاءٍ اشد من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157F97">
        <w:rPr>
          <w:rStyle w:val="libArabicChar"/>
          <w:rtl/>
        </w:rPr>
        <w:t>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تض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ق</w:t>
      </w:r>
      <w:r w:rsidRPr="00157F97">
        <w:rPr>
          <w:rStyle w:val="libArabicChar"/>
          <w:rtl/>
        </w:rPr>
        <w:t xml:space="preserve"> 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الارض الرّحبةّ</w:t>
      </w:r>
      <w:r>
        <w:rPr>
          <w:rtl/>
        </w:rPr>
        <w:t>“َ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بلاء نازل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جو اس سے</w:t>
      </w:r>
      <w:r w:rsidR="000C56D5" w:rsidRPr="000C56D5">
        <w:rPr>
          <w:rtl/>
        </w:rPr>
        <w:t xml:space="preserve"> پہلے 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حت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تنگ</w:t>
      </w:r>
      <w:r w:rsidR="00272FF7" w:rsidRPr="00272FF7">
        <w:rPr>
          <w:rtl/>
        </w:rPr>
        <w:t xml:space="preserve"> ہو</w:t>
      </w:r>
      <w:r>
        <w:rPr>
          <w:rtl/>
        </w:rPr>
        <w:t>کر رہ جائ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آج</w:t>
      </w:r>
      <w:r w:rsidR="00824A76" w:rsidRPr="00824A76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720096" w:rsidRPr="00720096">
        <w:rPr>
          <w:rtl/>
        </w:rPr>
        <w:t xml:space="preserve"> رہے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549D7" w:rsidRPr="002549D7">
        <w:rPr>
          <w:rtl/>
        </w:rPr>
        <w:t xml:space="preserve"> ہی </w:t>
      </w:r>
      <w:r w:rsidR="00824A76" w:rsidRPr="00824A76">
        <w:rPr>
          <w:rtl/>
        </w:rPr>
        <w:t xml:space="preserve">ہے </w:t>
      </w:r>
      <w:r>
        <w:rPr>
          <w:rtl/>
        </w:rPr>
        <w:t>۔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مسلمانوں کے خلاف سازشوں کا بازار گرم</w:t>
      </w:r>
      <w:r w:rsidR="00824A76" w:rsidRPr="00824A76">
        <w:rPr>
          <w:rtl/>
        </w:rPr>
        <w:t xml:space="preserve"> ہے </w:t>
      </w:r>
      <w:r>
        <w:rPr>
          <w:rtl/>
        </w:rPr>
        <w:t>اور ھرطرف سے انکو تعصب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</w:t>
      </w:r>
      <w:r w:rsidR="007D2A2F">
        <w:rPr>
          <w:rtl/>
        </w:rPr>
        <w:t>دیکھا</w:t>
      </w:r>
      <w:r w:rsidR="00720096" w:rsidRPr="00720096">
        <w:rPr>
          <w:rtl/>
        </w:rPr>
        <w:t xml:space="preserve"> جارہا </w:t>
      </w:r>
      <w:r w:rsidR="00824A76" w:rsidRPr="00824A76">
        <w:rPr>
          <w:rtl/>
        </w:rPr>
        <w:t xml:space="preserve">ہے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آج مسلمان کو اپنے ملکوں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امان</w:t>
      </w:r>
      <w:r w:rsidR="002549D7" w:rsidRPr="002549D7">
        <w:rPr>
          <w:rtl/>
        </w:rPr>
        <w:t xml:space="preserve"> نہیں </w:t>
      </w:r>
      <w:r w:rsidR="00824A76" w:rsidRPr="00824A76">
        <w:rPr>
          <w:rtl/>
        </w:rPr>
        <w:t xml:space="preserve">ہے </w:t>
      </w:r>
      <w:r>
        <w:rPr>
          <w:rtl/>
        </w:rPr>
        <w:t>ان کو مختلف بھانوں سے دربدر</w:t>
      </w:r>
      <w:r>
        <w:rPr>
          <w:rFonts w:hint="cs"/>
          <w:rtl/>
        </w:rPr>
        <w:t>ی</w:t>
      </w:r>
      <w:r>
        <w:rPr>
          <w:rtl/>
        </w:rPr>
        <w:t xml:space="preserve"> اٹھان</w:t>
      </w:r>
      <w:r>
        <w:rPr>
          <w:rFonts w:hint="cs"/>
          <w:rtl/>
        </w:rPr>
        <w:t>ی</w:t>
      </w:r>
      <w:r>
        <w:rPr>
          <w:rtl/>
        </w:rPr>
        <w:t xml:space="preserve"> پڑرھ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۔حت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استعمار</w:t>
      </w:r>
      <w:r>
        <w:rPr>
          <w:rtl/>
        </w:rPr>
        <w:t xml:space="preserve"> کے چنگل سے آزاد</w:t>
      </w:r>
      <w:r w:rsidR="002549D7" w:rsidRPr="002549D7">
        <w:rPr>
          <w:rtl/>
        </w:rPr>
        <w:t xml:space="preserve"> نہیں ہے۔ </w:t>
      </w:r>
      <w:r>
        <w:rPr>
          <w:rtl/>
        </w:rPr>
        <w:t xml:space="preserve">اورآج </w:t>
      </w:r>
      <w:r w:rsidR="00C537D2" w:rsidRPr="00C537D2">
        <w:rPr>
          <w:rtl/>
        </w:rPr>
        <w:t>وہی</w:t>
      </w:r>
      <w:r w:rsidR="00272FF7" w:rsidRPr="00272FF7">
        <w:rPr>
          <w:rtl/>
        </w:rPr>
        <w:t xml:space="preserve"> ہو</w:t>
      </w:r>
      <w:r>
        <w:rPr>
          <w:rtl/>
        </w:rPr>
        <w:t>رھا</w:t>
      </w:r>
      <w:r w:rsidR="00824A76" w:rsidRPr="00824A76">
        <w:rPr>
          <w:rtl/>
        </w:rPr>
        <w:t xml:space="preserve"> ہے </w:t>
      </w:r>
      <w:r>
        <w:rPr>
          <w:rtl/>
        </w:rPr>
        <w:t>کہ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 رھ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جنگ بھ</w:t>
      </w:r>
      <w:r>
        <w:rPr>
          <w:rFonts w:hint="cs"/>
          <w:rtl/>
        </w:rPr>
        <w:t>ی</w:t>
      </w:r>
      <w:r>
        <w:rPr>
          <w:rtl/>
        </w:rPr>
        <w:t xml:space="preserve"> ان کے ھاتھ </w:t>
      </w:r>
      <w:r w:rsidR="007D2A2F">
        <w:rPr>
          <w:rtl/>
        </w:rPr>
        <w:t xml:space="preserve">میں </w:t>
      </w:r>
      <w:r w:rsidR="00824A76" w:rsidRPr="00824A76">
        <w:rPr>
          <w:rtl/>
        </w:rPr>
        <w:t xml:space="preserve"> ہے </w:t>
      </w:r>
      <w:r>
        <w:rPr>
          <w:rtl/>
        </w:rPr>
        <w:t>اور امن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جس طرح سے چاہتے</w:t>
      </w:r>
      <w:r w:rsidR="002549D7" w:rsidRPr="002549D7">
        <w:rPr>
          <w:rtl/>
        </w:rPr>
        <w:t xml:space="preserve"> ہیں </w:t>
      </w:r>
      <w:r>
        <w:rPr>
          <w:rtl/>
        </w:rPr>
        <w:t>عمل کرتے اور کرواتے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طاقتوں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ارشاد ختم</w:t>
      </w:r>
      <w:r>
        <w:rPr>
          <w:rFonts w:hint="cs"/>
          <w:rtl/>
        </w:rPr>
        <w:t>ی</w:t>
      </w:r>
      <w:r>
        <w:rPr>
          <w:rtl/>
        </w:rPr>
        <w:t xml:space="preserve"> مرتبت (ص)ھے کہ: </w:t>
      </w:r>
    </w:p>
    <w:p w:rsidR="0042080E" w:rsidRDefault="0042080E" w:rsidP="0042080E">
      <w:pPr>
        <w:pStyle w:val="libNormal"/>
        <w:rPr>
          <w:rtl/>
        </w:rPr>
      </w:pPr>
      <w:r w:rsidRPr="00157F97">
        <w:rPr>
          <w:rStyle w:val="libArabicChar"/>
          <w:rFonts w:hint="eastAsia"/>
          <w:rtl/>
        </w:rPr>
        <w:t>”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قوم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آخرالزمان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خضبون</w:t>
      </w:r>
      <w:r w:rsidRPr="00157F97">
        <w:rPr>
          <w:rStyle w:val="libArabicChar"/>
          <w:rtl/>
        </w:rPr>
        <w:t xml:space="preserve"> 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ذا لسواد کحواصل الط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ور</w:t>
      </w:r>
      <w:r w:rsidRPr="00157F97">
        <w:rPr>
          <w:rStyle w:val="libArabicChar"/>
          <w:rtl/>
        </w:rPr>
        <w:t xml:space="preserve"> لا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حون</w:t>
      </w:r>
      <w:r w:rsidRPr="00157F97">
        <w:rPr>
          <w:rStyle w:val="libArabicChar"/>
          <w:rtl/>
        </w:rPr>
        <w:t xml:space="preserve"> 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ح</w:t>
      </w:r>
      <w:r w:rsidRPr="00157F97">
        <w:rPr>
          <w:rStyle w:val="libArabicChar"/>
          <w:rtl/>
        </w:rPr>
        <w:t xml:space="preserve"> الجنة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”آخر</w:t>
      </w:r>
      <w:r>
        <w:rPr>
          <w:rtl/>
        </w:rPr>
        <w:t xml:space="preserve"> زمانے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آئے گ</w:t>
      </w:r>
      <w:r>
        <w:rPr>
          <w:rFonts w:hint="cs"/>
          <w:rtl/>
        </w:rPr>
        <w:t>ی</w:t>
      </w:r>
      <w:r>
        <w:rPr>
          <w:rtl/>
        </w:rPr>
        <w:t xml:space="preserve"> کہ جو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کردے گ</w:t>
      </w:r>
      <w:r>
        <w:rPr>
          <w:rFonts w:hint="cs"/>
          <w:rtl/>
        </w:rPr>
        <w:t>ی</w:t>
      </w:r>
      <w:r>
        <w:rPr>
          <w:rtl/>
        </w:rPr>
        <w:t xml:space="preserve"> ،ماؤں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مرغ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کاٹا کرے گ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D74317">
        <w:rPr>
          <w:rtl/>
        </w:rPr>
        <w:t>ہرگز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خوشبو بھ</w:t>
      </w:r>
      <w:r>
        <w:rPr>
          <w:rFonts w:hint="cs"/>
          <w:rtl/>
        </w:rPr>
        <w:t>ی</w:t>
      </w:r>
      <w:r>
        <w:rPr>
          <w:rtl/>
        </w:rPr>
        <w:t xml:space="preserve"> حاصل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ںکرسکت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اورمقام پر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ومئذٍ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اختلاف کث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الارض وفتن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صبح</w:t>
      </w:r>
      <w:r w:rsidRPr="00157F97">
        <w:rPr>
          <w:rStyle w:val="libArabicChar"/>
          <w:rtl/>
        </w:rPr>
        <w:t xml:space="preserve"> الزمان مکلحاًمفصحاً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شتدّ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البلاد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نقطع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الرجاء</w:t>
      </w:r>
      <w:r>
        <w:rPr>
          <w:rtl/>
        </w:rPr>
        <w:t>۔“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وقت اختلافات اورفتنہ گر</w:t>
      </w:r>
      <w:r>
        <w:rPr>
          <w:rFonts w:hint="cs"/>
          <w:rtl/>
        </w:rPr>
        <w:t>ی</w:t>
      </w:r>
      <w:r>
        <w:rPr>
          <w:rtl/>
        </w:rPr>
        <w:t xml:space="preserve"> بہت بڑھ 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مشکلات اور قحط</w:t>
      </w:r>
      <w:r w:rsidR="00824A76" w:rsidRPr="00824A76">
        <w:rPr>
          <w:rtl/>
        </w:rPr>
        <w:t xml:space="preserve"> ہر </w:t>
      </w:r>
      <w:r>
        <w:rPr>
          <w:rtl/>
        </w:rPr>
        <w:t>طرف چھا چکاھوگا۔ شھروں پر مصبت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 رھ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</w:t>
      </w:r>
      <w:r w:rsidR="00272FF7" w:rsidRPr="00272FF7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272FF7" w:rsidRPr="00272FF7">
        <w:rPr>
          <w:rtl/>
        </w:rPr>
        <w:t xml:space="preserve"> ہو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لت</w:t>
      </w:r>
      <w:r w:rsidR="00296C6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نکم</w:t>
      </w:r>
      <w:r w:rsidRPr="00157F97">
        <w:rPr>
          <w:rStyle w:val="libArabicChar"/>
          <w:rtl/>
        </w:rPr>
        <w:t xml:space="preserve"> بعد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اربع فتن  الاول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تستحل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الدماء والثان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تستحل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االدماء</w:t>
      </w:r>
      <w:r w:rsidRPr="00157F97">
        <w:rPr>
          <w:rStyle w:val="libArabicChar"/>
          <w:rtl/>
        </w:rPr>
        <w:t xml:space="preserve"> والاموال والثالثة تستحل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الدماء والاموال والفروج الرابعة صمَّاء عم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اء</w:t>
      </w:r>
      <w:r w:rsidRPr="00157F97">
        <w:rPr>
          <w:rStyle w:val="libArabicChar"/>
          <w:rtl/>
        </w:rPr>
        <w:t xml:space="preserve"> مطبقة تحور مور السف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نة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البحر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جد</w:t>
      </w:r>
      <w:r w:rsidRPr="00157F97">
        <w:rPr>
          <w:rStyle w:val="libArabicChar"/>
          <w:rtl/>
        </w:rPr>
        <w:t xml:space="preserve"> احدٌ من الناس مسلما  تط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</w:t>
      </w:r>
      <w:r w:rsidRPr="00157F97">
        <w:rPr>
          <w:rStyle w:val="libArabicChar"/>
          <w:rtl/>
        </w:rPr>
        <w:t xml:space="preserve"> بالشام وتعشٰ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العراق وتخبط الجز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رة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>د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ورجل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ا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عرک</w:t>
      </w:r>
      <w:r w:rsidRPr="00157F97">
        <w:rPr>
          <w:rStyle w:val="libArabicChar"/>
          <w:rtl/>
        </w:rPr>
        <w:t xml:space="preserve"> الانام البلاء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عَر</w:t>
      </w:r>
      <w:r w:rsidRPr="00157F97">
        <w:rPr>
          <w:rStyle w:val="libArabicChar"/>
          <w:rFonts w:hint="cs"/>
          <w:rtl/>
        </w:rPr>
        <w:t>ْک الادی</w:t>
      </w:r>
      <w:r w:rsidRPr="00157F97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ستط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عُ</w:t>
      </w:r>
      <w:r w:rsidRPr="00157F97">
        <w:rPr>
          <w:rStyle w:val="libArabicChar"/>
          <w:rtl/>
        </w:rPr>
        <w:t xml:space="preserve"> احد ان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قول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م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! لاترفعون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ناح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الَّا انفتقت من ناح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ةٍ</w:t>
      </w:r>
      <w:r w:rsidRPr="00157F97">
        <w:rPr>
          <w:rStyle w:val="libArabicChar"/>
          <w:rtl/>
        </w:rPr>
        <w:t xml:space="preserve"> اخر</w:t>
      </w:r>
      <w:r w:rsidRPr="00157F97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چار فتنہ برپا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نگے ۔پھلے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خون</w:t>
      </w:r>
      <w:r>
        <w:rPr>
          <w:rtl/>
        </w:rPr>
        <w:t xml:space="preserve"> بھانہ مباح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دوسرے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خون</w:t>
      </w:r>
      <w:r>
        <w:rPr>
          <w:rtl/>
        </w:rPr>
        <w:t xml:space="preserve"> اورمال مباح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خون</w:t>
      </w:r>
      <w:r>
        <w:rPr>
          <w:rtl/>
        </w:rPr>
        <w:t xml:space="preserve"> اورمال اورعصمت مباح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اور چوتھے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اندھا آشوب بپا</w:t>
      </w:r>
      <w:r w:rsidR="000C56D5" w:rsidRPr="000C56D5">
        <w:rPr>
          <w:rtl/>
        </w:rPr>
        <w:t xml:space="preserve"> ہوگا </w:t>
      </w:r>
      <w:r>
        <w:rPr>
          <w:rtl/>
        </w:rPr>
        <w:t>کہ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طرح مضطرب کردے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بہت بڑا بحر</w:t>
      </w:r>
      <w:r>
        <w:rPr>
          <w:rFonts w:hint="cs"/>
          <w:rtl/>
        </w:rPr>
        <w:t>ی</w:t>
      </w:r>
      <w:r>
        <w:rPr>
          <w:rtl/>
        </w:rPr>
        <w:t xml:space="preserve"> جھاز اپ</w:t>
      </w:r>
      <w:r>
        <w:rPr>
          <w:rFonts w:hint="eastAsia"/>
          <w:rtl/>
        </w:rPr>
        <w:t>نے</w:t>
      </w:r>
      <w:r>
        <w:rPr>
          <w:rtl/>
        </w:rPr>
        <w:t xml:space="preserve"> چاروں طرف کے پان</w:t>
      </w:r>
      <w:r>
        <w:rPr>
          <w:rFonts w:hint="cs"/>
          <w:rtl/>
        </w:rPr>
        <w:t>ی</w:t>
      </w:r>
      <w:r>
        <w:rPr>
          <w:rtl/>
        </w:rPr>
        <w:t xml:space="preserve"> کو مضطرب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824A76" w:rsidRPr="00824A76">
        <w:rPr>
          <w:rtl/>
        </w:rPr>
        <w:t xml:space="preserve"> ہے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شام پر چھاجائے گا اور عراق کواپن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(حجاز) </w:t>
      </w:r>
      <w:r w:rsidR="007D2A2F">
        <w:rPr>
          <w:rtl/>
        </w:rPr>
        <w:t xml:space="preserve">میں </w:t>
      </w:r>
      <w:r>
        <w:rPr>
          <w:rtl/>
        </w:rPr>
        <w:t xml:space="preserve"> ھاتھ پاؤں چلائے گا۔لوگ ان حادثات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کو اس طرح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دباغ</w:t>
      </w:r>
      <w:r>
        <w:rPr>
          <w:rFonts w:hint="cs"/>
          <w:rtl/>
        </w:rPr>
        <w:t>ی</w:t>
      </w:r>
      <w:r>
        <w:rPr>
          <w:rtl/>
        </w:rPr>
        <w:t xml:space="preserve"> کرتے جسم پر فشارپڑتا</w:t>
      </w:r>
      <w:r w:rsidR="00824A76" w:rsidRPr="00824A76">
        <w:rPr>
          <w:rtl/>
        </w:rPr>
        <w:t xml:space="preserve"> ہے 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بات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جرا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ختم</w:t>
      </w:r>
      <w:r w:rsidR="002549D7" w:rsidRPr="002549D7">
        <w:rPr>
          <w:rtl/>
        </w:rPr>
        <w:t xml:space="preserve"> نہیں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دوسرے مقام پر برپا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فتنوں کے آثار</w:t>
      </w:r>
      <w:r w:rsidR="00824A76" w:rsidRPr="00824A76">
        <w:rPr>
          <w:rtl/>
        </w:rPr>
        <w:t xml:space="preserve"> ہم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720096" w:rsidRPr="00720096">
        <w:rPr>
          <w:rtl/>
        </w:rPr>
        <w:t xml:space="preserve"> رہے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طاقت سے زور آزمائ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لگا</w:t>
      </w:r>
      <w:r w:rsidR="00272FF7" w:rsidRPr="00272FF7">
        <w:rPr>
          <w:rtl/>
        </w:rPr>
        <w:t xml:space="preserve"> </w:t>
      </w:r>
      <w:r w:rsidR="00A900AD">
        <w:rPr>
          <w:rtl/>
        </w:rPr>
        <w:t>ہواہے</w:t>
      </w:r>
      <w:r>
        <w:rPr>
          <w:rtl/>
        </w:rPr>
        <w:t xml:space="preserve"> ۔ طاغوت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طاقت کا استعمال کرت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ںجھاں</w:t>
      </w:r>
      <w:r>
        <w:rPr>
          <w:rtl/>
        </w:rPr>
        <w:t xml:space="preserve"> چاہتے</w:t>
      </w:r>
      <w:r w:rsidR="002549D7" w:rsidRPr="002549D7">
        <w:rPr>
          <w:rtl/>
        </w:rPr>
        <w:t xml:space="preserve"> ہیں </w:t>
      </w:r>
      <w:r>
        <w:rPr>
          <w:rtl/>
        </w:rPr>
        <w:t>روندتے</w:t>
      </w:r>
      <w:r w:rsidR="008828D8" w:rsidRPr="008828D8">
        <w:rPr>
          <w:rtl/>
        </w:rPr>
        <w:t xml:space="preserve"> ہوئے </w:t>
      </w:r>
      <w:r>
        <w:rPr>
          <w:rtl/>
        </w:rPr>
        <w:t>چلے 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طالبں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تخرب</w:t>
      </w:r>
      <w:r w:rsidRPr="00157F97">
        <w:rPr>
          <w:rStyle w:val="libArabicChar"/>
          <w:rtl/>
        </w:rPr>
        <w:t xml:space="preserve"> سمرقندوجاح وخوارزم والبصرة وبلخ من العراق وال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ند من تبَّت وتبَّت من الص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وکرمان وبعض الشام لبنابک الخ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والتقل وال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من</w:t>
      </w:r>
      <w:r w:rsidRPr="00157F97">
        <w:rPr>
          <w:rStyle w:val="libArabicChar"/>
          <w:rtl/>
        </w:rPr>
        <w:t xml:space="preserve"> من الجراد والسلطان وسجستان وبعض الشام بالزنج وشامان بالطاعون ومرو بالرمل و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راة بالح</w:t>
      </w:r>
      <w:r w:rsidR="00031FA0" w:rsidRPr="00031FA0">
        <w:rPr>
          <w:rStyle w:val="libArabicChar"/>
          <w:rFonts w:hint="cs"/>
          <w:rtl/>
        </w:rPr>
        <w:t>ي</w:t>
      </w:r>
      <w:r w:rsidRPr="00031FA0">
        <w:rPr>
          <w:rStyle w:val="libArabicChar"/>
          <w:rtl/>
        </w:rPr>
        <w:t>َّات و مصر من انقطاع الن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وآذرب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جان</w:t>
      </w:r>
      <w:r w:rsidRPr="00157F97">
        <w:rPr>
          <w:rStyle w:val="libArabicChar"/>
          <w:rtl/>
        </w:rPr>
        <w:t xml:space="preserve"> لبنانک الخ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tl/>
        </w:rPr>
        <w:t xml:space="preserve"> والصواعق و البخار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بالغرق والجوع وبغداد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ص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رعال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سافل</w:t>
      </w:r>
      <w:r w:rsidR="00031FA0" w:rsidRPr="00031FA0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”سمرقند</w:t>
      </w:r>
      <w:r>
        <w:rPr>
          <w:rtl/>
        </w:rPr>
        <w:t xml:space="preserve"> ،جاح خوارزم ، بصرہ اور بلخ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ھند تبّت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اور تبت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نابود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کرمان اورشام کاکچھ حصہ گھوڑوں ک</w:t>
      </w:r>
      <w:r>
        <w:rPr>
          <w:rFonts w:hint="cs"/>
          <w:rtl/>
        </w:rPr>
        <w:t>ی</w:t>
      </w:r>
      <w:r>
        <w:rPr>
          <w:rtl/>
        </w:rPr>
        <w:t xml:space="preserve"> ٹاپوںاورقتل وغارت ک</w:t>
      </w:r>
      <w:r>
        <w:rPr>
          <w:rFonts w:hint="cs"/>
          <w:rtl/>
        </w:rPr>
        <w:t>ی</w:t>
      </w:r>
      <w:r>
        <w:rPr>
          <w:rtl/>
        </w:rPr>
        <w:t xml:space="preserve"> وجہ سے برباد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ٹڈوں اور بادشاھوں کے ظلم ک</w:t>
      </w:r>
      <w:r>
        <w:rPr>
          <w:rFonts w:hint="cs"/>
          <w:rtl/>
        </w:rPr>
        <w:t>ی</w:t>
      </w:r>
      <w:r>
        <w:rPr>
          <w:rtl/>
        </w:rPr>
        <w:t xml:space="preserve"> وجہ سے نابود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سجستان اور شام کا بعض حصہ زنج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،شام طاعون کے سبب ، مرو(مشھد) طوفان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tl/>
        </w:rPr>
        <w:lastRenderedPageBreak/>
        <w:t>سے ھرات سانپوں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مصر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خشک</w:t>
      </w:r>
      <w:r w:rsidR="00272FF7" w:rsidRPr="00272FF7">
        <w:rPr>
          <w:rtl/>
        </w:rPr>
        <w:t xml:space="preserve"> ہو</w:t>
      </w:r>
      <w:r>
        <w:rPr>
          <w:rtl/>
        </w:rPr>
        <w:t>جانے کے سبب،آذربائ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گھوڑوں ک</w:t>
      </w:r>
      <w:r>
        <w:rPr>
          <w:rFonts w:hint="cs"/>
          <w:rtl/>
        </w:rPr>
        <w:t>ی</w:t>
      </w:r>
      <w:r>
        <w:rPr>
          <w:rtl/>
        </w:rPr>
        <w:t xml:space="preserve"> ٹانپوں اور صاعقہ (گولہ بار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وجہ سے برباد </w:t>
      </w:r>
      <w:r w:rsidR="00042197" w:rsidRPr="00042197">
        <w:rPr>
          <w:rtl/>
        </w:rPr>
        <w:t xml:space="preserve">ہوجائے </w:t>
      </w:r>
      <w:r>
        <w:rPr>
          <w:rtl/>
        </w:rPr>
        <w:t xml:space="preserve"> گا ۔ بخارا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بھوک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سے تباھ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تباھ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بغداد الٹ پلٹ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کررہ جائے 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وغارت کے سبب قتل</w:t>
      </w:r>
      <w:r w:rsidR="008828D8" w:rsidRPr="008828D8">
        <w:rPr>
          <w:rtl/>
        </w:rPr>
        <w:t xml:space="preserve"> ہونے </w:t>
      </w:r>
      <w:r>
        <w:rPr>
          <w:rtl/>
        </w:rPr>
        <w:t>والوں ک</w:t>
      </w:r>
      <w:r>
        <w:rPr>
          <w:rFonts w:hint="cs"/>
          <w:rtl/>
        </w:rPr>
        <w:t>ی</w:t>
      </w:r>
      <w:r>
        <w:rPr>
          <w:rtl/>
        </w:rPr>
        <w:t xml:space="preserve"> تعداد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1100FA">
        <w:rPr>
          <w:rtl/>
        </w:rPr>
        <w:t>مومنین</w:t>
      </w:r>
      <w:r>
        <w:rPr>
          <w:rtl/>
        </w:rPr>
        <w:t xml:space="preserve"> (ع)عل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قوم</w:t>
      </w:r>
      <w:r w:rsidRPr="00157F97">
        <w:rPr>
          <w:rStyle w:val="libArabicChar"/>
          <w:rtl/>
        </w:rPr>
        <w:t xml:space="preserve">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قتل</w:t>
      </w:r>
      <w:r w:rsidRPr="00157F97">
        <w:rPr>
          <w:rStyle w:val="libArabicChar"/>
          <w:rtl/>
        </w:rPr>
        <w:t xml:space="preserve"> الثلث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موت</w:t>
      </w:r>
      <w:r w:rsidRPr="00157F97">
        <w:rPr>
          <w:rStyle w:val="libArabicChar"/>
          <w:rtl/>
        </w:rPr>
        <w:t xml:space="preserve"> الثلث 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بق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الثلث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”اما</w:t>
      </w:r>
      <w:r>
        <w:rPr>
          <w:rtl/>
        </w:rPr>
        <w:t xml:space="preserve"> م(عج)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25F9A" w:rsidRPr="00025F9A">
        <w:rPr>
          <w:rFonts w:hint="eastAsia"/>
          <w:rtl/>
        </w:rPr>
        <w:t>کریں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دوتھائ</w:t>
      </w:r>
      <w:r>
        <w:rPr>
          <w:rFonts w:hint="cs"/>
          <w:rtl/>
        </w:rPr>
        <w:t>ی</w:t>
      </w:r>
      <w:r>
        <w:rPr>
          <w:rtl/>
        </w:rPr>
        <w:t xml:space="preserve"> لوگ مارے جاچکے</w:t>
      </w:r>
      <w:r w:rsidR="00437CD4" w:rsidRPr="00437CD4">
        <w:rPr>
          <w:rtl/>
        </w:rPr>
        <w:t xml:space="preserve"> ہوں </w:t>
      </w:r>
      <w:r>
        <w:rPr>
          <w:rtl/>
        </w:rPr>
        <w:t>اور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تھائ</w:t>
      </w:r>
      <w:r>
        <w:rPr>
          <w:rFonts w:hint="cs"/>
          <w:rtl/>
        </w:rPr>
        <w:t>ی</w:t>
      </w:r>
      <w:r>
        <w:rPr>
          <w:rtl/>
        </w:rPr>
        <w:t xml:space="preserve"> لوگ بچے</w:t>
      </w:r>
      <w:r w:rsidR="008828D8" w:rsidRPr="008828D8">
        <w:rPr>
          <w:rtl/>
        </w:rPr>
        <w:t xml:space="preserve"> ہوئے </w:t>
      </w:r>
      <w:r w:rsidR="00437CD4" w:rsidRPr="00437CD4">
        <w:rPr>
          <w:rtl/>
        </w:rPr>
        <w:t xml:space="preserve">ہوں 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ںاس بارے </w:t>
      </w:r>
      <w:r w:rsidR="007D2A2F">
        <w:rPr>
          <w:rtl/>
        </w:rPr>
        <w:t xml:space="preserve">میں </w:t>
      </w:r>
      <w:r>
        <w:rPr>
          <w:rtl/>
        </w:rPr>
        <w:t xml:space="preserve">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کون</w:t>
      </w:r>
      <w:r w:rsidRPr="00157F97">
        <w:rPr>
          <w:rStyle w:val="libArabicChar"/>
          <w:rtl/>
        </w:rPr>
        <w:t xml:space="preserve"> 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ذا الامر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ذ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ب</w:t>
      </w:r>
      <w:r w:rsidRPr="00157F97">
        <w:rPr>
          <w:rStyle w:val="libArabicChar"/>
          <w:rtl/>
        </w:rPr>
        <w:t xml:space="preserve"> ثلثاً الناس فقال:اصحاب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من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بق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فقال اما ترضون ان تکونوا من ثلث الباق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؟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199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امر(ظھور) انجام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ںپائے</w:t>
      </w:r>
      <w:r>
        <w:rPr>
          <w:rtl/>
        </w:rPr>
        <w:t xml:space="preserve"> گا مگر اس وقت کہ دوتھائ</w:t>
      </w:r>
      <w:r>
        <w:rPr>
          <w:rFonts w:hint="cs"/>
          <w:rtl/>
        </w:rPr>
        <w:t>ی</w:t>
      </w:r>
      <w:r>
        <w:rPr>
          <w:rtl/>
        </w:rPr>
        <w:t xml:space="preserve"> لوگ مرچکے</w:t>
      </w:r>
      <w:r w:rsidR="00437CD4" w:rsidRPr="00437CD4">
        <w:rPr>
          <w:rtl/>
        </w:rPr>
        <w:t xml:space="preserve"> ہوں </w:t>
      </w:r>
      <w:r>
        <w:rPr>
          <w:rtl/>
        </w:rPr>
        <w:t>گے ، اصحاب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:پھر کون لوگ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آپ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</w:t>
      </w:r>
      <w:r w:rsidR="002549D7" w:rsidRPr="002549D7">
        <w:rPr>
          <w:rtl/>
        </w:rPr>
        <w:t xml:space="preserve"> نہیں </w:t>
      </w:r>
      <w:r>
        <w:rPr>
          <w:rtl/>
        </w:rPr>
        <w:t>چاہتے کہ تم لوگ باق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؟۔“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جھوٹے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کے بارے </w:t>
      </w:r>
      <w:r w:rsidR="007D2A2F">
        <w:rPr>
          <w:rtl/>
        </w:rPr>
        <w:t xml:space="preserve">میں </w:t>
      </w:r>
      <w:r>
        <w:rPr>
          <w:rtl/>
        </w:rPr>
        <w:t xml:space="preserve"> امام جعفر صادق ںفرماتے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کل</w:t>
      </w:r>
      <w:r w:rsidRPr="00157F97">
        <w:rPr>
          <w:rStyle w:val="libArabicChar"/>
          <w:rtl/>
        </w:rPr>
        <w:t xml:space="preserve">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ترفع قبل ق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ام</w:t>
      </w:r>
      <w:r w:rsidRPr="00157F97">
        <w:rPr>
          <w:rStyle w:val="libArabicChar"/>
          <w:rtl/>
        </w:rPr>
        <w:t xml:space="preserve"> القائم فصاحب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ا طاغوت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عبد</w:t>
      </w:r>
      <w:r w:rsidRPr="00157F97">
        <w:rPr>
          <w:rStyle w:val="libArabicChar"/>
          <w:rtl/>
        </w:rPr>
        <w:t xml:space="preserve"> من دون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عزوجلّ</w:t>
      </w:r>
      <w:r>
        <w:rPr>
          <w:rtl/>
        </w:rPr>
        <w:t>“َ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200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”جوپرچم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(عج)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>بلند</w:t>
      </w:r>
      <w:r w:rsidR="000C56D5" w:rsidRPr="000C56D5">
        <w:rPr>
          <w:rtl/>
        </w:rPr>
        <w:t xml:space="preserve"> ہوگا </w:t>
      </w:r>
      <w:r>
        <w:rPr>
          <w:rtl/>
        </w:rPr>
        <w:t>اس کا بلند کرنے والاطاغوت</w:t>
      </w:r>
      <w:r w:rsidR="000C56D5" w:rsidRPr="000C56D5">
        <w:rPr>
          <w:rtl/>
        </w:rPr>
        <w:t xml:space="preserve"> ہوگا </w:t>
      </w:r>
      <w:r>
        <w:rPr>
          <w:rtl/>
        </w:rPr>
        <w:t>کہ جوخداوند کے علاوہ کس</w:t>
      </w:r>
      <w:r>
        <w:rPr>
          <w:rFonts w:hint="cs"/>
          <w:rtl/>
        </w:rPr>
        <w:t>ی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tl/>
        </w:rPr>
        <w:t xml:space="preserve"> پرستش کرتا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D2A2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اورمقام پر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کل</w:t>
      </w:r>
      <w:r w:rsidRPr="00157F97">
        <w:rPr>
          <w:rStyle w:val="libArabicChar"/>
          <w:rtl/>
        </w:rPr>
        <w:t xml:space="preserve">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عة</w:t>
      </w:r>
      <w:r w:rsidRPr="00157F97">
        <w:rPr>
          <w:rStyle w:val="libArabicChar"/>
          <w:rtl/>
        </w:rPr>
        <w:t xml:space="preserve"> قبل ظ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ور القائم فب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عة</w:t>
      </w:r>
      <w:r w:rsidRPr="00157F97">
        <w:rPr>
          <w:rStyle w:val="libArabicChar"/>
          <w:rtl/>
        </w:rPr>
        <w:t xml:space="preserve"> کفر ونفاق وحذ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عةٍ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201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حضرت(عج)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</w:t>
      </w:r>
      <w:r w:rsidR="000C56D5" w:rsidRPr="000C56D5">
        <w:rPr>
          <w:rtl/>
        </w:rPr>
        <w:t xml:space="preserve"> پہلے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 کفر ونفاق اور دھوکہ 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272FF7" w:rsidRPr="00272FF7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(ص)خدا فرماتے</w:t>
      </w:r>
      <w:r w:rsidR="002549D7" w:rsidRPr="002549D7">
        <w:rPr>
          <w:rtl/>
        </w:rPr>
        <w:t xml:space="preserve"> ہیں: </w:t>
      </w:r>
    </w:p>
    <w:p w:rsidR="0042080E" w:rsidRDefault="0042080E" w:rsidP="00031FA0">
      <w:pPr>
        <w:pStyle w:val="libNormal"/>
        <w:rPr>
          <w:rtl/>
        </w:rPr>
      </w:pPr>
      <w:r w:rsidRPr="00157F97">
        <w:rPr>
          <w:rStyle w:val="libArabicChar"/>
          <w:rFonts w:hint="eastAsia"/>
          <w:rtl/>
        </w:rPr>
        <w:t>”</w:t>
      </w:r>
      <w:r w:rsidRPr="00157F97">
        <w:rPr>
          <w:rStyle w:val="libArabicChar"/>
          <w:rtl/>
        </w:rPr>
        <w:t xml:space="preserve"> خروج الثلاثة السف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والخراسان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وال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سنة واحدة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ش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ر واحد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وم</w:t>
      </w:r>
      <w:r w:rsidRPr="00157F97">
        <w:rPr>
          <w:rStyle w:val="libArabicChar"/>
          <w:rtl/>
        </w:rPr>
        <w:t xml:space="preserve"> واحد ول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</w:t>
      </w:r>
      <w:r w:rsidRPr="00157F97">
        <w:rPr>
          <w:rStyle w:val="libArabicChar"/>
          <w:rtl/>
        </w:rPr>
        <w:t xml:space="preserve"> ف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ا</w:t>
      </w:r>
      <w:r w:rsidRPr="00157F97">
        <w:rPr>
          <w:rStyle w:val="libArabicChar"/>
          <w:rtl/>
        </w:rPr>
        <w:t xml:space="preserve"> من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ا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من ر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ة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لان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د</w:t>
      </w:r>
      <w:r w:rsidRPr="00157F97">
        <w:rPr>
          <w:rStyle w:val="libArabicChar"/>
          <w:rtl/>
        </w:rPr>
        <w:t xml:space="preserve"> عو ا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الحق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202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مھنے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ان سب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خالص پرچم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0C56D5" w:rsidRPr="000C56D5">
        <w:rPr>
          <w:rtl/>
        </w:rPr>
        <w:t xml:space="preserve"> ہوگا </w:t>
      </w:r>
      <w:r>
        <w:rPr>
          <w:rtl/>
        </w:rPr>
        <w:t>کہ جوحق ک</w:t>
      </w:r>
      <w:r>
        <w:rPr>
          <w:rFonts w:hint="cs"/>
          <w:rtl/>
        </w:rPr>
        <w:t>ی</w:t>
      </w:r>
      <w:r>
        <w:rPr>
          <w:rtl/>
        </w:rPr>
        <w:t xml:space="preserve"> طرف دعوت دے گا 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ں اس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شخص کے نسب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خروج</w:t>
      </w:r>
      <w:r w:rsidRPr="00157F97">
        <w:rPr>
          <w:rStyle w:val="libArabicChar"/>
          <w:rtl/>
        </w:rPr>
        <w:t xml:space="preserve"> رجل من ولدٍ عم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ز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د</w:t>
      </w:r>
      <w:r w:rsidRPr="00157F97">
        <w:rPr>
          <w:rStyle w:val="libArabicChar"/>
          <w:rtl/>
        </w:rPr>
        <w:t xml:space="preserve"> بال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من</w:t>
      </w:r>
      <w:r>
        <w:rPr>
          <w:rtl/>
        </w:rPr>
        <w:t xml:space="preserve"> 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203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549D7" w:rsidRPr="002549D7">
        <w:rPr>
          <w:rtl/>
        </w:rPr>
        <w:t>ہمارے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7D2A2F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(ص)اس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 w:rsidRPr="00157F97">
        <w:rPr>
          <w:rStyle w:val="libArabicChar"/>
          <w:rFonts w:hint="eastAsia"/>
          <w:rtl/>
        </w:rPr>
        <w:t>”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تول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اً</w:t>
      </w:r>
      <w:r w:rsidRPr="00157F97">
        <w:rPr>
          <w:rStyle w:val="libArabicChar"/>
          <w:rtl/>
        </w:rPr>
        <w:t xml:space="preserve">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والسف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ان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کفرس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ر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ان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204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طالبں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سے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گھوڑوں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0C56D5" w:rsidRPr="000C56D5">
        <w:rPr>
          <w:rtl/>
        </w:rPr>
        <w:t xml:space="preserve"> ہوگا 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</w:t>
      </w:r>
      <w:r>
        <w:rPr>
          <w:rFonts w:hint="cs"/>
          <w:rtl/>
        </w:rPr>
        <w:t>ی</w:t>
      </w:r>
      <w:r>
        <w:rPr>
          <w:rtl/>
        </w:rPr>
        <w:t xml:space="preserve"> کے خروج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خرج</w:t>
      </w:r>
      <w:r w:rsidRPr="00157F97">
        <w:rPr>
          <w:rStyle w:val="libArabicChar"/>
          <w:rtl/>
        </w:rPr>
        <w:t xml:space="preserve"> بقزو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رجل اسم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اسم نب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سرع</w:t>
      </w:r>
      <w:r w:rsidRPr="00157F97">
        <w:rPr>
          <w:rStyle w:val="libArabicChar"/>
          <w:rtl/>
        </w:rPr>
        <w:t xml:space="preserve"> الناس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طاعت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المشرک والمومن 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ملاالجبال</w:t>
      </w:r>
      <w:r w:rsidRPr="00157F97">
        <w:rPr>
          <w:rStyle w:val="libArabicChar"/>
          <w:rtl/>
        </w:rPr>
        <w:t xml:space="preserve"> خوفاً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205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کہ جوکس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ھمنام</w:t>
      </w:r>
      <w:r w:rsidR="000C56D5" w:rsidRPr="000C56D5">
        <w:rPr>
          <w:rtl/>
        </w:rPr>
        <w:t xml:space="preserve"> ہوگا </w:t>
      </w:r>
      <w:r>
        <w:rPr>
          <w:rtl/>
        </w:rPr>
        <w:t>مشرک اور مومن اس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 w:rsidR="008828D8" w:rsidRPr="008828D8">
        <w:rPr>
          <w:rtl/>
        </w:rPr>
        <w:t>پہاڑوں</w:t>
      </w:r>
      <w:r>
        <w:rPr>
          <w:rtl/>
        </w:rPr>
        <w:t xml:space="preserve"> اور چٹانوں کو اپنے رعب سے وحشت زدہ کردے 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کے بارے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رسول</w:t>
      </w:r>
      <w:r>
        <w:rPr>
          <w:rtl/>
        </w:rPr>
        <w:t xml:space="preserve"> خدا (ص)فرماتے</w:t>
      </w:r>
      <w:r w:rsidR="002549D7" w:rsidRPr="002549D7">
        <w:rPr>
          <w:rtl/>
        </w:rPr>
        <w:t xml:space="preserve"> ہیں: </w:t>
      </w:r>
    </w:p>
    <w:p w:rsidR="0042080E" w:rsidRDefault="0042080E" w:rsidP="00296C6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انَّ</w:t>
      </w:r>
      <w:r w:rsidRPr="00157F97">
        <w:rPr>
          <w:rStyle w:val="libArabicChar"/>
          <w:rtl/>
        </w:rPr>
        <w:t xml:space="preserve"> 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لا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خرج</w:t>
      </w:r>
      <w:r w:rsidRPr="00157F97">
        <w:rPr>
          <w:rStyle w:val="libArabicChar"/>
          <w:rtl/>
        </w:rPr>
        <w:t xml:space="preserve"> حت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تقتل النفس الذک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فاذا قتلت النفس الذک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غضب </w:t>
      </w:r>
      <w:r w:rsidR="008828D8" w:rsidRPr="00296C60">
        <w:rPr>
          <w:rStyle w:val="libArabicChar"/>
          <w:rtl/>
        </w:rPr>
        <w:t>علی</w:t>
      </w:r>
      <w:r w:rsidR="00296C60" w:rsidRPr="00296C60">
        <w:rPr>
          <w:rStyle w:val="libArabicChar"/>
          <w:rFonts w:hint="cs"/>
          <w:rtl/>
        </w:rPr>
        <w:t>ه</w:t>
      </w:r>
      <w:r w:rsidR="008828D8" w:rsidRPr="00296C60">
        <w:rPr>
          <w:rStyle w:val="libArabicChar"/>
          <w:rtl/>
        </w:rPr>
        <w:t>م</w:t>
      </w:r>
      <w:r w:rsidRPr="00157F97">
        <w:rPr>
          <w:rStyle w:val="libArabicChar"/>
          <w:rtl/>
        </w:rPr>
        <w:t xml:space="preserve"> من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السماء ومن ف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الارض ف</w:t>
      </w:r>
      <w:r w:rsidR="00296C60">
        <w:rPr>
          <w:rStyle w:val="libArabicChar"/>
          <w:rtl/>
        </w:rPr>
        <w:t>ا</w:t>
      </w:r>
      <w:r w:rsidRPr="00157F97">
        <w:rPr>
          <w:rStyle w:val="libArabicChar"/>
          <w:rFonts w:hint="eastAsia"/>
          <w:rtl/>
        </w:rPr>
        <w:t>ت</w:t>
      </w:r>
      <w:r w:rsidRPr="00157F97">
        <w:rPr>
          <w:rStyle w:val="libArabicChar"/>
          <w:rFonts w:hint="cs"/>
          <w:rtl/>
        </w:rPr>
        <w:t>یٰ</w:t>
      </w:r>
      <w:r w:rsidRPr="00157F97">
        <w:rPr>
          <w:rStyle w:val="libArabicChar"/>
          <w:rtl/>
        </w:rPr>
        <w:t xml:space="preserve"> الناس الم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د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فرفوَّ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کماتذف العروس ال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زوج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 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لة</w:t>
      </w:r>
      <w:r w:rsidRPr="00157F97">
        <w:rPr>
          <w:rStyle w:val="libArabicChar"/>
          <w:rtl/>
        </w:rPr>
        <w:t xml:space="preserve"> عُرس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ا</w:t>
      </w:r>
      <w:r>
        <w:rPr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206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(عج 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2549D7" w:rsidRPr="002549D7">
        <w:rPr>
          <w:rtl/>
        </w:rPr>
        <w:t xml:space="preserve"> نہیں </w:t>
      </w:r>
      <w:r w:rsidR="00025F9A" w:rsidRPr="00025F9A">
        <w:rPr>
          <w:rtl/>
        </w:rPr>
        <w:t>کریں</w:t>
      </w:r>
      <w:r>
        <w:rPr>
          <w:rtl/>
        </w:rPr>
        <w:t xml:space="preserve"> گے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مارا جائے اورجب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گاتو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پررھنے والے غضبناک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امام مھد</w:t>
      </w:r>
      <w:r>
        <w:rPr>
          <w:rFonts w:hint="cs"/>
          <w:rtl/>
        </w:rPr>
        <w:t>ی</w:t>
      </w:r>
      <w:r>
        <w:rPr>
          <w:rtl/>
        </w:rPr>
        <w:t xml:space="preserve"> (عج)کا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شروع</w:t>
      </w:r>
      <w:r w:rsidR="000C56D5" w:rsidRPr="000C56D5">
        <w:rPr>
          <w:rtl/>
        </w:rPr>
        <w:t xml:space="preserve"> ہوگا </w:t>
      </w:r>
      <w:r>
        <w:rPr>
          <w:rtl/>
        </w:rPr>
        <w:t>۔ اور لوگ حضرت ول</w:t>
      </w:r>
      <w:r>
        <w:rPr>
          <w:rFonts w:hint="cs"/>
          <w:rtl/>
        </w:rPr>
        <w:t>ی</w:t>
      </w:r>
      <w:r>
        <w:rPr>
          <w:rtl/>
        </w:rPr>
        <w:t xml:space="preserve"> عصر(عج) کے گرد اس طرح سے جمع</w:t>
      </w:r>
      <w:r w:rsidR="00272FF7" w:rsidRPr="00272FF7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دلھن کے گرد لوگ جمع</w:t>
      </w:r>
      <w:r w:rsidR="00272FF7" w:rsidRPr="00272FF7">
        <w:rPr>
          <w:rtl/>
        </w:rPr>
        <w:t xml:space="preserve"> ہو</w:t>
      </w:r>
      <w:r>
        <w:rPr>
          <w:rtl/>
        </w:rPr>
        <w:t>جاتے 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باقرں اس بارے </w:t>
      </w:r>
      <w:r w:rsidR="007D2A2F">
        <w:rPr>
          <w:rtl/>
        </w:rPr>
        <w:t xml:space="preserve">میں </w:t>
      </w:r>
      <w:r>
        <w:rPr>
          <w:rtl/>
        </w:rPr>
        <w:t xml:space="preserve"> 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وقتل</w:t>
      </w:r>
      <w:r w:rsidRPr="00157F97">
        <w:rPr>
          <w:rStyle w:val="libArabicChar"/>
          <w:rtl/>
        </w:rPr>
        <w:t xml:space="preserve"> غلام من آل محمد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الرکن والمقام اسم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 محمد بن الحسن النفس الزک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207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”آل</w:t>
      </w:r>
      <w:r>
        <w:rPr>
          <w:rtl/>
        </w:rPr>
        <w:t xml:space="preserve"> محمد(ص)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رکن اورمقام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مارا جائے گا اس کانام محمد حسن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72FF7" w:rsidRPr="00272FF7">
        <w:rPr>
          <w:rtl/>
        </w:rPr>
        <w:t xml:space="preserve"> ہو</w:t>
      </w:r>
      <w:r>
        <w:rPr>
          <w:rtl/>
        </w:rPr>
        <w:t xml:space="preserve">گا۔“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اماصادق</w:t>
      </w:r>
      <w:r>
        <w:rPr>
          <w:rtl/>
        </w:rPr>
        <w:t xml:space="preserve"> ںفرماتے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س</w:t>
      </w:r>
      <w:r w:rsidRPr="00157F97">
        <w:rPr>
          <w:rStyle w:val="libArabicChar"/>
          <w:rtl/>
        </w:rPr>
        <w:t xml:space="preserve"> ب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ن</w:t>
      </w:r>
      <w:r w:rsidRPr="00157F97">
        <w:rPr>
          <w:rStyle w:val="libArabicChar"/>
          <w:rtl/>
        </w:rPr>
        <w:t xml:space="preserve"> القائم وقتل النفس الزک</w:t>
      </w:r>
      <w:r w:rsidRPr="00157F97">
        <w:rPr>
          <w:rStyle w:val="libArabicChar"/>
          <w:rFonts w:hint="cs"/>
          <w:rtl/>
        </w:rPr>
        <w:t>ی</w:t>
      </w:r>
      <w:r w:rsidR="00031FA0" w:rsidRPr="00031FA0">
        <w:rPr>
          <w:rStyle w:val="libArabicChar"/>
          <w:rFonts w:hint="cs"/>
          <w:rtl/>
        </w:rPr>
        <w:t>ه</w:t>
      </w:r>
      <w:r w:rsidRPr="00157F97">
        <w:rPr>
          <w:rStyle w:val="libArabicChar"/>
          <w:rtl/>
        </w:rPr>
        <w:t xml:space="preserve"> سو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خمس عشرة 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لة</w:t>
      </w:r>
      <w:r>
        <w:rPr>
          <w:rFonts w:hint="eastAsia"/>
          <w:rtl/>
        </w:rPr>
        <w:t>“</w:t>
      </w:r>
      <w:r w:rsidR="001100FA" w:rsidRPr="001100FA">
        <w:rPr>
          <w:rStyle w:val="libFootnotenumChar"/>
          <w:rtl/>
          <w:lang w:bidi="ar-SA"/>
        </w:rPr>
        <w:t>(</w:t>
      </w:r>
      <w:r w:rsidRPr="001100FA">
        <w:rPr>
          <w:rStyle w:val="libFootnotenumChar"/>
          <w:rtl/>
        </w:rPr>
        <w:t>208</w:t>
      </w:r>
      <w:r w:rsidR="001100FA" w:rsidRPr="001100FA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حجت(عج) اورنفس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</w:t>
      </w:r>
      <w:r w:rsidR="007D2A2F">
        <w:rPr>
          <w:rtl/>
        </w:rPr>
        <w:t xml:space="preserve">میں </w:t>
      </w:r>
      <w:r>
        <w:rPr>
          <w:rtl/>
        </w:rPr>
        <w:t xml:space="preserve"> صرف پندرہ (</w:t>
      </w:r>
      <w:r>
        <w:rPr>
          <w:rtl/>
          <w:lang w:bidi="fa-IR"/>
        </w:rPr>
        <w:t xml:space="preserve">۱۵) </w:t>
      </w:r>
      <w:r>
        <w:rPr>
          <w:rtl/>
        </w:rPr>
        <w:t>دنوں کا فاصلہ</w:t>
      </w:r>
      <w:r w:rsidR="000C56D5" w:rsidRPr="000C56D5">
        <w:rPr>
          <w:rtl/>
        </w:rPr>
        <w:t xml:space="preserve"> ہے۔</w:t>
      </w:r>
      <w:r>
        <w:rPr>
          <w:rtl/>
        </w:rPr>
        <w:t xml:space="preserve">“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بھرحال</w:t>
      </w:r>
      <w:r w:rsidR="00824A76" w:rsidRPr="00824A76">
        <w:rPr>
          <w:rtl/>
        </w:rPr>
        <w:t xml:space="preserve"> ہم </w:t>
      </w:r>
      <w:r>
        <w:rPr>
          <w:rtl/>
        </w:rPr>
        <w:t>نے کوشش ک</w:t>
      </w:r>
      <w:r>
        <w:rPr>
          <w:rFonts w:hint="cs"/>
          <w:rtl/>
        </w:rPr>
        <w:t>ی</w:t>
      </w:r>
      <w:r w:rsidR="00824A76" w:rsidRPr="00824A76">
        <w:rPr>
          <w:rtl/>
        </w:rPr>
        <w:t xml:space="preserve"> ہے </w:t>
      </w:r>
      <w:r>
        <w:rPr>
          <w:rtl/>
        </w:rPr>
        <w:t>کہ 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8828D8" w:rsidRPr="008828D8">
        <w:rPr>
          <w:rtl/>
        </w:rPr>
        <w:t xml:space="preserve"> ہوئے </w:t>
      </w:r>
      <w:r>
        <w:rPr>
          <w:rtl/>
        </w:rPr>
        <w:t>اکثر مشھور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جن </w:t>
      </w:r>
      <w:r w:rsidR="007D2A2F">
        <w:rPr>
          <w:rtl/>
        </w:rPr>
        <w:t xml:space="preserve">میں 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E4B57" w:rsidRPr="00DE4B57">
        <w:rPr>
          <w:rtl/>
        </w:rPr>
        <w:t xml:space="preserve"> ہوئی 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حجت(عج) کے ظھور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D2A2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آخر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حجت (عج) کے ظھور ک</w:t>
      </w:r>
      <w:r>
        <w:rPr>
          <w:rFonts w:hint="cs"/>
          <w:rtl/>
        </w:rPr>
        <w:t>ی</w:t>
      </w:r>
      <w:r>
        <w:rPr>
          <w:rtl/>
        </w:rPr>
        <w:t xml:space="preserve"> دعا کو ان الفاظ </w:t>
      </w:r>
      <w:r w:rsidR="007D2A2F">
        <w:rPr>
          <w:rtl/>
        </w:rPr>
        <w:t xml:space="preserve">میں </w:t>
      </w:r>
      <w:r>
        <w:rPr>
          <w:rFonts w:hint="eastAsia"/>
          <w:rtl/>
        </w:rPr>
        <w:t>کرکے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کو تمام کرتے</w:t>
      </w:r>
      <w:r w:rsidR="002549D7" w:rsidRPr="002549D7">
        <w:rPr>
          <w:rtl/>
        </w:rPr>
        <w:t xml:space="preserve"> ہیں: </w:t>
      </w:r>
    </w:p>
    <w:p w:rsidR="0042080E" w:rsidRDefault="0042080E" w:rsidP="0042080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57F97">
        <w:rPr>
          <w:rStyle w:val="libArabicChar"/>
          <w:rFonts w:hint="eastAsia"/>
          <w:rtl/>
        </w:rPr>
        <w:t>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Fonts w:hint="eastAsia"/>
          <w:rtl/>
        </w:rPr>
        <w:t>م</w:t>
      </w:r>
      <w:r w:rsidRPr="00157F97">
        <w:rPr>
          <w:rStyle w:val="libArabicChar"/>
          <w:rtl/>
        </w:rPr>
        <w:t xml:space="preserve"> اجعلنا من اصحاب مولانا صاحب العصر والزمان الامان الامان من فتنة الزمان اللّ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>م صل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عل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tl/>
        </w:rPr>
        <w:t xml:space="preserve"> محمد وآل محمد وعجل فرج</w:t>
      </w:r>
      <w:r w:rsidR="00031FA0" w:rsidRPr="00031FA0">
        <w:rPr>
          <w:rStyle w:val="libArabicChar"/>
          <w:rFonts w:hint="cs"/>
          <w:rtl/>
        </w:rPr>
        <w:t>ه</w:t>
      </w:r>
      <w:r w:rsidRPr="00031FA0">
        <w:rPr>
          <w:rStyle w:val="libArabicChar"/>
          <w:rtl/>
        </w:rPr>
        <w:t xml:space="preserve">م </w:t>
      </w:r>
      <w:r w:rsidRPr="00157F97">
        <w:rPr>
          <w:rStyle w:val="libArabicChar"/>
          <w:rtl/>
        </w:rPr>
        <w:t>الشر</w:t>
      </w:r>
      <w:r w:rsidRPr="00157F97">
        <w:rPr>
          <w:rStyle w:val="libArabicChar"/>
          <w:rFonts w:hint="cs"/>
          <w:rtl/>
        </w:rPr>
        <w:t>ی</w:t>
      </w:r>
      <w:r w:rsidRPr="00157F97">
        <w:rPr>
          <w:rStyle w:val="libArabicChar"/>
          <w:rFonts w:hint="eastAsia"/>
          <w:rtl/>
        </w:rPr>
        <w:t>ف</w:t>
      </w:r>
      <w:r>
        <w:rPr>
          <w:rtl/>
        </w:rPr>
        <w:t xml:space="preserve">۔“ </w:t>
      </w:r>
    </w:p>
    <w:p w:rsidR="0042080E" w:rsidRDefault="0042080E" w:rsidP="0042080E">
      <w:pPr>
        <w:pStyle w:val="libNormal"/>
        <w:rPr>
          <w:rtl/>
        </w:rPr>
      </w:pPr>
    </w:p>
    <w:p w:rsidR="00950ED7" w:rsidRDefault="00950ED7" w:rsidP="0042080E">
      <w:pPr>
        <w:pStyle w:val="libNormal"/>
        <w:rPr>
          <w:rtl/>
        </w:rPr>
      </w:pPr>
    </w:p>
    <w:p w:rsidR="0042080E" w:rsidRDefault="0042080E" w:rsidP="00950ED7">
      <w:pPr>
        <w:pStyle w:val="Heading2Center"/>
        <w:rPr>
          <w:rtl/>
        </w:rPr>
      </w:pPr>
      <w:bookmarkStart w:id="44" w:name="_Toc502225888"/>
      <w:r>
        <w:rPr>
          <w:rFonts w:hint="eastAsia"/>
          <w:rtl/>
        </w:rPr>
        <w:t>منابع</w:t>
      </w:r>
      <w:r>
        <w:rPr>
          <w:rtl/>
        </w:rPr>
        <w:t xml:space="preserve"> :</w:t>
      </w:r>
      <w:bookmarkEnd w:id="44"/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الائمة الاثنا عشر :شمس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طولون،طبع </w:t>
      </w:r>
      <w:r>
        <w:rPr>
          <w:rtl/>
          <w:lang w:bidi="fa-IR"/>
        </w:rPr>
        <w:t>۱۹۵۸</w:t>
      </w:r>
      <w:r>
        <w:rPr>
          <w:rtl/>
        </w:rPr>
        <w:t xml:space="preserve">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اثبات الھداة:ش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(رہ) ،طبع </w:t>
      </w:r>
      <w:r>
        <w:rPr>
          <w:rtl/>
          <w:lang w:bidi="fa-IR"/>
        </w:rPr>
        <w:t>۱۳۹۹</w:t>
      </w:r>
      <w:r>
        <w:rPr>
          <w:rtl/>
        </w:rPr>
        <w:t xml:space="preserve"> ھ۔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طبع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احتجاج طبرس</w:t>
      </w:r>
      <w:r>
        <w:rPr>
          <w:rFonts w:hint="cs"/>
          <w:rtl/>
        </w:rPr>
        <w:t>ی</w:t>
      </w:r>
      <w:r>
        <w:rPr>
          <w:rtl/>
        </w:rPr>
        <w:t xml:space="preserve"> :ابو منصور احمد بن عل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(رہ) ،طبع </w:t>
      </w:r>
      <w:r>
        <w:rPr>
          <w:rtl/>
          <w:lang w:bidi="fa-IR"/>
        </w:rPr>
        <w:t>۱۴۰۱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احقا ق الحق:قاض</w:t>
      </w:r>
      <w:r>
        <w:rPr>
          <w:rFonts w:hint="cs"/>
          <w:rtl/>
        </w:rPr>
        <w:t>ی</w:t>
      </w:r>
      <w:r>
        <w:rPr>
          <w:rtl/>
        </w:rPr>
        <w:t xml:space="preserve"> نور اللہ شو شتر</w:t>
      </w:r>
      <w:r>
        <w:rPr>
          <w:rFonts w:hint="cs"/>
          <w:rtl/>
        </w:rPr>
        <w:t>ی</w:t>
      </w:r>
      <w:r>
        <w:rPr>
          <w:rtl/>
        </w:rPr>
        <w:t xml:space="preserve">(رہ) ،طبع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اختصاص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(رہ) ، طبع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(رہ) ،طبع مشھد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tl/>
          <w:lang w:bidi="fa-IR"/>
        </w:rPr>
        <w:t>۱۳۵۷</w:t>
      </w:r>
      <w:r>
        <w:rPr>
          <w:rtl/>
        </w:rPr>
        <w:t xml:space="preserve"> ھ ش ،طبع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ارشاد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(رہ) محمد بن محمد بن نعمان ،طبع </w:t>
      </w:r>
      <w:r>
        <w:rPr>
          <w:rtl/>
          <w:lang w:bidi="fa-IR"/>
        </w:rPr>
        <w:t>۱۳۹۹</w:t>
      </w:r>
      <w:r>
        <w:rPr>
          <w:rtl/>
        </w:rPr>
        <w:t xml:space="preserve">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۱۰)</w:t>
      </w:r>
      <w:r>
        <w:rPr>
          <w:rtl/>
        </w:rPr>
        <w:t>ازالة الغ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،طبع دھل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۱۱)</w:t>
      </w:r>
      <w:r>
        <w:rPr>
          <w:rtl/>
        </w:rPr>
        <w:t>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محمد بن صبان مصر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الابصار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۱۲)</w:t>
      </w:r>
      <w:r>
        <w:rPr>
          <w:rtl/>
        </w:rPr>
        <w:t>اصول کاف</w:t>
      </w:r>
      <w:r>
        <w:rPr>
          <w:rFonts w:hint="cs"/>
          <w:rtl/>
        </w:rPr>
        <w:t>ی</w:t>
      </w:r>
      <w:r>
        <w:rPr>
          <w:rtl/>
        </w:rPr>
        <w:t xml:space="preserve">: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الاعلام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۱۹۸۰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۱۴)</w:t>
      </w:r>
      <w:r>
        <w:rPr>
          <w:rtl/>
        </w:rPr>
        <w:t>اعلام الور</w:t>
      </w:r>
      <w:r>
        <w:rPr>
          <w:rFonts w:hint="cs"/>
          <w:rtl/>
        </w:rPr>
        <w:t>یٰ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ابو عل</w:t>
      </w:r>
      <w:r>
        <w:rPr>
          <w:rFonts w:hint="cs"/>
          <w:rtl/>
        </w:rPr>
        <w:t>ی</w:t>
      </w:r>
      <w:r>
        <w:rPr>
          <w:rtl/>
        </w:rPr>
        <w:t xml:space="preserve"> فضل بن حسن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</w:t>
      </w:r>
      <w:r>
        <w:rPr>
          <w:rtl/>
          <w:lang w:bidi="fa-IR"/>
        </w:rPr>
        <w:t>۱۳۹۹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۱۵)</w:t>
      </w: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جبل عامل</w:t>
      </w:r>
      <w:r>
        <w:rPr>
          <w:rFonts w:hint="cs"/>
          <w:rtl/>
        </w:rPr>
        <w:t>ی</w:t>
      </w:r>
      <w:r>
        <w:rPr>
          <w:rtl/>
        </w:rPr>
        <w:t xml:space="preserve"> (رہ) ،طبع لبنان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۱۶)</w:t>
      </w:r>
      <w:r>
        <w:rPr>
          <w:rtl/>
        </w:rPr>
        <w:t>الا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(رہ) ،طبع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۱۷)</w:t>
      </w:r>
      <w:r>
        <w:rPr>
          <w:rtl/>
        </w:rPr>
        <w:t>الزام الناصب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۱۸)</w:t>
      </w:r>
      <w:r>
        <w:rPr>
          <w:rtl/>
        </w:rPr>
        <w:t>الامال</w:t>
      </w:r>
      <w:r>
        <w:rPr>
          <w:rFonts w:hint="cs"/>
          <w:rtl/>
        </w:rPr>
        <w:t>ی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(رہ)،طبع </w:t>
      </w:r>
      <w:r>
        <w:rPr>
          <w:rtl/>
          <w:lang w:bidi="fa-IR"/>
        </w:rPr>
        <w:t>۱۴۰۰</w:t>
      </w:r>
      <w:r>
        <w:rPr>
          <w:rtl/>
        </w:rPr>
        <w:t>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۱۹)</w:t>
      </w:r>
      <w:r>
        <w:rPr>
          <w:rtl/>
        </w:rPr>
        <w:t>الامامة والتبصرة:عل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(رہ) ،طبع </w:t>
      </w:r>
      <w:r>
        <w:rPr>
          <w:rtl/>
          <w:lang w:bidi="fa-IR"/>
        </w:rPr>
        <w:t>۱۴۰۷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۲۰)</w:t>
      </w:r>
      <w:r>
        <w:rPr>
          <w:rtl/>
        </w:rPr>
        <w:t>الا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: فضل بن شاذان،طبع </w:t>
      </w:r>
      <w:r>
        <w:rPr>
          <w:rtl/>
          <w:lang w:bidi="fa-IR"/>
        </w:rPr>
        <w:t>۱۳۶۳</w:t>
      </w:r>
      <w:r>
        <w:rPr>
          <w:rtl/>
        </w:rPr>
        <w:t xml:space="preserve"> ھ ش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۲۱)</w:t>
      </w:r>
      <w:r>
        <w:rPr>
          <w:rtl/>
        </w:rPr>
        <w:t>بحار الانوار: علامہ مجلس</w:t>
      </w:r>
      <w:r>
        <w:rPr>
          <w:rFonts w:hint="cs"/>
          <w:rtl/>
        </w:rPr>
        <w:t>ی</w:t>
      </w:r>
      <w:r>
        <w:rPr>
          <w:rtl/>
        </w:rPr>
        <w:t xml:space="preserve"> (رہ) ،طبع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۲۲)</w:t>
      </w:r>
      <w:r>
        <w:rPr>
          <w:rtl/>
        </w:rPr>
        <w:t>ال</w:t>
      </w:r>
      <w:r w:rsidR="008828D8" w:rsidRPr="008828D8">
        <w:rPr>
          <w:rtl/>
        </w:rPr>
        <w:t>برہان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بحران</w:t>
      </w:r>
      <w:r>
        <w:rPr>
          <w:rFonts w:hint="cs"/>
          <w:rtl/>
        </w:rPr>
        <w:t>ی</w:t>
      </w:r>
      <w:r>
        <w:rPr>
          <w:rtl/>
        </w:rPr>
        <w:t xml:space="preserve"> ،طبع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۲۳)</w:t>
      </w:r>
      <w:r>
        <w:rPr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: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</w:t>
      </w:r>
      <w:r>
        <w:rPr>
          <w:rtl/>
          <w:lang w:bidi="fa-IR"/>
        </w:rPr>
        <w:t>۱۳۹۹</w:t>
      </w:r>
      <w:r>
        <w:rPr>
          <w:rtl/>
        </w:rPr>
        <w:t>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۲۴)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:جلال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،طبع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۲۵)</w:t>
      </w:r>
      <w:r>
        <w:rPr>
          <w:rtl/>
        </w:rPr>
        <w:t>تذکرة الخواص : سبط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</w:t>
      </w:r>
      <w:r>
        <w:rPr>
          <w:rtl/>
          <w:lang w:bidi="fa-IR"/>
        </w:rPr>
        <w:t>۱۳۸۳</w:t>
      </w:r>
      <w:r>
        <w:rPr>
          <w:rtl/>
        </w:rPr>
        <w:t xml:space="preserve"> طبع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۲۶)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۱۳۹۹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۲۷)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: محمد بن مسعود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۱۳۸۰</w:t>
      </w:r>
      <w:r>
        <w:rPr>
          <w:rtl/>
        </w:rPr>
        <w:t xml:space="preserve"> ھ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۲۸)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،طبع </w:t>
      </w:r>
      <w:r>
        <w:rPr>
          <w:rtl/>
          <w:lang w:bidi="fa-IR"/>
        </w:rPr>
        <w:t>۱۴۰۴</w:t>
      </w:r>
      <w:r>
        <w:rPr>
          <w:rtl/>
        </w:rPr>
        <w:t xml:space="preserve"> ھ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۲۹)</w:t>
      </w:r>
      <w:r>
        <w:rPr>
          <w:rtl/>
        </w:rPr>
        <w:t>تنقح المقال: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عبدا۔۔۔مامقان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۳۰)</w:t>
      </w:r>
      <w:r>
        <w:rPr>
          <w:rtl/>
        </w:rPr>
        <w:t>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 :،طبع </w:t>
      </w:r>
      <w:r>
        <w:rPr>
          <w:rtl/>
          <w:lang w:bidi="fa-IR"/>
        </w:rPr>
        <w:t>۱۴۱۲</w:t>
      </w:r>
      <w:r>
        <w:rPr>
          <w:rtl/>
        </w:rPr>
        <w:t xml:space="preserve">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۳۱)</w:t>
      </w:r>
      <w:r>
        <w:rPr>
          <w:rtl/>
        </w:rPr>
        <w:t>ثواب الاعمال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 ،طبع </w:t>
      </w:r>
      <w:r>
        <w:rPr>
          <w:rtl/>
          <w:lang w:bidi="fa-IR"/>
        </w:rPr>
        <w:t>۱۳۶۴</w:t>
      </w:r>
      <w:r>
        <w:rPr>
          <w:rtl/>
        </w:rPr>
        <w:t xml:space="preserve">ھ ش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۳۲)</w:t>
      </w:r>
      <w:r>
        <w:rPr>
          <w:rtl/>
        </w:rPr>
        <w:t xml:space="preserve">جوھر الکلام : محمود بن </w:t>
      </w:r>
      <w:r w:rsidR="00C537D2" w:rsidRPr="00C537D2">
        <w:rPr>
          <w:rtl/>
        </w:rPr>
        <w:t>وہی</w:t>
      </w:r>
      <w:r>
        <w:rPr>
          <w:rFonts w:hint="eastAsia"/>
          <w:rtl/>
        </w:rPr>
        <w:t>ب</w:t>
      </w:r>
      <w:r>
        <w:rPr>
          <w:rtl/>
        </w:rPr>
        <w:t xml:space="preserve"> قراغل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۳۳)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الابرار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بحران</w:t>
      </w:r>
      <w:r>
        <w:rPr>
          <w:rFonts w:hint="cs"/>
          <w:rtl/>
        </w:rPr>
        <w:t>ی</w:t>
      </w:r>
      <w:r>
        <w:rPr>
          <w:rtl/>
        </w:rPr>
        <w:t xml:space="preserve"> ،طبع سنگ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۳۴)</w:t>
      </w:r>
      <w:r>
        <w:rPr>
          <w:rtl/>
        </w:rPr>
        <w:t>الدر المنثور :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۱۴ ۱۳</w:t>
      </w:r>
      <w:r>
        <w:rPr>
          <w:rtl/>
        </w:rPr>
        <w:t xml:space="preserve"> ھ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۳۵)</w:t>
      </w:r>
      <w:r>
        <w:rPr>
          <w:rtl/>
        </w:rPr>
        <w:t>دلائل الامامة : 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۳۶)</w:t>
      </w:r>
      <w:r>
        <w:rPr>
          <w:rtl/>
        </w:rPr>
        <w:t>الذخ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الکلام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 تض</w:t>
      </w:r>
      <w:r>
        <w:rPr>
          <w:rFonts w:hint="cs"/>
          <w:rtl/>
        </w:rPr>
        <w:t>ی</w:t>
      </w:r>
      <w:r>
        <w:rPr>
          <w:rtl/>
        </w:rPr>
        <w:t xml:space="preserve"> علم الھد</w:t>
      </w:r>
      <w:r>
        <w:rPr>
          <w:rFonts w:hint="cs"/>
          <w:rtl/>
        </w:rPr>
        <w:t>یٰ</w:t>
      </w:r>
      <w:r>
        <w:rPr>
          <w:rtl/>
        </w:rPr>
        <w:t xml:space="preserve"> ،طبع </w:t>
      </w:r>
      <w:r>
        <w:rPr>
          <w:rtl/>
          <w:lang w:bidi="fa-IR"/>
        </w:rPr>
        <w:t>۱۴۱۱</w:t>
      </w:r>
      <w:r>
        <w:rPr>
          <w:rtl/>
        </w:rPr>
        <w:t xml:space="preserve"> ھ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۳۷)</w:t>
      </w:r>
      <w:r>
        <w:rPr>
          <w:rtl/>
        </w:rPr>
        <w:t>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آغا بزرگ تھران</w:t>
      </w:r>
      <w:r>
        <w:rPr>
          <w:rFonts w:hint="cs"/>
          <w:rtl/>
        </w:rPr>
        <w:t>ی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۳۸)</w:t>
      </w:r>
      <w:r>
        <w:rPr>
          <w:rtl/>
        </w:rPr>
        <w:t>روح المعان</w:t>
      </w:r>
      <w:r>
        <w:rPr>
          <w:rFonts w:hint="cs"/>
          <w:rtl/>
        </w:rPr>
        <w:t>ی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آلوس</w:t>
      </w:r>
      <w:r>
        <w:rPr>
          <w:rFonts w:hint="cs"/>
          <w:rtl/>
        </w:rPr>
        <w:t>ی</w:t>
      </w:r>
      <w:r>
        <w:rPr>
          <w:rtl/>
        </w:rPr>
        <w:t xml:space="preserve"> 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۳۹)</w:t>
      </w:r>
      <w:r>
        <w:rPr>
          <w:rtl/>
        </w:rPr>
        <w:t>روز گار رھائ</w:t>
      </w:r>
      <w:r>
        <w:rPr>
          <w:rFonts w:hint="cs"/>
          <w:rtl/>
        </w:rPr>
        <w:t>ی</w:t>
      </w:r>
      <w:r>
        <w:rPr>
          <w:rFonts w:hint="eastAsia"/>
          <w:rtl/>
        </w:rPr>
        <w:t>،کامل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:ترجمہ عل</w:t>
      </w:r>
      <w:r>
        <w:rPr>
          <w:rFonts w:hint="cs"/>
          <w:rtl/>
        </w:rPr>
        <w:t>ی</w:t>
      </w:r>
      <w:r>
        <w:rPr>
          <w:rtl/>
        </w:rPr>
        <w:t xml:space="preserve"> اکبر مھد</w:t>
      </w:r>
      <w:r>
        <w:rPr>
          <w:rFonts w:hint="cs"/>
          <w:rtl/>
        </w:rPr>
        <w:t>ی</w:t>
      </w:r>
      <w:r>
        <w:rPr>
          <w:rtl/>
        </w:rPr>
        <w:t xml:space="preserve"> پور ،طبع سوم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۴۰)</w:t>
      </w:r>
      <w:r>
        <w:rPr>
          <w:rtl/>
        </w:rPr>
        <w:t>روضةالواعظ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ابن قتال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،طبع سنگ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۱۳۰۳</w:t>
      </w:r>
      <w:r>
        <w:rPr>
          <w:rtl/>
        </w:rPr>
        <w:t xml:space="preserve"> ھ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۴۱)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 ر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۱۵ ۱۴</w:t>
      </w:r>
      <w:r>
        <w:rPr>
          <w:rtl/>
        </w:rPr>
        <w:t xml:space="preserve"> ھ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۴۲) </w:t>
      </w:r>
      <w:r>
        <w:rPr>
          <w:rtl/>
        </w:rPr>
        <w:t xml:space="preserve">سنن ابن ماجہ :حافظ ابو عبد اللہ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۱۳۹۵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۴۳)</w:t>
      </w:r>
      <w:r>
        <w:rPr>
          <w:rtl/>
        </w:rPr>
        <w:t>سنن ترمذ</w:t>
      </w:r>
      <w:r>
        <w:rPr>
          <w:rFonts w:hint="cs"/>
          <w:rtl/>
        </w:rPr>
        <w:t>ی</w:t>
      </w:r>
      <w:r>
        <w:rPr>
          <w:rtl/>
        </w:rPr>
        <w:t xml:space="preserve"> : 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سورہ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۴۴)</w:t>
      </w:r>
      <w:r>
        <w:rPr>
          <w:rtl/>
        </w:rPr>
        <w:t>شرح نہج البلاغہ :ابن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،طبع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۴۵)</w:t>
      </w:r>
      <w:r>
        <w:rPr>
          <w:rtl/>
        </w:rPr>
        <w:t>شواھد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عبد اللہ حسکان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۹۳ ۱۳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۴۶)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:ابو عبد اللہ محمدبن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،طبع مصر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۴۷)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:مسلم بن 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۴۸)</w:t>
      </w:r>
      <w:r>
        <w:rPr>
          <w:rtl/>
        </w:rPr>
        <w:t>الصواعق المحرقہ: احمد بن حجر ھ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۱۳۱۴</w:t>
      </w:r>
      <w:r>
        <w:rPr>
          <w:rtl/>
        </w:rPr>
        <w:t xml:space="preserve"> ،طبع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۴۹)</w:t>
      </w:r>
      <w:r>
        <w:rPr>
          <w:rtl/>
        </w:rPr>
        <w:t>الطبقات الکبر</w:t>
      </w:r>
      <w:r>
        <w:rPr>
          <w:rFonts w:hint="cs"/>
          <w:rtl/>
        </w:rPr>
        <w:t>یٰ</w:t>
      </w:r>
      <w:r>
        <w:rPr>
          <w:rtl/>
        </w:rPr>
        <w:t xml:space="preserve"> :محمد بن سعد کاتب واقد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۱۴۰۵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۵۰)</w:t>
      </w:r>
      <w:r>
        <w:rPr>
          <w:rtl/>
        </w:rPr>
        <w:t>علل الشرائع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 ،طبع </w:t>
      </w:r>
      <w:r>
        <w:rPr>
          <w:rtl/>
          <w:lang w:bidi="fa-IR"/>
        </w:rPr>
        <w:t>۱۳۸۵</w:t>
      </w:r>
      <w:r>
        <w:rPr>
          <w:rtl/>
        </w:rPr>
        <w:t xml:space="preserve"> ھ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۵۱)</w:t>
      </w:r>
      <w:r>
        <w:rPr>
          <w:rtl/>
        </w:rPr>
        <w:t>عھد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:طبع انجمن پخش کتب مقدسہ </w:t>
      </w:r>
      <w:r>
        <w:rPr>
          <w:rtl/>
          <w:lang w:bidi="fa-IR"/>
        </w:rPr>
        <w:t>۱۹۶۹</w:t>
      </w:r>
      <w:r>
        <w:rPr>
          <w:rtl/>
        </w:rPr>
        <w:t xml:space="preserve"> لندن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۵۲)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صدوق(رہ) ،طبع </w:t>
      </w:r>
      <w:r>
        <w:rPr>
          <w:rtl/>
          <w:lang w:bidi="fa-IR"/>
        </w:rPr>
        <w:t>۱۳۹۰</w:t>
      </w:r>
      <w:r>
        <w:rPr>
          <w:rtl/>
        </w:rPr>
        <w:t xml:space="preserve"> ھ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۵۳)</w:t>
      </w:r>
      <w:r>
        <w:rPr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طبع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۵۴)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(رہ) :طبع نجف اشرف،و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۵۵)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:طبع </w:t>
      </w:r>
      <w:r>
        <w:rPr>
          <w:rtl/>
          <w:lang w:bidi="fa-IR"/>
        </w:rPr>
        <w:t>۱۳۹۷</w:t>
      </w:r>
      <w:r>
        <w:rPr>
          <w:rtl/>
        </w:rPr>
        <w:t xml:space="preserve"> ھ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۵۶)</w:t>
      </w:r>
      <w:r>
        <w:rPr>
          <w:rtl/>
        </w:rPr>
        <w:t>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بن مو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۱۳۹۸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۵۷)</w:t>
      </w:r>
      <w:r>
        <w:rPr>
          <w:rtl/>
        </w:rPr>
        <w:t>فرھنگ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:محمد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،طبع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۵۸)</w:t>
      </w:r>
      <w:r>
        <w:rPr>
          <w:rtl/>
        </w:rPr>
        <w:t>الفصول المھمہ :ابن صباغ مالک</w:t>
      </w:r>
      <w:r>
        <w:rPr>
          <w:rFonts w:hint="cs"/>
          <w:rtl/>
        </w:rPr>
        <w:t>ی</w:t>
      </w:r>
      <w:r>
        <w:rPr>
          <w:rtl/>
        </w:rPr>
        <w:t xml:space="preserve"> ،طبع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۵۹)</w:t>
      </w:r>
      <w:r>
        <w:rPr>
          <w:rtl/>
        </w:rPr>
        <w:t>فھرست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(رہ) :طبع </w:t>
      </w:r>
      <w:r>
        <w:rPr>
          <w:rtl/>
          <w:lang w:bidi="fa-IR"/>
        </w:rPr>
        <w:t>۱۴۰۳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۶۰)</w:t>
      </w:r>
      <w:r>
        <w:rPr>
          <w:rtl/>
        </w:rPr>
        <w:t>قاموس الرجال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۶۱)</w:t>
      </w:r>
      <w:r>
        <w:rPr>
          <w:rtl/>
        </w:rPr>
        <w:t>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:ابن اب</w:t>
      </w:r>
      <w:r>
        <w:rPr>
          <w:rFonts w:hint="cs"/>
          <w:rtl/>
        </w:rPr>
        <w:t>ی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۶۲)</w:t>
      </w:r>
      <w:r>
        <w:rPr>
          <w:rtl/>
        </w:rPr>
        <w:t>کشف الغمہ :عل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۶۳)</w:t>
      </w:r>
      <w:r>
        <w:rPr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 :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خرّاز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</w:t>
      </w:r>
      <w:r>
        <w:rPr>
          <w:rtl/>
          <w:lang w:bidi="fa-IR"/>
        </w:rPr>
        <w:t>۱۴۰۱</w:t>
      </w:r>
      <w:r>
        <w:rPr>
          <w:rtl/>
        </w:rPr>
        <w:t xml:space="preserve"> ھ۔قم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۶۴)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(رہ)،طبع </w:t>
      </w:r>
      <w:r>
        <w:rPr>
          <w:rtl/>
          <w:lang w:bidi="fa-IR"/>
        </w:rPr>
        <w:t>۱۳۹۵</w:t>
      </w:r>
      <w:r>
        <w:rPr>
          <w:rtl/>
        </w:rPr>
        <w:t xml:space="preserve"> ھ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۶۵)</w:t>
      </w:r>
      <w:r>
        <w:rPr>
          <w:rtl/>
        </w:rPr>
        <w:t>کنز الدقائق :محمد رضا مشھد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۱۰ ۱۴</w:t>
      </w:r>
      <w:r>
        <w:rPr>
          <w:rtl/>
        </w:rPr>
        <w:t xml:space="preserve"> ھ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۶۶)</w:t>
      </w:r>
      <w:r>
        <w:rPr>
          <w:rtl/>
        </w:rPr>
        <w:t>کنزل العمال :متق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۱۳۹۹</w:t>
      </w:r>
      <w:r>
        <w:rPr>
          <w:rtl/>
        </w:rPr>
        <w:t xml:space="preserve"> ھ طبع سنگ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۶۷)</w:t>
      </w:r>
      <w:r>
        <w:rPr>
          <w:rtl/>
        </w:rPr>
        <w:t xml:space="preserve">لسان العرب :ابن منظور،طبع </w:t>
      </w:r>
      <w:r>
        <w:rPr>
          <w:rtl/>
          <w:lang w:bidi="fa-IR"/>
        </w:rPr>
        <w:t>۱۴۰۸</w:t>
      </w:r>
      <w:r>
        <w:rPr>
          <w:rtl/>
        </w:rPr>
        <w:t xml:space="preserve"> 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۶۸)</w:t>
      </w:r>
      <w:r>
        <w:rPr>
          <w:rtl/>
        </w:rPr>
        <w:t>مستدرک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۶۹)</w:t>
      </w:r>
      <w:r>
        <w:rPr>
          <w:rtl/>
        </w:rPr>
        <w:t>مستدرک وسائل :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،طبع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۷۰)</w:t>
      </w:r>
      <w:r>
        <w:rPr>
          <w:rtl/>
        </w:rPr>
        <w:t xml:space="preserve">مسند احمد حنبل : ،طبع </w:t>
      </w:r>
      <w:r>
        <w:rPr>
          <w:rtl/>
          <w:lang w:bidi="fa-IR"/>
        </w:rPr>
        <w:t>۱۳۱۳</w:t>
      </w:r>
      <w:r>
        <w:rPr>
          <w:rtl/>
        </w:rPr>
        <w:t xml:space="preserve"> ھ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۷۱)</w:t>
      </w:r>
      <w:r>
        <w:rPr>
          <w:rtl/>
        </w:rPr>
        <w:t>مناقب آل اب</w:t>
      </w:r>
      <w:r>
        <w:rPr>
          <w:rFonts w:hint="cs"/>
          <w:rtl/>
        </w:rPr>
        <w:t>ی</w:t>
      </w:r>
      <w:r>
        <w:rPr>
          <w:rtl/>
        </w:rPr>
        <w:t xml:space="preserve"> طالب :ابن شھر آشوب،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۷۲)</w:t>
      </w:r>
      <w:r>
        <w:rPr>
          <w:rtl/>
        </w:rPr>
        <w:t>منتخب الاثر :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لطف اللہ صاف</w:t>
      </w:r>
      <w:r>
        <w:rPr>
          <w:rFonts w:hint="cs"/>
          <w:rtl/>
        </w:rPr>
        <w:t>ی</w:t>
      </w:r>
      <w:r>
        <w:rPr>
          <w:rtl/>
        </w:rPr>
        <w:t xml:space="preserve"> ،طبع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۷۳)</w:t>
      </w:r>
      <w:r>
        <w:rPr>
          <w:rtl/>
        </w:rPr>
        <w:t>نجم الثاقب :م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،طبع تھران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۷۴)</w:t>
      </w:r>
      <w:r>
        <w:rPr>
          <w:rtl/>
        </w:rPr>
        <w:t>نہج البلاغہ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۷۵)</w:t>
      </w: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(رہ) ،طبع </w:t>
      </w:r>
      <w:r>
        <w:rPr>
          <w:rtl/>
          <w:lang w:bidi="fa-IR"/>
        </w:rPr>
        <w:t>۳۰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۷۶)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۷۷)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والجواھر : عبد الوھاب شعران</w:t>
      </w:r>
      <w:r>
        <w:rPr>
          <w:rFonts w:hint="cs"/>
          <w:rtl/>
        </w:rPr>
        <w:t>ی</w:t>
      </w:r>
      <w:r>
        <w:rPr>
          <w:rtl/>
        </w:rPr>
        <w:t xml:space="preserve"> ،طبع قاھرہ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۷۸)</w:t>
      </w:r>
      <w:r>
        <w:rPr>
          <w:rtl/>
        </w:rPr>
        <w:t>تحف العقول عن آل الرسول (ع):حسن بن عل</w:t>
      </w:r>
      <w:r>
        <w:rPr>
          <w:rFonts w:hint="cs"/>
          <w:rtl/>
        </w:rPr>
        <w:t>ی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>
        <w:rPr>
          <w:rtl/>
          <w:lang w:bidi="fa-IR"/>
        </w:rPr>
        <w:t>۱۹۶۹</w:t>
      </w:r>
      <w:r>
        <w:rPr>
          <w:rtl/>
        </w:rPr>
        <w:t xml:space="preserve"> ھ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۷۹)</w:t>
      </w:r>
      <w:r>
        <w:rPr>
          <w:rtl/>
        </w:rPr>
        <w:t>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:طباطبائ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،طبع تھران </w:t>
      </w:r>
      <w:r>
        <w:rPr>
          <w:rtl/>
          <w:lang w:bidi="fa-IR"/>
        </w:rPr>
        <w:t>۱۳۸۰</w:t>
      </w:r>
      <w:r>
        <w:rPr>
          <w:rtl/>
        </w:rPr>
        <w:t xml:space="preserve"> ھ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۸۰)</w:t>
      </w:r>
      <w:r>
        <w:rPr>
          <w:rtl/>
        </w:rPr>
        <w:t>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،طبع </w:t>
      </w:r>
      <w:r>
        <w:rPr>
          <w:rtl/>
          <w:lang w:bidi="fa-IR"/>
        </w:rPr>
        <w:t>۸۱ ۱۳</w:t>
      </w:r>
      <w:r>
        <w:rPr>
          <w:rtl/>
        </w:rPr>
        <w:t xml:space="preserve">ھ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۸۱)</w:t>
      </w:r>
      <w:r>
        <w:rPr>
          <w:rtl/>
        </w:rPr>
        <w:t>کتاب الفتن: سلسل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۱۹۶۳</w:t>
      </w:r>
      <w:r>
        <w:rPr>
          <w:rtl/>
        </w:rPr>
        <w:t xml:space="preserve">ھ نجف اشرف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۸۲)</w:t>
      </w:r>
      <w:r>
        <w:rPr>
          <w:rtl/>
        </w:rPr>
        <w:t>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:محمد بن مرتض</w:t>
      </w:r>
      <w:r>
        <w:rPr>
          <w:rFonts w:hint="cs"/>
          <w:rtl/>
        </w:rPr>
        <w:t>یٰ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۸۳)</w:t>
      </w:r>
      <w:r>
        <w:rPr>
          <w:rtl/>
        </w:rPr>
        <w:t>المھد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 ،طبع </w:t>
      </w:r>
      <w:r>
        <w:rPr>
          <w:rtl/>
          <w:lang w:bidi="fa-IR"/>
        </w:rPr>
        <w:t>۵۸ ۱۳</w:t>
      </w:r>
      <w:r>
        <w:rPr>
          <w:rtl/>
        </w:rPr>
        <w:t>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۸۴)</w:t>
      </w:r>
      <w:r>
        <w:rPr>
          <w:rtl/>
        </w:rPr>
        <w:t xml:space="preserve">نہج الفصاحہ: ،طبع </w:t>
      </w:r>
      <w:r>
        <w:rPr>
          <w:rtl/>
          <w:lang w:bidi="fa-IR"/>
        </w:rPr>
        <w:t>۱۳۴۱</w:t>
      </w:r>
      <w:r>
        <w:rPr>
          <w:rtl/>
        </w:rPr>
        <w:t xml:space="preserve"> 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۸۵)</w:t>
      </w:r>
      <w:r>
        <w:rPr>
          <w:rtl/>
        </w:rPr>
        <w:t>نوائب الدھور ف</w:t>
      </w:r>
      <w:r>
        <w:rPr>
          <w:rFonts w:hint="cs"/>
          <w:rtl/>
        </w:rPr>
        <w:t>ی</w:t>
      </w:r>
      <w:r>
        <w:rPr>
          <w:rtl/>
        </w:rPr>
        <w:t xml:space="preserve"> علائم الظھور:محمد بن حسن مھاجر</w:t>
      </w:r>
      <w:r>
        <w:rPr>
          <w:rFonts w:hint="cs"/>
          <w:rtl/>
        </w:rPr>
        <w:t>ی</w:t>
      </w:r>
      <w:r>
        <w:rPr>
          <w:rtl/>
        </w:rPr>
        <w:t xml:space="preserve"> جر قوئ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۱۳۸۳</w:t>
      </w:r>
      <w:r>
        <w:rPr>
          <w:rtl/>
        </w:rPr>
        <w:t xml:space="preserve">ھ تھرا ن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۸۶)</w:t>
      </w:r>
      <w:r>
        <w:rPr>
          <w:rtl/>
        </w:rPr>
        <w:t>ترجمہ قرآن : مرحوم علامہ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(رہ)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  <w:lang w:bidi="fa-IR"/>
        </w:rPr>
        <w:t>۸۷</w:t>
      </w:r>
      <w:r>
        <w:rPr>
          <w:rtl/>
        </w:rPr>
        <w:t>۔او خواھد آمد :عل</w:t>
      </w:r>
      <w:r>
        <w:rPr>
          <w:rFonts w:hint="cs"/>
          <w:rtl/>
        </w:rPr>
        <w:t>ی</w:t>
      </w:r>
      <w:r>
        <w:rPr>
          <w:rtl/>
        </w:rPr>
        <w:t xml:space="preserve"> اکبر مھد</w:t>
      </w:r>
      <w:r>
        <w:rPr>
          <w:rFonts w:hint="cs"/>
          <w:rtl/>
        </w:rPr>
        <w:t>ی</w:t>
      </w:r>
      <w:r>
        <w:rPr>
          <w:rtl/>
        </w:rPr>
        <w:t xml:space="preserve"> پور، طبع انتشارات رسالت </w:t>
      </w:r>
      <w:r>
        <w:rPr>
          <w:rtl/>
          <w:lang w:bidi="fa-IR"/>
        </w:rPr>
        <w:t>۲۰۰۰</w:t>
      </w:r>
      <w:r>
        <w:rPr>
          <w:rtl/>
        </w:rPr>
        <w:t xml:space="preserve"> قم </w:t>
      </w:r>
    </w:p>
    <w:p w:rsidR="0042080E" w:rsidRDefault="0042080E" w:rsidP="0042080E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۸۸)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المعارف:ابوالکلام تق</w:t>
      </w:r>
      <w:r>
        <w:rPr>
          <w:rFonts w:hint="cs"/>
          <w:rtl/>
        </w:rPr>
        <w:t>ی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،طبع </w:t>
      </w:r>
      <w:r>
        <w:rPr>
          <w:rtl/>
          <w:lang w:bidi="fa-IR"/>
        </w:rPr>
        <w:t>۱۷ ۱۴</w:t>
      </w:r>
      <w:r>
        <w:rPr>
          <w:rtl/>
        </w:rPr>
        <w:t xml:space="preserve">ھ قم </w:t>
      </w:r>
    </w:p>
    <w:p w:rsidR="0042080E" w:rsidRDefault="00950ED7" w:rsidP="00950ED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132</w:t>
      </w:r>
      <w:r>
        <w:rPr>
          <w:rtl/>
        </w:rPr>
        <w:t>)</w:t>
      </w:r>
      <w:r w:rsidR="0042080E">
        <w:rPr>
          <w:rtl/>
        </w:rPr>
        <w:t xml:space="preserve"> ارشاد مف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دص</w:t>
      </w:r>
      <w:r w:rsidR="0042080E">
        <w:rPr>
          <w:rtl/>
        </w:rPr>
        <w:t xml:space="preserve">۳۳۶ منتخب الاثرص ۴۵۵بحارج۵۲ ص۲۰۶الزام الناصب ص۱۸۱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133</w:t>
      </w:r>
      <w:r>
        <w:rPr>
          <w:rtl/>
        </w:rPr>
        <w:t>)</w:t>
      </w:r>
      <w:r w:rsidR="0042080E">
        <w:rPr>
          <w:rtl/>
        </w:rPr>
        <w:t xml:space="preserve"> اعلام الور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ص۴۲۶،ارشادمف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</w:t>
      </w:r>
      <w:r w:rsidR="0042080E">
        <w:rPr>
          <w:rtl/>
        </w:rPr>
        <w:t xml:space="preserve"> ص۳۳۶،منتخب الاثرص۴۵۵،بحار ج۵۲ص۲۰۶۔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134</w:t>
      </w:r>
      <w:r>
        <w:rPr>
          <w:rtl/>
        </w:rPr>
        <w:t>)</w:t>
      </w:r>
      <w:r w:rsidR="0042080E">
        <w:rPr>
          <w:rtl/>
        </w:rPr>
        <w:t xml:space="preserve"> بحارج ۵۲ ص۲۰۴،۲۰۹،۳۰۴،ا علام الور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ص۴۲۶،بشارةالاسلام۱۴۰،ارشادمف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</w:t>
      </w:r>
      <w:r w:rsidR="0042080E">
        <w:rPr>
          <w:rtl/>
        </w:rPr>
        <w:t xml:space="preserve"> ص ۶ ۳۳ ، منتخب الاثرص۴۵۲،۴۵۸۔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135</w:t>
      </w:r>
      <w:r>
        <w:rPr>
          <w:rtl/>
        </w:rPr>
        <w:t>)</w:t>
      </w:r>
      <w:r w:rsidR="0042080E">
        <w:rPr>
          <w:rtl/>
        </w:rPr>
        <w:t xml:space="preserve"> بشارةالاسلام ص۷۴،الزام الناصب ص۱۹۴،۲۰۳،۲۰۹۔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136</w:t>
      </w:r>
      <w:r>
        <w:rPr>
          <w:rtl/>
        </w:rPr>
        <w:t>)</w:t>
      </w:r>
      <w:r w:rsidR="0042080E">
        <w:rPr>
          <w:rtl/>
        </w:rPr>
        <w:t xml:space="preserve"> الملاحم والفتن ص۱۰۲۔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137</w:t>
      </w:r>
      <w:r>
        <w:rPr>
          <w:rtl/>
        </w:rPr>
        <w:t>)</w:t>
      </w:r>
      <w:r w:rsidR="0042080E">
        <w:rPr>
          <w:rtl/>
        </w:rPr>
        <w:t xml:space="preserve"> الزام لناصب ص ۱۹۴،۲۰۴،۲۰۹و۲۱۳۔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138</w:t>
      </w:r>
      <w:r>
        <w:rPr>
          <w:rtl/>
        </w:rPr>
        <w:t>)</w:t>
      </w:r>
      <w:r w:rsidR="0042080E">
        <w:rPr>
          <w:rtl/>
        </w:rPr>
        <w:t xml:space="preserve"> الزام الناصب ص۲۱۳۔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139</w:t>
      </w:r>
      <w:r>
        <w:rPr>
          <w:rtl/>
        </w:rPr>
        <w:t>)</w:t>
      </w:r>
      <w:r w:rsidR="0042080E">
        <w:rPr>
          <w:rtl/>
        </w:rPr>
        <w:t xml:space="preserve"> بشارةالاسلام ص ۵۸،۶۷،۷۳؛الزام الناصب ص۱۷۶؛بحار الانوار ج۲ ۵ ص ۳ ۷ ۲ ، ج ۵۳ ص۸۲۔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140</w:t>
      </w:r>
      <w:r>
        <w:rPr>
          <w:rtl/>
        </w:rPr>
        <w:t>)</w:t>
      </w:r>
      <w:r w:rsidR="0042080E">
        <w:rPr>
          <w:rtl/>
        </w:rPr>
        <w:t xml:space="preserve"> صح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بخار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 ۳ ص ۴۹۔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141</w:t>
      </w:r>
      <w:r>
        <w:rPr>
          <w:rtl/>
        </w:rPr>
        <w:t>)</w:t>
      </w:r>
      <w:r w:rsidR="0042080E">
        <w:rPr>
          <w:rtl/>
        </w:rPr>
        <w:t xml:space="preserve"> منتخب الاثرص ۴۳۸۔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142</w:t>
      </w:r>
      <w:r>
        <w:rPr>
          <w:rtl/>
        </w:rPr>
        <w:t>)</w:t>
      </w:r>
      <w:r w:rsidR="0042080E">
        <w:rPr>
          <w:rtl/>
        </w:rPr>
        <w:t xml:space="preserve"> نہج الفصاحة ج۲ص۵۰۰۔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143</w:t>
      </w:r>
      <w:r>
        <w:rPr>
          <w:rtl/>
        </w:rPr>
        <w:t>)</w:t>
      </w:r>
      <w:r w:rsidR="0042080E">
        <w:rPr>
          <w:rtl/>
        </w:rPr>
        <w:t xml:space="preserve"> بشارة الاسلام ص۲۶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144</w:t>
      </w:r>
      <w:r>
        <w:rPr>
          <w:rtl/>
        </w:rPr>
        <w:t>)</w:t>
      </w:r>
      <w:r w:rsidR="0042080E">
        <w:rPr>
          <w:rtl/>
        </w:rPr>
        <w:t xml:space="preserve"> نہج الفصاحة ج۲ص۵۰۰و۵۱۷ 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145</w:t>
      </w:r>
      <w:r>
        <w:rPr>
          <w:rtl/>
        </w:rPr>
        <w:t>)</w:t>
      </w:r>
      <w:r w:rsidR="0042080E">
        <w:rPr>
          <w:rtl/>
        </w:rPr>
        <w:t xml:space="preserve"> نہج الفصاحة ج۱ص۲۱۶،ج۲ص۵۱۰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146</w:t>
      </w:r>
      <w:r>
        <w:rPr>
          <w:rtl/>
        </w:rPr>
        <w:t>)</w:t>
      </w:r>
      <w:r w:rsidR="0042080E">
        <w:rPr>
          <w:rtl/>
        </w:rPr>
        <w:t xml:space="preserve"> الحاو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للفتاو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ج۲ص۱۵۹/منتخب الاثرص ۴۳۷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147</w:t>
      </w:r>
      <w:r>
        <w:rPr>
          <w:rtl/>
        </w:rPr>
        <w:t>)</w:t>
      </w:r>
      <w:r w:rsidR="0042080E">
        <w:rPr>
          <w:rtl/>
        </w:rPr>
        <w:t xml:space="preserve"> بشارة الاسلام ص۷۶الزام الناصب ص۱۲۱و۱۹۵۔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148</w:t>
      </w:r>
      <w:r>
        <w:rPr>
          <w:rtl/>
        </w:rPr>
        <w:t>)</w:t>
      </w:r>
      <w:r w:rsidR="0042080E">
        <w:rPr>
          <w:rtl/>
        </w:rPr>
        <w:t xml:space="preserve"> بحار الانوار ج ۵۲ص۱۳۹۔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149</w:t>
      </w:r>
      <w:r>
        <w:rPr>
          <w:rtl/>
        </w:rPr>
        <w:t>)</w:t>
      </w:r>
      <w:r w:rsidR="0042080E">
        <w:rPr>
          <w:rtl/>
        </w:rPr>
        <w:t xml:space="preserve"> بحار الانوار ج۵۲ص۲۶۴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150</w:t>
      </w:r>
      <w:r>
        <w:rPr>
          <w:rtl/>
        </w:rPr>
        <w:t>)</w:t>
      </w:r>
      <w:r w:rsidR="0042080E">
        <w:rPr>
          <w:rtl/>
        </w:rPr>
        <w:t xml:space="preserve"> منتخب الاثر ص۲۹۳بحار الانوار ج ۵۲ص۲۵۶،۲۶۴۔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151</w:t>
      </w:r>
      <w:r>
        <w:rPr>
          <w:rtl/>
        </w:rPr>
        <w:t>)</w:t>
      </w:r>
      <w:r w:rsidR="0042080E">
        <w:rPr>
          <w:rtl/>
        </w:rPr>
        <w:t xml:space="preserve"> بحار الانوار ج ۵۲/ص۲۶۵۔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152</w:t>
      </w:r>
      <w:r>
        <w:rPr>
          <w:rtl/>
        </w:rPr>
        <w:t>)</w:t>
      </w:r>
      <w:r w:rsidR="0042080E">
        <w:rPr>
          <w:rtl/>
        </w:rPr>
        <w:t xml:space="preserve"> نہج الفصاحةج۲ص۵۳۳۔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153</w:t>
      </w:r>
      <w:r>
        <w:rPr>
          <w:rtl/>
        </w:rPr>
        <w:t>)</w:t>
      </w:r>
      <w:r w:rsidR="0042080E">
        <w:rPr>
          <w:rtl/>
        </w:rPr>
        <w:t xml:space="preserve"> نہج الفصاحةج۲ص۶۳۸۔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154</w:t>
      </w:r>
      <w:r>
        <w:rPr>
          <w:rtl/>
        </w:rPr>
        <w:t>)</w:t>
      </w:r>
      <w:r w:rsidR="0042080E">
        <w:rPr>
          <w:rtl/>
        </w:rPr>
        <w:t xml:space="preserve"> نہج الفصاحةج۲ص۴۷۳بشارة الاسلام ص/۲۳۔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155</w:t>
      </w:r>
      <w:r>
        <w:rPr>
          <w:rtl/>
        </w:rPr>
        <w:t>)</w:t>
      </w:r>
      <w:r w:rsidR="0042080E">
        <w:rPr>
          <w:rtl/>
        </w:rPr>
        <w:t xml:space="preserve"> کشف الغمة ج ۳ص۳۲۴منتخب الاثرص۴۳۵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156</w:t>
      </w:r>
      <w:r>
        <w:rPr>
          <w:rtl/>
        </w:rPr>
        <w:t>)</w:t>
      </w:r>
      <w:r w:rsidR="0042080E">
        <w:rPr>
          <w:rtl/>
        </w:rPr>
        <w:t xml:space="preserve"> منتخب الاثر ص۴۲بحار ج ۵ص۷۰، ج۵۲ص۱۹۲،۲۲۸۔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157</w:t>
      </w:r>
      <w:r>
        <w:rPr>
          <w:rtl/>
        </w:rPr>
        <w:t>)</w:t>
      </w:r>
      <w:r w:rsidR="0042080E">
        <w:rPr>
          <w:rtl/>
        </w:rPr>
        <w:t xml:space="preserve"> بحار الانوار ج ۵۲ص۲۵۷۔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158</w:t>
      </w:r>
      <w:r>
        <w:rPr>
          <w:rtl/>
        </w:rPr>
        <w:t>)</w:t>
      </w:r>
      <w:r w:rsidR="0042080E">
        <w:rPr>
          <w:rtl/>
        </w:rPr>
        <w:t xml:space="preserve"> الزام الناصب ص۱۹۵بشارة الاسلام ص۷۷۔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159</w:t>
      </w:r>
      <w:r>
        <w:rPr>
          <w:rtl/>
        </w:rPr>
        <w:t>)</w:t>
      </w:r>
      <w:r w:rsidR="0042080E">
        <w:rPr>
          <w:rtl/>
        </w:rPr>
        <w:t xml:space="preserve"> بحار لانوارج ۵۱ص۷۰، ج۵۲ص۷۰،ج ۵۲ ص ۲۵۶منتخب الاثر ص۴۲۰الزام الناصب ص۱۸۳۔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160</w:t>
      </w:r>
      <w:r>
        <w:rPr>
          <w:rtl/>
        </w:rPr>
        <w:t>)</w:t>
      </w:r>
      <w:r w:rsidR="0042080E">
        <w:rPr>
          <w:rtl/>
        </w:rPr>
        <w:t xml:space="preserve"> منتخب الاثر ص۴۲۶الزام الناصب ۱۸۰ تحف العقول ص۴۱۔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161</w:t>
      </w:r>
      <w:r>
        <w:rPr>
          <w:rtl/>
        </w:rPr>
        <w:t>)</w:t>
      </w:r>
      <w:r w:rsidR="0042080E">
        <w:rPr>
          <w:rtl/>
        </w:rPr>
        <w:t xml:space="preserve"> منتخب الاثر ص۴۲۸الزام الناصب ۱۸۲۔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162</w:t>
      </w:r>
      <w:r>
        <w:rPr>
          <w:rtl/>
        </w:rPr>
        <w:t>)</w:t>
      </w:r>
      <w:r w:rsidR="0042080E">
        <w:rPr>
          <w:rtl/>
        </w:rPr>
        <w:t xml:space="preserve"> منتخب الاثر ص۲۹۲،المحجةالب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ضاء</w:t>
      </w:r>
      <w:r w:rsidR="0042080E">
        <w:rPr>
          <w:rtl/>
        </w:rPr>
        <w:t xml:space="preserve"> ج۳ص۳۴۲،اعلام الور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ص۴۳۳،المھد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ص۱۹۹۔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163</w:t>
      </w:r>
      <w:r>
        <w:rPr>
          <w:rtl/>
        </w:rPr>
        <w:t>)</w:t>
      </w:r>
      <w:r w:rsidR="0042080E">
        <w:rPr>
          <w:rtl/>
        </w:rPr>
        <w:t xml:space="preserve"> صح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مسلم ج ۶ص۱۶۸۔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164</w:t>
      </w:r>
      <w:r>
        <w:rPr>
          <w:rtl/>
        </w:rPr>
        <w:t>)</w:t>
      </w:r>
      <w:r w:rsidR="0042080E">
        <w:rPr>
          <w:rtl/>
        </w:rPr>
        <w:t xml:space="preserve"> منتخب الاثر ص۴۲۶۔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165</w:t>
      </w:r>
      <w:r>
        <w:rPr>
          <w:rtl/>
        </w:rPr>
        <w:t>)</w:t>
      </w:r>
      <w:r w:rsidR="0042080E">
        <w:rPr>
          <w:rtl/>
        </w:rPr>
        <w:t xml:space="preserve"> بحار ج ۵۲ص۲۵۷منتخب الاثرص۴۲۹۔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166</w:t>
      </w:r>
      <w:r>
        <w:rPr>
          <w:rtl/>
        </w:rPr>
        <w:t>)</w:t>
      </w:r>
      <w:r w:rsidR="0042080E">
        <w:rPr>
          <w:rtl/>
        </w:rPr>
        <w:t xml:space="preserve"> بحارالانوارج۵۲ ص۲۶۳الزام الناصب ص۱۸۱المھد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ص۱۹۹۔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167</w:t>
      </w:r>
      <w:r>
        <w:rPr>
          <w:rtl/>
        </w:rPr>
        <w:t>)</w:t>
      </w:r>
      <w:r w:rsidR="0042080E">
        <w:rPr>
          <w:rtl/>
        </w:rPr>
        <w:t xml:space="preserve"> بحار ج ۵۲ص۲۵۷،منتخب الاثر ص۴۳۰،الزام الناصب ص۱۸۳،بشارة الاسلام ص۱۳۳۔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168</w:t>
      </w:r>
      <w:r>
        <w:rPr>
          <w:rtl/>
        </w:rPr>
        <w:t>)</w:t>
      </w:r>
      <w:r w:rsidR="0042080E">
        <w:rPr>
          <w:rtl/>
        </w:rPr>
        <w:t xml:space="preserve"> صح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بخار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 ۹ص ۵۵/تحف العقول ص۳۰۔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169</w:t>
      </w:r>
      <w:r>
        <w:rPr>
          <w:rtl/>
        </w:rPr>
        <w:t>)</w:t>
      </w:r>
      <w:r w:rsidR="0042080E">
        <w:rPr>
          <w:rtl/>
        </w:rPr>
        <w:t xml:space="preserve"> صح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بخار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ج ۹ص ۵۵ت/تحف العقول ص۳۰۔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170</w:t>
      </w:r>
      <w:r>
        <w:rPr>
          <w:rtl/>
        </w:rPr>
        <w:t>)</w:t>
      </w:r>
      <w:r w:rsidR="0042080E">
        <w:rPr>
          <w:rtl/>
        </w:rPr>
        <w:t xml:space="preserve"> بحار لانوارج ۵ص۲۵۹،بشارة الاسلام ص۱۳۴،الزام الناصب ص۱۸۴۔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171</w:t>
      </w:r>
      <w:r>
        <w:rPr>
          <w:rtl/>
        </w:rPr>
        <w:t>)</w:t>
      </w:r>
      <w:r w:rsidR="0042080E">
        <w:rPr>
          <w:rtl/>
        </w:rPr>
        <w:t xml:space="preserve"> منتخب الاثر ص۴۲۶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172</w:t>
      </w:r>
      <w:r>
        <w:rPr>
          <w:rtl/>
        </w:rPr>
        <w:t>)</w:t>
      </w:r>
      <w:r w:rsidR="0042080E">
        <w:rPr>
          <w:rtl/>
        </w:rPr>
        <w:t xml:space="preserve"> سورة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ونس</w:t>
      </w:r>
      <w:r w:rsidR="0042080E">
        <w:rPr>
          <w:rtl/>
        </w:rPr>
        <w:t xml:space="preserve"> آ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ت</w:t>
      </w:r>
      <w:r w:rsidR="0042080E">
        <w:rPr>
          <w:rtl/>
        </w:rPr>
        <w:t xml:space="preserve"> /۹۱۔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173</w:t>
      </w:r>
      <w:r>
        <w:rPr>
          <w:rtl/>
        </w:rPr>
        <w:t>)</w:t>
      </w:r>
      <w:r w:rsidR="0042080E">
        <w:rPr>
          <w:rtl/>
        </w:rPr>
        <w:t xml:space="preserve"> سورةفرقان/ ۱۲،۱۳۔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174</w:t>
      </w:r>
      <w:r>
        <w:rPr>
          <w:rtl/>
        </w:rPr>
        <w:t>)</w:t>
      </w:r>
      <w:r w:rsidR="0042080E">
        <w:rPr>
          <w:rtl/>
        </w:rPr>
        <w:t xml:space="preserve"> نہج الفصاحة ج ۲ ص۳۹۳ تحف العقول ص۴۲۔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175</w:t>
      </w:r>
      <w:r>
        <w:rPr>
          <w:rtl/>
        </w:rPr>
        <w:t>)</w:t>
      </w:r>
      <w:r w:rsidR="0042080E">
        <w:rPr>
          <w:rtl/>
        </w:rPr>
        <w:t xml:space="preserve"> نہج الفصاحة ج ۱ص۴۵۔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176</w:t>
      </w:r>
      <w:r>
        <w:rPr>
          <w:rtl/>
        </w:rPr>
        <w:t>)</w:t>
      </w:r>
      <w:r w:rsidR="0042080E">
        <w:rPr>
          <w:rtl/>
        </w:rPr>
        <w:t xml:space="preserve"> بحارالانوار ج ۵۲ص۲۱۲۔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177</w:t>
      </w:r>
      <w:r>
        <w:rPr>
          <w:rtl/>
        </w:rPr>
        <w:t>)</w:t>
      </w:r>
      <w:r w:rsidR="0042080E">
        <w:rPr>
          <w:rtl/>
        </w:rPr>
        <w:t xml:space="preserve"> وسائل الش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عہ</w:t>
      </w:r>
      <w:r w:rsidR="0042080E">
        <w:rPr>
          <w:rtl/>
        </w:rPr>
        <w:t xml:space="preserve"> ج ۱۸ص۹۔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178</w:t>
      </w:r>
      <w:r>
        <w:rPr>
          <w:rtl/>
        </w:rPr>
        <w:t>)</w:t>
      </w:r>
      <w:r w:rsidR="0042080E">
        <w:rPr>
          <w:rtl/>
        </w:rPr>
        <w:t xml:space="preserve"> الزام الناصب ص۱۰۸۔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179</w:t>
      </w:r>
      <w:r>
        <w:rPr>
          <w:rtl/>
        </w:rPr>
        <w:t>)</w:t>
      </w:r>
      <w:r w:rsidR="0042080E">
        <w:rPr>
          <w:rtl/>
        </w:rPr>
        <w:t xml:space="preserve"> الب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ان</w:t>
      </w:r>
      <w:r w:rsidR="0042080E">
        <w:rPr>
          <w:rtl/>
        </w:rPr>
        <w:t xml:space="preserve"> والتب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ن</w:t>
      </w:r>
      <w:r w:rsidR="0042080E">
        <w:rPr>
          <w:rtl/>
        </w:rPr>
        <w:t xml:space="preserve"> ج ۳ص۳۲۔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180</w:t>
      </w:r>
      <w:r>
        <w:rPr>
          <w:rtl/>
        </w:rPr>
        <w:t>)</w:t>
      </w:r>
      <w:r w:rsidR="0042080E">
        <w:rPr>
          <w:rtl/>
        </w:rPr>
        <w:t xml:space="preserve"> بحاالانوار ج ۵۲ص۲۶۹۔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181</w:t>
      </w:r>
      <w:r>
        <w:rPr>
          <w:rtl/>
        </w:rPr>
        <w:t>)</w:t>
      </w:r>
      <w:r w:rsidR="0042080E">
        <w:rPr>
          <w:rtl/>
        </w:rPr>
        <w:t xml:space="preserve"> الزام الناصب ص۱۷۶،بشارةالاسلام ص۵۸۔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182</w:t>
      </w:r>
      <w:r>
        <w:rPr>
          <w:rtl/>
        </w:rPr>
        <w:t>)</w:t>
      </w:r>
      <w:r w:rsidR="0042080E">
        <w:rPr>
          <w:rtl/>
        </w:rPr>
        <w:t xml:space="preserve"> الملاحم والفتن ص۱۴۶۔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183</w:t>
      </w:r>
      <w:r>
        <w:rPr>
          <w:rtl/>
        </w:rPr>
        <w:t>)</w:t>
      </w:r>
      <w:r w:rsidR="0042080E">
        <w:rPr>
          <w:rtl/>
        </w:rPr>
        <w:t xml:space="preserve"> بشارة الاسلام ص۲۸۔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184</w:t>
      </w:r>
      <w:r>
        <w:rPr>
          <w:rtl/>
        </w:rPr>
        <w:t>)</w:t>
      </w:r>
      <w:r w:rsidR="0042080E">
        <w:rPr>
          <w:rtl/>
        </w:rPr>
        <w:t xml:space="preserve"> بحارالانوار ج۵۳ص۸۵،ارشادمف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دص</w:t>
      </w:r>
      <w:r w:rsidR="0042080E">
        <w:rPr>
          <w:rtl/>
        </w:rPr>
        <w:t xml:space="preserve">۳۳۶،بشارة الاسلام ص۱۷۶۔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185</w:t>
      </w:r>
      <w:r>
        <w:rPr>
          <w:rtl/>
        </w:rPr>
        <w:t>)</w:t>
      </w:r>
      <w:r w:rsidR="0042080E">
        <w:rPr>
          <w:rtl/>
        </w:rPr>
        <w:t xml:space="preserve"> الملاحم والفتن ص۷۱۔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186</w:t>
      </w:r>
      <w:r>
        <w:rPr>
          <w:rtl/>
        </w:rPr>
        <w:t>)</w:t>
      </w:r>
      <w:r w:rsidR="0042080E">
        <w:rPr>
          <w:rtl/>
        </w:rPr>
        <w:t xml:space="preserve"> الملاحم والفتن ص۱۳۰۔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187</w:t>
      </w:r>
      <w:r>
        <w:rPr>
          <w:rtl/>
        </w:rPr>
        <w:t>)</w:t>
      </w:r>
      <w:r w:rsidR="0042080E">
        <w:rPr>
          <w:rtl/>
        </w:rPr>
        <w:t xml:space="preserve"> المجةالب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ضاء</w:t>
      </w:r>
      <w:r w:rsidR="0042080E">
        <w:rPr>
          <w:rtl/>
        </w:rPr>
        <w:t xml:space="preserve"> ج۴ص۳۴۳۔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188</w:t>
      </w:r>
      <w:r>
        <w:rPr>
          <w:rtl/>
        </w:rPr>
        <w:t>)</w:t>
      </w:r>
      <w:r w:rsidR="0042080E">
        <w:rPr>
          <w:rtl/>
        </w:rPr>
        <w:t xml:space="preserve"> الامام المھد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ص۲۲۷۔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189</w:t>
      </w:r>
      <w:r>
        <w:rPr>
          <w:rtl/>
        </w:rPr>
        <w:t>)</w:t>
      </w:r>
      <w:r w:rsidR="0042080E">
        <w:rPr>
          <w:rtl/>
        </w:rPr>
        <w:t xml:space="preserve"> بشارة الاسلام ص۳۲۔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190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خ</w:t>
      </w:r>
      <w:r w:rsidR="0042080E">
        <w:rPr>
          <w:rtl/>
        </w:rPr>
        <w:t xml:space="preserve"> طوس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(رہ) ص۲۷۷۔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191</w:t>
      </w:r>
      <w:r>
        <w:rPr>
          <w:rtl/>
        </w:rPr>
        <w:t>)</w:t>
      </w:r>
      <w:r w:rsidR="0042080E">
        <w:rPr>
          <w:rtl/>
        </w:rPr>
        <w:t xml:space="preserve"> بشارة الاسلام ص۱۷۷۔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192</w:t>
      </w:r>
      <w:r>
        <w:rPr>
          <w:rtl/>
        </w:rPr>
        <w:t>)</w:t>
      </w:r>
      <w:r w:rsidR="0042080E">
        <w:rPr>
          <w:rtl/>
        </w:rPr>
        <w:t xml:space="preserve"> کشف الغمہ ج۳ص۳۲۴،منتخب الاثر ص۱۶۳۔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42080E">
        <w:rPr>
          <w:rtl/>
        </w:rPr>
        <w:t>193</w:t>
      </w:r>
      <w:r>
        <w:rPr>
          <w:rtl/>
        </w:rPr>
        <w:t>)</w:t>
      </w:r>
      <w:r w:rsidR="0042080E">
        <w:rPr>
          <w:rtl/>
        </w:rPr>
        <w:t xml:space="preserve"> المھد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(عج) ص۲۲۱۔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194</w:t>
      </w:r>
      <w:r>
        <w:rPr>
          <w:rtl/>
        </w:rPr>
        <w:t>)</w:t>
      </w:r>
      <w:r w:rsidR="0042080E">
        <w:rPr>
          <w:rtl/>
        </w:rPr>
        <w:t xml:space="preserve"> صح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ح</w:t>
      </w:r>
      <w:r w:rsidR="0042080E">
        <w:rPr>
          <w:rtl/>
        </w:rPr>
        <w:t xml:space="preserve"> مسلم ج ۸ص۱۷۲۔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195</w:t>
      </w:r>
      <w:r>
        <w:rPr>
          <w:rtl/>
        </w:rPr>
        <w:t>)</w:t>
      </w:r>
      <w:r w:rsidR="0042080E">
        <w:rPr>
          <w:rtl/>
        </w:rPr>
        <w:t xml:space="preserve"> بشارةالاسلام ص۱۷۵،الزام الناصب ص۱۸۵۔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196</w:t>
      </w:r>
      <w:r>
        <w:rPr>
          <w:rtl/>
        </w:rPr>
        <w:t>)</w:t>
      </w:r>
      <w:r w:rsidR="0042080E">
        <w:rPr>
          <w:rtl/>
        </w:rPr>
        <w:t xml:space="preserve"> الملاحم والفتن ص۱۷۔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197</w:t>
      </w:r>
      <w:r>
        <w:rPr>
          <w:rtl/>
        </w:rPr>
        <w:t>)</w:t>
      </w:r>
      <w:r w:rsidR="0042080E">
        <w:rPr>
          <w:rtl/>
        </w:rPr>
        <w:t xml:space="preserve"> بشارة الاسلام ص۴۳۔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198</w:t>
      </w:r>
      <w:r>
        <w:rPr>
          <w:rtl/>
        </w:rPr>
        <w:t>)</w:t>
      </w:r>
      <w:r w:rsidR="0042080E">
        <w:rPr>
          <w:rtl/>
        </w:rPr>
        <w:t xml:space="preserve"> منتخب الاثر ص۴۵۳۔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199</w:t>
      </w:r>
      <w:r>
        <w:rPr>
          <w:rtl/>
        </w:rPr>
        <w:t>)</w:t>
      </w:r>
      <w:r w:rsidR="0042080E">
        <w:rPr>
          <w:rtl/>
        </w:rPr>
        <w:t xml:space="preserve"> بحارالانوار ج۵۲ص۱۱۳۔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200</w:t>
      </w:r>
      <w:r>
        <w:rPr>
          <w:rtl/>
        </w:rPr>
        <w:t>)</w:t>
      </w:r>
      <w:r w:rsidR="0042080E">
        <w:rPr>
          <w:rtl/>
        </w:rPr>
        <w:t xml:space="preserve"> بحارالانوار ج ۵۲ص۱۴۳،غ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نعمان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ص۵۶،وسائل الش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عہ</w:t>
      </w:r>
      <w:r w:rsidR="0042080E">
        <w:rPr>
          <w:rtl/>
        </w:rPr>
        <w:t xml:space="preserve"> ج ۱۱ص۳۷۔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201</w:t>
      </w:r>
      <w:r>
        <w:rPr>
          <w:rtl/>
        </w:rPr>
        <w:t>)</w:t>
      </w:r>
      <w:r w:rsidR="0042080E">
        <w:rPr>
          <w:rtl/>
        </w:rPr>
        <w:t xml:space="preserve"> بشارة الاسلام ص۲۶۸۔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202</w:t>
      </w:r>
      <w:r>
        <w:rPr>
          <w:rtl/>
        </w:rPr>
        <w:t>)</w:t>
      </w:r>
      <w:r w:rsidR="0042080E">
        <w:rPr>
          <w:rtl/>
        </w:rPr>
        <w:t xml:space="preserve"> ارشاد مف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دص</w:t>
      </w:r>
      <w:r w:rsidR="0042080E">
        <w:rPr>
          <w:rtl/>
        </w:rPr>
        <w:t xml:space="preserve">۳۳۹،بحارالانوار ج۵۲ص۲۱۰۔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203</w:t>
      </w:r>
      <w:r>
        <w:rPr>
          <w:rtl/>
        </w:rPr>
        <w:t>)</w:t>
      </w:r>
      <w:r w:rsidR="0042080E">
        <w:rPr>
          <w:rtl/>
        </w:rPr>
        <w:t xml:space="preserve"> نورالابصارص۱۷۲،بشارة الاسلام ص۱۷۵۔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204</w:t>
      </w:r>
      <w:r>
        <w:rPr>
          <w:rtl/>
        </w:rPr>
        <w:t>)</w:t>
      </w:r>
      <w:r w:rsidR="0042080E">
        <w:rPr>
          <w:rtl/>
        </w:rPr>
        <w:t xml:space="preserve"> غ</w:t>
      </w:r>
      <w:r w:rsidR="0042080E">
        <w:rPr>
          <w:rFonts w:hint="cs"/>
          <w:rtl/>
        </w:rPr>
        <w:t>ی</w:t>
      </w:r>
      <w:r w:rsidR="0042080E">
        <w:rPr>
          <w:rFonts w:hint="eastAsia"/>
          <w:rtl/>
        </w:rPr>
        <w:t>بت</w:t>
      </w:r>
      <w:r w:rsidR="0042080E">
        <w:rPr>
          <w:rtl/>
        </w:rPr>
        <w:t xml:space="preserve"> نعمان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ص۱۲۳،بحارالانوار ج۵۲ص۲۷۵۔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205</w:t>
      </w:r>
      <w:r>
        <w:rPr>
          <w:rtl/>
        </w:rPr>
        <w:t>)</w:t>
      </w:r>
      <w:r w:rsidR="0042080E">
        <w:rPr>
          <w:rtl/>
        </w:rPr>
        <w:t xml:space="preserve"> بحارالانوار ج۵۲ص۲۱۳۔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206</w:t>
      </w:r>
      <w:r>
        <w:rPr>
          <w:rtl/>
        </w:rPr>
        <w:t>)</w:t>
      </w:r>
      <w:r w:rsidR="0042080E">
        <w:rPr>
          <w:rtl/>
        </w:rPr>
        <w:t xml:space="preserve"> بشارة الاسلام ص۱۸۳،الملاحم والفتن ص۱۱۳۔ </w:t>
      </w:r>
    </w:p>
    <w:p w:rsidR="0042080E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207</w:t>
      </w:r>
      <w:r>
        <w:rPr>
          <w:rtl/>
        </w:rPr>
        <w:t>)</w:t>
      </w:r>
      <w:r w:rsidR="0042080E">
        <w:rPr>
          <w:rtl/>
        </w:rPr>
        <w:t xml:space="preserve"> بشارة الاسلام ص۴۹۔ </w:t>
      </w:r>
    </w:p>
    <w:p w:rsidR="00296C60" w:rsidRDefault="001100FA" w:rsidP="00950ED7">
      <w:pPr>
        <w:pStyle w:val="libFootnote"/>
        <w:rPr>
          <w:rtl/>
        </w:rPr>
      </w:pPr>
      <w:r>
        <w:rPr>
          <w:rtl/>
        </w:rPr>
        <w:t>(</w:t>
      </w:r>
      <w:r w:rsidR="0042080E">
        <w:rPr>
          <w:rtl/>
        </w:rPr>
        <w:t>208</w:t>
      </w:r>
      <w:r>
        <w:rPr>
          <w:rtl/>
        </w:rPr>
        <w:t>)</w:t>
      </w:r>
      <w:r w:rsidR="0042080E">
        <w:rPr>
          <w:rtl/>
        </w:rPr>
        <w:t xml:space="preserve"> منتخب الاثر ص۴۳۹،بحار الانوار ج ۵۲ ص۲۰۳،اعلام الور</w:t>
      </w:r>
      <w:r w:rsidR="0042080E">
        <w:rPr>
          <w:rFonts w:hint="cs"/>
          <w:rtl/>
        </w:rPr>
        <w:t>ی</w:t>
      </w:r>
      <w:r w:rsidR="0042080E">
        <w:rPr>
          <w:rtl/>
        </w:rPr>
        <w:t xml:space="preserve"> ص۴۲۷۔ </w:t>
      </w:r>
    </w:p>
    <w:p w:rsidR="00296C60" w:rsidRPr="00296C60" w:rsidRDefault="00296C60" w:rsidP="00296C60">
      <w:pPr>
        <w:pStyle w:val="libNormal"/>
        <w:rPr>
          <w:rFonts w:eastAsia="Calibri"/>
          <w:rtl/>
        </w:rPr>
      </w:pPr>
      <w:r>
        <w:rPr>
          <w:rtl/>
        </w:rPr>
        <w:br w:type="page"/>
      </w:r>
    </w:p>
    <w:sdt>
      <w:sdtPr>
        <w:rPr>
          <w:rtl/>
        </w:rPr>
        <w:id w:val="698089938"/>
        <w:docPartObj>
          <w:docPartGallery w:val="Table of Contents"/>
          <w:docPartUnique/>
        </w:docPartObj>
      </w:sdtPr>
      <w:sdtEndPr>
        <w:rPr>
          <w:rFonts w:ascii="Times New Roman" w:hAnsi="Times New Roman" w:cs="Traditional Arabic"/>
          <w:b w:val="0"/>
          <w:bCs w:val="0"/>
          <w:color w:val="000000"/>
          <w:sz w:val="24"/>
          <w:szCs w:val="32"/>
        </w:rPr>
      </w:sdtEndPr>
      <w:sdtContent>
        <w:p w:rsidR="00296C60" w:rsidRDefault="00296C60" w:rsidP="00296C60">
          <w:pPr>
            <w:pStyle w:val="Heading2Center"/>
          </w:pPr>
          <w:r w:rsidRPr="00296C60">
            <w:rPr>
              <w:rFonts w:hint="cs"/>
              <w:rtl/>
            </w:rPr>
            <w:t>فہرست</w:t>
          </w:r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225844" w:history="1">
            <w:r w:rsidRPr="00DA2CED">
              <w:rPr>
                <w:rStyle w:val="Hyperlink"/>
                <w:noProof/>
                <w:rtl/>
              </w:rPr>
              <w:t>انتساب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45" w:history="1">
            <w:r w:rsidRPr="00DA2CED">
              <w:rPr>
                <w:rStyle w:val="Hyperlink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46" w:history="1">
            <w:r w:rsidRPr="00DA2CED">
              <w:rPr>
                <w:rStyle w:val="Hyperlink"/>
                <w:noProof/>
                <w:rtl/>
              </w:rPr>
              <w:t>کتب علماء اہل تش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ع: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47" w:history="1">
            <w:r w:rsidRPr="00DA2CED">
              <w:rPr>
                <w:rStyle w:val="Hyperlink"/>
                <w:noProof/>
                <w:rtl/>
              </w:rPr>
              <w:t>کتب علماء اہل سنت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48" w:history="1">
            <w:r w:rsidRPr="00DA2CED">
              <w:rPr>
                <w:rStyle w:val="Hyperlink"/>
                <w:noProof/>
                <w:rtl/>
              </w:rPr>
              <w:t>دعائے عھد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49" w:history="1">
            <w:r w:rsidRPr="00DA2CED">
              <w:rPr>
                <w:rStyle w:val="Hyperlink"/>
                <w:noProof/>
                <w:rtl/>
              </w:rPr>
              <w:t>دعائے عھد دعا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سند: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0" w:history="1">
            <w:r w:rsidRPr="00DA2CED">
              <w:rPr>
                <w:rStyle w:val="Hyperlink"/>
                <w:noProof/>
                <w:rtl/>
              </w:rPr>
              <w:t>چال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س</w:t>
            </w:r>
            <w:r w:rsidRPr="00DA2CED">
              <w:rPr>
                <w:rStyle w:val="Hyperlink"/>
                <w:noProof/>
                <w:rtl/>
              </w:rPr>
              <w:t xml:space="preserve"> دنوں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خصوص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ات</w:t>
            </w:r>
            <w:r w:rsidRPr="00DA2CE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1" w:history="1">
            <w:r w:rsidRPr="00DA2CED">
              <w:rPr>
                <w:rStyle w:val="Hyperlink"/>
                <w:noProof/>
                <w:rtl/>
              </w:rPr>
              <w:t>زمانہ غ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بت م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 w:rsidRPr="00DA2CED">
              <w:rPr>
                <w:rStyle w:val="Hyperlink"/>
                <w:noProof/>
                <w:rtl/>
              </w:rPr>
              <w:t xml:space="preserve">  حضرت (عج)کا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2" w:history="1">
            <w:r w:rsidRPr="00DA2CED">
              <w:rPr>
                <w:rStyle w:val="Hyperlink"/>
                <w:noProof/>
                <w:rtl/>
              </w:rPr>
              <w:t>پھل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3" w:history="1">
            <w:r w:rsidRPr="00DA2CED">
              <w:rPr>
                <w:rStyle w:val="Hyperlink"/>
                <w:noProof/>
                <w:rtl/>
              </w:rPr>
              <w:t>دوسر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4" w:history="1">
            <w:r w:rsidRPr="00DA2CED">
              <w:rPr>
                <w:rStyle w:val="Hyperlink"/>
                <w:noProof/>
                <w:rtl/>
              </w:rPr>
              <w:t>ت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س</w:t>
            </w:r>
            <w:r w:rsidRPr="00DA2CED">
              <w:rPr>
                <w:rStyle w:val="Hyperlink"/>
                <w:noProof/>
                <w:rtl/>
              </w:rPr>
              <w:t>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5" w:history="1">
            <w:r w:rsidRPr="00DA2CED">
              <w:rPr>
                <w:rStyle w:val="Hyperlink"/>
                <w:noProof/>
                <w:rtl/>
              </w:rPr>
              <w:t>حد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ث</w:t>
            </w:r>
            <w:r w:rsidRPr="00DA2CED">
              <w:rPr>
                <w:rStyle w:val="Hyperlink"/>
                <w:noProof/>
                <w:rtl/>
              </w:rPr>
              <w:t xml:space="preserve"> ” من مات ولم 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عرف۔۔۔۔۔“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توض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ح</w:t>
            </w:r>
            <w:r w:rsidRPr="00DA2CED">
              <w:rPr>
                <w:rStyle w:val="Hyperlink"/>
                <w:noProof/>
                <w:rtl/>
              </w:rPr>
              <w:t xml:space="preserve"> اور تشر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ح</w:t>
            </w:r>
            <w:r w:rsidRPr="00DA2CE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6" w:history="1">
            <w:r w:rsidRPr="00DA2CED">
              <w:rPr>
                <w:rStyle w:val="Hyperlink"/>
                <w:noProof/>
                <w:rtl/>
              </w:rPr>
              <w:t>حد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ث</w:t>
            </w:r>
            <w:r w:rsidRPr="00DA2CED">
              <w:rPr>
                <w:rStyle w:val="Hyperlink"/>
                <w:noProof/>
                <w:rtl/>
              </w:rPr>
              <w:t xml:space="preserve"> شر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ف</w:t>
            </w:r>
            <w:r w:rsidRPr="00DA2CED">
              <w:rPr>
                <w:rStyle w:val="Hyperlink"/>
                <w:noProof/>
                <w:rtl/>
              </w:rPr>
              <w:t xml:space="preserve"> م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 w:rsidRPr="00DA2CED">
              <w:rPr>
                <w:rStyle w:val="Hyperlink"/>
                <w:noProof/>
                <w:rtl/>
              </w:rPr>
              <w:t xml:space="preserve">  حضرت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سورج سے تشب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ہ</w:t>
            </w:r>
            <w:r w:rsidRPr="00DA2CE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7" w:history="1">
            <w:r w:rsidRPr="00DA2CED">
              <w:rPr>
                <w:rStyle w:val="Hyperlink"/>
                <w:noProof/>
                <w:rtl/>
              </w:rPr>
              <w:t>پھل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8" w:history="1">
            <w:r w:rsidRPr="00DA2CED">
              <w:rPr>
                <w:rStyle w:val="Hyperlink"/>
                <w:noProof/>
                <w:rtl/>
              </w:rPr>
              <w:t>دوسر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59" w:history="1">
            <w:r w:rsidRPr="00DA2CED">
              <w:rPr>
                <w:rStyle w:val="Hyperlink"/>
                <w:noProof/>
                <w:rtl/>
              </w:rPr>
              <w:t>ت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سر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0" w:history="1">
            <w:r w:rsidRPr="00DA2CED">
              <w:rPr>
                <w:rStyle w:val="Hyperlink"/>
                <w:noProof/>
                <w:rtl/>
              </w:rPr>
              <w:t>چوتھ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1" w:history="1">
            <w:r w:rsidRPr="00DA2CED">
              <w:rPr>
                <w:rStyle w:val="Hyperlink"/>
                <w:noProof/>
                <w:rtl/>
              </w:rPr>
              <w:t>پانچو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ں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2" w:history="1">
            <w:r w:rsidRPr="00DA2CED">
              <w:rPr>
                <w:rStyle w:val="Hyperlink"/>
                <w:noProof/>
                <w:rtl/>
              </w:rPr>
              <w:t>چٹھ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3" w:history="1">
            <w:r w:rsidRPr="00DA2CED">
              <w:rPr>
                <w:rStyle w:val="Hyperlink"/>
                <w:noProof/>
                <w:rtl/>
              </w:rPr>
              <w:t>ساتو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Pr="00296C60" w:rsidRDefault="00296C60" w:rsidP="00296C60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296C60">
            <w:rPr>
              <w:rStyle w:val="Hyperlink"/>
              <w:color w:val="000000"/>
              <w:u w:val="none"/>
            </w:rPr>
            <w:br w:type="page"/>
          </w:r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4" w:history="1">
            <w:r w:rsidRPr="00DA2CED">
              <w:rPr>
                <w:rStyle w:val="Hyperlink"/>
                <w:noProof/>
                <w:rtl/>
              </w:rPr>
              <w:t>آٹھو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5" w:history="1">
            <w:r w:rsidRPr="00DA2CED">
              <w:rPr>
                <w:rStyle w:val="Hyperlink"/>
                <w:noProof/>
                <w:rtl/>
              </w:rPr>
              <w:t>نو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 w:rsidRPr="00DA2CED">
              <w:rPr>
                <w:rStyle w:val="Hyperlink"/>
                <w:noProof/>
                <w:rtl/>
              </w:rPr>
              <w:t xml:space="preserve"> روا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6" w:history="1">
            <w:r w:rsidRPr="00DA2CED">
              <w:rPr>
                <w:rStyle w:val="Hyperlink"/>
                <w:noProof/>
                <w:rtl/>
              </w:rPr>
              <w:t>کچھ امام زمانہ (ع)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والدہ معظمہ کے بارے م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7" w:history="1">
            <w:r w:rsidRPr="00DA2CED">
              <w:rPr>
                <w:rStyle w:val="Hyperlink"/>
                <w:noProof/>
                <w:rtl/>
              </w:rPr>
              <w:t>اسماء شر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فہ: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8" w:history="1">
            <w:r w:rsidRPr="00DA2CED">
              <w:rPr>
                <w:rStyle w:val="Hyperlink"/>
                <w:noProof/>
                <w:rtl/>
              </w:rPr>
              <w:t>دو خاندانوں کاملاپ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69" w:history="1">
            <w:r w:rsidRPr="00DA2CED">
              <w:rPr>
                <w:rStyle w:val="Hyperlink"/>
                <w:noProof/>
                <w:rtl/>
              </w:rPr>
              <w:t>بشربن سل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مان نخّاس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0" w:history="1">
            <w:r w:rsidRPr="00DA2CED">
              <w:rPr>
                <w:rStyle w:val="Hyperlink"/>
                <w:noProof/>
                <w:rtl/>
              </w:rPr>
              <w:t>بشر بن سل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مان کا بلا وا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1" w:history="1">
            <w:r w:rsidRPr="00DA2CED">
              <w:rPr>
                <w:rStyle w:val="Hyperlink"/>
                <w:noProof/>
                <w:rtl/>
              </w:rPr>
              <w:t>خاتون عل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ھاالسلام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کہان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ان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اپن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زبان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2" w:history="1">
            <w:r w:rsidRPr="00DA2CED">
              <w:rPr>
                <w:rStyle w:val="Hyperlink"/>
                <w:noProof/>
                <w:rtl/>
              </w:rPr>
              <w:t>محفل درہم برہم ہوگئ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3" w:history="1">
            <w:r w:rsidRPr="00DA2CED">
              <w:rPr>
                <w:rStyle w:val="Hyperlink"/>
                <w:noProof/>
                <w:rtl/>
              </w:rPr>
              <w:t>پھلا خواب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4" w:history="1">
            <w:r w:rsidRPr="00DA2CED">
              <w:rPr>
                <w:rStyle w:val="Hyperlink"/>
                <w:noProof/>
                <w:rtl/>
              </w:rPr>
              <w:t>دوسرا خواب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5" w:history="1">
            <w:r w:rsidRPr="00DA2CED">
              <w:rPr>
                <w:rStyle w:val="Hyperlink"/>
                <w:noProof/>
                <w:rtl/>
              </w:rPr>
              <w:t>حضرت نرجس خاتون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اس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6" w:history="1">
            <w:r w:rsidRPr="00DA2CED">
              <w:rPr>
                <w:rStyle w:val="Hyperlink"/>
                <w:noProof/>
                <w:rtl/>
              </w:rPr>
              <w:t>علامات ظھور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7" w:history="1">
            <w:r w:rsidRPr="00DA2CED">
              <w:rPr>
                <w:rStyle w:val="Hyperlink"/>
                <w:noProof/>
                <w:rtl/>
              </w:rPr>
              <w:t>آخر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زمانے کے لوگوں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خصوص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ات: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8" w:history="1">
            <w:r w:rsidRPr="00DA2CED">
              <w:rPr>
                <w:rStyle w:val="Hyperlink"/>
                <w:noProof/>
                <w:rtl/>
              </w:rPr>
              <w:t>آخر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زمانے کے 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79" w:history="1">
            <w:r w:rsidRPr="00DA2CED">
              <w:rPr>
                <w:rStyle w:val="Hyperlink"/>
                <w:noProof/>
                <w:rtl/>
              </w:rPr>
              <w:t>آخرزمانے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عورت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0" w:history="1">
            <w:r w:rsidRPr="00DA2CED">
              <w:rPr>
                <w:rStyle w:val="Hyperlink"/>
                <w:noProof/>
                <w:rtl/>
              </w:rPr>
              <w:t>آخر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زمانے کے علماء اور رہبر ان قوم ک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خصوص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1" w:history="1">
            <w:r w:rsidRPr="00DA2CED">
              <w:rPr>
                <w:rStyle w:val="Hyperlink"/>
                <w:noProof/>
                <w:rtl/>
              </w:rPr>
              <w:t>عموم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علامات ظھور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2" w:history="1">
            <w:r w:rsidRPr="00DA2CED">
              <w:rPr>
                <w:rStyle w:val="Hyperlink"/>
                <w:noProof/>
                <w:rtl/>
              </w:rPr>
              <w:t>نا گھان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موت اور و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ران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و برباد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3" w:history="1">
            <w:r w:rsidRPr="00DA2CED">
              <w:rPr>
                <w:rStyle w:val="Hyperlink"/>
                <w:noProof/>
                <w:rtl/>
              </w:rPr>
              <w:t>آگ وآتش کاتباھ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مچانا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4" w:history="1">
            <w:r w:rsidRPr="00DA2CED">
              <w:rPr>
                <w:rStyle w:val="Hyperlink"/>
                <w:noProof/>
                <w:rtl/>
              </w:rPr>
              <w:t>سورج اورچاند گھن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Pr="00296C60" w:rsidRDefault="00296C60" w:rsidP="00296C60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296C60">
            <w:rPr>
              <w:rStyle w:val="Hyperlink"/>
              <w:color w:val="000000"/>
              <w:u w:val="none"/>
            </w:rPr>
            <w:br w:type="page"/>
          </w:r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5" w:history="1">
            <w:r w:rsidRPr="00DA2CED">
              <w:rPr>
                <w:rStyle w:val="Hyperlink"/>
                <w:noProof/>
                <w:rtl/>
              </w:rPr>
              <w:t>زلزلے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6" w:history="1">
            <w:r w:rsidRPr="00DA2CED">
              <w:rPr>
                <w:rStyle w:val="Hyperlink"/>
                <w:noProof/>
                <w:rtl/>
              </w:rPr>
              <w:t>آسمان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 xml:space="preserve"> ندا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7" w:history="1">
            <w:r w:rsidRPr="00DA2CED">
              <w:rPr>
                <w:rStyle w:val="Hyperlink"/>
                <w:noProof/>
                <w:rtl/>
              </w:rPr>
              <w:t>جنگ</w:t>
            </w:r>
            <w:r w:rsidRPr="00DA2CED">
              <w:rPr>
                <w:rStyle w:val="Hyperlink"/>
                <w:rFonts w:hint="cs"/>
                <w:noProof/>
                <w:rtl/>
              </w:rPr>
              <w:t>ی</w:t>
            </w:r>
            <w:r w:rsidRPr="00DA2CED">
              <w:rPr>
                <w:rStyle w:val="Hyperlink"/>
                <w:noProof/>
                <w:rtl/>
              </w:rPr>
              <w:t>ں اور فسادات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225888" w:history="1">
            <w:r w:rsidRPr="00DA2CED">
              <w:rPr>
                <w:rStyle w:val="Hyperlink"/>
                <w:noProof/>
                <w:rtl/>
              </w:rPr>
              <w:t>مناب</w:t>
            </w:r>
            <w:r w:rsidRPr="00DA2CED">
              <w:rPr>
                <w:rStyle w:val="Hyperlink"/>
                <w:noProof/>
                <w:rtl/>
              </w:rPr>
              <w:t>ع</w:t>
            </w:r>
            <w:r w:rsidRPr="00DA2CE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Toc502225888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96C60" w:rsidRDefault="00296C60">
          <w:r>
            <w:fldChar w:fldCharType="end"/>
          </w:r>
        </w:p>
      </w:sdtContent>
    </w:sdt>
    <w:p w:rsidR="0042080E" w:rsidRDefault="0042080E" w:rsidP="00296C60">
      <w:pPr>
        <w:pStyle w:val="libNormal"/>
        <w:rPr>
          <w:rtl/>
        </w:rPr>
      </w:pPr>
    </w:p>
    <w:sectPr w:rsidR="0042080E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D36" w:rsidRDefault="003E0D36">
      <w:r>
        <w:separator/>
      </w:r>
    </w:p>
  </w:endnote>
  <w:endnote w:type="continuationSeparator" w:id="0">
    <w:p w:rsidR="003E0D36" w:rsidRDefault="003E0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2F" w:rsidRDefault="007D2A2F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2F" w:rsidRPr="00826B03" w:rsidRDefault="007D2A2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D36" w:rsidRDefault="003E0D36">
      <w:r>
        <w:separator/>
      </w:r>
    </w:p>
  </w:footnote>
  <w:footnote w:type="continuationSeparator" w:id="0">
    <w:p w:rsidR="003E0D36" w:rsidRDefault="003E0D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2F96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6BAF"/>
    <w:rsid w:val="000179E5"/>
    <w:rsid w:val="00017BCA"/>
    <w:rsid w:val="000200F1"/>
    <w:rsid w:val="000201F5"/>
    <w:rsid w:val="00020FB8"/>
    <w:rsid w:val="0002219A"/>
    <w:rsid w:val="0002233E"/>
    <w:rsid w:val="00022F84"/>
    <w:rsid w:val="00023A66"/>
    <w:rsid w:val="0002407A"/>
    <w:rsid w:val="00024A07"/>
    <w:rsid w:val="00024C40"/>
    <w:rsid w:val="00024FC4"/>
    <w:rsid w:val="00025BD0"/>
    <w:rsid w:val="00025D61"/>
    <w:rsid w:val="00025EFA"/>
    <w:rsid w:val="00025F9A"/>
    <w:rsid w:val="000267FE"/>
    <w:rsid w:val="0002692F"/>
    <w:rsid w:val="00026D33"/>
    <w:rsid w:val="00026E53"/>
    <w:rsid w:val="00027176"/>
    <w:rsid w:val="00027940"/>
    <w:rsid w:val="00027B14"/>
    <w:rsid w:val="00027D5E"/>
    <w:rsid w:val="0003094B"/>
    <w:rsid w:val="00031FA0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197"/>
    <w:rsid w:val="0004243B"/>
    <w:rsid w:val="00043023"/>
    <w:rsid w:val="000443B7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B4C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77CE3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6B9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4EEC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36A3"/>
    <w:rsid w:val="000C40F3"/>
    <w:rsid w:val="000C541C"/>
    <w:rsid w:val="000C56D5"/>
    <w:rsid w:val="000C5FE4"/>
    <w:rsid w:val="000C6976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29F8"/>
    <w:rsid w:val="0010521E"/>
    <w:rsid w:val="001053E9"/>
    <w:rsid w:val="00106420"/>
    <w:rsid w:val="00106945"/>
    <w:rsid w:val="00107A6B"/>
    <w:rsid w:val="00107CB2"/>
    <w:rsid w:val="001100FA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DE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4F77"/>
    <w:rsid w:val="00155A15"/>
    <w:rsid w:val="00155AFD"/>
    <w:rsid w:val="00156292"/>
    <w:rsid w:val="001568AE"/>
    <w:rsid w:val="00156F56"/>
    <w:rsid w:val="00157306"/>
    <w:rsid w:val="0015735D"/>
    <w:rsid w:val="00157F97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157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23C6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4DF2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3FC4"/>
    <w:rsid w:val="001E41AF"/>
    <w:rsid w:val="001E45EC"/>
    <w:rsid w:val="001E629C"/>
    <w:rsid w:val="001E67B7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5F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49D7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ACF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FF7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6C60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61E7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614C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457E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18C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0D36"/>
    <w:rsid w:val="003E148D"/>
    <w:rsid w:val="003E1733"/>
    <w:rsid w:val="003E1B3A"/>
    <w:rsid w:val="003E2352"/>
    <w:rsid w:val="003E235A"/>
    <w:rsid w:val="003E3600"/>
    <w:rsid w:val="003E4596"/>
    <w:rsid w:val="003E4F1C"/>
    <w:rsid w:val="003E5538"/>
    <w:rsid w:val="003E5B2C"/>
    <w:rsid w:val="003E649C"/>
    <w:rsid w:val="003E69AE"/>
    <w:rsid w:val="003E7585"/>
    <w:rsid w:val="003F115E"/>
    <w:rsid w:val="003F1278"/>
    <w:rsid w:val="003F1F73"/>
    <w:rsid w:val="003F263F"/>
    <w:rsid w:val="003F2DF4"/>
    <w:rsid w:val="003F303B"/>
    <w:rsid w:val="003F31D8"/>
    <w:rsid w:val="003F33DE"/>
    <w:rsid w:val="003F470F"/>
    <w:rsid w:val="003F4CBC"/>
    <w:rsid w:val="003F6170"/>
    <w:rsid w:val="003F72E7"/>
    <w:rsid w:val="003F73E0"/>
    <w:rsid w:val="003F741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80E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CD4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47BA2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17D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05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4D57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4ECB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8A"/>
    <w:rsid w:val="004C77B5"/>
    <w:rsid w:val="004D03C3"/>
    <w:rsid w:val="004D11C2"/>
    <w:rsid w:val="004D1A48"/>
    <w:rsid w:val="004D28ED"/>
    <w:rsid w:val="004D4075"/>
    <w:rsid w:val="004D413E"/>
    <w:rsid w:val="004D483A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5B59"/>
    <w:rsid w:val="0055607B"/>
    <w:rsid w:val="005564CA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6C85"/>
    <w:rsid w:val="005772C4"/>
    <w:rsid w:val="00577577"/>
    <w:rsid w:val="00581CF5"/>
    <w:rsid w:val="00581D47"/>
    <w:rsid w:val="005821B8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68BA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0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059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5C9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800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0E75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111"/>
    <w:rsid w:val="006C637D"/>
    <w:rsid w:val="006C72EC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15F2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0096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1B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23EF"/>
    <w:rsid w:val="00743852"/>
    <w:rsid w:val="00743F40"/>
    <w:rsid w:val="0074439D"/>
    <w:rsid w:val="00744E57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4F9"/>
    <w:rsid w:val="00784DB9"/>
    <w:rsid w:val="0078594A"/>
    <w:rsid w:val="00787AEA"/>
    <w:rsid w:val="00787EB0"/>
    <w:rsid w:val="0079060D"/>
    <w:rsid w:val="00790696"/>
    <w:rsid w:val="0079097D"/>
    <w:rsid w:val="007911BD"/>
    <w:rsid w:val="00791B9E"/>
    <w:rsid w:val="00791D02"/>
    <w:rsid w:val="00791F68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09FF"/>
    <w:rsid w:val="007D1160"/>
    <w:rsid w:val="007D1BDF"/>
    <w:rsid w:val="007D1D2B"/>
    <w:rsid w:val="007D2A2F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401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4A76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215"/>
    <w:rsid w:val="00862BC3"/>
    <w:rsid w:val="00863012"/>
    <w:rsid w:val="008630AB"/>
    <w:rsid w:val="0086383B"/>
    <w:rsid w:val="00863D1D"/>
    <w:rsid w:val="008646EF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1C15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28D8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0D1D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9F"/>
    <w:rsid w:val="008B5AE2"/>
    <w:rsid w:val="008B5B7E"/>
    <w:rsid w:val="008B5FDD"/>
    <w:rsid w:val="008C0221"/>
    <w:rsid w:val="008C0223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8A5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44BD"/>
    <w:rsid w:val="00915043"/>
    <w:rsid w:val="00916335"/>
    <w:rsid w:val="0091682D"/>
    <w:rsid w:val="00916CE2"/>
    <w:rsid w:val="00917D04"/>
    <w:rsid w:val="00917E6F"/>
    <w:rsid w:val="0092078F"/>
    <w:rsid w:val="00920F63"/>
    <w:rsid w:val="00921C41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9B6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85"/>
    <w:rsid w:val="00945D11"/>
    <w:rsid w:val="00946B70"/>
    <w:rsid w:val="0094715B"/>
    <w:rsid w:val="0094747F"/>
    <w:rsid w:val="00947490"/>
    <w:rsid w:val="00947EDB"/>
    <w:rsid w:val="00947F9B"/>
    <w:rsid w:val="009503E2"/>
    <w:rsid w:val="00950815"/>
    <w:rsid w:val="00950ED7"/>
    <w:rsid w:val="009510EA"/>
    <w:rsid w:val="00951293"/>
    <w:rsid w:val="00951DC8"/>
    <w:rsid w:val="00952480"/>
    <w:rsid w:val="00952861"/>
    <w:rsid w:val="00953C0D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BE5"/>
    <w:rsid w:val="009669D5"/>
    <w:rsid w:val="00967F1D"/>
    <w:rsid w:val="00970185"/>
    <w:rsid w:val="0097061F"/>
    <w:rsid w:val="0097064A"/>
    <w:rsid w:val="00970924"/>
    <w:rsid w:val="00970962"/>
    <w:rsid w:val="00971B2C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A35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5907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0F4F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77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F12"/>
    <w:rsid w:val="009F6C11"/>
    <w:rsid w:val="009F6DDF"/>
    <w:rsid w:val="00A0019C"/>
    <w:rsid w:val="00A00A9C"/>
    <w:rsid w:val="00A00CED"/>
    <w:rsid w:val="00A00D18"/>
    <w:rsid w:val="00A01297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189E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68E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37DE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0AD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0CA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5F1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5CE4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735"/>
    <w:rsid w:val="00AE1B72"/>
    <w:rsid w:val="00AE1E35"/>
    <w:rsid w:val="00AE1EB7"/>
    <w:rsid w:val="00AE23D9"/>
    <w:rsid w:val="00AE270B"/>
    <w:rsid w:val="00AE2907"/>
    <w:rsid w:val="00AE3123"/>
    <w:rsid w:val="00AE3A1F"/>
    <w:rsid w:val="00AE3D1E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535"/>
    <w:rsid w:val="00B0685F"/>
    <w:rsid w:val="00B072E4"/>
    <w:rsid w:val="00B07F38"/>
    <w:rsid w:val="00B07FDD"/>
    <w:rsid w:val="00B1002E"/>
    <w:rsid w:val="00B1005E"/>
    <w:rsid w:val="00B105D0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12B3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EEE"/>
    <w:rsid w:val="00B32873"/>
    <w:rsid w:val="00B32F31"/>
    <w:rsid w:val="00B334CA"/>
    <w:rsid w:val="00B33ABC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A79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0DF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0CE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70F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2208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1024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16FB"/>
    <w:rsid w:val="00C52A51"/>
    <w:rsid w:val="00C52C63"/>
    <w:rsid w:val="00C533D4"/>
    <w:rsid w:val="00C537D2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7E9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5A3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317"/>
    <w:rsid w:val="00D7499D"/>
    <w:rsid w:val="00D74E52"/>
    <w:rsid w:val="00D7587C"/>
    <w:rsid w:val="00D76C67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5D8"/>
    <w:rsid w:val="00DA137E"/>
    <w:rsid w:val="00DA1A0C"/>
    <w:rsid w:val="00DA1EFC"/>
    <w:rsid w:val="00DA2BDB"/>
    <w:rsid w:val="00DA2FDA"/>
    <w:rsid w:val="00DA3DA4"/>
    <w:rsid w:val="00DA3FBF"/>
    <w:rsid w:val="00DA42EA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7077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4B57"/>
    <w:rsid w:val="00DE51E2"/>
    <w:rsid w:val="00DE5464"/>
    <w:rsid w:val="00DE67EE"/>
    <w:rsid w:val="00DF0641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8BB"/>
    <w:rsid w:val="00E17A6C"/>
    <w:rsid w:val="00E17B5E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7F4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CCF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8CB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CBE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6E9"/>
    <w:rsid w:val="00E84DC6"/>
    <w:rsid w:val="00E8548E"/>
    <w:rsid w:val="00E860B1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AAE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A26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6D9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9ED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5F11"/>
    <w:rsid w:val="00F561DF"/>
    <w:rsid w:val="00F562A3"/>
    <w:rsid w:val="00F570D7"/>
    <w:rsid w:val="00F571FE"/>
    <w:rsid w:val="00F57A8D"/>
    <w:rsid w:val="00F57BD6"/>
    <w:rsid w:val="00F602DE"/>
    <w:rsid w:val="00F606E9"/>
    <w:rsid w:val="00F60D1B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CF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1EC1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39D3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956B9"/>
    <w:pPr>
      <w:bidi/>
      <w:ind w:firstLine="288"/>
      <w:jc w:val="lowKashida"/>
    </w:pPr>
    <w:rPr>
      <w:rFonts w:ascii="Fajer Noori Nastalique" w:hAnsi="Fajer Noori Nastalique"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0956B9"/>
    <w:rPr>
      <w:rFonts w:ascii="Fajer Noori Nastalique" w:hAnsi="Fajer Noori Nastalique"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F2DF4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3F2DF4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BA7E-A6F9-476E-90EB-43EC37A8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15917</TotalTime>
  <Pages>119</Pages>
  <Words>26708</Words>
  <Characters>152237</Characters>
  <Application>Microsoft Office Word</Application>
  <DocSecurity>0</DocSecurity>
  <Lines>1268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178588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53</cp:revision>
  <cp:lastPrinted>2017-12-20T10:04:00Z</cp:lastPrinted>
  <dcterms:created xsi:type="dcterms:W3CDTF">2015-06-13T07:48:00Z</dcterms:created>
  <dcterms:modified xsi:type="dcterms:W3CDTF">2017-12-28T08:33:00Z</dcterms:modified>
</cp:coreProperties>
</file>