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0B625E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043480" cy="8561373"/>
            <wp:effectExtent l="19050" t="0" r="0" b="0"/>
            <wp:docPr id="2" name="Picture 1" descr="L:\New_kar\1439\jamadi_alsani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sani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694" cy="857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E8268B">
        <w:rPr>
          <w:rtl/>
        </w:rPr>
        <w:t xml:space="preserve">میں </w:t>
      </w:r>
      <w:r w:rsidR="00A96ED8">
        <w:rPr>
          <w:rtl/>
        </w:rPr>
        <w:t xml:space="preserve">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E8268B">
        <w:rPr>
          <w:rFonts w:hint="cs"/>
          <w:rtl/>
          <w:lang w:bidi="ur-PK"/>
        </w:rPr>
        <w:t xml:space="preserve">میں </w:t>
      </w:r>
      <w:r w:rsidR="00A96ED8">
        <w:rPr>
          <w:rFonts w:hint="cs"/>
          <w:rtl/>
          <w:lang w:bidi="ur-PK"/>
        </w:rPr>
        <w:t xml:space="preserve">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2B1AC1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1E423C">
      <w:pPr>
        <w:pStyle w:val="libCenterBold2"/>
        <w:rPr>
          <w:rtl/>
          <w:lang w:bidi="ur-PK"/>
        </w:rPr>
      </w:pPr>
      <w:r>
        <w:rPr>
          <w:rtl/>
          <w:lang w:bidi="ur-PK"/>
        </w:rPr>
        <w:t>مختصر حالات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</w:t>
      </w:r>
    </w:p>
    <w:p w:rsidR="000B625E" w:rsidRDefault="000B625E" w:rsidP="001E423C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مصنف</w:t>
      </w:r>
      <w:r>
        <w:rPr>
          <w:rtl/>
          <w:lang w:bidi="ur-PK"/>
        </w:rPr>
        <w:t>: آل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محقق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</w:p>
    <w:p w:rsidR="000B625E" w:rsidRDefault="000B625E" w:rsidP="001E423C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ان اردو ڈاٹ کام </w:t>
      </w:r>
    </w:p>
    <w:p w:rsidR="001E423C" w:rsidRDefault="001E423C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0" w:name="_Toc509136622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</w:t>
      </w:r>
      <w:bookmarkEnd w:id="0"/>
    </w:p>
    <w:p w:rsidR="000B625E" w:rsidRDefault="000B625E" w:rsidP="0064777E">
      <w:pPr>
        <w:pStyle w:val="Heading2Center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" w:name="_Toc509136623"/>
      <w:r>
        <w:rPr>
          <w:rFonts w:hint="eastAsia"/>
          <w:rtl/>
          <w:lang w:bidi="ur-PK"/>
        </w:rPr>
        <w:t>آنحضرت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باسعادت</w:t>
      </w:r>
      <w:bookmarkEnd w:id="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نوروجودک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حضرت آدم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سے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لاکھ برس پہلے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لاکھ سال قبل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کانوراقدس اصلاب طاہرہ، اورارحام مطہرہ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ہوتاہواجب صلب جناب عبداللہ بن عبدالمطلب تک پہنچا توآپ کاظہور و شہودبشکل ا</w:t>
      </w:r>
      <w:r>
        <w:rPr>
          <w:rFonts w:hint="eastAsia"/>
          <w:rtl/>
          <w:lang w:bidi="ur-PK"/>
        </w:rPr>
        <w:t>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بطن جناب ”آمنہ بنت وہب“ سے مکہ معظمہ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" w:name="_Toc509136624"/>
      <w:r>
        <w:rPr>
          <w:rFonts w:hint="eastAsia"/>
          <w:rtl/>
          <w:lang w:bidi="ur-PK"/>
        </w:rPr>
        <w:t>آنحضرت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کے وقت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زواقعات</w:t>
      </w:r>
      <w:r>
        <w:rPr>
          <w:rtl/>
          <w:lang w:bidi="ur-PK"/>
        </w:rPr>
        <w:t xml:space="preserve"> کاظہور</w:t>
      </w:r>
      <w:bookmarkEnd w:id="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سے متعلق بہت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اموررونماہوئے جوح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مثلاآپ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ماجدہ کوبارحمل محسوس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ہوااوروہ تول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وقت کثافتون سے پاک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آپ مختون اورناف 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تھے آپ کے ظہورفرماتے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جسم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سانورساطع</w:t>
      </w:r>
      <w:r>
        <w:rPr>
          <w:rtl/>
          <w:lang w:bidi="ur-PK"/>
        </w:rPr>
        <w:t xml:space="preserve"> ہواجس سے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اروشن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دونوں ہاتھوں کوزم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کرسجدہ خالق اداک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پھرآسمان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سربلندکرکے تکب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اورلاالہ الااللہ انا رسول اللہ زبان پرجار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ابن واضح المتوف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۲۹۲</w:t>
      </w:r>
      <w:r>
        <w:rPr>
          <w:rtl/>
          <w:lang w:bidi="ur-PK"/>
        </w:rPr>
        <w:t xml:space="preserve"> ھء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کورجم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کاآسمان پرجانابندہوگ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ستارے مسلسل ٹوٹنے لگے تمام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سازلزلہ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تمام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نسے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راللہ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کرنے کے مقامات منہدم ہوگئے ، جادواورکہانت کے ماہراپن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اوران کے موکل </w:t>
      </w:r>
      <w:r>
        <w:rPr>
          <w:rFonts w:hint="eastAsia"/>
          <w:rtl/>
          <w:lang w:bidi="ur-PK"/>
        </w:rPr>
        <w:t>محبوس</w:t>
      </w:r>
      <w:r>
        <w:rPr>
          <w:rtl/>
          <w:lang w:bidi="ur-PK"/>
        </w:rPr>
        <w:t xml:space="preserve"> ہوگئے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ستارے آسمان پرنکل آئے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کھانہ</w:t>
      </w:r>
      <w:r>
        <w:rPr>
          <w:rtl/>
          <w:lang w:bidi="ur-PK"/>
        </w:rPr>
        <w:t xml:space="preserve"> تھا۔ ساوہ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پرستش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جوکاشان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وہ خشک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سماوہ جوشام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اورہزارسال سے خشک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دجلہ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قدرطغ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 کاپان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علاقوں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محل کسر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سازلزلہ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کسر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>
        <w:rPr>
          <w:rtl/>
          <w:lang w:bidi="fa-IR"/>
        </w:rPr>
        <w:t>۱۴</w:t>
      </w:r>
      <w:r>
        <w:rPr>
          <w:rtl/>
          <w:lang w:bidi="ur-PK"/>
        </w:rPr>
        <w:t xml:space="preserve"> کنگرے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پرگرپڑے اورطاق کسر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شگافتہ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اورفارس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آگ 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ہزارسال سے مسلسل روشن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فورابجھ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اشاعت اسلام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۲۱۸</w:t>
      </w:r>
      <w:r>
        <w:rPr>
          <w:rtl/>
          <w:lang w:bidi="ur-PK"/>
        </w:rPr>
        <w:t xml:space="preserve"> طبع لاہور)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کوفارس کے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عالم نے جسے (موبذان موبذ)کہتے تھے، 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تندوسرکش اوروحش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اونٹ،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گھوڑوں کوکھ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بلادفارس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متفرق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نے اس خواب کابادشاہ سے 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بادشاہ نوش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رواں</w:t>
      </w:r>
      <w:r>
        <w:rPr>
          <w:rtl/>
          <w:lang w:bidi="ur-PK"/>
        </w:rPr>
        <w:t xml:space="preserve"> کسر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قاصدکے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اپنے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</w:t>
      </w:r>
      <w:r>
        <w:rPr>
          <w:rFonts w:hint="eastAsia"/>
          <w:rtl/>
          <w:lang w:bidi="ur-PK"/>
        </w:rPr>
        <w:t>کورنرنعمان</w:t>
      </w:r>
      <w:r>
        <w:rPr>
          <w:rtl/>
          <w:lang w:bidi="ur-PK"/>
        </w:rPr>
        <w:t xml:space="preserve"> بن منذرکوکہلابھ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جاکہ</w:t>
      </w:r>
      <w:r>
        <w:rPr>
          <w:rtl/>
          <w:lang w:bidi="ur-PK"/>
        </w:rPr>
        <w:t xml:space="preserve"> ہمارے عالم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خواب </w:t>
      </w:r>
      <w:r>
        <w:rPr>
          <w:rtl/>
          <w:lang w:bidi="ur-PK"/>
        </w:rPr>
        <w:lastRenderedPageBreak/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توکس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عقلمنداور ہوش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شخص کوم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 جواس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بخش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ردے</w:t>
      </w:r>
      <w:r>
        <w:rPr>
          <w:rtl/>
          <w:lang w:bidi="ur-PK"/>
        </w:rPr>
        <w:t xml:space="preserve"> کر مجھے مطمئن کرسکے۔ نعمان بن منذرنے عبدالمس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بن عمرالغساف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کوجوبہت لائق تھابادشاہ کے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روان</w:t>
      </w:r>
      <w:r>
        <w:rPr>
          <w:rtl/>
          <w:lang w:bidi="ur-PK"/>
        </w:rPr>
        <w:t xml:space="preserve"> نے عبدالمس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سے تمام واقعات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اوراس سے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بڑے غوروخوض کے بعد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”ائے</w:t>
      </w:r>
      <w:r>
        <w:rPr>
          <w:rtl/>
          <w:lang w:bidi="ur-PK"/>
        </w:rPr>
        <w:t xml:space="preserve"> بادشاہ شام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راماموں</w:t>
      </w:r>
      <w:r>
        <w:rPr>
          <w:rtl/>
          <w:lang w:bidi="ur-PK"/>
        </w:rPr>
        <w:t xml:space="preserve"> ”سط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رہتاہے وہ اس فن کابہت بڑاعالم ہے وہ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جواب دے سکتاہے اوراس خواب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ربتاسکتاہے</w:t>
      </w:r>
      <w:r>
        <w:rPr>
          <w:rtl/>
          <w:lang w:bidi="ur-PK"/>
        </w:rPr>
        <w:t xml:space="preserve"> نوش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رواں</w:t>
      </w:r>
      <w:r>
        <w:rPr>
          <w:rtl/>
          <w:lang w:bidi="ur-PK"/>
        </w:rPr>
        <w:t xml:space="preserve"> نے عبدالمس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فوراشام چلاجائے چنانچہ روانہ ہوکر دمشق پہنچااوربروابت ابن واضح ”باب جاب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ہ“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سے اس وقت ملاجب کہ وہ عالم احتضار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تھا، عبدالمس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نے 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کراپنامدعا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اس نے کہاکہ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آچک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نوش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رواں</w:t>
      </w:r>
      <w:r>
        <w:rPr>
          <w:rtl/>
          <w:lang w:bidi="ur-PK"/>
        </w:rPr>
        <w:t xml:space="preserve"> کونسل کے </w:t>
      </w:r>
      <w:r>
        <w:rPr>
          <w:rtl/>
          <w:lang w:bidi="fa-IR"/>
        </w:rPr>
        <w:t>۱۴</w:t>
      </w:r>
      <w:r>
        <w:rPr>
          <w:rtl/>
          <w:lang w:bidi="ur-PK"/>
        </w:rPr>
        <w:t xml:space="preserve"> مردوزن حکمران ک</w:t>
      </w:r>
      <w:r>
        <w:rPr>
          <w:rFonts w:hint="eastAsia"/>
          <w:rtl/>
          <w:lang w:bidi="ur-PK"/>
        </w:rPr>
        <w:t>نگروں</w:t>
      </w:r>
      <w:r>
        <w:rPr>
          <w:rtl/>
          <w:lang w:bidi="ur-PK"/>
        </w:rPr>
        <w:t xml:space="preserve"> کے عدد کے مطابق حکومت کرچک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ملک اس خاندان سے نکل جائے گا ثم” فاضت نفسہ“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 وہ مرگ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(روضة الاحباب ج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۵۶</w:t>
      </w:r>
      <w:r>
        <w:rPr>
          <w:rtl/>
          <w:lang w:bidi="ur-PK"/>
        </w:rPr>
        <w:t xml:space="preserve"> ،س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حلب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۸۳</w:t>
      </w:r>
      <w:r>
        <w:rPr>
          <w:rtl/>
          <w:lang w:bidi="ur-PK"/>
        </w:rPr>
        <w:t xml:space="preserve"> ،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القلوب 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۴۶</w:t>
      </w:r>
      <w:r>
        <w:rPr>
          <w:rtl/>
          <w:lang w:bidi="ur-PK"/>
        </w:rPr>
        <w:t xml:space="preserve"> ،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3" w:name="_Toc509136625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ولادت</w:t>
      </w:r>
      <w:bookmarkEnd w:id="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ولادت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اختلاف ہے بعض مسلمان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بعض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اہل تسنن </w:t>
      </w:r>
      <w:r>
        <w:rPr>
          <w:rtl/>
          <w:lang w:bidi="fa-IR"/>
        </w:rPr>
        <w:t>۱۷</w:t>
      </w:r>
      <w:r>
        <w:rPr>
          <w:rtl/>
          <w:lang w:bidi="ur-PK"/>
        </w:rPr>
        <w:t xml:space="preserve">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عام 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مطابق </w:t>
      </w:r>
      <w:r>
        <w:rPr>
          <w:rtl/>
          <w:lang w:bidi="fa-IR"/>
        </w:rPr>
        <w:t>۵۷۰</w:t>
      </w:r>
      <w:r>
        <w:rPr>
          <w:rtl/>
          <w:lang w:bidi="ur-PK"/>
        </w:rPr>
        <w:t xml:space="preserve"> کوصح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-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الرحمة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القلوب 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علماء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کااس پراجماع واتفاق ہے کہ آپ </w:t>
      </w:r>
      <w:r>
        <w:rPr>
          <w:rtl/>
          <w:lang w:bidi="fa-IR"/>
        </w:rPr>
        <w:t>۱۷</w:t>
      </w:r>
      <w:r>
        <w:rPr>
          <w:rtl/>
          <w:lang w:bidi="ur-PK"/>
        </w:rPr>
        <w:t xml:space="preserve">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عام 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جمعہ بوقت شب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ابوقت</w:t>
      </w:r>
      <w:r>
        <w:rPr>
          <w:rtl/>
          <w:lang w:bidi="ur-PK"/>
        </w:rPr>
        <w:t xml:space="preserve"> صبح صادق”شعب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وقت انوش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رواں</w:t>
      </w:r>
      <w:r>
        <w:rPr>
          <w:rtl/>
          <w:lang w:bidi="ur-PK"/>
        </w:rPr>
        <w:t xml:space="preserve"> کسر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سواں</w:t>
      </w:r>
      <w:r>
        <w:rPr>
          <w:rtl/>
          <w:lang w:bidi="ur-PK"/>
        </w:rPr>
        <w:t xml:space="preserve"> سال تھا۔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4" w:name="_Toc509136626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وپرداخت اورآپ کابچپنا</w:t>
      </w:r>
      <w:bookmarkEnd w:id="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tl/>
          <w:lang w:bidi="ur-PK"/>
        </w:rPr>
        <w:t xml:space="preserve"> ذاکرحس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آپ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داہونے</w:t>
      </w:r>
      <w:r>
        <w:rPr>
          <w:rtl/>
          <w:lang w:bidi="ur-PK"/>
        </w:rPr>
        <w:t xml:space="preserve"> سے پہلے اوربروا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آپ دوماہ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ہونے پائے تھے کہ آپ کے والد ”عبداللہ“ کاانتقال بمقام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تجارت ک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>ئے گئے تھے انھوں نے سوئے پانچ اونٹ اورچند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ڑوں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حبش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برکت (ام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) کے اورکچھ ورثہ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چھوڑا۔ حضرت آمنہ کوحضرت عبداللہ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کااتناصدمہ ہواکہ دودھ خشک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چونکہ مکہ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آب وہوابچوں کے چنداں موافق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واسطے نواح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بدوعورتوں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دودھ پلانے کے واسطے تلاش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انا کے دست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ہونے تک ابولہب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زک،</w:t>
      </w:r>
      <w:r>
        <w:rPr>
          <w:rtl/>
          <w:lang w:bidi="ur-PK"/>
        </w:rPr>
        <w:t xml:space="preserve"> ثوب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آن</w:t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کوت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چارمہ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تک دودھ پلا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اقوام بدوک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سال </w:t>
      </w:r>
      <w:r w:rsidR="00E8268B">
        <w:rPr>
          <w:rtl/>
          <w:lang w:bidi="ur-PK"/>
        </w:rPr>
        <w:lastRenderedPageBreak/>
        <w:t xml:space="preserve">میں </w:t>
      </w:r>
      <w:r>
        <w:rPr>
          <w:rtl/>
          <w:lang w:bidi="ur-PK"/>
        </w:rPr>
        <w:t xml:space="preserve"> دومرتبہ بہاراورموسم خزاں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دودھ پلانے اوربچے پالنے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آخرحل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سعد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نے زورک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 آپ کواپنے گھرلے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اورآپ 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کے پاس پرورش پانے لگے۔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۳۲</w:t>
      </w:r>
      <w:r>
        <w:rPr>
          <w:rtl/>
          <w:lang w:bidi="ur-PK"/>
        </w:rPr>
        <w:t xml:space="preserve"> 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ابوالفداء 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مجھے</w:t>
      </w:r>
      <w:r>
        <w:rPr>
          <w:rtl/>
          <w:lang w:bidi="ur-PK"/>
        </w:rPr>
        <w:t xml:space="preserve"> اس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اس جزء سے کہ رسول خداکوثوب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نے دودھ پلا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اتفاق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آپ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نموک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اپنے سن کواعتبارسے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ماہ کے ہوئے توکھڑے ہونے لگے اورجب سات ماہ کے ہوئے توچلنے لگے، آٹھو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بولنے لگے ،نو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اس فصاحت سے کلام کرنے لگے کہ سننے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5" w:name="_Toc509136627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رحمت مادر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محروم</w:t>
      </w:r>
      <w:r>
        <w:rPr>
          <w:rFonts w:hint="cs"/>
          <w:rtl/>
          <w:lang w:bidi="ur-PK"/>
        </w:rPr>
        <w:t>ی</w:t>
      </w:r>
      <w:bookmarkEnd w:id="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عمرجب چھ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مادرس سے محروم ہوگئے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جناب آمنہ بنت وہب حضرت عبداللہ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انھوں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ماہ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جب واپس آنے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توبمقام ابواء (جوکہ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</w:t>
      </w:r>
      <w:r>
        <w:rPr>
          <w:rtl/>
          <w:lang w:bidi="fa-IR"/>
        </w:rPr>
        <w:t>۲۲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دورمکہ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واقع ہے) انتقال فرماگ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دفن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خادمہ 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، آپ کولے کرمکہ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(روضة الاحباب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۶۷)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توآپ کے دادا”عبدالمطلب“ کا </w:t>
      </w:r>
      <w:r>
        <w:rPr>
          <w:rtl/>
          <w:lang w:bidi="fa-IR"/>
        </w:rPr>
        <w:t>۱۲۰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انتقال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عبدالمطلب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 آپ کے بڑے چچاجناب ابوطالب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فاطمہ بنت اسدنے فرائض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اپنے اوپرعائدکئے ۔اوراس شان سے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انے</w:t>
      </w:r>
      <w:r>
        <w:rPr>
          <w:rtl/>
          <w:lang w:bidi="ur-PK"/>
        </w:rPr>
        <w:t xml:space="preserve"> آپک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اورخلوص کال</w:t>
      </w:r>
      <w:r>
        <w:rPr>
          <w:rFonts w:hint="eastAsia"/>
          <w:rtl/>
          <w:lang w:bidi="ur-PK"/>
        </w:rPr>
        <w:t>وہامان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عبدالمطلب کے بعدابوطالب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خانہ کعبہ کے محافظ اورمتول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اورسردارقر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تھے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اس شان کاسردارنہ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ہواجس شان وشوکت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پدرمحترم کوخدانے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(ال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6" w:name="_Toc509136628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ابوطالب کوحضرت عبدالمطلب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مؤرخ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لکھاہے کہ جب حضرت عبدالمطلب کاوقت وفات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پہنچا توانہوں نے آنحضرت کواپنے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ااورسخت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اوراپنے فرزندابوطالب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اکہ”</w:t>
      </w:r>
      <w:r>
        <w:rPr>
          <w:rtl/>
          <w:lang w:bidi="ur-PK"/>
        </w:rPr>
        <w:t xml:space="preserve"> اے ابوطالب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ٹاہے</w:t>
      </w:r>
      <w:r>
        <w:rPr>
          <w:rtl/>
          <w:lang w:bidi="ur-PK"/>
        </w:rPr>
        <w:t xml:space="preserve"> اس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گانہ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کرنا، اسے اپنا نورنظراورلخت جگ</w:t>
      </w:r>
      <w:r>
        <w:rPr>
          <w:rFonts w:hint="eastAsia"/>
          <w:rtl/>
          <w:lang w:bidi="ur-PK"/>
        </w:rPr>
        <w:t>رسمجھنا،</w:t>
      </w:r>
      <w:r>
        <w:rPr>
          <w:rtl/>
          <w:lang w:bidi="ur-PK"/>
        </w:rPr>
        <w:t xml:space="preserve"> اس کے تفقد وخبر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کرنا اوردست وزبان اورجان ومال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اعانت کرتے رہنا“ روضة الاحباب)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7" w:name="_Toc509136629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ابوطالب کے تجارت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سفرشام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رئہ</w:t>
      </w:r>
      <w:r>
        <w:rPr>
          <w:rtl/>
          <w:lang w:bidi="ur-PK"/>
        </w:rPr>
        <w:t xml:space="preserve"> راہب کاواقعہ</w:t>
      </w:r>
      <w:bookmarkEnd w:id="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ابوطالب جوتجارت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اکثرجا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جب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روانہ ہونے لگے، توآنحضرت کوجن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عمراس وقت 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سال اوربروا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ابوالفداء وابن خلدون </w:t>
      </w:r>
      <w:r>
        <w:rPr>
          <w:rtl/>
          <w:lang w:bidi="fa-IR"/>
        </w:rPr>
        <w:t>۱۳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اپنے بال بچوں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اورچاہاکہ روانہ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کرآنحضرت نے اصرارک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جھے</w:t>
      </w:r>
      <w:r>
        <w:rPr>
          <w:rtl/>
          <w:lang w:bidi="ur-PK"/>
        </w:rPr>
        <w:t xml:space="preserve"> اپنے ہمراہ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چلئے آپ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کرتے ہوئے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ہمراہ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اورچلتے چلتے جب شہربصرہ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کفرپہنچے جوکہ شام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سرحدپر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فاصلہ پرواقع ہے جواس وقت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اوروہاں نسطور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رہتے تھے وہاں ان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نسطور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راہبوں کے معبدکے پاس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راہبوں نے آنحضرت اورابوطالب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جس کانام جرج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اورکن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”ابوعداس“اورلقب بح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راراہب“</w:t>
      </w:r>
      <w:r>
        <w:rPr>
          <w:rtl/>
          <w:lang w:bidi="ur-PK"/>
        </w:rPr>
        <w:t xml:space="preserve"> تھاآپ کے چہرہ مبارک سے آثارعظمت وجلالت اوراعل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درجے کے کمالات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اورمحامداخلاق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اوران صفات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موصوف پاکرجواس نے تور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اورانج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گرکتب</w:t>
      </w:r>
      <w:r>
        <w:rPr>
          <w:rtl/>
          <w:lang w:bidi="ur-PK"/>
        </w:rPr>
        <w:t xml:space="preserve"> سماو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غمبرآخرالزمان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اظہارخ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اتھاکہ</w:t>
      </w:r>
      <w:r>
        <w:rPr>
          <w:rtl/>
          <w:lang w:bidi="ur-PK"/>
        </w:rPr>
        <w:t xml:space="preserve"> ناگاہ لکئہ ابرکوسا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ہوئے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پھرشانہ کھلواکر مہرنبوت پرنگاہ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بعدفورا مہرنبوت کابوسہ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ااورنبوت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کرکے ابوطالب سے کہاکہ اس فرزندارجمند کاد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تمام عرب وعجم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گا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بہت سے حصے کامالک بن جائے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اپنے ملک کوآزادکرائے گااوراپنے اہل وطن کونجات دلائے گا ائے ابوطالب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کرنااوراس کواعداء کے شرسے بچانے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کرنا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ہوکہ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ہاتھ لگ جائے پھراس نے کہاکہ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تم شام نہ جاؤ اوراپنامال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فروخت کرکے مکہ واپس چلے جاؤ چنانچہ ابوطالب نے اپنامال باہرنکالاوہ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سے آنافانا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نفع پرفروخت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اورحضرت ابوطالب واپس مک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چلے گئے۔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روضة الاحباب ج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۷۱</w:t>
      </w:r>
      <w:r>
        <w:rPr>
          <w:rtl/>
          <w:lang w:bidi="ur-PK"/>
        </w:rPr>
        <w:t xml:space="preserve"> ، تنق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دالکلام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۳۰) </w:t>
      </w: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رونگ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۲۴</w:t>
      </w:r>
      <w:r>
        <w:rPr>
          <w:rtl/>
          <w:lang w:bidi="ur-PK"/>
        </w:rPr>
        <w:t xml:space="preserve"> ،تفر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الاذکار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8" w:name="_Toc509136630"/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کے ساتھ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خانہ آباد</w:t>
      </w:r>
      <w:r>
        <w:rPr>
          <w:rFonts w:hint="cs"/>
          <w:rtl/>
          <w:lang w:bidi="ur-PK"/>
        </w:rPr>
        <w:t>ی</w:t>
      </w:r>
      <w:bookmarkEnd w:id="8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عمرپچس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کے حسن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رت،آپ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راستباز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صدق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عام شہرت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کوصادق وام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کاخطاب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جاچکاتوجناب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بنت خو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لد</w:t>
      </w:r>
      <w:r>
        <w:rPr>
          <w:rtl/>
          <w:lang w:bidi="ur-PK"/>
        </w:rPr>
        <w:t xml:space="preserve"> نے جوانتہائ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نفس، خوش اخلاق اورخاندان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دولت مندتھ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</w:t>
      </w: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اجب</w:t>
      </w:r>
      <w:r>
        <w:rPr>
          <w:rtl/>
          <w:lang w:bidi="ur-PK"/>
        </w:rPr>
        <w:t xml:space="preserve">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عقدمنظورہوااورحضرت </w:t>
      </w:r>
      <w:r>
        <w:rPr>
          <w:rtl/>
          <w:lang w:bidi="ur-PK"/>
        </w:rPr>
        <w:lastRenderedPageBreak/>
        <w:t>ابوطالب نے نکاح پڑھا(تلخ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النب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شبل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۹۹</w:t>
      </w:r>
      <w:r>
        <w:rPr>
          <w:rtl/>
          <w:lang w:bidi="ur-PK"/>
        </w:rPr>
        <w:t xml:space="preserve"> طبع لاہور </w:t>
      </w:r>
      <w:r>
        <w:rPr>
          <w:rtl/>
          <w:lang w:bidi="fa-IR"/>
        </w:rPr>
        <w:t>۱۹۶۵</w:t>
      </w:r>
      <w:r>
        <w:rPr>
          <w:rtl/>
          <w:lang w:bidi="ur-PK"/>
        </w:rPr>
        <w:t xml:space="preserve"> ءء۔ مورخ ابن واضح المتوف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۲۹۲</w:t>
      </w:r>
      <w:r>
        <w:rPr>
          <w:rtl/>
          <w:lang w:bidi="ur-PK"/>
        </w:rPr>
        <w:t xml:space="preserve"> ء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حضرت ابوطالب نے جوخطبہ نکاح پڑھاتھا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ابتداء اس طرح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الحمدللہ ال</w:t>
      </w:r>
      <w:r>
        <w:rPr>
          <w:rFonts w:hint="eastAsia"/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جعلنامن زرع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تہ</w:t>
      </w:r>
      <w:r>
        <w:rPr>
          <w:rtl/>
          <w:lang w:bidi="ur-PK"/>
        </w:rPr>
        <w:t xml:space="preserve">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الخ تمام تعرف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خدائے واحدکے لئے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نے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نسل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</w:t>
      </w:r>
      <w:r>
        <w:rPr>
          <w:rtl/>
          <w:lang w:bidi="ur-PK"/>
        </w:rPr>
        <w:t xml:space="preserve"> طبع نجف اشرف)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مؤرخ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کامہربارہ اونس سونا اور </w:t>
      </w:r>
      <w:r>
        <w:rPr>
          <w:rtl/>
          <w:lang w:bidi="fa-IR"/>
        </w:rPr>
        <w:t>۲۵</w:t>
      </w:r>
      <w:r>
        <w:rPr>
          <w:rtl/>
          <w:lang w:bidi="ur-PK"/>
        </w:rPr>
        <w:t xml:space="preserve"> اونٹ مقررہوا جسے حضرت ابوطالب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اداکرد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۔(مسلمان عالم ص </w:t>
      </w:r>
      <w:r>
        <w:rPr>
          <w:rtl/>
          <w:lang w:bidi="fa-IR"/>
        </w:rPr>
        <w:t>۳۸</w:t>
      </w:r>
      <w:r>
        <w:rPr>
          <w:rtl/>
          <w:lang w:bidi="ur-PK"/>
        </w:rPr>
        <w:t xml:space="preserve"> طبع لاہور) 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جناب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عقدپڑھنے والے ان کے چچاعمروابن اسداورحضرت رسول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جناب ابوطالب تھے۔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۸۷</w:t>
      </w:r>
      <w:r>
        <w:rPr>
          <w:rtl/>
          <w:lang w:bidi="ur-PK"/>
        </w:rPr>
        <w:t xml:space="preserve"> طبع لاہور </w:t>
      </w:r>
      <w:r>
        <w:rPr>
          <w:rtl/>
          <w:lang w:bidi="fa-IR"/>
        </w:rPr>
        <w:t>۱۹۶۲</w:t>
      </w:r>
      <w:r>
        <w:rPr>
          <w:rtl/>
          <w:lang w:bidi="ur-PK"/>
        </w:rPr>
        <w:t xml:space="preserve"> ء۔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جناب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باکرہ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نکاح </w:t>
      </w:r>
      <w:r>
        <w:rPr>
          <w:rtl/>
          <w:lang w:bidi="fa-IR"/>
        </w:rPr>
        <w:t>۵۹۵</w:t>
      </w:r>
      <w:r>
        <w:rPr>
          <w:rtl/>
          <w:lang w:bidi="ur-PK"/>
        </w:rPr>
        <w:t xml:space="preserve"> کاہے ۔ مناقب ابن شہرآشوب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رسول خداکے ساتھ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پہلاعقدتھا ۔س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ابن ہشام ج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۱۱۹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تک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زندہ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9" w:name="_Toc509136631"/>
      <w:r>
        <w:rPr>
          <w:rFonts w:hint="eastAsia"/>
          <w:rtl/>
          <w:lang w:bidi="ur-PK"/>
        </w:rPr>
        <w:t>کوہ</w:t>
      </w:r>
      <w:r>
        <w:rPr>
          <w:rtl/>
          <w:lang w:bidi="ur-PK"/>
        </w:rPr>
        <w:t xml:space="preserve"> حرا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گذار</w:t>
      </w:r>
      <w:r>
        <w:rPr>
          <w:rFonts w:hint="cs"/>
          <w:rtl/>
          <w:lang w:bidi="ur-PK"/>
        </w:rPr>
        <w:t>ی</w:t>
      </w:r>
      <w:bookmarkEnd w:id="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نے </w:t>
      </w:r>
      <w:r>
        <w:rPr>
          <w:rtl/>
          <w:lang w:bidi="fa-IR"/>
        </w:rPr>
        <w:t>۳۸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کوہ حرا“ جسے جبل ثوربھ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گذار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چارہاتھ اورچوڑائ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ڑھ</w:t>
      </w:r>
      <w:r>
        <w:rPr>
          <w:rtl/>
          <w:lang w:bidi="ur-PK"/>
        </w:rPr>
        <w:t xml:space="preserve"> ہاتھ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کرتے تھے اورخانہ کعبہ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کرلذت محسوس کرتے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تودودو، چارچارش</w:t>
      </w:r>
      <w:r>
        <w:rPr>
          <w:rFonts w:hint="eastAsia"/>
          <w:rtl/>
          <w:lang w:bidi="ur-PK"/>
        </w:rPr>
        <w:t>بانہ</w:t>
      </w:r>
      <w:r>
        <w:rPr>
          <w:rtl/>
          <w:lang w:bidi="ur-PK"/>
        </w:rPr>
        <w:t xml:space="preserve"> روزوہاں رہاکرتے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ماہ رمضان سارے کاساراوہ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گزراتے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0" w:name="_Toc509136632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</w:t>
      </w:r>
      <w:bookmarkEnd w:id="1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عبادت تھے کہ آپ کے کانوں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آوازآئ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امحمد“</w:t>
      </w:r>
      <w:r>
        <w:rPr>
          <w:rtl/>
          <w:lang w:bidi="ur-PK"/>
        </w:rPr>
        <w:t xml:space="preserve"> آپ نے ادھرادھر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پھرآوازآئ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پھرآپ نے ادھرادھرد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کھاناگاہ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پرپڑ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جناب جبرائ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تھے ا</w:t>
      </w:r>
      <w:r>
        <w:rPr>
          <w:rFonts w:hint="eastAsia"/>
          <w:rtl/>
          <w:lang w:bidi="ur-PK"/>
        </w:rPr>
        <w:t>نہوں</w:t>
      </w:r>
      <w:r>
        <w:rPr>
          <w:rtl/>
          <w:lang w:bidi="ur-PK"/>
        </w:rPr>
        <w:t xml:space="preserve"> نے کہا کہ ”اقرا“ پڑھو، حضورنے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ا”مااقراء</w:t>
      </w:r>
      <w:r>
        <w:rPr>
          <w:rtl/>
          <w:lang w:bidi="ur-PK"/>
        </w:rPr>
        <w:t>-“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اپڑھوں</w:t>
      </w:r>
      <w:r>
        <w:rPr>
          <w:rtl/>
          <w:lang w:bidi="ur-PK"/>
        </w:rPr>
        <w:t xml:space="preserve"> انہوں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” اقراء باسم ربک الذ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خلق الخ“ پھرآپ نے سب کچھ پڑھ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آپ کوعلم قرآن پہلے سے حاصل تھا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اس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اقراء کامقصد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نزول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ابتداء ہوجائے اس وقت آ 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وضواورنمازک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تعدادرکعات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حضورکومتوجہ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اچنانچہ</w:t>
      </w:r>
      <w:r>
        <w:rPr>
          <w:rtl/>
          <w:lang w:bidi="ur-PK"/>
        </w:rPr>
        <w:t xml:space="preserve"> حضوروالانے وض</w:t>
      </w:r>
      <w:r>
        <w:rPr>
          <w:rFonts w:hint="eastAsia"/>
          <w:rtl/>
          <w:lang w:bidi="ur-PK"/>
        </w:rPr>
        <w:t>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ااورنمازپڑھ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سب سے پہلے جونمازپڑھ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ظہرک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پھرحضرت وہاں سے اپنے گھرتشر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جة</w:t>
      </w:r>
      <w:r>
        <w:rPr>
          <w:rtl/>
          <w:lang w:bidi="ur-PK"/>
        </w:rPr>
        <w:t xml:space="preserve"> الکبر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سے واقعہ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ان دونوں نے اظہارا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ااورنمازعصران</w:t>
      </w:r>
      <w:r>
        <w:rPr>
          <w:rtl/>
          <w:lang w:bidi="ur-PK"/>
        </w:rPr>
        <w:t xml:space="preserve"> دونوں نے بجماعت اداک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نمازجماعت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امام اورخد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ماموم تھے۔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درجہ نبوت پربدوفطرت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فائزتھے، </w:t>
      </w:r>
      <w:r>
        <w:rPr>
          <w:rtl/>
          <w:lang w:bidi="fa-IR"/>
        </w:rPr>
        <w:t>۲۷</w:t>
      </w:r>
      <w:r>
        <w:rPr>
          <w:rtl/>
          <w:lang w:bidi="ur-PK"/>
        </w:rPr>
        <w:t xml:space="preserve"> رجب کومبعوث برسالت ہوئے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القلوب کتاب المنتق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مواہب اللدن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)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کونزول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ابتداء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1" w:name="_Toc509136633"/>
      <w:r>
        <w:rPr>
          <w:rFonts w:hint="eastAsia"/>
          <w:rtl/>
          <w:lang w:bidi="ur-PK"/>
        </w:rPr>
        <w:t>دعوت</w:t>
      </w:r>
      <w:r>
        <w:rPr>
          <w:rtl/>
          <w:lang w:bidi="ur-PK"/>
        </w:rPr>
        <w:t xml:space="preserve"> ذوالعش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کاواقعہ اوراعلان رسالت ووزارت</w:t>
      </w:r>
      <w:bookmarkEnd w:id="1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بعثت</w:t>
      </w:r>
      <w:r>
        <w:rPr>
          <w:rtl/>
          <w:lang w:bidi="ur-PK"/>
        </w:rPr>
        <w:t xml:space="preserve"> کے بعد آپ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تک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رازدار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فرائض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 کھلے بندوں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کاحکم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ا”فاصدع</w:t>
      </w:r>
      <w:r>
        <w:rPr>
          <w:rtl/>
          <w:lang w:bidi="ur-PK"/>
        </w:rPr>
        <w:t xml:space="preserve"> بماتومر“ جوحکم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مقام پر”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ابوالفداء کے اس ترجمہ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لفظ بہ لفظ عبارت نقل کرتاہوں جسے مولاناک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انسپکٹر مدارس پنجاب نے </w:t>
      </w:r>
      <w:r>
        <w:rPr>
          <w:rtl/>
          <w:lang w:bidi="fa-IR"/>
        </w:rPr>
        <w:t>۱۸۴۶</w:t>
      </w:r>
      <w:r>
        <w:rPr>
          <w:rtl/>
          <w:lang w:bidi="ur-PK"/>
        </w:rPr>
        <w:t xml:space="preserve"> ءء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”واضح</w:t>
      </w:r>
      <w:r>
        <w:rPr>
          <w:rtl/>
          <w:lang w:bidi="ur-PK"/>
        </w:rPr>
        <w:t xml:space="preserve"> ہوکہ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برس تک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غبرخدادعوت</w:t>
      </w:r>
      <w:r>
        <w:rPr>
          <w:rtl/>
          <w:lang w:bidi="ur-PK"/>
        </w:rPr>
        <w:t xml:space="preserve"> فطرت اسلام 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کرتے رہے مگر جب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 وانذرعش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رتک</w:t>
      </w:r>
      <w:r>
        <w:rPr>
          <w:rtl/>
          <w:lang w:bidi="ur-PK"/>
        </w:rPr>
        <w:t xml:space="preserve"> الاقرب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ڈرا اپنے کنبے والوں کوجوقر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رشتہ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وقت حضرت نے بموجب حکم خداکے اظہارکرنادعوت کاشروع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ابعد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نازل ہونے سے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غمبرخدا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اکہ”</w:t>
      </w:r>
      <w:r>
        <w:rPr>
          <w:rtl/>
          <w:lang w:bidi="ur-PK"/>
        </w:rPr>
        <w:t xml:space="preserve"> ائے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مانہ</w:t>
      </w:r>
      <w:r>
        <w:rPr>
          <w:rtl/>
          <w:lang w:bidi="ur-PK"/>
        </w:rPr>
        <w:t xml:space="preserve"> کھانے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واسطے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ارکرواورا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راس</w:t>
      </w:r>
      <w:r>
        <w:rPr>
          <w:rtl/>
          <w:lang w:bidi="ur-PK"/>
        </w:rPr>
        <w:t xml:space="preserve"> پرچھوالے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بڑاکانسہ دودھ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واسطے لااورعبدالمطلب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اولادکوم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بلاکرلا تاکہ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سے کلام کروں اورسناؤں ان کووہ حکم کہ جس پرجناب ب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مامورہواہوں چنانچہ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کرم اللہ وجہہ نے وہ کھانا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مانہ</w:t>
      </w:r>
      <w:r>
        <w:rPr>
          <w:rtl/>
          <w:lang w:bidi="ur-PK"/>
        </w:rPr>
        <w:t xml:space="preserve"> بموجب حکم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ارکرکے</w:t>
      </w:r>
      <w:r>
        <w:rPr>
          <w:rtl/>
          <w:lang w:bidi="ur-PK"/>
        </w:rPr>
        <w:t xml:space="preserve"> اولادعبدالمطلب کوجوقر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تھے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کے چچا ابوطالب اورحضرت حمزہ اورحضرت عباس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اس وقت جضرت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وہ کھانا جوت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اتھالاکرحاضرک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کھاپ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رہوگئے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ارشاد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جوکھانا ان سب 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بھوک کے موافق تھا اس اثناء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چاہتے تھے کہ کچھ ارشاد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ابولہب جلدبول اٹھااور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کہاکہ محمدنے بڑاجادوک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الگ الگ ہوگئے تھے ، چلے گئے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غمبرخداکچھ</w:t>
      </w:r>
      <w:r>
        <w:rPr>
          <w:rtl/>
          <w:lang w:bidi="ur-PK"/>
        </w:rPr>
        <w:t xml:space="preserve"> کہنے نہ پائے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جناب رسالتماب نے ارشاد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کھاتونے</w:t>
      </w:r>
      <w:r>
        <w:rPr>
          <w:rtl/>
          <w:lang w:bidi="ur-PK"/>
        </w:rPr>
        <w:t xml:space="preserve"> اس شخص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کوبولنے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ااب</w:t>
      </w:r>
      <w:r>
        <w:rPr>
          <w:rtl/>
          <w:lang w:bidi="ur-PK"/>
        </w:rPr>
        <w:t xml:space="preserve"> پھرکل کوت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</w:t>
      </w:r>
      <w:r>
        <w:rPr>
          <w:rtl/>
          <w:lang w:bidi="ur-PK"/>
        </w:rPr>
        <w:t xml:space="preserve"> آج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اورپھران کوبلاکرجمع کر_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دوسرے روزپھرموافق ارشاد آنحضرت کے وہ کھانات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ارکرکے</w:t>
      </w:r>
      <w:r>
        <w:rPr>
          <w:rtl/>
          <w:lang w:bidi="ur-PK"/>
        </w:rPr>
        <w:t xml:space="preserve"> سب لوگوں کوجمع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جب وہ کھانے سے فراغت پاچکے اس وقت رسول اللہ نے ارشادک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”تم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قسمت اورنص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اہوں</w:t>
      </w:r>
      <w:r>
        <w:rPr>
          <w:rtl/>
          <w:lang w:bidi="ur-PK"/>
        </w:rPr>
        <w:t xml:space="preserve"> کہ اس سے تم کوفض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حاصل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اورلے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اہوں</w:t>
      </w:r>
      <w:r>
        <w:rPr>
          <w:rtl/>
          <w:lang w:bidi="ur-PK"/>
        </w:rPr>
        <w:t xml:space="preserve"> تمہارے پاس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اوآخرت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اچھا۔ خداتعال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مجھ </w:t>
      </w:r>
      <w:r>
        <w:rPr>
          <w:rtl/>
          <w:lang w:bidi="ur-PK"/>
        </w:rPr>
        <w:lastRenderedPageBreak/>
        <w:t>کوتمہار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کاحکم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تم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اس امرکااقتداء کرکے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بنناچاہتاہے اس وقت سب موجودتھے اورحضرت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ہجوم تھا اورحضرت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ارسول</w:t>
      </w:r>
      <w:r>
        <w:rPr>
          <w:rtl/>
          <w:lang w:bidi="ur-PK"/>
        </w:rPr>
        <w:t xml:space="preserve"> اللہ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eastAsia"/>
          <w:rtl/>
          <w:lang w:bidi="ur-PK"/>
        </w:rPr>
        <w:t>پ</w:t>
      </w:r>
      <w:r>
        <w:rPr>
          <w:rtl/>
          <w:lang w:bidi="ur-PK"/>
        </w:rPr>
        <w:t xml:space="preserve"> کے دشمنوں کون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ماروں گااورآنکھ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کوپھوڑوں گا اورپ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گا اورٹانگ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کاٹوں گااورآپ کاوز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رہوں</w:t>
      </w:r>
      <w:r>
        <w:rPr>
          <w:rtl/>
          <w:lang w:bidi="ur-PK"/>
        </w:rPr>
        <w:t xml:space="preserve"> گا حضرت نے اس وقت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پرہاتھ مبارک رکھ کر ارشادک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ہے تمہارے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سنواوراطاعت قبول کرو۔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کرسب قوم کے لوگ ازروئے تمسخرے ہنس کرکھڑے ہوگئے اورابوطالب سے کہنے لگے کہ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سن اوراطاعت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تجھے حکم ہواہے الخ ص </w:t>
      </w:r>
      <w:r>
        <w:rPr>
          <w:rtl/>
          <w:lang w:bidi="fa-IR"/>
        </w:rPr>
        <w:t>۳۳</w:t>
      </w:r>
      <w:r>
        <w:rPr>
          <w:rtl/>
          <w:lang w:bidi="ur-PK"/>
        </w:rPr>
        <w:t xml:space="preserve"> تاص </w:t>
      </w:r>
      <w:r>
        <w:rPr>
          <w:rtl/>
          <w:lang w:bidi="fa-IR"/>
        </w:rPr>
        <w:t>۳۶</w:t>
      </w:r>
      <w:r>
        <w:rPr>
          <w:rtl/>
          <w:lang w:bidi="ur-PK"/>
        </w:rPr>
        <w:t xml:space="preserve"> طبع لاہور۔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2" w:name="_Toc509136634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شعب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(محرم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ء بعثت)</w:t>
      </w:r>
      <w:bookmarkEnd w:id="1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جب کفارقر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اسلام روزافزوں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کرتاچلاجارہاہے توسخت مضطرب ہوئے پہلے توچندقر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دشمن تھے اب سب کے سب مخالف ہوگئے اوربروا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ابن ہشام وابن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ابوجہل بن ہشام،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بة،</w:t>
      </w:r>
      <w:r>
        <w:rPr>
          <w:rtl/>
          <w:lang w:bidi="ur-PK"/>
        </w:rPr>
        <w:t xml:space="preserve"> عتبہ بن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عة،</w:t>
      </w:r>
      <w:r>
        <w:rPr>
          <w:rtl/>
          <w:lang w:bidi="ur-PK"/>
        </w:rPr>
        <w:t xml:space="preserve"> نصربن حارث، عاص بن وائل اورعقبہ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ط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کے ساتھ رسول خداکے قتل پرکمرباندھ کرحضرت ابوطالب کے پاس آئے اورصاف لفظوں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کہاکہ محمدنے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نئے مذہب کااختراع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اوروہ ہمارے خداوں کوہم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برابھلاکہاکرتے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لہذا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حوالے کردوہم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اپھرآمادہ</w:t>
      </w:r>
      <w:r>
        <w:rPr>
          <w:rtl/>
          <w:lang w:bidi="ur-PK"/>
        </w:rPr>
        <w:t xml:space="preserve"> جنگ ہوجاؤ حضرت ابوطالب نے اس وقت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ٹالد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 لوگ واپس چلے گئے ورروسول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اپناکام برابرکرتے رہے چنددنوں کے بعددشمن پھرآئے اورانھوں نے آکرشکا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اورحضرت کے قتل پراصرارک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ابوطالب نے آنحضرت سے واقعہ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اانہوں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چچا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جوکہتاہوں ،کہتارہوں گا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دھمک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مرعوب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 اورنہ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لالچ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پھنس سکتاہوں اگرم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ہاتھ پرآفتاب اوردوسے پرماہتاب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حکم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بازنہ آوں گا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جوکرتاہوں حکم خداسے کرتاہوں،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رامحافظ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کرحضرت ابوطالب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”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ٹاتم</w:t>
      </w:r>
      <w:r>
        <w:rPr>
          <w:rtl/>
          <w:lang w:bidi="ur-PK"/>
        </w:rPr>
        <w:t xml:space="preserve"> جوکرتے ہوکرتے رہو،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تک زندہ ہوں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نظراٹھاکرنہ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سکتا تھوڑے عرصہ کے بعدبروا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ابن ہشام وابن ا 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کفارنے ابوطالب سے کہا کہ تم اپنے 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کوہمارے حوالے کردو ہم اسے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 کے بدلے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نوجوان ہم سے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مخزوم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لے لو حضرت </w:t>
      </w:r>
      <w:r>
        <w:rPr>
          <w:rFonts w:hint="eastAsia"/>
          <w:rtl/>
          <w:lang w:bidi="ur-PK"/>
        </w:rPr>
        <w:t>ابوطالب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دازعقل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ممکن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تمہارے لڑکے کولے کراس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کروں اورتم ہمارے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کولے کرقتل کردو۔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آتش غضب اوربرافروختہ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ان کے ستانے پربھرپورتل گئے حضرت ابوطالب نے اس کے ردعمل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اوربن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مطلب سے امدادچاہ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اوردشمنوں سے کہلابھ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جاکہ</w:t>
      </w:r>
      <w:r>
        <w:rPr>
          <w:rtl/>
          <w:lang w:bidi="ur-PK"/>
        </w:rPr>
        <w:t xml:space="preserve"> کعبہ وحرم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اگرمحمدکے پاؤں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کانٹابھ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چبھاتو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کوہلاک کردوں گا حضرت ابوطالب کے اس کہنے پردشمن کے دلوں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 لگ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آنحضرت کے قتل پرپور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ارہوگئے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ابوطالب نے جب 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رمحفوظ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کھاتوفورا</w:t>
      </w:r>
      <w:r>
        <w:rPr>
          <w:rtl/>
          <w:lang w:bidi="ur-PK"/>
        </w:rPr>
        <w:t xml:space="preserve"> ان لوگوں کولے جنہوں نے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القلوب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محرم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بعثت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”شعب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طالب“ کے اندرچلے گئے اوراس کے اطراف کو محفوظ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کفارقر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نے ابوطالب اس عمل سے متاثرہوکرا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عہدنامہ مرتب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اوربن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مطلب سے مکمل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کاٹ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تھا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اس عہدنامہ کومنصوربن عکرمہ بن ہاشم نے لکھاتھاجس کے بعدہ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کاہاتھ شل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دشمنوں نے شعب کاچاروں طرف سے بھرپورمحاصرہ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مکمل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اہل شعب پربڑ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ڈآل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کے علاوہ رزق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کنارے پرپہنچاد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ااورنوبت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نداردرختوں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پتے کھانے لگے ناتے ،کنبے والے اگرچور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چھپے کچھ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ہوجاتاتوسخت سزائ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گزرگئے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اہل شعب کے بچے بھوک سے بے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ہوکرچ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ختے</w:t>
      </w:r>
      <w:r>
        <w:rPr>
          <w:rtl/>
          <w:lang w:bidi="ur-PK"/>
        </w:rPr>
        <w:t xml:space="preserve"> اورچلاتے تھے توپڑس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ندحرام</w:t>
      </w:r>
      <w:r>
        <w:rPr>
          <w:rtl/>
          <w:lang w:bidi="ur-PK"/>
        </w:rPr>
        <w:t xml:space="preserve">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حا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پروح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اورآپ کاررسالت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رہے۔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کے بعد ہشام بن عمربن حرث کے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ہم اورہمارے بچے کھاتے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اورع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اوران کے بچے فاقہ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پھراس نے اورچندآدم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کوہم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بناکرقر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کے اجتماع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سوال کواٹھا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ابوجہل اورا 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”ام</w:t>
      </w:r>
      <w:r>
        <w:rPr>
          <w:rtl/>
          <w:lang w:bidi="ur-PK"/>
        </w:rPr>
        <w:t xml:space="preserve">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ل“</w:t>
      </w:r>
      <w:r>
        <w:rPr>
          <w:rtl/>
          <w:lang w:bidi="ur-PK"/>
        </w:rPr>
        <w:t xml:space="preserve"> جسے بزبان قرآن ”حمالة الحطب“کہاجاتاہے نے مخالفت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عوام کے دل پس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اٹھے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ابوطالب آگئے اورانہوں نے کہاکہ ”محمد“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تم نے جوعہدنامہ لکھاہے 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مک</w:t>
      </w:r>
      <w:r>
        <w:rPr>
          <w:rtl/>
          <w:lang w:bidi="ur-PK"/>
        </w:rPr>
        <w:t xml:space="preserve"> چرگئ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اورکاغذ کے اس حصہ کے سواجس پراللہ کانام ہے سب ختم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بس ظلم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حدہوچک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اپنے عہدنامہ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کھواگرمحمدکاکہناسچ</w:t>
      </w:r>
      <w:r>
        <w:rPr>
          <w:rtl/>
          <w:lang w:bidi="ur-PK"/>
        </w:rPr>
        <w:t xml:space="preserve"> ہوتوانصاف کرواوراگر جھوٹ ہوتوجوچاہے کرو۔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ابوطالب کے اس کہنے پرعہدنامہ منگوا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ااورحضرت</w:t>
      </w:r>
      <w:r>
        <w:rPr>
          <w:rtl/>
          <w:lang w:bidi="ur-PK"/>
        </w:rPr>
        <w:t xml:space="preserve">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ارشاداس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 وعن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ثابت ہواجس کے بعدقر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شرمندہ ہوگئے اورشعب کاحصارٹوٹ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بعدہشام بن عمربن حرث اوراس کے چارساتھ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ربن</w:t>
      </w:r>
      <w:r>
        <w:rPr>
          <w:rtl/>
          <w:lang w:bidi="ur-PK"/>
        </w:rPr>
        <w:t xml:space="preserve">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مخزوم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اورمطعم بن عد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ابوالبختر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ہشام، زمعہ بن الاسودبن المطلب بن اسدشعب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گئے اوران تمام لوگوں کوجواس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محصورتھے ان کے گھروں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کامل، روضة الاحباب)۔</w:t>
      </w:r>
      <w:r>
        <w:rPr>
          <w:rtl/>
          <w:lang w:bidi="ur-PK"/>
        </w:rPr>
        <w:cr/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tl/>
          <w:lang w:bidi="ur-PK"/>
        </w:rPr>
        <w:t xml:space="preserve"> ابن واضح المتوف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۲۹۲</w:t>
      </w:r>
      <w:r>
        <w:rPr>
          <w:rtl/>
          <w:lang w:bidi="ur-PK"/>
        </w:rPr>
        <w:t xml:space="preserve"> ء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اس واقعہ کے بعد” اسلم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ومسئذخلق</w:t>
      </w:r>
      <w:r>
        <w:rPr>
          <w:rtl/>
          <w:lang w:bidi="ur-PK"/>
        </w:rPr>
        <w:t xml:space="preserve"> من الناس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م“</w:t>
      </w:r>
      <w:r>
        <w:rPr>
          <w:rtl/>
          <w:lang w:bidi="ur-PK"/>
        </w:rPr>
        <w:t xml:space="preserve"> بہت سے کافرمسلم ہوگئے۔ (ال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۲۵</w:t>
      </w:r>
      <w:r>
        <w:rPr>
          <w:rtl/>
          <w:lang w:bidi="ur-PK"/>
        </w:rPr>
        <w:t xml:space="preserve"> طبع نجف </w:t>
      </w:r>
      <w:r>
        <w:rPr>
          <w:rtl/>
          <w:lang w:bidi="fa-IR"/>
        </w:rPr>
        <w:t>۱۳۸۴</w:t>
      </w:r>
      <w:r>
        <w:rPr>
          <w:rtl/>
          <w:lang w:bidi="ur-PK"/>
        </w:rPr>
        <w:t xml:space="preserve"> ھء)_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3" w:name="_Toc509136635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کامعجزہ شق القمر(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بعثت )</w:t>
      </w:r>
      <w:bookmarkEnd w:id="1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عباس، ابن مسعود،انس بن مالک، حذ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 عمر،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ربن</w:t>
      </w:r>
      <w:r>
        <w:rPr>
          <w:rtl/>
          <w:lang w:bidi="ur-PK"/>
        </w:rPr>
        <w:t xml:space="preserve"> مطعم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شق القمرکامعجزہ کوہ ابوقب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پرظاہرہواتھا، جب کہ ابوجھل نے بہت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کوہمراہ لاکرحضرت سے چاندکودوٹکڑے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ظاہرک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چودھو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رات کوہواتھاجبکہ آپ کوموسم حج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شع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سے نکلنے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مل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رلکھتے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ء بعثت کاہے، اس معجزہ کاذکر”تار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فرشتہ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”مجب اعتقادوقوعہ“ اس معجزہ کے واقع ہونے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واجب ہے۔(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نة</w:t>
      </w:r>
      <w:r>
        <w:rPr>
          <w:rtl/>
          <w:lang w:bidi="ur-PK"/>
        </w:rPr>
        <w:t xml:space="preserve"> البحارج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۷۰۹) </w:t>
      </w:r>
      <w:r>
        <w:rPr>
          <w:rtl/>
          <w:lang w:bidi="ur-PK"/>
        </w:rPr>
        <w:t>اس معجزہ کاذکرعز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زلکھنو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مرحوم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اخوب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معجزہ</w:t>
      </w:r>
      <w:r>
        <w:rPr>
          <w:rtl/>
          <w:lang w:bidi="ur-PK"/>
        </w:rPr>
        <w:t xml:space="preserve"> شق القمرکاہے ”مد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نہ“</w:t>
      </w:r>
      <w:r>
        <w:rPr>
          <w:rtl/>
          <w:lang w:bidi="ur-PK"/>
        </w:rPr>
        <w:t xml:space="preserve"> سے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نے شق ہوکرل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کوآغوش </w:t>
      </w:r>
      <w:r w:rsidR="00E8268B">
        <w:rPr>
          <w:rtl/>
          <w:lang w:bidi="ur-PK"/>
        </w:rPr>
        <w:t xml:space="preserve">میں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4" w:name="_Toc509136636"/>
      <w:r>
        <w:rPr>
          <w:rFonts w:hint="eastAsia"/>
          <w:rtl/>
          <w:lang w:bidi="ur-PK"/>
        </w:rPr>
        <w:t>آنحضرت</w:t>
      </w:r>
      <w:r>
        <w:rPr>
          <w:rtl/>
          <w:lang w:bidi="ur-PK"/>
        </w:rPr>
        <w:t xml:space="preserve"> صلعم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معراج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ئبعثت)</w:t>
      </w:r>
      <w:bookmarkEnd w:id="1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۲۷/ </w:t>
      </w:r>
      <w:r>
        <w:rPr>
          <w:rtl/>
          <w:lang w:bidi="ur-PK"/>
        </w:rPr>
        <w:t xml:space="preserve">رجب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بعثت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کوخداوندعالم نے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کربراق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آنحضرت صلعم کو”قاب قوس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پربلا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اوروہاں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وامامت کے متعلق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رقم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مبارک سفراورعروج کو”معراج“ کہاجاتاہے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سفرام 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گھرسے شروع ہواتھ</w:t>
      </w:r>
      <w:r>
        <w:rPr>
          <w:rFonts w:hint="eastAsia"/>
          <w:rtl/>
          <w:lang w:bidi="ur-PK"/>
        </w:rPr>
        <w:t>اپہلے</w:t>
      </w:r>
      <w:r>
        <w:rPr>
          <w:rtl/>
          <w:lang w:bidi="ur-PK"/>
        </w:rPr>
        <w:t xml:space="preserve"> آپ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المقدس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پھروہاں سے آسمان پرروانہ ہوئے منازل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کوطے کرتے ہوئے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پرپہنچے جس کے آگے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کاجاناممکن نہ ہوا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حضورلودنوت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لة</w:t>
      </w:r>
      <w:r>
        <w:rPr>
          <w:rtl/>
          <w:lang w:bidi="ur-PK"/>
        </w:rPr>
        <w:t xml:space="preserve"> لاحترقت“ اب اگرا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انگل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آگے بڑہوں گاتوجل جاؤں گا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سرموئے برترروم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بنورتجل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بسوزد پرم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پھرآپ</w:t>
      </w:r>
      <w:r>
        <w:rPr>
          <w:rtl/>
          <w:lang w:bidi="ur-PK"/>
        </w:rPr>
        <w:t xml:space="preserve"> براق پرسوارآگے بڑھے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منزل پربراق رک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ااورآپ</w:t>
      </w:r>
      <w:r>
        <w:rPr>
          <w:rtl/>
          <w:lang w:bidi="ur-PK"/>
        </w:rPr>
        <w:t xml:space="preserve"> ”رفرف“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کرآگے روانہ ہوگئے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تخت تھاجونورکے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جارہاتھا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منزل مقصودپرآپ پہنچ گئے آپ جسم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گئے اورفوراواپس آئے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”اسر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بعبدہ“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عبدکالفظ اطلاق جسم اورروح </w:t>
      </w:r>
      <w:r>
        <w:rPr>
          <w:rFonts w:hint="eastAsia"/>
          <w:rtl/>
          <w:lang w:bidi="ur-PK"/>
        </w:rPr>
        <w:t>دونوں</w:t>
      </w:r>
      <w:r>
        <w:rPr>
          <w:rtl/>
          <w:lang w:bidi="ur-PK"/>
        </w:rPr>
        <w:t xml:space="preserve"> پرہوتاہے وہ لوگ جومعرادج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(شرح عقائدنسف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۶۸ ) </w:t>
      </w:r>
      <w:r>
        <w:rPr>
          <w:rtl/>
          <w:lang w:bidi="ur-PK"/>
        </w:rPr>
        <w:t>معراج کااقراراوراس کااعتقادضرور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ہے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جومعراج کامنکرہواس کاہم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نة</w:t>
      </w:r>
      <w:r>
        <w:rPr>
          <w:rtl/>
          <w:lang w:bidi="ur-PK"/>
        </w:rPr>
        <w:t xml:space="preserve"> البحارج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۱۷۴)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پہلے صرف دونماز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واجب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معراج کے بعدپانچ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مقررہوئ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5" w:name="_Toc509136637"/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عقبہ اول</w:t>
      </w:r>
      <w:r>
        <w:rPr>
          <w:rFonts w:hint="cs"/>
          <w:rtl/>
          <w:lang w:bidi="ur-PK"/>
        </w:rPr>
        <w:t>ی</w:t>
      </w:r>
      <w:bookmarkEnd w:id="1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بعثت کے موسم حج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چھ 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جوسال گذشتہ مسلمان ہوکرمد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واپس گئے تھے پانچ 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ساتھ سات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والوں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</w:t>
      </w:r>
      <w:r w:rsidR="00980366">
        <w:rPr>
          <w:rtl/>
          <w:lang w:bidi="ur-PK"/>
        </w:rPr>
        <w:t>یا</w:t>
      </w:r>
      <w:r>
        <w:rPr>
          <w:rtl/>
          <w:lang w:bidi="ur-PK"/>
        </w:rPr>
        <w:t>ورآکرمشرف بااسلام ہوئے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کاعہدک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مکان عقبہ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جومکہ سے تھوڑے فاصلہ پرشمال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واق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ہے، مورخ ابوالفداء لکھتاہے کہ اس عہدپربع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خداکاکوئ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 کرو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کرو،زنانہ کرو،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اولادکوقتل نہ کرو، جب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کرچکے توحضرت نے مصعب بن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ربن</w:t>
      </w:r>
      <w:r>
        <w:rPr>
          <w:rtl/>
          <w:lang w:bidi="ur-PK"/>
        </w:rPr>
        <w:t xml:space="preserve"> ہاشم بن عبدمناف ابن عبدالعلاء کوتعل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قرآن اورطر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اسلام بتانے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مامورفرما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الخ(تار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ابوالفداء 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۵۲)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6" w:name="_Toc509136638"/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عقبہ ثان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</w:t>
      </w:r>
      <w:r>
        <w:rPr>
          <w:rtl/>
          <w:lang w:bidi="ur-PK"/>
        </w:rPr>
        <w:t xml:space="preserve"> بعثت</w:t>
      </w:r>
      <w:bookmarkEnd w:id="1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۱۳</w:t>
      </w:r>
      <w:r>
        <w:rPr>
          <w:rtl/>
          <w:lang w:bidi="ur-PK"/>
        </w:rPr>
        <w:t xml:space="preserve"> بعثت کے ماہ 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مصعب بن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۷۳</w:t>
      </w:r>
      <w:r>
        <w:rPr>
          <w:rtl/>
          <w:lang w:bidi="ur-PK"/>
        </w:rPr>
        <w:t xml:space="preserve"> مرداوردوعورتوں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لے کرمکہ آئے اورانہوں نے مقام عقبہ پررسول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لوگوں 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مسلمان ہوچکے تھے انہوں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کاعہدک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ااورآپ</w:t>
      </w:r>
      <w:r>
        <w:rPr>
          <w:rtl/>
          <w:lang w:bidi="ur-PK"/>
        </w:rPr>
        <w:t xml:space="preserve"> کے دست مبارک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اوس اورخزرج دونو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افراد شامل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7" w:name="_Toc509136639"/>
      <w:r>
        <w:rPr>
          <w:rFonts w:hint="eastAsia"/>
          <w:rtl/>
          <w:lang w:bidi="ur-PK"/>
        </w:rPr>
        <w:t>ہجرت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bookmarkEnd w:id="1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۱۴</w:t>
      </w:r>
      <w:r>
        <w:rPr>
          <w:rtl/>
          <w:lang w:bidi="ur-PK"/>
        </w:rPr>
        <w:t xml:space="preserve"> بعثت مطابق </w:t>
      </w:r>
      <w:r>
        <w:rPr>
          <w:rtl/>
          <w:lang w:bidi="fa-IR"/>
        </w:rPr>
        <w:t>۲۲۶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حکم رسول کے مطابق مسلمان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چھپے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جانے لگے اوروہاں پہنچ کرانہوں نے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حاصل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کوجب معلوم ہواکہ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اسلام زورپکڑرہاہے تو”دارالندوہ“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جمع ہوکر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سوچنے لگے کہ 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اکرنا</w:t>
      </w:r>
      <w:r>
        <w:rPr>
          <w:rtl/>
          <w:lang w:bidi="ur-PK"/>
        </w:rPr>
        <w:t xml:space="preserve"> چاہئے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کہاکہ محمدکو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قتل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تاکہ ان کاد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ہوجائے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کہاکہ جلاوطن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ابوجہل نے رائے </w:t>
      </w:r>
      <w:r>
        <w:rPr>
          <w:rtl/>
          <w:lang w:bidi="ur-PK"/>
        </w:rPr>
        <w:lastRenderedPageBreak/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مختلف قبائل کے لوگ جمع ہوکرب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ساعت ان پرحملہ کرکے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خون بہانہ لے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پربات ٹہرگئ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سب نے مل کرآنحضرت کے مکان کامحاصرہ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اپروردگارک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 جوحضرت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کواپنے بسترپرلٹاد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دھول لے کرگھرسے باہرنکلے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جھونکتے ہوئے اس طرح نکل گئے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کفرسے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نکل جائے علامہ شبل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سخت خطرہ کاموقعہ تھا جناب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رکومعلوم</w:t>
      </w:r>
      <w:r>
        <w:rPr>
          <w:rtl/>
          <w:lang w:bidi="ur-PK"/>
        </w:rPr>
        <w:t xml:space="preserve"> ہوچکاتھا کہ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آپ کے قتل کاارادہ کرچکے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اورآج رسول اللہ کابسترخواب گاہ قتل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فاتح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برکے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قتل گاہ فرش گل تھا (س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رةالنب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ومحسن اعظم ص </w:t>
      </w:r>
      <w:r>
        <w:rPr>
          <w:rtl/>
          <w:lang w:bidi="fa-IR"/>
        </w:rPr>
        <w:t xml:space="preserve">۱۶۵)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صبح</w:t>
      </w:r>
      <w:r>
        <w:rPr>
          <w:rtl/>
          <w:lang w:bidi="ur-PK"/>
        </w:rPr>
        <w:t xml:space="preserve"> ہوتے ہوتے دشمن دروازہ توڑکرداخل خانہ ہوئے توعل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کوسوتاہواپا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پوچھامحمدکہاں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اجہاں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تلوارسونت کرکھڑے ہوگئے اورسب گھرسے نکل بھاگے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العلوم غزال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کے لئے خدانے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</w:t>
      </w:r>
      <w:r>
        <w:rPr>
          <w:rFonts w:hint="eastAsia"/>
          <w:rtl/>
          <w:lang w:bidi="ur-PK"/>
        </w:rPr>
        <w:t>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خواب گاہ کاپہرہ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رہے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کافرماناہے کہ مجھے شب ہجرت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عمرنہ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تفاس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اس موقع کے لئے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” ومن الناس من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نفسہ مرضات اللہ“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الغرض آنحضرت کے روانہ ہوتے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ابوبکرن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رات کے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کر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آرہاہے اپنے قدم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پاؤں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ٹھوکرلگ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خون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اپھرآپ</w:t>
      </w:r>
      <w:r>
        <w:rPr>
          <w:rtl/>
          <w:lang w:bidi="ur-PK"/>
        </w:rPr>
        <w:t xml:space="preserve"> نے محسوس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قحافہ آرہے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کھڑے ہوگئے پاؤں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حصہ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۶۹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رسول خدانے ابوبکربن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قحافہ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ناقہ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۔ اورمدارج النبوت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حضرت ابوبکرنے دوسودرہم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اونٹن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آنحضرت کے ہاتھ نوسودرہم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فروخت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غارثورتک پہنچے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غارمد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مکہ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گھنٹہ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پرڈھائ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جنوب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واقع ہے اس پہاڑک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باا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بلندہے سمندروں وہاں سے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>(تلخ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النب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۱۶۹</w:t>
      </w:r>
      <w:r>
        <w:rPr>
          <w:rtl/>
          <w:lang w:bidi="ur-PK"/>
        </w:rPr>
        <w:t xml:space="preserve"> وزرقان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غار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ہوگئے خدانے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غارکے منہ پرببول کادرخت اگاد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امکڑ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جالاتناکبوترنے انڈاد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ا،اورغار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داخلہ کاشبہ نہ رہا، جب دشمن اس غارپرپہنچے تووہ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کرواپس ہوگئے (عجائب القصص صفحہ </w:t>
      </w:r>
      <w:r>
        <w:rPr>
          <w:rtl/>
          <w:lang w:bidi="fa-IR"/>
        </w:rPr>
        <w:t>۲۵۷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 پرحضرت نے کبوترکوخانہ کعب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پرآکربسنے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سے قبل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پرندوں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کبوتربھ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اوپرسے گذرنہ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مختصر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کم</w:t>
      </w:r>
      <w:r>
        <w:rPr>
          <w:rtl/>
          <w:lang w:bidi="ur-PK"/>
        </w:rPr>
        <w:t xml:space="preserve">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۱۴</w:t>
      </w:r>
      <w:r>
        <w:rPr>
          <w:rtl/>
          <w:lang w:bidi="ur-PK"/>
        </w:rPr>
        <w:t xml:space="preserve"> ء بعثت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پنجشنبہ بوقت شب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نے آنحضرت کے گھرکامحاصرہ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اتھاصبح</w:t>
      </w:r>
      <w:r>
        <w:rPr>
          <w:rtl/>
          <w:lang w:bidi="ur-PK"/>
        </w:rPr>
        <w:t xml:space="preserve"> سے کچھ پہلے </w:t>
      </w:r>
      <w:r>
        <w:rPr>
          <w:rtl/>
          <w:lang w:bidi="fa-IR"/>
        </w:rPr>
        <w:t xml:space="preserve">۲/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جمعہ کوغارثور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کشنبہ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۴/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تک غار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لوگوں کے لئے رات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کھاناپہنچاتے رہے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چاروں اشخاص </w:t>
      </w:r>
      <w:r>
        <w:rPr>
          <w:rFonts w:hint="eastAsia"/>
          <w:rtl/>
          <w:lang w:bidi="ur-PK"/>
        </w:rPr>
        <w:t>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چھوڑکربح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رئہ</w:t>
      </w:r>
      <w:r>
        <w:rPr>
          <w:rtl/>
          <w:lang w:bidi="ur-PK"/>
        </w:rPr>
        <w:t xml:space="preserve"> قلزم کے کنارے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ہوئے کفارمکہ نے انعام مقررکرد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اتھاکہ</w:t>
      </w:r>
      <w:r>
        <w:rPr>
          <w:rtl/>
          <w:lang w:bidi="ur-PK"/>
        </w:rPr>
        <w:t xml:space="preserve"> جوشخص آپ کوزندہ پکڑکرلائے 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کاسرکاٹ کرلائے گاتوسواونٹ انعام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اس پرسراقہ بن مالک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کھوج لکاتاہواغارتک پہنچااسے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کرحضرت ابوبکررونے ل</w:t>
      </w:r>
      <w:r>
        <w:rPr>
          <w:rFonts w:hint="eastAsia"/>
          <w:rtl/>
          <w:lang w:bidi="ur-PK"/>
        </w:rPr>
        <w:t>گے</w:t>
      </w:r>
      <w:r>
        <w:rPr>
          <w:rtl/>
          <w:lang w:bidi="ur-PK"/>
        </w:rPr>
        <w:t xml:space="preserve"> ۔ توحضرت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اروتے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ہو” خدا ہمارے ساتھ ہے “ سراقہ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پہنچاہ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تھاکہ اس کاگھوڑابابزانوزم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دھنس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وقت حضرت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برآمدہوچکے تھے اس نے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نے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گھوڑازم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نکل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جان بچاکربھاگا اورکافروں سے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بہت تلاش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امگرمحمدکاسراغ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اب دوہ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۔”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سماگئے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اآسمان</w:t>
      </w:r>
      <w:r>
        <w:rPr>
          <w:rtl/>
          <w:lang w:bidi="ur-PK"/>
        </w:rPr>
        <w:t xml:space="preserve"> پراڑگئے۔“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8" w:name="_Toc509136640"/>
      <w:r>
        <w:rPr>
          <w:rFonts w:hint="eastAsia"/>
          <w:rtl/>
          <w:lang w:bidi="ur-PK"/>
        </w:rPr>
        <w:t>تحو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قبلہ</w:t>
      </w:r>
      <w:bookmarkEnd w:id="1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ماہ</w:t>
      </w:r>
      <w:r>
        <w:rPr>
          <w:rtl/>
          <w:lang w:bidi="ur-PK"/>
        </w:rPr>
        <w:t xml:space="preserve"> شعبان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المقدس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قبلہ کارخ کعبہ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قبلہ چونکہ عالم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بدلاگ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لئے آنحضرت کاساتھ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اورکس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آنحضرت کے ہرفعل وقول کوحکم خداسمجھتے تھے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مقام فخر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انام</w:t>
      </w:r>
      <w:r>
        <w:rPr>
          <w:rFonts w:hint="eastAsia"/>
          <w:rtl/>
          <w:lang w:bidi="ur-PK"/>
        </w:rPr>
        <w:t>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القبلت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ہوہ جس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نمازب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وقت دوقبلوں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9" w:name="_Toc509136641"/>
      <w:r>
        <w:rPr>
          <w:rFonts w:hint="eastAsia"/>
          <w:rtl/>
          <w:lang w:bidi="ur-PK"/>
        </w:rPr>
        <w:t>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خطوط</w:t>
      </w:r>
      <w:bookmarkEnd w:id="1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کوابھ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صلح حدب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سکون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کہ آپ نے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مہربنوائ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پر”محمد رسول اللہ“ کندہ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بعد شاہان عالم کوخطوط لکھے ان دنوں عرب کے اردگردچاربڑ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قائم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 حکومت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جس کااثروسط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عراق تک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لاہواتھا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حکومت روم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کوچک ،فلسط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ن،شام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ورپ</w:t>
      </w:r>
      <w:r>
        <w:rPr>
          <w:rtl/>
          <w:lang w:bidi="ur-PK"/>
        </w:rPr>
        <w:t xml:space="preserve"> کے بعض حصے شامل تھے۔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مصر۔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 حکومت حبش جومصر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جنوب سے لے کر بح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رئہ</w:t>
      </w:r>
      <w:r>
        <w:rPr>
          <w:rtl/>
          <w:lang w:bidi="ur-PK"/>
        </w:rPr>
        <w:t xml:space="preserve"> قلزم کے مغرب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علاقوں پرتھا۔ حضرت نے بادشاہ حبش نجاش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شاہ روم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صرہرقل،</w:t>
      </w:r>
      <w:r>
        <w:rPr>
          <w:rtl/>
          <w:lang w:bidi="ur-PK"/>
        </w:rPr>
        <w:t xml:space="preserve"> گورنرمصرجر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ابن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ناقبط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عرف مقوقش ، بادشاہ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خسروپرو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زاورگورنر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باذان،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دمشق حارث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نام خطوط روانہ فرمائے۔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خطوط کامختلف بادشاہوں پرمختلف اثرہوا، نجاش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اسلام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شاہ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نے آپ کاخط پڑھ کرغ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وغضب کے تحت خط کے ٹکڑے اڑا دے قاصد کونکال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اورگورنر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نے لکھاکہ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وانہ</w:t>
      </w:r>
      <w:r>
        <w:rPr>
          <w:rtl/>
          <w:lang w:bidi="ur-PK"/>
        </w:rPr>
        <w:t xml:space="preserve"> (آنحضرت) کوگرفتارکرکے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جدے</w:t>
      </w:r>
      <w:r>
        <w:rPr>
          <w:rtl/>
          <w:lang w:bidi="ur-PK"/>
        </w:rPr>
        <w:t xml:space="preserve"> اس نے دوسپاہ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تاکہ حضورکوگرفتار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جاؤتم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اگرفتارکروگے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خبربھ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تمہارابادشاہ انتقال کرگ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سپاہ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پہنچے توسناکہ شاہ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داع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اجل کولب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کہہ چکاہے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خبردہ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بہت سے کافرمسلمان ہوگئے۔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صرروم</w:t>
      </w:r>
      <w:r>
        <w:rPr>
          <w:rtl/>
          <w:lang w:bidi="ur-PK"/>
        </w:rPr>
        <w:t xml:space="preserve"> نے آپ کے خط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گورنرمصرنے آپ کے قاصدک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مدارات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اوربہت سے تحفوں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اسے واپس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ان تحفوں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قبط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(زوجہ آنحضرت)اوران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(زوجہ حسان بن ثابت)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دلدل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جانوربرائے حضرت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عفورنام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درازگوش مابورنام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خواجہ سراشامل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0" w:name="_Toc509136642"/>
      <w:r>
        <w:rPr>
          <w:rFonts w:hint="eastAsia"/>
          <w:rtl/>
          <w:lang w:bidi="ur-PK"/>
        </w:rPr>
        <w:t>اصحاب</w:t>
      </w:r>
      <w:r>
        <w:rPr>
          <w:rtl/>
          <w:lang w:bidi="ur-PK"/>
        </w:rPr>
        <w:t xml:space="preserve"> کاتار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اجتماع اورتبل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</w:t>
      </w:r>
      <w:bookmarkEnd w:id="20"/>
    </w:p>
    <w:p w:rsidR="000B625E" w:rsidRDefault="000B625E" w:rsidP="0064777E">
      <w:pPr>
        <w:pStyle w:val="Heading2Center"/>
        <w:rPr>
          <w:rtl/>
          <w:lang w:bidi="ur-PK"/>
        </w:rPr>
      </w:pPr>
      <w:bookmarkStart w:id="21" w:name="_Toc509136643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کااعلان</w:t>
      </w:r>
      <w:bookmarkEnd w:id="2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مسلمہ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کہ خلاق عالم نے انتخاب خلافت کواپنے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مخصوص رکھاہے اوراس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لوگوں کادسترس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فرماتاہے : ربک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خلق</w:t>
      </w:r>
      <w:r>
        <w:rPr>
          <w:rtl/>
          <w:lang w:bidi="ur-PK"/>
        </w:rPr>
        <w:t xml:space="preserve">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شاء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ختارماکان</w:t>
      </w:r>
      <w:r>
        <w:rPr>
          <w:rtl/>
          <w:lang w:bidi="ur-PK"/>
        </w:rPr>
        <w:t xml:space="preserve"> لہم الخ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رة</w:t>
      </w:r>
      <w:r>
        <w:rPr>
          <w:rtl/>
          <w:lang w:bidi="ur-PK"/>
        </w:rPr>
        <w:t xml:space="preserve"> سبحان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شرکون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تمہارارب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داکرتاہے</w:t>
      </w:r>
      <w:r>
        <w:rPr>
          <w:rtl/>
          <w:lang w:bidi="ur-PK"/>
        </w:rPr>
        <w:t xml:space="preserve"> اورجس کوچاہتاہے (نبوت وخلافت)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منتخب کرتاہے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ادرہے</w:t>
      </w:r>
      <w:r>
        <w:rPr>
          <w:rtl/>
          <w:lang w:bidi="ur-PK"/>
        </w:rPr>
        <w:t xml:space="preserve"> کہ انسان کونہ انتخاب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ہے اورنہ وہ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خداکے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(پ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 رکوع </w:t>
      </w:r>
      <w:r>
        <w:rPr>
          <w:rtl/>
          <w:lang w:bidi="fa-IR"/>
        </w:rPr>
        <w:t xml:space="preserve">۱۰)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اس نے اپنے تمام خلفاء آدم سے خاتم تک خود مقررکئے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کااعلان اپنے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>۔(روضة الصفا،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الور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عرائس ثعلب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) اوراس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تمام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کردارک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موافقت کااتنالحاظ رکھاہے کہ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اعلان تک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وعلامہ بہائ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نے خلافت کااعلان </w:t>
      </w:r>
      <w:r>
        <w:rPr>
          <w:rtl/>
          <w:lang w:bidi="fa-IR"/>
        </w:rPr>
        <w:t xml:space="preserve">۱۸/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لحجہ</w:t>
      </w:r>
      <w:r>
        <w:rPr>
          <w:rtl/>
          <w:lang w:bidi="ur-PK"/>
        </w:rPr>
        <w:t xml:space="preserve"> کوک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>(جامع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کااتفاق ہے کے آنحضرت صلعم نے حجة الوداع کے موقع پر </w:t>
      </w:r>
      <w:r>
        <w:rPr>
          <w:rtl/>
          <w:lang w:bidi="fa-IR"/>
        </w:rPr>
        <w:t xml:space="preserve">۱۸/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کوبمقام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رخم</w:t>
      </w:r>
      <w:r>
        <w:rPr>
          <w:rtl/>
          <w:lang w:bidi="ur-PK"/>
        </w:rPr>
        <w:t xml:space="preserve"> حکم خداسے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ہونے کااعلان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2" w:name="_Toc509136644"/>
      <w:r>
        <w:rPr>
          <w:rFonts w:hint="eastAsia"/>
          <w:rtl/>
          <w:lang w:bidi="ur-PK"/>
        </w:rPr>
        <w:t>حجة</w:t>
      </w:r>
      <w:r>
        <w:rPr>
          <w:rtl/>
          <w:lang w:bidi="ur-PK"/>
        </w:rPr>
        <w:t xml:space="preserve"> الوداع</w:t>
      </w:r>
      <w:bookmarkEnd w:id="2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صلعم </w:t>
      </w:r>
      <w:r>
        <w:rPr>
          <w:rtl/>
          <w:lang w:bidi="fa-IR"/>
        </w:rPr>
        <w:t xml:space="preserve">۲۵/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قعدہ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ء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کوحج آخرکے ارادہ سے روانہ ہوکر </w:t>
      </w:r>
      <w:r>
        <w:rPr>
          <w:rtl/>
          <w:lang w:bidi="fa-IR"/>
        </w:rPr>
        <w:t xml:space="preserve">۴/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کومکہ معظمہ پہنچے آپ کے ہمراہ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اورحضرت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سلام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ہزاروں صحابہ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لاکھ چوب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سے مکہ پہنچے حضور</w:t>
      </w:r>
      <w:r>
        <w:rPr>
          <w:rFonts w:hint="eastAsia"/>
          <w:rtl/>
          <w:lang w:bidi="ur-PK"/>
        </w:rPr>
        <w:t>صلعم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اورمناسک حج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ہو۔ اس حج کے موقع پرلوگوں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آنحضرت صلعم کومناسک حج اداکرتے ہوئے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کھااورمعرکة</w:t>
      </w:r>
      <w:r>
        <w:rPr>
          <w:rtl/>
          <w:lang w:bidi="ur-PK"/>
        </w:rPr>
        <w:t xml:space="preserve"> الاراء خطبے سنے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بعض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جاہل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زمانہ کے دستورکچل ڈالنے کے قابل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کوعجم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اورعجم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مسلمان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 غلاموں کاخ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۔ جاہل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تمام خون معاف 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گئے۔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۔جاہل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تمام واجب الاداسود باطل 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غرضکہ</w:t>
      </w:r>
      <w:r>
        <w:rPr>
          <w:rtl/>
          <w:lang w:bidi="ur-PK"/>
        </w:rPr>
        <w:t xml:space="preserve"> حج سے فراغت کے بعدآپ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ارادہ سے </w:t>
      </w:r>
      <w:r>
        <w:rPr>
          <w:rtl/>
          <w:lang w:bidi="fa-IR"/>
        </w:rPr>
        <w:t xml:space="preserve">۱۴/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کوروانہ ہوئے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لاکھ چوب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ہزاراصحاب آپ کے ہمراہ تھے جحفہ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مقام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پرپہنچتے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بلغ کانزول ہوا آپ نے پالان اشترکامنبربنا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ااوربلاکوحکم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”ح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رالعمل“</w:t>
      </w:r>
      <w:r>
        <w:rPr>
          <w:rtl/>
          <w:lang w:bidi="ur-PK"/>
        </w:rPr>
        <w:t xml:space="preserve"> کہہ </w:t>
      </w:r>
      <w:r>
        <w:rPr>
          <w:rtl/>
          <w:lang w:bidi="ur-PK"/>
        </w:rPr>
        <w:lastRenderedPageBreak/>
        <w:t>کرآواز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مجمع سمٹ ک</w:t>
      </w:r>
      <w:r>
        <w:rPr>
          <w:rFonts w:hint="eastAsia"/>
          <w:rtl/>
          <w:lang w:bidi="ur-PK"/>
        </w:rPr>
        <w:t>رنقطہ</w:t>
      </w:r>
      <w:r>
        <w:rPr>
          <w:rtl/>
          <w:lang w:bidi="ur-PK"/>
        </w:rPr>
        <w:t xml:space="preserve"> اعتدال پرآگ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خطبہ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حمدوثناکے بعداپن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افضل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کاافرارل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دوگرانقدرچ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چھوڑے جاتاہوں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قرآن اوردوسرے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کواپنے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بلاکردونوں ہاتھوں سے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ااوراتنابلندک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ربغل</w:t>
      </w:r>
      <w:r>
        <w:rPr>
          <w:rtl/>
          <w:lang w:bidi="ur-PK"/>
        </w:rPr>
        <w:t xml:space="preserve"> ظاہرہوگئ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Pr="004619E0">
        <w:rPr>
          <w:rStyle w:val="libArabicChar"/>
          <w:rFonts w:hint="eastAsia"/>
          <w:rtl/>
          <w:lang w:bidi="ur-PK"/>
        </w:rPr>
        <w:t>”من</w:t>
      </w:r>
      <w:r w:rsidRPr="004619E0">
        <w:rPr>
          <w:rStyle w:val="libArabicChar"/>
          <w:rtl/>
          <w:lang w:bidi="ur-PK"/>
        </w:rPr>
        <w:t xml:space="preserve"> کنت مولا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 xml:space="preserve"> ف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>ذاعلی</w:t>
      </w:r>
      <w:r w:rsidRPr="004619E0">
        <w:rPr>
          <w:rStyle w:val="libArabicChar"/>
          <w:rtl/>
          <w:lang w:bidi="ur-PK"/>
        </w:rPr>
        <w:t xml:space="preserve"> مولا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>
        <w:rPr>
          <w:rtl/>
          <w:lang w:bidi="ur-PK"/>
        </w:rPr>
        <w:t xml:space="preserve"> جس کا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مولاہ ہوں اس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جدھرمڑ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کواس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پھرعل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سرپرس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عمامہ باندھالوگوں نے مبارکب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مسرورہوئے حضرت عمرنے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الفاظ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مبارکبادد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بزبان قرآن اکمال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اوراتمام نعمت کامژدہ سنا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حلب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۱۸/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کوواقع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نورالابصارصفحہ </w:t>
      </w:r>
      <w:r>
        <w:rPr>
          <w:rtl/>
          <w:lang w:bidi="fa-IR"/>
        </w:rPr>
        <w:t>۷۸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حارث بن نعمان فہر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حضرت کے عمل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رخم</w:t>
      </w:r>
      <w:r>
        <w:rPr>
          <w:rtl/>
          <w:lang w:bidi="ur-PK"/>
        </w:rPr>
        <w:t xml:space="preserve"> پراعتراض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آسمان سے اس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پتھرگراوروہ مرگ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واضح</w:t>
      </w:r>
      <w:r>
        <w:rPr>
          <w:rtl/>
          <w:lang w:bidi="ur-PK"/>
        </w:rPr>
        <w:t xml:space="preserve"> ہوکہ اس واقعہ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رکوامام</w:t>
      </w:r>
      <w:r>
        <w:rPr>
          <w:rtl/>
          <w:lang w:bidi="ur-PK"/>
        </w:rPr>
        <w:t xml:space="preserve"> المحدث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حافظ ابن عبدہ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سوصحابہ سے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امام جزر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امام احمدبن حنبل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اورطبر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پچھترصحاب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علاوہ اس کے تمام اکابراسلام مثلاذہب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صنعائ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القار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اسے مشہوراورمتواترمانتے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 منہج الوصول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حسن ص </w:t>
      </w:r>
      <w:r>
        <w:rPr>
          <w:rtl/>
          <w:lang w:bidi="fa-IR"/>
        </w:rPr>
        <w:t>۱۳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رثعلب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فتح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حسن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3" w:name="_Toc509136645"/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مباہلہ</w:t>
      </w:r>
      <w:bookmarkEnd w:id="2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نجران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ہے وہاں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رہتے تھے اورہاں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ساتھا</w:t>
      </w:r>
      <w:r>
        <w:rPr>
          <w:rtl/>
          <w:lang w:bidi="ur-PK"/>
        </w:rPr>
        <w:t xml:space="preserve"> آنحضرت صلعم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اسلام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انھوں نے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حالات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وفدز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عبدالمس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عاقب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وہ وفدمسجدنبو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صحن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آکرٹہرا حضرت سے مباحثہ ہوامگروہ قائل نہ ہوئے </w:t>
      </w:r>
      <w:r>
        <w:rPr>
          <w:rFonts w:hint="eastAsia"/>
          <w:rtl/>
          <w:lang w:bidi="ur-PK"/>
        </w:rPr>
        <w:t>حکم</w:t>
      </w:r>
      <w:r>
        <w:rPr>
          <w:rtl/>
          <w:lang w:bidi="ur-PK"/>
        </w:rPr>
        <w:t xml:space="preserve"> خدانازل ہوا ” فقل تعالوا ندع انباء نا “ الخ ائے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غمبران</w:t>
      </w:r>
      <w:r>
        <w:rPr>
          <w:rtl/>
          <w:lang w:bidi="ur-PK"/>
        </w:rPr>
        <w:t xml:space="preserve"> سے کہدوکہ دونوں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اوراپنے نفسوں کولاکرمباہلہ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چنانچہ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</w:t>
      </w:r>
      <w:r>
        <w:rPr>
          <w:rtl/>
          <w:lang w:bidi="fa-IR"/>
        </w:rPr>
        <w:t xml:space="preserve">۲۴/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کوپنجتن پاک جھوٹوں پرلعنت کرنے کے لئے نکلے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سردارنے 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کانپنے لگا اورمباہلہ سے بازآ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خراج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نامنظور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دے کررعا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ابنناقبول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(معراج العرفان ص </w:t>
      </w:r>
      <w:r>
        <w:rPr>
          <w:rtl/>
          <w:lang w:bidi="fa-IR"/>
        </w:rPr>
        <w:t>۱۳۵</w:t>
      </w:r>
      <w:r>
        <w:rPr>
          <w:rtl/>
          <w:lang w:bidi="ur-PK"/>
        </w:rPr>
        <w:t xml:space="preserve"> ،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۷۴)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4" w:name="_Toc509136646"/>
      <w:r>
        <w:rPr>
          <w:rFonts w:hint="eastAsia"/>
          <w:rtl/>
          <w:lang w:bidi="ur-PK"/>
        </w:rPr>
        <w:t>سرورکائنات</w:t>
      </w:r>
      <w:r>
        <w:rPr>
          <w:rtl/>
          <w:lang w:bidi="ur-PK"/>
        </w:rPr>
        <w:t xml:space="preserve">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لمحات زندگ</w:t>
      </w:r>
      <w:r>
        <w:rPr>
          <w:rFonts w:hint="cs"/>
          <w:rtl/>
          <w:lang w:bidi="ur-PK"/>
        </w:rPr>
        <w:t>ی</w:t>
      </w:r>
      <w:bookmarkEnd w:id="2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حجة</w:t>
      </w:r>
      <w:r>
        <w:rPr>
          <w:rtl/>
          <w:lang w:bidi="ur-PK"/>
        </w:rPr>
        <w:t xml:space="preserve"> الوداع سے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علالت جوبروا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مشکواة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دئے ہوئے زہرکے کروٹ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ابھراکرت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مستمرہوگئ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رہنے لگے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خبرکے عام ہوتے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جھوٹے مدع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داہونے</w:t>
      </w:r>
      <w:r>
        <w:rPr>
          <w:rtl/>
          <w:lang w:bidi="ur-PK"/>
        </w:rPr>
        <w:t xml:space="preserve"> لگے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لمہ</w:t>
      </w:r>
      <w:r>
        <w:rPr>
          <w:rtl/>
          <w:lang w:bidi="ur-PK"/>
        </w:rPr>
        <w:t xml:space="preserve"> کذاب </w:t>
      </w:r>
      <w:r>
        <w:rPr>
          <w:rtl/>
          <w:lang w:bidi="ur-PK"/>
        </w:rPr>
        <w:lastRenderedPageBreak/>
        <w:t>،اسودعنس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طل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حہ،</w:t>
      </w:r>
      <w:r>
        <w:rPr>
          <w:rtl/>
          <w:lang w:bidi="ur-PK"/>
        </w:rPr>
        <w:t xml:space="preserve"> سجاح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کواطلاع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حکومت روم مسلمانوں کوتباہ کرنے کامنصوبہ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آپ نے اس خطرہ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حملہ 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اسامہ 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سرکردگ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لشکربھ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مہاجروانصار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رہے اوراس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پراتنا زور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تک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ا”لعن</w:t>
      </w:r>
      <w:r>
        <w:rPr>
          <w:rtl/>
          <w:lang w:bidi="ur-PK"/>
        </w:rPr>
        <w:t xml:space="preserve"> اللہ من تخلف عنہا“ جواس جنگ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جائے گااس پرخداک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لعنت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بعدآنحضرت نے اسامہ کواپنے ہاتھوں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کرکے روانہ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انہوں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فاصلہ پرمقام جرف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مپ</w:t>
      </w:r>
      <w:r>
        <w:rPr>
          <w:rtl/>
          <w:lang w:bidi="ur-PK"/>
        </w:rPr>
        <w:t xml:space="preserve">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صحابہ کاانتظارکرنے لگے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لوگ نہ آئے ۔ مدارج النبوت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۴۸۸</w:t>
      </w:r>
      <w:r>
        <w:rPr>
          <w:rtl/>
          <w:lang w:bidi="ur-PK"/>
        </w:rPr>
        <w:t xml:space="preserve"> وتار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۱۲۰</w:t>
      </w:r>
      <w:r>
        <w:rPr>
          <w:rtl/>
          <w:lang w:bidi="ur-PK"/>
        </w:rPr>
        <w:t xml:space="preserve"> وطبر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۱۸۸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نہ جانے والوں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ابوبکروحضرت عمربھ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۔ مدارج النبوت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۴۹۴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آخرصفر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کہ آپ کوشد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ددردسرتھا</w:t>
      </w:r>
      <w:r>
        <w:rPr>
          <w:rtl/>
          <w:lang w:bidi="ur-PK"/>
        </w:rPr>
        <w:t xml:space="preserve"> آپ رات کے وق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اہل 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کے لئے دعاک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حضرت عائشہ نے سمجھاکہ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وہاں چلے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اس پروہ تلاش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توآپ کوبق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محودعاپا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سلسہ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ااچھاہوتا</w:t>
      </w:r>
      <w:r>
        <w:rPr>
          <w:rtl/>
          <w:lang w:bidi="ur-PK"/>
        </w:rPr>
        <w:t xml:space="preserve"> ائے عائشہ کہ تم مجھ سے پہلے مرجات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زوتکف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کرتا انہوں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آپ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مرجاؤں توآپ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کے ص </w:t>
      </w:r>
      <w:r>
        <w:rPr>
          <w:rtl/>
          <w:lang w:bidi="fa-IR"/>
        </w:rPr>
        <w:t>۴۹۵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تھے۔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رکھنے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5" w:name="_Toc509136647"/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قرطاس</w:t>
      </w:r>
      <w:bookmarkEnd w:id="2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حجة</w:t>
      </w:r>
      <w:r>
        <w:rPr>
          <w:rtl/>
          <w:lang w:bidi="ur-PK"/>
        </w:rPr>
        <w:t xml:space="preserve"> الوداع سے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پربمقام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رخم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کااعلان کرچکے تھے اب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سمجھتے ہوئے کہ اسے دستاو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اصحاب سے کہاکہ مجھے قلم ودوات اورکاغذ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</w:t>
      </w:r>
      <w:r>
        <w:rPr>
          <w:rtl/>
          <w:lang w:bidi="ur-PK"/>
        </w:rPr>
        <w:t xml:space="preserve"> تاکہ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نوشتہ لکھ دوں جوتمہ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بچانے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اصحاب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چہ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کے رحجانات قلم ودوات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حضرت عمرنے کہا </w:t>
      </w:r>
      <w:r w:rsidRPr="004619E0">
        <w:rPr>
          <w:rStyle w:val="libArabicChar"/>
          <w:rtl/>
          <w:lang w:bidi="ur-PK"/>
        </w:rPr>
        <w:t>”ان الرجل ل</w:t>
      </w:r>
      <w:r w:rsidRPr="004619E0">
        <w:rPr>
          <w:rStyle w:val="libArabicChar"/>
          <w:rFonts w:hint="cs"/>
          <w:rtl/>
          <w:lang w:bidi="ur-PK"/>
        </w:rPr>
        <w:t>ی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>جرحسبناکتاب</w:t>
      </w:r>
      <w:r w:rsidRPr="004619E0">
        <w:rPr>
          <w:rStyle w:val="libArabicChar"/>
          <w:rtl/>
          <w:lang w:bidi="ur-PK"/>
        </w:rPr>
        <w:t xml:space="preserve"> الل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>“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مرد 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بک رہاہے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کتاب خداکاف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 </w:t>
      </w:r>
      <w:r>
        <w:rPr>
          <w:rtl/>
          <w:lang w:bidi="fa-IR"/>
        </w:rPr>
        <w:t>۳۰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۸۴۲</w:t>
      </w:r>
      <w:r>
        <w:rPr>
          <w:rtl/>
          <w:lang w:bidi="ur-PK"/>
        </w:rPr>
        <w:t xml:space="preserve"> علامہ شبل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ہجرکالفظ ہے جس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۔۔۔۔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عمرنے آنحضرت کے اس ارشادکو 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سے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(الفاروق ص </w:t>
      </w:r>
      <w:r>
        <w:rPr>
          <w:rtl/>
          <w:lang w:bidi="fa-IR"/>
        </w:rPr>
        <w:t xml:space="preserve">۶۱) </w:t>
      </w:r>
      <w:r>
        <w:rPr>
          <w:rtl/>
          <w:lang w:bidi="ur-PK"/>
        </w:rPr>
        <w:t xml:space="preserve">لغت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ہودہ</w:t>
      </w:r>
      <w:r>
        <w:rPr>
          <w:rtl/>
          <w:lang w:bidi="ur-PK"/>
        </w:rPr>
        <w:t xml:space="preserve"> گفتن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بکواس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(صراح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۱۲۳)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شمس</w:t>
      </w:r>
      <w:r>
        <w:rPr>
          <w:rtl/>
          <w:lang w:bidi="ur-PK"/>
        </w:rPr>
        <w:t xml:space="preserve"> العلماء مولو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راحمددہلو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”جن کے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تمنائے خلافت چٹک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لے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انہوں نے تودھ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نگامست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منصوبہ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چٹک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اڑاد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اورمزاحمت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ہمارے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قرآن بس کرتاہے اورچونکہ اس وقت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غمبرصاحب</w:t>
      </w:r>
      <w:r>
        <w:rPr>
          <w:rtl/>
          <w:lang w:bidi="ur-PK"/>
        </w:rPr>
        <w:t xml:space="preserve"> کے حواس برجانہ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کاغذ،قلم</w:t>
      </w:r>
      <w:r>
        <w:rPr>
          <w:rtl/>
          <w:lang w:bidi="ur-PK"/>
        </w:rPr>
        <w:t xml:space="preserve"> ودوات کالانا کچھ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خداجانے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الکھواد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 (امہات الامة صفحہ </w:t>
      </w:r>
      <w:r>
        <w:rPr>
          <w:rtl/>
          <w:lang w:bidi="fa-IR"/>
        </w:rPr>
        <w:t xml:space="preserve">۹۲) </w:t>
      </w:r>
      <w:r>
        <w:rPr>
          <w:rtl/>
          <w:lang w:bidi="ur-PK"/>
        </w:rPr>
        <w:t>اس واقعہ سے آنحضرت کوسخت صدمہ ہوا اورآپ نے جھنجلاکر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اقومواعن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سے ہٹ اٹھ کرچلے جاؤ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روبروشوروغل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علامہ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خانہ کعبہ 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پانچ افراد نے حضرت ابوبکر،حضرت عمر،ابوعب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،عبدالرحمن ،سالم غلام حذ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نے متفقہ عہدوپ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”لانودہذہ الامرف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ہاشم“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غمبرکے</w:t>
      </w:r>
      <w:r>
        <w:rPr>
          <w:rtl/>
          <w:lang w:bidi="ur-PK"/>
        </w:rPr>
        <w:t xml:space="preserve"> بعدخلافت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جانے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(مجمع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)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کہتاہوں کہ کون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کرسکتاہے کہ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اسامہ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رسول سے سرتا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والوں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لعنت تک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اورواقعہ قرطاس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حکم کوبکواس بتلانے والوں کورسول خدانے نمازک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کاحکم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اہوگا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امامت نمازک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ناقابل قبول 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6" w:name="_Toc509136648"/>
      <w:r>
        <w:rPr>
          <w:rFonts w:hint="eastAsia"/>
          <w:rtl/>
          <w:lang w:bidi="ur-PK"/>
        </w:rPr>
        <w:t>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اوراحتضار</w:t>
      </w:r>
      <w:bookmarkEnd w:id="2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عائشہ فرمات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کوبلاؤ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اپنے باپ ابوبکرپھرعمرکوبلا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انہوں نے پھر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کوبلا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آپ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کوچادر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ااورآخر</w:t>
      </w:r>
      <w:r>
        <w:rPr>
          <w:rtl/>
          <w:lang w:bidi="ur-PK"/>
        </w:rPr>
        <w:t xml:space="preserve"> تک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لپٹائے رہے (ر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النضرة ص </w:t>
      </w:r>
      <w:r>
        <w:rPr>
          <w:rtl/>
          <w:lang w:bidi="fa-IR"/>
        </w:rPr>
        <w:t>۱۸۰</w:t>
      </w:r>
      <w:r>
        <w:rPr>
          <w:rtl/>
          <w:lang w:bidi="ur-PK"/>
        </w:rPr>
        <w:t xml:space="preserve"> مؤرخ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جناب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اورحسن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کوطلب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کوبلاکروص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اکرہاج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اسامہ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فلاں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قرض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اسے اداکرد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بعدسخت صدمات پہنچ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تم صبرکرنا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کھوجب</w:t>
      </w:r>
      <w:r>
        <w:rPr>
          <w:rtl/>
          <w:lang w:bidi="ur-PK"/>
        </w:rPr>
        <w:t xml:space="preserve"> اہل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توتم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ارکئے</w:t>
      </w:r>
      <w:r>
        <w:rPr>
          <w:rtl/>
          <w:lang w:bidi="ur-PK"/>
        </w:rPr>
        <w:t xml:space="preserve"> رہنا(روضة الاحباب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۵۵۹</w:t>
      </w:r>
      <w:r>
        <w:rPr>
          <w:rtl/>
          <w:lang w:bidi="ur-PK"/>
        </w:rPr>
        <w:t xml:space="preserve"> ،مدارج </w:t>
      </w:r>
      <w:r>
        <w:rPr>
          <w:rFonts w:hint="eastAsia"/>
          <w:rtl/>
          <w:lang w:bidi="ur-PK"/>
        </w:rPr>
        <w:t>النبوة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۱۱۵</w:t>
      </w:r>
      <w:r>
        <w:rPr>
          <w:rtl/>
          <w:lang w:bidi="ur-PK"/>
        </w:rPr>
        <w:t xml:space="preserve"> 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بغداد ج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۲۱۹)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7" w:name="_Toc509136649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</w:t>
      </w:r>
      <w:bookmarkEnd w:id="2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فرمانے کے بعد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فاطمہ جن کے زانو پرسرمبارک رسال مآب تھا فرمات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لوگ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کہ ناگاہ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اذن حضور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داخلہ سے منع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اورکہااے شخص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وقت ملاقات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</w:t>
      </w:r>
      <w:r>
        <w:rPr>
          <w:rFonts w:hint="eastAsia"/>
          <w:rtl/>
          <w:lang w:bidi="ur-PK"/>
        </w:rPr>
        <w:t>وقت</w:t>
      </w:r>
      <w:r>
        <w:rPr>
          <w:rtl/>
          <w:lang w:bidi="ur-PK"/>
        </w:rPr>
        <w:t xml:space="preserve"> واپس چلاجا اس نے کہام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ناممکن ہے مجھے اجازت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حاضرہوجاؤں آنحضرت کوجوقدرے افاقہ ہواتو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ااے</w:t>
      </w:r>
      <w:r>
        <w:rPr>
          <w:rtl/>
          <w:lang w:bidi="ur-PK"/>
        </w:rPr>
        <w:t xml:space="preserve"> فاطمہ اجازت دے دو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ملک الموت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فاطمہ نے اجازت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داخل خانہ ہوئے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 کرعرض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پہلادروازہ ہے جس پر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اجازت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اوراب آپ کے </w:t>
      </w:r>
      <w:r>
        <w:rPr>
          <w:rtl/>
          <w:lang w:bidi="ur-PK"/>
        </w:rPr>
        <w:lastRenderedPageBreak/>
        <w:t>بعدکس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دروازے پراجازت طلب نہ کروں گا (عجائب القصص علامہ عبدالواحد ص </w:t>
      </w:r>
      <w:r>
        <w:rPr>
          <w:rtl/>
          <w:lang w:bidi="fa-IR"/>
        </w:rPr>
        <w:t>۲۸۲</w:t>
      </w:r>
      <w:r>
        <w:rPr>
          <w:rtl/>
          <w:lang w:bidi="ur-PK"/>
        </w:rPr>
        <w:t xml:space="preserve"> ،روضة الصفا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۲۱۶</w:t>
      </w:r>
      <w:r>
        <w:rPr>
          <w:rtl/>
          <w:lang w:bidi="ur-PK"/>
        </w:rPr>
        <w:t xml:space="preserve"> ، انوارالقلوب ص </w:t>
      </w:r>
      <w:r>
        <w:rPr>
          <w:rtl/>
          <w:lang w:bidi="fa-IR"/>
        </w:rPr>
        <w:t xml:space="preserve">۱۸۸)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الغرض</w:t>
      </w:r>
      <w:r>
        <w:rPr>
          <w:rtl/>
          <w:lang w:bidi="ur-PK"/>
        </w:rPr>
        <w:t xml:space="preserve"> ملک الموت نے اپناکام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ااورحضوررسول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۲۸/ </w:t>
      </w:r>
      <w:r>
        <w:rPr>
          <w:rtl/>
          <w:lang w:bidi="ur-PK"/>
        </w:rPr>
        <w:t xml:space="preserve">صفر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ء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دوشنبہ بوقت دوپہرظاہر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خلعت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اتارد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(مودة القرب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۴۹</w:t>
      </w:r>
      <w:r>
        <w:rPr>
          <w:rtl/>
          <w:lang w:bidi="ur-PK"/>
        </w:rPr>
        <w:t xml:space="preserve"> م </w:t>
      </w:r>
      <w:r>
        <w:rPr>
          <w:rtl/>
          <w:lang w:bidi="fa-IR"/>
        </w:rPr>
        <w:t>۱۴</w:t>
      </w:r>
      <w:r>
        <w:rPr>
          <w:rtl/>
          <w:lang w:bidi="ur-PK"/>
        </w:rPr>
        <w:t xml:space="preserve"> طبع بمبئ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۳۱۰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رونے کاکہرام مچ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احضرت</w:t>
      </w:r>
      <w:r>
        <w:rPr>
          <w:rtl/>
          <w:lang w:bidi="ur-PK"/>
        </w:rPr>
        <w:t xml:space="preserve"> ابوبکراس وقت اپنے گھرمحلہ سخ گئے ہوئے تھے جومد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فاصلہ پرتھا حضرت عمرنے واقعہ وفات کونشرہونے سے روکااورجب حضرت ابوبکرآگئے تودونوں سق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ساعدہ چلے گئے جومد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فاصلہ پرتھا اورباطل پرمشوروں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(غ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اث</w:t>
      </w:r>
      <w:r>
        <w:rPr>
          <w:rtl/>
          <w:lang w:bidi="ur-PK"/>
        </w:rPr>
        <w:t xml:space="preserve"> اللغات)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ساتھ ابوعب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چلے گئے جوغسال تھے غرض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اکثرصحابہ رسول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 چھوڑ کر ہنگامہ خلافت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ہوئے اورحضرت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غسل وکفن کابندوبست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غسل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،فضل ابن عباس حضرت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راہن</w:t>
      </w:r>
      <w:r>
        <w:rPr>
          <w:rtl/>
          <w:lang w:bidi="ur-PK"/>
        </w:rPr>
        <w:t xml:space="preserve"> اونچاکرنے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عباس اورقثم کروٹ بدلوانے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اوراسامہ وشقران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 ہوگئے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ںچھ</w:t>
      </w:r>
      <w:r>
        <w:rPr>
          <w:rtl/>
          <w:lang w:bidi="ur-PK"/>
        </w:rPr>
        <w:t xml:space="preserve"> 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نمازجنازہ 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جسم اطہرکودفن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جہاں آپ نے وفات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ابوطلحہ نے قبرکھود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ابوبکروحضرت عمرآپ کے غسل وکفن اورنماز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 ہوسکے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سق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سے واپس آئے توآنحضرت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 مطہر سپردخاک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(کنزالعمال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۱۴۰</w:t>
      </w:r>
      <w:r>
        <w:rPr>
          <w:rtl/>
          <w:lang w:bidi="ur-PK"/>
        </w:rPr>
        <w:t xml:space="preserve"> ،ارجح المطالب ص </w:t>
      </w:r>
      <w:r>
        <w:rPr>
          <w:rtl/>
          <w:lang w:bidi="fa-IR"/>
        </w:rPr>
        <w:t>۶۷۰</w:t>
      </w:r>
      <w:r>
        <w:rPr>
          <w:rtl/>
          <w:lang w:bidi="ur-PK"/>
        </w:rPr>
        <w:t xml:space="preserve"> ، المرتض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۳۹</w:t>
      </w:r>
      <w:r>
        <w:rPr>
          <w:rtl/>
          <w:lang w:bidi="ur-PK"/>
        </w:rPr>
        <w:t xml:space="preserve"> ، فتح البار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وفات</w:t>
      </w:r>
      <w:r>
        <w:rPr>
          <w:rtl/>
          <w:lang w:bidi="ur-PK"/>
        </w:rPr>
        <w:t xml:space="preserve"> کے وقت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>۶۳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ابوالفداء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۱۵۲)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8" w:name="_Toc509136650"/>
      <w:r>
        <w:rPr>
          <w:rFonts w:hint="eastAsia"/>
          <w:rtl/>
          <w:lang w:bidi="ur-PK"/>
        </w:rPr>
        <w:t>وفات</w:t>
      </w:r>
      <w:r>
        <w:rPr>
          <w:rtl/>
          <w:lang w:bidi="ur-PK"/>
        </w:rPr>
        <w:t xml:space="preserve"> اورشہادت کااثر</w:t>
      </w:r>
      <w:bookmarkEnd w:id="2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سرورکائنات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کااثر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توتمام لوگوں پرہوا ،اصحاب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روئے اورحضرت عائشہ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(مسنداحمدبن حنبل جلد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۲۷۴</w:t>
      </w:r>
      <w:r>
        <w:rPr>
          <w:rtl/>
          <w:lang w:bidi="ur-PK"/>
        </w:rPr>
        <w:t xml:space="preserve"> 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۱۲۲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۱۹۷) 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جوصدمہ حضرت فاطمہ کوپہنچا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منفردتھ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سے معلوم ہوتاہے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عالم علو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اورعالم سفل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متاثرہوئے اوران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اثرات 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علامہ زمخشر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آنحضرت نے ام معبدکے وہاں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کے وضوکے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درخت اگا،جوبہتر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پھل لاتارہا،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اس کے پتے جھڑ ہوئ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وے</w:t>
      </w:r>
      <w:r>
        <w:rPr>
          <w:rtl/>
          <w:lang w:bidi="ur-PK"/>
        </w:rPr>
        <w:t xml:space="preserve"> گرے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ناگاہ خبروفات سرورعالم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بعدد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تمام کانٹے اگ آئے تھے 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معلوم ہواکہ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شہادت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پھرمدت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بعداس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جڑسے خون تازہ ابلتاہواد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معلوم ہواکہ حضرت امام حس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ن نے شہادت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کے بعد وہ خشک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(عجائب القصص ص </w:t>
      </w:r>
      <w:r>
        <w:rPr>
          <w:rtl/>
          <w:lang w:bidi="fa-IR"/>
        </w:rPr>
        <w:t>۲۵۹</w:t>
      </w:r>
      <w:r>
        <w:rPr>
          <w:rtl/>
          <w:lang w:bidi="ur-PK"/>
        </w:rPr>
        <w:t xml:space="preserve"> بحوالہ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الابرارزمخشر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9" w:name="_Toc509136651"/>
      <w:r>
        <w:rPr>
          <w:rFonts w:hint="eastAsia"/>
          <w:rtl/>
          <w:lang w:bidi="ur-PK"/>
        </w:rPr>
        <w:t>آنحضرت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کاسبب</w:t>
      </w:r>
      <w:bookmarkEnd w:id="2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ظاہرہے کہ حضرات چہاردہ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جودردجہ شہادت پرفائزنہ ہواہو۔ حضرت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لے کر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تک 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دہوا،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تلوارسے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دہوا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خاتون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فاطمہ بن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رسول اللہ وہ ضرب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دسے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چودہ معصوموں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تمام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کاسبب واضح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سبب سے اکثرحضرات ناواقف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پرروشن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ڈالتاہوں۔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حجة</w:t>
      </w:r>
      <w:r>
        <w:rPr>
          <w:rtl/>
          <w:lang w:bidi="ur-PK"/>
        </w:rPr>
        <w:t xml:space="preserve"> الاسلام امام ابوحامد محمدالغزال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سرالعالم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ص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طبع بمبئ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۱۳۱۴</w:t>
      </w:r>
      <w:r>
        <w:rPr>
          <w:rtl/>
          <w:lang w:bidi="ur-PK"/>
        </w:rPr>
        <w:t xml:space="preserve"> ئھ اورکتاب مشکواة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کے باب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۵۸</w:t>
      </w:r>
      <w:r>
        <w:rPr>
          <w:rtl/>
          <w:lang w:bidi="ur-PK"/>
        </w:rPr>
        <w:t xml:space="preserve"> سے واضح 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زہرکے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طبع مصر </w:t>
      </w:r>
      <w:r>
        <w:rPr>
          <w:rtl/>
          <w:lang w:bidi="fa-IR"/>
        </w:rPr>
        <w:t>۱۳۱۴</w:t>
      </w:r>
      <w:r>
        <w:rPr>
          <w:rtl/>
          <w:lang w:bidi="ur-PK"/>
        </w:rPr>
        <w:t xml:space="preserve"> ء کے باب اللدودص </w:t>
      </w:r>
      <w:r>
        <w:rPr>
          <w:rtl/>
          <w:lang w:bidi="fa-IR"/>
        </w:rPr>
        <w:t>۱۲۷</w:t>
      </w:r>
      <w:r>
        <w:rPr>
          <w:rtl/>
          <w:lang w:bidi="ur-PK"/>
        </w:rPr>
        <w:t xml:space="preserve"> کتاب الطب سے مستفاد اورمستنبط ہوتاہے کہ </w:t>
      </w:r>
      <w:r>
        <w:rPr>
          <w:rFonts w:hint="eastAsia"/>
          <w:rtl/>
          <w:lang w:bidi="ur-PK"/>
        </w:rPr>
        <w:t>”آنحضرت</w:t>
      </w:r>
      <w:r>
        <w:rPr>
          <w:rtl/>
          <w:lang w:bidi="ur-PK"/>
        </w:rPr>
        <w:t xml:space="preserve"> کو دوا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ملا کرزہرد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بسترعلالت پرہونے کے وقت کے واقعات وحالات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نظردوا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زہرملاکرد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اجانا</w:t>
      </w:r>
      <w:r>
        <w:rPr>
          <w:rtl/>
          <w:lang w:bidi="ur-PK"/>
        </w:rPr>
        <w:t xml:space="preserve"> متوقع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علامہ محسن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”کتاب الواف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کے </w:t>
      </w:r>
      <w:r>
        <w:rPr>
          <w:rtl/>
          <w:lang w:bidi="fa-IR"/>
        </w:rPr>
        <w:t>۱۶۶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بحوالہ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الاحکام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حضور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ں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الخ۔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مجھے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سامعلوم</w:t>
      </w:r>
      <w:r>
        <w:rPr>
          <w:rtl/>
          <w:lang w:bidi="ur-PK"/>
        </w:rPr>
        <w:t xml:space="preserve"> ہوتاہے کہ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زہرخوران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راخفائے</w:t>
      </w:r>
      <w:r>
        <w:rPr>
          <w:rtl/>
          <w:lang w:bidi="ur-PK"/>
        </w:rPr>
        <w:t xml:space="preserve"> جرم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30" w:name="_Toc509136652"/>
      <w:r>
        <w:rPr>
          <w:rFonts w:hint="eastAsia"/>
          <w:rtl/>
          <w:lang w:bidi="ur-PK"/>
        </w:rPr>
        <w:t>ازواج</w:t>
      </w:r>
      <w:bookmarkEnd w:id="3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چندکن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علاوہ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حانہ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شامل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جة</w:t>
      </w:r>
      <w:r>
        <w:rPr>
          <w:rtl/>
          <w:lang w:bidi="ur-PK"/>
        </w:rPr>
        <w:t xml:space="preserve"> 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بنت خز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وفات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بعدانتقال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نام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جة</w:t>
      </w:r>
      <w:r>
        <w:rPr>
          <w:rtl/>
          <w:lang w:bidi="ur-PK"/>
        </w:rPr>
        <w:t xml:space="preserve"> الکبر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سودہ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عائشہ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 حفصہ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۔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بنت خز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۔ ام سلمہ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۔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بنت جحش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۔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بنت حارث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۔ ام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۔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مونہ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31" w:name="_Toc509136653"/>
      <w:r>
        <w:rPr>
          <w:rFonts w:hint="eastAsia"/>
          <w:rtl/>
          <w:lang w:bidi="ur-PK"/>
        </w:rPr>
        <w:t>اولاد</w:t>
      </w:r>
      <w:bookmarkEnd w:id="3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تھے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علاوہ جومار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قبط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بطن سے تھے سب بچے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جة</w:t>
      </w:r>
      <w:r>
        <w:rPr>
          <w:rtl/>
          <w:lang w:bidi="ur-PK"/>
        </w:rPr>
        <w:t xml:space="preserve"> کے بطن سے تھے حضورک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اولادکے نام حسب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۱</w:t>
      </w:r>
      <w:r>
        <w:rPr>
          <w:rtl/>
          <w:lang w:bidi="ur-PK"/>
        </w:rPr>
        <w:t xml:space="preserve"> ۔ حضرت قاسم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: آپ بعثت سے قبل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اوردوسال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وفات پاگئے۔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جناب عبداللہ : جوطاہرکے نام سے مشہورتھے بعثت سے قبل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اوربچپن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انتقال کرگئے۔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جناب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: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اور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انتقال کرگئے۔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حضرت فاطمةالزہرا :آپ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اکلوت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شوہرحضرت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حضرت امام حسن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تھے آں جناب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سے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</w:t>
      </w:r>
      <w:r>
        <w:rPr>
          <w:rtl/>
          <w:lang w:bidi="ur-PK"/>
        </w:rPr>
        <w:t xml:space="preserve"> امام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اوران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رسول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بڑھ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اولادکاس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کاشرف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ہوااوروہ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”س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د“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سلسہ نسب کے علاوہ سارے سلسلے ٹوٹ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کارشتہ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کام نہ آئے گا (صواعق محرقہ ص </w:t>
      </w:r>
      <w:r>
        <w:rPr>
          <w:rtl/>
          <w:lang w:bidi="fa-IR"/>
        </w:rPr>
        <w:t>۹۳)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واعظ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قابل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سمجھ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،ہمارے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حق 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(روضة الشہداء ص </w:t>
      </w:r>
      <w:r>
        <w:rPr>
          <w:rtl/>
          <w:lang w:bidi="fa-IR"/>
        </w:rPr>
        <w:t xml:space="preserve">۴۰۴) </w:t>
      </w:r>
      <w:r>
        <w:rPr>
          <w:rtl/>
          <w:lang w:bidi="ur-PK"/>
        </w:rPr>
        <w:t>امام المسلم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علامہ جلال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حضرات 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مخصوص ہے مردہو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اعورت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سے ہے وہ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”س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د“</w:t>
      </w:r>
      <w:r>
        <w:rPr>
          <w:rtl/>
          <w:lang w:bidi="ur-PK"/>
        </w:rPr>
        <w:t xml:space="preserve"> رہے گا ”و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حبب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اجمع الخلق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مہم</w:t>
      </w:r>
      <w:r>
        <w:rPr>
          <w:rtl/>
          <w:lang w:bidi="ur-PK"/>
        </w:rPr>
        <w:t xml:space="preserve"> ابدا“ اورسار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پرواجب ہے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(لوامع التنز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۴،۳</w:t>
      </w:r>
      <w:r>
        <w:rPr>
          <w:rtl/>
          <w:lang w:bidi="ur-PK"/>
        </w:rPr>
        <w:t xml:space="preserve"> ،اسعاف الراغب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برحاش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ئہ</w:t>
      </w:r>
      <w:r>
        <w:rPr>
          <w:rtl/>
          <w:lang w:bidi="ur-PK"/>
        </w:rPr>
        <w:t xml:space="preserve"> نوالابصارشبلنج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۱۱۴</w:t>
      </w:r>
      <w:r>
        <w:rPr>
          <w:rtl/>
          <w:lang w:bidi="ur-PK"/>
        </w:rPr>
        <w:t xml:space="preserve"> طبع مصر)۔</w:t>
      </w: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32" w:name="_Toc509136654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</w:t>
      </w:r>
      <w:bookmarkEnd w:id="32"/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33" w:name="_Toc509136655"/>
      <w:r>
        <w:rPr>
          <w:rFonts w:hint="eastAsia"/>
          <w:rtl/>
          <w:lang w:bidi="ur-PK"/>
        </w:rPr>
        <w:t>نام</w:t>
      </w:r>
      <w:bookmarkEnd w:id="33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نے آپ کا نام اللہ کے نام پر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۔ حضرت ابو طالب و فاطمہ بنت اسد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سے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ہم نے ہاتف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 سنا تھا۔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34" w:name="_Toc509136656"/>
      <w:r>
        <w:rPr>
          <w:rFonts w:hint="eastAsia"/>
          <w:rtl/>
          <w:lang w:bidi="ur-PK"/>
        </w:rPr>
        <w:t>القاب</w:t>
      </w:r>
      <w:bookmarkEnd w:id="3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آپ</w:t>
      </w:r>
      <w:r>
        <w:rPr>
          <w:rtl/>
          <w:lang w:bidi="ur-PK"/>
        </w:rPr>
        <w:t xml:space="preserve"> کے مشہور القاب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مرتض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اسد اللہ،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اللہ، نفس اللہ،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در،</w:t>
      </w:r>
      <w:r>
        <w:rPr>
          <w:rtl/>
          <w:lang w:bidi="ur-PK"/>
        </w:rPr>
        <w:t xml:space="preserve"> کرار، نفس رسول اور ساق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کوثر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35" w:name="_Toc509136657"/>
      <w:r>
        <w:rPr>
          <w:rFonts w:hint="eastAsia"/>
          <w:rtl/>
          <w:lang w:bidi="ur-PK"/>
        </w:rPr>
        <w:t>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35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مشہور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ابو الحسن و ابو تراب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36" w:name="_Toc509136658"/>
      <w:r>
        <w:rPr>
          <w:rFonts w:hint="eastAsia"/>
          <w:rtl/>
          <w:lang w:bidi="ur-PK"/>
        </w:rPr>
        <w:t>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bookmarkEnd w:id="36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شم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خاندان کے وہ پھلے فرزند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جن کے والد اور و الدہ دونوں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شم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۔ آپ کے والد ابو طالب بن عبد المطلب بن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شم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اور ماں فاطمہ بنت اسد بن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شم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ھاشم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خاندان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تمام عربوں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فضائل کے لحاظ سے مشھور و معروف تھے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جواں</w:t>
      </w:r>
      <w:r>
        <w:rPr>
          <w:rtl/>
          <w:lang w:bidi="ur-PK"/>
        </w:rPr>
        <w:t xml:space="preserve"> مرد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شجاعت اور</w:t>
      </w:r>
      <w:r w:rsidR="00A80FD5">
        <w:rPr>
          <w:rtl/>
          <w:lang w:bidi="ur-PK"/>
        </w:rPr>
        <w:t xml:space="preserve"> بہت </w:t>
      </w:r>
      <w:r>
        <w:rPr>
          <w:rtl/>
          <w:lang w:bidi="ur-PK"/>
        </w:rPr>
        <w:t>سے فضائل بن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 xml:space="preserve">شم سے مخصوص تھے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فضائل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مبارک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بدرجہ اتم موجود تھے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37" w:name="_Toc509136659"/>
      <w:r>
        <w:rPr>
          <w:rFonts w:hint="eastAsia"/>
          <w:rtl/>
          <w:lang w:bidi="ur-PK"/>
        </w:rPr>
        <w:t>ولادت</w:t>
      </w:r>
      <w:bookmarkEnd w:id="3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جت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کا وقت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فاطمہ بنت اسد کعبہ کے پاس 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آپنے جسم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سے مس کر کے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پروردگارا</w:t>
      </w:r>
      <w:r>
        <w:rPr>
          <w:rtl/>
          <w:lang w:bidi="ur-PK"/>
        </w:rPr>
        <w:t xml:space="preserve"> !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تجھ پر،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B0571B">
        <w:rPr>
          <w:rFonts w:hint="eastAsia"/>
          <w:rtl/>
          <w:lang w:bidi="ur-PK"/>
        </w:rPr>
        <w:t>ین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نازل شدہ کتابوں پر اور اس مکان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کرنے والے، آپنے جد ابر</w:t>
      </w:r>
      <w:r w:rsidR="00544BD6">
        <w:rPr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(ع) کے کلام پر راسخ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ں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پروردگارا</w:t>
      </w:r>
      <w:r>
        <w:rPr>
          <w:rtl/>
          <w:lang w:bidi="ur-PK"/>
        </w:rPr>
        <w:t xml:space="preserve"> ! تجھے اس ذات کے احترام کا واسطہ جس نے اس مکان مقدس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بچہ کے حق کا واسطہ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شکم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</w:t>
      </w:r>
      <w:r w:rsidR="00CA4A31">
        <w:rPr>
          <w:rtl/>
          <w:lang w:bidi="ur-PK"/>
        </w:rPr>
        <w:t xml:space="preserve"> ہے</w:t>
      </w:r>
      <w:r>
        <w:rPr>
          <w:rtl/>
          <w:lang w:bidi="ur-PK"/>
        </w:rPr>
        <w:t>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آسان فرما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بھ</w:t>
      </w:r>
      <w:r>
        <w:rPr>
          <w:rFonts w:hint="cs"/>
          <w:rtl/>
          <w:lang w:bidi="ur-PK"/>
        </w:rPr>
        <w:t>ی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گزرا تھا کہ کعبہ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، عباس بن عبد المطلب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بن تعف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نظروں کے سامنے شگافتہ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فاطمہ بنت اسد کعبہ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دوبارہ مل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فاطمہ بنت اسد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تک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اس سب سے مقدس مکان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مھمان </w:t>
      </w:r>
      <w:r w:rsidR="005D20BC">
        <w:rPr>
          <w:rtl/>
          <w:lang w:bidi="ur-PK"/>
        </w:rPr>
        <w:t>رہیں</w:t>
      </w:r>
      <w:r>
        <w:rPr>
          <w:rtl/>
          <w:lang w:bidi="ur-PK"/>
        </w:rPr>
        <w:t xml:space="preserve">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رجب سن </w:t>
      </w:r>
      <w:r>
        <w:rPr>
          <w:rtl/>
          <w:lang w:bidi="fa-IR"/>
        </w:rPr>
        <w:t xml:space="preserve">۳۰/ </w:t>
      </w:r>
      <w:r>
        <w:rPr>
          <w:rtl/>
          <w:lang w:bidi="ur-PK"/>
        </w:rPr>
        <w:t>عام 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 بچہ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ولادت کے بعد جب فاطمہ بنت اسد نے کعبہ سے</w:t>
      </w:r>
      <w:r w:rsidR="00A80FD5">
        <w:rPr>
          <w:rtl/>
          <w:lang w:bidi="ur-PK"/>
        </w:rPr>
        <w:t xml:space="preserve"> باہر </w:t>
      </w:r>
      <w:r>
        <w:rPr>
          <w:rtl/>
          <w:lang w:bidi="ur-PK"/>
        </w:rPr>
        <w:t>آنا چ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ا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دو بارہ شگافتہ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آپ کعبہ سے</w:t>
      </w:r>
      <w:r w:rsidR="00A80FD5">
        <w:rPr>
          <w:rtl/>
          <w:lang w:bidi="ur-PK"/>
        </w:rPr>
        <w:t xml:space="preserve"> باہر </w:t>
      </w:r>
      <w:r>
        <w:rPr>
          <w:rtl/>
          <w:lang w:bidi="ur-PK"/>
        </w:rPr>
        <w:t>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:”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سنا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اس بچے کا ” نام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 رکھنا “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38" w:name="_Toc509136660"/>
      <w:r>
        <w:rPr>
          <w:rFonts w:hint="eastAsia"/>
          <w:rtl/>
          <w:lang w:bidi="ur-PK"/>
        </w:rPr>
        <w:t>بچپن</w:t>
      </w:r>
      <w:r>
        <w:rPr>
          <w:rtl/>
          <w:lang w:bidi="ur-PK"/>
        </w:rPr>
        <w:t xml:space="preserve"> ا ور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3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تک آپنے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پاس رہے اور اس کے بعد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کے پاس آگئے۔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کہ جب آپ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کے تھ</w:t>
      </w:r>
      <w:r w:rsidR="00980366">
        <w:rPr>
          <w:rtl/>
          <w:lang w:bidi="ur-PK"/>
        </w:rPr>
        <w:t>یا</w:t>
      </w:r>
      <w:r>
        <w:rPr>
          <w:rtl/>
          <w:lang w:bidi="ur-PK"/>
        </w:rPr>
        <w:t xml:space="preserve">س وقت مکہ </w:t>
      </w:r>
      <w:r w:rsidR="00E8268B">
        <w:rPr>
          <w:rtl/>
          <w:lang w:bidi="ur-PK"/>
        </w:rPr>
        <w:t xml:space="preserve">میں </w:t>
      </w:r>
      <w:r w:rsidR="00A80FD5">
        <w:rPr>
          <w:rtl/>
          <w:lang w:bidi="ur-PK"/>
        </w:rPr>
        <w:t xml:space="preserve"> بہت </w:t>
      </w:r>
      <w:r>
        <w:rPr>
          <w:rtl/>
          <w:lang w:bidi="ur-PK"/>
        </w:rPr>
        <w:t>سخت قحط پڑا ۔جس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رسول اللہ (ص) کے چچا ابو طالب کو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کابہت سخت سامنا کرنا پڑا ۔ رسول اللہ (ص) نے آپنے دوسرے چچا عباس سے مشورہ کرنے کے بعد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  <w:r w:rsidR="00CA4A31">
        <w:rPr>
          <w:rtl/>
          <w:lang w:bidi="ur-PK"/>
        </w:rPr>
        <w:t xml:space="preserve"> ہم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ک،</w:t>
      </w:r>
      <w:r>
        <w:rPr>
          <w:rtl/>
          <w:lang w:bidi="ur-PK"/>
        </w:rPr>
        <w:t xml:space="preserve"> ابو طالب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کفالت آپنے ذمہ لے لے تاکہ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آسان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 جائے ۔ اس طرح عباس نے جعفر اور رسول اللہ (ص)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کفالت آپنے ذمہ لے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کفالت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آگئے اور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براهِ راست حضرت محمد مصطفےٰ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نظر ہونے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 ٓ پ نے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اور توجہ سے آپنا پورا وقت، اس چھوٹے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 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. کچھ تو ح</w:t>
      </w:r>
      <w:r>
        <w:rPr>
          <w:rFonts w:hint="eastAsia"/>
          <w:rtl/>
          <w:lang w:bidi="ur-PK"/>
        </w:rPr>
        <w:t>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جوہر اور پھراس پر رسول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بلند مرتبہ مرب</w:t>
      </w:r>
      <w:r>
        <w:rPr>
          <w:rFonts w:hint="cs"/>
          <w:rtl/>
          <w:lang w:bidi="ur-PK"/>
        </w:rPr>
        <w:t>یّ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، چنانچہ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دس برس کے سن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پہنچ گئے کہ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نے رسالت کا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آپ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فرمائ ۔ آپ </w:t>
      </w:r>
      <w:r w:rsidR="0017790D">
        <w:rPr>
          <w:rtl/>
          <w:lang w:bidi="ur-PK"/>
        </w:rPr>
        <w:t>ہمیشہ</w:t>
      </w:r>
      <w:r>
        <w:rPr>
          <w:rtl/>
          <w:lang w:bidi="ur-PK"/>
        </w:rPr>
        <w:t xml:space="preserve"> رسول اللہ (ص) کے ساتھ</w:t>
      </w:r>
      <w:r w:rsidR="00CA4A31">
        <w:rPr>
          <w:rtl/>
          <w:lang w:bidi="ur-PK"/>
        </w:rPr>
        <w:t xml:space="preserve"> رہتے </w:t>
      </w:r>
      <w:r>
        <w:rPr>
          <w:rtl/>
          <w:lang w:bidi="ur-PK"/>
        </w:rPr>
        <w:t xml:space="preserve">تھے،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شھر سے ب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ر، کوہ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جاتے تھے تو آپ کو آپنے ساتھ لے جاتے تھے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39" w:name="_Toc509136661"/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 اور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</w:t>
      </w:r>
      <w:bookmarkEnd w:id="3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جب</w:t>
      </w:r>
      <w:r>
        <w:rPr>
          <w:rtl/>
          <w:lang w:bidi="ur-PK"/>
        </w:rPr>
        <w:t xml:space="preserve"> حضرت محمد مصطفے ( ص )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کے ہوئے تو اللہ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آپنا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پہنچانے کے لئے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کو جو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سونپ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 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بعثت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محمد (ص) پر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نزول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انتخاب کے بعدک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دعوت کے بعد بالاخرخدا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 اور رسول اللہ (ص) کو 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دعوت اسلام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دوران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غمبراکرم</w:t>
      </w:r>
      <w:r>
        <w:rPr>
          <w:rtl/>
          <w:lang w:bidi="ur-PK"/>
        </w:rPr>
        <w:t xml:space="preserve">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کے منصوبوں کو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جامہ پھنانے والے تنھا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تھے۔ جب رسول اللہ (ص) نے اپنے اعزاء و اقرباء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کے لئے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آپ کے ھمدرد و ھمدم، تنھا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تھے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دعوت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خدا (ص) ن</w:t>
      </w:r>
      <w:r w:rsidR="007F6485">
        <w:rPr>
          <w:rtl/>
          <w:lang w:bidi="ur-PK"/>
        </w:rPr>
        <w:t>یح</w:t>
      </w:r>
      <w:r>
        <w:rPr>
          <w:rtl/>
          <w:lang w:bidi="ur-PK"/>
        </w:rPr>
        <w:t>اضر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کون ہے جو اس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 اور آپ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؟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سوال کا جواب فقط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:” اے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خدا !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نصرت کروں گا 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مرتبہ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تکرار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مرتبہ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کا جواب سننے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خاندان والوں ! جان لو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تمھارے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 فضائل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آپ (ع) رسول اللہ (ص)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والے سب سے پھلے شخص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اس سلسلے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لکھتے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”بزرگ</w:t>
      </w:r>
      <w:r>
        <w:rPr>
          <w:rtl/>
          <w:lang w:bidi="ur-PK"/>
        </w:rPr>
        <w:t xml:space="preserve"> علماء اور گروہ معتزلہ کے متکلم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</w:t>
      </w:r>
      <w:r w:rsidR="00CA4A31">
        <w:rPr>
          <w:rtl/>
          <w:lang w:bidi="ur-PK"/>
        </w:rPr>
        <w:t xml:space="preserve"> نہیں </w:t>
      </w:r>
      <w:r w:rsidR="0017790D">
        <w:rPr>
          <w:rtl/>
          <w:lang w:bidi="ur-PK"/>
        </w:rPr>
        <w:t xml:space="preserve">ہے </w:t>
      </w:r>
      <w:r>
        <w:rPr>
          <w:rtl/>
          <w:lang w:bidi="ur-PK"/>
        </w:rPr>
        <w:t>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(ع) وہ پھلے شخص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جو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لائے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خدا (ص) ک</w:t>
      </w:r>
      <w:r>
        <w:rPr>
          <w:rFonts w:hint="cs"/>
          <w:rtl/>
          <w:lang w:bidi="ur-PK"/>
        </w:rPr>
        <w:t>ی</w:t>
      </w:r>
      <w:r w:rsidR="004619E0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بعثت، زمانہ , ماحول, شہر اور آپن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و خاندان کے خلاف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مہم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رسول کا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نہ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اتا تھا ۔ بس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تھے کہ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نے رسالت کا دعو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انہوں نے سب سے پہلے ا 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کااقرارک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.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جناب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 کبر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جنھوں نے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طبقہ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سبقتِ اسلام ک ا شرف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کادعوائے رسالت کرنا تھا کہ مکہ کا ہر آدم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کادشمن نظر انے لگا .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 جو کل تک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اورامانتدار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کادم بھرتے تھے اج آپ کو ( معاذ اللہ (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وانہ،</w:t>
      </w:r>
      <w:r>
        <w:rPr>
          <w:rtl/>
          <w:lang w:bidi="ur-PK"/>
        </w:rPr>
        <w:t xml:space="preserve"> جادو گر اور نہ جانے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کہنے لگے۔ اللہ کے رسول کے راستوں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کانٹے بچھائے جاتے،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eastAsia"/>
          <w:rtl/>
          <w:lang w:bidi="ur-PK"/>
        </w:rPr>
        <w:t>تھر</w:t>
      </w:r>
      <w:r>
        <w:rPr>
          <w:rtl/>
          <w:lang w:bidi="ur-PK"/>
        </w:rPr>
        <w:t xml:space="preserve"> مارے جاتے اور ان کے سر پر کوڑا کرکٹ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نکا</w:t>
      </w:r>
      <w:r>
        <w:rPr>
          <w:rtl/>
          <w:lang w:bidi="ur-PK"/>
        </w:rPr>
        <w:t xml:space="preserve"> جاتا تھا. اس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کے وقت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رسول ک ے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صرفاور صرف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تھے، جو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ہار تے تھے ۔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محبت ووفادار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کادم بھرتے رہ</w:t>
      </w:r>
      <w:r w:rsidR="00980366">
        <w:rPr>
          <w:rtl/>
          <w:lang w:bidi="ur-PK"/>
        </w:rPr>
        <w:t>یا</w:t>
      </w:r>
      <w:r>
        <w:rPr>
          <w:rtl/>
          <w:lang w:bidi="ur-PK"/>
        </w:rPr>
        <w:t>ور ہرموقع پر رسول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سپر رہے۔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وہ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مخالف گروہ نے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طے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اور ان کے تمام گھر والوں کا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 حالات اتنے خراب تھے کہ جانوں کے لالے پڑ گئے تھے .حضرت ابو طالب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نے آپنے تمام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حضرت محمدمصطفےٰ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پہاڑ کے دامن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محفوظ قلعہ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وہان پر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برس تک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وبند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.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کہ اس دوران ہر رات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خطرہ رہتا تھا 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دشمن شب خون نہ مار دے . اس لئے ابو طالب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وہ رات بھر رسول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بس</w:t>
      </w:r>
      <w:r>
        <w:rPr>
          <w:rFonts w:hint="eastAsia"/>
          <w:rtl/>
          <w:lang w:bidi="ur-PK"/>
        </w:rPr>
        <w:t>تر</w:t>
      </w:r>
      <w:r>
        <w:rPr>
          <w:rtl/>
          <w:lang w:bidi="ur-PK"/>
        </w:rPr>
        <w:t xml:space="preserve">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تھے، بلکہ ک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کے بستر پر جعفر کو اور جعفر کے بستر پر رسول کو ک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بستر پر رسول کو اور رسول کے بستر پر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 ک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بستر پر رسول کو اور رسول کے بستر پر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لٹا تے رہتے تھے.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اگر دشمن رسول کے بستر کا پتہ لگا کر حملہ کرنا چاہے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کوئ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قتل ہوجائے مگر رسول کا بال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کانہ</w:t>
      </w:r>
      <w:r>
        <w:rPr>
          <w:rtl/>
          <w:lang w:bidi="ur-PK"/>
        </w:rPr>
        <w:t xml:space="preserve"> ہونے پائے . اس طرح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بچپن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فدا 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جان نثار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سبق کو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دہراتے رہے .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40" w:name="_Toc509136662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ہجرت اور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</w:t>
      </w:r>
      <w:bookmarkEnd w:id="40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افتخارات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جب شب</w:t>
      </w:r>
      <w:r w:rsidR="00A80FD5">
        <w:rPr>
          <w:rtl/>
          <w:lang w:bidi="ur-PK"/>
        </w:rPr>
        <w:t xml:space="preserve"> ہجرت </w:t>
      </w:r>
      <w:r>
        <w:rPr>
          <w:rtl/>
          <w:lang w:bidi="ur-PK"/>
        </w:rPr>
        <w:t>مشرک دشمنوں نے رسول اللہ (ص) کے قتل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سازش رچ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آپ (ع) نے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شجاعت کے ساتھ رسول اللہ (ص) کے بستر پر سو کر انک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سازش کو نا کام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ابو طالب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کا دل ٹوٹ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آپ نے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ہجرت کاارادہ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دشمنوں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سازش رچ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رات جمع ہو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کے گھر کو 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حضرت کو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جب حضرت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آپ نے آپنے جاں نثار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بلا کر اس سازش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اطلاع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اس طرح بچ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اگر آج رات آپ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بستر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چادر اوڑھ کر سو جاؤ اور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مکہ سے روانہ ہوجاؤں .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ہوتاتو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سنتے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دل دہل جاتا، مگر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 کاشکر ادا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بہت خوش ہوئے کہ مجھے رسول کافد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جارہا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کہ رسالت ماب شب کے وقت مکہ معظمہ 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ہوگئے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 السّلام ر</w:t>
      </w:r>
      <w:r>
        <w:rPr>
          <w:rFonts w:hint="eastAsia"/>
          <w:rtl/>
          <w:lang w:bidi="ur-PK"/>
        </w:rPr>
        <w:t>سول</w:t>
      </w:r>
      <w:r>
        <w:rPr>
          <w:rtl/>
          <w:lang w:bidi="ur-PK"/>
        </w:rPr>
        <w:t xml:space="preserve"> کے بستر پر سوئے۔ چاروں طرف خون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دشمن تلوار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زے</w:t>
      </w:r>
      <w:r>
        <w:rPr>
          <w:rtl/>
          <w:lang w:bidi="ur-PK"/>
        </w:rPr>
        <w:t xml:space="preserve"> لئے ہوئے مکان کوگھ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ہوئے تھے . بس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ذرا صبح ہو اور سب کے سب گھر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 کر رسالت ما ٓ ب کو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کے ساتھ بستر پرارام کرتے رہے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کا ذرا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جب دشمنوں کو صبح کے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ہوا کہ محمد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انھوں نے آپ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دباؤ ڈالا کہ آپ بتلاد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رسول کہا ںگئے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? مگر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نے بڑے بہادرانہ انداز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بتانے سے قطع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طور</w:t>
      </w:r>
      <w:r>
        <w:rPr>
          <w:rtl/>
          <w:lang w:bidi="ur-PK"/>
        </w:rPr>
        <w:t xml:space="preserve"> پر انکار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. اس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ہواکہ رسول اللہ (ص) مکہ سے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تک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رکاوٹ کے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.عل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روز تک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رہے . جن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اللہ کے پاس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سپرد کر ک</w:t>
      </w:r>
      <w:r w:rsidR="007F6485">
        <w:rPr>
          <w:rtl/>
          <w:lang w:bidi="ur-PK"/>
        </w:rPr>
        <w:t>یخ</w:t>
      </w:r>
      <w:r>
        <w:rPr>
          <w:rtl/>
          <w:lang w:bidi="ur-PK"/>
        </w:rPr>
        <w:t>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ُب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ُ رسالت کو آپنے ساتھ لے کرمد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ہوئے . آپ کئ روز تک رات دن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چلے کر اس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رسول کے پاس پہنچے کہ آپ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سے خون بہ رہا تھا. اس واقعہ سے ثابت ہوتا ہے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پر رسول کو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اعتماد تھااور جس وفادار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, ہمت اور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نے اس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پورا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مثال 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41" w:name="_Toc509136663"/>
      <w:r>
        <w:rPr>
          <w:rFonts w:hint="eastAsia"/>
          <w:rtl/>
          <w:lang w:bidi="ur-PK"/>
        </w:rPr>
        <w:t>شاد</w:t>
      </w:r>
      <w:r>
        <w:rPr>
          <w:rFonts w:hint="cs"/>
          <w:rtl/>
          <w:lang w:bidi="ur-PK"/>
        </w:rPr>
        <w:t>ی</w:t>
      </w:r>
      <w:bookmarkEnd w:id="41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رسول اکرم (ص) ہجرت کر کے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گئے تو فاطمہ زہرا السّلام اللہ عل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</w:t>
      </w:r>
      <w:r>
        <w:rPr>
          <w:rtl/>
          <w:lang w:bidi="ur-PK"/>
        </w:rPr>
        <w:t xml:space="preserve"> بالغ ہو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اکلوت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زہرا السّلام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</w:t>
      </w:r>
      <w:r>
        <w:rPr>
          <w:rtl/>
          <w:lang w:bidi="ur-PK"/>
        </w:rPr>
        <w:t xml:space="preserve"> ک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تھے.ک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 رسول(ص)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 ے بہت محبت کر تے تھے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کہ جب فاطمہ زہرا السّلام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</w:t>
      </w:r>
      <w:r>
        <w:rPr>
          <w:rtl/>
          <w:lang w:bidi="ur-PK"/>
        </w:rPr>
        <w:t xml:space="preserve"> ان کے پاس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رسولاللہ (ص)ان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ل ئے کھڑے ہوجاتے تھے .اس لئے ہر شخص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معزز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منسوب ہونے کا شرف حاصل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تمنا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تھا. کچھ لو گوں نے ہمت کر کے سول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مگر حضرت نے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خواہشوں کو رد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فاطمہ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کے حکمِ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عمر</w:t>
      </w:r>
      <w:r>
        <w:rPr>
          <w:rtl/>
          <w:lang w:bidi="ur-PK"/>
        </w:rPr>
        <w:t xml:space="preserve"> و ابوبکر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اوس کے سردار سعد بن معاذ سے مشورہ کرنے کے بعد اس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پر پھونچ چکے تھے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 سوا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زھرا (س) کے ساتھ ازدواج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اقت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رکھتا۔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جب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انصار رسول (ص)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آب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 w:rsidR="0017790D">
        <w:rPr>
          <w:rtl/>
          <w:lang w:bidi="ur-PK"/>
        </w:rPr>
        <w:t xml:space="preserve">رہے </w:t>
      </w:r>
      <w:r>
        <w:rPr>
          <w:rtl/>
          <w:lang w:bidi="ur-PK"/>
        </w:rPr>
        <w:t>تھ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و انھوں نے اس </w:t>
      </w:r>
      <w:r>
        <w:rPr>
          <w:rFonts w:hint="eastAsia"/>
          <w:rtl/>
          <w:lang w:bidi="ur-PK"/>
        </w:rPr>
        <w:t>موضوع</w:t>
      </w:r>
      <w:r>
        <w:rPr>
          <w:rtl/>
          <w:lang w:bidi="ur-PK"/>
        </w:rPr>
        <w:t xml:space="preserve"> کو آپ (ع) کے سامنے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ڑا</w:t>
      </w:r>
      <w:r>
        <w:rPr>
          <w:rtl/>
          <w:lang w:bidi="ur-PK"/>
        </w:rPr>
        <w:t xml:space="preserve"> اور آپ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دختر رسول (ص) 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خو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اں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 آپ رسول اللہ (ص) کے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ہو گئے۔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رسول اللہ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پھونچے تو رسول اللہ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اس بات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مانع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آپ (ع) کچہ عرض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۔جب رسول اللہ (ص) نے آنے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نے اپنے فضائل، تقو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اور اسلام کے لئے آپنے سابقہ کارناموں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”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 </w:t>
      </w:r>
      <w:r>
        <w:rPr>
          <w:rFonts w:hint="eastAsia"/>
          <w:rtl/>
          <w:lang w:bidi="ur-PK"/>
        </w:rPr>
        <w:t>فاطمہ</w:t>
      </w:r>
      <w:r>
        <w:rPr>
          <w:rtl/>
          <w:lang w:bidi="ur-PK"/>
        </w:rPr>
        <w:t xml:space="preserve">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عقد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بہتر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؟“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زھرا (س)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رسول اللہ (ص)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رشتہ قبول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ہجرت</w:t>
      </w:r>
      <w:r>
        <w:rPr>
          <w:rtl/>
          <w:lang w:bidi="ur-PK"/>
        </w:rPr>
        <w:t xml:space="preserve"> کا پہلا سال تھا کہ رسول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اس عزت کے لئے منتخب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.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سادگ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انجام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 . حضرت فاطمہ (س) کا مہر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سے لے کر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ُ کچھ گھر کا سامان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جسے 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طور 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وہ سامان </w:t>
      </w:r>
      <w:r>
        <w:rPr>
          <w:rtl/>
          <w:lang w:bidi="ur-PK"/>
        </w:rPr>
        <w:lastRenderedPageBreak/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؟ </w:t>
      </w:r>
      <w:r>
        <w:rPr>
          <w:rFonts w:hint="eastAsia"/>
          <w:rtl/>
          <w:lang w:bidi="ur-PK"/>
        </w:rPr>
        <w:t>کچھ</w:t>
      </w:r>
      <w:r>
        <w:rPr>
          <w:rtl/>
          <w:lang w:bidi="ur-PK"/>
        </w:rPr>
        <w:t xml:space="preserve">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برتن ، خرمے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چھال کے تک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چمڑے کابستر، چرخہ،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 . حضرت زہرا (س) کا مہر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 سترہ تولے چاند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جس</w:t>
      </w:r>
      <w:r w:rsidR="007F6485">
        <w:rPr>
          <w:rtl/>
          <w:lang w:bidi="ur-PK"/>
        </w:rPr>
        <w:t>یح</w:t>
      </w:r>
      <w:r>
        <w:rPr>
          <w:rtl/>
          <w:lang w:bidi="ur-PK"/>
        </w:rPr>
        <w:t>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نے آپن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زرہ فروخت کر کے ادا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42" w:name="_Toc509136664"/>
      <w:r>
        <w:rPr>
          <w:rFonts w:hint="eastAsia"/>
          <w:rtl/>
          <w:lang w:bidi="ur-PK"/>
        </w:rPr>
        <w:t>کتابت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bookmarkEnd w:id="42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کتابت اور</w:t>
      </w:r>
      <w:r w:rsidR="00A80FD5">
        <w:rPr>
          <w:rtl/>
          <w:lang w:bidi="ur-PK"/>
        </w:rPr>
        <w:t xml:space="preserve"> بہت </w:t>
      </w:r>
      <w:r>
        <w:rPr>
          <w:rtl/>
          <w:lang w:bidi="ur-PK"/>
        </w:rPr>
        <w:t>سے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اسناد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دعوت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خطوط لکھنا،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</w:t>
      </w:r>
      <w:r w:rsidR="00A80FD5">
        <w:rPr>
          <w:rtl/>
          <w:lang w:bidi="ur-PK"/>
        </w:rPr>
        <w:t xml:space="preserve"> بہت 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 xml:space="preserve">م کاموں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۔ آپ (ع)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لکھتے اور منظم و کرتے تھے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آپ کو کاتبان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حافظان قرآن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43" w:name="_Toc509136665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ااسلام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tl/>
          <w:lang w:bidi="ur-PK"/>
        </w:rPr>
        <w:t xml:space="preserve"> (ص) کے بھائ</w:t>
      </w:r>
      <w:bookmarkEnd w:id="43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tl/>
          <w:lang w:bidi="ur-PK"/>
        </w:rPr>
        <w:t xml:space="preserve"> (ص) ن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پہنچ کر مسلمانوں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بھائ کا رشتہ قائم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عمر کو ابو بکر کا بھائ بنا بنا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اطلہ</w:t>
      </w:r>
      <w:r>
        <w:rPr>
          <w:rtl/>
          <w:lang w:bidi="ur-PK"/>
        </w:rPr>
        <w:t xml:space="preserve"> کو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بھائ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و۔ ۔ ۔ ۔ ۔ اور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(ع)کو رسول اللہ (ص) نے اپنا بھائ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تم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، اس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جس نے مجھے حق کے ساتھ مبعوث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۔۔۔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اخوت کے لئے انتخاب کرتا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ں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اخوت جو دونوں جھان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بر قرار</w:t>
      </w:r>
      <w:r w:rsidR="0017790D">
        <w:rPr>
          <w:rtl/>
          <w:lang w:bidi="ur-PK"/>
        </w:rPr>
        <w:t xml:space="preserve">رہے </w:t>
      </w:r>
      <w:r>
        <w:rPr>
          <w:rtl/>
          <w:lang w:bidi="ur-PK"/>
        </w:rPr>
        <w:t>“۔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44" w:name="_Toc509136666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 اسلا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جہاد</w:t>
      </w:r>
      <w:bookmarkEnd w:id="44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کے دشمنوں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غمبراسال</w:t>
      </w:r>
      <w:r>
        <w:rPr>
          <w:rtl/>
          <w:lang w:bidi="ur-PK"/>
        </w:rPr>
        <w:t xml:space="preserve"> (ص) کو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نہ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. جو مسلمان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طرح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کو قتل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کچھ کو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کچھ کو مارا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.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بلکہانہوں نے اسلحہ اور فوج جمع کر کے خود رسول کے خلا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پر چڑ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موقع پر رسول اللہ (ص) کا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فرض تھا کہ وہ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والوں کے گھروں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 انھوں نے آپ کو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پنا 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نصرت و مداد کاوعدہ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لہذا آپ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پسند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آپ شہر کے ان</w:t>
      </w:r>
      <w:r>
        <w:rPr>
          <w:rFonts w:hint="eastAsia"/>
          <w:rtl/>
          <w:lang w:bidi="ur-PK"/>
        </w:rPr>
        <w:t>در</w:t>
      </w:r>
      <w:r>
        <w:rPr>
          <w:rtl/>
          <w:lang w:bidi="ur-PK"/>
        </w:rPr>
        <w:t xml:space="preserve"> رہ کر دشمن کا مقابلہ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دشمن کو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امن اباد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ہونے اور عورتوں اور بچوں کو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کرنے کا موقع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. آپ کے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تعداد بہت کم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آپ کے پاس کل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آدم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اور مب کے پاس ہتھ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تھے، مگر آپ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ہم </w:t>
      </w:r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باہر نکل کر دشمن کا مقابلہ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چنانچہ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جوآگے چل کر جنگِ بدر کے نام سے مشہور ہوئ . اس جنگ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رسول اللہ (ص) نے آپنے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آگے رکھا،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آپ کے چچا زاد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ابن حارث ابن عبدالمطلب اس جنگ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ہوگئے .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کو جنگ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پہلا تجربہ </w:t>
      </w:r>
      <w:r>
        <w:rPr>
          <w:rtl/>
          <w:lang w:bidi="ur-PK"/>
        </w:rPr>
        <w:lastRenderedPageBreak/>
        <w:t>تھا۔ اس وقت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صرف </w:t>
      </w:r>
      <w:r>
        <w:rPr>
          <w:rtl/>
          <w:lang w:bidi="fa-IR"/>
        </w:rPr>
        <w:t>۲۵</w:t>
      </w:r>
      <w:r>
        <w:rPr>
          <w:rtl/>
          <w:lang w:bidi="ur-PK"/>
        </w:rPr>
        <w:t>برس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فتح کا سہرا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کے سر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بندھا۔ جتنے مشرک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قتل ہوئے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ادھ</w:t>
      </w:r>
      <w:r w:rsidR="007F6485">
        <w:rPr>
          <w:rtl/>
          <w:lang w:bidi="ur-PK"/>
        </w:rPr>
        <w:t>یح</w:t>
      </w:r>
      <w:r>
        <w:rPr>
          <w:rtl/>
          <w:lang w:bidi="ur-PK"/>
        </w:rPr>
        <w:t>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کے ہاتھ سے اور ادھے،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مجاہد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ہات</w:t>
      </w:r>
      <w:r>
        <w:rPr>
          <w:rFonts w:hint="eastAsia"/>
          <w:rtl/>
          <w:lang w:bidi="ur-PK"/>
        </w:rPr>
        <w:t>ھوں</w:t>
      </w:r>
      <w:r>
        <w:rPr>
          <w:rtl/>
          <w:lang w:bidi="ur-PK"/>
        </w:rPr>
        <w:t xml:space="preserve"> قتل ہوئے تھے۔ اس کے بعد ،اُحد، خندق،خ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براور</w:t>
      </w:r>
      <w:r>
        <w:rPr>
          <w:rtl/>
          <w:lang w:bidi="ur-PK"/>
        </w:rPr>
        <w:t xml:space="preserve"> اخر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نے رسول کے ساتھ رہ کر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جوہر دکھا ئے۔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 xml:space="preserve"> ان تمام جنگوں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علمدار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عہدہ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رہا . اس کے علاوہ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رسول ن</w:t>
      </w:r>
      <w:r w:rsidR="007F6485">
        <w:rPr>
          <w:rtl/>
          <w:lang w:bidi="ur-PK"/>
        </w:rPr>
        <w:t>یح</w:t>
      </w:r>
      <w:r>
        <w:rPr>
          <w:rtl/>
          <w:lang w:bidi="ur-PK"/>
        </w:rPr>
        <w:t>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تنہا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اورانھوں نے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ثابت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فتح حاصل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استقلال،تحمّل اور شرافت ُ نفس کا وہ مطاہرہ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کہاس کا اقرار خود ان کے دشمن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پڑا۔ جب خندق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دشمن کے سب سے بڑے سورماعمر وبن عبدود کو آپ نے مغلوب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کاسر کاٹنے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پرسوار ہوئے تو اس نے آپ کے چہرے پر لعب دہن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آپ کو غصہ 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آپ اس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اتر ا ٓئے . صرف اس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سے کہ اگراس غصّ</w:t>
      </w:r>
      <w:r w:rsidR="00523C85">
        <w:rPr>
          <w:rtl/>
          <w:lang w:bidi="ur-PK"/>
        </w:rPr>
        <w:t>یک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کو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عمل خ</w:t>
      </w:r>
      <w:r>
        <w:rPr>
          <w:rFonts w:hint="eastAsia"/>
          <w:rtl/>
          <w:lang w:bidi="ur-PK"/>
        </w:rPr>
        <w:t>واہش</w:t>
      </w:r>
      <w:r>
        <w:rPr>
          <w:rtl/>
          <w:lang w:bidi="ur-PK"/>
        </w:rPr>
        <w:t xml:space="preserve"> نفس کے مطابق ہوگا،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ہوگا۔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آپ نے اس کو 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بعد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اس زمانے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دشمن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 کو برہنہ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تھے، مگر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اُتار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جبکہ وہ بہت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. چناچہجب عمرو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بہن آپنے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 پر 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اس نے کہا کہاگر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ہوتا تو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عمر بھر روت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مگر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صبر 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کاقاتل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انسان ہے جس نے آپنے 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گوارا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آپ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ابچّوں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پر</w:t>
      </w:r>
      <w:r>
        <w:rPr>
          <w:rtl/>
          <w:lang w:bidi="ur-PK"/>
        </w:rPr>
        <w:t xml:space="preserve"> ہاتھ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نہ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مالِ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.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45" w:name="_Toc509136667"/>
      <w:r>
        <w:rPr>
          <w:rFonts w:hint="eastAsia"/>
          <w:rtl/>
          <w:lang w:bidi="ur-PK"/>
        </w:rPr>
        <w:t>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خم</w:t>
      </w:r>
      <w:bookmarkEnd w:id="45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آپن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برکت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حج کا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مکہ س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 رہے تھے، جس وقت آپ کا قافلہ جحفہ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خم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پر پہنچا تو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بلغ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کرنازل</w:t>
      </w:r>
      <w:r>
        <w:rPr>
          <w:rtl/>
          <w:lang w:bidi="ur-PK"/>
        </w:rPr>
        <w:t xml:space="preserve"> ہوئے،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(ص)نے قافل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و ٹھرنے کا حک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ظھر کے بعد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اونٹوں کے کجاوں سے بنے منبر پر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 ! وہ وقت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 xml:space="preserve">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دعوت حق پر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کہتے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تمھارے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سے چلا جاؤں ،لہذا بتاو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“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نے کہا :”</w:t>
      </w:r>
      <w:r w:rsidR="00CA4A31">
        <w:rPr>
          <w:rtl/>
          <w:lang w:bidi="ur-PK"/>
        </w:rPr>
        <w:t xml:space="preserve"> ہم </w:t>
      </w:r>
      <w:r>
        <w:rPr>
          <w:rtl/>
          <w:lang w:bidi="ur-PK"/>
        </w:rPr>
        <w:t>گو</w:t>
      </w:r>
      <w:r w:rsidR="00544BD6">
        <w:rPr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آپ نے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“ رسول اللہ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گو</w:t>
      </w:r>
      <w:r w:rsidR="00544BD6">
        <w:rPr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 کہ خدائے واحد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خدا</w:t>
      </w:r>
      <w:r w:rsidR="00CA4A31">
        <w:rPr>
          <w:rtl/>
          <w:lang w:bidi="ur-PK"/>
        </w:rPr>
        <w:t xml:space="preserve"> نہیں </w:t>
      </w:r>
      <w:r w:rsidR="0017790D">
        <w:rPr>
          <w:rtl/>
          <w:lang w:bidi="ur-PK"/>
        </w:rPr>
        <w:t xml:space="preserve">ہے </w:t>
      </w:r>
      <w:r>
        <w:rPr>
          <w:rtl/>
          <w:lang w:bidi="ur-PK"/>
        </w:rPr>
        <w:t>اور محمد خدا کا بندہ اور اس کا رسول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“۔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”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 ! مومنوں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خود ان سے بھتر اور سزا وار تر کون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؟“۔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لوگوں</w:t>
      </w:r>
      <w:r>
        <w:rPr>
          <w:rtl/>
          <w:lang w:bidi="ur-PK"/>
        </w:rPr>
        <w:t xml:space="preserve">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:” خدا اور اس کا رسول بھتر جانتے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“۔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</w:t>
      </w:r>
      <w:r>
        <w:rPr>
          <w:rtl/>
          <w:lang w:bidi="ur-PK"/>
        </w:rPr>
        <w:t xml:space="preserve"> رسول اللہ (ص) نے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تھ کو پکڑ کر بلند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:”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الناس ! من کنت مولاہ فھذا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مولاہ۔ جس جس کا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مولا ہوں اس اس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ں“</w:t>
      </w:r>
      <w:r>
        <w:rPr>
          <w:rtl/>
          <w:lang w:bidi="ur-PK"/>
        </w:rPr>
        <w:t xml:space="preserve"> 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اللہ (ص) نے اس جملے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مرتبہ تکرار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لوگوں نے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کواس منصب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لئے مبارک بادد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آپ (ع) کے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تھوں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46" w:name="_Toc509136668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</w:t>
      </w:r>
      <w:r w:rsidR="00E8268B">
        <w:rPr>
          <w:rtl/>
          <w:lang w:bidi="ur-PK"/>
        </w:rPr>
        <w:t>میں</w:t>
      </w:r>
      <w:bookmarkEnd w:id="46"/>
      <w:r w:rsidR="00E8268B">
        <w:rPr>
          <w:rtl/>
          <w:lang w:bidi="ur-PK"/>
        </w:rPr>
        <w:t xml:space="preserve"> 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کے 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اور خدمات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رسول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عزت کرتے تھے او آپنے قول اور فعل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ظاہر کرتے رہتے تھے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تھے کہ »عل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ہوں« .کبھ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 کہ »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علم کاشہر ہوں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دروازہ ہے .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 »آپ سب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کرنے والا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.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کہا»عل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کومجھ سے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ہے جو ہارون کو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سے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.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کہا»عل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سے وہ تعلق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روح کو جسم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اسر</w:t>
      </w:r>
      <w:r>
        <w:rPr>
          <w:rtl/>
          <w:lang w:bidi="ur-PK"/>
        </w:rPr>
        <w:t xml:space="preserve"> کو بدن سے ہوتا ہے .,,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کہ»وہ خدا اور رسول کے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محبوب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,,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مباہلہ کے واقعہ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نفسِ رسول کاخطاب ملا.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اعزاز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جب مسجدکے صحن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کھلنے والے، سب کے دروازے بند ہوئے تو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کادروازہ کھلا رکھا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. جب مہاجر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وانصار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رشتہ قائم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نے آپنا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اور سب سے اخر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خم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مسلمانوں کے مجمع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اپنے ہاتھوں پر بلند کر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فرما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جس طرح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 سب کا حاکم اور سرپرست ہوں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</w:t>
      </w: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السّلام، تم سب کے سرپرست اور حاکم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اتنا بڑا اعزاز ہے کہ تمام مسلمانوں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مبارک باد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سب نے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کااعلان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.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47" w:name="_Toc509136669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اللہ (ص)ک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اور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47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ہجرت</w:t>
      </w:r>
      <w:r>
        <w:rPr>
          <w:rtl/>
          <w:lang w:bidi="ur-PK"/>
        </w:rPr>
        <w:t xml:space="preserve"> کا دسواں سال تھا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خدا (ص)ا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مرض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مبتلا ہوئے، جو ان کے لئے مرض الموت ثابت ہوا۔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خاندان ُ رسول کے لئے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کاوقت تھا۔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آپ کے پاس موجود رہ کر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انجام دے رہے تھے۔ اور رسول </w:t>
      </w: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(ص)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آپنے پاس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کا جدا ہونا گوارانہ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تھے .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آپنے پاس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لگا کر بہت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تک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رہے اور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 اس گفتگو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آپنے سے جدا نہ ہونے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ان کا ہاتھ اپنے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 رکھ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. جس وقت رسول اللہ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جسم سے جداہوئ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کاہاتھ رسول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 رکھاہوا 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نے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کا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ہو، وہ بعد رسول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 کو کس طرح چھوڑ سکتا تھا، لہذا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وتکف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غسل کا تمام کام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ن</w:t>
      </w:r>
      <w:r w:rsidR="00980366">
        <w:rPr>
          <w:rtl/>
          <w:lang w:bidi="ur-PK"/>
        </w:rPr>
        <w:t>یا</w:t>
      </w:r>
      <w:r>
        <w:rPr>
          <w:rtl/>
          <w:lang w:bidi="ur-PK"/>
        </w:rPr>
        <w:t>پنے ہاتھوں سے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رسول اللہ (ص)کواپنے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 xml:space="preserve">تھوں سے قبر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 کر دفن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48" w:name="_Toc509136670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</w:t>
      </w:r>
      <w:bookmarkEnd w:id="48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اللہ (ص) کے بعدحضرت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نے پچ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برس خانہ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بسر کئے۔ جب سن </w:t>
      </w:r>
      <w:r>
        <w:rPr>
          <w:rtl/>
          <w:lang w:bidi="fa-IR"/>
        </w:rPr>
        <w:t>۳۵</w:t>
      </w:r>
      <w:r>
        <w:rPr>
          <w:rtl/>
          <w:lang w:bidi="ur-PK"/>
        </w:rPr>
        <w:t xml:space="preserve"> ھجر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مسلمانوں نے خلافت ُ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کامنصب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کے سامنے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پہل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و آپ نے انکار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مسلمانوں کااصرار بہت بڑھا تو آپ نے اس شرط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منظو رکرل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قران اور سنت ُ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>(ص) کے مطابق حکومت کروں گا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کام نہ لوں گا۔ جب مسلمانوں نے اس شرط کو منظور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آپ نے خلافت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- مگر زمانہ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خالص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کو برداشت نہ کرسکا، لہذا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بہت سے وہ لوگ، جنھ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آپنے اقتدار کے ختم ہوجانے کا خطرہمحسوس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وہ آپ کے خلاف کھڑے ہوگئے۔ آپ نے ان سب سے مقابلہ کرنااپنا فرض سمجھا،جس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جمل،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اور نہروان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 ان جنگوں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ہما السّلام نے اس شجاعت اور بہادر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بدر، احد، خندق، وخ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زمانہ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.ان جنگوں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آپ کو اتنا موقع نہ مل سکا کہ آپ اس طرح اصلاح فرماتے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</w:t>
      </w:r>
      <w:r>
        <w:rPr>
          <w:rtl/>
          <w:lang w:bidi="ur-PK"/>
        </w:rPr>
        <w:t xml:space="preserve"> آپ کا دل چاہتا تھا .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نے اس مختصرس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مدّت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سادہ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مساوات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محنت ومزدور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نقش تازہ کردئے۔ آپ شہنشاہ ُ اسلام ہونے کے باوجود کجھوروں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دکان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</w:t>
      </w:r>
      <w:r>
        <w:rPr>
          <w:rtl/>
          <w:lang w:bidi="ur-PK"/>
        </w:rPr>
        <w:t xml:space="preserve"> اور آپنے ہاتھ سے کھجور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چنا</w:t>
      </w:r>
      <w:r>
        <w:rPr>
          <w:rtl/>
          <w:lang w:bidi="ur-PK"/>
        </w:rPr>
        <w:t xml:space="preserve"> بُرا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سمجھتے تھے۔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وند</w:t>
      </w:r>
      <w:r>
        <w:rPr>
          <w:rtl/>
          <w:lang w:bidi="ur-PK"/>
        </w:rPr>
        <w:t xml:space="preserve"> لگے ہوئے کپڑے پہنتے تھے،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کے ساتھ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کھانا 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. جو مال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المال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اتا تھا اسے تمام حقداروں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برابر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آپ کے سگے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 xml:space="preserve">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چاہا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دوسرے مسلمانوں سے کچھ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مل جائے،تو آپ نے انکار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</w:t>
      </w:r>
      <w:r>
        <w:rPr>
          <w:rFonts w:hint="eastAsia"/>
          <w:rtl/>
          <w:lang w:bidi="ur-PK"/>
        </w:rPr>
        <w:t>ہوتا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ممکن تھا،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مسلمانوں کا مال ہے ، لہذا مجھے حق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اپنے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دوسروں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حصہ دوں۔ انتہا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اگرآپ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کے وقت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المال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حساب وکتاب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 ہوتے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آجاتا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متعلق </w:t>
      </w:r>
      <w:r>
        <w:rPr>
          <w:rFonts w:hint="eastAsia"/>
          <w:rtl/>
          <w:lang w:bidi="ur-PK"/>
        </w:rPr>
        <w:t>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کرنے لگتا تو آپ چراغ کو بھجاد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 اور کہتے تھے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المال کے چراغ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چاہئے .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 کچھ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المال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ائے وہ جلد سے جلد حق داروں تک پہنچ جائے . آپ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خزانے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مال کو جمع کرنا پسند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49" w:name="_Toc509136671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</w:t>
      </w:r>
      <w:bookmarkEnd w:id="4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جنگ</w:t>
      </w:r>
      <w:r>
        <w:rPr>
          <w:rtl/>
          <w:lang w:bidi="ur-PK"/>
        </w:rPr>
        <w:t xml:space="preserve"> نھروان کے بعد خوارج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کچھ لوگ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عبد الرحمن بن ملجم مراد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ومبرک بن عبد اللہ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عمر و بن بکر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جمع ہوئ</w:t>
      </w:r>
      <w:r w:rsidR="00980366">
        <w:rPr>
          <w:rtl/>
          <w:lang w:bidi="ur-PK"/>
        </w:rPr>
        <w:t>یا</w:t>
      </w:r>
      <w:r>
        <w:rPr>
          <w:rtl/>
          <w:lang w:bidi="ur-PK"/>
        </w:rPr>
        <w:t xml:space="preserve">ور نھروان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مارے گئے اپن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ہوئے ان دنوں کے حالات اور داخل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جنگوں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تبادلہ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کرن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>گے۔ بالآخروہ اس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پر پھونچے کہ اس قتل و غارت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اورعمرو عاص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اور اگر 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افراد کو قتل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مسلمان اپنے مسائل کوخود حل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لھذا انھوں نے آپس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</w:t>
      </w:r>
      <w:r w:rsidR="00523C85">
        <w:rPr>
          <w:rtl/>
          <w:lang w:bidi="ur-PK"/>
        </w:rPr>
        <w:t>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  <w:r w:rsidR="00CA4A31">
        <w:rPr>
          <w:rtl/>
          <w:lang w:bidi="ur-PK"/>
        </w:rPr>
        <w:t xml:space="preserve"> ہم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آدم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ک کو قتل کرے گا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ابن ملجم نے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 قتل کا عھد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سن</w:t>
      </w:r>
      <w:r>
        <w:rPr>
          <w:rtl/>
          <w:lang w:bidi="fa-IR"/>
        </w:rPr>
        <w:t>۴۰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رمضان المبارک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 کو کچھ لوگوں کے ساتھ مسجد 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آکر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اس شب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گھر مھمان تھے اور صبح کو واقع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نے والے حادثہ سے با خبر تھے۔ لھذا جب اس مسئلہ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سامنے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ام کلثوم نے کہا کہ کل صبح آپ ۔۔۔کو مسجد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قضائے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فرار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سکتا۔ پھر آپنے کمر کے پٹکے کو کس کر باندھا اور اس شعر کو گنگنات</w:t>
      </w:r>
      <w:r w:rsidR="00B0571B">
        <w:rPr>
          <w:rtl/>
          <w:lang w:bidi="ur-PK"/>
        </w:rPr>
        <w:t>یہ</w:t>
      </w:r>
      <w:r>
        <w:rPr>
          <w:rtl/>
          <w:lang w:bidi="ur-PK"/>
        </w:rPr>
        <w:t>وئے مسجد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کمر کو موت کے لئے کس لو ، اس لئے کہ موت تم سے ملاقات کرے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جب موت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آئے تو موت کے ڈر سے نالہ و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نہ کرو “۔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کہ ابن ملجم نے آپ کے فرق مبارک پر تلوار کا وار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آپ کے سر سے خون جار</w:t>
      </w:r>
      <w:r>
        <w:rPr>
          <w:rFonts w:hint="cs"/>
          <w:rtl/>
          <w:lang w:bidi="ur-PK"/>
        </w:rPr>
        <w:t>ی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محراب خون سے رنگ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 گئ۔ اس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” فزت و رب الکعبہ “ کعبہ کے 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پھر سورہ طہ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”ھم</w:t>
      </w:r>
      <w:r>
        <w:rPr>
          <w:rtl/>
          <w:lang w:bidi="ur-PK"/>
        </w:rPr>
        <w:t xml:space="preserve"> نے تم کو خاک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واپس پلٹا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پھر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خاک تمھ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دوبارہ 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“۔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لمحات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و سعادت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تھے۔ انہوں نے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ٹوں،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اور تمام مسلمانوں سے اس طرح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 w:rsidR="0013326D">
        <w:rPr>
          <w:rtl/>
          <w:lang w:bidi="ur-PK"/>
        </w:rPr>
        <w:t>رہی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ں اور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کہ تم اپنے تمام امور کو منظم کرو اور </w:t>
      </w:r>
      <w:r w:rsidR="0017790D">
        <w:rPr>
          <w:rtl/>
          <w:lang w:bidi="ur-PK"/>
        </w:rPr>
        <w:t>ہمیشہ</w:t>
      </w:r>
      <w:r>
        <w:rPr>
          <w:rtl/>
          <w:lang w:bidi="ur-PK"/>
        </w:rPr>
        <w:t xml:space="preserve"> مسلمانوں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اصلاح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کرتے رھو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کو فراموش نہ کرو ۔ پڑوس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حقوق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کرو ۔ قرآن کو اپنا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نصاب قرار دو ،نماز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قدر </w:t>
      </w:r>
      <w:r>
        <w:rPr>
          <w:rFonts w:hint="eastAsia"/>
          <w:rtl/>
          <w:lang w:bidi="ur-PK"/>
        </w:rPr>
        <w:t>کرو،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تمھارے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ستون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 xml:space="preserve">“۔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آپ</w:t>
      </w:r>
      <w:r>
        <w:rPr>
          <w:rtl/>
          <w:lang w:bidi="ur-PK"/>
        </w:rPr>
        <w:t xml:space="preserve"> کے رحم وکرم اور مساوات پسند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عالم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جب آپ کے قاتل کو گرفتار کرکے آپ کے سامنے لا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اورآپ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اس کاچہرہ زرد ہے اور انکھوں سے انسو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تو آپ کو اس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 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آپنے اپنے دونوں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وامام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کے ساتھ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کرنا، جو کچھ خود کھانا وہ اسے کھلانا، اگر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مجھے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ہے کہ چاہے اسے سزا دوں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معاف کردوں اور اگر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رہا اور آپ نے اس سے انتقام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چاہا تو اسے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ک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ضربت لگاناک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نے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ضربت 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اور ہر گز اس کے ہاتھ پاؤں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قطع نہ کرنا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خلاف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دو روز تک بستر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کرب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کروٹ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بدلتے رہے۔ اخر کار زہر کا اثر جسم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</w:t>
      </w:r>
      <w:r>
        <w:rPr>
          <w:rtl/>
          <w:lang w:bidi="fa-IR"/>
        </w:rPr>
        <w:t>۲۱</w:t>
      </w:r>
      <w:r>
        <w:rPr>
          <w:rtl/>
          <w:lang w:bidi="ur-PK"/>
        </w:rPr>
        <w:t>رمضان کو نمازِ صبح کے وقت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جسم سے پرواز کر گئ .حضرت امام حسن 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ہما</w:t>
      </w:r>
      <w:r>
        <w:rPr>
          <w:rtl/>
          <w:lang w:bidi="ur-PK"/>
        </w:rPr>
        <w:t xml:space="preserve"> السّلام نے تجہ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</w:t>
      </w:r>
      <w:r>
        <w:rPr>
          <w:rtl/>
          <w:lang w:bidi="ur-PK"/>
        </w:rPr>
        <w:t xml:space="preserve"> تکف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بعد آپ کے </w:t>
      </w:r>
      <w:r>
        <w:rPr>
          <w:rFonts w:hint="eastAsia"/>
          <w:rtl/>
          <w:lang w:bidi="ur-PK"/>
        </w:rPr>
        <w:t>جسم</w:t>
      </w:r>
      <w:r>
        <w:rPr>
          <w:rtl/>
          <w:lang w:bidi="ur-PK"/>
        </w:rPr>
        <w:t xml:space="preserve"> اطہر کو نجف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2600FD" w:rsidRDefault="002600FD" w:rsidP="000B625E">
      <w:pPr>
        <w:pStyle w:val="libNormal"/>
        <w:rPr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50" w:name="_Toc509136672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زہراسلام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</w:t>
      </w:r>
      <w:bookmarkEnd w:id="50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51" w:name="_Toc509136673"/>
      <w:r>
        <w:rPr>
          <w:rFonts w:hint="eastAsia"/>
          <w:rtl/>
          <w:lang w:bidi="ur-PK"/>
        </w:rPr>
        <w:t>نام،القاب</w:t>
      </w:r>
      <w:r>
        <w:rPr>
          <w:rtl/>
          <w:lang w:bidi="ur-PK"/>
        </w:rPr>
        <w:t xml:space="preserve"> و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5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نام</w:t>
      </w:r>
      <w:r>
        <w:rPr>
          <w:rtl/>
          <w:lang w:bidi="ur-PK"/>
        </w:rPr>
        <w:t xml:space="preserve"> فاطمہ اور مشہور لقب زہرا 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النساء العلم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راض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، مرض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، شافع</w:t>
      </w:r>
      <w:r>
        <w:rPr>
          <w:rFonts w:hint="cs"/>
          <w:rtl/>
          <w:lang w:bidi="ur-PK"/>
        </w:rPr>
        <w:t>ۃ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، ط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رہ ، 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النساء اور بتول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اورآپ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مشہور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ام الآئم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، ام الحسن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ام السبط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امِ 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</w:t>
      </w:r>
      <w:r>
        <w:rPr>
          <w:rtl/>
          <w:lang w:bidi="ur-PK"/>
        </w:rPr>
        <w:t xml:space="preserve"> ہے۔ ان تمام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ام 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 w:rsidR="00CA4A31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لقب اس بات کا ترجمان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آپ اپنے والد بزرگوار کو بے حد چ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باوجود اپنے بابا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گاہ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نے آپ کو ام 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کا لقب اس لئے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لفظ کے معن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ماں کے علاوہ اصل اور مبداء کے بھ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ہیں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 اور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۔لھذااس لقب( ام 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>)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مطلب نبوت اور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اور مبدابھ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آپ</w:t>
      </w:r>
      <w:r w:rsidR="00A80FD5">
        <w:rPr>
          <w:rtl/>
          <w:lang w:bidi="ur-PK"/>
        </w:rPr>
        <w:t xml:space="preserve"> ہی </w:t>
      </w:r>
      <w:r>
        <w:rPr>
          <w:rtl/>
          <w:lang w:bidi="ur-PK"/>
        </w:rPr>
        <w:t>کا وجود تھا،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رکت</w:t>
      </w:r>
      <w:r>
        <w:rPr>
          <w:rtl/>
          <w:lang w:bidi="ur-PK"/>
        </w:rPr>
        <w:t xml:space="preserve"> سے شجرہ امامت اور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نے رشد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جس نے نبوت کو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کو ابتر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طعنہ سے بچا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52" w:name="_Toc509136674"/>
      <w:r>
        <w:rPr>
          <w:rFonts w:hint="eastAsia"/>
          <w:rtl/>
          <w:lang w:bidi="ur-PK"/>
        </w:rPr>
        <w:t>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bookmarkEnd w:id="52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اآپ</w:t>
      </w:r>
      <w:r>
        <w:rPr>
          <w:rtl/>
          <w:lang w:bidi="ur-PK"/>
        </w:rPr>
        <w:t xml:space="preserve"> 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الد ماجد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(ص) اور والدہ ماجدہ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بنت خولد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 w:rsidR="00CA4A31">
        <w:rPr>
          <w:rtl/>
          <w:lang w:bidi="ur-PK"/>
        </w:rPr>
        <w:t xml:space="preserve"> ہم </w:t>
      </w:r>
      <w:r>
        <w:rPr>
          <w:rtl/>
          <w:lang w:bidi="ur-PK"/>
        </w:rPr>
        <w:t>اس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ختم المرسل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خدا اور منج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 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جسک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مام اوصاف و کمالات لکھنے سے قلم عاجز ہو؟ فصحاء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لفاء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عالم</w:t>
      </w:r>
      <w:r>
        <w:rPr>
          <w:rtl/>
          <w:lang w:bidi="ur-PK"/>
        </w:rPr>
        <w:t xml:space="preserve"> ،جس کے محاسن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سے ششدر ہوں؟ اور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ماجدہ، جناب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بنت خو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لد</w:t>
      </w:r>
      <w:r>
        <w:rPr>
          <w:rtl/>
          <w:lang w:bidi="ur-PK"/>
        </w:rPr>
        <w:t xml:space="preserve"> جو قبل از اسلام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</w:t>
      </w:r>
      <w:r w:rsidR="007F6485">
        <w:rPr>
          <w:rtl/>
          <w:lang w:bidi="ur-PK"/>
        </w:rPr>
        <w:t>یز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با عفت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خاتون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وہ عالم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خاتون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اسلام کے طلوع کے بعد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(ص)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eastAsia"/>
          <w:rtl/>
          <w:lang w:bidi="ur-PK"/>
        </w:rPr>
        <w:t>اپنا</w:t>
      </w:r>
      <w:r>
        <w:rPr>
          <w:rtl/>
          <w:lang w:bidi="ur-PK"/>
        </w:rPr>
        <w:t xml:space="preserve"> تمام مال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اسلام کو پروان چڑھانے ک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>ئے اپنے شوھر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اسلام،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(س)ک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کے ساتھ وفادار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جان و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فدا 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گز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بھلا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خود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کے کردار سے ظ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جب تک آپ زندہ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 w:rsidR="0017790D">
        <w:rPr>
          <w:rtl/>
          <w:lang w:bidi="ur-PK"/>
        </w:rPr>
        <w:t>ہمیشہ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کا 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پڑھا ، عائشہ زوجہ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فرمات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ازواج</w:t>
      </w:r>
      <w:r>
        <w:rPr>
          <w:rtl/>
          <w:lang w:bidi="ur-PK"/>
        </w:rPr>
        <w:t xml:space="preserve"> رسول (ص)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کے مقام و احترام تک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پھونچ پائ۔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</w:t>
      </w:r>
      <w:r w:rsidR="0017790D">
        <w:rPr>
          <w:rtl/>
          <w:lang w:bidi="ur-PK"/>
        </w:rPr>
        <w:t>ہمیشہ</w:t>
      </w:r>
      <w:r>
        <w:rPr>
          <w:rtl/>
          <w:lang w:bidi="ur-PK"/>
        </w:rPr>
        <w:t xml:space="preserve"> انکا ذکر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 اور اتنا احترام کہ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ازواج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پھر</w:t>
      </w:r>
      <w:r>
        <w:rPr>
          <w:rtl/>
          <w:lang w:bidi="ur-PK"/>
        </w:rPr>
        <w:t xml:space="preserve"> عائشہ کھت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</w:t>
      </w:r>
      <w:r w:rsidR="00980366">
        <w:rPr>
          <w:rtl/>
          <w:lang w:bidi="ur-PK"/>
        </w:rPr>
        <w:t>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سے کہا : وہ محض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عورت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ں،تو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اس قدر ناراض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کہ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بل پڑ گئے اور پھر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سے بھتر کوئ</w:t>
      </w:r>
      <w:r>
        <w:rPr>
          <w:rFonts w:hint="cs"/>
          <w:rtl/>
          <w:lang w:bidi="ur-PK"/>
        </w:rPr>
        <w:t>ی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تھا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سب لوگ کافر تھے تو وہ مجھ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سب لوگ مجھ سے رخ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رچکے</w:t>
      </w:r>
      <w:r>
        <w:rPr>
          <w:rtl/>
          <w:lang w:bidi="ur-PK"/>
        </w:rPr>
        <w:t xml:space="preserve"> تھے تو انہون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حوالے کر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خدا نے مجھے اس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 تقو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، عفت و طھارت کا نمونہ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</w:t>
      </w:r>
      <w:r>
        <w:rPr>
          <w:rtl/>
          <w:lang w:bidi="ur-PK"/>
        </w:rPr>
        <w:t xml:space="preserve"> عائشہ کہت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کہہ کربہت ارمندہ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سے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اس بات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 مقصد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تھا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زھراء (س)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اور والد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آغوش پروردہ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53" w:name="_Toc509136675"/>
      <w:r>
        <w:rPr>
          <w:rFonts w:hint="eastAsia"/>
          <w:rtl/>
          <w:lang w:bidi="ur-PK"/>
        </w:rPr>
        <w:t>ولادت</w:t>
      </w:r>
      <w:bookmarkEnd w:id="5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زھرا (ع)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ولادت کے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علماء اسلام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</w:t>
      </w:r>
      <w:r>
        <w:rPr>
          <w:rtl/>
          <w:lang w:bidi="ur-PK"/>
        </w:rPr>
        <w:t xml:space="preserve">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اہج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عصمت و طہارت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بعثت کے پانچو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سال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 جماد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الثان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بروز جمعہ مکہ معظمہ </w:t>
      </w:r>
      <w:r w:rsidR="00E8268B">
        <w:rPr>
          <w:rtl/>
          <w:lang w:bidi="ur-PK"/>
        </w:rPr>
        <w:t xml:space="preserve">میں 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54" w:name="_Toc509136676"/>
      <w:r>
        <w:rPr>
          <w:rFonts w:hint="eastAsia"/>
          <w:rtl/>
          <w:lang w:bidi="ur-PK"/>
        </w:rPr>
        <w:t>بچپن</w:t>
      </w:r>
      <w:r>
        <w:rPr>
          <w:rtl/>
          <w:lang w:bidi="ur-PK"/>
        </w:rPr>
        <w:t xml:space="preserve"> اور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54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زہرا سلام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</w:t>
      </w:r>
      <w:r>
        <w:rPr>
          <w:rtl/>
          <w:lang w:bidi="ur-PK"/>
        </w:rPr>
        <w:t xml:space="preserve"> پانچ برس تک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ماجدہ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جب بعثت کے دسو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برس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الکبر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</w:t>
      </w:r>
      <w:r>
        <w:rPr>
          <w:rtl/>
          <w:lang w:bidi="ur-PK"/>
        </w:rPr>
        <w:t xml:space="preserve"> السّلامکا انتقال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اغوش سے جدائ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بعد، ان کا گہوارہ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صرف باپ کا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رحمت تھا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افتاب تھا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براهِ راست اس بے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گوہر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 وتاب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اضافہ کررہ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سلام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</w:t>
      </w:r>
      <w:r>
        <w:rPr>
          <w:rtl/>
          <w:lang w:bidi="ur-PK"/>
        </w:rPr>
        <w:t xml:space="preserve"> ک و اپنے بچپن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بہت سے ناگوار حالات کا سامنا کرنا پڑا۔ پانچ سال کے سن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سر سے ماں کا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اٹھ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اب باپ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ہوئ تو اسلام کے دشمنوں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رسول کو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سامنے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بابا کے جسم مب</w:t>
      </w:r>
      <w:r>
        <w:rPr>
          <w:rFonts w:hint="eastAsia"/>
          <w:rtl/>
          <w:lang w:bidi="ur-PK"/>
        </w:rPr>
        <w:t>ارک</w:t>
      </w:r>
      <w:r>
        <w:rPr>
          <w:rtl/>
          <w:lang w:bidi="ur-PK"/>
        </w:rPr>
        <w:t xml:space="preserve"> کو پتھرون سے لہو لہان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مشرکوں نے بابا کے س پر کوڑا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دشمن بابا کے قتل کا منصوبہ بنا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مگر اس کم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عالم نہ 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سہ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گھبرائ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اس ننھ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بزرگ مرتبہ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گاربن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55" w:name="_Toc509136677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(س)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bookmarkEnd w:id="5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شروع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پر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دختر رسول (ص) کا کفو و ہمتا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ہے ۔ اس کے باوجودبھ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لوگ، جو اپنے آپ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سے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سمجھتے تھے اپنے دلوں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دختر رسول (ص) 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لگائے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تھے 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لکھا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: جب سب لوگوں نے قسمت آزمائ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سے کہنا شروع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آپ دختر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نسبت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۔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فرماتے تھے 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 w:rsidR="00CA4A31">
        <w:rPr>
          <w:rtl/>
          <w:lang w:bidi="ur-PK"/>
        </w:rPr>
        <w:t xml:space="preserve"> نہیں </w:t>
      </w:r>
      <w:r w:rsidR="0017790D">
        <w:rPr>
          <w:rtl/>
          <w:lang w:bidi="ur-PK"/>
        </w:rPr>
        <w:t xml:space="preserve">ہے </w:t>
      </w:r>
      <w:r>
        <w:rPr>
          <w:rtl/>
          <w:lang w:bidi="ur-PK"/>
        </w:rPr>
        <w:t>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قدم بڑھاؤں ۔ وہ لوگ کہتے تھے :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تم سے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آخر</w:t>
      </w:r>
      <w:r>
        <w:rPr>
          <w:rtl/>
          <w:lang w:bidi="ur-PK"/>
        </w:rPr>
        <w:t xml:space="preserve"> کار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نے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کے لئے اپنے آپ کو آمادہ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رسول اکرم (ص)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الشرف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شرم و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آپ اپنا مقصد ظ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پا رہے تھے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لکھتے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کہ :آپ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دو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مرتبہ رسول اکرم (ص) کے گھر گئے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 کہہ سکے۔ آخر کار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پوچھ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؟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(ع)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رسول اکرم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زھراء 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لے کر آئے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 ؟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چونکہ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رشتہ برقرار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 لھذا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 آنے سے پہل</w:t>
      </w:r>
      <w:r w:rsidR="00B0571B">
        <w:rPr>
          <w:rtl/>
          <w:lang w:bidi="ur-PK"/>
        </w:rPr>
        <w:t>یہ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اکرم (ص) کو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اس بات سے آگاہ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چکا تھا ۔ بہتر تھا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اس نسبت کا تذکرہ زھراء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لھذا آپ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آپ 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کو بہت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، وہ مجھ سے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اسلام سابق خدمت گذاروں اور با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افراد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خدا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چاہا تھا کہ وہ تمھارے لئے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شوھر کا انتخاب کرے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خدا نے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سے کر دوں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رائے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؟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زھراء (س) خاموش </w:t>
      </w:r>
      <w:r w:rsidR="005D20BC">
        <w:rPr>
          <w:rtl/>
          <w:lang w:bidi="ur-PK"/>
        </w:rPr>
        <w:t>رہیں</w:t>
      </w:r>
      <w:r>
        <w:rPr>
          <w:rtl/>
          <w:lang w:bidi="ur-PK"/>
        </w:rPr>
        <w:t xml:space="preserve">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نے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سمجھا اور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تکب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رکہتے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وھاں سے اٹھ کھڑے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۔ پھر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(ع) کو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حضرت فاطمہ زھرا (س) کا مھر </w:t>
      </w:r>
      <w:r>
        <w:rPr>
          <w:rtl/>
          <w:lang w:bidi="fa-IR"/>
        </w:rPr>
        <w:t>۴۰</w:t>
      </w:r>
      <w:r>
        <w:rPr>
          <w:rtl/>
          <w:lang w:bidi="ur-PK"/>
        </w:rPr>
        <w:t xml:space="preserve"> مثقال چاند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اصحاب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مجمع 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خطبہ نکاح پڑھا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۔قابل غور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 پاس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تلوار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ذرہ اور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بھرنے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اونٹ کے علاوہ کچہ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تلوار کو جھاد کے لئے رکھو ، اونٹ کو سفر اور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بھرنے کے لئے رکھو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زرہ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ڈالو تاکہ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وسائل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سکو ۔ رسول اکرم (ص) نے جناب سلمان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کھا : اس زرہ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دو جناب سلمان نے اس زرہ کو پانچ سو درھم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چا</w:t>
      </w:r>
      <w:r>
        <w:rPr>
          <w:rtl/>
          <w:lang w:bidi="ur-PK"/>
        </w:rPr>
        <w:t xml:space="preserve"> ۔ پھر </w:t>
      </w:r>
      <w:r>
        <w:rPr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tl/>
          <w:lang w:bidi="ur-PK"/>
        </w:rPr>
        <w:t xml:space="preserve"> ذبح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 اور اس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 ۔ 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وہ سامان جو دختر رسول اکرم (ص) کے گھر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،اس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چودہ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شھزاد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عالم، زوجہ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(ع)، فاطمہ زھراء (ع) کا بس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مختصر سا 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تھا ۔ رسول اکرم (ص) اپنے چند با وفا مھاجر اور انصار اصحاب کے ساتھ اس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جشن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تھے ۔ تکب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اور تہل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آوازوں 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کوچوں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سرور و مسرت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 زن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ہاتھ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 xml:space="preserve">تھوں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دے کر اس مبارک جوڑے کے حق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کے حوالے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اس طرح کائنات کے سب سے بہتر جوڑے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مراسم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سادگ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انجام </w:t>
      </w:r>
      <w:r>
        <w:rPr>
          <w:rFonts w:hint="eastAsia"/>
          <w:rtl/>
          <w:lang w:bidi="ur-PK"/>
        </w:rPr>
        <w:t>پائے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56" w:name="_Toc509136678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(س) کا اخلاق و کردار</w:t>
      </w:r>
      <w:bookmarkEnd w:id="5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زھرا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والا صفات کا واضح نمونہ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دو سخا ، اعل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وارث اور ملکوت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و اخلاق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پدر بزرگوار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وہ اپنے شوھر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دلسوز، مھربان اور فدا کار ز</w:t>
      </w:r>
      <w:r>
        <w:rPr>
          <w:rFonts w:hint="eastAsia"/>
          <w:rtl/>
          <w:lang w:bidi="ur-PK"/>
        </w:rPr>
        <w:t>وجہ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۔آپ کے قلب مبارک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کے علاوہ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نقش نہ تھا۔ زمانہ ج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آپ کو سوں دور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آپ ن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پہلے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پانچ سال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اور والد بزرگوار کے ساتھ اور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سال اپنے بابا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بسر کئے اور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کے دوسرے نو سال اپنے شوھر بزرگوار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مرتض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(ع) کے شانہ بہ شانہ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نشر و اشاعت،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خدمات اور خانہ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گذارے ۔ آپ کا وقت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ذکر و عبادت خدا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گذرتا تھا ۔ فاطمہ (س)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خاتون کا نام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جس نے اسلام کے مکتب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پرورش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 تقو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آپ کے وجودکے ذرات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گھل مل چکا تھا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فاطمہ</w:t>
      </w:r>
      <w:r>
        <w:rPr>
          <w:rtl/>
          <w:lang w:bidi="ur-PK"/>
        </w:rPr>
        <w:t xml:space="preserve"> زھرا (س) نے اپنے ماں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معارف و علوم الھٰ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کو، سر چشمہ نبوت سے کسب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انہوں نے جو کچہ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ازدواج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پھلے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تھا اسے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اپنے شوھر کے گھر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جامہ پھنا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مسن و سمجھدار خاتون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جس نے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مراحل طے کر لئے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ں اپنے اپنے گھر کے اموراور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اولاد سے متعلق مسائل پر توجہ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جو کچھ گھر سے باہر ہوتا تھا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باخبر رھت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اپنے اور اپنے شوھر کے حق کا دفاع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57" w:name="_Toc509136679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فاطمہ(س) کا نظام عمل</w:t>
      </w:r>
      <w:bookmarkEnd w:id="57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فاطمہ زہرا نے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بعدجس نطام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نمونہ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وہطبقہ نسواں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 ہے۔ آپ گھر کا تما م کام اپنے ہاتھ سے کر 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جھاڑو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کھانا پکانا، چرخہ چلانا،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سنا</w:t>
      </w:r>
      <w:r>
        <w:rPr>
          <w:rtl/>
          <w:lang w:bidi="ur-PK"/>
        </w:rPr>
        <w:t xml:space="preserve"> اور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کرنا۔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کام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نہ توکبھ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بل پڑے اورنہ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شوہر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سے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مددگار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خادمہ کے انتظام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اپنے پدر بزرگوار حضرت رسولِ خدا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عطا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رسول نے بجائے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عطا کرنے کے وہ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فرما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فاطمہ زہرا کے نام سے مشہورہے .</w:t>
      </w:r>
      <w:r>
        <w:rPr>
          <w:rtl/>
          <w:lang w:bidi="fa-IR"/>
        </w:rPr>
        <w:t>۳۴</w:t>
      </w:r>
      <w:r>
        <w:rPr>
          <w:rtl/>
          <w:lang w:bidi="ur-PK"/>
        </w:rPr>
        <w:t xml:space="preserve"> مرتبہ اللہ اکبر،33 مرتبہ الحمد اللہ اور 33 مرتبہ سبحان اللہ۔ حضرت فاطمہ اس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ترک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بعد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رسول نے بلاطلب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عطا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فضہ کے نام سے مشہور ہے۔ جناب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ّدہ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فضہ کے ساتھ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سابرتاؤ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اس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برابر کے دوست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سلوک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.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گھر کا کام خود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مدن فضہ سے کرات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ناً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مرد اور عورت دونوں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جہاد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مشترک طور پر حصہ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کام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>
        <w:rPr>
          <w:rtl/>
          <w:lang w:bidi="ur-PK"/>
        </w:rPr>
        <w:t xml:space="preserve"> نہ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مگر ان دونوں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صنف کے اختلاف کے لحاظ سے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ُ عمل ہے . اس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کار کو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اور فاطمہ نے مکمل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پر دُن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سامنے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گھر سے باہر کے تمام کام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ُ بازو سے اپنے اور اپنے گھر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حرچ کاسامان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کرنا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کے ذمہ تھے اور گھر کے اندر کے تمام کام حضرت فاطمہ زہرا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58" w:name="_Toc509136680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زہرا سلام اللہ کا پردہ</w:t>
      </w:r>
      <w:bookmarkEnd w:id="58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عالم نہ صرف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بلکہ اقوال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پردہ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بہت زور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. آپ کا مکان مسجدِ رسولِ سے بالکل متصل تھا۔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آپ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برقع وچارد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نہاں ہو 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والدِ بزرگوار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نماز جماعت پڑھنے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 کا وعظ سننے کے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ے مسجد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اپنے فرزند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سے جب وہ مسجد سے واپس جاتے تھے اکثر رسول کے خطبے کے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.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نے منبر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عورت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سب سے بہتر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کو معلوم ہوئ تو آ</w:t>
      </w:r>
      <w:r>
        <w:rPr>
          <w:rFonts w:hint="eastAsia"/>
          <w:rtl/>
          <w:lang w:bidi="ur-PK"/>
        </w:rPr>
        <w:t>پ</w:t>
      </w:r>
      <w:r>
        <w:rPr>
          <w:rtl/>
          <w:lang w:bidi="ur-PK"/>
        </w:rPr>
        <w:t xml:space="preserve">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عورت کے لئے سب سے بہتر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نہ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مرد پر پڑے اور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مرد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ا س پر پڑے .رسول کے سامنے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ہوا تو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. "ک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 فاطمہ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ٹکڑا ہے۔"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59" w:name="_Toc509136681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زہرا (س) اور جہاد</w:t>
      </w:r>
      <w:bookmarkEnd w:id="59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اسلام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عورتوں کا جہاد، مردوں کے جہاد سے مختلف ہے۔ لٰہذا حضرت فاطمہ زہرا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دانِ</w:t>
      </w:r>
      <w:r>
        <w:rPr>
          <w:rtl/>
          <w:lang w:bidi="ur-PK"/>
        </w:rPr>
        <w:t xml:space="preserve"> جنگ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قدم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سے زخم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کر پلٹتے تو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عالم ان کے زخموں کو دھو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.اور جب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خون آلود تلوار لے کر آتے </w:t>
      </w: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فاطمہ اسے دھو کر پاک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وہ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سمجھت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کا جہاد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جسے وہ اپنے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 کے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 ہاں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موقع پر حضرت زہرا نصرت اسلام کے لئے گھر سے باہر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تھا مباہلے کا موقع۔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پر امن مقابلہ تھا اور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فتح کا سوال تھا۔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مباہلہ کا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تھا جہاں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عالم خدا کے حکم سے برقع وچادر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نہاں ہو کر اپنے باپ اور شوہر کے ساتھ گھر سے باہر نکل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کا واقعہ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سے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tl/>
          <w:lang w:bidi="ur-PK"/>
        </w:rPr>
        <w:t xml:space="preserve"> علماء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وفد رسول کے پاس بحث ومباحثہ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کئ دن تک ان سے بحث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سے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ان پر روشن تو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 سخن پرور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وہ قائل نہ ہونا تھے نہ ہوئے . اس وقت قران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نازل ہوئ کہ اے رسول اتنے سچے دلائل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مانتے توان سے کہو کہ پھر جاؤ »ہم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کو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اپ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کو لاو،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کو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کولاو، ہم اپنے نفسوں کو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اپنے نفسوں کو اور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اور جھوٹوں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لعنت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.»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علماء پہلے تو 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ہوگئے مگر جب رسول اللہ اس شان سے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کہ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اور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فاطمہ زہرا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خاتون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نفس ان کے ساتھ تھے تو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مباہلہ سے انکار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مخصوص شرائط پر صلح کرکے واپس ہو گئے .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60" w:name="_Toc509136682"/>
      <w:r>
        <w:rPr>
          <w:rFonts w:hint="eastAsia"/>
          <w:rtl/>
          <w:lang w:bidi="ur-PK"/>
        </w:rPr>
        <w:t>فاطمہ</w:t>
      </w:r>
      <w:r>
        <w:rPr>
          <w:rtl/>
          <w:lang w:bidi="ur-PK"/>
        </w:rPr>
        <w:t xml:space="preserve"> زہرا (س)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</w:t>
      </w:r>
      <w:bookmarkEnd w:id="60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زہرا (س)کے اوصاف وکمالات اتنے بلند تھے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رسول(ص) فاطمہ زہرا (س)سے محبت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تھے اور عزت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محبت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نمونہ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جب آپ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عزوہ پر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جاتے تھے تو سب سے اخر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فاطمہ زہرا سے رخصت ہون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ھے اور جب 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لاتے تھے </w:t>
      </w: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سب سے پہلے فاطمہ زہرا سے ملنے کے لئے جاتے تھے .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عزت و احترام کانمونہ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جب فاطمہ(س) ان کے پاس 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اپ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کھڑے ہوجاتے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بٹھاتے تھے . رسول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برتاؤ فاطمہ زہراکے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شخص کے ساتھ نہ تھا .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61" w:name="_Toc509136683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زہرا سلام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نطر </w:t>
      </w:r>
      <w:r w:rsidR="00E8268B">
        <w:rPr>
          <w:rtl/>
          <w:lang w:bidi="ur-PK"/>
        </w:rPr>
        <w:t>میں</w:t>
      </w:r>
      <w:bookmarkEnd w:id="61"/>
      <w:r w:rsidR="00E8268B">
        <w:rPr>
          <w:rtl/>
          <w:lang w:bidi="ur-PK"/>
        </w:rPr>
        <w:t xml:space="preserve"> 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کے سوا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اکثر علماء 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متفقہ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 مثلاً "اپ بہشت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.ْ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ْا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</w:t>
      </w:r>
      <w:r>
        <w:rPr>
          <w:rtl/>
          <w:lang w:bidi="ur-PK"/>
        </w:rPr>
        <w:t xml:space="preserve"> ن لانے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.,, تما م جہانوں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., »اپ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سے اللہ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اور 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ناراضگ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 w:rsidR="00980366">
        <w:rPr>
          <w:rtl/>
          <w:lang w:bidi="ur-PK"/>
        </w:rPr>
        <w:t>یا</w:t>
      </w:r>
      <w:r>
        <w:rPr>
          <w:rtl/>
          <w:lang w:bidi="ur-PK"/>
        </w:rPr>
        <w:t>للہ ناراض ہوتا ہے ,,»جس نے اپ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رسول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.,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معتبر کتابوں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درج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62" w:name="_Toc509136684"/>
      <w:r>
        <w:rPr>
          <w:rFonts w:hint="eastAsia"/>
          <w:rtl/>
          <w:lang w:bidi="ur-PK"/>
        </w:rPr>
        <w:t>فاطمہ</w:t>
      </w:r>
      <w:r>
        <w:rPr>
          <w:rtl/>
          <w:lang w:bidi="ur-PK"/>
        </w:rPr>
        <w:t xml:space="preserve"> زہرا (س) پر پڑنے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62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افسوس</w:t>
      </w:r>
      <w:r>
        <w:rPr>
          <w:rtl/>
          <w:lang w:bidi="ur-PK"/>
        </w:rPr>
        <w:t xml:space="preserve"> ہے کہ وہ فاطمہ(س)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رسول کھڑے ہوجاتے تھے بعدِ رسول اہل زمانہ کا رخ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پھر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ان پر طرھ طرھ کے ظلم ہونے لگے ۔عل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سے خلافت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گئ۔پھر اپ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کا سوال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جانے لگا اور صرف سوال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اکتفا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جبروت</w:t>
      </w:r>
      <w:r>
        <w:rPr>
          <w:rFonts w:hint="eastAsia"/>
          <w:rtl/>
          <w:lang w:bidi="ur-PK"/>
        </w:rPr>
        <w:t>شدّد</w:t>
      </w:r>
      <w:r>
        <w:rPr>
          <w:rtl/>
          <w:lang w:bidi="ur-PK"/>
        </w:rPr>
        <w:t xml:space="preserve">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جانے لگا. انتہا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س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عالم کے گھر پر لکڑ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جمع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آگ 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. اس وقتآپ کو وہ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صدمہ پہنچا، جسے آپ برداشت نہ کر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کا سبب بنا۔ ان صدموں اور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کا اندازہ س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والے اس شعر سے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 کہ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صُبَّت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یَّ</w:t>
      </w:r>
      <w:r>
        <w:rPr>
          <w:rtl/>
          <w:lang w:bidi="ur-PK"/>
        </w:rPr>
        <w:t xml:space="preserve"> مصائبُ لوانھّا صبّت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صرن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پر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 وہ دِنوں پر پڑت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 رات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 جاتے۔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عالم کو جو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صدمے پہنچے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ک،</w:t>
      </w:r>
      <w:r>
        <w:rPr>
          <w:rtl/>
          <w:lang w:bidi="ur-PK"/>
        </w:rPr>
        <w:t xml:space="preserve"> فدک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جائداد کا چھن جانا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رسول 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عالم کو مرحمت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داد</w:t>
      </w:r>
      <w:r>
        <w:rPr>
          <w:rtl/>
          <w:lang w:bidi="ur-PK"/>
        </w:rPr>
        <w:t xml:space="preserve"> کا چلاجانا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کے لئے اتنا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دہ نہ تھا جتنا صدمہ اپ کو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آپ کے دعوے کو جھٹلانے کا ہوا.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صدم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جس کا اثر س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مرتے دم تکبا 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 .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63" w:name="_Toc509136685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زہرا (س)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63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زہرا (س) نے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پردے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اس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طاہر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اپ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رخصت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 اس طرح کہ اپ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 ر فکر مند نظر 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 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 جعفر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(رض)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>) اسماء بنتِ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نے سبب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</w:t>
      </w:r>
      <w:r>
        <w:rPr>
          <w:rtl/>
          <w:lang w:bidi="ur-PK"/>
        </w:rPr>
        <w:t xml:space="preserve"> آپ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مج</w:t>
      </w:r>
      <w:r>
        <w:rPr>
          <w:rFonts w:hint="eastAsia"/>
          <w:rtl/>
          <w:lang w:bidi="ur-PK"/>
        </w:rPr>
        <w:t>ھے</w:t>
      </w:r>
      <w:r>
        <w:rPr>
          <w:rtl/>
          <w:lang w:bidi="ur-PK"/>
        </w:rPr>
        <w:t xml:space="preserve"> جنازہ کے اٹھانے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دستور اچھا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ہوتا کہ عورت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تختہ پر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جس سے اس کاقدوقامت نظر اتا ہے . اسما (رض) نے کہا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ملک حبشہ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جنازہ اٹھانے 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ہے وہ غالباً اپ کو پسند ہو. ا سکے بعد انھوں نے تابوت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شکل بناکر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پر س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عالم بہت خوش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اور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کے بعد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موقع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تھا کہ اپ کے لبوں پر مسکراہٹ اگئ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چناچہ اپ نے وص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اپ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کے تابوت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.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سب سے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 جو تابوت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حضرت فاطمہ زہراک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ا سکے علاوہ اپ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اپ کا جنازہ شبک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ان لوگوں کو اطلاع نہ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جن کے طرزِ عمل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7F6485">
        <w:rPr>
          <w:rFonts w:hint="eastAsia"/>
          <w:rtl/>
          <w:lang w:bidi="ur-PK"/>
        </w:rPr>
        <w:t>ید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زخم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 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ان لوگوں سے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ناراضگ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رخصت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64" w:name="_Toc509136686"/>
      <w:r>
        <w:rPr>
          <w:rFonts w:hint="eastAsia"/>
          <w:rtl/>
          <w:lang w:bidi="ur-PK"/>
        </w:rPr>
        <w:t>شہادت</w:t>
      </w:r>
      <w:bookmarkEnd w:id="64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عالم نے اپنے والد بزرگوار رسولِ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3مہ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بعد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الثان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وفات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. 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 اپ کا جنازہ رات کو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.حضرت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نے تجہ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 تکف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انتظام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. صرف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اور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(رض)، مقداد(رض) و عمار(رض)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مخلص و وفادار اصحاب کے ساتھ نماز جنازہ پڑھ کر 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دفن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. اپ کے دفن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عام طور پر سب لوگوں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اختلاف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اپ جنت البق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 بعد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مسجدرسول 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جزوبن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جنت البق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 آپ کا روضہ تھا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رہا۔ اس مبارکروضہ کو 8شوال سن </w:t>
      </w:r>
      <w:r>
        <w:rPr>
          <w:rtl/>
          <w:lang w:bidi="fa-IR"/>
        </w:rPr>
        <w:t>۱۳۴۴</w:t>
      </w:r>
      <w:r>
        <w:rPr>
          <w:rtl/>
          <w:lang w:bidi="ur-PK"/>
        </w:rPr>
        <w:t>ھجر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ابن سعود لعنت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دوسرے مقابر 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کے ساتھ منہدم 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65" w:name="_Toc509136687"/>
      <w:r>
        <w:rPr>
          <w:rFonts w:hint="eastAsia"/>
          <w:rtl/>
          <w:lang w:bidi="ur-PK"/>
        </w:rPr>
        <w:t>اولاد</w:t>
      </w:r>
      <w:bookmarkEnd w:id="6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فاطمہ زہرا (س) کو اللہ نے پانچ اولاد عطا فرمائ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لڑکے اور دو 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حضرت فاطمہ زہرا صرف نو برس زندہ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اس نو برس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دوسرے سال حضرت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ہوئے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سال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السّلام . پھ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غالباً پانچو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سال حضرت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اور ساتو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سال حضرت امِ کلثوم ۔ 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سال جناب محسن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بطن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جبھ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ناگوار مصائب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ائے جن کے سبب سے وہ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نہ لا سکے اور بطن مادر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 گئے۔ اس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صدمہ سے حضرت س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جانبر نہ ہوسک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.لہذا وفات کے وقت آپ نے دو صاحبزادوں حضرت امام حسن اور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ہما</w:t>
      </w:r>
      <w:r>
        <w:rPr>
          <w:rtl/>
          <w:lang w:bidi="ur-PK"/>
        </w:rPr>
        <w:t xml:space="preserve"> السّلام اور دوصاحبزاد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امِ کلثوم کو چھو ڑا جو اپنے اوصاف کے لحاظ سے طبقہ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ثابت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.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66" w:name="_Toc509136688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66"/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67" w:name="_Toc509136689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</w:t>
      </w:r>
      <w:bookmarkEnd w:id="6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۱۵/ </w:t>
      </w:r>
      <w:r>
        <w:rPr>
          <w:rtl/>
          <w:lang w:bidi="ur-PK"/>
        </w:rPr>
        <w:t xml:space="preserve">رمضان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ولادت سے قبل ام الفضل نے 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رسول اکرم کے جسم مبارک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ٹکڑام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آپہنچاہے خواب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لخت جگرفاطمہ کے بطن سے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داہوگا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تم کروگ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کاکہناہے کہ رسول کے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نے رسول کے دامن سے مقطوع النسل ہونے کا دھبہ صاف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سامنے سورئہ کوثرک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68" w:name="_Toc509136690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کانام نام</w:t>
      </w:r>
      <w:r>
        <w:rPr>
          <w:rFonts w:hint="cs"/>
          <w:rtl/>
          <w:lang w:bidi="ur-PK"/>
        </w:rPr>
        <w:t>ی</w:t>
      </w:r>
      <w:bookmarkEnd w:id="6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ولادت</w:t>
      </w:r>
      <w:r>
        <w:rPr>
          <w:rtl/>
          <w:lang w:bidi="ur-PK"/>
        </w:rPr>
        <w:t xml:space="preserve"> کے بعداسم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حمزہ تجو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زہورہاتھا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سرورکائنات نے بحکم خدا،موس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رہارون</w:t>
      </w:r>
      <w:r>
        <w:rPr>
          <w:rtl/>
          <w:lang w:bidi="ur-PK"/>
        </w:rPr>
        <w:t xml:space="preserve"> کے فرزندوں کے شبروشب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رنام</w:t>
      </w:r>
      <w:r>
        <w:rPr>
          <w:rtl/>
          <w:lang w:bidi="ur-PK"/>
        </w:rPr>
        <w:t xml:space="preserve"> پرآپ کانام حسن اوربعد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رکھا، بحارالانوار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کے بعدجبرئ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سرورکائنات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رومال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پرحسن لکھاہواتھا ماہرعلم النسب علامہ ابوالحس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کاکہناہے کہ خداوندعالم نے فاطمہ کے دونوں شاہزادوں کانام انظارعالم سے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رکھاتھا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سے پہلے حسن وحس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نام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موسوم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ہواتھا۔ کتاب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لوح م</w:t>
      </w:r>
      <w:r>
        <w:rPr>
          <w:rFonts w:hint="eastAsia"/>
          <w:rtl/>
          <w:lang w:bidi="ur-PK"/>
        </w:rPr>
        <w:t>حفوظ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پہلے سے لکھاہواتھا۔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69" w:name="_Toc509136691"/>
      <w:r>
        <w:rPr>
          <w:rFonts w:hint="eastAsia"/>
          <w:rtl/>
          <w:lang w:bidi="ur-PK"/>
        </w:rPr>
        <w:t>زبان</w:t>
      </w:r>
      <w:r>
        <w:rPr>
          <w:rtl/>
          <w:lang w:bidi="ur-PK"/>
        </w:rPr>
        <w:t xml:space="preserve"> رسالت دہن امامت </w:t>
      </w:r>
      <w:r w:rsidR="00E8268B">
        <w:rPr>
          <w:rtl/>
          <w:lang w:bidi="ur-PK"/>
        </w:rPr>
        <w:t>میں</w:t>
      </w:r>
      <w:bookmarkEnd w:id="69"/>
      <w:r w:rsidR="00E8268B"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علل</w:t>
      </w:r>
      <w:r>
        <w:rPr>
          <w:rtl/>
          <w:lang w:bidi="ur-PK"/>
        </w:rPr>
        <w:t xml:space="preserve"> الشرائع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سرورکائنات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لائے گئے تورسول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بے انتہاخوش ہوئے اوران کے دہن مبارک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اقدس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بحارالانور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آنحضرت نے نوزائ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بچے کوآغوش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لے کرپ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ااورداہنے</w:t>
      </w:r>
      <w:r>
        <w:rPr>
          <w:rtl/>
          <w:lang w:bidi="ur-PK"/>
        </w:rPr>
        <w:t xml:space="preserve"> 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اذن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ں 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 قامت فرمانے کے بعد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ان کے منہ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امام حسن اسے چوسنے لگے اس کے بعدآپ نے دعاک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کواوراس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رکھنا بعض لوگوں کاکہناہے کہ امام حسن کولعاب دہن رسول کم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چوسنے کاموقع دست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ہواتھا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امامت نسل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مستقرہوگئ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70" w:name="_Toc509136692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bookmarkEnd w:id="7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کے ساتو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 سرکارکائنات نے خوداپنے دست مبارک سے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ااوربالوں</w:t>
      </w:r>
      <w:r>
        <w:rPr>
          <w:rtl/>
          <w:lang w:bidi="ur-PK"/>
        </w:rPr>
        <w:t xml:space="preserve"> کومنڈواکراس کے ہم وزن چاند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 اسدالغابة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کمال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کے سلسلے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دنبہ ذبح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(مطالب السؤل ص </w:t>
      </w:r>
      <w:r>
        <w:rPr>
          <w:rtl/>
          <w:lang w:bidi="fa-IR"/>
        </w:rPr>
        <w:t xml:space="preserve">۲۲۰) </w:t>
      </w:r>
      <w:r>
        <w:rPr>
          <w:rtl/>
          <w:lang w:bidi="ur-PK"/>
        </w:rPr>
        <w:t>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سرورکائنات نے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کے وقت جودعا 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عبارت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”اللہم عظمہابعظمہ،لحمہا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لحمہ</w:t>
      </w:r>
      <w:r>
        <w:rPr>
          <w:rtl/>
          <w:lang w:bidi="ur-PK"/>
        </w:rPr>
        <w:t xml:space="preserve"> دمہابدمہ وشعرہابشعرہ اللہم اجعلہا وقاء لمحمد والہ“ </w:t>
      </w:r>
      <w:r>
        <w:rPr>
          <w:rFonts w:hint="eastAsia"/>
          <w:rtl/>
          <w:lang w:bidi="ur-PK"/>
        </w:rPr>
        <w:t>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مولودک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عوض، اس کاگوشت اس کے گوشت کے عوض ،اس کاخون اس کے خون کے عوض، اس کابال اس کے بال کے عوض قراردے اوراسے محمدوآل محمد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ہربلاسے نجات کاذر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بنادے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آنحضرت نے امام حسن کاعق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کرکے اس کے سنت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ادڈل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(مطالب السؤل ص </w:t>
      </w:r>
      <w:r>
        <w:rPr>
          <w:rtl/>
          <w:lang w:bidi="fa-IR"/>
        </w:rPr>
        <w:t xml:space="preserve">۲۲۰)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معاصر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لکھاہے کہ آنحضرت نے آپ کاختنہ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 امامت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سے مختون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داہونا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71" w:name="_Toc509136693"/>
      <w:r>
        <w:rPr>
          <w:rFonts w:hint="eastAsia"/>
          <w:rtl/>
          <w:lang w:bidi="ur-PK"/>
        </w:rPr>
        <w:t>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والقاب</w:t>
      </w:r>
      <w:bookmarkEnd w:id="7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صرف ابومحمدتھ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کے القاب بہت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ب،تق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سبط اورس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مشہورہ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،محمدبن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آپ کا”س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د“</w:t>
      </w:r>
      <w:r>
        <w:rPr>
          <w:rtl/>
          <w:lang w:bidi="ur-PK"/>
        </w:rPr>
        <w:t xml:space="preserve"> لقب خودسرورکائنات کاعطاکردہ ہے (مطالب السؤل ص </w:t>
      </w:r>
      <w:r>
        <w:rPr>
          <w:rtl/>
          <w:lang w:bidi="fa-IR"/>
        </w:rPr>
        <w:t xml:space="preserve">۲۲۱)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عاشورہ سے معلوم ہوتاہے کہ آپ کالقب ناصح اورام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72" w:name="_Toc50913669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 w:rsidR="00E8268B">
        <w:rPr>
          <w:rtl/>
          <w:lang w:bidi="ur-PK"/>
        </w:rPr>
        <w:t>میں</w:t>
      </w:r>
      <w:bookmarkEnd w:id="72"/>
      <w:r w:rsidR="00E8268B"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کہ امام حسن اسلام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tl/>
          <w:lang w:bidi="ur-PK"/>
        </w:rPr>
        <w:t xml:space="preserve"> کے نواسے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قرآن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فرزندرسول کادرجہ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اوراپنے دامن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جابجاآپ کے تذکرہ کوجگہ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خودسرورکائنات نے بے شماراحاد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آپ کے متعلق ارشادفرمائ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آنحضرت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کودوست رکھتاہوں اورجوانہ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دوست رکھے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کھتاہوں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کواس 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کہ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کندھے پرامام حسن کواورا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کندھے پرامام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کوبٹھائے ہوئے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دونوں کامنہ چومتے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آنحضرت نمازپڑھ رہے تھے اورحسن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</w:t>
      </w:r>
      <w:r>
        <w:rPr>
          <w:rFonts w:hint="eastAsia"/>
          <w:rtl/>
          <w:lang w:bidi="ur-PK"/>
        </w:rPr>
        <w:t>رسوارہو</w:t>
      </w:r>
      <w:r>
        <w:rPr>
          <w:rtl/>
          <w:lang w:bidi="ur-PK"/>
        </w:rPr>
        <w:t xml:space="preserve"> گئے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روکناچاہاتوحضرت نے اشارہ سے منع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(اصابہ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دن سے امام حسن کوبہت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دوست رکھنے لگاہوں جس 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(نورالابصارص </w:t>
      </w:r>
      <w:r>
        <w:rPr>
          <w:rtl/>
          <w:lang w:bidi="fa-IR"/>
        </w:rPr>
        <w:t xml:space="preserve">۱۱۹)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سرورکائنات امام حسن کوکاندھے پرسوارکئے ہوئے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جارہے تھے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کہاکہ اے صاحبزادے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 قدراچھ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کرآنحضرت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کہوکہ کس قدراچھاسوارہے (اسدالغابةجلد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بحوالہ ترمذ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اورامام مسلم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رسول خداامام حسن کوکندھے پربٹھائے ہوئے فرمارہے تھے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اسے دوست رکھتاہوں توبھ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محبت کر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حافظ</w:t>
      </w:r>
      <w:r>
        <w:rPr>
          <w:rtl/>
          <w:lang w:bidi="ur-PK"/>
        </w:rPr>
        <w:t xml:space="preserve"> ابونع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ابوبکرہ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آنحضرت نمازجماعت پڑھارہے تھے کہ ناگاہ امام حسن آگئے اوروہ دوڑکرپشت رسول پرسوارہوگئے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سراٹھا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ا،اختتام</w:t>
      </w:r>
      <w:r>
        <w:rPr>
          <w:rtl/>
          <w:lang w:bidi="ur-PK"/>
        </w:rPr>
        <w:t xml:space="preserve"> نمازپرآپ سے اس کاتذکرہ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راگل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دہے“</w:t>
      </w:r>
      <w:r>
        <w:rPr>
          <w:rtl/>
          <w:lang w:bidi="ur-PK"/>
        </w:rPr>
        <w:t>۔” ابن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ہذا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د“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دہے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دوبڑے گروہوں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صلح کرائے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نسائ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عبداللہ ابن شدادسے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نمازعشاء پڑھانے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آنحضرت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حسن تھے آنحضرت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ہوگئے ، جب 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گئے تواتناطول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سمجھنے لگاکہ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دآپ</w:t>
      </w:r>
      <w:r>
        <w:rPr>
          <w:rtl/>
          <w:lang w:bidi="ur-PK"/>
        </w:rPr>
        <w:t xml:space="preserve"> پروح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 ہونے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اختتام نمازپرآپ سے اس کاذکرک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رافرزندم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پرآگ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چاہاکہ اسے اس وقت تک پشت سے اتاروں ،جب تک کہ وہ خودنہ اترجائے 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سجدہ کوطول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ناپڑا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ترمذ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،نسائ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اورابوداؤد نے لکھاہے کہ آنحضرت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محوخطبہ تھے کہ 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آگئے اورحسن کے پاؤں دامن عبا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طرح الجھے کہ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پرگرپڑے،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آنحضرت نے خطبہ ترک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ااورمنبرسے</w:t>
      </w:r>
      <w:r>
        <w:rPr>
          <w:rtl/>
          <w:lang w:bidi="ur-PK"/>
        </w:rPr>
        <w:t xml:space="preserve"> اترکرانہ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اٹھال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ااورمنبر</w:t>
      </w:r>
      <w:r>
        <w:rPr>
          <w:rtl/>
          <w:lang w:bidi="ur-PK"/>
        </w:rPr>
        <w:t xml:space="preserve"> 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جاکرخطبہ شروع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(مطال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السؤل ص </w:t>
      </w:r>
      <w:r>
        <w:rPr>
          <w:rtl/>
          <w:lang w:bidi="fa-IR"/>
        </w:rPr>
        <w:t xml:space="preserve">۲۲۳)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73" w:name="_Toc50913669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</w:t>
      </w:r>
      <w:bookmarkEnd w:id="7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آل</w:t>
      </w:r>
      <w:r>
        <w:rPr>
          <w:rtl/>
          <w:lang w:bidi="ur-PK"/>
        </w:rPr>
        <w:t xml:space="preserve"> محمدک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مسلمات سے ہے علماء اسلام کااس پراتفاق ہے کہ سرورکائنات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”الحسن والحس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داشباب</w:t>
      </w:r>
      <w:r>
        <w:rPr>
          <w:rtl/>
          <w:lang w:bidi="ur-PK"/>
        </w:rPr>
        <w:t xml:space="preserve"> اہل الجنة وابوہماخ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رمنہما“</w:t>
      </w:r>
      <w:r>
        <w:rPr>
          <w:rtl/>
          <w:lang w:bidi="ur-PK"/>
        </w:rPr>
        <w:t xml:space="preserve"> حسن اورحس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جوانان جنت کے سردارہ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کے والدبزرگوار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ان دونوں سے بہترہ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حذ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آنحضرت 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مسرورپاکرعرض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مولاآج افراط شادمان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اوجہ</w:t>
      </w:r>
      <w:r>
        <w:rPr>
          <w:rtl/>
          <w:lang w:bidi="ur-PK"/>
        </w:rPr>
        <w:t xml:space="preserve"> ہے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مجھے آج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دونوں فرزندحسن وحس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جوانان بہشت کے سردارہ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کے والدعل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ان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</w:t>
      </w:r>
      <w:r>
        <w:rPr>
          <w:rFonts w:hint="eastAsia"/>
          <w:rtl/>
          <w:lang w:bidi="ur-PK"/>
        </w:rPr>
        <w:t>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(کنزالعمال ج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۱۰۷</w:t>
      </w:r>
      <w:r>
        <w:rPr>
          <w:rtl/>
          <w:lang w:bidi="ur-PK"/>
        </w:rPr>
        <w:t xml:space="preserve"> ،صواعق محرقہ ص </w:t>
      </w:r>
      <w:r>
        <w:rPr>
          <w:rtl/>
          <w:lang w:bidi="fa-IR"/>
        </w:rPr>
        <w:t xml:space="preserve">۱۱۷) </w:t>
      </w:r>
      <w:r>
        <w:rPr>
          <w:rtl/>
          <w:lang w:bidi="ur-PK"/>
        </w:rPr>
        <w:t>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تھے بلکہ فرزندان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کے باپ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74" w:name="_Toc509136696"/>
      <w:r>
        <w:rPr>
          <w:rFonts w:hint="eastAsia"/>
          <w:rtl/>
          <w:lang w:bidi="ur-PK"/>
        </w:rPr>
        <w:t>جذبہ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فراوان</w:t>
      </w:r>
      <w:r>
        <w:rPr>
          <w:rFonts w:hint="cs"/>
          <w:rtl/>
          <w:lang w:bidi="ur-PK"/>
        </w:rPr>
        <w:t>ی</w:t>
      </w:r>
      <w:bookmarkEnd w:id="7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مؤرخ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ابوسف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حاضرہوکرکہنے لگاکہ آپ آنحضرت سے سفارش کرکے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سامعاہدہ</w:t>
      </w:r>
      <w:r>
        <w:rPr>
          <w:rtl/>
          <w:lang w:bidi="ur-PK"/>
        </w:rPr>
        <w:t xml:space="preserve"> لکھواد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روسے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مقصد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ہوسکوں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آنحضرت جوکچھ کہہ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سرموفرق نہ ہوگا اس نے امام حسن سے شفار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عمراگرچہ اس وقت صرف </w:t>
      </w:r>
      <w:r>
        <w:rPr>
          <w:rtl/>
          <w:lang w:bidi="fa-IR"/>
        </w:rPr>
        <w:t>۱۴</w:t>
      </w:r>
      <w:r>
        <w:rPr>
          <w:rtl/>
          <w:lang w:bidi="ur-PK"/>
        </w:rPr>
        <w:t xml:space="preserve"> ماہ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نے اس وقت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جرائت کاثبوت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کاتذکرہ زبان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پرہے لکھاہے کہ ابوسف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سفارش پرآپ نے دوڑکراس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پکڑل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اورناک مروڑکرکہاکلمہ شہادت زبان پرجار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سب کچھ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مسرورہوگئے (مناقب آل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75" w:name="_Toc509136697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اورترجمان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bookmarkEnd w:id="7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حسن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تھاکہ آپ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ناناپرنازل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 وعن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ماجدہ کوسناد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بنت رسول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حسن کوترجمان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ہوئے خودد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کھوں،</w:t>
      </w:r>
      <w:r>
        <w:rPr>
          <w:rtl/>
          <w:lang w:bidi="ur-PK"/>
        </w:rPr>
        <w:t xml:space="preserve"> اورسنوں،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نے امام حسن کے پہنچنے کاوقت بتاد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حسن سے پہلے داخل خانہ ہوگئے اورگوشئہ خانہ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چھپ 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گئے امام حسن حسب معمول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سناناشروع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بعد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ااماہ</w:t>
      </w:r>
      <w:r>
        <w:rPr>
          <w:rtl/>
          <w:lang w:bidi="ur-PK"/>
        </w:rPr>
        <w:t xml:space="preserve"> قدتلجلج لسان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وکل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لعل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“مادرگرام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آج زبان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ترجمان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لکنت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مقصد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رکاوٹ 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سامعلوم</w:t>
      </w:r>
      <w:r>
        <w:rPr>
          <w:rtl/>
          <w:lang w:bidi="ur-PK"/>
        </w:rPr>
        <w:t xml:space="preserve"> ہوتاہے کہ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بزرگ محترم 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دوڑکرامام حسن کوآغوش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اٹھال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اوربوسہ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لگے(بحارالانوارجلد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۱۹۳)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76" w:name="_Toc509136698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کابچپن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لوح محفوظ کامطالعہ کرنا</w:t>
      </w:r>
      <w:bookmarkEnd w:id="7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کچھ صدقہ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کھجور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حسن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کے ڈھ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رسے</w:t>
      </w:r>
      <w:r>
        <w:rPr>
          <w:rtl/>
          <w:lang w:bidi="ur-PK"/>
        </w:rPr>
        <w:t xml:space="preserve">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رہے تھے اورکھ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طورپر امام حسن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کھجوردہن اقدس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کرآنحضرت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ااے</w:t>
      </w:r>
      <w:r>
        <w:rPr>
          <w:rtl/>
          <w:lang w:bidi="ur-PK"/>
        </w:rPr>
        <w:t xml:space="preserve"> حسن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؟ کہ ہم لوگوں پرصدق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حرام ہے (صح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پارہ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۵۲)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حجة الاسلام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دثالث</w:t>
      </w:r>
      <w:r>
        <w:rPr>
          <w:rtl/>
          <w:lang w:bidi="ur-PK"/>
        </w:rPr>
        <w:t xml:space="preserve">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نوراللہ شوشتر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”امام پراگرچہ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کوالہام ہوتاہے اوروہ لوح محفوظ کامطالعہ کرتاہے جس پرعلامہ ابن حجرعسقلان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کاوہ قول دلالت کرتاہے جوانہوں نے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لکھاہے جس 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آنحضرت نے امام حسن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رخوارگ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صدقہ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کھجورکے منہ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پراعتراض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اتھا”کخ</w:t>
      </w:r>
      <w:r>
        <w:rPr>
          <w:rtl/>
          <w:lang w:bidi="ur-PK"/>
        </w:rPr>
        <w:t xml:space="preserve"> کخ اماتعلم ان الصدقة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ناحرام“</w:t>
      </w:r>
      <w:r>
        <w:rPr>
          <w:rtl/>
          <w:lang w:bidi="ur-PK"/>
        </w:rPr>
        <w:t xml:space="preserve"> تھوکوتھو،ک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لوگوں پرصدقہ حرام ہے اورجس شخص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امام حسن اس وقت دودھ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آپ پرابھ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آنحضرت نے ان پرک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اعتراض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کاجواب علامہ عسقلان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فتح البار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امام حسن اوردوسرے بچے برابرنہ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 الحسن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طالع</w:t>
      </w:r>
      <w:r>
        <w:rPr>
          <w:rtl/>
          <w:lang w:bidi="ur-PK"/>
        </w:rPr>
        <w:t xml:space="preserve"> لوح المحفوظ امام حسن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رخوارگ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لوح محفوظ کامطالعہ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تھے(احقاق الحق ص </w:t>
      </w:r>
      <w:r>
        <w:rPr>
          <w:rtl/>
          <w:lang w:bidi="fa-IR"/>
        </w:rPr>
        <w:t xml:space="preserve">۱۲۷)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77" w:name="_Toc509136699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کابچپن اورمسائل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7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مسلمات سے ہے کہ حضرت آئمہ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کوعلم لدن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ہواکرتاتھا وہ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تحص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علم کے محتاج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ہواکرتے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وہ بچپن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مسائل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واقف ہوتے تھے جن 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عام علماء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عمرتک بے بہرہ رہتے تھے امام حسن </w:t>
      </w:r>
      <w:r>
        <w:rPr>
          <w:rFonts w:hint="eastAsia"/>
          <w:rtl/>
          <w:lang w:bidi="ur-PK"/>
        </w:rPr>
        <w:t>جوخانوادہ</w:t>
      </w:r>
      <w:r>
        <w:rPr>
          <w:rtl/>
          <w:lang w:bidi="ur-PK"/>
        </w:rPr>
        <w:t xml:space="preserve"> 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فرد اکمل اورسلسلہ عصمت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مستحکم کڑ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تھے، کے بچپن کے حالات وواقعات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کاثبوت مل سکے گا: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مناقب ابن شہرآشوب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بحوالہ شرح اخبارقاض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نعمان مرقوم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سائل حضرت ابوبکرک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نے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حالت احرام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شترمرغ کے چندانڈے بھون کرکھال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مجھ پرکفارہ واجب الاداہوا۔ سوال کاجواب چونکہ ان کے بس کانہ تھا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عرق ندامت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پرآگ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ارشادہواکہ اسے عبدالرحمن بن عوف کے پاس لے جاؤ، جوان سے سوال دھرا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اتووہ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خاموش ہوگئے اورکہاکہ اس کاحل توام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_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سائل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نے سائل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ردوچھوٹے</w:t>
      </w:r>
      <w:r>
        <w:rPr>
          <w:rtl/>
          <w:lang w:bidi="ur-PK"/>
        </w:rPr>
        <w:t xml:space="preserve"> بچے جوسامنے نظرآرہے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کرلے سائل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ہوا اورمسئلہ دہراہا امام حسن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تونے جتنے انڈے کھائے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عمدہ </w:t>
      </w:r>
      <w:r>
        <w:rPr>
          <w:rtl/>
          <w:lang w:bidi="ur-PK"/>
        </w:rPr>
        <w:lastRenderedPageBreak/>
        <w:t>اونٹ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لے کرانہ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حاملہ کرا اوران سے ج</w:t>
      </w:r>
      <w:r>
        <w:rPr>
          <w:rFonts w:hint="eastAsia"/>
          <w:rtl/>
          <w:lang w:bidi="ur-PK"/>
        </w:rPr>
        <w:t>وبچے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راہ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خانہ کعبہ کردے ۔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ہنس 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جواب توبالکل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بتاؤ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کچھ حمل ضائع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اورکچھ بچے مرجاتے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باباجان بالکل درست ہے مگرا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توہوتاہے کہ کچھ انڈے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ہاورگندے نکل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کرسائل پکاراٹھاکہ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اپنے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بن داؤد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مقام رحبہ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فرماتے تھے اورحسن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موجودتھے ناگاہ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آکرکہنے لگا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اوراہل بلد(شہر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ہوں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توجھوٹ کہتاہے تونہ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سے ہے اورنہ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شہرکاشہر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بلکہ توبادشاہ روم کافرستادہ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تجھے اس نے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پاس چندمسائل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جاتھا</w:t>
      </w:r>
      <w:r>
        <w:rPr>
          <w:rtl/>
          <w:lang w:bidi="ur-PK"/>
        </w:rPr>
        <w:t xml:space="preserve"> اوراس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نے کہا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احضرت</w:t>
      </w:r>
      <w:r>
        <w:rPr>
          <w:rtl/>
          <w:lang w:bidi="ur-PK"/>
        </w:rPr>
        <w:t xml:space="preserve"> آپ کاارشاد باکل درست ہے مجھے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طورپرآپ کے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جاہے</w:t>
      </w:r>
      <w:r>
        <w:rPr>
          <w:rtl/>
          <w:lang w:bidi="ur-PK"/>
        </w:rPr>
        <w:t xml:space="preserve"> اوراس کاحال خداوندعالم کے سواکس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مگرآپ بہ علم امامت سمجھ گئے 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اچھا اب ان مسائل کے جوابات ان دوبچوں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پوچھ لے وہ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ہواچاہتاتھا کہ سوال کرے امام حسن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شخص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کرنے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 حق وباطل کتنا فاصلہ ہے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وآسمان تک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مسافت ہے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مشرق ومغرب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قوس قزح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اچزہے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۔ مخنث کسے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۔ وہ دس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کوخداوندعالم نے دوسرے سے سخت اورفائق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سن</w:t>
      </w:r>
      <w:r>
        <w:rPr>
          <w:rtl/>
          <w:lang w:bidi="ur-PK"/>
        </w:rPr>
        <w:t xml:space="preserve"> ، حق وباطل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چارانگشت کافرق وفاصلہ ہے اکثروب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شتر</w:t>
      </w:r>
      <w:r>
        <w:rPr>
          <w:rtl/>
          <w:lang w:bidi="ur-PK"/>
        </w:rPr>
        <w:t xml:space="preserve"> جوکچھ آنکھ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کھاحق</w:t>
      </w:r>
      <w:r>
        <w:rPr>
          <w:rtl/>
          <w:lang w:bidi="ur-PK"/>
        </w:rPr>
        <w:t xml:space="preserve"> ہے اورجوکان سے سناباطل ہے(آنکھ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کان سے سناہوامحتاج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اورآسمان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مسافت ہے کہ مظلوم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آہ اورآنکھ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مشرق</w:t>
      </w:r>
      <w:r>
        <w:rPr>
          <w:rtl/>
          <w:lang w:bidi="ur-PK"/>
        </w:rPr>
        <w:t xml:space="preserve"> ومغرب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اتنافاصلہ ہے کہ سورج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طے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اورقوس</w:t>
      </w:r>
      <w:r>
        <w:rPr>
          <w:rtl/>
          <w:lang w:bidi="ur-PK"/>
        </w:rPr>
        <w:t xml:space="preserve"> وقزح اصل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قوس خداہے اس لئے کہ قزح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کانام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فراوان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رزق اوراہل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غرق سے امان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علامت ہے اس لئے 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خشک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نمودارہوت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توبارش کے حالات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سمجھ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اوربارش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نکلت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ختم باران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علامت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شمارک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مخنث</w:t>
      </w:r>
      <w:r>
        <w:rPr>
          <w:rtl/>
          <w:lang w:bidi="ur-PK"/>
        </w:rPr>
        <w:t xml:space="preserve"> وہ ہے جس کے متعلق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نہ ہوکہ مردہے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اعورت</w:t>
      </w:r>
      <w:r>
        <w:rPr>
          <w:rtl/>
          <w:lang w:bidi="ur-PK"/>
        </w:rPr>
        <w:t xml:space="preserve"> اوراس کے جسم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دونوں کے اعضاء ہوں اس کاحکم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تاحدبلوغ انتظارکر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اگرمحتلم ہوتو مرد اورحائض ہواورپستان ابھرائ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توعورت 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اگراس</w:t>
      </w:r>
      <w:r>
        <w:rPr>
          <w:rtl/>
          <w:lang w:bidi="ur-PK"/>
        </w:rPr>
        <w:t xml:space="preserve"> سے مسئلہ حل نہ ہوتو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کھناچاہئے</w:t>
      </w:r>
      <w:r>
        <w:rPr>
          <w:rtl/>
          <w:lang w:bidi="ur-PK"/>
        </w:rPr>
        <w:t xml:space="preserve"> کہ 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دھار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تومرد ،ورنہ عورت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اوروہ</w:t>
      </w:r>
      <w:r>
        <w:rPr>
          <w:rtl/>
          <w:lang w:bidi="ur-PK"/>
        </w:rPr>
        <w:t xml:space="preserve"> دس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پرغالب وقو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خدانے سب سے زائدسخت 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پتھرکوپ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مگراس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سخت لوہا ہے جوپتھرکوبھ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کاٹ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اوراس سے زائدسخت 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ہے جولوہے کوپگھلاد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اورآگ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سخت 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جوآگ کوبجھاد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اوراس سے زائد سخت وقو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ابرہے جوپان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کواپنے کندھوں پر اٹھائے پھرتاہے اوراس سے زائد وقو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ہواہے جوابرکواڑائے پھرت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اورہواسے زائد سخت وقو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فرشتہ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ہوامحکوم ہے اوراس سے زائدسخت وقو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 الموت ہے جوفرشتہ بادک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قبض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اورموت سے زائد سخت وقو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خداہے جوموت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جوابات سن کرسائل پھڑک اٹھا۔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منقول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لوگوں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کے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خون آلودچھر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ذبح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</w:t>
      </w:r>
      <w:r>
        <w:rPr>
          <w:rtl/>
          <w:lang w:bidi="ur-PK"/>
        </w:rPr>
        <w:t xml:space="preserve"> پڑاہے جب اس سے پوچھاگ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تونے اسے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اہے،تواس</w:t>
      </w:r>
      <w:r>
        <w:rPr>
          <w:rtl/>
          <w:lang w:bidi="ur-PK"/>
        </w:rPr>
        <w:t xml:space="preserve"> نے کہا ہاں ،لوگ اسے جسدمقتول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جناب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چلے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شخص دوڑتاہواآ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ا،اورکہنے</w:t>
      </w:r>
      <w:r>
        <w:rPr>
          <w:rtl/>
          <w:lang w:bidi="ur-PK"/>
        </w:rPr>
        <w:t xml:space="preserve"> لگا کہ اسے چھوڑدو اس مقتول کاقاتل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ہوں ۔ ان لوگوں نے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ااورحضرت</w:t>
      </w:r>
      <w:r>
        <w:rPr>
          <w:rtl/>
          <w:lang w:bidi="ur-PK"/>
        </w:rPr>
        <w:t xml:space="preserve"> کے پاس لے گئے ساراقصہ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پہلے شخص سے پوچھاکہ جب تواس کاقاتل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تھاتوک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اوجہ</w:t>
      </w:r>
      <w:r>
        <w:rPr>
          <w:rtl/>
          <w:lang w:bidi="ur-PK"/>
        </w:rPr>
        <w:t xml:space="preserve"> ہے کہ اپنے کواس کاقاتل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</w:t>
      </w:r>
      <w:r>
        <w:rPr>
          <w:rtl/>
          <w:lang w:bidi="ur-PK"/>
        </w:rPr>
        <w:t xml:space="preserve"> نے کہا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امولا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قصاب ہوں گوسفندذبح کررہاتھا کہ مجھے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،اس طرح خون آلود چھر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اس خرابہ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وہاں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مقتول تازہ ذبح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اہواپڑاہے</w:t>
      </w:r>
      <w:r>
        <w:rPr>
          <w:rtl/>
          <w:lang w:bidi="ur-PK"/>
        </w:rPr>
        <w:t xml:space="preserve">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لوگ آگئے اورمجھے پکڑل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کرتے ہوئے کہ اس وقت جبکہ قتل کے سارے قرا</w:t>
      </w:r>
      <w:r>
        <w:rPr>
          <w:rFonts w:hint="eastAsia"/>
          <w:rtl/>
          <w:lang w:bidi="ur-PK"/>
        </w:rPr>
        <w:t>ئن</w:t>
      </w:r>
      <w:r>
        <w:rPr>
          <w:rtl/>
          <w:lang w:bidi="ur-PK"/>
        </w:rPr>
        <w:t xml:space="preserve"> موجودہ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انکارکوکون باور کرے گا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اقرارکرل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پھرآپ</w:t>
      </w:r>
      <w:r>
        <w:rPr>
          <w:rtl/>
          <w:lang w:bidi="ur-PK"/>
        </w:rPr>
        <w:t xml:space="preserve"> نے دوسرے سے پوچھاکہ تواس کاقاتل ہے اس نے کہا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قتل کرکے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قصاب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ناحق جان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توحاضرہوگ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فرزندحسن کوبلاؤ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مقدمہ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سنائ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امام حسن آئے اورسارا قصہ سنا،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ادونوں</w:t>
      </w:r>
      <w:r>
        <w:rPr>
          <w:rtl/>
          <w:lang w:bidi="ur-PK"/>
        </w:rPr>
        <w:t xml:space="preserve"> کوچھو</w:t>
      </w:r>
      <w:r>
        <w:rPr>
          <w:rFonts w:hint="eastAsia"/>
          <w:rtl/>
          <w:lang w:bidi="ur-PK"/>
        </w:rPr>
        <w:t>ڑدو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قصاب بے قصورہے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اگرچہ قاتل ہے مگراس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نفس کوقتل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اتودوسرے</w:t>
      </w:r>
      <w:r>
        <w:rPr>
          <w:rtl/>
          <w:lang w:bidi="ur-PK"/>
        </w:rPr>
        <w:t xml:space="preserve"> نفس (قصاب) کوبچاکر اسے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 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بچال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اورحکم قرآن ہے کہ ”من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اہافکانما</w:t>
      </w:r>
      <w:r>
        <w:rPr>
          <w:rtl/>
          <w:lang w:bidi="ur-PK"/>
        </w:rPr>
        <w:t xml:space="preserve">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االناس</w:t>
      </w:r>
      <w:r>
        <w:rPr>
          <w:rtl/>
          <w:lang w:bidi="ur-PK"/>
        </w:rPr>
        <w:t xml:space="preserve">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عا“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اتمام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لہذا اس </w:t>
      </w:r>
      <w:r>
        <w:rPr>
          <w:rFonts w:hint="eastAsia"/>
          <w:rtl/>
          <w:lang w:bidi="ur-PK"/>
        </w:rPr>
        <w:t>مقتول</w:t>
      </w:r>
      <w:r>
        <w:rPr>
          <w:rtl/>
          <w:lang w:bidi="ur-PK"/>
        </w:rPr>
        <w:t xml:space="preserve"> کاخون بہاب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المال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قم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لکھاہے کہ شاہ روم نے جب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مقابلہ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دست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آگاہ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تودونوں کولکھا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نمائندہ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امام حسن اورمعاو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وہاں پہنچ کر شاہ روم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 بوس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اورامام حسن نے جاتے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کہاکہ خداکاشکرہے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،نصران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مجوس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بلکہ خالص مسلمان ہوں شاہ روم نے چندتصاو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کہا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پہنچانتا اورنہ بتاسکتاہوں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کن حضرات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حسن نے حضرت آدم ،نوح،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ل،</w:t>
      </w:r>
      <w:r>
        <w:rPr>
          <w:rtl/>
          <w:lang w:bidi="ur-PK"/>
        </w:rPr>
        <w:t xml:space="preserve"> اورشع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تصو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کرآپ رونے لگے بادشاہ نے پوچھا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جدنامدارک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بادشاہ نے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وہ کون سے جاندارہ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ااے</w:t>
      </w:r>
      <w:r>
        <w:rPr>
          <w:rtl/>
          <w:lang w:bidi="ur-PK"/>
        </w:rPr>
        <w:t xml:space="preserve"> بادشاہ وہ سات جاندارہ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۱- </w:t>
      </w:r>
      <w:r>
        <w:rPr>
          <w:rtl/>
          <w:lang w:bidi="ur-PK"/>
        </w:rPr>
        <w:t xml:space="preserve">۔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۔آدم وحوا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دنبہ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ناقہ صالح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 xml:space="preserve"> ۔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۶</w:t>
      </w:r>
      <w:r>
        <w:rPr>
          <w:rtl/>
          <w:lang w:bidi="ur-PK"/>
        </w:rPr>
        <w:t xml:space="preserve"> ۔ موسو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اژدھا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۷</w:t>
      </w:r>
      <w:r>
        <w:rPr>
          <w:rtl/>
          <w:lang w:bidi="ur-PK"/>
        </w:rPr>
        <w:t xml:space="preserve"> ۔ وہ کوا جس نے قاب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دفن ہاب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رہبر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بادشاہ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تبحرعلم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اورتحائف کے ساتھ واپس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78" w:name="_Toc509136700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اورتفس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رقرآن</w:t>
      </w:r>
      <w:bookmarkEnd w:id="7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بحوالہ تف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واحد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ابن عباس اورابن عمرسے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متعلق ”شاہدومشہود“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کئے ابن عباس نے شاہدسے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جمعہ اورمشہودسے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عرفہ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ااورابن</w:t>
      </w:r>
      <w:r>
        <w:rPr>
          <w:rtl/>
          <w:lang w:bidi="ur-PK"/>
        </w:rPr>
        <w:t xml:space="preserve"> عمرنے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جمعہ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النحرکہا اس کے بعدوہ شخص امام حسن کے پاس پہنچا،آپ نے شاہدسے رسول خدااورمشہودسے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ہاالنب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اناارسلناک شاہداومبشرا ونذ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۔ائے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نے تم کوشاہد ومبشر اورنذ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ربناکربھ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جاہے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ذالک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مجموع لہ الناس وذالک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مشہود۔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کاوہ دن ہوگا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تمام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پرجمع ہوں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،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مشہود ہے ۔ سائل نے سب کاجواب سننے کے بعدکہا”فکان قول الحسن احسن“ امام حسن کا جواب دونوں سے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بہترہے (مطالب السؤل ص </w:t>
      </w:r>
      <w:r>
        <w:rPr>
          <w:rtl/>
          <w:lang w:bidi="fa-IR"/>
        </w:rPr>
        <w:t xml:space="preserve">۲۲۵)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79" w:name="_Toc50913670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</w:t>
      </w:r>
      <w:bookmarkEnd w:id="7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زبردست عابد،بے مثل زاہد، افضل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عالم تھے آپ نے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پابرہنہ حج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جاتے تھے آپ اکثرموت، عذاب،قبر،صراط اوربعثت ونشورکو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ادکرکے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جب آپ وضوکرتے تھے توآپ کے </w:t>
      </w:r>
      <w:r>
        <w:rPr>
          <w:rFonts w:hint="eastAsia"/>
          <w:rtl/>
          <w:lang w:bidi="ur-PK"/>
        </w:rPr>
        <w:t>چہرہ</w:t>
      </w:r>
      <w:r>
        <w:rPr>
          <w:rtl/>
          <w:lang w:bidi="ur-PK"/>
        </w:rPr>
        <w:t xml:space="preserve"> کارنگ زردہوجا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اکرتاتھا</w:t>
      </w:r>
      <w:r>
        <w:rPr>
          <w:rtl/>
          <w:lang w:bidi="ur-PK"/>
        </w:rPr>
        <w:t xml:space="preserve"> اورجب نمازکے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کھڑ ے ہوتے تھے توب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مثل کانپنے لگتے تھے آپ کامعمول تھاکہ جب دروازہ مسجدپرپہنچتے توخداکومخاطب کرکے کہتے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پالنے والے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راگنہگاربندہ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اسے رحمن ورح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اپنے اچھائ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صدقہ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مجھ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بر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والے بندہ کومعاف کردے آپ جب نمازصبح سے فارغ ہوتے تھے تواس وقت تک خاموش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رہتے تھے جب تک سورج طالع نہ ہوجائے (روضة الواعظ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بحارالانوار)۔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80" w:name="_Toc509136702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کازہد</w:t>
      </w:r>
      <w:bookmarkEnd w:id="8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اکثراپناسارامال راہ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اوربعض مرتبہ نصف مال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وہ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زگارتھے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81" w:name="_Toc509136703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سخاوت</w:t>
      </w:r>
      <w:bookmarkEnd w:id="8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حضرت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کچھ مانگادست سوال درازہوناتھاکہ آپ نے پچاس ہزاردرہم اورپانچ سواشرف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مزدورلاکراسے اٹھوالے جا اس کے بعدآپ نے مزدورک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مزدور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اپناچغابخش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(مراة الجنان ص </w:t>
      </w:r>
      <w:r>
        <w:rPr>
          <w:rtl/>
          <w:lang w:bidi="fa-IR"/>
        </w:rPr>
        <w:t xml:space="preserve">۱۲۳)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سائل کوخداسے دعاکرتے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امجھ</w:t>
      </w:r>
      <w:r>
        <w:rPr>
          <w:rtl/>
          <w:lang w:bidi="ur-PK"/>
        </w:rPr>
        <w:t xml:space="preserve"> دس ہزاردرہم عطافرما آپ نے گھرپہنچ کرمطلوبہ رقم بھجواد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(نورالابصار ص </w:t>
      </w:r>
      <w:r>
        <w:rPr>
          <w:rtl/>
          <w:lang w:bidi="fa-IR"/>
        </w:rPr>
        <w:t xml:space="preserve">۱۲۲)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پوچھاکہ آپ توفاقہ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سائل کومحروم واپس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خداسے مانگنے والاہوں اس نے 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ڈال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لوگوں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ڈرتاہوں کہ اگراپن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بدل دوں ، توکہ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بدل دے اورمجھے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محروم کردے (ص </w:t>
      </w:r>
      <w:r>
        <w:rPr>
          <w:rtl/>
          <w:lang w:bidi="fa-IR"/>
        </w:rPr>
        <w:t xml:space="preserve">۱۲۳)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82" w:name="_Toc509136704"/>
      <w:r>
        <w:rPr>
          <w:rFonts w:hint="eastAsia"/>
          <w:rtl/>
          <w:lang w:bidi="ur-PK"/>
        </w:rPr>
        <w:t>توکل</w:t>
      </w:r>
      <w:r>
        <w:rPr>
          <w:rtl/>
          <w:lang w:bidi="ur-PK"/>
        </w:rPr>
        <w:t xml:space="preserve"> کے متعلق آپ کاارشاد</w:t>
      </w:r>
      <w:bookmarkEnd w:id="8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امام حسن سے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ابوذرغفار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کہ مجھے تونگر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اورصحت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پسندہے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خداابوذرپررحم کرے ان کاکہنادرست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کہتاہوں کہ جوشخص خداکے قضاوقدرپرتوکل کرے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زکوپسند</w:t>
      </w:r>
      <w:r>
        <w:rPr>
          <w:rtl/>
          <w:lang w:bidi="ur-PK"/>
        </w:rPr>
        <w:t xml:space="preserve"> کرے گا جسے خدااس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پسندکرے (مراة الجنان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83" w:name="_Toc50913670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حلم اوراخلاق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>میں</w:t>
      </w:r>
      <w:bookmarkEnd w:id="83"/>
      <w:r w:rsidR="00E8268B"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شہرآشوب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گھوڑے پرسوارکہ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جارہے تھے راستہ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طرف داروں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سامنے آپڑا اس نے حضرت کوگال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اس کامطلقا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کرچکاتوآپ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گئے اوراس کوسلام کرکے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دتومسافرہے</w:t>
      </w:r>
      <w:r>
        <w:rPr>
          <w:rtl/>
          <w:lang w:bidi="ur-PK"/>
        </w:rPr>
        <w:t xml:space="preserve"> ،سن اگرتجھے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ہوتو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تجھے سور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دوں،</w:t>
      </w:r>
      <w:r>
        <w:rPr>
          <w:rtl/>
          <w:lang w:bidi="ur-PK"/>
        </w:rPr>
        <w:t xml:space="preserve"> اگرتوبھوکاہے توکھاناکھلادوں ، اگرتجھے کپڑے درکارہوں توکپڑے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،اگرتجھے رہنے کوجگہ چاہئے تو مکان کاانتظام کردوں، اگردولت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توتجھے ا</w:t>
      </w:r>
      <w:r>
        <w:rPr>
          <w:rFonts w:hint="eastAsia"/>
          <w:rtl/>
          <w:lang w:bidi="ur-PK"/>
        </w:rPr>
        <w:t>تنا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کہ توخوش حال ہوجائے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کرشام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انتہاشرمندہ ہوااورکہنے لگا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کہ آپ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خداپراس کے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توآپ کواورآپ کے باپ دادا کوسخت نفرت اورحقارت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کھتاتھا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آج آپ کے اخلاق نے مجھے آپ کاگرد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قدموں سے دورنہ جاؤں گا اورتاح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رہوں</w:t>
      </w:r>
      <w:r>
        <w:rPr>
          <w:rtl/>
          <w:lang w:bidi="ur-PK"/>
        </w:rPr>
        <w:t xml:space="preserve"> گا (مناقب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۵۳</w:t>
      </w:r>
      <w:r>
        <w:rPr>
          <w:rtl/>
          <w:lang w:bidi="ur-PK"/>
        </w:rPr>
        <w:t xml:space="preserve"> ،وکامل مبروج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۸۶)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84" w:name="_Toc509136706"/>
      <w:r>
        <w:rPr>
          <w:rFonts w:hint="eastAsia"/>
          <w:rtl/>
          <w:lang w:bidi="ur-PK"/>
        </w:rPr>
        <w:t>عہد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خدمات</w:t>
      </w:r>
      <w:bookmarkEnd w:id="8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کوپچ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برس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خانہ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بعدمسلمانوں نے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کے بعدجمل،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ن،نہروان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والدبزرگوارکے ساتھ 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بلکہ بعض موقعوں پرجنگ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کارہائے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کئے۔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رالصحابہ</w:t>
      </w:r>
      <w:r>
        <w:rPr>
          <w:rtl/>
          <w:lang w:bidi="ur-PK"/>
        </w:rPr>
        <w:t xml:space="preserve"> اورروضة الصفا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جنگ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ابوموس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اشعر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دوان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ہوچک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امام حسن اورعمار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اسرکوکوفہ</w:t>
      </w:r>
      <w:r>
        <w:rPr>
          <w:rtl/>
          <w:lang w:bidi="ur-PK"/>
        </w:rPr>
        <w:t xml:space="preserve"> روانہ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نے جامع 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ابوموس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افسون 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</w:t>
      </w:r>
      <w:r>
        <w:rPr>
          <w:rtl/>
          <w:lang w:bidi="ur-PK"/>
        </w:rPr>
        <w:t xml:space="preserve"> سے بے اثربناد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اورلوگوں کوحضرت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جنگ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جانے پرآمادہ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اخبارالطوال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بناپرنوہزارچھ سوپچاس افرادکالشکر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جنگ جمل کے بعدجب عائشہ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جانے پرآمادہ نہ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امام حسن کوبھ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جاکہ</w:t>
      </w:r>
      <w:r>
        <w:rPr>
          <w:rtl/>
          <w:lang w:bidi="ur-PK"/>
        </w:rPr>
        <w:t xml:space="preserve">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سمجھاکر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روانہ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چنانچہ وہ اس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ممدوح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ہوگئے بعض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حسن جنگ جمل وصف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علمدارلشکرتھے اورآپ نے معاہدہ تح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پردستخط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فرمائے تھے اورجنگ جمل وصف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اورنہروان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فوج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کاموں کے علاوہ آپ کے سپردسرکار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مہمان خانہ کاانتظام اورشاہ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مدارات کاکام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آپ مقدمات کے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تھے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تھے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85" w:name="_Toc509136707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اورامام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bookmarkEnd w:id="8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امام حسن کے والدبزرگوارحضرت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سرمبارک پربمقام مسجدکوفہ </w:t>
      </w:r>
      <w:r>
        <w:rPr>
          <w:rtl/>
          <w:lang w:bidi="fa-IR"/>
        </w:rPr>
        <w:t xml:space="preserve">۱۸/ </w:t>
      </w:r>
      <w:r>
        <w:rPr>
          <w:rtl/>
          <w:lang w:bidi="ur-PK"/>
        </w:rPr>
        <w:t xml:space="preserve">رمضان </w:t>
      </w:r>
      <w:r>
        <w:rPr>
          <w:rtl/>
          <w:lang w:bidi="fa-IR"/>
        </w:rPr>
        <w:t>۴۹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بوقت صبح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سازش سے عبدالرحمن ابن ملجم مراد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زہر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تلوارلگائ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کے صدمہ سے آپ نے </w:t>
      </w:r>
      <w:r>
        <w:rPr>
          <w:rtl/>
          <w:lang w:bidi="fa-IR"/>
        </w:rPr>
        <w:t xml:space="preserve">۲۱/ </w:t>
      </w:r>
      <w:r>
        <w:rPr>
          <w:rtl/>
          <w:lang w:bidi="ur-PK"/>
        </w:rPr>
        <w:t xml:space="preserve">رمضان المبارک </w:t>
      </w:r>
      <w:r>
        <w:rPr>
          <w:rtl/>
          <w:lang w:bidi="fa-IR"/>
        </w:rPr>
        <w:t>۴۰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کوبوقت صبح شہ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>۳۷</w:t>
      </w:r>
      <w:r>
        <w:rPr>
          <w:rtl/>
          <w:lang w:bidi="ur-PK"/>
        </w:rPr>
        <w:t xml:space="preserve"> سال چھ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_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وتدف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بعدعبداللہ ابن عباس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بقول 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ابن سعد بن عبادہ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کے بعدتمام حاضر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</w:t>
      </w:r>
      <w:r>
        <w:rPr>
          <w:rtl/>
          <w:lang w:bidi="fa-IR"/>
        </w:rPr>
        <w:t xml:space="preserve">۲۱/ </w:t>
      </w:r>
      <w:r>
        <w:rPr>
          <w:rtl/>
          <w:lang w:bidi="ur-PK"/>
        </w:rPr>
        <w:t xml:space="preserve">رمضان </w:t>
      </w:r>
      <w:r>
        <w:rPr>
          <w:rtl/>
          <w:lang w:bidi="fa-IR"/>
        </w:rPr>
        <w:t>۴۰</w:t>
      </w:r>
      <w:r>
        <w:rPr>
          <w:rtl/>
          <w:lang w:bidi="ur-PK"/>
        </w:rPr>
        <w:t xml:space="preserve"> 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جمعہ کاہے کفا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الاثر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وقت 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خطبہ پڑھا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ہم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اتلوارکے</w:t>
      </w:r>
      <w:r>
        <w:rPr>
          <w:rtl/>
          <w:lang w:bidi="ur-PK"/>
        </w:rPr>
        <w:t xml:space="preserve"> گھاٹ اترے 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ازہروغاسے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دہوگا</w:t>
      </w:r>
      <w:r>
        <w:rPr>
          <w:rtl/>
          <w:lang w:bidi="ur-PK"/>
        </w:rPr>
        <w:t xml:space="preserve"> اس کے بعدآپ نے عراق،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ران،خراسان،حجاز،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اوربصرہ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اورعبداللہ ابن عباس کوبصرہ کاحاکم مقررفرما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</w:t>
      </w:r>
      <w:r>
        <w:rPr>
          <w:rFonts w:hint="eastAsia"/>
          <w:rtl/>
          <w:lang w:bidi="ur-PK"/>
        </w:rPr>
        <w:t>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بصرہ کے حاکم ابن عباس مقررکرد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تواس نے دوجاسوس روانہ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رکاکوفہ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اوردوسراقب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کابصرہ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طرف، اس کامقصد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تھاکہ لوگ امام حسن سے منحرف ہوکرم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آجائ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دونوں جاسوس گرفتارکرل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اوربعد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کہ جب عنان حکومت امام حسن کے ہاتھوں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توزمانہ بڑاپرآشوب تھاحضرت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شجاعت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دھاک سارے عرب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کوچ کرچکے تھے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دفعة شہادت نے سوئے ہوئے فتنوں کوب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مملکت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سازشوں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پک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خودکوف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اشعث ابن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، عمربن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ابن ربع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کھلم کھلابرسرعناداورآمادہ فسادنظرآتے تھے ۔۔۔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جابجاجاسوس مقررکردئ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تھے جومسلمانوں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پھوٹ ڈلواتے تھے اورحضرت کے لشکر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اختلاف وتشتت وافتراق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بوتے تھے اس نے کوفہ کے بڑے بڑے سرداروں سے سازش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کرانہ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توڑل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بحارالانوار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علل الشرائع کے حوالہ سے منقول ہے کہ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عمربن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، اشعث بن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س،</w:t>
      </w:r>
      <w:r>
        <w:rPr>
          <w:rtl/>
          <w:lang w:bidi="ur-PK"/>
        </w:rPr>
        <w:t xml:space="preserve"> حجرابن الحجر، شبث ابن ربع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جاکہ</w:t>
      </w:r>
      <w:r>
        <w:rPr>
          <w:rtl/>
          <w:lang w:bidi="ur-PK"/>
        </w:rPr>
        <w:t xml:space="preserve"> جس طرح ہوسکے حسن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کوقتل کرادو،جومنچلا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کرگزرے گااس کودولاکھ درہم نقدانعام دوں گا فوج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عطاکروں گا 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کردوں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انعام حاصل کرنے کے ل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لوگ شب </w:t>
      </w:r>
      <w:r>
        <w:rPr>
          <w:rtl/>
          <w:lang w:bidi="ur-PK"/>
        </w:rPr>
        <w:lastRenderedPageBreak/>
        <w:t>وروزموقع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رہنے لگے حضرت کواطلاع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توآپ نے کپڑوں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زرہ پہنن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نمازجماعت پڑھانے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باہرنکلتے توزرہ پہن کرنکلتے تھے_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توخف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توڑجوڑکئے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بڑالشکرعراق پرحملہ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حملہ آورلشکرحدودعراق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دورتک آگے بڑھ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توحضرت نے اپنے لشکرکوحرکت کرنے کاحکم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احجرابن</w:t>
      </w:r>
      <w:r>
        <w:rPr>
          <w:rtl/>
          <w:lang w:bidi="ur-PK"/>
        </w:rPr>
        <w:t xml:space="preserve"> عد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کے ساتھ آگے بڑھنے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کے لشکر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tl/>
          <w:lang w:bidi="ur-PK"/>
        </w:rPr>
        <w:t xml:space="preserve"> بھاڑت</w:t>
      </w:r>
      <w:r>
        <w:rPr>
          <w:rFonts w:hint="eastAsia"/>
          <w:rtl/>
          <w:lang w:bidi="ur-PK"/>
        </w:rPr>
        <w:t>وخاص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نظرآنے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 سردارجوسپاہ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کولڑاتے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تومعاو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ہاتھ بک چکے تھے کچھ عاف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 تھے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نے دوستوں کے حوصلے پست 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تھے اوردشمنوں کوجرائت وہمت دلاد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۶۰</w:t>
      </w:r>
      <w:r>
        <w:rPr>
          <w:rtl/>
          <w:lang w:bidi="ur-PK"/>
        </w:rPr>
        <w:t xml:space="preserve"> ہزارک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لے کرمقام مسکن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جااترا جوبغدادسے دس فرسخ تکر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”جانب اوانا“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واقع ہے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کوجب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کاعلم ہواتوآپ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بڑے لشکرکے ساتھ کوچ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ااورکوفہ</w:t>
      </w:r>
      <w:r>
        <w:rPr>
          <w:rtl/>
          <w:lang w:bidi="ur-PK"/>
        </w:rPr>
        <w:t xml:space="preserve"> سے ساباط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جاپہنچے اور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ہزا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ابن سعد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ماتحت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روکنے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روانہ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پھرساباط سے روانہ ہوتے وقت 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خطبہ پڑھا ،جس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”لوگوں</w:t>
      </w:r>
      <w:r>
        <w:rPr>
          <w:rtl/>
          <w:lang w:bidi="ur-PK"/>
        </w:rPr>
        <w:t xml:space="preserve"> ! تم نے اس شرط پرمجھ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صلح اورجنگ دونوں حالتوں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راساتھ</w:t>
      </w:r>
      <w:r>
        <w:rPr>
          <w:rtl/>
          <w:lang w:bidi="ur-PK"/>
        </w:rPr>
        <w:t xml:space="preserve"> دوگے“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کھاکرکہتاہوں کہ مجھے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سے بغض وعداوت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کوستانے کاخ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صلح کوجنگ سے اورمحبت کوعداوت سے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بہترسمجھتاہوں۔“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لوگوں</w:t>
      </w:r>
      <w:r>
        <w:rPr>
          <w:rtl/>
          <w:lang w:bidi="ur-PK"/>
        </w:rPr>
        <w:t xml:space="preserve"> نے حضرت کے اس خطاب کامطلب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سمجھاکہ حضرت امام حسن،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صلح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اورخلافت سے دستبردار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کاارادہ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امام حسن کے لشکرک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کثرت سے متاثرہوکر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مشورہ عمروعاص کچھ لوگوں کوامام حسن کے لشکروالے سا</w:t>
      </w:r>
      <w:r>
        <w:rPr>
          <w:rFonts w:hint="eastAsia"/>
          <w:rtl/>
          <w:lang w:bidi="ur-PK"/>
        </w:rPr>
        <w:t>زش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لشکر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خلاف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گنڈاکراد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امام حسن کے لشکروالے سازش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متعلق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شہرت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 نے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صلح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بن سعدکے لشکر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جوسازش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گھسے ہوئے تھے انہوں نے تمام لشکر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چرچاکرد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امام ح</w:t>
      </w:r>
      <w:r>
        <w:rPr>
          <w:rFonts w:hint="eastAsia"/>
          <w:rtl/>
          <w:lang w:bidi="ur-PK"/>
        </w:rPr>
        <w:t>سن</w:t>
      </w:r>
      <w:r>
        <w:rPr>
          <w:rtl/>
          <w:lang w:bidi="ur-PK"/>
        </w:rPr>
        <w:t xml:space="preserve"> نے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صلح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ہے_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کے دونوں لشکروں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غلط افواہ کے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جانے سے بغاوت اوربدگمان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جذبات ابھرنکلے امام حسن کے لشکر کاوہ عنصرجسے 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شبہ تھاکہ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مائل بہ صلح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کہنے لگا کہ امام حسن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باپ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کافرہوگئے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بالآخرفوج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پرٹو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پڑے آپ کاکل اسباب لوٹ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سے مصل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گھس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ا،دوش</w:t>
      </w:r>
      <w:r>
        <w:rPr>
          <w:rtl/>
          <w:lang w:bidi="ur-PK"/>
        </w:rPr>
        <w:t xml:space="preserve"> مبارک پرسے ردابھ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اتارل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اوربعض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قسم کے افرادنے امام حسن کومعاو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حوالے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کاپلان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ا،آخرکارآپ</w:t>
      </w:r>
      <w:r>
        <w:rPr>
          <w:rtl/>
          <w:lang w:bidi="ur-PK"/>
        </w:rPr>
        <w:t xml:space="preserve"> ان بدبخت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ہوکرمدائن کے گورنر،سعد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ہوگئے ، راستہ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خارج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جس کانام 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الاخبارالطوال ص </w:t>
      </w:r>
      <w:r>
        <w:rPr>
          <w:rtl/>
          <w:lang w:bidi="fa-IR"/>
        </w:rPr>
        <w:t xml:space="preserve">۳۹۳ </w:t>
      </w:r>
      <w:r>
        <w:rPr>
          <w:rtl/>
          <w:lang w:bidi="fa-IR"/>
        </w:rPr>
        <w:lastRenderedPageBreak/>
        <w:t xml:space="preserve">” </w:t>
      </w:r>
      <w:r>
        <w:rPr>
          <w:rtl/>
          <w:lang w:bidi="ur-PK"/>
        </w:rPr>
        <w:t>جراح بن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صہ“تھا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ران پرکم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گاہ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ساخنجرلگا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نے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محفوظ نہ رہنے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نے مدائن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رہ کرعلاج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اوراچھے ہوگئے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۱۶۱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آئمہ ص </w:t>
      </w:r>
      <w:r>
        <w:rPr>
          <w:rtl/>
          <w:lang w:bidi="fa-IR"/>
        </w:rPr>
        <w:t>۳۳۳</w:t>
      </w:r>
      <w:r>
        <w:rPr>
          <w:rtl/>
          <w:lang w:bidi="ur-PK"/>
        </w:rPr>
        <w:t xml:space="preserve"> فتح 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موقع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جان کر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 ہزارکالشکرعبداللہ ابن عامرک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وماتحت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مدائن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اامام</w:t>
      </w:r>
      <w:r>
        <w:rPr>
          <w:rtl/>
          <w:lang w:bidi="ur-PK"/>
        </w:rPr>
        <w:t xml:space="preserve"> حسن اس سے لڑنے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نکلنے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والے تھے کہ اس نے عام شہرت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بڑالشکرل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آرہاہے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حسن اوران کے لشکرسے درخواست کرتاہوں کہ مفت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اورصلح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دعوت صلح اورپ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خوف سے لوگوں کے دل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گئے ہمت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پست ہوگئ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بھاگنے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راستہ ڈھونڈنے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86" w:name="_Toc509136708"/>
      <w:r>
        <w:rPr>
          <w:rFonts w:hint="eastAsia"/>
          <w:rtl/>
          <w:lang w:bidi="ur-PK"/>
        </w:rPr>
        <w:t>صلح</w:t>
      </w:r>
      <w:bookmarkEnd w:id="8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tl/>
          <w:lang w:bidi="ur-PK"/>
        </w:rPr>
        <w:t xml:space="preserve"> معاصرعلامہ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رشام</w:t>
      </w:r>
      <w:r>
        <w:rPr>
          <w:rtl/>
          <w:lang w:bidi="ur-PK"/>
        </w:rPr>
        <w:t xml:space="preserve"> کوحضرت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اورلوگوں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وفائ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کاحال معلوم ہوچکاتھااس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سمجھتے تھے کہ امام حسن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جنگ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مکراس کے ساتھ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رکھتے تھے کہ حضرت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کتنے 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بس اوربے کس ہوں، مگرعل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وفاطمہ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اورپ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غمبرکے</w:t>
      </w:r>
      <w:r>
        <w:rPr>
          <w:rtl/>
          <w:lang w:bidi="ur-PK"/>
        </w:rPr>
        <w:t xml:space="preserve"> نواسے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شرائط پرہرگزصلح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جوحق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خلاف ہوں اورجن سے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اس کونظر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رکھتے ہوئے انہوں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توآپ کے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کوعبداللہ بن عامرکے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دلوا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نہ پڑو، اورخون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ہونے دو۔ اس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کچھ لوگوں کورشوت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اورکچھ بزدلوں 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خوف زدہ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حضرت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پاس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جاکہ</w:t>
      </w:r>
      <w:r>
        <w:rPr>
          <w:rtl/>
          <w:lang w:bidi="ur-PK"/>
        </w:rPr>
        <w:t xml:space="preserve"> آپ جن شرائط پرکہ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شرائط پرصلح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اپنے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ہوئے جنگ کرنامناسب نہ سجھتے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ضرورپ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نظرتھاکہ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داہوکہ</w:t>
      </w:r>
      <w:r>
        <w:rPr>
          <w:rtl/>
          <w:lang w:bidi="ur-PK"/>
        </w:rPr>
        <w:t xml:space="preserve">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کادھبہ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دامن پرنہ آنے پائے، اس گھرانے کوحکومت واقتدارک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ہوس توکبھ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تومطلب اس سے ت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کہ مخلوق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ہواورحدودوحقوق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کااجراہو،اب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جوآپ سے منہ مانگے شرائط پرصلح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آمادگ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تواب مصالحت سے انکارکرنا شخص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اقتدارک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کے علاوہ اورکچھ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قرارپاسکتاتھا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صلح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پرعمل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،بعدک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eastAsia"/>
          <w:rtl/>
          <w:lang w:bidi="ur-PK"/>
        </w:rPr>
        <w:t>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تک صلح نہ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انجام سامنے آکہاں سکتاتھا اورحجت تمام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ونکر</w:t>
      </w:r>
      <w:r>
        <w:rPr>
          <w:rtl/>
          <w:lang w:bidi="ur-PK"/>
        </w:rPr>
        <w:t xml:space="preserve"> ہوسکت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قبل آپ نے ساتھ والوں کوجمع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آگاہ</w:t>
      </w:r>
      <w:r>
        <w:rPr>
          <w:rtl/>
          <w:lang w:bidi="ur-PK"/>
        </w:rPr>
        <w:t xml:space="preserve"> رہوکہ تم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خون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زلڑائ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بہت لوگ قتل ہوئے کچھ مقتول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ہوئے جن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آج تک رورہے ہواورکچھ مقتول نہروان کے جن کامعاوضہ طلب کررہے ہو، اب اکرتم موت پرراض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ہوتوہم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صلح کوقبول نہ </w:t>
      </w:r>
      <w:r>
        <w:rPr>
          <w:rtl/>
          <w:lang w:bidi="ur-PK"/>
        </w:rPr>
        <w:lastRenderedPageBreak/>
        <w:t>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سے اللہ کے بھروسہ پرتلواروں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اوراگرزندگ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رکھتے ہوتوہم اس کوقبول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پرعمل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جواب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لوگوں نے ہرطرف سے پکارناشروع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اہم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صلح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تھاکہ آپ نے صلح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مرتب کرکے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پاس روانہ کئے (ترجمہ ابن خلدون)۔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87" w:name="_Toc509136709"/>
      <w:r>
        <w:rPr>
          <w:rFonts w:hint="eastAsia"/>
          <w:rtl/>
          <w:lang w:bidi="ur-PK"/>
        </w:rPr>
        <w:t>شرائط</w:t>
      </w:r>
      <w:r>
        <w:rPr>
          <w:rtl/>
          <w:lang w:bidi="ur-PK"/>
        </w:rPr>
        <w:t xml:space="preserve"> صلح</w:t>
      </w:r>
      <w:bookmarkEnd w:id="8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صلح نامہ کے مکمل شرائط حسب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حکومت 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،کتاب خدااورسنت رسول پرعمل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کواپنے بعدکس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نامزد کرنے کاحق نہ ہوگا۔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شام وعراق وحجازو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سب جگہ کے لوگوں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امان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اصحاب اورش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جان ومال اورناموس اوراولاد محفوظ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 xml:space="preserve"> ۔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ہ،حسن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اورخاندان رسول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نقصان پہنچانے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اہلاک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نہ 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طورپراورنہ اعلان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،اوران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دھمکا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جائے گا۔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۶</w:t>
      </w:r>
      <w:r>
        <w:rPr>
          <w:rtl/>
          <w:lang w:bidi="ur-PK"/>
        </w:rPr>
        <w:t xml:space="preserve"> ۔ جناب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کلمات ناز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باجواب</w:t>
      </w:r>
      <w:r>
        <w:rPr>
          <w:rtl/>
          <w:lang w:bidi="ur-PK"/>
        </w:rPr>
        <w:t xml:space="preserve"> تک مسجدجامع اورقنوت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استعمال ہوتے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ترک 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منظور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کوعذرہوا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طے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کم ازکم جس موقع پرامام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موجودہوں اس جگہ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معاہدہ ر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۴۱</w:t>
      </w:r>
      <w:r>
        <w:rPr>
          <w:rtl/>
          <w:lang w:bidi="ur-PK"/>
        </w:rPr>
        <w:t xml:space="preserve"> ء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کوعمل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88" w:name="_Toc509136710"/>
      <w:r>
        <w:rPr>
          <w:rFonts w:hint="eastAsia"/>
          <w:rtl/>
          <w:lang w:bidi="ur-PK"/>
        </w:rPr>
        <w:t>صلح</w:t>
      </w:r>
      <w:r>
        <w:rPr>
          <w:rtl/>
          <w:lang w:bidi="ur-PK"/>
        </w:rPr>
        <w:t xml:space="preserve"> نامہ پردستخط</w:t>
      </w:r>
      <w:bookmarkEnd w:id="8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۲۵/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کوکوفہ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مقام انبار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کااجتماع ہوا اورصلح نامہ پردونوں کے دستخط ہوئے اورگواہ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ثبت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الارب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معرفتہ انساب العرب ص </w:t>
      </w:r>
      <w:r>
        <w:rPr>
          <w:rtl/>
          <w:lang w:bidi="fa-IR"/>
        </w:rPr>
        <w:t>۸۰)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کااعلان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سال کانام سنت الجماعت رکھا پھرامام حسن کوخطبہ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پرمجبورک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منبرپرتشر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”ائے</w:t>
      </w:r>
      <w:r>
        <w:rPr>
          <w:rtl/>
          <w:lang w:bidi="ur-PK"/>
        </w:rPr>
        <w:t xml:space="preserve"> لوگوں خدائے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ہم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اول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اورآخرکے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اس امر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مجھ سے جھگڑاک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کا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مستحق ہوں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اس </w:t>
      </w:r>
      <w:r>
        <w:rPr>
          <w:rtl/>
          <w:lang w:bidi="ur-PK"/>
        </w:rPr>
        <w:lastRenderedPageBreak/>
        <w:t>امرکوترک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نابہترسمجھا</w:t>
      </w:r>
      <w:r>
        <w:rPr>
          <w:rtl/>
          <w:lang w:bidi="ur-PK"/>
        </w:rPr>
        <w:t xml:space="preserve"> تم رنج وملال نہ </w:t>
      </w:r>
      <w:r>
        <w:rPr>
          <w:rFonts w:hint="eastAsia"/>
          <w:rtl/>
          <w:lang w:bidi="ur-PK"/>
        </w:rPr>
        <w:t>کروکہ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حکومت اس کے نااہل کودے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کے حق کوجائے ناحق پررکھا،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اس معاملہ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فرمانے پائے تھے کہ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کہا”بس ائے حضرت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فرمانے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ہے“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۳۲۵)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صلح کے بعدامام حسن نے صبرواستقلال اورنفس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ان تمام ناخوشگوارحالات کوبرداشت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اورمعاہدہ پرسخت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قائم رہے مگر ادھر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ہواکہ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رشام</w:t>
      </w:r>
      <w:r>
        <w:rPr>
          <w:rtl/>
          <w:lang w:bidi="ur-PK"/>
        </w:rPr>
        <w:t xml:space="preserve"> نے جنگ کے ختم ہوتے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اقتدارکے مضبوط ہوتے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عراق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ہوکرنخ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جسے کوفہ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</w:t>
      </w:r>
      <w:r>
        <w:rPr>
          <w:rFonts w:hint="eastAsia"/>
          <w:rtl/>
          <w:lang w:bidi="ur-PK"/>
        </w:rPr>
        <w:t>حد</w:t>
      </w:r>
      <w:r>
        <w:rPr>
          <w:rtl/>
          <w:lang w:bidi="ur-PK"/>
        </w:rPr>
        <w:t xml:space="preserve"> سمجھنا چاہئے ،ق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اورجمعہ کے خطبہ کے بعداعلان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رامقصد</w:t>
      </w:r>
      <w:r>
        <w:rPr>
          <w:rtl/>
          <w:lang w:bidi="ur-PK"/>
        </w:rPr>
        <w:t xml:space="preserve"> جنگ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تھا کہ تم لوگ نمازپڑھنے لگو روزے رکھنے لگو ،حج کرو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ازکواة</w:t>
      </w:r>
      <w:r>
        <w:rPr>
          <w:rtl/>
          <w:lang w:bidi="ur-PK"/>
        </w:rPr>
        <w:t xml:space="preserve"> اداکرو،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توتم کرتے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رامقصد</w:t>
      </w:r>
      <w:r>
        <w:rPr>
          <w:rtl/>
          <w:lang w:bidi="ur-PK"/>
        </w:rPr>
        <w:t xml:space="preserve">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تم پرمسلم ہوجائے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مقصدم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راحسن</w:t>
      </w:r>
      <w:r>
        <w:rPr>
          <w:rtl/>
          <w:lang w:bidi="ur-PK"/>
        </w:rPr>
        <w:t xml:space="preserve"> کے اس معاہدہ کے بعدپو</w:t>
      </w:r>
      <w:r>
        <w:rPr>
          <w:rFonts w:hint="eastAsia"/>
          <w:rtl/>
          <w:lang w:bidi="ur-PK"/>
        </w:rPr>
        <w:t>راہوگ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اورباوجودتم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ناگوار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رہ گئے وہ شرائط جو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حسن کے ساتھ کئے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 w:rsidR="00B0571B">
        <w:rPr>
          <w:rFonts w:hint="eastAsia"/>
          <w:rtl/>
          <w:lang w:bidi="ur-PK"/>
        </w:rPr>
        <w:t>یہ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کاپوراکرنا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کرنا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ہاتھ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کرمجمع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سناٹاچھاگ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مگراب کس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دم تھا کہ اس کے خلاف زبان کھولتا۔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89" w:name="_Toc509136711"/>
      <w:r>
        <w:rPr>
          <w:rFonts w:hint="eastAsia"/>
          <w:rtl/>
          <w:lang w:bidi="ur-PK"/>
        </w:rPr>
        <w:t>شرائط</w:t>
      </w:r>
      <w:r>
        <w:rPr>
          <w:rtl/>
          <w:lang w:bidi="ur-PK"/>
        </w:rPr>
        <w:t xml:space="preserve"> صلح کاحشر</w:t>
      </w:r>
      <w:bookmarkEnd w:id="8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کااتفاق ہے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کے کھلاڑ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اورمکروزور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کے تاجدارتھے امام حسن سے وعدہ اورمعاہدہ کے بعد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مکر گئے ”ولم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لشئ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مماعاہد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ہ“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رجلد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۱۶۲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پرعمل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امام ابوالحسن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امرسلطنت استوراہوگ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اتواس</w:t>
      </w:r>
      <w:r>
        <w:rPr>
          <w:rtl/>
          <w:lang w:bidi="ur-PK"/>
        </w:rPr>
        <w:t xml:space="preserve"> نے اپنے حاکموں کوجومختلف شہروں اورعلاقوں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فرمان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جاکہ</w:t>
      </w:r>
      <w:r>
        <w:rPr>
          <w:rtl/>
          <w:lang w:bidi="ur-PK"/>
        </w:rPr>
        <w:t xml:space="preserve"> اگرکوئ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ابوتراب اوراس کے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کرے گاتو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سے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الذمہ ہوں ،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خبرتمام ملکوں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اورلوگوں کومعاو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کامنشاء معلوم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اتوتمام</w:t>
      </w:r>
      <w:r>
        <w:rPr>
          <w:rtl/>
          <w:lang w:bidi="ur-PK"/>
        </w:rPr>
        <w:t xml:space="preserve"> خط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نے منبروں پرسب وشتم اورمنقصت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پرخطبہ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ناشروع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اکوفہ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ادابن</w:t>
      </w:r>
      <w:r>
        <w:rPr>
          <w:rtl/>
          <w:lang w:bidi="ur-PK"/>
        </w:rPr>
        <w:t xml:space="preserve"> 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برس تک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عمال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 چکاتھا وہ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واچھ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سے جانتاتھا ۔ مردوں،عورتوں، جوانوں، اوربوڑھوں سے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آگاہ تھا اسے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رہائش اورکونوں اورگوشوں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بسنے والوں کاپتہ تھا اسے کوفہ اوربصرہ دونوں کاگورنربناد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ظلم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کوقتل کرتااوربعضوں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کوپھوڑد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اوربعضوں کے ہاتھ پاؤں کٹواد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تاتھا</w:t>
      </w:r>
      <w:r>
        <w:rPr>
          <w:rtl/>
          <w:lang w:bidi="ur-PK"/>
        </w:rPr>
        <w:t xml:space="preserve"> اس ظلم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نکڑوں</w:t>
      </w:r>
      <w:r>
        <w:rPr>
          <w:rtl/>
          <w:lang w:bidi="ur-PK"/>
        </w:rPr>
        <w:t xml:space="preserve"> تباہ ہوگئے، ہزاروں جنگلوں اورپہاڑوں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جاچھپے، بصرہ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آٹھ ہزارآدم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کاقتل واقع ہواجن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حافظ اورقار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قرآن تھ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پرمحبت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کاجرم 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حکم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بجائے عثمان کے فضائل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</w:t>
      </w:r>
      <w:r>
        <w:rPr>
          <w:rtl/>
          <w:lang w:bidi="ur-PK"/>
        </w:rPr>
        <w:lastRenderedPageBreak/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فضائل کے متعلق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فرمات تھاکہ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کے عوض دس دس منقصت ومذمت تصن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کچھ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بدلال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خلافت ہموارکر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خاطرتھا۔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90" w:name="_Toc509136712"/>
      <w:r>
        <w:rPr>
          <w:rFonts w:hint="eastAsia"/>
          <w:rtl/>
          <w:lang w:bidi="ur-PK"/>
        </w:rPr>
        <w:t>کوفہ</w:t>
      </w:r>
      <w:r>
        <w:rPr>
          <w:rtl/>
          <w:lang w:bidi="ur-PK"/>
        </w:rPr>
        <w:t xml:space="preserve"> سے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کوروانگ</w:t>
      </w:r>
      <w:r>
        <w:rPr>
          <w:rFonts w:hint="cs"/>
          <w:rtl/>
          <w:lang w:bidi="ur-PK"/>
        </w:rPr>
        <w:t>ی</w:t>
      </w:r>
      <w:bookmarkEnd w:id="9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صلح</w:t>
      </w:r>
      <w:r>
        <w:rPr>
          <w:rtl/>
          <w:lang w:bidi="ur-PK"/>
        </w:rPr>
        <w:t xml:space="preserve"> کے مراحل طے ہونے کے بعد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اورعبداللہ ابن جعفراوراپنے اطفال 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کولے کر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ہوگئے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مسٹرذاکرحس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آپ کوفہ 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روانہ ہوئے تومعاو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راس</w:t>
      </w:r>
      <w:r>
        <w:rPr>
          <w:rFonts w:hint="eastAsia"/>
          <w:rtl/>
          <w:lang w:bidi="ur-PK"/>
        </w:rPr>
        <w:t>تہ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جااوروہ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آپ خوارج سے جنگ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انہوں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پھرسرنکالاہے امام حسن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اگر خونر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مقصودہوت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تجھ سے صلح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کرتا۔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جسٹس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خوارج حضرت ابوبکراورحضرت عمرکومانتے اورحضرت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اورعثمان غن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کرتے تھے اوربن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کومرتد کہتے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91" w:name="_Toc509136713"/>
      <w:r>
        <w:rPr>
          <w:rFonts w:hint="eastAsia"/>
          <w:rtl/>
          <w:lang w:bidi="ur-PK"/>
        </w:rPr>
        <w:t>صلح</w:t>
      </w:r>
      <w:r>
        <w:rPr>
          <w:rtl/>
          <w:lang w:bidi="ur-PK"/>
        </w:rPr>
        <w:t xml:space="preserve"> حسن اوراس کے وجوہ واسباب</w:t>
      </w:r>
      <w:bookmarkEnd w:id="9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استاذ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العلام حضرت علامہ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اختراعل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مقامہ (سابق پرنسپل مدرسة الواعظ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لکھنؤ)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تسک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الفتن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صلح الحسن کے ص </w:t>
      </w:r>
      <w:r>
        <w:rPr>
          <w:rtl/>
          <w:lang w:bidi="fa-IR"/>
        </w:rPr>
        <w:t>۱۵۸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بلکہ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</w:t>
      </w:r>
      <w:r>
        <w:rPr>
          <w:rtl/>
          <w:lang w:bidi="ur-PK"/>
        </w:rPr>
        <w:t xml:space="preserve"> باربارلکھاجاچکاہے کل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(دراسات اللب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۲۴۹) </w:t>
      </w:r>
      <w:r>
        <w:rPr>
          <w:rtl/>
          <w:lang w:bidi="ur-PK"/>
        </w:rPr>
        <w:t xml:space="preserve">۔وہ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حکم خدااورحکم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احکام کااجراء چاہئے ،اس مطلب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جوبرداشت کرناپڑے ،مذکورہ بالاحالات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سوائے ص</w:t>
      </w:r>
      <w:r>
        <w:rPr>
          <w:rFonts w:hint="eastAsia"/>
          <w:rtl/>
          <w:lang w:bidi="ur-PK"/>
        </w:rPr>
        <w:t>لح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اچارہ</w:t>
      </w:r>
      <w:r>
        <w:rPr>
          <w:rtl/>
          <w:lang w:bidi="ur-PK"/>
        </w:rPr>
        <w:t xml:space="preserve"> ہوسکتاتھا اس کوخودصاحبان عقل سمجھ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استدلال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چنداں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پرعلامہ 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عبارت (جس کاترجمہ درج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اجاتاہے</w:t>
      </w:r>
      <w:r>
        <w:rPr>
          <w:rtl/>
          <w:lang w:bidi="ur-PK"/>
        </w:rPr>
        <w:t>) قابل غورہے: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”کہاگ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امام حسن نے حکومت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سپردک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جب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خلافت حوالے کرنے کے متعلق آپ کوخط لکھااس وقت آپنے خطبہ پڑھا اورخداک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حمدوثناکے بعدفرما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کھوہم</w:t>
      </w:r>
      <w:r>
        <w:rPr>
          <w:rtl/>
          <w:lang w:bidi="ur-PK"/>
        </w:rPr>
        <w:t xml:space="preserve"> کوشام والوں سے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دبناپڑرہاہے (کہ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>) ہم کوکوئ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اندامت</w:t>
      </w:r>
      <w:r>
        <w:rPr>
          <w:rtl/>
          <w:lang w:bidi="ur-PK"/>
        </w:rPr>
        <w:t xml:space="preserve"> ہے بات </w:t>
      </w:r>
      <w:r>
        <w:rPr>
          <w:rFonts w:hint="eastAsia"/>
          <w:rtl/>
          <w:lang w:bidi="ur-PK"/>
        </w:rPr>
        <w:t>توفقط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ہم اہل شام سے سلامت اورصبرکے ساتھ لڑرہے تھے مگراب سلامت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عداوت اورصبر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مخلوط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تم لوگ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کوجارہے تھے اس وقت تمہاراد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اپرمقدم</w:t>
      </w:r>
      <w:r>
        <w:rPr>
          <w:rtl/>
          <w:lang w:bidi="ur-PK"/>
        </w:rPr>
        <w:t xml:space="preserve">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 تم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ہوگئے ہوکہ آج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اتمہارے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پرمقدم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وقت </w:t>
      </w:r>
      <w:r>
        <w:rPr>
          <w:rFonts w:hint="eastAsia"/>
          <w:rtl/>
          <w:lang w:bidi="ur-PK"/>
        </w:rPr>
        <w:t>تمہارے</w:t>
      </w:r>
      <w:r>
        <w:rPr>
          <w:rtl/>
          <w:lang w:bidi="ur-PK"/>
        </w:rPr>
        <w:t xml:space="preserve"> دونوں طرف دوقسم کے مقتول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مقتول جن پررورہے ہودوسرے نہروان کے مقتول جن کے خون کابدلہ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ناچاہ</w:t>
      </w:r>
      <w:r>
        <w:rPr>
          <w:rtl/>
          <w:lang w:bidi="ur-PK"/>
        </w:rPr>
        <w:t xml:space="preserve"> رہے ہوخلاصہ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جوباق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ساتھ </w:t>
      </w:r>
      <w:r>
        <w:rPr>
          <w:rtl/>
          <w:lang w:bidi="ur-PK"/>
        </w:rPr>
        <w:lastRenderedPageBreak/>
        <w:t>چھوڑنے والاہے اورجورورہاہے وہ توبدلہ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چاہتاہے خوب سمجھ لوکہ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ہم کوجس امرک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نہ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عزت ہے اورنہ انصاف ، لہذا اگرتم لوگ موت پرآمادہ ہوتوہم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کوردکرد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اورہمارااوراس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خداکے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تلوارک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باڑھ سے ہوجائے اوراگرتم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چاہتے ہوتوجواس نے لکھاہے مان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اورجوتمہار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ساہوجائے،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سنناتھا کہ ہرطرف سے لوگوں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چلاناشروع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ابقابقا،</w:t>
      </w:r>
      <w:r>
        <w:rPr>
          <w:rtl/>
          <w:lang w:bidi="ur-PK"/>
        </w:rPr>
        <w:t xml:space="preserve"> صلح صلح،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۱۶۲)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ناظر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انصاف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ااب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رائے ہے کہ صلح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فوج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بل بوتے پر(اگرا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سوں</w:t>
      </w:r>
      <w:r>
        <w:rPr>
          <w:rtl/>
          <w:lang w:bidi="ur-PK"/>
        </w:rPr>
        <w:t xml:space="preserve"> کہ فوج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قوتوں کوبل بوتا کہاجاسکے) لڑائ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باہے</w:t>
      </w:r>
      <w:r>
        <w:rPr>
          <w:rtl/>
          <w:lang w:bidi="ur-PK"/>
        </w:rPr>
        <w:t xml:space="preserve"> ہرگزنہ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حالات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چارہ تھاکہ صلح کرکے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تمام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تومحفوظ ر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رسول کے 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</w:t>
      </w:r>
      <w:r>
        <w:rPr>
          <w:rtl/>
          <w:lang w:bidi="ur-PK"/>
        </w:rPr>
        <w:t xml:space="preserve"> اورحق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روپابندتھے</w:t>
      </w:r>
      <w:r>
        <w:rPr>
          <w:rtl/>
          <w:lang w:bidi="ur-PK"/>
        </w:rPr>
        <w:t xml:space="preserve"> ،اس کے علاوہ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مشعل کاکام کررہ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علامہ محمدباقرلکھتے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کواگرچہ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وفائے صلح پراعتماد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ںتھال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نے حالات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نظرچاروناچاردعوت صلح منظور</w:t>
      </w:r>
      <w:r>
        <w:rPr>
          <w:rFonts w:hint="eastAsia"/>
          <w:rtl/>
          <w:lang w:bidi="ur-PK"/>
        </w:rPr>
        <w:t>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(دمعئہ ساکبہ)۔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92" w:name="_Toc509136714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</w:t>
      </w:r>
      <w:bookmarkEnd w:id="9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کااتفاق ہے کہ امام حسن اگرچہ صلح کے بعد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گوشہ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ہوگئے تھے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آپ کے درپئے آزاررہے انہوں نے باربار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امام حسن اس دارفان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ملک جاودان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کوروانہ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 سے ان کامقصد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ہموارکرناتھ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،چ</w:t>
      </w:r>
      <w:r>
        <w:rPr>
          <w:rFonts w:hint="eastAsia"/>
          <w:rtl/>
          <w:lang w:bidi="ur-PK"/>
        </w:rPr>
        <w:t>نانچہ</w:t>
      </w:r>
      <w:r>
        <w:rPr>
          <w:rtl/>
          <w:lang w:bidi="ur-PK"/>
        </w:rPr>
        <w:t xml:space="preserve"> انہوں نے </w:t>
      </w:r>
      <w:r>
        <w:rPr>
          <w:rtl/>
          <w:lang w:bidi="fa-IR"/>
        </w:rPr>
        <w:t xml:space="preserve">۵/ </w:t>
      </w:r>
      <w:r>
        <w:rPr>
          <w:rtl/>
          <w:lang w:bidi="ur-PK"/>
        </w:rPr>
        <w:t>بارآپ کوزہردلوا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نہ ہوسک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،بالاخرہ شاہ روم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زبردست قسم کازہرمنگواکرمحمدابن اشعث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امروان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جعدہ بنت اشعث کے پاس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اورکہلاد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جب امام حسن شہدہوجائ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تب ہم تجھے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</w:t>
      </w:r>
      <w:r>
        <w:rPr>
          <w:rFonts w:hint="eastAsia"/>
          <w:rtl/>
          <w:lang w:bidi="ur-PK"/>
        </w:rPr>
        <w:t>اکھ</w:t>
      </w:r>
      <w:r>
        <w:rPr>
          <w:rtl/>
          <w:lang w:bidi="ur-PK"/>
        </w:rPr>
        <w:t xml:space="preserve"> درہم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راعقد</w:t>
      </w:r>
      <w:r>
        <w:rPr>
          <w:rtl/>
          <w:lang w:bidi="ur-PK"/>
        </w:rPr>
        <w:t xml:space="preserve">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ساتھ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چنانچہ اس نے امام حسن کوزہردے کرے ہلاک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>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مروج الذہب مسعود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۳۰۳</w:t>
      </w:r>
      <w:r>
        <w:rPr>
          <w:rtl/>
          <w:lang w:bidi="ur-PK"/>
        </w:rPr>
        <w:t xml:space="preserve"> ،مقاتل الطالب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۵۱</w:t>
      </w:r>
      <w:r>
        <w:rPr>
          <w:rtl/>
          <w:lang w:bidi="ur-PK"/>
        </w:rPr>
        <w:t xml:space="preserve"> ، ابوالفداء ج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۱۸۳</w:t>
      </w:r>
      <w:r>
        <w:rPr>
          <w:rtl/>
          <w:lang w:bidi="ur-PK"/>
        </w:rPr>
        <w:t xml:space="preserve"> ،روضةالصفاج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،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رجلد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۱۸</w:t>
      </w:r>
      <w:r>
        <w:rPr>
          <w:rtl/>
          <w:lang w:bidi="ur-PK"/>
        </w:rPr>
        <w:t xml:space="preserve"> ،طبر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۶۰۴</w:t>
      </w:r>
      <w:r>
        <w:rPr>
          <w:rtl/>
          <w:lang w:bidi="ur-PK"/>
        </w:rPr>
        <w:t xml:space="preserve"> ،است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عاب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۱۴۴)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مفسرقرآن</w:t>
      </w:r>
      <w:r>
        <w:rPr>
          <w:rtl/>
          <w:lang w:bidi="ur-PK"/>
        </w:rPr>
        <w:t xml:space="preserve"> صاحب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واعظ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حسن مصالحہ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بعدمد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مستقل طورپرفروکش ہوگئے تھے آپ کواطلاع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بصرہ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رہنے والے محبان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اوپرچنداوباشوں نے شبخون مارکران کے </w:t>
      </w:r>
      <w:r>
        <w:rPr>
          <w:rtl/>
          <w:lang w:bidi="fa-IR"/>
        </w:rPr>
        <w:t>۳۸</w:t>
      </w:r>
      <w:r>
        <w:rPr>
          <w:rtl/>
          <w:lang w:bidi="ur-PK"/>
        </w:rPr>
        <w:t xml:space="preserve">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ہلاک 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حسن اس خبرسے مت</w:t>
      </w:r>
      <w:r>
        <w:rPr>
          <w:rFonts w:hint="eastAsia"/>
          <w:rtl/>
          <w:lang w:bidi="ur-PK"/>
        </w:rPr>
        <w:t>اثرہوکربصرہ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روانہ ہوگئے آپ کے ہمراہ عبداللہ ابن عباس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،راستے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بمقام موصل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سعدموصل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جوجناب مختارابن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ثقف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چچاتھے کے وہاں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بعدوہاں سے روانہ ہوکردمشق سے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پرجب آپ موصل پہنچے توباصرارشد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شخص کے ہاں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ہوئے اوروہ شخص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آچکاتھا </w:t>
      </w:r>
      <w:r>
        <w:rPr>
          <w:rtl/>
          <w:lang w:bidi="ur-PK"/>
        </w:rPr>
        <w:lastRenderedPageBreak/>
        <w:t>اورمال ودولت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امام حسن کوزہرد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کاوعدہ کرچکاتھا چنانچہ دوران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بارحضرت کوکھانے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بچ گئے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کے محفوظ رہ جانے سے اس شخص نے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کوخط لکھا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بارزہرد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چکاہوں مگر امام حسن ہلاک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کرکے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زہرہلاہل ارسال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اورلکھاکہ اگراس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قطرہ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تودے سکاتو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امام حسن ہلاک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نامہ برزہراورخط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آرہاتھا کہ ر</w:t>
      </w:r>
      <w:r>
        <w:rPr>
          <w:rFonts w:hint="eastAsia"/>
          <w:rtl/>
          <w:lang w:bidi="ur-PK"/>
        </w:rPr>
        <w:t>استے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درخت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کھاناکھاکرل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درداٹھا کہ وہ برداشت نہ کرسکاناگاہ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ابرامد</w:t>
      </w:r>
      <w:r>
        <w:rPr>
          <w:rtl/>
          <w:lang w:bidi="ur-PK"/>
        </w:rPr>
        <w:t xml:space="preserve"> ہوا اوراسے لے کر رفوچکرہوگ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،اتفاقا امام حسن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ماننے والے کااس طرف سے گزرہوا،اس نے ناقہ، اورزہر سے بھرہوئ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بوتل حاصل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اسے ملاحظہ فرماکرجانمازکے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رکھ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احاضر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واقعہ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اامام</w:t>
      </w:r>
      <w:r>
        <w:rPr>
          <w:rtl/>
          <w:lang w:bidi="ur-PK"/>
        </w:rPr>
        <w:t xml:space="preserve"> نے نہ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سعدموصل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موقع پاکرجانمازکے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سے وہ خط نکال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امام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زبان</w:t>
      </w:r>
      <w:r>
        <w:rPr>
          <w:rtl/>
          <w:lang w:bidi="ur-PK"/>
        </w:rPr>
        <w:t xml:space="preserve"> کے نام سے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خط پڑھ کر سعدموصل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بگولہ ہوگئے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زبان</w:t>
      </w:r>
      <w:r>
        <w:rPr>
          <w:rtl/>
          <w:lang w:bidi="ur-PK"/>
        </w:rPr>
        <w:t xml:space="preserve"> سے پوچھاک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امعاملہ</w:t>
      </w:r>
      <w:r>
        <w:rPr>
          <w:rtl/>
          <w:lang w:bidi="ur-PK"/>
        </w:rPr>
        <w:t xml:space="preserve"> ہے، اس نے لاعلم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مگراس کے عذرکوباورنہ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زدوکوب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ہلاک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بعدآپ روانہ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ہوگئے۔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وقت مروان بن حکم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اسے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کاحکم تھاکہ جس صورت سے ہوسکے امام حسن کوہلاک کردو مروان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دلالہ جس کانام ”ال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ہ“</w:t>
      </w:r>
      <w:r>
        <w:rPr>
          <w:rtl/>
          <w:lang w:bidi="ur-PK"/>
        </w:rPr>
        <w:t xml:space="preserve"> تھا کوطلب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سے کہا کہ توجعدہ بنت اشعث کے پاس جاکراسے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پہنچادے کہ اگرتوامام حسن کوکس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سے </w:t>
      </w:r>
      <w:r>
        <w:rPr>
          <w:rFonts w:hint="eastAsia"/>
          <w:rtl/>
          <w:lang w:bidi="ur-PK"/>
        </w:rPr>
        <w:t>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توتجھے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نارسرخ</w:t>
      </w:r>
      <w:r>
        <w:rPr>
          <w:rtl/>
          <w:lang w:bidi="ur-PK"/>
        </w:rPr>
        <w:t xml:space="preserve"> اورپچاس خلعت مصر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عطاکرے گا اوراپنے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ساتھ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راعقدکردے</w:t>
      </w:r>
      <w:r>
        <w:rPr>
          <w:rtl/>
          <w:lang w:bidi="ur-PK"/>
        </w:rPr>
        <w:t xml:space="preserve"> گا اوراس کے ساتھ ساتھ سود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نانقد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دلالہ نے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ااورجعدہ</w:t>
      </w:r>
      <w:r>
        <w:rPr>
          <w:rtl/>
          <w:lang w:bidi="ur-PK"/>
        </w:rPr>
        <w:t xml:space="preserve"> کے پاس جاکراس سے وعدہ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ا،امام</w:t>
      </w:r>
      <w:r>
        <w:rPr>
          <w:rtl/>
          <w:lang w:bidi="ur-PK"/>
        </w:rPr>
        <w:t xml:space="preserve"> حسن اس وقت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تھے اوربمقام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گئے ہوئ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دلالہ کوبات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کااچھاخاصاموقع مل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 جعدہ کوراض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الغرض</w:t>
      </w:r>
      <w:r>
        <w:rPr>
          <w:rtl/>
          <w:lang w:bidi="ur-PK"/>
        </w:rPr>
        <w:t xml:space="preserve"> مروان نے زہربھ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جااورجعدہ</w:t>
      </w:r>
      <w:r>
        <w:rPr>
          <w:rtl/>
          <w:lang w:bidi="ur-PK"/>
        </w:rPr>
        <w:t xml:space="preserve"> نے امام حسن کوشہد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ملاکر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اسے کھاتے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اورفوراروضہ رسول پرجاکر صحت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ہوئے زہرتوآپ نے 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جعدہ سے بدگمان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ہوگئے ،آپ کوشبہ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بناپرآپ نے اس کے ہاتھ کاکھاناپ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معمول مقررکرل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حضرت قاسم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احضرت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گھرسے کھانامنگاکرکھانے لگے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تھوڑے</w:t>
      </w:r>
      <w:r>
        <w:rPr>
          <w:rtl/>
          <w:lang w:bidi="ur-PK"/>
        </w:rPr>
        <w:t xml:space="preserve"> عرصہ کے بعد آپ جعدہ کے گھرتشر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اس نے کہاکہ مولا حوال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بہت عمدہ خرمے آئے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ہوتوحاضرکروں آپ چونکہ خرمے کوبہت پسندکرتے تھے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الے</w:t>
      </w:r>
      <w:r>
        <w:rPr>
          <w:rtl/>
          <w:lang w:bidi="ur-PK"/>
        </w:rPr>
        <w:t xml:space="preserve"> آ،وہ زہرآلودخرمے لے کرآئ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اورپہچانے ہوئے دانے </w:t>
      </w:r>
      <w:r>
        <w:rPr>
          <w:rtl/>
          <w:lang w:bidi="ur-PK"/>
        </w:rPr>
        <w:lastRenderedPageBreak/>
        <w:t>چھوڑکرخودساتھ کھانے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سے کھانا شر</w:t>
      </w:r>
      <w:r>
        <w:rPr>
          <w:rFonts w:hint="eastAsia"/>
          <w:rtl/>
          <w:lang w:bidi="ur-PK"/>
        </w:rPr>
        <w:t>وع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 دانے کھاگئے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زہرتھا اس کے بعدامام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گھرتشر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تڑپ کربسرک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،صبح کوروضة رسول پرجاکردعامانگ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اورصحت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ہوئے_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نے بارباراس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اٹھانے کے بعداپنے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آب وہواکے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موصل جانے کامشورہ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ااورموصل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روانہ ہوگئے ،آپ کے ہمراہ حضرت عباس اورچند ہواخواہان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گئے،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چند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نہ گزرے تھے کہ شام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سا عصاد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لوہالگا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اہواتھا</w:t>
      </w:r>
      <w:r>
        <w:rPr>
          <w:rtl/>
          <w:lang w:bidi="ur-PK"/>
        </w:rPr>
        <w:t xml:space="preserve"> جوزہر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بجھاہواتھا اس 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نے موصل پہنچ کر امام حسن کے دوستداران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اپنے کوظاہرک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اورموقع پاکر ان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اپنے عصاک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نوک چبھود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زہرجسم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دوڑگ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ااورآپ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ہوگئے ،جراح علاج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</w:t>
      </w:r>
      <w:r>
        <w:rPr>
          <w:rtl/>
          <w:lang w:bidi="ur-PK"/>
        </w:rPr>
        <w:t xml:space="preserve"> نے علاج شروع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ا، 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زخم لگاکر روپوش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،چودہ دن کے بعدجب پندرہو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 وہ نکل کرشام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ہواتوحضرت عباس علمدارک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پرنظرجاپڑ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اس سے عصاچھ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کراس کے سرپراس زورسے ماراکہ سرشگافتہ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ااوروہ</w:t>
      </w:r>
      <w:r>
        <w:rPr>
          <w:rtl/>
          <w:lang w:bidi="ur-PK"/>
        </w:rPr>
        <w:t xml:space="preserve"> اپنے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فروکردارکوپہنچ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بعدجناب مختاراوران کے چچا سعدموصل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 جلاد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چنددنوں کے بعدحضرت امام حسن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گزاررہے تھے کہ ”ا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ہ“</w:t>
      </w:r>
      <w:r>
        <w:rPr>
          <w:rtl/>
          <w:lang w:bidi="ur-PK"/>
        </w:rPr>
        <w:t xml:space="preserve"> دلالہ نے پھرباشارئہ مروان جعدہ سے سلسلہ جنبائ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اورزہرہلاہل اسے دے کرامام حسن کاکام تمام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،امام</w:t>
      </w:r>
      <w:r>
        <w:rPr>
          <w:rtl/>
          <w:lang w:bidi="ur-PK"/>
        </w:rPr>
        <w:t xml:space="preserve"> حسن چونکہ اس سے بدگمان ہوچکے تھے اس ل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آمدورفت بندتھ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ہرچندکوشش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موقع نہ پاسک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بالآخر،شب بست وہشتم صفر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کووہ اس جگہ جاپہنچ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مقام پرامام حسن سورہے تھے آپ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حضرت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وام کلثوم سورہ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محوخواب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،جعدہ اس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زہرہلاہل ملاکرخاموش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واپس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جوامام حسن کے سرہانے رکھاہواتھا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ربعدہ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کھل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جناب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کوآوازد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اورکہا ائے بہن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نانااپنے پدربزرگواراوراپن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مادرگرام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وہ فرماتے تھے کہ اے حسن تم کل رات ہمارے پاس ہوگے، اس کے بعدآپ نے وضوکے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مانگااورخ</w:t>
      </w:r>
      <w:r>
        <w:rPr>
          <w:rFonts w:hint="eastAsia"/>
          <w:rtl/>
          <w:lang w:bidi="ur-PK"/>
        </w:rPr>
        <w:t>وداپناہاتھ</w:t>
      </w:r>
      <w:r>
        <w:rPr>
          <w:rtl/>
          <w:lang w:bidi="ur-PK"/>
        </w:rPr>
        <w:t xml:space="preserve"> بڑھاکرسرہانے سے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بہن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”ا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چہ آپ بودکہ ازسرحلقم تابناقم پارہ پارہ شد“ ہائے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حلق سے ناف تک ٹکڑے ٹکڑے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کے بعدامام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کواطلاع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آئے دونوں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رہوکرمحوگر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ہوگئے ،ا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بعدامام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چاہاکہ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کوزہ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کرامام حسن کے ساتھ ناناکے پاس پہنچ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،امام حسن نے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برتن کوزم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پرپٹک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چورچورہوگ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جس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گراتھا وہ ابلنے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الغرض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بعد امام حسن کوخون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قے آنے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جگرکے سترٹکڑے طشت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آگئے آپ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پرتڑپنے لگے، جب دن چڑھاتوآپ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پوچھاکہ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چہرے کارنگ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ساہے</w:t>
      </w:r>
      <w:r>
        <w:rPr>
          <w:rtl/>
          <w:lang w:bidi="ur-PK"/>
        </w:rPr>
        <w:t xml:space="preserve"> ”سبز“ ہے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معراج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مقتض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،لوگوں نے پوچھاکہ مولاحد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معراج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شب معراج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نانا نے آسمان پردوقصرا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زمردکا،ا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اقوت</w:t>
      </w:r>
      <w:r>
        <w:rPr>
          <w:rtl/>
          <w:lang w:bidi="ur-PK"/>
        </w:rPr>
        <w:t xml:space="preserve"> سرخ کاد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کھاتوپوچھاکہ</w:t>
      </w:r>
      <w:r>
        <w:rPr>
          <w:rtl/>
          <w:lang w:bidi="ur-PK"/>
        </w:rPr>
        <w:t xml:space="preserve"> ائے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قصرکس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انہوں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حسن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اوردوسرا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پوچھادونوں کے رنگ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ہے؟ کہاحسن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دہوں</w:t>
      </w:r>
      <w:r>
        <w:rPr>
          <w:rtl/>
          <w:lang w:bidi="ur-PK"/>
        </w:rPr>
        <w:t xml:space="preserve"> گے اورحس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تلوارسے شہاد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کرآپ سے لپٹ گئے اوردونوں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رونے لگے اورآپ کے ساتھ درود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رونے لگے۔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بعدآپ نے جعدہ سے کہاافسوس تونے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وفائ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</w:t>
      </w:r>
      <w:r>
        <w:rPr>
          <w:rtl/>
          <w:lang w:bidi="ur-PK"/>
        </w:rPr>
        <w:t xml:space="preserve"> کہ تونے جس مقصد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 آپ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اوربہنوں سے کچھ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بندفرمال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بعدآنکھ کھول 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اائے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بال بچے تمہ</w:t>
      </w:r>
      <w:r>
        <w:rPr>
          <w:rFonts w:hint="eastAsia"/>
          <w:rtl/>
          <w:lang w:bidi="ur-PK"/>
        </w:rPr>
        <w:t>ارے</w:t>
      </w:r>
      <w:r>
        <w:rPr>
          <w:rtl/>
          <w:lang w:bidi="ur-PK"/>
        </w:rPr>
        <w:t xml:space="preserve"> سپرد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پھربندفرماکرناناک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 گئے ”اناللہ واناال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راجعون“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فورا بعدمروان نے جعدہ کواپنے پاس بلاکردوعورتوں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مرد کے ساتھ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اسے ہاتھ پاؤں بندھواکردر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کرڈلواد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تونے جب امام حسن کے ساتھ وفا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اوفاکرے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(روضة الشہداء ص </w:t>
      </w:r>
      <w:r>
        <w:rPr>
          <w:rtl/>
          <w:lang w:bidi="fa-IR"/>
        </w:rPr>
        <w:t>۲۲۰</w:t>
      </w:r>
      <w:r>
        <w:rPr>
          <w:rtl/>
          <w:lang w:bidi="ur-PK"/>
        </w:rPr>
        <w:t xml:space="preserve"> تا </w:t>
      </w:r>
      <w:r>
        <w:rPr>
          <w:rtl/>
          <w:lang w:bidi="fa-IR"/>
        </w:rPr>
        <w:t>۲۳۵</w:t>
      </w:r>
      <w:r>
        <w:rPr>
          <w:rtl/>
          <w:lang w:bidi="ur-PK"/>
        </w:rPr>
        <w:t xml:space="preserve"> طبع بمبئ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۱۲۸۵</w:t>
      </w:r>
      <w:r>
        <w:rPr>
          <w:rtl/>
          <w:lang w:bidi="ur-PK"/>
        </w:rPr>
        <w:t xml:space="preserve"> ءء وذکرالعباس ص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طبع لاہور </w:t>
      </w:r>
      <w:r>
        <w:rPr>
          <w:rtl/>
          <w:lang w:bidi="fa-IR"/>
        </w:rPr>
        <w:t>۱۹۵۶</w:t>
      </w:r>
      <w:r>
        <w:rPr>
          <w:rtl/>
          <w:lang w:bidi="ur-PK"/>
        </w:rPr>
        <w:t xml:space="preserve"> ءء۔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93" w:name="_Toc50913671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زوتکف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bookmarkEnd w:id="9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الغرض</w:t>
      </w:r>
      <w:r>
        <w:rPr>
          <w:rtl/>
          <w:lang w:bidi="ur-PK"/>
        </w:rPr>
        <w:t xml:space="preserve">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غسل وکفن کاانتظام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ااورنمازجنازہ</w:t>
      </w:r>
      <w:r>
        <w:rPr>
          <w:rtl/>
          <w:lang w:bidi="ur-PK"/>
        </w:rPr>
        <w:t xml:space="preserve"> 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سرورکائنات کے پہلو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اپنے کندھوں پراٹھاکر لے چلے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کہ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خصوصامروان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نے آگے بڑھ کر پہلوئے ر</w:t>
      </w:r>
      <w:r>
        <w:rPr>
          <w:rFonts w:hint="eastAsia"/>
          <w:rtl/>
          <w:lang w:bidi="ur-PK"/>
        </w:rPr>
        <w:t>سول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ہونے سے روکااورحضرت 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خچرپرسوارہوکر آپہنچ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،اورکہنے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راہے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توہرگزحسن کواپنے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نہ ہونے دوں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ابوالفداء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۱۸۳</w:t>
      </w:r>
      <w:r>
        <w:rPr>
          <w:rtl/>
          <w:lang w:bidi="ur-PK"/>
        </w:rPr>
        <w:t xml:space="preserve"> ،روضة المناظرجلد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۱۳۳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کربعض لوگوں نے کہااے عائشہ تمہاراک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احال</w:t>
      </w:r>
      <w:r>
        <w:rPr>
          <w:rtl/>
          <w:lang w:bidi="ur-PK"/>
        </w:rPr>
        <w:t xml:space="preserve"> ہے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اون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پرسوارہوکردامادرسول سے جنگ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خچرپرسوارہوکر فرزندرسول کے دفن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مزاحمت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کرناچاہئے (تفص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ملاحظہ ہوذکرالعباس ص </w:t>
      </w:r>
      <w:r>
        <w:rPr>
          <w:rtl/>
          <w:lang w:bidi="fa-IR"/>
        </w:rPr>
        <w:t xml:space="preserve">۵۱)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مگروہ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 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اورضدپراڑ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بات بڑھ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،آپ کے ہواخواہوں نے آل محمدپرت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ربرسائے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روضة الصفا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رتابوت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وست</w:t>
      </w:r>
      <w:r>
        <w:rPr>
          <w:rtl/>
          <w:lang w:bidi="ur-PK"/>
        </w:rPr>
        <w:t xml:space="preserve"> ہوگئے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ذکرالعباس ص </w:t>
      </w:r>
      <w:r>
        <w:rPr>
          <w:rtl/>
          <w:lang w:bidi="fa-IR"/>
        </w:rPr>
        <w:t>۵۱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تابوت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وست</w:t>
      </w:r>
      <w:r>
        <w:rPr>
          <w:rtl/>
          <w:lang w:bidi="ur-PK"/>
        </w:rPr>
        <w:t xml:space="preserve"> ہوئے تھے۔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ناچارنعش مبارک کوجنت البق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لاکردفن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۱۸۲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شہادت کے وقت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>۴۷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94" w:name="_Toc509136716"/>
      <w:r>
        <w:rPr>
          <w:rFonts w:hint="eastAsia"/>
          <w:rtl/>
          <w:lang w:bidi="ur-PK"/>
        </w:rPr>
        <w:lastRenderedPageBreak/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ازواج اوراولاد</w:t>
      </w:r>
      <w:bookmarkEnd w:id="9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نے مختلف اوقات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اور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۲۰۸</w:t>
      </w:r>
      <w:r>
        <w:rPr>
          <w:rtl/>
          <w:lang w:bidi="ur-PK"/>
        </w:rPr>
        <w:t xml:space="preserve"> ،نورالابصارص </w:t>
      </w:r>
      <w:r>
        <w:rPr>
          <w:rtl/>
          <w:lang w:bidi="fa-IR"/>
        </w:rPr>
        <w:t>۱۱۲</w:t>
      </w:r>
      <w:r>
        <w:rPr>
          <w:rtl/>
          <w:lang w:bidi="ur-PK"/>
        </w:rPr>
        <w:t xml:space="preserve"> طبع مصر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مطالب السؤل کے ص </w:t>
      </w:r>
      <w:r>
        <w:rPr>
          <w:rtl/>
          <w:lang w:bidi="fa-IR"/>
        </w:rPr>
        <w:t>۲۳۹</w:t>
      </w:r>
      <w:r>
        <w:rPr>
          <w:rtl/>
          <w:lang w:bidi="ur-PK"/>
        </w:rPr>
        <w:t xml:space="preserve"> پرلکھتے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داورحسن</w:t>
      </w:r>
      <w:r>
        <w:rPr>
          <w:rtl/>
          <w:lang w:bidi="ur-PK"/>
        </w:rPr>
        <w:t xml:space="preserve"> مثن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امام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آپ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فرزند، عبداللہ ،قاسم، اورعمرو ،کربلا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(نورالابصارص </w:t>
      </w:r>
      <w:r>
        <w:rPr>
          <w:rtl/>
          <w:lang w:bidi="fa-IR"/>
        </w:rPr>
        <w:t xml:space="preserve">۱۱۲)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دبڑے</w:t>
      </w:r>
      <w:r>
        <w:rPr>
          <w:rtl/>
          <w:lang w:bidi="ur-PK"/>
        </w:rPr>
        <w:t xml:space="preserve"> 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القدراورصدقات رسول کے متول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انہوں نے </w:t>
      </w:r>
      <w:r>
        <w:rPr>
          <w:rtl/>
          <w:lang w:bidi="fa-IR"/>
        </w:rPr>
        <w:t>۱۲۰</w:t>
      </w:r>
      <w:r>
        <w:rPr>
          <w:rtl/>
          <w:lang w:bidi="ur-PK"/>
        </w:rPr>
        <w:t xml:space="preserve"> ھء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بعمر </w:t>
      </w:r>
      <w:r>
        <w:rPr>
          <w:rtl/>
          <w:lang w:bidi="fa-IR"/>
        </w:rPr>
        <w:t>۹۰</w:t>
      </w:r>
      <w:r>
        <w:rPr>
          <w:rtl/>
          <w:lang w:bidi="ur-PK"/>
        </w:rPr>
        <w:t xml:space="preserve"> سال انتقال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حسن مثن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القدر فاضل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اورصدقات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متول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فاطمہ سے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کربلاک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اوربے انتہازخم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ہوکر مقتلوں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دب گئے تھے جب سرکاٹے جارہے تھے تب ان کے ماموں ابواحسان نے آپ ک</w:t>
      </w:r>
      <w:r>
        <w:rPr>
          <w:rFonts w:hint="eastAsia"/>
          <w:rtl/>
          <w:lang w:bidi="ur-PK"/>
        </w:rPr>
        <w:t>وزندہ</w:t>
      </w:r>
      <w:r>
        <w:rPr>
          <w:rtl/>
          <w:lang w:bidi="ur-PK"/>
        </w:rPr>
        <w:t xml:space="preserve"> پاکرعمرسعدسے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آپ کوخل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بن عبدالملک نے </w:t>
      </w:r>
      <w:r>
        <w:rPr>
          <w:rtl/>
          <w:lang w:bidi="fa-IR"/>
        </w:rPr>
        <w:t>۹۷</w:t>
      </w:r>
      <w:r>
        <w:rPr>
          <w:rtl/>
          <w:lang w:bidi="ur-PK"/>
        </w:rPr>
        <w:t xml:space="preserve"> ھء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آپ نے </w:t>
      </w:r>
      <w:r>
        <w:rPr>
          <w:rtl/>
          <w:lang w:bidi="fa-IR"/>
        </w:rPr>
        <w:t>۵۲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انتقال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فاطمہ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تک قبرپرخ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زن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(ارشادمف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۲۱۱</w:t>
      </w:r>
      <w:r>
        <w:rPr>
          <w:rtl/>
          <w:lang w:bidi="ur-PK"/>
        </w:rPr>
        <w:t xml:space="preserve"> ونورالابصار ص </w:t>
      </w:r>
      <w:r>
        <w:rPr>
          <w:rtl/>
          <w:lang w:bidi="fa-IR"/>
        </w:rPr>
        <w:t xml:space="preserve">۲۶۹)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64777E">
      <w:pPr>
        <w:pStyle w:val="Heading2Center"/>
        <w:rPr>
          <w:rtl/>
          <w:lang w:bidi="ur-PK"/>
        </w:rPr>
      </w:pPr>
      <w:bookmarkStart w:id="95" w:name="_Toc509136717"/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95"/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96" w:name="_Toc509136718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</w:t>
      </w:r>
      <w:bookmarkEnd w:id="9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ولات کے بعدپچاس رات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کانطفہ وجودبطن مادر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مستقرہواتھا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ارشادفرماتے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ولادت حسن اوراستقرارحمل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طہرکافاصلہ تھا(اصابہ نزول الابرار واقد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نہ ہونے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 الفضل بنت حارث نے 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جسم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ٹکڑا کاپ کرم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خواب سے وہ بہت گھبرائ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اوردوڑ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حاضرہوکرعرض پردازہوئ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حضورآج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براخواب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،حضرت نے خواب سن کرمسکراتے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خواب تونہا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عمدہ ہے اے ام الفضل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کے بطن سے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داہوگا</w:t>
      </w:r>
      <w:r>
        <w:rPr>
          <w:rtl/>
          <w:lang w:bidi="ur-PK"/>
        </w:rPr>
        <w:t xml:space="preserve"> جو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پرورش آئے گا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ارشاد فرمانے کوتھوڑ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عرصہ گزراتھاکہ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حمل صرف چھ ماہ گزرکرنورنظررسول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۳/ </w:t>
      </w:r>
      <w:r>
        <w:rPr>
          <w:rtl/>
          <w:lang w:bidi="ur-PK"/>
        </w:rPr>
        <w:t xml:space="preserve">شعبان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ء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بمقام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بطن مادرسے آغوش مادر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آگئے۔ (شواہدالنبوت ص </w:t>
      </w:r>
      <w:r>
        <w:rPr>
          <w:rtl/>
          <w:lang w:bidi="fa-IR"/>
        </w:rPr>
        <w:t>۱۳</w:t>
      </w:r>
      <w:r>
        <w:rPr>
          <w:rtl/>
          <w:lang w:bidi="ur-PK"/>
        </w:rPr>
        <w:t xml:space="preserve"> ،انوارحس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۴۳</w:t>
      </w:r>
      <w:r>
        <w:rPr>
          <w:rtl/>
          <w:lang w:bidi="ur-PK"/>
        </w:rPr>
        <w:t xml:space="preserve"> بحوالہ صاف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۲۹۸</w:t>
      </w:r>
      <w:r>
        <w:rPr>
          <w:rtl/>
          <w:lang w:bidi="ur-PK"/>
        </w:rPr>
        <w:t xml:space="preserve"> ،جامع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۵۹</w:t>
      </w:r>
      <w:r>
        <w:rPr>
          <w:rtl/>
          <w:lang w:bidi="ur-PK"/>
        </w:rPr>
        <w:t xml:space="preserve"> ، بحارالانو</w:t>
      </w:r>
      <w:r>
        <w:rPr>
          <w:rFonts w:hint="eastAsia"/>
          <w:rtl/>
          <w:lang w:bidi="ur-PK"/>
        </w:rPr>
        <w:t>ارومصاح</w:t>
      </w:r>
      <w:r>
        <w:rPr>
          <w:rtl/>
          <w:lang w:bidi="ur-PK"/>
        </w:rPr>
        <w:t xml:space="preserve"> 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نما ص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الفضل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حسب الحکم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بچہ کولے کر 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آغوش محبت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لے کرپ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ااورآپ</w:t>
      </w:r>
      <w:r>
        <w:rPr>
          <w:rtl/>
          <w:lang w:bidi="ur-PK"/>
        </w:rPr>
        <w:t xml:space="preserve"> رونے لگے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سبب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آئے تھے وہ بتلاگئے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بچہ امت کے ہا</w:t>
      </w:r>
      <w:r>
        <w:rPr>
          <w:rFonts w:hint="eastAsia"/>
          <w:rtl/>
          <w:lang w:bidi="ur-PK"/>
        </w:rPr>
        <w:t>تھوں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ظلم وستم کے ساتھ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دہوگا،اوراے</w:t>
      </w:r>
      <w:r>
        <w:rPr>
          <w:rtl/>
          <w:lang w:bidi="ur-PK"/>
        </w:rPr>
        <w:t xml:space="preserve"> ام الفضل وہ مجھے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قتل گاہ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سرخ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(مشکواة جلد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۱۴۰</w:t>
      </w:r>
      <w:r>
        <w:rPr>
          <w:rtl/>
          <w:lang w:bidi="ur-PK"/>
        </w:rPr>
        <w:t xml:space="preserve"> طبع لاہور)۔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اورمسنداامام</w:t>
      </w:r>
      <w:r>
        <w:rPr>
          <w:rtl/>
          <w:lang w:bidi="ur-PK"/>
        </w:rPr>
        <w:t xml:space="preserve"> رضا ص </w:t>
      </w:r>
      <w:r>
        <w:rPr>
          <w:rtl/>
          <w:lang w:bidi="fa-IR"/>
        </w:rPr>
        <w:t>۳۸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آنحضرت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فاطمہ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بتلائے ورنہ وہ سخت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،ملاجام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 سلمہ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رسول خدام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گھراس 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کہ آپ کے سرمبارک کے بال بکھرے ہوئے تھے ، اورچہرہ پرگردپ</w:t>
      </w:r>
      <w:r>
        <w:rPr>
          <w:rFonts w:hint="eastAsia"/>
          <w:rtl/>
          <w:lang w:bidi="ur-PK"/>
        </w:rPr>
        <w:t>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کرپوچھا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ابات</w:t>
      </w:r>
      <w:r>
        <w:rPr>
          <w:rtl/>
          <w:lang w:bidi="ur-PK"/>
        </w:rPr>
        <w:t xml:space="preserve"> ہے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امجھے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عراق کے مقام کربلا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لے گئے تھے وہاں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جائے قتل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اہوں</w:t>
      </w:r>
      <w:r>
        <w:rPr>
          <w:rtl/>
          <w:lang w:bidi="ur-PK"/>
        </w:rPr>
        <w:t xml:space="preserve"> ائے ام سلمہ اسے اپنے پاس محفوظ رکھو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خون ہوجائے توسمجھنا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</w:t>
      </w:r>
      <w:r>
        <w:rPr>
          <w:rFonts w:hint="eastAsia"/>
          <w:rtl/>
          <w:lang w:bidi="ur-PK"/>
        </w:rPr>
        <w:t>الخ</w:t>
      </w:r>
      <w:r>
        <w:rPr>
          <w:rtl/>
          <w:lang w:bidi="ur-PK"/>
        </w:rPr>
        <w:t xml:space="preserve">(شواہدالنبوت ص </w:t>
      </w:r>
      <w:r>
        <w:rPr>
          <w:rtl/>
          <w:lang w:bidi="fa-IR"/>
        </w:rPr>
        <w:t xml:space="preserve">۱۷۴)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97" w:name="_Toc509136719"/>
      <w:r>
        <w:rPr>
          <w:rFonts w:hint="eastAsia"/>
          <w:rtl/>
          <w:lang w:bidi="ur-PK"/>
        </w:rPr>
        <w:lastRenderedPageBreak/>
        <w:t>آپ</w:t>
      </w:r>
      <w:r>
        <w:rPr>
          <w:rtl/>
          <w:lang w:bidi="ur-PK"/>
        </w:rPr>
        <w:t xml:space="preserve"> کااسم گرام</w:t>
      </w:r>
      <w:r>
        <w:rPr>
          <w:rFonts w:hint="cs"/>
          <w:rtl/>
          <w:lang w:bidi="ur-PK"/>
        </w:rPr>
        <w:t>ی</w:t>
      </w:r>
      <w:bookmarkEnd w:id="9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ولادت کے بعدسرورکائنات صلعم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لعاب دہن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ان کے منہ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دے کر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رتک</w:t>
      </w:r>
      <w:r>
        <w:rPr>
          <w:rtl/>
          <w:lang w:bidi="ur-PK"/>
        </w:rPr>
        <w:t xml:space="preserve"> چسا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</w:t>
      </w:r>
      <w:r>
        <w:rPr>
          <w:rtl/>
          <w:lang w:bidi="ur-PK"/>
        </w:rPr>
        <w:t xml:space="preserve"> کے بعدداہنے 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اذان اوربائ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اقامت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پھردعائے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رفرماکر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نام رکھا (نورالابصار ص </w:t>
      </w:r>
      <w:r>
        <w:rPr>
          <w:rtl/>
          <w:lang w:bidi="fa-IR"/>
        </w:rPr>
        <w:t xml:space="preserve">۱۱۳)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نام اسلام سے پہلے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،وہ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نام خودخداوندعالم کارکھاہواہے (ارجح المطالب وروضة الشہداء ص </w:t>
      </w:r>
      <w:r>
        <w:rPr>
          <w:rtl/>
          <w:lang w:bidi="fa-IR"/>
        </w:rPr>
        <w:t xml:space="preserve">۲۳۶)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گرآئمہ</w:t>
      </w:r>
      <w:r>
        <w:rPr>
          <w:rtl/>
          <w:lang w:bidi="ur-PK"/>
        </w:rPr>
        <w:t xml:space="preserve"> کے ناموں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لوح محفوظ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لکھاہواہے۔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98" w:name="_Toc509136720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9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کانام رکھنے کے بعد سرورکائنات نے حضرت فاطمہ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طرح حسن کاعق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انتظام کرو،اوراس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بالوں کے ہم وزن چاند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تصدق کرو، جس طرح اس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کرچک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،الغرض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نڈھا</w:t>
      </w:r>
      <w:r>
        <w:rPr>
          <w:rtl/>
          <w:lang w:bidi="ur-PK"/>
        </w:rPr>
        <w:t xml:space="preserve"> منگوا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ا،اوررسم</w:t>
      </w:r>
      <w:r>
        <w:rPr>
          <w:rtl/>
          <w:lang w:bidi="ur-PK"/>
        </w:rPr>
        <w:t xml:space="preserve"> ع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اداکرد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(مطالب السؤل ص </w:t>
      </w:r>
      <w:r>
        <w:rPr>
          <w:rtl/>
          <w:lang w:bidi="fa-IR"/>
        </w:rPr>
        <w:t xml:space="preserve">۲۴۱)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معاصر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کے ساتھ ختنہ کاذکرک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قطعا ناقابل قبول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امام کامختون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داہونا</w:t>
      </w:r>
      <w:r>
        <w:rPr>
          <w:rtl/>
          <w:lang w:bidi="ur-PK"/>
        </w:rPr>
        <w:t xml:space="preserve"> مسلمات سے 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99" w:name="_Toc509136721"/>
      <w:r>
        <w:rPr>
          <w:rFonts w:hint="eastAsia"/>
          <w:rtl/>
          <w:lang w:bidi="ur-PK"/>
        </w:rPr>
        <w:t>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والقاب</w:t>
      </w:r>
      <w:bookmarkEnd w:id="9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صرف ابوعبداللہ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،البتہ القاب آپ کے بے شمارہ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دوصبط</w:t>
      </w:r>
      <w:r>
        <w:rPr>
          <w:rtl/>
          <w:lang w:bidi="ur-PK"/>
        </w:rPr>
        <w:t xml:space="preserve"> اصغر،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داکبر،</w:t>
      </w:r>
      <w:r>
        <w:rPr>
          <w:rtl/>
          <w:lang w:bidi="ur-PK"/>
        </w:rPr>
        <w:t xml:space="preserve"> اورس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دالشہداء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مشہورہ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علامہ محمدبن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سبط اورس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دخودرسول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کردہ القاب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(مطالب السؤل ص </w:t>
      </w:r>
      <w:r>
        <w:rPr>
          <w:rtl/>
          <w:lang w:bidi="fa-IR"/>
        </w:rPr>
        <w:t xml:space="preserve">۳۱۲)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00" w:name="_Toc509136722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رضاعت</w:t>
      </w:r>
      <w:bookmarkEnd w:id="10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اصول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 مولدالحس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۱۱۴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داہونے</w:t>
      </w:r>
      <w:r>
        <w:rPr>
          <w:rtl/>
          <w:lang w:bidi="ur-PK"/>
        </w:rPr>
        <w:t xml:space="preserve"> کے بعدنہ حضرت فاطمہ زہراکاش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رمبارک</w:t>
      </w:r>
      <w:r>
        <w:rPr>
          <w:rtl/>
          <w:lang w:bidi="ur-PK"/>
        </w:rPr>
        <w:t xml:space="preserve"> نوش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ااورنہ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کادودھ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ہوتا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جب آپ بھوکے ہوتے تھے توسرورکائنات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لاکرزبان مبارک دہن اقدس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اسے چوسنے لگتے تھے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رآب</w:t>
      </w:r>
      <w:r>
        <w:rPr>
          <w:rtl/>
          <w:lang w:bidi="ur-PK"/>
        </w:rPr>
        <w:t xml:space="preserve"> ہوجاتے تھے ،معلوم ہوناچاہئے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کاگوشت پوست بنااورلعاب دہن رسالت سے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پرورش پاکر کاررسالت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مالک بنے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آپ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بہت مشابہ تھے (نورالابصار ص </w:t>
      </w:r>
      <w:r>
        <w:rPr>
          <w:rtl/>
          <w:lang w:bidi="fa-IR"/>
        </w:rPr>
        <w:t xml:space="preserve">۱۱۳)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01" w:name="_Toc509136723"/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ولادت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اورتعز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0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واعظ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کے بعدخلاق عالم نے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پرجاکرم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پرمبارک بادد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</w:t>
      </w:r>
      <w:r>
        <w:rPr>
          <w:rtl/>
          <w:lang w:bidi="ur-PK"/>
        </w:rPr>
        <w:t xml:space="preserve"> اورساتھ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عظم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مطلع کرکے تعز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اداکردو،جناب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بحکم رب 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ل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پرواردہوئے اورانہوں نے 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شہادت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منجانب اللہ اداک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کرسرورکائنات کاماتھا ٹھنکا اورآپ نے پوچھا ،جبرئ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ماجراک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تہن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ساتھ تعز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کرو،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مولاا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دن ہوگا جس دن آپ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فرزند”حس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کے گلوئے مبارک پرخنجرآبداررکھاجائے گا اورآپ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نورنظربے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ارومددگارم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کربلا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وتنہات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کابھوکاپ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اسا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دہوگا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کرسرورعالم محوگر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ہوگئے آپ کے رونے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رونے لگے اورعالم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خا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ہوگئے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نے جوحضرت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کوروتاد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دل بے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ا،عرض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ابوالحسن رونے کاسبب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ابنت</w:t>
      </w:r>
      <w:r>
        <w:rPr>
          <w:rtl/>
          <w:lang w:bidi="ur-PK"/>
        </w:rPr>
        <w:t xml:space="preserve"> رسول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اوروہ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ساتھ ساتھ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خبردے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حالات سے باخبرہونے کے بعد فاطمہ کے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گلوگ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ا،آپ</w:t>
      </w:r>
      <w:r>
        <w:rPr>
          <w:rtl/>
          <w:lang w:bidi="ur-PK"/>
        </w:rPr>
        <w:t xml:space="preserve"> نے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باباجان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کب ہوگا،فرما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ہوں گانہ توہوگ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گے نہ حسن ہوں گے فاطمہ نے پوچھابابام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رابچہ</w:t>
      </w:r>
      <w:r>
        <w:rPr>
          <w:rtl/>
          <w:lang w:bidi="ur-PK"/>
        </w:rPr>
        <w:t xml:space="preserve"> کس خطاپرشہ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ہوگافرما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افاطمہ</w:t>
      </w:r>
      <w:r>
        <w:rPr>
          <w:rtl/>
          <w:lang w:bidi="ur-PK"/>
        </w:rPr>
        <w:t xml:space="preserve"> بالکل بے جرم وخطاصرف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شہادت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فاطمہ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باباجان جب ہم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ہوگا </w:t>
      </w:r>
      <w:r>
        <w:rPr>
          <w:rFonts w:hint="eastAsia"/>
          <w:rtl/>
          <w:lang w:bidi="ur-PK"/>
        </w:rPr>
        <w:t>توپھراس</w:t>
      </w:r>
      <w:r>
        <w:rPr>
          <w:rtl/>
          <w:lang w:bidi="ur-PK"/>
        </w:rPr>
        <w:t xml:space="preserve"> پر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کون کرے گااوراس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 ماتم کون بچھائے گا،راو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اس سوال کاحضرت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پائے تھے کہ ہاتف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اے فاطمہ غم نہ کروتمہارے اس فرزندکاغم ابدالآباد تک منا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اوراس کاماتم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</w:t>
      </w:r>
      <w:r>
        <w:rPr>
          <w:rFonts w:hint="eastAsia"/>
          <w:rtl/>
          <w:lang w:bidi="ur-PK"/>
        </w:rPr>
        <w:t>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رسول خدانے فاطمہ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خداکچھ لوگوں کوہم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داکرتارہے</w:t>
      </w:r>
      <w:r>
        <w:rPr>
          <w:rtl/>
          <w:lang w:bidi="ur-PK"/>
        </w:rPr>
        <w:t xml:space="preserve"> گا جس کے بوڑھے بوڑھوں پراورجوان جوانوں پراوربچے بچوں پراورعورت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عورتوں پر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02" w:name="_Toc509136724"/>
      <w:r>
        <w:rPr>
          <w:rFonts w:hint="eastAsia"/>
          <w:rtl/>
          <w:lang w:bidi="ur-PK"/>
        </w:rPr>
        <w:t>فطرس</w:t>
      </w:r>
      <w:r>
        <w:rPr>
          <w:rtl/>
          <w:lang w:bidi="ur-PK"/>
        </w:rPr>
        <w:t xml:space="preserve"> کاواقعہ</w:t>
      </w:r>
      <w:bookmarkEnd w:id="10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مذکوربحوالہ حضرت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جناب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بے شمارفرشتوں کے ساتھ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آرہے تھے کہ ناگاہ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رمعروف</w:t>
      </w:r>
      <w:r>
        <w:rPr>
          <w:rtl/>
          <w:lang w:bidi="ur-PK"/>
        </w:rPr>
        <w:t xml:space="preserve"> طبقہ پرپڑ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فرشتہ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پرپڑاہوازاروقطاررورہاہے </w:t>
      </w:r>
      <w:r>
        <w:rPr>
          <w:rtl/>
          <w:lang w:bidi="ur-PK"/>
        </w:rPr>
        <w:lastRenderedPageBreak/>
        <w:t>آپ اس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گئے اورآپ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اس سے ماجرا پوچھااس نے کہااے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فرشتہ ہوں جوپہلے آسمان پرسترہزارفرشتوں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کرتاتھا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رانام</w:t>
      </w:r>
      <w:r>
        <w:rPr>
          <w:rtl/>
          <w:lang w:bidi="ur-PK"/>
        </w:rPr>
        <w:t xml:space="preserve"> فطرس ہے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پوچھا تجھے کس جرم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سزامل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معبودکے سمجھنے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سزابھگت رہاہوں بال وپرجل گ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ہاںکنج</w:t>
      </w:r>
      <w:r>
        <w:rPr>
          <w:rtl/>
          <w:lang w:bidi="ur-PK"/>
        </w:rPr>
        <w:t xml:space="preserve">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پڑاہوں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خدارام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مددکروابھ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پائے تھے کہ اس نے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اائے</w:t>
      </w:r>
      <w:r>
        <w:rPr>
          <w:rtl/>
          <w:lang w:bidi="ur-PK"/>
        </w:rPr>
        <w:t xml:space="preserve"> روح الام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آپ کہاں جارہے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انہوں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آخرالزماں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فرزندپ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داہواہے</w:t>
      </w:r>
      <w:r>
        <w:rPr>
          <w:rtl/>
          <w:lang w:bidi="ur-PK"/>
        </w:rPr>
        <w:t xml:space="preserve"> جس کانام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ادائے تہن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جار</w:t>
      </w:r>
      <w:r>
        <w:rPr>
          <w:rFonts w:hint="eastAsia"/>
          <w:rtl/>
          <w:lang w:bidi="ur-PK"/>
        </w:rPr>
        <w:t>ہاہوں،</w:t>
      </w:r>
      <w:r>
        <w:rPr>
          <w:rtl/>
          <w:lang w:bidi="ur-PK"/>
        </w:rPr>
        <w:t xml:space="preserve"> فطرس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خداکے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مجھے اپنے ہمراہ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چلو مجھے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درسے شفااورنجات مل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اسے ساتھ لے کر حضورک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وقت پہنچے جب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آغوش رسول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جلوہ فرماتھے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عرض حال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ا،سرورکائنات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فطرس کے جسم کو</w:t>
      </w:r>
      <w:r>
        <w:rPr>
          <w:rFonts w:hint="eastAsia"/>
          <w:rtl/>
          <w:lang w:bidi="ur-PK"/>
        </w:rPr>
        <w:t>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بدن سے مس کردو ،شفاہوجائے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اورفطرس کے بال وپراس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روئ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جس طرح پہلے تھے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صحت پانے کے بعد فخرومباہات کرتاہوااپن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منزل”اصل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آسمان سوم پرجاپہنچا اورمثل سابق سترہزارفرشتوں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کرنے لگا ،بعدازشہادت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چوں برآں قض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مطلع شد“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وہ زمانہ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شہادت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اوراسے حالات سے آگاہ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تواس نے بارگاہ احد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مالک مجھے اجازت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پرجاکردشمنان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جنگ کروں ارشادہواکہ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البتہ توسترہزارفرشتے لے کر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جا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قبرمبارک پرصبح وشام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اکراوراس</w:t>
      </w:r>
      <w:r>
        <w:rPr>
          <w:rtl/>
          <w:lang w:bidi="ur-PK"/>
        </w:rPr>
        <w:t xml:space="preserve"> کاجوثواب ہواسے ان کے رونے والوں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ہبہ کردے چنانچہ فطرس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کربلاپرجاپہنچا اورتا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شب وروزروتارہے گا(روضة الشہداازص </w:t>
      </w:r>
      <w:r>
        <w:rPr>
          <w:rtl/>
          <w:lang w:bidi="fa-IR"/>
        </w:rPr>
        <w:t>۲۳۶</w:t>
      </w:r>
      <w:r>
        <w:rPr>
          <w:rtl/>
          <w:lang w:bidi="ur-PK"/>
        </w:rPr>
        <w:t xml:space="preserve"> تاص </w:t>
      </w:r>
      <w:r>
        <w:rPr>
          <w:rtl/>
          <w:lang w:bidi="fa-IR"/>
        </w:rPr>
        <w:t>۲۳۸</w:t>
      </w:r>
      <w:r>
        <w:rPr>
          <w:rtl/>
          <w:lang w:bidi="ur-PK"/>
        </w:rPr>
        <w:t xml:space="preserve"> طبع بمبئ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۱۳۸۵</w:t>
      </w:r>
      <w:r>
        <w:rPr>
          <w:rtl/>
          <w:lang w:bidi="ur-PK"/>
        </w:rPr>
        <w:t xml:space="preserve"> ئھ وغن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الطالب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عبدالقادر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03" w:name="_Toc50913672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رسول پر</w:t>
      </w:r>
      <w:bookmarkEnd w:id="10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ابوہر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کہ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ہوئے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مبارک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،ان کے دونوں ہاتھوں کوپکڑے ہوئے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پرکودچنانچہ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آپ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بارک</w:t>
      </w:r>
      <w:r>
        <w:rPr>
          <w:rtl/>
          <w:lang w:bidi="ur-PK"/>
        </w:rPr>
        <w:t xml:space="preserve"> پر کودنے لگے اس کے بعدحضورصلعم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کامنہ چوم کرخداک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پالنے والے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بے حدچاہتاہوں توبھ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محبوب رکھ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آنحضرت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کالعاب دہن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اس طرح چوستے تھے جس طرح کجھورکوئ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چوسے (ارجح ال</w:t>
      </w:r>
      <w:r>
        <w:rPr>
          <w:rFonts w:hint="eastAsia"/>
          <w:rtl/>
          <w:lang w:bidi="ur-PK"/>
        </w:rPr>
        <w:t>مطالب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۳۵۹</w:t>
      </w:r>
      <w:r>
        <w:rPr>
          <w:rtl/>
          <w:lang w:bidi="ur-PK"/>
        </w:rPr>
        <w:t xml:space="preserve"> وص </w:t>
      </w:r>
      <w:r>
        <w:rPr>
          <w:rtl/>
          <w:lang w:bidi="fa-IR"/>
        </w:rPr>
        <w:t>۳۶۱</w:t>
      </w:r>
      <w:r>
        <w:rPr>
          <w:rtl/>
          <w:lang w:bidi="ur-PK"/>
        </w:rPr>
        <w:t xml:space="preserve"> ، است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عاب</w:t>
      </w:r>
      <w:r>
        <w:rPr>
          <w:rtl/>
          <w:lang w:bidi="ur-PK"/>
        </w:rPr>
        <w:t xml:space="preserve"> ج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۱۴۴</w:t>
      </w:r>
      <w:r>
        <w:rPr>
          <w:rtl/>
          <w:lang w:bidi="ur-PK"/>
        </w:rPr>
        <w:t xml:space="preserve"> ،اصابہ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،کنزالعمال جلد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۱۰۴</w:t>
      </w:r>
      <w:r>
        <w:rPr>
          <w:rtl/>
          <w:lang w:bidi="ur-PK"/>
        </w:rPr>
        <w:t xml:space="preserve"> ،کنوزالحقائق ص </w:t>
      </w:r>
      <w:r>
        <w:rPr>
          <w:rtl/>
          <w:lang w:bidi="fa-IR"/>
        </w:rPr>
        <w:t xml:space="preserve">۵۹)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04" w:name="_Toc509136726"/>
      <w:r>
        <w:rPr>
          <w:rFonts w:hint="eastAsia"/>
          <w:rtl/>
          <w:lang w:bidi="ur-PK"/>
        </w:rPr>
        <w:lastRenderedPageBreak/>
        <w:t>جنت</w:t>
      </w:r>
      <w:r>
        <w:rPr>
          <w:rtl/>
          <w:lang w:bidi="ur-PK"/>
        </w:rPr>
        <w:t xml:space="preserve"> کے کپڑے اورفرزندان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bookmarkEnd w:id="10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کابچپناہے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دآنے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 w:rsidR="00980366">
        <w:rPr>
          <w:rtl/>
          <w:lang w:bidi="ur-PK"/>
        </w:rPr>
        <w:t>یا</w:t>
      </w:r>
      <w:r>
        <w:rPr>
          <w:rtl/>
          <w:lang w:bidi="ur-PK"/>
        </w:rPr>
        <w:t>وران اسخ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عالم کے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نئے کپڑے کاک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اذکرپرانے</w:t>
      </w:r>
      <w:r>
        <w:rPr>
          <w:rtl/>
          <w:lang w:bidi="ur-PK"/>
        </w:rPr>
        <w:t xml:space="preserve"> کپڑے بلکہ نان 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بچوں نے ماں کے گلے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مادرگرام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اطفال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دن زرق برق کپڑے پہن کرنکل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اورہمارے پاس بالکل لباس نونہ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ہم کس طرح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دمنائ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ماں نے کہا بچوگھبراؤنہ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،تمہارے کپڑے درز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لائے گا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بچوں نے ماں سے پھرکپڑوں کاتقاضاک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ا،ماں</w:t>
      </w:r>
      <w:r>
        <w:rPr>
          <w:rtl/>
          <w:lang w:bidi="ur-PK"/>
        </w:rPr>
        <w:t xml:space="preserve"> نے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دے کرنونہالوں کوخاموش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صبح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ہونے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دق الباب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ا،دروازہ</w:t>
      </w:r>
      <w:r>
        <w:rPr>
          <w:rtl/>
          <w:lang w:bidi="ur-PK"/>
        </w:rPr>
        <w:t xml:space="preserve"> کھٹکھٹا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افضہ</w:t>
      </w:r>
      <w:r>
        <w:rPr>
          <w:rtl/>
          <w:lang w:bidi="ur-PK"/>
        </w:rPr>
        <w:t xml:space="preserve"> دروازہ پرگئ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بقچہ لباس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فضہ 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دئہ</w:t>
      </w:r>
      <w:r>
        <w:rPr>
          <w:rtl/>
          <w:lang w:bidi="ur-PK"/>
        </w:rPr>
        <w:t xml:space="preserve">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ااب</w:t>
      </w:r>
      <w:r>
        <w:rPr>
          <w:rtl/>
          <w:lang w:bidi="ur-PK"/>
        </w:rPr>
        <w:t xml:space="preserve"> جوکھولاتواس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دوچھوٹے چھوٹے عمامے دوقبائ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ں،دوعبائ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تمام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کپڑے موجود تھے ماں کا</w:t>
      </w: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باغ باغ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توسمجھ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کپڑے جنت سے آئے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منہ سے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کہابچوں کوجگا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اکپڑے</w:t>
      </w:r>
      <w:r>
        <w:rPr>
          <w:rtl/>
          <w:lang w:bidi="ur-PK"/>
        </w:rPr>
        <w:t xml:space="preserve">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صبح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بچوں نے جب کپڑوں کے رنگ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توکہامادرگرام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دکپڑے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اطفال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کپڑے پہننے ہوں گے، امام جان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کپڑے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حضور</w:t>
      </w:r>
      <w:r>
        <w:rPr>
          <w:rtl/>
          <w:lang w:bidi="ur-PK"/>
        </w:rPr>
        <w:t xml:space="preserve"> انورکواطلاع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اگھبراؤنہ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تمہارے کپڑے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آفتابہ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آپہنچے انہوں نے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ڈالا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ارادے سے کپڑے سبزاورسرخ ہوگئے سبزجوڑاحسن نے پہناسرخ جوڑاحس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ماں نے گلے لگال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اپ</w:t>
      </w:r>
      <w:r>
        <w:rPr>
          <w:rtl/>
          <w:lang w:bidi="ur-PK"/>
        </w:rPr>
        <w:t xml:space="preserve"> نے بوسے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نانا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پرسوارکرکے مہارکے بدلے زلف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ہاتھوں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اورکہا،م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نونہالو،رسالت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باگ ڈورتمہارے ہاتھوں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جدھرچاہو موڑدو اورجہاں چاہولے چلو(روضة الشہداء ص </w:t>
      </w:r>
      <w:r>
        <w:rPr>
          <w:rtl/>
          <w:lang w:bidi="fa-IR"/>
        </w:rPr>
        <w:t>۱۸۹</w:t>
      </w:r>
      <w:r>
        <w:rPr>
          <w:rtl/>
          <w:lang w:bidi="ur-PK"/>
        </w:rPr>
        <w:t xml:space="preserve"> بحارالانوار)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علماء کاکہناہے کہ سرورکائنات بچوں کوپشت پربٹھاکردونوں ہاتھوں اورپ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سے چلنے لگے اوربچوں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فرمائش پراونٹ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آوازمنہ سے نکالنے لگے (کشف المحجوب)۔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05" w:name="_Toc509136727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 ا سردارجنت ہونا</w:t>
      </w:r>
      <w:bookmarkEnd w:id="10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غبراسلام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مسلمات اورمتواترات سے ہے کہ ”الحسن والحس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داشباب</w:t>
      </w:r>
      <w:r>
        <w:rPr>
          <w:rtl/>
          <w:lang w:bidi="ur-PK"/>
        </w:rPr>
        <w:t xml:space="preserve"> اہل الجنة وابوہماخ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رمنہما“</w:t>
      </w:r>
      <w:r>
        <w:rPr>
          <w:rtl/>
          <w:lang w:bidi="ur-PK"/>
        </w:rPr>
        <w:t xml:space="preserve"> حسن اورحس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جوانان جنت کے سردارہ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کے پدربزرگواران دنوں سے بہترہ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(ابن ماجہ)صحاب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جناب حذ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سرورکائنات صلعم ک</w:t>
      </w:r>
      <w:r>
        <w:rPr>
          <w:rFonts w:hint="eastAsia"/>
          <w:rtl/>
          <w:lang w:bidi="ur-PK"/>
        </w:rPr>
        <w:t>وبے</w:t>
      </w:r>
      <w:r>
        <w:rPr>
          <w:rtl/>
          <w:lang w:bidi="ur-PK"/>
        </w:rPr>
        <w:t xml:space="preserve"> انتہا مسرور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کرپوچھاحضور،افراط مسرت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اوجہ</w:t>
      </w:r>
      <w:r>
        <w:rPr>
          <w:rtl/>
          <w:lang w:bidi="ur-PK"/>
        </w:rPr>
        <w:t xml:space="preserve"> ہے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ااے</w:t>
      </w:r>
      <w:r>
        <w:rPr>
          <w:rtl/>
          <w:lang w:bidi="ur-PK"/>
        </w:rPr>
        <w:t xml:space="preserve"> حذ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آج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ساملک</w:t>
      </w:r>
      <w:r>
        <w:rPr>
          <w:rtl/>
          <w:lang w:bidi="ur-PK"/>
        </w:rPr>
        <w:t xml:space="preserve"> نازل ہواہے جوم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اس سے قبل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 نے مجھے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پرمبارک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اورکہاہے کہ”ان فاطمة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دة</w:t>
      </w:r>
      <w:r>
        <w:rPr>
          <w:rtl/>
          <w:lang w:bidi="ur-PK"/>
        </w:rPr>
        <w:t xml:space="preserve"> نساء اہل الجنة وان الحسن والحس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داشباب</w:t>
      </w:r>
      <w:r>
        <w:rPr>
          <w:rtl/>
          <w:lang w:bidi="ur-PK"/>
        </w:rPr>
        <w:t xml:space="preserve"> اہل الجنة“ فاطمة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اورحسن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جنت کے مردوں کے سردارہ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(کنزالعمال جلد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۱۰۷</w:t>
      </w:r>
      <w:r>
        <w:rPr>
          <w:rtl/>
          <w:lang w:bidi="ur-PK"/>
        </w:rPr>
        <w:t xml:space="preserve"> 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الخلفاص </w:t>
      </w:r>
      <w:r>
        <w:rPr>
          <w:rtl/>
          <w:lang w:bidi="fa-IR"/>
        </w:rPr>
        <w:t>۱۲۳</w:t>
      </w:r>
      <w:r>
        <w:rPr>
          <w:rtl/>
          <w:lang w:bidi="ur-PK"/>
        </w:rPr>
        <w:t xml:space="preserve"> ،اسدالغابہ ص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،اصابہ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،ترمذ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،مطالب السول ص </w:t>
      </w:r>
      <w:r>
        <w:rPr>
          <w:rtl/>
          <w:lang w:bidi="fa-IR"/>
        </w:rPr>
        <w:t>۲۴۲</w:t>
      </w:r>
      <w:r>
        <w:rPr>
          <w:rtl/>
          <w:lang w:bidi="ur-PK"/>
        </w:rPr>
        <w:t xml:space="preserve"> ،صواعق محرقہ ص </w:t>
      </w:r>
      <w:r>
        <w:rPr>
          <w:rtl/>
          <w:lang w:bidi="fa-IR"/>
        </w:rPr>
        <w:t xml:space="preserve">۱۱۴)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علو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کامسئلہ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قطع نظراس سے کہ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مثل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کاذات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شرف موجوتھا اورخودسرورکائنات نے باربارآپ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دالعرب</w:t>
      </w:r>
      <w:r>
        <w:rPr>
          <w:rtl/>
          <w:lang w:bidi="ur-PK"/>
        </w:rPr>
        <w:t xml:space="preserve"> ،س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دالمتق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الفاظ سے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کاسرداران جنت امام حسن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بہترہونا واضح کرتاہے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مسلم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بہت بلنددرجہ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جملہ اولادعل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اوربات ہے کہ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کے برابرنہ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06" w:name="_Toc509136728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عالم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پشت رسول پر</w:t>
      </w:r>
      <w:bookmarkEnd w:id="10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خدانے</w:t>
      </w:r>
      <w:r>
        <w:rPr>
          <w:rtl/>
          <w:lang w:bidi="ur-PK"/>
        </w:rPr>
        <w:t xml:space="preserve"> جوشرف امام حسن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کوعطافرما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وہ اولادرسول اورفرزندان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آل محمدکے سواکس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حضرات کاذکرعبادت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عبادت،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اگرپشت رسول پرعالم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سوارہوجائ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،تونماز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خلل واقع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ہوتا،اکثرا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ساہوتاتھاکہ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نو</w:t>
      </w:r>
      <w:r>
        <w:rPr>
          <w:rFonts w:hint="eastAsia"/>
          <w:rtl/>
          <w:lang w:bidi="ur-PK"/>
        </w:rPr>
        <w:t>نہالان</w:t>
      </w:r>
      <w:r>
        <w:rPr>
          <w:rtl/>
          <w:lang w:bidi="ur-PK"/>
        </w:rPr>
        <w:t xml:space="preserve"> رسالت پشت پرعالم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سوارہوجا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اورجب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منع کرناچاہتاتھا توآپ اشارہ سے روک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اورکبھ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ہوتاتھا کہ آپ 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وقت تک مشغول ذکررہاکرتے تھے جب تک بچے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سے خودنہ اترآئ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دوست رک</w:t>
      </w:r>
      <w:r>
        <w:rPr>
          <w:rFonts w:hint="eastAsia"/>
          <w:rtl/>
          <w:lang w:bidi="ur-PK"/>
        </w:rPr>
        <w:t>ھتاہوں</w:t>
      </w:r>
      <w:r>
        <w:rPr>
          <w:rtl/>
          <w:lang w:bidi="ur-PK"/>
        </w:rPr>
        <w:t xml:space="preserve"> توبھ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سے محبت کر؟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ارشادہوتاتھااے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اوالو</w:t>
      </w:r>
      <w:r>
        <w:rPr>
          <w:rtl/>
          <w:lang w:bidi="ur-PK"/>
        </w:rPr>
        <w:t>! اگرمجھے دوست رکھتے ہوتوم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بچوں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کرو(اصابہ ص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ومستدرک امام حاکم ومطالب السؤل ص </w:t>
      </w:r>
      <w:r>
        <w:rPr>
          <w:rtl/>
          <w:lang w:bidi="fa-IR"/>
        </w:rPr>
        <w:t xml:space="preserve">۲۲۳)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07" w:name="_Toc509136729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من</w:t>
      </w:r>
      <w:r>
        <w:rPr>
          <w:rFonts w:hint="cs"/>
          <w:rtl/>
          <w:lang w:bidi="ur-PK"/>
        </w:rPr>
        <w:t>ی</w:t>
      </w:r>
      <w:bookmarkEnd w:id="10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سرورکائنات</w:t>
      </w:r>
      <w:r>
        <w:rPr>
          <w:rtl/>
          <w:lang w:bidi="ur-PK"/>
        </w:rPr>
        <w:t xml:space="preserve">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اوالو</w:t>
      </w:r>
      <w:r>
        <w:rPr>
          <w:rtl/>
          <w:lang w:bidi="ur-PK"/>
        </w:rPr>
        <w:t>! بس مختصر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لوکہ ”حس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وانامن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مجھ سے ہے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ہوں ۔ خدااسے دوست رکھے جوحس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کودوست رکھے (مطالب السؤل ص </w:t>
      </w:r>
      <w:r>
        <w:rPr>
          <w:rtl/>
          <w:lang w:bidi="fa-IR"/>
        </w:rPr>
        <w:t>۲۴۲</w:t>
      </w:r>
      <w:r>
        <w:rPr>
          <w:rtl/>
          <w:lang w:bidi="ur-PK"/>
        </w:rPr>
        <w:t xml:space="preserve"> ،صواعق محرقہ ص </w:t>
      </w:r>
      <w:r>
        <w:rPr>
          <w:rtl/>
          <w:lang w:bidi="fa-IR"/>
        </w:rPr>
        <w:t>۱۱۴</w:t>
      </w:r>
      <w:r>
        <w:rPr>
          <w:rtl/>
          <w:lang w:bidi="ur-PK"/>
        </w:rPr>
        <w:t xml:space="preserve"> ،نورالابصار ص </w:t>
      </w:r>
      <w:r>
        <w:rPr>
          <w:rtl/>
          <w:lang w:bidi="fa-IR"/>
        </w:rPr>
        <w:t>۱۱۳</w:t>
      </w:r>
      <w:r>
        <w:rPr>
          <w:rtl/>
          <w:lang w:bidi="ur-PK"/>
        </w:rPr>
        <w:t xml:space="preserve"> ،صح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ترمذ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۳۰۷</w:t>
      </w:r>
      <w:r>
        <w:rPr>
          <w:rtl/>
          <w:lang w:bidi="ur-PK"/>
        </w:rPr>
        <w:t xml:space="preserve"> ،مستدرک امام حاکم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۱۷۷</w:t>
      </w:r>
      <w:r>
        <w:rPr>
          <w:rtl/>
          <w:lang w:bidi="ur-PK"/>
        </w:rPr>
        <w:t xml:space="preserve"> ومسنداحمدجلد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۹۷۲</w:t>
      </w:r>
      <w:r>
        <w:rPr>
          <w:rtl/>
          <w:lang w:bidi="ur-PK"/>
        </w:rPr>
        <w:t xml:space="preserve"> ،اسدالغابہ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۹۱</w:t>
      </w:r>
      <w:r>
        <w:rPr>
          <w:rtl/>
          <w:lang w:bidi="ur-PK"/>
        </w:rPr>
        <w:t xml:space="preserve"> ،کنزالعمال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۲۲۱)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08" w:name="_Toc509136730"/>
      <w:r>
        <w:rPr>
          <w:rFonts w:hint="eastAsia"/>
          <w:rtl/>
          <w:lang w:bidi="ur-PK"/>
        </w:rPr>
        <w:t>مکتوبات</w:t>
      </w:r>
      <w:r>
        <w:rPr>
          <w:rtl/>
          <w:lang w:bidi="ur-PK"/>
        </w:rPr>
        <w:t xml:space="preserve"> باب جنت</w:t>
      </w:r>
      <w:bookmarkEnd w:id="10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سرورکائنات</w:t>
      </w:r>
      <w:r>
        <w:rPr>
          <w:rtl/>
          <w:lang w:bidi="ur-PK"/>
        </w:rPr>
        <w:t xml:space="preserve">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والہ وسلم ارشادفرماتے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شب معراج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کرتاہواجنت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پہنچاتود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باب جنت پرسونے کے حروف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لکھاہواہے۔</w:t>
      </w:r>
    </w:p>
    <w:p w:rsidR="000B625E" w:rsidRDefault="000B625E" w:rsidP="004619E0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”لاال</w:t>
      </w:r>
      <w:r w:rsidR="005274C1" w:rsidRPr="001F4EA2">
        <w:rPr>
          <w:rFonts w:hint="cs"/>
          <w:rtl/>
          <w:lang w:bidi="ur-PK"/>
        </w:rPr>
        <w:t>ه</w:t>
      </w:r>
      <w:r>
        <w:rPr>
          <w:rtl/>
          <w:lang w:bidi="ur-PK"/>
        </w:rPr>
        <w:t xml:space="preserve"> الاالل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 xml:space="preserve"> محمدحبی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الل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 xml:space="preserve"> علی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 xml:space="preserve"> وفاطمة امةالل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 xml:space="preserve"> والحسن والحسی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صفوة الل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 xml:space="preserve"> ومن ابغض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>م لعن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 xml:space="preserve"> الل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>“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ترجمہ</w:t>
      </w:r>
      <w:r>
        <w:rPr>
          <w:rtl/>
          <w:lang w:bidi="ur-PK"/>
        </w:rPr>
        <w:t xml:space="preserve"> : خداکے سواکوئ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معبودنہ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محمدصلعم اللہ کے رسول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،اللہ کے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فاطمہ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ں،حسن</w:t>
      </w:r>
      <w:r>
        <w:rPr>
          <w:rtl/>
          <w:lang w:bidi="ur-PK"/>
        </w:rPr>
        <w:t xml:space="preserve"> اورحس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اللہ کے برگز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سے بغض رکھنے والوں پراللہ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لعنت ہے(ارجح المطالب باب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۳۱۳</w:t>
      </w:r>
      <w:r>
        <w:rPr>
          <w:rtl/>
          <w:lang w:bidi="ur-PK"/>
        </w:rPr>
        <w:t xml:space="preserve"> طبع لاہور </w:t>
      </w:r>
      <w:r>
        <w:rPr>
          <w:rtl/>
          <w:lang w:bidi="fa-IR"/>
        </w:rPr>
        <w:t>۱۲۵۱ )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09" w:name="_Toc50913673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اورصفات حسنہ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مرکز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0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تومعلوم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کے نواسے،حضرت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وفاطمہ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اورامام حسن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حضرات کو پنتن پاک کہاجاتاہے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پنجتن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ظاہرہے کہ آخرتک رہنے والے اورہردورسے گزرنے والے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اکتسا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صفات حسنہ کے امکانات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۳/ </w:t>
      </w:r>
      <w:r>
        <w:rPr>
          <w:rtl/>
          <w:lang w:bidi="ur-PK"/>
        </w:rPr>
        <w:t xml:space="preserve">شعبان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داہوکرسرورکائنات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وپرداخت اورآغوش مادر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رہے اورکسب صفات کرتے رہے ، </w:t>
      </w:r>
      <w:r>
        <w:rPr>
          <w:rtl/>
          <w:lang w:bidi="fa-IR"/>
        </w:rPr>
        <w:t xml:space="preserve">۲۸/ </w:t>
      </w:r>
      <w:r>
        <w:rPr>
          <w:rtl/>
          <w:lang w:bidi="ur-PK"/>
        </w:rPr>
        <w:t xml:space="preserve">صفر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کوجب آنحضرت شہادت پاگئے اور </w:t>
      </w:r>
      <w:r>
        <w:rPr>
          <w:rtl/>
          <w:lang w:bidi="fa-IR"/>
        </w:rPr>
        <w:t xml:space="preserve">۳/ </w:t>
      </w:r>
      <w:r>
        <w:rPr>
          <w:rtl/>
          <w:lang w:bidi="ur-PK"/>
        </w:rPr>
        <w:t>جماد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الثان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برکتوں سے محروم ہوگئے توحضرت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>
        <w:rPr>
          <w:rFonts w:hint="eastAsia"/>
          <w:rtl/>
          <w:lang w:bidi="ur-PK"/>
        </w:rPr>
        <w:t>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اورصفات حسنہ سے بہرہ 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۲۱/ </w:t>
      </w:r>
      <w:r>
        <w:rPr>
          <w:rtl/>
          <w:lang w:bidi="ur-PK"/>
        </w:rPr>
        <w:t xml:space="preserve">رمضان </w:t>
      </w:r>
      <w:r>
        <w:rPr>
          <w:rtl/>
          <w:lang w:bidi="fa-IR"/>
        </w:rPr>
        <w:t>۴۰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بعدامام حسن کے سرپرذمہ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عائد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،امام حسن ہرقسم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استمدادواستعانت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ضان</w:t>
      </w:r>
      <w:r>
        <w:rPr>
          <w:rtl/>
          <w:lang w:bidi="ur-PK"/>
        </w:rPr>
        <w:t xml:space="preserve"> 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برابرکے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رہے ، </w:t>
      </w:r>
      <w:r>
        <w:rPr>
          <w:rtl/>
          <w:lang w:bidi="fa-IR"/>
        </w:rPr>
        <w:t xml:space="preserve">۲۸/ </w:t>
      </w:r>
      <w:r>
        <w:rPr>
          <w:rtl/>
          <w:lang w:bidi="ur-PK"/>
        </w:rPr>
        <w:t xml:space="preserve">صفر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کوجب امام حسن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دہوگئے</w:t>
      </w:r>
      <w:r>
        <w:rPr>
          <w:rtl/>
          <w:lang w:bidi="ur-PK"/>
        </w:rPr>
        <w:t xml:space="preserve"> توامام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صفات حسنہ کے واحدمرکز بن گئے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آپ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جملہ صفات حسنہ موجودتھے اورآپ کے طرزح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محمدوعل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وفاطمہ اورحسن کاکردارنما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تھا اورآپ نے جوکچھ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قرآن وحد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ا،کتب</w:t>
      </w:r>
      <w:r>
        <w:rPr>
          <w:rtl/>
          <w:lang w:bidi="ur-PK"/>
        </w:rPr>
        <w:t xml:space="preserve"> مقاتل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کربلا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حب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رخصت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تو</w:t>
      </w: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ائے خامس آل عباآج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تصورسے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سامعلوم</w:t>
      </w:r>
      <w:r>
        <w:rPr>
          <w:rtl/>
          <w:lang w:bidi="ur-PK"/>
        </w:rPr>
        <w:t xml:space="preserve"> ہوتاہے کہ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فاطمةالزہراء، حسن مجتب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سے جداہورہے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10" w:name="_Toc509136732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عمرکااعتراف شرف آل محمد</w:t>
      </w:r>
      <w:bookmarkEnd w:id="11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عہدعمر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اگرچہ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بندہوچک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اورلوگ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اورتعل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کوپس پشت ڈال چکے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”حق برزبان جار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کے مطابق عوام سچ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کاذکرہے کہ حضرت عمرمنبررسول پرخطبہ فرمارہے تھے ناگاہ حض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کاادھرسے گزر ہوا آپ مسجد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اورحضرت عمرک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مخاطب ہوکربولے ”انزل عن منبراب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باپ کے منبرسے اترآئ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اپنے باپ کے منبرپرب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آپ نے کہاکہ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باپ کاتوکوئ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منبرنہ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کے بعدمنبرسے اترکرامام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کواپنے ہمراہ گھرلے گئے اوروہاں پہنچ کرپوچھاکہ صاحب زادے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کس نے سکھائ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توانہوں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اپنے سے کہاہے ،مجھے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سکھا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بعدانہوں نے کہاکہ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ماں باپ تم پرفداہوں ،کبھ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اکروآپ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ابہترہے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آپ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توحضرت عمرکومعاو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محوگفتگوپاکوواپس چلے گئے ۔۔۔۔ جب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حضرت عمرکوہوئ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توانہوں نے محسوس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ااورراستے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ملاقات پرکہاکہ آپ واپس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چلے آئے تھے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آپ محوگفتگوتھے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عبداللہ (ابن عمر) کے ہمراہ واپس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احضرت</w:t>
      </w:r>
      <w:r>
        <w:rPr>
          <w:rtl/>
          <w:lang w:bidi="ur-PK"/>
        </w:rPr>
        <w:t xml:space="preserve"> عمرنے کہاکہ ”فرزندرس</w:t>
      </w:r>
      <w:r>
        <w:rPr>
          <w:rFonts w:hint="eastAsia"/>
          <w:rtl/>
          <w:lang w:bidi="ur-PK"/>
        </w:rPr>
        <w:t>ول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تمہاراحق ہے“ فانما انت ماتر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روسنااللہ ثم انتم“ اس سے انکارنہ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اجاسکتاکہ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راوجودتمہارے</w:t>
      </w:r>
      <w:r>
        <w:rPr>
          <w:rtl/>
          <w:lang w:bidi="ur-PK"/>
        </w:rPr>
        <w:t xml:space="preserve"> صدقہ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رواں تمہارے طف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اگاہے (اصابة 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۲۵</w:t>
      </w:r>
      <w:r>
        <w:rPr>
          <w:rtl/>
          <w:lang w:bidi="ur-PK"/>
        </w:rPr>
        <w:t xml:space="preserve"> ،کنزالعمال جلد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۱۰۷</w:t>
      </w:r>
      <w:r>
        <w:rPr>
          <w:rtl/>
          <w:lang w:bidi="ur-PK"/>
        </w:rPr>
        <w:t xml:space="preserve"> ،ازالة الخفاء 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11" w:name="_Toc509136733"/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عمرکااعتراف شرف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bookmarkEnd w:id="11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عبداللہ ابن عمرخانہ کعبہ کے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ہوئے لوگوں سے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کررہے تھے کہ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سامنے سے آتے ہوئے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ابن عمرنے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مخاطب ہوکرکہاکہ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اہل آسمان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تمام اہ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محبوب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12" w:name="_Toc509136734"/>
      <w:r>
        <w:rPr>
          <w:rFonts w:hint="eastAsia"/>
          <w:rtl/>
          <w:lang w:bidi="ur-PK"/>
        </w:rPr>
        <w:t>کرم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مثال</w:t>
      </w:r>
      <w:bookmarkEnd w:id="11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فخرالد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”علم آدم الاسماء کلہا“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خدمت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حاضرہوکرکچھ مانگا اورکہاکہ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آپ کے جدنامدارسے سناہے کہ جب کچھ مانگناہوتوچارقسم کے لوگوں سے مانگو :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عرب سے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حاکم سے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حامل قرآن سے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شکل والے سے ۔</w:t>
      </w:r>
    </w:p>
    <w:p w:rsidR="000B625E" w:rsidRDefault="00E8268B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آپ آپ </w:t>
      </w:r>
      <w:r>
        <w:rPr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ہ</w:t>
      </w:r>
      <w:r w:rsidR="000B625E">
        <w:rPr>
          <w:rtl/>
          <w:lang w:bidi="ur-PK"/>
        </w:rPr>
        <w:t xml:space="preserve"> جملہ صفات پاتاہوں اس ل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ے</w:t>
      </w:r>
      <w:r w:rsidR="000B625E">
        <w:rPr>
          <w:rtl/>
          <w:lang w:bidi="ur-PK"/>
        </w:rPr>
        <w:t xml:space="preserve"> مانگ رہاہوں آپ شر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ف</w:t>
      </w:r>
      <w:r w:rsidR="000B625E">
        <w:rPr>
          <w:rtl/>
          <w:lang w:bidi="ur-PK"/>
        </w:rPr>
        <w:t xml:space="preserve"> عرب ہ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ں</w:t>
      </w:r>
      <w:r w:rsidR="000B625E">
        <w:rPr>
          <w:rtl/>
          <w:lang w:bidi="ur-PK"/>
        </w:rPr>
        <w:t xml:space="preserve"> آپ کے ناناعرب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ہ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ں</w:t>
      </w:r>
      <w:r w:rsidR="000B625E">
        <w:rPr>
          <w:rtl/>
          <w:lang w:bidi="ur-PK"/>
        </w:rPr>
        <w:t xml:space="preserve"> آپ کر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م</w:t>
      </w:r>
      <w:r w:rsidR="000B625E">
        <w:rPr>
          <w:rtl/>
          <w:lang w:bidi="ur-PK"/>
        </w:rPr>
        <w:t xml:space="preserve"> ہ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ں</w:t>
      </w:r>
      <w:r w:rsidR="000B625E">
        <w:rPr>
          <w:rtl/>
          <w:lang w:bidi="ur-PK"/>
        </w:rPr>
        <w:t xml:space="preserve"> ،ک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ونکہ</w:t>
      </w:r>
      <w:r w:rsidR="000B625E">
        <w:rPr>
          <w:rtl/>
          <w:lang w:bidi="ur-PK"/>
        </w:rPr>
        <w:t xml:space="preserve"> آپ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س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رت</w:t>
      </w:r>
      <w:r w:rsidR="000B625E">
        <w:rPr>
          <w:rtl/>
          <w:lang w:bidi="ur-PK"/>
        </w:rPr>
        <w:t xml:space="preserve"> ہ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کرم ہے، قرآن پاگ آپ کے گھر</w:t>
      </w:r>
      <w:r>
        <w:rPr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نازل ہواہے آپ صب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ح</w:t>
      </w:r>
      <w:r w:rsidR="000B625E">
        <w:rPr>
          <w:rtl/>
          <w:lang w:bidi="ur-PK"/>
        </w:rPr>
        <w:t xml:space="preserve"> وحس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ن</w:t>
      </w:r>
      <w:r w:rsidR="000B625E">
        <w:rPr>
          <w:rtl/>
          <w:lang w:bidi="ur-PK"/>
        </w:rPr>
        <w:t xml:space="preserve"> ہ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ں،</w:t>
      </w:r>
      <w:r w:rsidR="000B625E">
        <w:rPr>
          <w:rtl/>
          <w:lang w:bidi="ur-PK"/>
        </w:rPr>
        <w:t xml:space="preserve"> رسول خداکاارشاد ہے کہ جومجھے د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کھناچاہے</w:t>
      </w:r>
      <w:r w:rsidR="000B625E">
        <w:rPr>
          <w:rtl/>
          <w:lang w:bidi="ur-PK"/>
        </w:rPr>
        <w:t xml:space="preserve"> وہ حسن اورحس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ن</w:t>
      </w:r>
      <w:r w:rsidR="000B625E">
        <w:rPr>
          <w:rtl/>
          <w:lang w:bidi="ur-PK"/>
        </w:rPr>
        <w:t xml:space="preserve"> کود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کھے،</w:t>
      </w:r>
      <w:r w:rsidR="000B625E">
        <w:rPr>
          <w:rtl/>
          <w:lang w:bidi="ur-PK"/>
        </w:rPr>
        <w:t xml:space="preserve"> لہذا عرض </w:t>
      </w:r>
      <w:r w:rsidR="000B625E">
        <w:rPr>
          <w:rFonts w:hint="eastAsia"/>
          <w:rtl/>
          <w:lang w:bidi="ur-PK"/>
        </w:rPr>
        <w:t>ہے</w:t>
      </w:r>
      <w:r w:rsidR="000B625E">
        <w:rPr>
          <w:rtl/>
          <w:lang w:bidi="ur-PK"/>
        </w:rPr>
        <w:t xml:space="preserve"> کہ مجھے عط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ہ</w:t>
      </w:r>
      <w:r w:rsidR="000B625E">
        <w:rPr>
          <w:rtl/>
          <w:lang w:bidi="ur-PK"/>
        </w:rPr>
        <w:t xml:space="preserve"> سے سرفرازفرمائ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ے،</w:t>
      </w:r>
      <w:r w:rsidR="000B625E">
        <w:rPr>
          <w:rtl/>
          <w:lang w:bidi="ur-PK"/>
        </w:rPr>
        <w:t xml:space="preserve"> آپ نے فرما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اکہ</w:t>
      </w:r>
      <w:r w:rsidR="000B625E">
        <w:rPr>
          <w:rtl/>
          <w:lang w:bidi="ur-PK"/>
        </w:rPr>
        <w:t xml:space="preserve"> جدنامدارنے فرما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اہے</w:t>
      </w:r>
      <w:r w:rsidR="000B625E">
        <w:rPr>
          <w:rtl/>
          <w:lang w:bidi="ur-PK"/>
        </w:rPr>
        <w:t xml:space="preserve"> کہ ”المعروف بقدرالمعرفة“ معرفت کے مطابق عط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ہ</w:t>
      </w:r>
      <w:r w:rsidR="000B625E">
        <w:rPr>
          <w:rtl/>
          <w:lang w:bidi="ur-PK"/>
        </w:rPr>
        <w:t xml:space="preserve"> د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ناچاہئے،</w:t>
      </w:r>
      <w:r w:rsidR="000B625E">
        <w:rPr>
          <w:rtl/>
          <w:lang w:bidi="ur-PK"/>
        </w:rPr>
        <w:t xml:space="preserve"> توم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رے</w:t>
      </w:r>
      <w:r w:rsidR="000B625E">
        <w:rPr>
          <w:rtl/>
          <w:lang w:bidi="ur-PK"/>
        </w:rPr>
        <w:t xml:space="preserve"> سوالات کاجواب دے ۔ بتا: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سب</w:t>
      </w:r>
      <w:r>
        <w:rPr>
          <w:rtl/>
          <w:lang w:bidi="ur-PK"/>
        </w:rPr>
        <w:t xml:space="preserve"> سے بہترعمل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اہے؟اس</w:t>
      </w:r>
      <w:r>
        <w:rPr>
          <w:rtl/>
          <w:lang w:bidi="ur-PK"/>
        </w:rPr>
        <w:t xml:space="preserve"> نے کہااللہ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لانا۔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ہلاکت سے نجات کاذر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ہے؟ اس نے کہااللہ پربھروسہ کرنا۔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مردک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اہے؟</w:t>
      </w:r>
      <w:r>
        <w:rPr>
          <w:rtl/>
          <w:lang w:bidi="ur-PK"/>
        </w:rPr>
        <w:t xml:space="preserve"> کہا ”علم معہ حلم“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ساعلم</w:t>
      </w:r>
      <w:r>
        <w:rPr>
          <w:rtl/>
          <w:lang w:bidi="ur-PK"/>
        </w:rPr>
        <w:t xml:space="preserve"> جس کے ساتھ حلم ہو،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ادرست</w:t>
      </w:r>
      <w:r>
        <w:rPr>
          <w:rtl/>
          <w:lang w:bidi="ur-PK"/>
        </w:rPr>
        <w:t xml:space="preserve"> ہے اس کے بعدآپ ہنس پڑے۔ ورم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بالصرةال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اس کے سامن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(فضائل الخمسة من الصحاح الستہ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۲۶۸)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13" w:name="_Toc50913673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کاحکم</w:t>
      </w:r>
      <w:bookmarkEnd w:id="11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</w:t>
      </w:r>
      <w:r>
        <w:rPr>
          <w:rtl/>
          <w:lang w:bidi="ur-PK"/>
        </w:rPr>
        <w:t xml:space="preserve"> بن حارث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جوکہ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اوراصحاب صفہ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رسول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اوروہ ان 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اررکررہے</w:t>
      </w:r>
      <w:r>
        <w:rPr>
          <w:rtl/>
          <w:lang w:bidi="ur-PK"/>
        </w:rPr>
        <w:t xml:space="preserve"> تھے 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ا،ان</w:t>
      </w:r>
      <w:r>
        <w:rPr>
          <w:rtl/>
          <w:lang w:bidi="ur-PK"/>
        </w:rPr>
        <w:t xml:space="preserve"> ابن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ہذا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قتل</w:t>
      </w:r>
      <w:r>
        <w:rPr>
          <w:rtl/>
          <w:lang w:bidi="ur-PK"/>
        </w:rPr>
        <w:t xml:space="preserve"> بارض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قال</w:t>
      </w:r>
      <w:r>
        <w:rPr>
          <w:rtl/>
          <w:lang w:bidi="ur-PK"/>
        </w:rPr>
        <w:t xml:space="preserve"> لہاکربلاء فمن شہدذالک منکم 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نصرہ“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فرز</w:t>
      </w:r>
      <w:r>
        <w:rPr>
          <w:rFonts w:hint="eastAsia"/>
          <w:rtl/>
          <w:lang w:bidi="ur-PK"/>
        </w:rPr>
        <w:t>ندحس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گاجس کانام کربلاہے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کھوتم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اس وقت جوبھ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موجودہو، 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مددکرے۔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اصل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اورچشم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دگواہ</w:t>
      </w:r>
      <w:r>
        <w:rPr>
          <w:rtl/>
          <w:lang w:bidi="ur-PK"/>
        </w:rPr>
        <w:t xml:space="preserve"> انس بن حارث جوکہ اس وقت موجودتھے وہ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ہمراہ کربلا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دہوگئے</w:t>
      </w:r>
      <w:r>
        <w:rPr>
          <w:rtl/>
          <w:lang w:bidi="ur-PK"/>
        </w:rPr>
        <w:t xml:space="preserve"> تھے(اسدالغابہ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۱۲۳</w:t>
      </w:r>
      <w:r>
        <w:rPr>
          <w:rtl/>
          <w:lang w:bidi="ur-PK"/>
        </w:rPr>
        <w:t xml:space="preserve"> و </w:t>
      </w:r>
      <w:r>
        <w:rPr>
          <w:rtl/>
          <w:lang w:bidi="fa-IR"/>
        </w:rPr>
        <w:t>۳۴۹</w:t>
      </w:r>
      <w:r>
        <w:rPr>
          <w:rtl/>
          <w:lang w:bidi="ur-PK"/>
        </w:rPr>
        <w:t xml:space="preserve"> ،اصابہ جل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۶۸</w:t>
      </w:r>
      <w:r>
        <w:rPr>
          <w:rtl/>
          <w:lang w:bidi="ur-PK"/>
        </w:rPr>
        <w:t xml:space="preserve"> ،کنزالعمال جلد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۲۲۳</w:t>
      </w:r>
      <w:r>
        <w:rPr>
          <w:rtl/>
          <w:lang w:bidi="ur-PK"/>
        </w:rPr>
        <w:t xml:space="preserve"> ،ذخائرالعقب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۱۴۶) 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14" w:name="_Toc509136736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</w:t>
      </w:r>
      <w:bookmarkEnd w:id="11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ومورخ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کااتفاق ہے کہ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زبردست عبادت گزارتھے آپ شب وروز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بے شمارنماز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پڑھتے تھے اورانواع واقسام عبادات سے سرفرازہوتے تھے آپ نے پچس حج پاپ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کئے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حج زمانہ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فرمائے تھے، عراق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کے دوران </w:t>
      </w: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کوامو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ہنگامہ آرائ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 کاموقع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 سکا۔ (اسدالغابہ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15" w:name="_Toc509136737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سخاوت</w:t>
      </w:r>
      <w:bookmarkEnd w:id="11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مسندامام</w:t>
      </w:r>
      <w:r>
        <w:rPr>
          <w:rtl/>
          <w:lang w:bidi="ur-PK"/>
        </w:rPr>
        <w:t xml:space="preserve"> رضا ص </w:t>
      </w:r>
      <w:r>
        <w:rPr>
          <w:rtl/>
          <w:lang w:bidi="fa-IR"/>
        </w:rPr>
        <w:t>۳۵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سخ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لوگوں کے سرداراورمتق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آخرت کے لوگوں کے سردارہوتے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تھے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تھے کہ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علماء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اسامہ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تھے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توآپ نے محسوس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بے حدرنج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پوچھا،ائے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ناناکے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ابات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ہے”واغماہ“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کہتے ہو،عرض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مولا، ساٹھ ہزاردرہم کامقروض ہوں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گھبراو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اداکردوں گا چنانچہ آپ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قرضے کے بارسے سبکدوش فرماد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دفعہ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نے لوگوں 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 ہے؟ لوگوں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حاضر خدمت ہوکربذر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اشعارسوال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ا،حضرت</w:t>
      </w:r>
      <w:r>
        <w:rPr>
          <w:rtl/>
          <w:lang w:bidi="ur-PK"/>
        </w:rPr>
        <w:t xml:space="preserve"> نے چارہزاراشرف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ں،اس</w:t>
      </w:r>
      <w:r>
        <w:rPr>
          <w:rtl/>
          <w:lang w:bidi="ur-PK"/>
        </w:rPr>
        <w:t xml:space="preserve"> نے شع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خزاع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شہادت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بعدآپ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پشت</w:t>
      </w:r>
      <w:r>
        <w:rPr>
          <w:rtl/>
          <w:lang w:bidi="ur-PK"/>
        </w:rPr>
        <w:t xml:space="preserve"> پرباربردار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گھٹے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گئے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پرلادکراشرف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اورغلوں کے گٹھرب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واؤں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کے گھررات کے وقت 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کتابوں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رمعصوم</w:t>
      </w:r>
      <w:r>
        <w:rPr>
          <w:rtl/>
          <w:lang w:bidi="ur-PK"/>
        </w:rPr>
        <w:t xml:space="preserve"> فرزندکوعبدالرحمن سلم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سورہ حمدک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،آپ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ہزاراشرف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خلعت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(مناقب ابن شہرآشوب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۷۴)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شلبج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محمدابن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نورالابصاراورمطالب السؤل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واقعہ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سخاوت کے متعلق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جسے ہم امام حسن کے 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 آئے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واقعہ سخاوت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16" w:name="_Toc509136738"/>
      <w:r>
        <w:rPr>
          <w:rFonts w:hint="eastAsia"/>
          <w:rtl/>
          <w:lang w:bidi="ur-PK"/>
        </w:rPr>
        <w:t>جنگ</w:t>
      </w:r>
      <w:r>
        <w:rPr>
          <w:rtl/>
          <w:lang w:bidi="ur-PK"/>
        </w:rPr>
        <w:t xml:space="preserve">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جدوجہد</w:t>
      </w:r>
      <w:bookmarkEnd w:id="11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اگرچہ</w:t>
      </w:r>
      <w:r>
        <w:rPr>
          <w:rtl/>
          <w:lang w:bidi="ur-PK"/>
        </w:rPr>
        <w:t xml:space="preserve">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بااس</w:t>
      </w:r>
      <w:r>
        <w:rPr>
          <w:rtl/>
          <w:lang w:bidi="ur-PK"/>
        </w:rPr>
        <w:t xml:space="preserve"> پراتفاق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عہدام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ہرمعرکہ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موجودرہے،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محض اس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سے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رسول اکرم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 امانت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لڑنے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(نورالحس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مازندران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کے مطابق آپ نے بندش آپ توڑنے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مقام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نبرآزمائ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(شجرئہ طوب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طبع نجف اشرف </w:t>
      </w:r>
      <w:r>
        <w:rPr>
          <w:rtl/>
          <w:lang w:bidi="fa-IR"/>
        </w:rPr>
        <w:t>۱۳۵۴</w:t>
      </w:r>
      <w:r>
        <w:rPr>
          <w:rtl/>
          <w:lang w:bidi="ur-PK"/>
        </w:rPr>
        <w:t xml:space="preserve"> ئھ وبحارالانوارجلد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۲۵۷</w:t>
      </w:r>
      <w:r>
        <w:rPr>
          <w:rtl/>
          <w:lang w:bidi="ur-PK"/>
        </w:rPr>
        <w:t xml:space="preserve"> طبع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باقرخراسان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موقع پرامام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ہمراہ حضرت عباس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(کبر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الاحمرص </w:t>
      </w:r>
      <w:r>
        <w:rPr>
          <w:rtl/>
          <w:lang w:bidi="fa-IR"/>
        </w:rPr>
        <w:t>۲۵</w:t>
      </w:r>
      <w:r>
        <w:rPr>
          <w:rtl/>
          <w:lang w:bidi="ur-PK"/>
        </w:rPr>
        <w:t xml:space="preserve"> وذکرالعباس ص </w:t>
      </w:r>
      <w:r>
        <w:rPr>
          <w:rtl/>
          <w:lang w:bidi="fa-IR"/>
        </w:rPr>
        <w:t xml:space="preserve">۲۶)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17" w:name="_Toc509136739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گرداب مصائب </w:t>
      </w:r>
      <w:r w:rsidR="00E8268B">
        <w:rPr>
          <w:rtl/>
          <w:lang w:bidi="ur-PK"/>
        </w:rPr>
        <w:t>میں</w:t>
      </w:r>
      <w:bookmarkEnd w:id="117"/>
      <w:r w:rsidR="00E8268B"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18" w:name="_Toc509136740"/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کربلاکاآغاز</w:t>
      </w:r>
      <w:bookmarkEnd w:id="11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tl/>
          <w:lang w:bidi="ur-PK"/>
        </w:rPr>
        <w:t xml:space="preserve">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لمحات سے لے کرامام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تک بحرمصائب وآلام کے ساحل سے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لتے</w:t>
      </w:r>
      <w:r>
        <w:rPr>
          <w:rtl/>
          <w:lang w:bidi="ur-PK"/>
        </w:rPr>
        <w:t xml:space="preserve"> ہوئے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ہوئے جس کے بعدآپ کے </w:t>
      </w:r>
      <w:r>
        <w:rPr>
          <w:rtl/>
          <w:lang w:bidi="ur-PK"/>
        </w:rPr>
        <w:lastRenderedPageBreak/>
        <w:t xml:space="preserve">علاوہ پنجتن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رہاتوآپ کاسف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خود گرداب مصائب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اامام</w:t>
      </w:r>
      <w:r>
        <w:rPr>
          <w:rtl/>
          <w:lang w:bidi="ur-PK"/>
        </w:rPr>
        <w:t xml:space="preserve">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بعدسے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ترجدوجہد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کاچراغ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گل کردے، جس طرح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شمع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بجھاچکاہے اوراس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ہرقسم کاداؤں کرتارہااوراس سے کامقصدصرف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کے منصوبہ کوپروان چڑھائے ،بالآخراس نے </w:t>
      </w:r>
      <w:r>
        <w:rPr>
          <w:rtl/>
          <w:lang w:bidi="fa-IR"/>
        </w:rPr>
        <w:t>۵۶</w:t>
      </w:r>
      <w:r>
        <w:rPr>
          <w:rtl/>
          <w:lang w:bidi="ur-PK"/>
        </w:rPr>
        <w:t xml:space="preserve"> 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سے حجازکاسفراخت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پہنچا۔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وہاں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ملاقات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ا،آپ</w:t>
      </w:r>
      <w:r>
        <w:rPr>
          <w:rtl/>
          <w:lang w:bidi="ur-PK"/>
        </w:rPr>
        <w:t xml:space="preserve"> نے صاف لفظوں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بدکردار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کاحوالہ دے کرانکارکرد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کوآپ کاانکار کھلاتوبہت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چندالٹے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دھے</w:t>
      </w:r>
      <w:r>
        <w:rPr>
          <w:rtl/>
          <w:lang w:bidi="ur-PK"/>
        </w:rPr>
        <w:t xml:space="preserve"> الفاظ کہنے کے سوااورکچھ کرنہ سکا اس کے بعدمد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اورپھرمکہ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لے کرشام کوواپس </w:t>
      </w:r>
      <w:r>
        <w:rPr>
          <w:rFonts w:hint="eastAsia"/>
          <w:rtl/>
          <w:lang w:bidi="ur-PK"/>
        </w:rPr>
        <w:t>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علامہ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واعظ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جب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کاسوال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عبدالرحمن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بکر،عبداللہ بن عمر، عبداللہ 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انکارکرد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نہ مانے اوررفع فتنہ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علاو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چلے گئے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مکہ پہنچااوروہاں ان پردباؤڈالا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 ہوا،آخرکار شام واپس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(روضة الشہداء ص </w:t>
      </w:r>
      <w:r>
        <w:rPr>
          <w:rtl/>
          <w:lang w:bidi="fa-IR"/>
        </w:rPr>
        <w:t xml:space="preserve">۲۳۴)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تارہا</w:t>
      </w:r>
      <w:r>
        <w:rPr>
          <w:rtl/>
          <w:lang w:bidi="ur-PK"/>
        </w:rPr>
        <w:t xml:space="preserve"> اوربقول علامہ ابن 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اس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ٹکوں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لوگوں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الغرض رجب </w:t>
      </w:r>
      <w:r>
        <w:rPr>
          <w:rtl/>
          <w:lang w:bidi="fa-IR"/>
        </w:rPr>
        <w:t>۶۰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رخت سفر باندھ کر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دجواپنے</w:t>
      </w:r>
      <w:r>
        <w:rPr>
          <w:rtl/>
          <w:lang w:bidi="ur-PK"/>
        </w:rPr>
        <w:t xml:space="preserve"> باپ کے مشن کوکام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کرناضرور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سمجھتاتھا سب سے پہلے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نے وہاں کے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عقبہ کولکھا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،عبدالرحمن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بکر،عبداللہ بن عمر، عبداللہ 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لے لے ،اوراگر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انکارکر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توان کے سرکاٹ کرم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 ،ابن عقبہ نے مروان سے مشورہ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نے کہاکہ سب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رگزب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اورتجھے ان کے ساتھ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کابرتاؤ کرناپڑے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صاحب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واعظ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(عبدالرحمن بن عمربن عثمان) کوامام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اورابن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رکوبلانے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جا،</w:t>
      </w:r>
      <w:r>
        <w:rPr>
          <w:rtl/>
          <w:lang w:bidi="ur-PK"/>
        </w:rPr>
        <w:t xml:space="preserve"> قاصد جس وقت پہنچادونوں مسجد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محوگفتگوتھے آپ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چلوہم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قاصدواپس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آپ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بلا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سبب پرتبادلہ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الات</w:t>
      </w:r>
      <w:r>
        <w:rPr>
          <w:rtl/>
          <w:lang w:bidi="ur-PK"/>
        </w:rPr>
        <w:t xml:space="preserve"> کرنے لگے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آج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جس سے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سمجھتاہوںکہ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انتقال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بلارہاہے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جانے نہ پائے تھے کہ قاصدپھرآگ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نے کہاکہ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دآپ</w:t>
      </w:r>
      <w:r>
        <w:rPr>
          <w:rtl/>
          <w:lang w:bidi="ur-PK"/>
        </w:rPr>
        <w:t xml:space="preserve"> حضرات کے انتظار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ا</w:t>
      </w:r>
      <w:r>
        <w:rPr>
          <w:rFonts w:hint="eastAsia"/>
          <w:rtl/>
          <w:lang w:bidi="ur-PK"/>
        </w:rPr>
        <w:t>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جاکرکہہ دوکہ ہم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آجائ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tl/>
          <w:lang w:bidi="ur-PK"/>
        </w:rPr>
        <w:t xml:space="preserve"> کے بعدامام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دولت سرا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 </w:t>
      </w:r>
      <w:r>
        <w:rPr>
          <w:rtl/>
          <w:lang w:bidi="fa-IR"/>
        </w:rPr>
        <w:t>۳۰</w:t>
      </w:r>
      <w:r>
        <w:rPr>
          <w:rtl/>
          <w:lang w:bidi="ur-PK"/>
        </w:rPr>
        <w:t xml:space="preserve"> بہادروں کوہمراہ لے کرول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دسے</w:t>
      </w:r>
      <w:r>
        <w:rPr>
          <w:rtl/>
          <w:lang w:bidi="ur-PK"/>
        </w:rPr>
        <w:t xml:space="preserve"> ملنے کاقصد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داخل دربارہوگئے اوربہادران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tl/>
          <w:lang w:bidi="ur-PK"/>
        </w:rPr>
        <w:t xml:space="preserve"> خانہ دربار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کامطالعہ کرتے رہے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مکمل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اورخبرمرگ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سنانے کے بعدب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کاذکرک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مسئلہ سوچ بچارکاہے تم لوگوں کوجمع کرواورمجھے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بلالو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روس الاشہاد“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عام مجمع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اظہارخ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کروں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کہابہترہے ،پھرکل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گا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جواب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پائے تھے کہ مروان بول اٹھا اے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داگرحس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وقت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قبضہ سے نکل گئے توپھرہاتھ نہ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ان کواس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مجبورکردے اورابھ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لے لے اوراگر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انکارکر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توحکم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مطابق سرتن سے اتارلے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سننا تھا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کوجلال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الزرقا“ کس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دم ہے کہ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کوہاتھ لگاسکے، تجھے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کہ ہم آل محمد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فرشتے ہمارے گھروں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ونکر</w:t>
      </w:r>
      <w:r>
        <w:rPr>
          <w:rtl/>
          <w:lang w:bidi="ur-PK"/>
        </w:rPr>
        <w:t xml:space="preserve"> مجبورک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اجاسکتاہے</w:t>
      </w:r>
      <w:r>
        <w:rPr>
          <w:rtl/>
          <w:lang w:bidi="ur-PK"/>
        </w:rPr>
        <w:t xml:space="preserve"> کہ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فاسق وفاجراورشراب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آوازکابلند ہونا تھاکہ بہادران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داخل دربار ہوگئے اورقر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تھاکہ زبردست ہنگامہ برپاکرد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سمجھابجھاکرخاموش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بعدامام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واپس دولت سراتشر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ساراواقعہ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دکولکھ</w:t>
      </w:r>
      <w:r>
        <w:rPr>
          <w:rtl/>
          <w:lang w:bidi="ur-PK"/>
        </w:rPr>
        <w:t xml:space="preserve"> کربھ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نے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لکھاکہ اس خط کے </w:t>
      </w:r>
      <w:r>
        <w:rPr>
          <w:rFonts w:hint="eastAsia"/>
          <w:rtl/>
          <w:lang w:bidi="ur-PK"/>
        </w:rPr>
        <w:t>جواب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کاسربھ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دو،ول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کاخط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کر کہلابھ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کہ فرزندرسول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کہنے پرکس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سے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کوباخبرکرتاہوں اوربتانا چاہتاہوں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دآپ</w:t>
      </w:r>
      <w:r>
        <w:rPr>
          <w:rtl/>
          <w:lang w:bidi="ur-PK"/>
        </w:rPr>
        <w:t xml:space="preserve"> کے خون بہانے کے درپے ہے_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صبرکے ساتھ حالات پرغورک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ااورناناکے</w:t>
      </w:r>
      <w:r>
        <w:rPr>
          <w:rtl/>
          <w:lang w:bidi="ur-PK"/>
        </w:rPr>
        <w:t xml:space="preserve"> روضہ پرجاکردرددل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ااوربے</w:t>
      </w:r>
      <w:r>
        <w:rPr>
          <w:rtl/>
          <w:lang w:bidi="ur-PK"/>
        </w:rPr>
        <w:t xml:space="preserve"> انتہاروئے ،صبح صادق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مکان واپس آئے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کوپھرروضہ رسول 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اورمناجات کے بعد روتے روتے سوگئے 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آنحضرت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آپ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کابوسہ لے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اورفرمارہے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اے نورنظرعنقر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امت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دکردے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ٹاتم</w:t>
      </w:r>
      <w:r>
        <w:rPr>
          <w:rtl/>
          <w:lang w:bidi="ur-PK"/>
        </w:rPr>
        <w:t xml:space="preserve"> بھوکے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ہوگے تم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ادکرتے</w:t>
      </w:r>
      <w:r>
        <w:rPr>
          <w:rtl/>
          <w:lang w:bidi="ur-PK"/>
        </w:rPr>
        <w:t xml:space="preserve"> ہوگے اورکوئ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کرے گا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کھل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دولت سراواپس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اوراپنے اعزا کوجمع کرکے فرمانے لگے کہ اب اس کے سواکوئ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چارہ کارنہ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کوچھوڑدوں ،ترک وطن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کرنے کے بعدروضہ امام حسن اورمزارجناب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رخصت ہوئے ماں کوسلام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اقبرسے</w:t>
      </w:r>
      <w:r>
        <w:rPr>
          <w:rtl/>
          <w:lang w:bidi="ur-PK"/>
        </w:rPr>
        <w:t xml:space="preserve"> جواب سلام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ناناکے روضہ پررخصت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روتے روتے سوگئے سرورکائنات نے 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صبرک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اورف</w:t>
      </w:r>
      <w:r>
        <w:rPr>
          <w:rFonts w:hint="eastAsia"/>
          <w:rtl/>
          <w:lang w:bidi="ur-PK"/>
        </w:rPr>
        <w:t>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ٹاہم</w:t>
      </w:r>
      <w:r>
        <w:rPr>
          <w:rtl/>
          <w:lang w:bidi="ur-PK"/>
        </w:rPr>
        <w:t xml:space="preserve"> تمہارے انتظار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۲۸/ </w:t>
      </w:r>
      <w:r>
        <w:rPr>
          <w:rtl/>
          <w:lang w:bidi="ur-PK"/>
        </w:rPr>
        <w:t>رجب</w:t>
      </w:r>
      <w:r>
        <w:rPr>
          <w:rtl/>
          <w:lang w:bidi="fa-IR"/>
        </w:rPr>
        <w:t>۶ ۰</w:t>
      </w:r>
      <w:r>
        <w:rPr>
          <w:rtl/>
          <w:lang w:bidi="ur-PK"/>
        </w:rPr>
        <w:t xml:space="preserve"> 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سہ شنبہ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سے بارادہ مکہ معظمہ روانہ ہوئے علامہ ابن حجرکاکہناہے کہ ”نفرلمکتہ خوفا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نفسہ“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جان کے خوف سے مکہ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(صواعق محرقہ ص </w:t>
      </w:r>
      <w:r>
        <w:rPr>
          <w:rtl/>
          <w:lang w:bidi="fa-IR"/>
        </w:rPr>
        <w:t xml:space="preserve">۴۷)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آپ</w:t>
      </w:r>
      <w:r>
        <w:rPr>
          <w:rtl/>
          <w:lang w:bidi="ur-PK"/>
        </w:rPr>
        <w:t xml:space="preserve"> کے ساتھ تمام مخدرات عصمت وطہارت اورچھوٹے چھوٹے بچے تھے البتہ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صاحبزاد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 کانام فاطمہ صغر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اورجن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عمراس وقت </w:t>
      </w:r>
      <w:r>
        <w:rPr>
          <w:rtl/>
          <w:lang w:bidi="fa-IR"/>
        </w:rPr>
        <w:t xml:space="preserve">۷/ </w:t>
      </w:r>
      <w:r>
        <w:rPr>
          <w:rtl/>
          <w:lang w:bidi="ur-PK"/>
        </w:rPr>
        <w:t>سال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بوجہ علالت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ہمراہ نہ جاسک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عباس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جناب ام البن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</w:t>
      </w:r>
      <w:r>
        <w:rPr>
          <w:rFonts w:hint="eastAsia"/>
          <w:rtl/>
          <w:lang w:bidi="ur-PK"/>
        </w:rPr>
        <w:t>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اورکچھ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خدمت ام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جناب ام سلمہ کے سپردکرد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>
        <w:rPr>
          <w:rtl/>
          <w:lang w:bidi="ur-PK"/>
        </w:rPr>
        <w:t xml:space="preserve"> آپ </w:t>
      </w:r>
      <w:r>
        <w:rPr>
          <w:rtl/>
          <w:lang w:bidi="fa-IR"/>
        </w:rPr>
        <w:t xml:space="preserve">۳/ </w:t>
      </w:r>
      <w:r>
        <w:rPr>
          <w:rtl/>
          <w:lang w:bidi="ur-PK"/>
        </w:rPr>
        <w:t xml:space="preserve">شعبان </w:t>
      </w:r>
      <w:r>
        <w:rPr>
          <w:rtl/>
          <w:lang w:bidi="fa-IR"/>
        </w:rPr>
        <w:t>۶۰</w:t>
      </w:r>
      <w:r>
        <w:rPr>
          <w:rtl/>
          <w:lang w:bidi="ur-PK"/>
        </w:rPr>
        <w:t xml:space="preserve"> 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جمعہ کومکہ معظمہ پہنچ گئے آپ کے پہنچتے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مکہ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دابن</w:t>
      </w:r>
      <w:r>
        <w:rPr>
          <w:rtl/>
          <w:lang w:bidi="ur-PK"/>
        </w:rPr>
        <w:t xml:space="preserve"> عاص مکہ سے بھاگ کرمد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اوروہاں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دکومکہ</w:t>
      </w:r>
      <w:r>
        <w:rPr>
          <w:rtl/>
          <w:lang w:bidi="ur-PK"/>
        </w:rPr>
        <w:t xml:space="preserve"> کے تمام حالات لکھے اوربتا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لوگوں کارجحان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اس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بڑھ رہاہے جس کاجواب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خبرپاتے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قتل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سازش پرغورکرناشروع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مکہ معظمہ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چارماہ شعبان،رمضان،شوال،ذ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قعدہ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دجوبہرصورت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کوقتل کرناچاہتاتھا اس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کرتے ہوئے کہ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اگرمد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بچ کرنکل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قتل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اوراگرمکہ سے بچ نکل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توکوفہ پہنچ کرشہ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انتظام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کو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سے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ہزارخطوط دوران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مکہ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بھجوائے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دشمنوں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تھاکہ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قتل کئے جاسک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کے باشندوں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کاسوال ہے اورنہ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شہادت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قبل جب تک جت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افسر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گئے وہ محض اس غرض سے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جاتے رہے کہ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کوگرفتارکرکے کوفہ 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(کشف الغمہ ص </w:t>
      </w:r>
      <w:r>
        <w:rPr>
          <w:rtl/>
          <w:lang w:bidi="fa-IR"/>
        </w:rPr>
        <w:t xml:space="preserve">۶۸)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لشکر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دکئے</w:t>
      </w:r>
      <w:r>
        <w:rPr>
          <w:rtl/>
          <w:lang w:bidi="ur-PK"/>
        </w:rPr>
        <w:t xml:space="preserve"> جانے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ارسال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۳۰ / </w:t>
      </w:r>
      <w:r>
        <w:rPr>
          <w:rtl/>
          <w:lang w:bidi="ur-PK"/>
        </w:rPr>
        <w:t>خارج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کوحاج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لباس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خاص طورپربھجواد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کاقائد عمرابن سعدتھا (ناسخ التوار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۲۱</w:t>
      </w:r>
      <w:r>
        <w:rPr>
          <w:rtl/>
          <w:lang w:bidi="ur-PK"/>
        </w:rPr>
        <w:t xml:space="preserve"> ،منتخب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خلاصة المصائب ص </w:t>
      </w:r>
      <w:r>
        <w:rPr>
          <w:rtl/>
          <w:lang w:bidi="fa-IR"/>
        </w:rPr>
        <w:t>۱۵۰</w:t>
      </w:r>
      <w:r>
        <w:rPr>
          <w:rtl/>
          <w:lang w:bidi="ur-PK"/>
        </w:rPr>
        <w:t xml:space="preserve"> ،ذکرالعباس ص </w:t>
      </w:r>
      <w:r>
        <w:rPr>
          <w:rtl/>
          <w:lang w:bidi="fa-IR"/>
        </w:rPr>
        <w:t xml:space="preserve">۱۲۲)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عبدالحم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tl/>
          <w:lang w:bidi="ur-PK"/>
        </w:rPr>
        <w:t xml:space="preserve"> رسالہ مولو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”اس کے علاوہ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سازش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حج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سوشام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گروہ حجاج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شامل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اورجہاں جس 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کرڈال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داعظم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۷۱)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خطوط</w:t>
      </w:r>
      <w:r>
        <w:rPr>
          <w:rtl/>
          <w:lang w:bidi="ur-PK"/>
        </w:rPr>
        <w:t xml:space="preserve"> جوکوفہ سے آئے تھے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رنگ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لوگوں کے نام سے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گئے تھے جن سے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متعارف تھے شاہ عبدالعز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خطوط ”من کل طائفة وجماعة“ ہرطائفہ اورجماعت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بھجوائے گئے تھے (سرالشہادت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۶۷) </w:t>
      </w:r>
      <w:r>
        <w:rPr>
          <w:rtl/>
          <w:lang w:bidi="ur-PK"/>
        </w:rPr>
        <w:t>۔ علامہ ابن حجرکا</w:t>
      </w:r>
      <w:r>
        <w:rPr>
          <w:rFonts w:hint="eastAsia"/>
          <w:rtl/>
          <w:lang w:bidi="ur-PK"/>
        </w:rPr>
        <w:t>کہناہے</w:t>
      </w:r>
      <w:r>
        <w:rPr>
          <w:rtl/>
          <w:lang w:bidi="ur-PK"/>
        </w:rPr>
        <w:t xml:space="preserve"> کہ خطوط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جنے</w:t>
      </w:r>
      <w:r>
        <w:rPr>
          <w:rtl/>
          <w:lang w:bidi="ur-PK"/>
        </w:rPr>
        <w:t xml:space="preserve"> والے عام اہل کوفہ تھے (صواعق محرقہ ص </w:t>
      </w:r>
      <w:r>
        <w:rPr>
          <w:rtl/>
          <w:lang w:bidi="fa-IR"/>
        </w:rPr>
        <w:t xml:space="preserve">۱۱۷) </w:t>
      </w:r>
      <w:r>
        <w:rPr>
          <w:rtl/>
          <w:lang w:bidi="ur-PK"/>
        </w:rPr>
        <w:t>ابن 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اس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دوگھرکے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نہ تھا (طبر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عہدہ برآہونے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تفحص حالات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خاطرجناب مسلم ابن عق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ل کوکوفہ روانہ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19" w:name="_Toc509136741"/>
      <w:r>
        <w:rPr>
          <w:rFonts w:hint="eastAsia"/>
          <w:rtl/>
          <w:lang w:bidi="ur-PK"/>
        </w:rPr>
        <w:t>مکہ</w:t>
      </w:r>
      <w:r>
        <w:rPr>
          <w:rtl/>
          <w:lang w:bidi="ur-PK"/>
        </w:rPr>
        <w:t xml:space="preserve"> معظمہ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نہ بچ سک</w:t>
      </w:r>
      <w:r>
        <w:rPr>
          <w:rFonts w:hint="cs"/>
          <w:rtl/>
          <w:lang w:bidi="ur-PK"/>
        </w:rPr>
        <w:t>ی</w:t>
      </w:r>
      <w:bookmarkEnd w:id="11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سے اس لے عازم مکہ ہوئے تھے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بچ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ساسفاک</w:t>
      </w:r>
      <w:r>
        <w:rPr>
          <w:rtl/>
          <w:lang w:bidi="ur-PK"/>
        </w:rPr>
        <w:t xml:space="preserve"> دشمن تلاہواتھا جس نے مکہ معظمہ اورکعبہ محترمہ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کومحفوظ نہ رہنے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 وقت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مقام امن کومحل خوف سمجھ کر م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معظمہ چھوڑنے پرمجبورہوگئے اورقر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تھاکہ آپ کوعالم حج وطواف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سازش کاپتہ لگا،آپ نے فوراحج کوعمرہ منفردہ سے بدلااور </w:t>
      </w:r>
      <w:r>
        <w:rPr>
          <w:rtl/>
          <w:lang w:bidi="fa-IR"/>
        </w:rPr>
        <w:t xml:space="preserve">۸/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</w:t>
      </w:r>
      <w:r>
        <w:rPr>
          <w:rtl/>
          <w:lang w:bidi="fa-IR"/>
        </w:rPr>
        <w:t>۶ ۰</w:t>
      </w:r>
      <w:r>
        <w:rPr>
          <w:rtl/>
          <w:lang w:bidi="ur-PK"/>
        </w:rPr>
        <w:t xml:space="preserve"> ھ کوجناب مسلم کے خط پربھروسہ کرکے عازم کوفہ ہوگئے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روانہ نہ ہونے پائے تھے کہ اعزاء واقربانے کمال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التوائے سفر کوفہ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گ</w:t>
      </w:r>
      <w:r>
        <w:rPr>
          <w:rFonts w:hint="eastAsia"/>
          <w:rtl/>
          <w:lang w:bidi="ur-PK"/>
        </w:rPr>
        <w:t>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چھپ جاؤں توبھ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اجاؤں</w:t>
      </w:r>
      <w:r>
        <w:rPr>
          <w:rtl/>
          <w:lang w:bidi="ur-PK"/>
        </w:rPr>
        <w:t xml:space="preserve"> گا اورسنوم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نانا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حرمت مکہ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دنبہ کے قتل سے بربادہوگ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ڈرتاہوں کہ وہ دنبہ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قرارپاؤں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مکہ سے باہرچاہے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بالشت پرک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ہوں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اجاوں</w:t>
      </w:r>
      <w:r>
        <w:rPr>
          <w:rtl/>
          <w:lang w:bidi="ur-PK"/>
        </w:rPr>
        <w:t xml:space="preserve"> گا(تار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نابع</w:t>
      </w:r>
      <w:r>
        <w:rPr>
          <w:rtl/>
          <w:lang w:bidi="ur-PK"/>
        </w:rPr>
        <w:t xml:space="preserve"> المودة ص </w:t>
      </w:r>
      <w:r>
        <w:rPr>
          <w:rtl/>
          <w:lang w:bidi="fa-IR"/>
        </w:rPr>
        <w:t>۲۳۷</w:t>
      </w:r>
      <w:r>
        <w:rPr>
          <w:rtl/>
          <w:lang w:bidi="ur-PK"/>
        </w:rPr>
        <w:t xml:space="preserve"> ، صواعق محرقہ ص </w:t>
      </w:r>
      <w:r>
        <w:rPr>
          <w:rtl/>
          <w:lang w:bidi="fa-IR"/>
        </w:rPr>
        <w:t xml:space="preserve">۱۱۷)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ہے کہ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دکاارادہ</w:t>
      </w:r>
      <w:r>
        <w:rPr>
          <w:rtl/>
          <w:lang w:bidi="ur-PK"/>
        </w:rPr>
        <w:t xml:space="preserve"> بہرصورت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کوقتل کرنااوراست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صال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تھا۔(کشف الغمہ ص </w:t>
      </w:r>
      <w:r>
        <w:rPr>
          <w:rtl/>
          <w:lang w:bidi="fa-IR"/>
        </w:rPr>
        <w:t xml:space="preserve">۸۷)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جب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مکہ معظمہ سے روانہ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مکہ عمربن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تواس نے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سے آپ کوواپس لانے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دابن</w:t>
      </w:r>
      <w:r>
        <w:rPr>
          <w:rtl/>
          <w:lang w:bidi="ur-PK"/>
        </w:rPr>
        <w:t xml:space="preserve"> العاص 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کے ساتھ آپ کوروکنے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ا”فقالوا</w:t>
      </w:r>
      <w:r>
        <w:rPr>
          <w:rtl/>
          <w:lang w:bidi="ur-PK"/>
        </w:rPr>
        <w:t xml:space="preserve"> لہ انصرف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تذہب“ ان ل</w:t>
      </w:r>
      <w:r>
        <w:rPr>
          <w:rFonts w:hint="eastAsia"/>
          <w:rtl/>
          <w:lang w:bidi="ur-PK"/>
        </w:rPr>
        <w:t>وگوں</w:t>
      </w:r>
      <w:r>
        <w:rPr>
          <w:rtl/>
          <w:lang w:bidi="ur-PK"/>
        </w:rPr>
        <w:t xml:space="preserve"> نے آپ کو روکااورکہاکہ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سے کہاں نکلے جارہے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فورالوٹ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ساہرگز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روکنامعمول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تھا بلکہ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ساتھاجس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نوبت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(دمعةساکبة ص </w:t>
      </w:r>
      <w:r>
        <w:rPr>
          <w:rtl/>
          <w:lang w:bidi="fa-IR"/>
        </w:rPr>
        <w:t xml:space="preserve">۳۱۶) </w:t>
      </w:r>
      <w:r>
        <w:rPr>
          <w:rtl/>
          <w:lang w:bidi="ur-PK"/>
        </w:rPr>
        <w:t>مقصد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چاہتاتھاکہ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 سکے حدوداقتدارسے نکل </w:t>
      </w:r>
      <w:r>
        <w:rPr>
          <w:rFonts w:hint="eastAsia"/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منشاء کوپورانہ کرسکے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برطرف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اتعطل</w:t>
      </w:r>
      <w:r>
        <w:rPr>
          <w:rtl/>
          <w:lang w:bidi="ur-PK"/>
        </w:rPr>
        <w:t xml:space="preserve"> تھا،وہ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چکاتھا کہ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سالم نکل آنے پروال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برطرف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20" w:name="_Toc509136742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مکہ سے رونگ</w:t>
      </w:r>
      <w:r>
        <w:rPr>
          <w:rFonts w:hint="cs"/>
          <w:rtl/>
          <w:lang w:bidi="ur-PK"/>
        </w:rPr>
        <w:t>ی</w:t>
      </w:r>
      <w:bookmarkEnd w:id="12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الغرض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اپنے جملہ اعزاء واقرباء اورانصارجان نثار کوہمراہ لے کرجن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تعدادبقول امام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۸۲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مکہ سے روانہ ہوگئے آپ جس وقت منزل صفاح پرپہنچے توفرزدق شاعرسے ملاقات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کوفہ سے آرہاتھا استفساربراس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لوگوں کے دل آپ کے ساتھ ہوں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خلاف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وجوہ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فرمائے اورآپ وہاں سے آگے بڑھے پھرمنزل حاجزکے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چشمہ پراترے وہاں عبداللہ ابن مط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سے ملاقات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انہوں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پروائ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ا،اسکے</w:t>
      </w:r>
      <w:r>
        <w:rPr>
          <w:rtl/>
          <w:lang w:bidi="ur-PK"/>
        </w:rPr>
        <w:t xml:space="preserve"> بعد آپ منزل بطن الرمہ پہنچے اوروہاں سے منزل ذات العرق 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ڈالا،وہاںشخص بش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ربن</w:t>
      </w:r>
      <w:r>
        <w:rPr>
          <w:rtl/>
          <w:lang w:bidi="ur-PK"/>
        </w:rPr>
        <w:t xml:space="preserve"> غالب سے ملاقات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پھرآپ</w:t>
      </w:r>
      <w:r>
        <w:rPr>
          <w:rtl/>
          <w:lang w:bidi="ur-PK"/>
        </w:rPr>
        <w:t xml:space="preserve"> وہاں سے آگے بڑھے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نصب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پوچھااس جگہ کون ٹہراہے معلوم ہوکہ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،آپ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بلوابھ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جا،جب</w:t>
      </w:r>
      <w:r>
        <w:rPr>
          <w:rtl/>
          <w:lang w:bidi="ur-PK"/>
        </w:rPr>
        <w:t xml:space="preserve"> وہ آئے توآپ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اانہوں</w:t>
      </w:r>
      <w:r>
        <w:rPr>
          <w:rtl/>
          <w:lang w:bidi="ur-PK"/>
        </w:rPr>
        <w:t xml:space="preserve"> نے قبول کرکے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کوبروائتے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ہمراہ گھرروانہ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ااورخودامام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</w:t>
      </w:r>
      <w:r>
        <w:rPr>
          <w:rFonts w:hint="eastAsia"/>
          <w:rtl/>
          <w:lang w:bidi="ur-PK"/>
        </w:rPr>
        <w:t>ھ</w:t>
      </w:r>
      <w:r>
        <w:rPr>
          <w:rtl/>
          <w:lang w:bidi="ur-PK"/>
        </w:rPr>
        <w:t xml:space="preserve"> ہوگئے ، پھروہاں سے روانہ ہوکر منزل ”زبالہ“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پہنچے وہاں آپ کوحضرت مسلم وہان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اورمحمدبن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راورعبداللہ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اناللہ واناال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راجعون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اورداخل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ہوکرحضرت مسلم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کوکمال محبت کے ساتھ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اوربے انتہار</w:t>
      </w:r>
      <w:r>
        <w:rPr>
          <w:rFonts w:hint="eastAsia"/>
          <w:rtl/>
          <w:lang w:bidi="ur-PK"/>
        </w:rPr>
        <w:t>وئے</w:t>
      </w:r>
      <w:r>
        <w:rPr>
          <w:rtl/>
          <w:lang w:bidi="ur-PK"/>
        </w:rPr>
        <w:t xml:space="preserve"> اس کے بعد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راقتل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گردنوں سے طوق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اتارے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تمہاراجدھرج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چاہے چلے جاؤ،دن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ادارتوواپس</w:t>
      </w:r>
      <w:r>
        <w:rPr>
          <w:rtl/>
          <w:lang w:bidi="ur-PK"/>
        </w:rPr>
        <w:t xml:space="preserve"> ہوگئے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سب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ندارہم</w:t>
      </w:r>
      <w:r>
        <w:rPr>
          <w:rtl/>
          <w:lang w:bidi="ur-PK"/>
        </w:rPr>
        <w:t xml:space="preserve"> رکاب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پھروہاں</w:t>
      </w:r>
      <w:r>
        <w:rPr>
          <w:rtl/>
          <w:lang w:bidi="ur-PK"/>
        </w:rPr>
        <w:t xml:space="preserve"> سے روانہ ہوکر منزل قصربن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مقاتل پراترے وہاں عبداللہ ابن حرجعف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ملاقات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اصرارکے باوجودوہ بقول واعظ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ہمرکاب نہ ہوا پھرمنزل ثعلب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پرپہنچے ،وہاں جناب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سررکھ کے سوگئے 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رسول خداکود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وہ بلارہے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آب ر</w:t>
      </w:r>
      <w:r>
        <w:rPr>
          <w:rFonts w:hint="eastAsia"/>
          <w:rtl/>
          <w:lang w:bidi="ur-PK"/>
        </w:rPr>
        <w:t>وپڑے</w:t>
      </w:r>
      <w:r>
        <w:rPr>
          <w:rtl/>
          <w:lang w:bidi="ur-PK"/>
        </w:rPr>
        <w:t xml:space="preserve"> ،ام کلثوم نے سبب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پوچھاآپ نے خواب کاحوالہ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ااورخاندان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کاتاثرظاہرفرما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اکبرنے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باباہم حق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موت سے ڈرنہ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بعدآپ نے منزل قطقطان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پرخطبہ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ااوروہاں</w:t>
      </w:r>
      <w:r>
        <w:rPr>
          <w:rtl/>
          <w:lang w:bidi="ur-PK"/>
        </w:rPr>
        <w:t xml:space="preserve"> سے روانہ ہوکرقب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ٹہرے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سکونت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ادوہزارکے</w:t>
      </w:r>
      <w:r>
        <w:rPr>
          <w:rtl/>
          <w:lang w:bidi="ur-PK"/>
        </w:rPr>
        <w:t xml:space="preserve"> لشکرسم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حربن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گرفتار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روانہ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گاہ سے نکل کرکوفہ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بدستورروانہ ہوگئے راستے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عکرمہ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ملا، اس نے کہاقادس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تک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لشکرسے پٹ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آپ نے اسے دعائے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اورخودآگے بڑھ کر”منزل شراف“ پرق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اوہاں</w:t>
      </w:r>
      <w:r>
        <w:rPr>
          <w:rtl/>
          <w:lang w:bidi="ur-PK"/>
        </w:rPr>
        <w:t xml:space="preserve"> آپ نے محرم </w:t>
      </w:r>
      <w:r>
        <w:rPr>
          <w:rtl/>
          <w:lang w:bidi="fa-IR"/>
        </w:rPr>
        <w:t>۶۱</w:t>
      </w:r>
      <w:r>
        <w:rPr>
          <w:rtl/>
          <w:lang w:bidi="ur-PK"/>
        </w:rPr>
        <w:t xml:space="preserve"> ئھ کاچاندد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اورآپ رات گذارکر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الصباح روانہ ہوگئے۔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21" w:name="_Toc509136743"/>
      <w:r>
        <w:rPr>
          <w:rFonts w:hint="eastAsia"/>
          <w:rtl/>
          <w:lang w:bidi="ur-PK"/>
        </w:rPr>
        <w:t>حربن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bookmarkEnd w:id="12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صبح</w:t>
      </w:r>
      <w:r>
        <w:rPr>
          <w:rtl/>
          <w:lang w:bidi="ur-PK"/>
        </w:rPr>
        <w:t xml:space="preserve"> کاوقت گزرادوپہرآئ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لشکر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کررہاتھا کہ ناگاہ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تکب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نے سبب پوچھا،اس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مجھے کوفہ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سمت خرمے اورک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کے درخت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نظرآرہے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کرتے ہوئے کہ س جنگل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درخت کہاں، اس طرف غورسے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لگے ،تھوڑ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گھوڑوں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نظرآئ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دشمن آرہے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لہذا منزل ذوخشب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اذوحسم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مڑچلو، لشکرحس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رخ بدلا اورلشکرحرنے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زرفتار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بالآخرسامنے آپہنچا اوربروا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لجام فرس پرہاتھ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کرحضرت عباس آگے بڑھے اورفرما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ماتم ماتم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”’ماتر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د“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اچاہتاہے</w:t>
      </w:r>
      <w:r>
        <w:rPr>
          <w:rtl/>
          <w:lang w:bidi="ur-PK"/>
        </w:rPr>
        <w:t xml:space="preserve"> (مائ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) ص </w:t>
      </w:r>
      <w:r>
        <w:rPr>
          <w:rtl/>
          <w:lang w:bidi="fa-IR"/>
        </w:rPr>
        <w:t xml:space="preserve">۱۸۳)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چونکہ لشکرحرپ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سے بے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تھا اس لے ساق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کوثرکے فرزندنے اپنے بہادروں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حرکے سواروں اورسوار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جانوروں کواچھ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کردو، چنانچہ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بعدنمازظہرک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اذان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نمازاداک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گرفتار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ہے کہ ہم آپ کوابن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ادکے</w:t>
      </w:r>
      <w:r>
        <w:rPr>
          <w:rtl/>
          <w:lang w:bidi="ur-PK"/>
        </w:rPr>
        <w:t xml:space="preserve">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ناممکن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گرفتارہوکرخاموش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اجاؤں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پھراس</w:t>
      </w:r>
      <w:r>
        <w:rPr>
          <w:rtl/>
          <w:lang w:bidi="ur-PK"/>
        </w:rPr>
        <w:t xml:space="preserve"> نے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رائے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چپکے سے رات کے وقت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نکل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کوپسندک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راستے پرآپ چل پڑے جب صبح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توپھرحرکوتعاقب کرتے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اورپوچھاکہ 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ابات</w:t>
      </w:r>
      <w:r>
        <w:rPr>
          <w:rtl/>
          <w:lang w:bidi="ur-PK"/>
        </w:rPr>
        <w:t xml:space="preserve"> ہے اس نے کہامولاکس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جاسوس نے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ادسے</w:t>
      </w:r>
      <w:r>
        <w:rPr>
          <w:rtl/>
          <w:lang w:bidi="ur-PK"/>
        </w:rPr>
        <w:t xml:space="preserve"> غماز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چنانچہ اب اس کاحکم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کوبے آب 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جنگل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روگ لوں گفتگوکے ساتھ ساتھ رفتاربھ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ناگاہ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گھوڑے نے قدم روکے، آپ نے نے لوگوں سے پوچھااس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اکربلا</w:t>
      </w:r>
      <w:r>
        <w:rPr>
          <w:rtl/>
          <w:lang w:bidi="ur-PK"/>
        </w:rPr>
        <w:t xml:space="preserve"> آپ نے اپنے ہمراہ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ڈال دواور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مے</w:t>
      </w:r>
      <w:r>
        <w:rPr>
          <w:rtl/>
          <w:lang w:bidi="ur-PK"/>
        </w:rPr>
        <w:t xml:space="preserve"> لگادوک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قضائے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گلے ملے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(نورالابصار ص </w:t>
      </w:r>
      <w:r>
        <w:rPr>
          <w:rtl/>
          <w:lang w:bidi="fa-IR"/>
        </w:rPr>
        <w:t>۱۱۷</w:t>
      </w:r>
      <w:r>
        <w:rPr>
          <w:rtl/>
          <w:lang w:bidi="ur-PK"/>
        </w:rPr>
        <w:t xml:space="preserve"> ،مطالب السؤل ص </w:t>
      </w:r>
      <w:r>
        <w:rPr>
          <w:rtl/>
          <w:lang w:bidi="fa-IR"/>
        </w:rPr>
        <w:t>۲۵۷</w:t>
      </w:r>
      <w:r>
        <w:rPr>
          <w:rtl/>
          <w:lang w:bidi="ur-PK"/>
        </w:rPr>
        <w:t xml:space="preserve"> ،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۴۰۷</w:t>
      </w:r>
      <w:r>
        <w:rPr>
          <w:rtl/>
          <w:lang w:bidi="ur-PK"/>
        </w:rPr>
        <w:t xml:space="preserve"> ،کامل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۲۶</w:t>
      </w:r>
      <w:r>
        <w:rPr>
          <w:rtl/>
          <w:lang w:bidi="ur-PK"/>
        </w:rPr>
        <w:t xml:space="preserve"> ،ابوالفداء ج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۲۰۱</w:t>
      </w:r>
      <w:r>
        <w:rPr>
          <w:rtl/>
          <w:lang w:bidi="ur-PK"/>
        </w:rPr>
        <w:t xml:space="preserve"> ،دمعة ساکبة ص </w:t>
      </w:r>
      <w:r>
        <w:rPr>
          <w:rtl/>
          <w:lang w:bidi="fa-IR"/>
        </w:rPr>
        <w:t>۳۳۰</w:t>
      </w:r>
      <w:r>
        <w:rPr>
          <w:rtl/>
          <w:lang w:bidi="ur-PK"/>
        </w:rPr>
        <w:t xml:space="preserve"> اخبارالطوال ص </w:t>
      </w:r>
      <w:r>
        <w:rPr>
          <w:rtl/>
          <w:lang w:bidi="fa-IR"/>
        </w:rPr>
        <w:t>۲۵۰</w:t>
      </w:r>
      <w:r>
        <w:rPr>
          <w:rtl/>
          <w:lang w:bidi="ur-PK"/>
        </w:rPr>
        <w:t xml:space="preserve"> ،ابن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۱۷۲</w:t>
      </w:r>
      <w:r>
        <w:rPr>
          <w:rtl/>
          <w:lang w:bidi="ur-PK"/>
        </w:rPr>
        <w:t xml:space="preserve"> ،ناسخ جلد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۲۱۹</w:t>
      </w:r>
      <w:r>
        <w:rPr>
          <w:rtl/>
          <w:lang w:bidi="ur-PK"/>
        </w:rPr>
        <w:t xml:space="preserve"> ،بحارالانوارجلد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۲۸۶)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22" w:name="_Toc509136744"/>
      <w:r>
        <w:rPr>
          <w:rFonts w:hint="eastAsia"/>
          <w:rtl/>
          <w:lang w:bidi="ur-PK"/>
        </w:rPr>
        <w:t>کربلا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ورود</w:t>
      </w:r>
      <w:bookmarkEnd w:id="12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۲/ </w:t>
      </w:r>
      <w:r>
        <w:rPr>
          <w:rtl/>
          <w:lang w:bidi="ur-PK"/>
        </w:rPr>
        <w:t xml:space="preserve">محرم الحرام </w:t>
      </w:r>
      <w:r>
        <w:rPr>
          <w:rtl/>
          <w:lang w:bidi="fa-IR"/>
        </w:rPr>
        <w:t>۶۱</w:t>
      </w:r>
      <w:r>
        <w:rPr>
          <w:rtl/>
          <w:lang w:bidi="ur-PK"/>
        </w:rPr>
        <w:t xml:space="preserve"> 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پنجشنبہ کوامام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واردکربلاہوگئے نورالع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۴۶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واة</w:t>
      </w:r>
      <w:r>
        <w:rPr>
          <w:rtl/>
          <w:lang w:bidi="ur-PK"/>
        </w:rPr>
        <w:t xml:space="preserve"> 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۵۱</w:t>
      </w:r>
      <w:r>
        <w:rPr>
          <w:rtl/>
          <w:lang w:bidi="ur-PK"/>
        </w:rPr>
        <w:t xml:space="preserve"> مطالب السؤل ص </w:t>
      </w:r>
      <w:r>
        <w:rPr>
          <w:rtl/>
          <w:lang w:bidi="fa-IR"/>
        </w:rPr>
        <w:t>۲۵۰</w:t>
      </w:r>
      <w:r>
        <w:rPr>
          <w:rtl/>
          <w:lang w:bidi="ur-PK"/>
        </w:rPr>
        <w:t xml:space="preserve"> ، 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د،دمعة</w:t>
      </w:r>
      <w:r>
        <w:rPr>
          <w:rtl/>
          <w:lang w:bidi="ur-PK"/>
        </w:rPr>
        <w:t xml:space="preserve"> ساکبة ص </w:t>
      </w:r>
      <w:r>
        <w:rPr>
          <w:rtl/>
          <w:lang w:bidi="fa-IR"/>
        </w:rPr>
        <w:t>۳۲۱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واعظ</w:t>
      </w:r>
      <w:r>
        <w:rPr>
          <w:rtl/>
          <w:lang w:bidi="ur-PK"/>
        </w:rPr>
        <w:t xml:space="preserve">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اربل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کربلاپرقدم رکھا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کربلازردہوگئ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ساغباراٹھاجس</w:t>
      </w:r>
      <w:r>
        <w:rPr>
          <w:rtl/>
          <w:lang w:bidi="ur-PK"/>
        </w:rPr>
        <w:t xml:space="preserve"> سے آپ کے چہرئہ مبارک پرپر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آثارنما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ہوگئے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اصحاب ڈرگئے اورجناب ام کلثوم رونے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(کشف الغمہ ص </w:t>
      </w:r>
      <w:r>
        <w:rPr>
          <w:rtl/>
          <w:lang w:bidi="fa-IR"/>
        </w:rPr>
        <w:t>۶۹</w:t>
      </w:r>
      <w:r>
        <w:rPr>
          <w:rtl/>
          <w:lang w:bidi="ur-PK"/>
        </w:rPr>
        <w:t xml:space="preserve"> روضة الشہداء ص </w:t>
      </w:r>
      <w:r>
        <w:rPr>
          <w:rtl/>
          <w:lang w:bidi="fa-IR"/>
        </w:rPr>
        <w:t xml:space="preserve">۳۰۱)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صاحب</w:t>
      </w:r>
      <w:r>
        <w:rPr>
          <w:rtl/>
          <w:lang w:bidi="ur-PK"/>
        </w:rPr>
        <w:t xml:space="preserve"> مخزن البکالکھتے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کربلاپرورودکے فورابعد جناب ام کلثوم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کہ اس جگہ ہمارے دل دھل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ابس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ہے جہاں باباجان نے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کھاتھا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جگہ ہے جہاں ہماراخ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بہے گا ،کتاب 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درخت سے مسواک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شاخ کاٹ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تواس سے خون تازہ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23" w:name="_Toc509136745"/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کاخط اہل کوفہ کے نام</w:t>
      </w:r>
      <w:bookmarkEnd w:id="12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کربلاپہنچنے</w:t>
      </w:r>
      <w:r>
        <w:rPr>
          <w:rtl/>
          <w:lang w:bidi="ur-PK"/>
        </w:rPr>
        <w:t xml:space="preserve"> کے بعدآپ نے سب سے پہلے اتمام حجت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اہل کوفہ کے نام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ابن مسہرکے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ارسال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کربلاتک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اہوں،الخ</w:t>
      </w:r>
      <w:r>
        <w:rPr>
          <w:rtl/>
          <w:lang w:bidi="ur-PK"/>
        </w:rPr>
        <w:t>۔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خط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جارہے تھے کہ راستے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گرفتارکرل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کے سامنے کو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لے جاکرپ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ا،ابن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ادنے</w:t>
      </w:r>
      <w:r>
        <w:rPr>
          <w:rtl/>
          <w:lang w:bidi="ur-PK"/>
        </w:rPr>
        <w:t xml:space="preserve"> خط مانگا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نے 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چاک کرکے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خط کوکھال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ادنے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بضرب تاز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(روضة الشہداء ص </w:t>
      </w:r>
      <w:r>
        <w:rPr>
          <w:rtl/>
          <w:lang w:bidi="fa-IR"/>
        </w:rPr>
        <w:t>۳۰۱</w:t>
      </w:r>
      <w:r>
        <w:rPr>
          <w:rtl/>
          <w:lang w:bidi="ur-PK"/>
        </w:rPr>
        <w:t xml:space="preserve"> ،کشف الغمہ ص </w:t>
      </w:r>
      <w:r>
        <w:rPr>
          <w:rtl/>
          <w:lang w:bidi="fa-IR"/>
        </w:rPr>
        <w:t xml:space="preserve">۶۶)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24" w:name="_Toc509136746"/>
      <w:r>
        <w:rPr>
          <w:rFonts w:hint="eastAsia"/>
          <w:rtl/>
          <w:lang w:bidi="ur-PK"/>
        </w:rPr>
        <w:t>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داللہ</w:t>
      </w:r>
      <w:r>
        <w:rPr>
          <w:rtl/>
          <w:lang w:bidi="ur-PK"/>
        </w:rPr>
        <w:t xml:space="preserve">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ادکاخط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نام</w:t>
      </w:r>
      <w:bookmarkEnd w:id="12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کربلاپہنچنے کے بعدحرنے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ادکوآپ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کربلاک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کوفوراا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ارسال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لکھاکہ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سے 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لے لوں،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کوقتل کردوں ،امام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اس خط کا</w:t>
      </w:r>
      <w:r>
        <w:rPr>
          <w:rFonts w:hint="eastAsia"/>
          <w:rtl/>
          <w:lang w:bidi="ur-PK"/>
        </w:rPr>
        <w:t>جواب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</w:t>
      </w:r>
      <w:r w:rsidRPr="004619E0">
        <w:rPr>
          <w:rStyle w:val="libArabicChar"/>
          <w:rtl/>
          <w:lang w:bidi="ur-PK"/>
        </w:rPr>
        <w:t>القا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 xml:space="preserve"> من ی</w:t>
      </w:r>
      <w:r w:rsidRPr="004619E0">
        <w:rPr>
          <w:rStyle w:val="libArabicChar"/>
          <w:rFonts w:hint="eastAsia"/>
          <w:rtl/>
          <w:lang w:bidi="ur-PK"/>
        </w:rPr>
        <w:t>د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اوراسے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(مطالب ا لسؤل ص </w:t>
      </w:r>
      <w:r>
        <w:rPr>
          <w:rtl/>
          <w:lang w:bidi="fa-IR"/>
        </w:rPr>
        <w:t>۲۵۷</w:t>
      </w:r>
      <w:r>
        <w:rPr>
          <w:rtl/>
          <w:lang w:bidi="ur-PK"/>
        </w:rPr>
        <w:t xml:space="preserve"> ،نورالابصار ص </w:t>
      </w:r>
      <w:r>
        <w:rPr>
          <w:rtl/>
          <w:lang w:bidi="fa-IR"/>
        </w:rPr>
        <w:t xml:space="preserve">۱۱۷)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آپ نے محمدبن حنف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کواپنے کربلاپہنچنے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اطلاع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ہاتھ دھول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عروس موت سے ہم کنارہوجاؤں گا(جلاء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۱۹۶)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25" w:name="_Toc509136747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</w:t>
      </w:r>
      <w:r w:rsidR="00E8268B">
        <w:rPr>
          <w:rtl/>
          <w:lang w:bidi="ur-PK"/>
        </w:rPr>
        <w:t>میں</w:t>
      </w:r>
      <w:bookmarkEnd w:id="125"/>
      <w:r w:rsidR="00E8268B"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آپ کے بہتراصحاب وانصاراوربن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قربان گاہ اسلام پرچڑھ چکے توآپ خوداپن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کارزار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آپہنچے ،لشکر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دجوہزاروں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تھا،اصحاب باوفااوربہادران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کے ہاتھوں واصل جہنم ہوچکاتھا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پہنچے تودشمنوں کے ل</w:t>
      </w:r>
      <w:r>
        <w:rPr>
          <w:rFonts w:hint="eastAsia"/>
          <w:rtl/>
          <w:lang w:bidi="ur-PK"/>
        </w:rPr>
        <w:t>شکر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ہزارسواروپ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ادے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کوت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ہزاردشمنوں سے لڑناتھا (کشف الغمہ)۔م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پہنچنے کے بعدآپ نے سب سے پہلے دشمنوں کومخاطب کرکے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خطبہ اراشادفرما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نے کہا: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”ائے</w:t>
      </w:r>
      <w:r>
        <w:rPr>
          <w:rtl/>
          <w:lang w:bidi="ur-PK"/>
        </w:rPr>
        <w:t xml:space="preserve"> ظالمو!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قتل سے بازآؤ،م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خون سے ہاتھ نہ رنگو،تم جانتے ہو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کانواسہ ہوں،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باباعل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سابق الاسلام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فاطمة الزہراتمہارے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اورتم جانتے ہوکہ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نانا رسول اللہ نے مجھے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حسن کوسردارجوانان بہشت فرما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اہے،افسوس تم اپنے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اوراپنے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 کا خون بہاتے ہواورم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خون ناحق پرآمادہ ہوتے ہو،حالانکہ 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کامال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ناہے</w:t>
      </w:r>
      <w:r>
        <w:rPr>
          <w:rtl/>
          <w:lang w:bidi="ur-PK"/>
        </w:rPr>
        <w:t xml:space="preserve"> کہ جس کے بدلے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 مجھ کوقتل کرتے ہو،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بے </w:t>
      </w:r>
      <w:r>
        <w:rPr>
          <w:rtl/>
          <w:lang w:bidi="ur-PK"/>
        </w:rPr>
        <w:lastRenderedPageBreak/>
        <w:t>تعلق اپنے نانارسول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قبرپرمجاورب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ٹھاتھا</w:t>
      </w:r>
      <w:r>
        <w:rPr>
          <w:rtl/>
          <w:lang w:bidi="ur-PK"/>
        </w:rPr>
        <w:t xml:space="preserve"> تم نے مج</w:t>
      </w:r>
      <w:r>
        <w:rPr>
          <w:rFonts w:hint="eastAsia"/>
          <w:rtl/>
          <w:lang w:bidi="ur-PK"/>
        </w:rPr>
        <w:t>ھے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ااورمجھے</w:t>
      </w:r>
      <w:r>
        <w:rPr>
          <w:rtl/>
          <w:lang w:bidi="ur-PK"/>
        </w:rPr>
        <w:t xml:space="preserve"> نہ نانا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 خداکے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ا،سنواب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ہوسکتاہے کہ مجھے اس کاموقع دے دو،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ناناک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قبرپرجاب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ٹھوں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اخانہ</w:t>
      </w:r>
      <w:r>
        <w:rPr>
          <w:rtl/>
          <w:lang w:bidi="ur-PK"/>
        </w:rPr>
        <w:t xml:space="preserve">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پناہ لے لوں۔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بعدآپ نے اتمام حجت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عمرسعدکوبلا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قتل سے بازآؤ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مجھے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منظورنہ ہوتوپھرم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مقابلہ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کوبھ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منظورک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اورآپ سے لڑنے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مقابلہ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آئے گا۔(روضة الشہداء)۔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26" w:name="_Toc509136748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نبردآزمائ</w:t>
      </w:r>
      <w:r>
        <w:rPr>
          <w:rFonts w:hint="cs"/>
          <w:rtl/>
          <w:lang w:bidi="ur-PK"/>
        </w:rPr>
        <w:t>ی</w:t>
      </w:r>
      <w:bookmarkEnd w:id="12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معاہدہ</w:t>
      </w:r>
      <w:r>
        <w:rPr>
          <w:rtl/>
          <w:lang w:bidi="ur-PK"/>
        </w:rPr>
        <w:t xml:space="preserve"> کے مطابق آپ سے لڑنے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شام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آنے لگا اورآپ اسے فناکے گھاٹ اتارنے لگے سب سے پہلے جوشخص مقابلہ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نکلاوہ ثم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ابن قحطبہ تھا آپ نے اس پربرق خاطف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حملہ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اوراسے تباہ وبربادکرڈالا،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سلسلہ جنگ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 اورمدت 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کشتوں کے پشتے الگ گئے اورمقتول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تعدادحدشمارسے باہرہوگئ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کرعمرسعدنے لشکروالوں کوپکارکرکہاک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ہوسب 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کبارگ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حملہ کردو،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رہے</w:t>
      </w:r>
      <w:r>
        <w:rPr>
          <w:rtl/>
          <w:lang w:bidi="ur-PK"/>
        </w:rPr>
        <w:t xml:space="preserve"> اس سے 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مقابلہ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قطعا ناممکن ہے ،عمرسعدک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آوازنے لشکرکے حوصلے بلندکردئ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اورسب نے مل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کبارگ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حملہ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لشکر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منہ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سرہ</w:t>
      </w:r>
      <w:r>
        <w:rPr>
          <w:rtl/>
          <w:lang w:bidi="ur-PK"/>
        </w:rPr>
        <w:t xml:space="preserve"> کوتباہ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کے پہلے حملہ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ہزارنوسوپچاس دشمن قتل ہوئے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سکون نہ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پائے تھے کہ 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ہزاردشمنوں نے پھرحملہ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</w:t>
      </w:r>
      <w:r>
        <w:rPr>
          <w:rtl/>
          <w:lang w:bidi="ur-PK"/>
        </w:rPr>
        <w:t xml:space="preserve"> تعداد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چارہزارکمانڈرتھے اب صورت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سورا،پ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ادے</w:t>
      </w:r>
      <w:r>
        <w:rPr>
          <w:rtl/>
          <w:lang w:bidi="ur-PK"/>
        </w:rPr>
        <w:t xml:space="preserve"> اورکمانڈروں نے ہم آہنگ وعمل ہوکرمسلسل اورمتواتر حملے شروع 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موقع پرآپ نے جوشجاعت کاجوہردکھلا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کے متعلق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کاکہناہے کہ سربرسنے لگے دھڑگرنے لگے ،اورآسمان تھرتھرا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کانپ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پرے درہم برہم ہوگئے۔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رے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کاوہ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جہاد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ہروارپرعل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رہے تھے داد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سرہ</w:t>
      </w:r>
      <w:r>
        <w:rPr>
          <w:rtl/>
          <w:lang w:bidi="ur-PK"/>
        </w:rPr>
        <w:t xml:space="preserve"> کوالٹتے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منہ</w:t>
      </w:r>
      <w:r>
        <w:rPr>
          <w:rtl/>
          <w:lang w:bidi="ur-PK"/>
        </w:rPr>
        <w:t xml:space="preserve"> کوتوڑتے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قلب لشکر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جناح لشکر پرحملہ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کٹ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لاشوں کے ڈھ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رلگ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حملے کرتے ہوئے فوجوں کوبھگاتے ہوئے نہرک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پہنچ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 ترائ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آپ پکارکرکہتے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اے عباس تم ن</w:t>
      </w:r>
      <w:r w:rsidR="00980366">
        <w:rPr>
          <w:rtl/>
          <w:lang w:bidi="ur-PK"/>
        </w:rPr>
        <w:t>یی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حملے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صف آرائ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افسوس کہ تم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</w:t>
      </w:r>
      <w:r>
        <w:rPr>
          <w:rtl/>
          <w:lang w:bidi="ur-PK"/>
        </w:rPr>
        <w:lastRenderedPageBreak/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اسفرائن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دشمنوں پر حملہ کرتے تھے ،تولشکراس طرح سے بھاگتاتھاجس طرح ٹڈ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منتشرہوجات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نورالع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پرلکھاہے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بہادرش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حملہ فرماتے اورصفوں کودرہم برہم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اوردشمنوں کواس طرح کاٹ کرپھ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جس طرح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زدھارآلہ</w:t>
      </w:r>
      <w:r>
        <w:rPr>
          <w:rtl/>
          <w:lang w:bidi="ur-PK"/>
        </w:rPr>
        <w:t xml:space="preserve"> سے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کٹت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اربل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آنحضرت حملہ گراں افگندہرکہ بادکوش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شربت مرگ نوش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دوبہرجانب</w:t>
      </w:r>
      <w:r>
        <w:rPr>
          <w:rtl/>
          <w:lang w:bidi="ur-PK"/>
        </w:rPr>
        <w:t xml:space="preserve"> کہ تاخت گردہے را بخاک انداخت ،کہ آپ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حملہ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تاب نہ لاسکتاتھا جوآپ کے سامنے آتاتھا ،شربت مرگ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ہوتاتھا اورآپ جس جانب حملہ کرتے تھے گروہ کے گروہ کوخاک 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ملاد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(کشف الغمہ ص </w:t>
      </w:r>
      <w:r>
        <w:rPr>
          <w:rtl/>
          <w:lang w:bidi="fa-IR"/>
        </w:rPr>
        <w:t xml:space="preserve">۷۸)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tl/>
          <w:lang w:bidi="ur-PK"/>
        </w:rPr>
        <w:t xml:space="preserve"> 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جب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عاشوراداہنے اوربائ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دونوں جانب سے 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اتوآپ</w:t>
      </w:r>
      <w:r>
        <w:rPr>
          <w:rtl/>
          <w:lang w:bidi="ur-PK"/>
        </w:rPr>
        <w:t xml:space="preserve"> نے 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جانب حملہ کرکے سب کوبھگاد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پھرپلٹ کر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جانب حملہ کرتے ہوئے آئے توسب کومارکرہٹاد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بڑھ کرکس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ثابت قدم، بہادرنہ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اجوشکستہ</w:t>
      </w:r>
      <w:r>
        <w:rPr>
          <w:rtl/>
          <w:lang w:bidi="ur-PK"/>
        </w:rPr>
        <w:t xml:space="preserve"> دل ہو،صدمہ اٹھائے ہوئے ،ب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،عز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اوردوست، احباب کے داغ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کھائے ہوئے ہو، اورپھرحس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اوربے جگر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جنگ کرسکے، بخدادشمنوں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کے سواراورپ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ادے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سامنے اس طرح بھاگتے تھے جس طرح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ڑبکر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گلے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ح</w:t>
      </w:r>
      <w:r>
        <w:rPr>
          <w:rFonts w:hint="eastAsia"/>
          <w:rtl/>
          <w:lang w:bidi="ur-PK"/>
        </w:rPr>
        <w:t>ملہ</w:t>
      </w:r>
      <w:r>
        <w:rPr>
          <w:rtl/>
          <w:lang w:bidi="ur-PK"/>
        </w:rPr>
        <w:t xml:space="preserve"> سے بھاگتے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جنگ کررہے تھے ”اذاخرجت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نب“</w:t>
      </w:r>
      <w:r>
        <w:rPr>
          <w:rtl/>
          <w:lang w:bidi="ur-PK"/>
        </w:rPr>
        <w:t xml:space="preserve"> کہ جب جناب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سے نکل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کاش آسمان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پرگرپڑتا اے عمرسعد تود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 ہے اورعبداللہ قتل کئے جارہے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کرعمرسعد روپڑا،آنسوڈاڈھ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پربہنے لگے ،اوراس نے منہ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وقت خ</w:t>
      </w:r>
      <w:r>
        <w:rPr>
          <w:rFonts w:hint="eastAsia"/>
          <w:rtl/>
          <w:lang w:bidi="ur-PK"/>
        </w:rPr>
        <w:t>زکاجبہ</w:t>
      </w:r>
      <w:r>
        <w:rPr>
          <w:rtl/>
          <w:lang w:bidi="ur-PK"/>
        </w:rPr>
        <w:t xml:space="preserve"> پہنے ہوئے تھے سرپرعمامہ باندھاہواتھا اوروسمہ کاخضاب لگائے ہوئے تھے ،حس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گھوڑے سے گرکر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جنگ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طرح جنگ جوبہادرسوارجنگ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کامقابلہ کرتے تھے حملوں کوروکتے تھے اورسواورں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پرحملہ کرتے تھے اورکہتے تھے ، اے ظالمو!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قتل پرتم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قسم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قتل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ساگناہ</w:t>
      </w:r>
      <w:r>
        <w:rPr>
          <w:rtl/>
          <w:lang w:bidi="ur-PK"/>
        </w:rPr>
        <w:t xml:space="preserve"> کررہے ہوجس کے بعدکس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قتل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اتنے گنہگارنہ ہوگے تم مجھے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کررہے ہواورخدمجھے عزت دے رہاہے اورسنووہ دن دورنہ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راخداتم</w:t>
      </w:r>
      <w:r>
        <w:rPr>
          <w:rtl/>
          <w:lang w:bidi="ur-PK"/>
        </w:rPr>
        <w:t xml:space="preserve"> سے اچانک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رابدلہ</w:t>
      </w:r>
      <w:r>
        <w:rPr>
          <w:rtl/>
          <w:lang w:bidi="ur-PK"/>
        </w:rPr>
        <w:t xml:space="preserve"> لے گا،تمہ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تباہ کردے گا تمہاراخون بہائے گات</w:t>
      </w:r>
      <w:r>
        <w:rPr>
          <w:rFonts w:hint="eastAsia"/>
          <w:rtl/>
          <w:lang w:bidi="ur-PK"/>
        </w:rPr>
        <w:t>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سخت عذاب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مبتلاکرے گا۔(تار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مسٹرجسٹس</w:t>
      </w:r>
      <w:r>
        <w:rPr>
          <w:rtl/>
          <w:lang w:bidi="ur-PK"/>
        </w:rPr>
        <w:t xml:space="preserve"> کارکرن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کاذکرکرتے ہوئے واقعہ کربلاکے حوالے سے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”دن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رستم کانام بہادر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مشہورہے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گزرے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کے سامنے رستم کانام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قابل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،چنانچہ اول درجہ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کربلا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گرم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اورگرسنگ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جس شخص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اہو،اس</w:t>
      </w:r>
      <w:r>
        <w:rPr>
          <w:rtl/>
          <w:lang w:bidi="ur-PK"/>
        </w:rPr>
        <w:t xml:space="preserve"> کے سامنے رستم کانام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جوتار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سے واقف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قلم کوقدرت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کاحال لکھے کس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طاقت ہے کہ ان بہتربزرگواروں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ثبات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اورتہودوشجاعت اورہزروں خونخوارسواروں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ہلاک ہوجانے کے باب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کرے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چاہئے کس کے بس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جوان پرواقع ہونے والے حالات کاتصورکرسکے، لشکر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گھرجانے کے بعد سے شہادت تک کے حالات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سچ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دوا، دومشہورہ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اورمبالغہ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حدہے کہ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کہاجاتاہے کہ تم نے چارطرف سے 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اوربہترتن کوآٹھ قسم کے دشمنون نے تنگ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چارطرف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جوآندھ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ربرسارہ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،پانچواں دشمن عرب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دھوپ ،چھٹادشمن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tl/>
          <w:lang w:bidi="ur-PK"/>
        </w:rPr>
        <w:t xml:space="preserve"> گرم جوتنورکے ذرات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مانندلو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،اورساتواں اورآٹھواں دشمن بھوک اورپ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جودغاباز ہمراہ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مانند جان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واحرکت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کررہے تھے پس جنہوں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معرکہ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ہزاروں کافروں کامقابلہ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ہوان پربہادر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کاخاتمہ ہوچکا،ا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لوگوں سے بہادر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دفتردوم باب </w:t>
      </w:r>
      <w:r>
        <w:rPr>
          <w:rtl/>
          <w:lang w:bidi="fa-IR"/>
        </w:rPr>
        <w:t>۱۶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لد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27" w:name="_Toc509136749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عرش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فرش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</w:t>
      </w:r>
      <w:bookmarkEnd w:id="12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پرمسلسل وارہوتے رہے تھے کہ ناگاہ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پتھرپ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اقدس پرلگا اس کے فورابعدابوالحتوف جعف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ملعون نے جب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مبارک پرت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رماراآپ</w:t>
      </w:r>
      <w:r>
        <w:rPr>
          <w:rtl/>
          <w:lang w:bidi="ur-PK"/>
        </w:rPr>
        <w:t xml:space="preserve"> نے اسے نکال کرپھ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ااورپوچھنے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اپنادامن اٹھاناہ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چاہتے تھے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اقدس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رسہ</w:t>
      </w:r>
      <w:r>
        <w:rPr>
          <w:rtl/>
          <w:lang w:bidi="ur-PK"/>
        </w:rPr>
        <w:t xml:space="preserve"> شعبہ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وست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ا،جوزہر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بجھاہواتھا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بعدصالح ابن وہب 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آپ کے پہلوپراپن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مارا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تاب نہ لاکرزم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گرم پرداہنے رخسارکے بل گرے،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پرگرنے کے بعدآپ پھرکھڑے ہوئے ورعہ ابن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آپ کے داہنے شانے پرتلوارلگائ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اوردوسرے ملعون نے داہنے طرف وارک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پھرزم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</w:t>
      </w:r>
      <w:r>
        <w:rPr>
          <w:rFonts w:hint="eastAsia"/>
          <w:rtl/>
          <w:lang w:bidi="ur-PK"/>
        </w:rPr>
        <w:t>رگرپڑے</w:t>
      </w:r>
      <w:r>
        <w:rPr>
          <w:rtl/>
          <w:lang w:bidi="ur-PK"/>
        </w:rPr>
        <w:t xml:space="preserve"> ،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سنان بن انس نے حضرت کے ”ترقوہ“ ہنسل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مارااوراس کوکھ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</w:t>
      </w:r>
      <w:r>
        <w:rPr>
          <w:rtl/>
          <w:lang w:bidi="ur-PK"/>
        </w:rPr>
        <w:t xml:space="preserve"> کر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دفعہ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اقدس پرلگا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پھراس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رحضرت</w:t>
      </w:r>
      <w:r>
        <w:rPr>
          <w:rtl/>
          <w:lang w:bidi="ur-PK"/>
        </w:rPr>
        <w:t xml:space="preserve"> کے گلوئے مبارک پرمارا۔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ضربات سے حضرت کمال بے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اٹھ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اورآپ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رکواپنے</w:t>
      </w:r>
      <w:r>
        <w:rPr>
          <w:rtl/>
          <w:lang w:bidi="ur-PK"/>
        </w:rPr>
        <w:t xml:space="preserve"> ہاتھوں سے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نچا</w:t>
      </w:r>
      <w:r>
        <w:rPr>
          <w:rtl/>
          <w:lang w:bidi="ur-PK"/>
        </w:rPr>
        <w:t xml:space="preserve"> اورخون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مبارک پرملا، اس کے بعدمالک بن نسرکند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سرپرتلوارلگائ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اوردرعہ ابن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شانہ پرتلوارکاوارک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نم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دہن اقدس پرت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رمارا،ابو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غنو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حلق پرحمل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نصربن حرشہ نے جسم پرت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صالح ابن وہب 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مبارک پرن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مارا۔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کرعمرسعدنے آوازد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ان کاسرکاٹ لو، سرکاٹنے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ابن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بڑھا،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اس کے چہرہ پرنظرک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اورکانپ اٹھا،پھرسنان ابن انس آگے بڑھا اس کے جسم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رعشہ پڑگ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سرمبارک نہ کاٹ سکا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شمرملعون نے کہا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صرف مجھ سے ہوسکتاہے اوروہ خنجرل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آکرس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مبارک پرسوارہوگ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پوچھاتوکون ہے؟ اس نے کہا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شمرہوں ،فرما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اتومجھے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پہچانتا ،اس نے کہا،”اچھ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جانتاہوں“ تم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وفاطمہ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اورمحمدکے نواسے ہو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اپھرمجھے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ذبح کرتاہے 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مال ودولت ملے گا(کشف الغمہ ص </w:t>
      </w:r>
      <w:r>
        <w:rPr>
          <w:rtl/>
          <w:lang w:bidi="fa-IR"/>
        </w:rPr>
        <w:t xml:space="preserve">۷۹) </w:t>
      </w:r>
      <w:r>
        <w:rPr>
          <w:rtl/>
          <w:lang w:bidi="ur-PK"/>
        </w:rPr>
        <w:t>۔ اس کے بعدآپ نے اپنے دوستوں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اورسلام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جملے اداکئے۔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جب</w:t>
      </w:r>
      <w:r>
        <w:rPr>
          <w:rtl/>
          <w:lang w:bidi="ur-PK"/>
        </w:rPr>
        <w:t xml:space="preserve"> آپ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القلب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ہوگئے توفرمانے لگے ائے شمرمجھے اجازت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خالق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نمازعصراداکرلوں اس نے اجازت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(روضة الشہداء ص </w:t>
      </w:r>
      <w:r>
        <w:rPr>
          <w:rtl/>
          <w:lang w:bidi="fa-IR"/>
        </w:rPr>
        <w:t>۳۷۷)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اورشمرنے</w:t>
      </w:r>
      <w:r>
        <w:rPr>
          <w:rtl/>
          <w:lang w:bidi="ur-PK"/>
        </w:rPr>
        <w:t xml:space="preserve"> آپ کے گلومبارک کوخنجرکے بارہ ضربوں سے قطع کرکے سراقدس کون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پربلندکرد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احضرت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سے نکل 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کانپنے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چھاگئ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،لوگوں کے بدن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کپکپ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،آسمان</w:t>
      </w:r>
      <w:r>
        <w:rPr>
          <w:rtl/>
          <w:lang w:bidi="ur-PK"/>
        </w:rPr>
        <w:t xml:space="preserve"> خون کے آنسورونے لگا جوشفق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سے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اتک</w:t>
      </w:r>
      <w:r>
        <w:rPr>
          <w:rtl/>
          <w:lang w:bidi="ur-PK"/>
        </w:rPr>
        <w:t xml:space="preserve"> قائم رہے گا(صواعق محرق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۱۱۶)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بعدعمرسعدنے خول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داورحم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مسلم کے ہاتھوں سرمبارک کربلاسے کوفہ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ادکے</w:t>
      </w:r>
      <w:r>
        <w:rPr>
          <w:rtl/>
          <w:lang w:bidi="ur-PK"/>
        </w:rPr>
        <w:t xml:space="preserve">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ازعمربن نصرص </w:t>
      </w:r>
      <w:r>
        <w:rPr>
          <w:rtl/>
          <w:lang w:bidi="fa-IR"/>
        </w:rPr>
        <w:t xml:space="preserve">۱۵۴) </w:t>
      </w:r>
      <w:r>
        <w:rPr>
          <w:rtl/>
          <w:lang w:bidi="ur-PK"/>
        </w:rPr>
        <w:t>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بعدآپ کالباس لوٹاگ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ا،اخنس</w:t>
      </w:r>
      <w:r>
        <w:rPr>
          <w:rtl/>
          <w:lang w:bidi="ur-PK"/>
        </w:rPr>
        <w:t xml:space="preserve"> بن مرتدعمامہ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اسحاق ابن حشوہ قم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ص،پ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راہن</w:t>
      </w:r>
      <w:r>
        <w:rPr>
          <w:rtl/>
          <w:lang w:bidi="ur-PK"/>
        </w:rPr>
        <w:t xml:space="preserve">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،ابحربن کعب پائجامہ 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اسودبن خالدنعل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اعبداللہ</w:t>
      </w:r>
      <w:r>
        <w:rPr>
          <w:rtl/>
          <w:lang w:bidi="ur-PK"/>
        </w:rPr>
        <w:t xml:space="preserve"> ابن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دکلاہ</w:t>
      </w:r>
      <w:r>
        <w:rPr>
          <w:rtl/>
          <w:lang w:bidi="ur-PK"/>
        </w:rPr>
        <w:t xml:space="preserve">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ا،بجدل</w:t>
      </w:r>
      <w:r>
        <w:rPr>
          <w:rtl/>
          <w:lang w:bidi="ur-PK"/>
        </w:rPr>
        <w:t xml:space="preserve"> بن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انگشتر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بن اشعث پٹکالے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عمربن سعدزرہ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بن خلق ازد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تلوارلے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اللہ رے ظلم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کمربندکے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جمال معلون نے ہاتھ قطع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انگوٹھ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بجدل نے انگل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کاٹ 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گرشہداء</w:t>
      </w:r>
      <w:r>
        <w:rPr>
          <w:rtl/>
          <w:lang w:bidi="ur-PK"/>
        </w:rPr>
        <w:t xml:space="preserve"> کے سرکاٹے گئے اورلاشوں پرگھوڑوے دوڑانے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عمرسعدنے لشکر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ادس</w:t>
      </w:r>
      <w:r>
        <w:rPr>
          <w:rtl/>
          <w:lang w:bidi="ur-PK"/>
        </w:rPr>
        <w:t xml:space="preserve"> افراداس اہم جرم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ارہوگئے</w:t>
      </w:r>
      <w:r>
        <w:rPr>
          <w:rtl/>
          <w:lang w:bidi="ur-PK"/>
        </w:rPr>
        <w:t xml:space="preserve"> جن کے نام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اسحاق بن حو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اطنس بن مرثد،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طف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ل،عمروبن</w:t>
      </w:r>
      <w:r>
        <w:rPr>
          <w:rtl/>
          <w:lang w:bidi="ur-PK"/>
        </w:rPr>
        <w:t xml:space="preserve"> صب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،رجابن منقذ،سالم بن خث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صالح بن وہب، واعظ بن تا</w:t>
      </w:r>
      <w:r>
        <w:rPr>
          <w:rFonts w:hint="eastAsia"/>
          <w:rtl/>
          <w:lang w:bidi="ur-PK"/>
        </w:rPr>
        <w:t>غم</w:t>
      </w:r>
      <w:r>
        <w:rPr>
          <w:rtl/>
          <w:lang w:bidi="ur-PK"/>
        </w:rPr>
        <w:t xml:space="preserve"> ،ہان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مثبت،اس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بن مالک ،تورا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”فداسواالحس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بحوافرخ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ولہم</w:t>
      </w:r>
      <w:r>
        <w:rPr>
          <w:rtl/>
          <w:lang w:bidi="ur-PK"/>
        </w:rPr>
        <w:t xml:space="preserve">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رضواظہرہ وصدرہ “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 کواس طرح گھوڑوں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ٹاپوں سے پامال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آپ کاس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ٹکڑے ٹکڑے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کاکہناہے کہ جب ان لوگوں نے چاہاکہ جسم کواس طرح پامال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بالکل ناپ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دہوجائے</w:t>
      </w:r>
      <w:r>
        <w:rPr>
          <w:rtl/>
          <w:lang w:bidi="ur-PK"/>
        </w:rPr>
        <w:t xml:space="preserve"> توجنگل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رنکلااوراس</w:t>
      </w:r>
      <w:r>
        <w:rPr>
          <w:rtl/>
          <w:lang w:bidi="ur-PK"/>
        </w:rPr>
        <w:t xml:space="preserve"> نے بچال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(دمعة ساکبة ص </w:t>
      </w:r>
      <w:r>
        <w:rPr>
          <w:rtl/>
          <w:lang w:bidi="fa-IR"/>
        </w:rPr>
        <w:t xml:space="preserve">۳۵۰) </w:t>
      </w:r>
      <w:r>
        <w:rPr>
          <w:rtl/>
          <w:lang w:bidi="ur-PK"/>
        </w:rPr>
        <w:t>علامہ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فورابعدوہ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جورسول خدامد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 سلمہ کودے گئے تھے خون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(صواعق محرقہ </w:t>
      </w:r>
      <w:r>
        <w:rPr>
          <w:rtl/>
          <w:lang w:bidi="fa-IR"/>
        </w:rPr>
        <w:t xml:space="preserve">۱۱۵) </w:t>
      </w:r>
      <w:r>
        <w:rPr>
          <w:rtl/>
          <w:lang w:bidi="ur-PK"/>
        </w:rPr>
        <w:t>اوررسول خدا،ام سلمہ کے خ</w:t>
      </w:r>
      <w:r>
        <w:rPr>
          <w:rFonts w:hint="eastAsia"/>
          <w:rtl/>
          <w:lang w:bidi="ur-PK"/>
        </w:rPr>
        <w:t>واب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پہنچے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بال بکھرائے ہوئے خاک سرپرڈالے ہوئے تھے ام سلمہ نے پوچھاکہ آپ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احال</w:t>
      </w:r>
      <w:r>
        <w:rPr>
          <w:rtl/>
          <w:lang w:bidi="ur-PK"/>
        </w:rPr>
        <w:t xml:space="preserve"> ہے؟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ا”شہدت</w:t>
      </w:r>
      <w:r>
        <w:rPr>
          <w:rtl/>
          <w:lang w:bidi="ur-PK"/>
        </w:rPr>
        <w:t xml:space="preserve"> قتل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انفا“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قتل گاہ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 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اسے ذبح ہوتے ہوئے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(صح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ترمذ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۳۰۶</w:t>
      </w:r>
      <w:r>
        <w:rPr>
          <w:rtl/>
          <w:lang w:bidi="ur-PK"/>
        </w:rPr>
        <w:t xml:space="preserve"> ،مس</w:t>
      </w:r>
      <w:r>
        <w:rPr>
          <w:rFonts w:hint="eastAsia"/>
          <w:rtl/>
          <w:lang w:bidi="ur-PK"/>
        </w:rPr>
        <w:t>تدرک</w:t>
      </w:r>
      <w:r>
        <w:rPr>
          <w:rtl/>
          <w:lang w:bidi="ur-PK"/>
        </w:rPr>
        <w:t xml:space="preserve"> حاکم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۱۹</w:t>
      </w:r>
      <w:r>
        <w:rPr>
          <w:rtl/>
          <w:lang w:bidi="ur-PK"/>
        </w:rPr>
        <w:t xml:space="preserve"> ،تہذ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۳۵۶</w:t>
      </w:r>
      <w:r>
        <w:rPr>
          <w:rtl/>
          <w:lang w:bidi="ur-PK"/>
        </w:rPr>
        <w:t xml:space="preserve"> ،ذخائرالعقب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۱۴۸) </w:t>
      </w:r>
      <w:r>
        <w:rPr>
          <w:rtl/>
          <w:lang w:bidi="ur-PK"/>
        </w:rPr>
        <w:t>۔</w:t>
      </w: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28" w:name="_Toc509136750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128"/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29" w:name="_Toc509136751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باسعادت</w:t>
      </w:r>
      <w:bookmarkEnd w:id="12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۱۵/ </w:t>
      </w:r>
      <w:r>
        <w:rPr>
          <w:rtl/>
          <w:lang w:bidi="ur-PK"/>
        </w:rPr>
        <w:t>جماد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الثان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۳۸</w:t>
      </w:r>
      <w:r>
        <w:rPr>
          <w:rtl/>
          <w:lang w:bidi="ur-PK"/>
        </w:rPr>
        <w:t xml:space="preserve"> 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جمعہ بقولے </w:t>
      </w:r>
      <w:r>
        <w:rPr>
          <w:rtl/>
          <w:lang w:bidi="fa-IR"/>
        </w:rPr>
        <w:t xml:space="preserve">۱۵/ </w:t>
      </w:r>
      <w:r>
        <w:rPr>
          <w:rtl/>
          <w:lang w:bidi="ur-PK"/>
        </w:rPr>
        <w:t>جماد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۳۸</w:t>
      </w:r>
      <w:r>
        <w:rPr>
          <w:rtl/>
          <w:lang w:bidi="ur-PK"/>
        </w:rPr>
        <w:t xml:space="preserve"> 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پنجشنبہ بمقام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۱۵۱</w:t>
      </w:r>
      <w:r>
        <w:rPr>
          <w:rtl/>
          <w:lang w:bidi="ur-PK"/>
        </w:rPr>
        <w:t xml:space="preserve"> ومناقب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۱۳۱)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جناب شہربانوا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روانہ 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توجناب رسالت مآب نے عالم 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کاعقدحضرت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 پڑھ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۲۵۶) </w:t>
      </w:r>
      <w:r>
        <w:rPr>
          <w:rtl/>
          <w:lang w:bidi="ur-PK"/>
        </w:rPr>
        <w:t>۔ اورجب آپ واردمد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سپردکرکے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عصمت پرورب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جس کے بطن سے تمہارے بعدافضل اوص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اورافضل کائنات ہونے والابچہ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داہوگا</w:t>
      </w:r>
      <w:r>
        <w:rPr>
          <w:rtl/>
          <w:lang w:bidi="ur-PK"/>
        </w:rPr>
        <w:t xml:space="preserve"> چنانچہ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متولدہوئے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افسوس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آپ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پرورش پانے کالطف اٹھانہ سکے ”ماتت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نفا</w:t>
      </w:r>
      <w:r>
        <w:rPr>
          <w:rFonts w:hint="eastAsia"/>
          <w:rtl/>
          <w:lang w:bidi="ur-PK"/>
        </w:rPr>
        <w:t>سہابہ“</w:t>
      </w:r>
      <w:r>
        <w:rPr>
          <w:rtl/>
          <w:lang w:bidi="ur-PK"/>
        </w:rPr>
        <w:t xml:space="preserve"> آپ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”مدت نفاس“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جناب شہربانوک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(قمقام 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>)۔ع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اخباررضا دمعة ساکبة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۴۲۶)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کامل</w:t>
      </w:r>
      <w:r>
        <w:rPr>
          <w:rtl/>
          <w:lang w:bidi="ur-PK"/>
        </w:rPr>
        <w:t xml:space="preserve"> مبرد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جناب شہربانو،بادشاہ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زدجردبن</w:t>
      </w:r>
      <w:r>
        <w:rPr>
          <w:rtl/>
          <w:lang w:bidi="ur-PK"/>
        </w:rPr>
        <w:t xml:space="preserve"> شہر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اربن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ابن پرو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زبن</w:t>
      </w:r>
      <w:r>
        <w:rPr>
          <w:rtl/>
          <w:lang w:bidi="ur-PK"/>
        </w:rPr>
        <w:t xml:space="preserve"> ہرمزبن نوش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رواں</w:t>
      </w:r>
      <w:r>
        <w:rPr>
          <w:rtl/>
          <w:lang w:bidi="ur-PK"/>
        </w:rPr>
        <w:t xml:space="preserve"> عادل ”کسر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دص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۳۹۱</w:t>
      </w:r>
      <w:r>
        <w:rPr>
          <w:rtl/>
          <w:lang w:bidi="ur-PK"/>
        </w:rPr>
        <w:t xml:space="preserve"> ،فصل الخطاب) علامہ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شہربانوسے پوچھاکہ تمہارانام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توانہوں نے کہا”شاہ جہاں“ حض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”شہربانوہے (مجمع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۵۷۰)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30" w:name="_Toc509136752"/>
      <w:r>
        <w:rPr>
          <w:rFonts w:hint="eastAsia"/>
          <w:rtl/>
          <w:lang w:bidi="ur-PK"/>
        </w:rPr>
        <w:t>نام،کن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،القاب</w:t>
      </w:r>
      <w:bookmarkEnd w:id="13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کااسم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ابومحمد۔ ابوالحسن اورابوالقاسم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کے القاب ب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مارتھے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دالساجد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ذوالثفنات، اورسجادوعابد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مشہورہ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(مطالب السؤل ص </w:t>
      </w:r>
      <w:r>
        <w:rPr>
          <w:rtl/>
          <w:lang w:bidi="fa-IR"/>
        </w:rPr>
        <w:t>۲۶۱</w:t>
      </w:r>
      <w:r>
        <w:rPr>
          <w:rtl/>
          <w:lang w:bidi="ur-PK"/>
        </w:rPr>
        <w:t xml:space="preserve"> ،شواہدالنبوت ص </w:t>
      </w:r>
      <w:r>
        <w:rPr>
          <w:rtl/>
          <w:lang w:bidi="fa-IR"/>
        </w:rPr>
        <w:t>۱۷۶</w:t>
      </w:r>
      <w:r>
        <w:rPr>
          <w:rtl/>
          <w:lang w:bidi="ur-PK"/>
        </w:rPr>
        <w:t xml:space="preserve"> ،نورالابصار ص </w:t>
      </w:r>
      <w:r>
        <w:rPr>
          <w:rtl/>
          <w:lang w:bidi="fa-IR"/>
        </w:rPr>
        <w:t>۱۲۶</w:t>
      </w:r>
      <w:r>
        <w:rPr>
          <w:rtl/>
          <w:lang w:bidi="ur-PK"/>
        </w:rPr>
        <w:t xml:space="preserve"> ،الفرع النام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نواب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حسن ص </w:t>
      </w:r>
      <w:r>
        <w:rPr>
          <w:rtl/>
          <w:lang w:bidi="fa-IR"/>
        </w:rPr>
        <w:t xml:space="preserve">۱۵۸)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31" w:name="_Toc509136753"/>
      <w:r>
        <w:rPr>
          <w:rFonts w:hint="eastAsia"/>
          <w:rtl/>
          <w:lang w:bidi="ur-PK"/>
        </w:rPr>
        <w:t>لقب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13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امام مالک کاکہناہے کہ آپ کوز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کثرت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کہاجاتاہے (نورالابصار ص </w:t>
      </w:r>
      <w:r>
        <w:rPr>
          <w:rtl/>
          <w:lang w:bidi="fa-IR"/>
        </w:rPr>
        <w:t xml:space="preserve">۱۲۶)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کاارشادہے کہ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نمازتہجد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تھے 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اژدھے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نے آپ کے پائے مبارک کے انگوٹھے کومنہ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لے کاٹناشروع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امام جوہمہ تن مشغول عبادت تھے اورآپ کارجحان کامل بارگاہ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زد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تھا، وہ ذرابھ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اس عمل سے متاثرنہ ہوئے اوربدستورنماز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منہمک ومصروف ومشغول رہے بالآخروہ عاجزآگ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اورامام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بعدآپ نے اس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ملعون کوطمانچہ مارکردورہٹاد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وقت ہاتف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انت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بارصداد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ورکہابے</w:t>
      </w:r>
      <w:r>
        <w:rPr>
          <w:rtl/>
          <w:lang w:bidi="ur-PK"/>
        </w:rPr>
        <w:t xml:space="preserve"> شک تم عبادت گزاروں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ہو،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آپ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لقب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(مطالب السؤل ص </w:t>
      </w:r>
      <w:r>
        <w:rPr>
          <w:rtl/>
          <w:lang w:bidi="fa-IR"/>
        </w:rPr>
        <w:t>۲۶۲</w:t>
      </w:r>
      <w:r>
        <w:rPr>
          <w:rtl/>
          <w:lang w:bidi="ur-PK"/>
        </w:rPr>
        <w:t xml:space="preserve"> ،شواہدالنبوت ص </w:t>
      </w:r>
      <w:r>
        <w:rPr>
          <w:rtl/>
          <w:lang w:bidi="fa-IR"/>
        </w:rPr>
        <w:t xml:space="preserve">۱۷۷)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شہرآشوب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اژدھے کے دس سرتھے اوراس کے دانت بہت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زاوراس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سرخ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اوروہ مصل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پھاڑکے نکلاتھا (مناقب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۱۰۸) </w:t>
      </w: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 سے پکاراجائے گا (دمعة ساکبة ص </w:t>
      </w:r>
      <w:r>
        <w:rPr>
          <w:rtl/>
          <w:lang w:bidi="fa-IR"/>
        </w:rPr>
        <w:t xml:space="preserve">۴۲۶)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32" w:name="_Toc509136754"/>
      <w:r>
        <w:rPr>
          <w:rFonts w:hint="eastAsia"/>
          <w:rtl/>
          <w:lang w:bidi="ur-PK"/>
        </w:rPr>
        <w:t>لقب</w:t>
      </w:r>
      <w:r>
        <w:rPr>
          <w:rtl/>
          <w:lang w:bidi="ur-PK"/>
        </w:rPr>
        <w:t xml:space="preserve"> سجادک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13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طبقات الحفاظ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بحوالہ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لکھاہے کہ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کوسجاد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کہاجاتاہے کہ آپ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ہرکارخ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رپرسجدہ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جب آپ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کاذکرکرتے توسجدہ کرتے جب کلام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”سجدہ“ پڑھتے توسجدہ کرتے ج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دوشخصوں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صلح کراتے توسجدہ کرتے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تھاکہ آپ کے مواضع سجودپراونٹ کے گھٹوں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گھٹے پڑجاتے تھے پھرانہ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کٹواناپڑتاتھا۔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33" w:name="_Toc50913675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bookmarkEnd w:id="13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نسب</w:t>
      </w:r>
      <w:r>
        <w:rPr>
          <w:rtl/>
          <w:lang w:bidi="ur-PK"/>
        </w:rPr>
        <w:t xml:space="preserve"> اورنسل باپ اورماں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والدماجد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اورداداحضرت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فاطمہ زہرا بنت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جناب شہربانوبنت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زدجردابن</w:t>
      </w:r>
      <w:r>
        <w:rPr>
          <w:rtl/>
          <w:lang w:bidi="ur-PK"/>
        </w:rPr>
        <w:t xml:space="preserve"> شہر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ارابن</w:t>
      </w:r>
      <w:r>
        <w:rPr>
          <w:rtl/>
          <w:lang w:bidi="ur-PK"/>
        </w:rPr>
        <w:t xml:space="preserve"> کسر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حضرت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پوتے اورنوش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رواں</w:t>
      </w:r>
      <w:r>
        <w:rPr>
          <w:rtl/>
          <w:lang w:bidi="ur-PK"/>
        </w:rPr>
        <w:t xml:space="preserve"> عادل کے نواسے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بادشاہ ہے جس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داہونے</w:t>
      </w:r>
      <w:r>
        <w:rPr>
          <w:rtl/>
          <w:lang w:bidi="ur-PK"/>
        </w:rPr>
        <w:t xml:space="preserve"> پرسرورکائنات نے اظہارمسرت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،اس سلسلہ نسب کے متعلق ابوالاسود دوئل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اپنے اشعار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سے بہتر اورسلسلہ ناممکن ہے اس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غلاما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وہاشم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لاکرم</w:t>
      </w:r>
      <w:r>
        <w:rPr>
          <w:rtl/>
          <w:lang w:bidi="ur-PK"/>
        </w:rPr>
        <w:t xml:space="preserve"> من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نطت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التمائم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فرزندسے بلندنسب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 جونوش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رواں</w:t>
      </w:r>
      <w:r>
        <w:rPr>
          <w:rtl/>
          <w:lang w:bidi="ur-PK"/>
        </w:rPr>
        <w:t xml:space="preserve"> عادل اورفخرکائنات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داداہاشم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سے ہو(اصول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۲۵۵)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قندوز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گرعلماء</w:t>
      </w:r>
      <w:r>
        <w:rPr>
          <w:rtl/>
          <w:lang w:bidi="ur-PK"/>
        </w:rPr>
        <w:t xml:space="preserve"> اہل اسلام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نوش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رواں</w:t>
      </w:r>
      <w:r>
        <w:rPr>
          <w:rtl/>
          <w:lang w:bidi="ur-PK"/>
        </w:rPr>
        <w:t xml:space="preserve"> کے عدل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تود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کھوکہ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کوآل محمدکے نورک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اورآئمہ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فردکواس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جونوش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منسوب ہے ،پھرتحر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شرف صرف جناب شہربانوکونص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ہوجوحضرت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ماجدہ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المودة ص </w:t>
      </w:r>
      <w:r>
        <w:rPr>
          <w:rtl/>
          <w:lang w:bidi="fa-IR"/>
        </w:rPr>
        <w:t>۳۱۵</w:t>
      </w:r>
      <w:r>
        <w:rPr>
          <w:rtl/>
          <w:lang w:bidi="ur-PK"/>
        </w:rPr>
        <w:t xml:space="preserve"> ،وفصل الخطاب ص </w:t>
      </w:r>
      <w:r>
        <w:rPr>
          <w:rtl/>
          <w:lang w:bidi="fa-IR"/>
        </w:rPr>
        <w:t xml:space="preserve">۲۶۱)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داللہ</w:t>
      </w:r>
      <w:r>
        <w:rPr>
          <w:rtl/>
          <w:lang w:bidi="ur-PK"/>
        </w:rPr>
        <w:t xml:space="preserve"> بحوالہ ابن خلکان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جناب شہربانوشاہان فارس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بادشاہ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زدجردک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متولدہوئے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کو”ابن الخ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کہاجاتاہے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کہ خداوندعالم نے اپنے بندوں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دوگروہ ع</w:t>
      </w:r>
      <w:r>
        <w:rPr>
          <w:rFonts w:hint="eastAsia"/>
          <w:rtl/>
          <w:lang w:bidi="ur-PK"/>
        </w:rPr>
        <w:t>رب</w:t>
      </w:r>
      <w:r>
        <w:rPr>
          <w:rtl/>
          <w:lang w:bidi="ur-PK"/>
        </w:rPr>
        <w:t xml:space="preserve"> اورعجم کوبہتر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عرب سے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اورعجم سے فارس کومنتخب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،چونکہ عرب اورعجم کااجتماع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کو”ابن الخ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اجاتاہے</w:t>
      </w:r>
      <w:r>
        <w:rPr>
          <w:rtl/>
          <w:lang w:bidi="ur-PK"/>
        </w:rPr>
        <w:t xml:space="preserve"> (ارجح المطالب ص </w:t>
      </w:r>
      <w:r>
        <w:rPr>
          <w:rtl/>
          <w:lang w:bidi="fa-IR"/>
        </w:rPr>
        <w:t xml:space="preserve">۴۳۴) </w:t>
      </w:r>
      <w:r>
        <w:rPr>
          <w:rtl/>
          <w:lang w:bidi="ur-PK"/>
        </w:rPr>
        <w:t>۔ علاہ ابن شہرآشوب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جناب شہربانوکو ”س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دةالنساء</w:t>
      </w:r>
      <w:r>
        <w:rPr>
          <w:rtl/>
          <w:lang w:bidi="ur-PK"/>
        </w:rPr>
        <w:t xml:space="preserve"> “ کہاجاتاہے (مناقب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۱۳۱)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34" w:name="_Toc509136756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بچپن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واقعہ</w:t>
      </w:r>
      <w:bookmarkEnd w:id="13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جب کہ آپ کابچپن تھا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مارہوئے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ٹا“</w:t>
      </w:r>
      <w:r>
        <w:rPr>
          <w:rtl/>
          <w:lang w:bidi="ur-PK"/>
        </w:rPr>
        <w:t xml:space="preserve"> اب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اورتم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زچاہتے</w:t>
      </w:r>
      <w:r>
        <w:rPr>
          <w:rtl/>
          <w:lang w:bidi="ur-PK"/>
        </w:rPr>
        <w:t xml:space="preserve"> ہوتوب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کروتاکہ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کے مطابق اسے فراہم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کروں آپ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بابا</w:t>
      </w:r>
      <w:r>
        <w:rPr>
          <w:rFonts w:hint="eastAsia"/>
          <w:rtl/>
          <w:lang w:bidi="ur-PK"/>
        </w:rPr>
        <w:t>جان</w:t>
      </w:r>
      <w:r>
        <w:rPr>
          <w:rtl/>
          <w:lang w:bidi="ur-PK"/>
        </w:rPr>
        <w:t xml:space="preserve"> اب خداکے فضل سے اچھاہوں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خداوندعالم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راشماران</w:t>
      </w:r>
      <w:r>
        <w:rPr>
          <w:rtl/>
          <w:lang w:bidi="ur-PK"/>
        </w:rPr>
        <w:t xml:space="preserve"> لوگوں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کرے جوپروردگارعالم کے قضاوقدرکے خلاف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خوس ومسرورہوگئے اورفرمانے لگے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ٹا،تم</w:t>
      </w:r>
      <w:r>
        <w:rPr>
          <w:rtl/>
          <w:lang w:bidi="ur-PK"/>
        </w:rPr>
        <w:t xml:space="preserve"> نے بڑامسرت افزا اورمعرفت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زجواب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تمہار</w:t>
      </w:r>
      <w:r>
        <w:rPr>
          <w:rFonts w:hint="eastAsia"/>
          <w:rtl/>
          <w:lang w:bidi="ur-PK"/>
        </w:rPr>
        <w:t>اجواب</w:t>
      </w:r>
      <w:r>
        <w:rPr>
          <w:rtl/>
          <w:lang w:bidi="ur-PK"/>
        </w:rPr>
        <w:t xml:space="preserve"> بالکل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جواب سے ملتاجلتاہے ،حضرت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کوجب منج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 کر آگ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اورآپ فضا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ہوتے ہوئے آگ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جارہے تھے توحضرت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آپ سے پوچھا”ہل لک حاجة“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وخواہش ہے اس وقت انہوں نے جواب </w:t>
      </w:r>
      <w:r>
        <w:rPr>
          <w:rtl/>
          <w:lang w:bidi="ur-PK"/>
        </w:rPr>
        <w:lastRenderedPageBreak/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”نعم اماال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فلا“</w:t>
      </w:r>
      <w:r>
        <w:rPr>
          <w:rtl/>
          <w:lang w:bidi="ur-PK"/>
        </w:rPr>
        <w:t xml:space="preserve"> ب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ک مجھے حاجت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تم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پالنے والے سے ہے (بحارالانوار جلد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۲۱</w:t>
      </w:r>
      <w:r>
        <w:rPr>
          <w:rtl/>
          <w:lang w:bidi="ur-PK"/>
        </w:rPr>
        <w:t xml:space="preserve"> طبع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35" w:name="_Toc509136757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عہدح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بادشاہان وقت</w:t>
      </w:r>
      <w:bookmarkEnd w:id="13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بادشاہ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عہدعصمت مہد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کازمانہ رہاپھربن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خالص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ہوگئ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صلح امام حسن کے بعدسے </w:t>
      </w:r>
      <w:r>
        <w:rPr>
          <w:rtl/>
          <w:lang w:bidi="fa-IR"/>
        </w:rPr>
        <w:t>۶۰</w:t>
      </w:r>
      <w:r>
        <w:rPr>
          <w:rtl/>
          <w:lang w:bidi="ur-PK"/>
        </w:rPr>
        <w:t xml:space="preserve"> ھ تک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بادشاہ رہا، اس کے بعداس کافاسق وفاجرب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۶۴</w:t>
      </w:r>
      <w:r>
        <w:rPr>
          <w:rtl/>
          <w:lang w:bidi="ur-PK"/>
        </w:rPr>
        <w:t xml:space="preserve"> ھ تک حکم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رہا </w:t>
      </w:r>
      <w:r>
        <w:rPr>
          <w:rtl/>
          <w:lang w:bidi="fa-IR"/>
        </w:rPr>
        <w:t>۶۴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دابن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اورمروان بن حکم حاکم رہے </w:t>
      </w:r>
      <w:r>
        <w:rPr>
          <w:rtl/>
          <w:lang w:bidi="fa-IR"/>
        </w:rPr>
        <w:t>۶۵</w:t>
      </w:r>
      <w:r>
        <w:rPr>
          <w:rtl/>
          <w:lang w:bidi="ur-PK"/>
        </w:rPr>
        <w:t xml:space="preserve"> ھ سے </w:t>
      </w:r>
      <w:r>
        <w:rPr>
          <w:rtl/>
          <w:lang w:bidi="fa-IR"/>
        </w:rPr>
        <w:t>۸۶</w:t>
      </w:r>
      <w:r>
        <w:rPr>
          <w:rtl/>
          <w:lang w:bidi="ur-PK"/>
        </w:rPr>
        <w:t xml:space="preserve"> ھ تک عبدالملک بن مروان حاکم اوربادشاہ رہا پھر </w:t>
      </w:r>
      <w:r>
        <w:rPr>
          <w:rtl/>
          <w:lang w:bidi="fa-IR"/>
        </w:rPr>
        <w:t>۸۶</w:t>
      </w:r>
      <w:r>
        <w:rPr>
          <w:rtl/>
          <w:lang w:bidi="ur-PK"/>
        </w:rPr>
        <w:t xml:space="preserve"> ھ سے </w:t>
      </w:r>
      <w:r>
        <w:rPr>
          <w:rtl/>
          <w:lang w:bidi="fa-IR"/>
        </w:rPr>
        <w:t>۹۶</w:t>
      </w:r>
      <w:r>
        <w:rPr>
          <w:rtl/>
          <w:lang w:bidi="ur-PK"/>
        </w:rPr>
        <w:t xml:space="preserve"> ھ تک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 نے 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>
        <w:rPr>
          <w:rtl/>
          <w:lang w:bidi="fa-IR"/>
        </w:rPr>
        <w:t>۹۵</w:t>
      </w:r>
      <w:r>
        <w:rPr>
          <w:rtl/>
          <w:lang w:bidi="ur-PK"/>
        </w:rPr>
        <w:t xml:space="preserve"> ھء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کوزہردغاسے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آئم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۳۹۲</w:t>
      </w:r>
      <w:r>
        <w:rPr>
          <w:rtl/>
          <w:lang w:bidi="ur-PK"/>
        </w:rPr>
        <w:t xml:space="preserve"> ،وصواعق محرقہ ص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،نورالابصار ص </w:t>
      </w:r>
      <w:r>
        <w:rPr>
          <w:rtl/>
          <w:lang w:bidi="fa-IR"/>
        </w:rPr>
        <w:t xml:space="preserve">۱۲۸)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36" w:name="_Toc509136758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کاعہدطفول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اورحج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</w:t>
      </w:r>
      <w:bookmarkEnd w:id="13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اوہم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حج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جاتاہواقضائے حاجت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خاطرقافلہ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رگزر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نوعمرلڑکے کواس جنگل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سفرپ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چل رہاتھا </w:t>
      </w:r>
      <w:r>
        <w:rPr>
          <w:rFonts w:hint="eastAsia"/>
          <w:rtl/>
          <w:lang w:bidi="ur-PK"/>
        </w:rPr>
        <w:t>اوراس</w:t>
      </w:r>
      <w:r>
        <w:rPr>
          <w:rtl/>
          <w:lang w:bidi="ur-PK"/>
        </w:rPr>
        <w:t xml:space="preserve"> کے ساتھ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سامان نہ تھا اورنہ اس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افورا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حاضرہوکرعرض پردازہوا ”صاحبزادے“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لق ودق صحرا اورتم بالکل تنہا،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معاملہ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اہے،</w:t>
      </w:r>
      <w:r>
        <w:rPr>
          <w:rtl/>
          <w:lang w:bidi="ur-PK"/>
        </w:rPr>
        <w:t xml:space="preserve"> ذرا مجھے بتاؤتوسہ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تمہارازادراہ اورتمہاراراحلہ کہاں ہے اورتم کہاں جارہے ہو؟ اس نوخ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زنے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وراحلت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رجلاء وقصد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زادراہ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دونوں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رامقصد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راپالنے</w:t>
      </w:r>
      <w:r>
        <w:rPr>
          <w:rtl/>
          <w:lang w:bidi="ur-PK"/>
        </w:rPr>
        <w:t xml:space="preserve"> والاہے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حج کے لے جارہاہوں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کہاکہ آپ توبالکل کمسن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حج توابھ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پرواجب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نوخ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زنے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ابے</w:t>
      </w:r>
      <w:r>
        <w:rPr>
          <w:rtl/>
          <w:lang w:bidi="ur-PK"/>
        </w:rPr>
        <w:t xml:space="preserve"> شک تمہاراکہنادرست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کھاکرتاہوں</w:t>
      </w:r>
      <w:r>
        <w:rPr>
          <w:rtl/>
          <w:lang w:bidi="ur-PK"/>
        </w:rPr>
        <w:t xml:space="preserve"> کہ مجھ سے چھوٹے بچے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حج کوضرور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سمجھتاہوں 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ہوکہ اس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پہلے مرجاؤں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پوچھااے صاحبزادے تم نے کھانے کاک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اانتظام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رہاہوں کہ تمہارے ساتھ کھانے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معقول انتظام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ااے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اجب</w:t>
      </w:r>
      <w:r>
        <w:rPr>
          <w:rtl/>
          <w:lang w:bidi="ur-PK"/>
        </w:rPr>
        <w:t xml:space="preserve"> تم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مہمان جاتے ہوتوکھانااپنے ہمراہ لے جاتے ہو؟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کہانہ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پھراس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سنو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توخداکامہمان ہوکرجارہاہوں کھانے کاانتظام اس کے ذمہ 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کہااتنے لمبے سفرکوپ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رطے</w:t>
      </w:r>
      <w:r>
        <w:rPr>
          <w:rtl/>
          <w:lang w:bidi="ur-PK"/>
        </w:rPr>
        <w:t xml:space="preserve"> کروگے 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راکام</w:t>
      </w:r>
      <w:r>
        <w:rPr>
          <w:rtl/>
          <w:lang w:bidi="ur-PK"/>
        </w:rPr>
        <w:t xml:space="preserve"> کوشش کرناہے اورخداکاکام منزل مقصودپہنچاناہے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ہم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 تھے کہ ناگاہ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خوبصورت جوان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دلباس</w:t>
      </w:r>
      <w:r>
        <w:rPr>
          <w:rtl/>
          <w:lang w:bidi="ur-PK"/>
        </w:rPr>
        <w:t xml:space="preserve"> پہنے ہوئے آپہنچا اوراس نے اس نوخ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زکوگلے</w:t>
      </w:r>
      <w:r>
        <w:rPr>
          <w:rtl/>
          <w:lang w:bidi="ur-PK"/>
        </w:rPr>
        <w:t xml:space="preserve"> سے لگال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 جوان رعناسے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نوعمرفرزندکون ہے؟ اس نوجوان نے کہاکہ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جوان رعناکے پاس سے 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 اورمعذرت خواہ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بعدان سے پوچھاکہ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خوبصورت جوان جنہوں نے آپ کوگلے سے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انہوں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خضرنب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کافرض ہے کہ روزانہ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</w:t>
      </w:r>
      <w:r>
        <w:rPr>
          <w:rFonts w:hint="eastAsia"/>
          <w:rtl/>
          <w:lang w:bidi="ur-PK"/>
        </w:rPr>
        <w:t>بعد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پھرسوال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ااورکہا</w:t>
      </w:r>
      <w:r>
        <w:rPr>
          <w:rtl/>
          <w:lang w:bidi="ur-PK"/>
        </w:rPr>
        <w:t xml:space="preserve"> کہ آخرآپ اس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سفرکوبلازاداورراحلہ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طے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زادارراحلہ سب کچھ رکھتاہوں اوروہ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موجودات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مملکت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اللہ کے بندے اورغلام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اسباب اورارزاق خداکے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ہے_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قضائے خداہرزم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نافذہے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کہاخداک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کازادوراحلہ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طورپرمقدس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کاسامان سفر ہے (دمعہ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۴۳۷) </w:t>
      </w:r>
      <w:r>
        <w:rPr>
          <w:rtl/>
          <w:lang w:bidi="ur-PK"/>
        </w:rPr>
        <w:t>علماء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آپ نے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۲۵</w:t>
      </w:r>
      <w:r>
        <w:rPr>
          <w:rtl/>
          <w:lang w:bidi="ur-PK"/>
        </w:rPr>
        <w:t xml:space="preserve"> حج پاپ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اپنے جانورکوا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کوڑابھ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مار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37" w:name="_Toc509136759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مبارک</w:t>
      </w:r>
      <w:bookmarkEnd w:id="13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کارنگ گندم گوں (سانولا) اورقدم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تھا آپ نح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اورلاغرقسم کے انسان تھے (نورالابصار ص </w:t>
      </w:r>
      <w:r>
        <w:rPr>
          <w:rtl/>
          <w:lang w:bidi="fa-IR"/>
        </w:rPr>
        <w:t>۱۲۶</w:t>
      </w:r>
      <w:r>
        <w:rPr>
          <w:rtl/>
          <w:lang w:bidi="ur-PK"/>
        </w:rPr>
        <w:t xml:space="preserve"> ، اخبارالاول ص </w:t>
      </w:r>
      <w:r>
        <w:rPr>
          <w:rtl/>
          <w:lang w:bidi="fa-IR"/>
        </w:rPr>
        <w:t xml:space="preserve">۱۰۹)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ملامب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حسن وجمال ،صورت وکمال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ممتازتھے، آپ کے چہرہ مبارک پرجب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تووہ آپ کااحترام کرنے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کرنے پرمجبورہوجاتاتھا(وس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لة</w:t>
      </w:r>
      <w:r>
        <w:rPr>
          <w:rtl/>
          <w:lang w:bidi="ur-PK"/>
        </w:rPr>
        <w:t xml:space="preserve"> النجات ص </w:t>
      </w:r>
      <w:r>
        <w:rPr>
          <w:rtl/>
          <w:lang w:bidi="fa-IR"/>
        </w:rPr>
        <w:t xml:space="preserve">۲۱۹) </w:t>
      </w:r>
      <w:r>
        <w:rPr>
          <w:rtl/>
          <w:lang w:bidi="ur-PK"/>
        </w:rPr>
        <w:t>محمدبن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صاف کپڑے پہنتے تھے اورجب ر</w:t>
      </w:r>
      <w:r>
        <w:rPr>
          <w:rFonts w:hint="eastAsia"/>
          <w:rtl/>
          <w:lang w:bidi="ur-PK"/>
        </w:rPr>
        <w:t>استہ</w:t>
      </w:r>
      <w:r>
        <w:rPr>
          <w:rtl/>
          <w:lang w:bidi="ur-PK"/>
        </w:rPr>
        <w:t xml:space="preserve"> چلتے تھے تونہا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خشوع کے ساتھ راہ 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ہاتھ زانوسے باہرنہ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جاتے تھے (مطالب السؤل ص </w:t>
      </w:r>
      <w:r>
        <w:rPr>
          <w:rtl/>
          <w:lang w:bidi="fa-IR"/>
        </w:rPr>
        <w:t xml:space="preserve">۲۲۶،۲۶۴)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38" w:name="_Toc509136760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عبادت</w:t>
      </w:r>
      <w:bookmarkEnd w:id="13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جس</w:t>
      </w:r>
      <w:r>
        <w:rPr>
          <w:rtl/>
          <w:lang w:bidi="ur-PK"/>
        </w:rPr>
        <w:t xml:space="preserve"> طرح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گزار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ناممکن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 طراز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دشوارہے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کامطمع نظرمعبودک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اورخالق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استغراق کامل ہواورجواپن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کامقصداطاعت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کوسمجھتاہواورعلم ومعرفت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حددرجہ کمال رکھتاہو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قرطاس پرک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ونکر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اجاسکتاہے</w:t>
      </w:r>
      <w:r>
        <w:rPr>
          <w:rtl/>
          <w:lang w:bidi="ur-PK"/>
        </w:rPr>
        <w:t xml:space="preserve"> اورزبان قلم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 طرح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علماء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انتہاکاہش وکاوش کے باوجود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عبادت کامظاہرہ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ہوسکا ”قدبلغ من العبادة مالم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بلغہ</w:t>
      </w:r>
      <w:r>
        <w:rPr>
          <w:rtl/>
          <w:lang w:bidi="ur-PK"/>
        </w:rPr>
        <w:t xml:space="preserve"> احد“ آپ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منزل پرفائزتھے جس 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(دمعہ ساکبہ ص </w:t>
      </w:r>
      <w:r>
        <w:rPr>
          <w:rtl/>
          <w:lang w:bidi="fa-IR"/>
        </w:rPr>
        <w:t xml:space="preserve">۴۳۹)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ارباب علم اورصاحبان قلم جوکچھ کہہ اورلکھ سکے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بعض واقعات وحالات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39" w:name="_Toc509136761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وضو کے وقت</w:t>
      </w:r>
      <w:bookmarkEnd w:id="13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وضونمازکے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مقدمہ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رکھتاہے ،اوراس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پرنمازکادارومدارہوتاہے ،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جس وقت مقدمہ 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وضوکا ارادہ فرماتے تھے آپ کے رگ وپے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خوف خداکے اثرات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ہوجاتے تھے ،علامہ محمدبن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آپ وضوکا قصد فرماتے تھے اوروضوکے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ٹھتے</w:t>
      </w:r>
      <w:r>
        <w:rPr>
          <w:rtl/>
          <w:lang w:bidi="ur-PK"/>
        </w:rPr>
        <w:t xml:space="preserve"> تھے توآپ کے چہرہ مبارک کارنگ زردہوجا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اکرتاتھا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حالت باربارد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کے بعدان کے گھروالوں نے پوچھا کہ بوقت وضوآپ کے چہرہ کارنگ زردک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پڑجا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اکرتاہے</w:t>
      </w:r>
      <w:r>
        <w:rPr>
          <w:rtl/>
          <w:lang w:bidi="ur-PK"/>
        </w:rPr>
        <w:t xml:space="preserve"> توآپ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راتصورکامل</w:t>
      </w:r>
      <w:r>
        <w:rPr>
          <w:rtl/>
          <w:lang w:bidi="ur-PK"/>
        </w:rPr>
        <w:t xml:space="preserve"> اپنے خالق ومعبودک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ہوتاہے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جلالت کے رعب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 ہوجا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اکرتاہے</w:t>
      </w:r>
      <w:r>
        <w:rPr>
          <w:rtl/>
          <w:lang w:bidi="ur-PK"/>
        </w:rPr>
        <w:t xml:space="preserve"> (مطالب السؤل ص </w:t>
      </w:r>
      <w:r>
        <w:rPr>
          <w:rtl/>
          <w:lang w:bidi="fa-IR"/>
        </w:rPr>
        <w:t xml:space="preserve">۲۶۲)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40" w:name="_Toc509136762"/>
      <w:r>
        <w:rPr>
          <w:rFonts w:hint="eastAsia"/>
          <w:rtl/>
          <w:lang w:bidi="ur-PK"/>
        </w:rPr>
        <w:t>عالم</w:t>
      </w:r>
      <w:r>
        <w:rPr>
          <w:rtl/>
          <w:lang w:bidi="ur-PK"/>
        </w:rPr>
        <w:t xml:space="preserve">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</w:t>
      </w:r>
      <w:bookmarkEnd w:id="14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کوعبادت گزار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کامل حاصل تھا رات بھرجاگنے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آپ کاسارابدن زردرہاکرتاتھا اورخوف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روتے روتے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پھول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کھڑکھڑے آپ کے پاؤں سوج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۱۵۳) </w:t>
      </w:r>
      <w:r>
        <w:rPr>
          <w:rtl/>
          <w:lang w:bidi="ur-PK"/>
        </w:rPr>
        <w:t>اورپ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پرگھٹے رہاکرتے تھے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ناک کاسرازخم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رہاکرتاتھا (دمعہ ساکبہ ص </w:t>
      </w:r>
      <w:r>
        <w:rPr>
          <w:rtl/>
          <w:lang w:bidi="fa-IR"/>
        </w:rPr>
        <w:t xml:space="preserve">۴۳۹) </w:t>
      </w:r>
      <w:r>
        <w:rPr>
          <w:rtl/>
          <w:lang w:bidi="ur-PK"/>
        </w:rPr>
        <w:t>علامہ محمدبن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آپ نمازکے لے مصل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پرکھڑے ہواکرتے تھے تولرزہ براندام ہوجا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لوگوں نے بدن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کپکپ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اورجسم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تھرتھر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کاسبب پوچھاتوارشادفرما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وقت خدا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ہوتاہوں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جلالت مجھے ازخود رفتہ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اورمجھ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طار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(مطالب السؤل ص </w:t>
      </w:r>
      <w:r>
        <w:rPr>
          <w:rtl/>
          <w:lang w:bidi="fa-IR"/>
        </w:rPr>
        <w:t xml:space="preserve">۲۲۶) 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آپ کے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 لگ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تھے اہل محلہ اورگھروالوں نے بے حدشورمچا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اورحضرت کوپکارا حضورآگ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مگر آپ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سرن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ازسجدئہ</w:t>
      </w:r>
      <w:r>
        <w:rPr>
          <w:rtl/>
          <w:lang w:bidi="ur-PK"/>
        </w:rPr>
        <w:t xml:space="preserve">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ازسے</w:t>
      </w:r>
      <w:r>
        <w:rPr>
          <w:rtl/>
          <w:lang w:bidi="ur-PK"/>
        </w:rPr>
        <w:t xml:space="preserve"> نہ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آگ بجھاد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اختتام نمازپرلوگوں نے آپ سے پوچھاکہ حضورآگ کامعاملہ تھا ہم نے اتناشورمچا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نہ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”ہاں“ مگرجہنم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کے ڈرسے نمازتوڑکراس آگ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نہ ہوسکا (شواہدالنبوت ص </w:t>
      </w:r>
      <w:r>
        <w:rPr>
          <w:rtl/>
          <w:lang w:bidi="fa-IR"/>
        </w:rPr>
        <w:t xml:space="preserve">۱۷۷)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صبان مالک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آپ وضوکے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ٹھتے</w:t>
      </w:r>
      <w:r>
        <w:rPr>
          <w:rtl/>
          <w:lang w:bidi="ur-PK"/>
        </w:rPr>
        <w:t xml:space="preserve"> تھے تب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کانپنے لگتے تھے اورجب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زہواچلت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توآپ خوف خداسے لاغرہوجانے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گرکربے ہوش ہوجا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(اسعاف الراغب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برحاش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نورالابصار </w:t>
      </w:r>
      <w:r>
        <w:rPr>
          <w:rtl/>
          <w:lang w:bidi="fa-IR"/>
        </w:rPr>
        <w:t xml:space="preserve">۲۰۰)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نمازشب سفروحضردونوں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پڑھاکرتے تھے اورکبھ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قضانہ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(مطالب السؤل ص </w:t>
      </w:r>
      <w:r>
        <w:rPr>
          <w:rtl/>
          <w:lang w:bidi="fa-IR"/>
        </w:rPr>
        <w:t xml:space="preserve">۲۶۳)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محمدباقربحوالہ بحارالانوارتحر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 ومشغول تھے کہ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کنوئ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گرپڑے بچہ کے گہرے کنو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گرنے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بے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ہوکر رونے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اورکنو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گردپ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کرچکرلگانے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اورکہنے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،ابن رسول اللہ محمدباقرغرق ہوگئے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بچے کے کنو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سے نمازتمام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بعدآپ کنو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آئے اوراگرپان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پھرہاتھ بڑھاکر بلارس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گہرے کنوئ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بچے کوونکال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بچہ ہنستاہوابرآمد</w:t>
      </w:r>
      <w:r>
        <w:rPr>
          <w:rFonts w:hint="eastAsia"/>
          <w:rtl/>
          <w:lang w:bidi="ur-PK"/>
        </w:rPr>
        <w:t>ہوا،</w:t>
      </w:r>
      <w:r>
        <w:rPr>
          <w:rtl/>
          <w:lang w:bidi="ur-PK"/>
        </w:rPr>
        <w:t xml:space="preserve"> قدرت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وقت بہ بچے کے کپڑے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گے</w:t>
      </w:r>
      <w:r>
        <w:rPr>
          <w:rtl/>
          <w:lang w:bidi="ur-PK"/>
        </w:rPr>
        <w:t xml:space="preserve"> تھے اورنہ بدن ترتھا(دمعہ ساکبہ ص </w:t>
      </w:r>
      <w:r>
        <w:rPr>
          <w:rtl/>
          <w:lang w:bidi="fa-IR"/>
        </w:rPr>
        <w:t>۴۳۰</w:t>
      </w:r>
      <w:r>
        <w:rPr>
          <w:rtl/>
          <w:lang w:bidi="ur-PK"/>
        </w:rPr>
        <w:t xml:space="preserve"> ،مناقب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۱۰۹)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طاؤس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حجراسودکے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بارگاہ خالق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سجدہ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کھڑاہوگ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سجدہ کوبے حدطول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کان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توسنا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آپ 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4619E0">
        <w:rPr>
          <w:rStyle w:val="libArabicChar"/>
          <w:rtl/>
          <w:lang w:bidi="ur-PK"/>
        </w:rPr>
        <w:t>”عبدک بفنائک مسک</w:t>
      </w:r>
      <w:r w:rsidRPr="004619E0">
        <w:rPr>
          <w:rStyle w:val="libArabicChar"/>
          <w:rFonts w:hint="cs"/>
          <w:rtl/>
          <w:lang w:bidi="ur-PK"/>
        </w:rPr>
        <w:t>ی</w:t>
      </w:r>
      <w:r w:rsidRPr="004619E0">
        <w:rPr>
          <w:rStyle w:val="libArabicChar"/>
          <w:rFonts w:hint="eastAsia"/>
          <w:rtl/>
          <w:lang w:bidi="ur-PK"/>
        </w:rPr>
        <w:t>نک</w:t>
      </w:r>
      <w:r w:rsidRPr="004619E0">
        <w:rPr>
          <w:rStyle w:val="libArabicChar"/>
          <w:rtl/>
          <w:lang w:bidi="ur-PK"/>
        </w:rPr>
        <w:t xml:space="preserve"> بفنائک سائلک</w:t>
      </w:r>
      <w:r>
        <w:rPr>
          <w:rtl/>
          <w:lang w:bidi="ur-PK"/>
        </w:rPr>
        <w:t xml:space="preserve"> </w:t>
      </w:r>
      <w:r w:rsidRPr="004619E0">
        <w:rPr>
          <w:rStyle w:val="libArabicChar"/>
          <w:rtl/>
          <w:lang w:bidi="ur-PK"/>
        </w:rPr>
        <w:t>بفنائک فق</w:t>
      </w:r>
      <w:r w:rsidRPr="004619E0">
        <w:rPr>
          <w:rStyle w:val="libArabicChar"/>
          <w:rFonts w:hint="cs"/>
          <w:rtl/>
          <w:lang w:bidi="ur-PK"/>
        </w:rPr>
        <w:t>ی</w:t>
      </w:r>
      <w:r w:rsidRPr="004619E0">
        <w:rPr>
          <w:rStyle w:val="libArabicChar"/>
          <w:rFonts w:hint="eastAsia"/>
          <w:rtl/>
          <w:lang w:bidi="ur-PK"/>
        </w:rPr>
        <w:t>رک</w:t>
      </w:r>
      <w:r w:rsidRPr="004619E0">
        <w:rPr>
          <w:rStyle w:val="libArabicChar"/>
          <w:rtl/>
          <w:lang w:bidi="ur-PK"/>
        </w:rPr>
        <w:t xml:space="preserve"> بفنائک “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کلمات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دعامانگ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فوراقبول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(نورالابصار ص </w:t>
      </w:r>
      <w:r>
        <w:rPr>
          <w:rtl/>
          <w:lang w:bidi="fa-IR"/>
        </w:rPr>
        <w:t>۱۲۶</w:t>
      </w:r>
      <w:r>
        <w:rPr>
          <w:rtl/>
          <w:lang w:bidi="ur-PK"/>
        </w:rPr>
        <w:t xml:space="preserve"> طبع مصر،ارشادمف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دص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۲۹۶)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41" w:name="_Toc509136763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شبانہ روزا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ہزاررکعت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14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آپ شب وروز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ہزاررکعت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ادافرما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(صواعق محرقہ ص </w:t>
      </w:r>
      <w:r>
        <w:rPr>
          <w:rtl/>
          <w:lang w:bidi="fa-IR"/>
        </w:rPr>
        <w:t>۱۱۹</w:t>
      </w:r>
      <w:r>
        <w:rPr>
          <w:rtl/>
          <w:lang w:bidi="ur-PK"/>
        </w:rPr>
        <w:t xml:space="preserve"> ،مطالب السؤل </w:t>
      </w:r>
      <w:r>
        <w:rPr>
          <w:rtl/>
          <w:lang w:bidi="fa-IR"/>
        </w:rPr>
        <w:t xml:space="preserve">۲۶۷)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چونکہ</w:t>
      </w:r>
      <w:r>
        <w:rPr>
          <w:rtl/>
          <w:lang w:bidi="ur-PK"/>
        </w:rPr>
        <w:t xml:space="preserve"> آپ کے سجدوں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شمارنہ تھا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کے اعضائے سجود”ثغنہ 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ر“</w:t>
      </w:r>
      <w:r>
        <w:rPr>
          <w:rtl/>
          <w:lang w:bidi="ur-PK"/>
        </w:rPr>
        <w:t xml:space="preserve"> کے گھٹے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اورسال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کاٹے جاتے تھے (الفرع النام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۱۵۸</w:t>
      </w:r>
      <w:r>
        <w:rPr>
          <w:rtl/>
          <w:lang w:bidi="ur-PK"/>
        </w:rPr>
        <w:t xml:space="preserve"> ،دمعہ ساکبہ کشف الغمہ ص </w:t>
      </w:r>
      <w:r>
        <w:rPr>
          <w:rtl/>
          <w:lang w:bidi="fa-IR"/>
        </w:rPr>
        <w:t xml:space="preserve">۹۰)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کے مقامات سجودکے گھٹے سال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دوبارکاٹے جاتے تھے اورہرمرتبہ پانچ تہ نکلت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(بحارالانوارجلد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۳) </w:t>
      </w:r>
      <w:r>
        <w:rPr>
          <w:rtl/>
          <w:lang w:bidi="ur-PK"/>
        </w:rPr>
        <w:t>علامہ 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مورخ ابن عساکرکے حوالہ سے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دمشق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نام سے موسوم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مسجدہے جسے”جامع دمشق“کہت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واة</w:t>
      </w:r>
      <w:r>
        <w:rPr>
          <w:rtl/>
          <w:lang w:bidi="ur-PK"/>
        </w:rPr>
        <w:t xml:space="preserve"> 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42" w:name="_Toc50913676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منصب امامت پرفائزہونے سے پہلے</w:t>
      </w:r>
      <w:bookmarkEnd w:id="14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اگرچہ</w:t>
      </w:r>
      <w:r>
        <w:rPr>
          <w:rtl/>
          <w:lang w:bidi="ur-PK"/>
        </w:rPr>
        <w:t xml:space="preserve"> ہماراعق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ہے کہ امام بطن مادرسے امامت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بھرپوراآتاہے تاہم فرائض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وہ امام زمانہ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کام شروع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ساوقت</w:t>
      </w:r>
      <w:r>
        <w:rPr>
          <w:rtl/>
          <w:lang w:bidi="ur-PK"/>
        </w:rPr>
        <w:t xml:space="preserve"> آجائے جب کائنات ارض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افضل واعلم برترواکمل نہ ہو،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اگرچہ وقت ولادت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امام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فرائض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پراس وقت عائد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آپ کے والدماجد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درجہ شہادت پرفائزہوکرح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محروم ہوگئے۔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</w:t>
      </w:r>
      <w:r>
        <w:rPr>
          <w:rtl/>
          <w:lang w:bidi="fa-IR"/>
        </w:rPr>
        <w:t>۳۸</w:t>
      </w:r>
      <w:r>
        <w:rPr>
          <w:rtl/>
          <w:lang w:bidi="ur-PK"/>
        </w:rPr>
        <w:t xml:space="preserve"> ھء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جبکہ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امام زمانہ تھے دوسال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حالت طفول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گزارے پھر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ھء تک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کازمانہ رہاپھرعاشورا، </w:t>
      </w:r>
      <w:r>
        <w:rPr>
          <w:rtl/>
          <w:lang w:bidi="fa-IR"/>
        </w:rPr>
        <w:t>۶ ۱</w:t>
      </w:r>
      <w:r>
        <w:rPr>
          <w:rtl/>
          <w:lang w:bidi="ur-PK"/>
        </w:rPr>
        <w:t xml:space="preserve"> ھ تک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فرائض ا</w:t>
      </w:r>
      <w:r>
        <w:rPr>
          <w:rFonts w:hint="eastAsia"/>
          <w:rtl/>
          <w:lang w:bidi="ur-PK"/>
        </w:rPr>
        <w:t>مامت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رہے عاشورک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دوپہرکے بعدسے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پرعائدہوگئ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قبل کے واقعات کاپتہ صراحت کے ساتھ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ملتا،البتہ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گزار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کے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کارنامے بعض کتابوں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بہرصورت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واقعات اورامام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حالات سے متاثرہوناا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امرہے پھرامام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 تو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>۲۲</w:t>
      </w:r>
      <w:r>
        <w:rPr>
          <w:rtl/>
          <w:lang w:bidi="ur-PK"/>
        </w:rPr>
        <w:t xml:space="preserve"> سال گزارے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جملہ معاملات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بڑے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مقصدحس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فروغ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اپنے عہدامامت کے آغازہونے پرانتہائ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43" w:name="_Toc509136765"/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کربلاکے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کاشاندارکردار</w:t>
      </w:r>
      <w:bookmarkEnd w:id="14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۲۸/ </w:t>
      </w:r>
      <w:r>
        <w:rPr>
          <w:rtl/>
          <w:lang w:bidi="ur-PK"/>
        </w:rPr>
        <w:t xml:space="preserve">رجب </w:t>
      </w:r>
      <w:r>
        <w:rPr>
          <w:rtl/>
          <w:lang w:bidi="fa-IR"/>
        </w:rPr>
        <w:t>۶۰</w:t>
      </w:r>
      <w:r>
        <w:rPr>
          <w:rtl/>
          <w:lang w:bidi="ur-PK"/>
        </w:rPr>
        <w:t xml:space="preserve"> ھ کوآپ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ہمراہ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روانہ ہوکرمکہ معظمہ پہنچے چارماہ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کے بعدوہاں سے روانہ ہوکر </w:t>
      </w:r>
      <w:r>
        <w:rPr>
          <w:rtl/>
          <w:lang w:bidi="fa-IR"/>
        </w:rPr>
        <w:t xml:space="preserve">۲/ </w:t>
      </w:r>
      <w:r>
        <w:rPr>
          <w:rtl/>
          <w:lang w:bidi="ur-PK"/>
        </w:rPr>
        <w:t>محرم الحرام کوواردکربلاہوئے، وہاں پہنچتے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اپہنچنے</w:t>
      </w:r>
      <w:r>
        <w:rPr>
          <w:rtl/>
          <w:lang w:bidi="ur-PK"/>
        </w:rPr>
        <w:t xml:space="preserve"> سے پہلے آپ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ہوگئے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علالت نے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شدت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وقت تک اس قابل نہ ہوسکے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جاکردرجہ شہادت حاصل کرتے، تاہم فراہم موقع پرآپ نے جذبات نصرت کوبروئے کارلانے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آوازاستغاثہ کان 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اٹھ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کارزار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شدت مرض کے باوجودجاپہنچنے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امام کے اس</w:t>
      </w:r>
      <w:r>
        <w:rPr>
          <w:rFonts w:hint="eastAsia"/>
          <w:rtl/>
          <w:lang w:bidi="ur-PK"/>
        </w:rPr>
        <w:t>تغاثہ</w:t>
      </w:r>
      <w:r>
        <w:rPr>
          <w:rtl/>
          <w:lang w:bidi="ur-PK"/>
        </w:rPr>
        <w:t xml:space="preserve"> پرتوآپ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نکل آئے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چوب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لے 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کاعزم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ا،ناگاہ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نظرآپ پرپڑگئ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اورانہوں نے جنگاہ سے بقولے حضرت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کوآوازد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”بہن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دسجادکوروکو</w:t>
      </w:r>
      <w:r>
        <w:rPr>
          <w:rtl/>
          <w:lang w:bidi="ur-PK"/>
        </w:rPr>
        <w:t xml:space="preserve"> ورنہ نسل رسول کاخاتمہ ہوجائے گا“ حکم امام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دسجادکوم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جانے سے روک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کاوجودنظر آرہاہے اگرامام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ہوکر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دہونے</w:t>
      </w:r>
      <w:r>
        <w:rPr>
          <w:rtl/>
          <w:lang w:bidi="ur-PK"/>
        </w:rPr>
        <w:t xml:space="preserve"> سے نہ بچ جاتے تونسل رسول صرف امام محمدباقر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محدودرہ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،امام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مرض اورعلالت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آب درجہ شہادت پرفائزنہ ہوسکے (نورالابصار ص </w:t>
      </w:r>
      <w:r>
        <w:rPr>
          <w:rtl/>
          <w:lang w:bidi="fa-IR"/>
        </w:rPr>
        <w:t xml:space="preserve">۱۲۶)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شہادت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بعدجب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 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توآپ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بدستورپڑے</w:t>
      </w:r>
      <w:r>
        <w:rPr>
          <w:rtl/>
          <w:lang w:bidi="ur-PK"/>
        </w:rPr>
        <w:t xml:space="preserve"> ہوئے تھے ،ہمار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ہزارجان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قربان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ں،حضرت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پرکہ انہوں نے اہم فرائض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پہلافر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تحفظ کاادافرما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اورامام کوبچال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االغرض</w:t>
      </w:r>
      <w:r>
        <w:rPr>
          <w:rtl/>
          <w:lang w:bidi="ur-PK"/>
        </w:rPr>
        <w:t xml:space="preserve"> رات گزار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اورصبح نمودارہوئ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دشمنوں نے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کواس طرح جھنجوڑا کہ آپ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بھول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سے کہاگ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ناقوں پرسب کوسوارکرواورابن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ادکے</w:t>
      </w:r>
      <w:r>
        <w:rPr>
          <w:rtl/>
          <w:lang w:bidi="ur-PK"/>
        </w:rPr>
        <w:t xml:space="preserve">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چلو،سب کوسوارکرنے کے بعدآل محمد کاساربان پھوپھ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،بہنوں اورتمام مخدرات ک</w:t>
      </w:r>
      <w:r>
        <w:rPr>
          <w:rFonts w:hint="eastAsia"/>
          <w:rtl/>
          <w:lang w:bidi="ur-PK"/>
        </w:rPr>
        <w:t>ولئے</w:t>
      </w:r>
      <w:r>
        <w:rPr>
          <w:rtl/>
          <w:lang w:bidi="ur-PK"/>
        </w:rPr>
        <w:t xml:space="preserve"> ہوئے داخل دربار ہوا حالت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اوربچے 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بندھے ہوئے اورامام لوہے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جکڑے ہوئے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 گئے آپ چونکہ ناقہ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برہنہ پشت پرسنبھل نہ سکتے تھے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کوناقہ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سے باندھ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دربارکوفہ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ہونے کے بعدآپ اورم</w:t>
      </w:r>
      <w:r>
        <w:rPr>
          <w:rFonts w:hint="eastAsia"/>
          <w:rtl/>
          <w:lang w:bidi="ur-PK"/>
        </w:rPr>
        <w:t>خدرات</w:t>
      </w:r>
      <w:r>
        <w:rPr>
          <w:rtl/>
          <w:lang w:bidi="ur-PK"/>
        </w:rPr>
        <w:t xml:space="preserve"> عصمت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بندکردئ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،سات روزکے بعدآپ سب کول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شام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ہوئے اور </w:t>
      </w:r>
      <w:r>
        <w:rPr>
          <w:rtl/>
          <w:lang w:bidi="fa-IR"/>
        </w:rPr>
        <w:t>۱۹</w:t>
      </w:r>
      <w:r>
        <w:rPr>
          <w:rtl/>
          <w:lang w:bidi="ur-PK"/>
        </w:rPr>
        <w:t xml:space="preserve"> منزل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طے کرکے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۳۶/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وہاں پہنچے کامل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</w:t>
      </w:r>
      <w:r>
        <w:rPr>
          <w:rtl/>
          <w:lang w:bidi="fa-IR"/>
        </w:rPr>
        <w:t xml:space="preserve">۱۶/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۶۱</w:t>
      </w:r>
      <w:r>
        <w:rPr>
          <w:rtl/>
          <w:lang w:bidi="ur-PK"/>
        </w:rPr>
        <w:t xml:space="preserve"> ھء کوبدھ کے دن آپ دمشق پہنچے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اللہ رے صبرامام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بہنوں اورپھوپ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کاساتھ اورلب شکوہ پرسکوت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مہر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حدودشام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واقعہ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آپ کے ہاتھوں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ہتھکڑ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اورگلے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خاردارطوق آہن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پڑاہواتھا اس پرمستزاد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کولوگ آپ برسارہے تھے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نے بعدواقعہ کربلاا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سوال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”الشام الشام الشام“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>(تحفہ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علامہ بسطام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شام</w:t>
      </w:r>
      <w:r>
        <w:rPr>
          <w:rtl/>
          <w:lang w:bidi="ur-PK"/>
        </w:rPr>
        <w:t xml:space="preserve"> پہنچنے کے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گھنٹوں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ادنوں</w:t>
      </w:r>
      <w:r>
        <w:rPr>
          <w:rtl/>
          <w:lang w:bidi="ur-PK"/>
        </w:rPr>
        <w:t xml:space="preserve"> کے بعدآپ آل محمدکول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ہئوے سرہائے شہدا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داخل دربارہوئے پھرق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بندکردئ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ساتھاکہ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تمازت آفتاب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 لوگوں کے چہروں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(لہوف) مدت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بعدآپ سب کول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</w:t>
      </w:r>
      <w:r>
        <w:rPr>
          <w:rtl/>
          <w:lang w:bidi="fa-IR"/>
        </w:rPr>
        <w:t xml:space="preserve">۲۰/ </w:t>
      </w:r>
      <w:r>
        <w:rPr>
          <w:rtl/>
          <w:lang w:bidi="ur-PK"/>
        </w:rPr>
        <w:t xml:space="preserve">صفر </w:t>
      </w:r>
      <w:r>
        <w:rPr>
          <w:rtl/>
          <w:lang w:bidi="fa-IR"/>
        </w:rPr>
        <w:t>۶۲</w:t>
      </w:r>
      <w:r>
        <w:rPr>
          <w:rtl/>
          <w:lang w:bidi="ur-PK"/>
        </w:rPr>
        <w:t xml:space="preserve"> ھء کوواردہوئے آپ کے ہمراہ سرحس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،آپ نے اسے اپنے پدربزرگوارکے جسم مبارک سے ملحق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(ناسخ 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۸/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۶۲</w:t>
      </w:r>
      <w:r>
        <w:rPr>
          <w:rtl/>
          <w:lang w:bidi="ur-PK"/>
        </w:rPr>
        <w:t xml:space="preserve"> ھ کوآپ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کالٹاہواقافلہ ہوئے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پہنچے ،وہاں کے لوگوں نے آہ وزار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اورکمال رنج وغم سے آپ کااستقبال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شبانہ وروز نوحہ وماتم ہوتارہا (تفص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واقعات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کتب مقاتل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رملاحظہ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واقعہ کااثر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ہواکہ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کے بال اس طرح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دہوگئے</w:t>
      </w:r>
      <w:r>
        <w:rPr>
          <w:rtl/>
          <w:lang w:bidi="ur-PK"/>
        </w:rPr>
        <w:t xml:space="preserve"> تھے کہ جاننے والے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پہچان نہ سکے (احسن القصص ص </w:t>
      </w:r>
      <w:r>
        <w:rPr>
          <w:rtl/>
          <w:lang w:bidi="fa-IR"/>
        </w:rPr>
        <w:t>۱۸۲</w:t>
      </w:r>
      <w:r>
        <w:rPr>
          <w:rtl/>
          <w:lang w:bidi="ur-PK"/>
        </w:rPr>
        <w:t xml:space="preserve"> طبع نجف) رباب نے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فرماتے رہے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۲۵۶) </w:t>
      </w:r>
      <w:r>
        <w:rPr>
          <w:rtl/>
          <w:lang w:bidi="ur-PK"/>
        </w:rPr>
        <w:t>اہل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سے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</w:t>
      </w:r>
      <w:r>
        <w:rPr>
          <w:rtl/>
          <w:lang w:bidi="ur-PK"/>
        </w:rPr>
        <w:t xml:space="preserve"> ہوکرباغ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گئے</w:t>
      </w:r>
      <w:r>
        <w:rPr>
          <w:rtl/>
          <w:lang w:bidi="ur-PK"/>
        </w:rPr>
        <w:t xml:space="preserve"> بالآخرواقعہ حرہ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نوبت آگئ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44" w:name="_Toc509136766"/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کربلااورحضرت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خطبات</w:t>
      </w:r>
      <w:bookmarkEnd w:id="14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معرکہ</w:t>
      </w:r>
      <w:r>
        <w:rPr>
          <w:rtl/>
          <w:lang w:bidi="ur-PK"/>
        </w:rPr>
        <w:t xml:space="preserve"> کربلاک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غم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داستاں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عالم کاافسوسناک سانحہ ہے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اول سے اخرتک اس ہوش ربا اورروح فرساواقعہ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باپ کے ساتھ رہے اورباپ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بعدخوداس 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روبنے</w:t>
      </w:r>
      <w:r>
        <w:rPr>
          <w:rtl/>
          <w:lang w:bidi="ur-PK"/>
        </w:rPr>
        <w:t xml:space="preserve"> اورپھرجب تک زندہ رہے اس سانحہ </w:t>
      </w:r>
      <w:r>
        <w:rPr>
          <w:rFonts w:hint="eastAsia"/>
          <w:rtl/>
          <w:lang w:bidi="ur-PK"/>
        </w:rPr>
        <w:t>کاماتم</w:t>
      </w:r>
      <w:r>
        <w:rPr>
          <w:rtl/>
          <w:lang w:bidi="ur-PK"/>
        </w:rPr>
        <w:t xml:space="preserve"> کرتے رہے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۱۰/ </w:t>
      </w:r>
      <w:r>
        <w:rPr>
          <w:rtl/>
          <w:lang w:bidi="ur-PK"/>
        </w:rPr>
        <w:t xml:space="preserve">محرم </w:t>
      </w:r>
      <w:r>
        <w:rPr>
          <w:rtl/>
          <w:lang w:bidi="fa-IR"/>
        </w:rPr>
        <w:t>۶۱</w:t>
      </w:r>
      <w:r>
        <w:rPr>
          <w:rtl/>
          <w:lang w:bidi="ur-PK"/>
        </w:rPr>
        <w:t xml:space="preserve"> ھء کاواقعہ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اندوہناک حادثہ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۱۸/ </w:t>
      </w:r>
      <w:r>
        <w:rPr>
          <w:rtl/>
          <w:lang w:bidi="ur-PK"/>
        </w:rPr>
        <w:t>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اوربہتراصحاب وانصارکام آئے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العمرگھلاتارہا اورمرتے دم تک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ادفراموش</w:t>
      </w:r>
      <w:r>
        <w:rPr>
          <w:rtl/>
          <w:lang w:bidi="ur-PK"/>
        </w:rPr>
        <w:t xml:space="preserve"> نہ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کاصدمہ جانکاہ دورنہ ہوا،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تواس واقعہ کے بعدتقر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زندہ رہے مگر </w:t>
      </w:r>
      <w:r>
        <w:rPr>
          <w:rFonts w:hint="eastAsia"/>
          <w:rtl/>
          <w:lang w:bidi="ur-PK"/>
        </w:rPr>
        <w:t>لطف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محروم ہرے اورکس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کوبشاش اورفرحناک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کھا،اس</w:t>
      </w:r>
      <w:r>
        <w:rPr>
          <w:rtl/>
          <w:lang w:bidi="ur-PK"/>
        </w:rPr>
        <w:t xml:space="preserve"> جانکاہ واقعہ کربلاکے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جوجابجاخطبات ارشادفرمائے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کاترجمہ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45" w:name="_Toc509136767"/>
      <w:r>
        <w:rPr>
          <w:rFonts w:hint="eastAsia"/>
          <w:rtl/>
          <w:lang w:bidi="ur-PK"/>
        </w:rPr>
        <w:t>کوفہ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کاخطبہ</w:t>
      </w:r>
      <w:bookmarkEnd w:id="14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لہوف ص </w:t>
      </w:r>
      <w:r>
        <w:rPr>
          <w:rtl/>
          <w:lang w:bidi="fa-IR"/>
        </w:rPr>
        <w:t>۶۸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کوفہ پہنچنے کے بعدامام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لوگوں کوخاموش رہنے کااشارہ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ا،سب</w:t>
      </w:r>
      <w:r>
        <w:rPr>
          <w:rtl/>
          <w:lang w:bidi="ur-PK"/>
        </w:rPr>
        <w:t xml:space="preserve"> خاموش ہوگئے، آپ کھڑے ہوئے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حمدوثناء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،حضرت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پرصلوات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اائے</w:t>
      </w:r>
      <w:r>
        <w:rPr>
          <w:rtl/>
          <w:lang w:bidi="ur-PK"/>
        </w:rPr>
        <w:t xml:space="preserve"> لوگو! جومجھے جانتاہے وہ توپہچانتاہ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جانتا اسے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بتاتاہوں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ہوں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حرمت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کاسامان لوٹاگ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کے اہل 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جوساحل فرات پرذبح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رکفن</w:t>
      </w:r>
      <w:r>
        <w:rPr>
          <w:rtl/>
          <w:lang w:bidi="ur-PK"/>
        </w:rPr>
        <w:t xml:space="preserve"> ودفن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>(شہادت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)ہمارے فخرکے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اے لوگ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>! تمہارابراہوکہ تم نے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ہلاکت کاسامان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 قدربر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کن آنکھوں سے رسول صلعم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کھوگے</w:t>
      </w:r>
      <w:r>
        <w:rPr>
          <w:rtl/>
          <w:lang w:bidi="ur-PK"/>
        </w:rPr>
        <w:t xml:space="preserve"> جب رسول صلعم تم سے بازپرس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تم لوگوں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عترت کوقتل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اہل حرم کوذل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ں“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46" w:name="_Toc509136768"/>
      <w:r>
        <w:rPr>
          <w:rFonts w:hint="eastAsia"/>
          <w:rtl/>
          <w:lang w:bidi="ur-PK"/>
        </w:rPr>
        <w:t>مسجددمشق</w:t>
      </w:r>
      <w:r>
        <w:rPr>
          <w:rtl/>
          <w:lang w:bidi="ur-PK"/>
        </w:rPr>
        <w:t xml:space="preserve"> (شام)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کاخطبہ</w:t>
      </w:r>
      <w:bookmarkEnd w:id="14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مقتل</w:t>
      </w:r>
      <w:r>
        <w:rPr>
          <w:rtl/>
          <w:lang w:bidi="ur-PK"/>
        </w:rPr>
        <w:t xml:space="preserve">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مخنف ص </w:t>
      </w:r>
      <w:r>
        <w:rPr>
          <w:rtl/>
          <w:lang w:bidi="fa-IR"/>
        </w:rPr>
        <w:t>۱۳۵</w:t>
      </w:r>
      <w:r>
        <w:rPr>
          <w:rtl/>
          <w:lang w:bidi="ur-PK"/>
        </w:rPr>
        <w:t xml:space="preserve"> ،بحارالانوارجلد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۲۳۳</w:t>
      </w:r>
      <w:r>
        <w:rPr>
          <w:rtl/>
          <w:lang w:bidi="ur-PK"/>
        </w:rPr>
        <w:t xml:space="preserve"> ،ر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القدس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۳۲۸</w:t>
      </w:r>
      <w:r>
        <w:rPr>
          <w:rtl/>
          <w:lang w:bidi="ur-PK"/>
        </w:rPr>
        <w:t xml:space="preserve"> ، اورروضة الاحباب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اہل حرم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دربار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داخل کئے گئے اور ان کومنبرپرجانے کاموقع ملاتوآپ منبرپرتشر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فصاحت وبلاغت کے ساتھ خطبہ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لوگو! تم سے جومجھے پہچانتاہے وہ توپہچانتاہ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اورجونہ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پہچانتا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بتاتاہوں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کون ہوں؟ سنو،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ہوں،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جس نے حج کئے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کافر زندہوں جس نے طواف کعبہ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پسرزمزم وصفاہوں،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فرزندفاطمہ زہراہوں،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اسکافرزند جس پس گردن سے ذبح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کافرزند ہوں جوپ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اٹھا،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جس پرلوگوں نے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حالانکہ تمام مخلوقات پرپان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کوجائزقرارد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کافرزندہوں،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جوکربلا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جس کے انصارزم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ندسوگئے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اسکا پسرہوں جس کے اہل حرم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دکردئے</w:t>
      </w:r>
      <w:r>
        <w:rPr>
          <w:rtl/>
          <w:lang w:bidi="ur-PK"/>
        </w:rPr>
        <w:t xml:space="preserve"> گئے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جس کے بچے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رجرم</w:t>
      </w:r>
      <w:r>
        <w:rPr>
          <w:rtl/>
          <w:lang w:bidi="ur-PK"/>
        </w:rPr>
        <w:t xml:space="preserve"> وخطاذبح کرڈالے گئے 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ٹاہوں</w:t>
      </w:r>
      <w:r>
        <w:rPr>
          <w:rtl/>
          <w:lang w:bidi="ur-PK"/>
        </w:rPr>
        <w:t xml:space="preserve"> جس کے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 لگاد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جس کاسرنوک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پربلن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جس کے اہل حرم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کربلا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بے</w:t>
      </w:r>
      <w:r>
        <w:rPr>
          <w:rtl/>
          <w:lang w:bidi="ur-PK"/>
        </w:rPr>
        <w:t xml:space="preserve"> حرمت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جس کاجسم کربلاک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ااورسردوسرے</w:t>
      </w:r>
      <w:r>
        <w:rPr>
          <w:rtl/>
          <w:lang w:bidi="ur-PK"/>
        </w:rPr>
        <w:t xml:space="preserve"> مقامات پرنوک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پربلندکرکے 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جس کے اردگردسوائے دشمن کے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اورنہ تھا،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جس کے اہ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حرم کوق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دکرکے</w:t>
      </w:r>
      <w:r>
        <w:rPr>
          <w:rtl/>
          <w:lang w:bidi="ur-PK"/>
        </w:rPr>
        <w:t xml:space="preserve"> شام تک 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کافرزندہوں جوبے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ارومددگارتھا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لوگو! خدانے ہم کوپانچ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بخش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ہمارے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آمدورفت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اورہم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معدن نبوت ورسالت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اورہم نے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شجاعت ہمارے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زہے</w:t>
      </w:r>
      <w:r>
        <w:rPr>
          <w:rtl/>
          <w:lang w:bidi="ur-PK"/>
        </w:rPr>
        <w:t xml:space="preserve"> ،ہم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وطاقت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ڈرے اورفصاحت ہماراہ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ہے، جب فصحاء فخرومباہات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ہم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کامرکزہ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علم کاسرچشمہ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جوعلم حاصل کرناچاہے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 xml:space="preserve"> ۔ ہمارے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مرتبے آسمانوں اورزم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بلندہ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،اکرہم نہ ہوتے توخدادن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کرتا،ہرفخرہمارے فخرکے سامنے پست ہے، ہمارے دوست (روزق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)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ہوں گے اورہمارے دشمن روزق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ہوں 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جب</w:t>
      </w:r>
      <w:r>
        <w:rPr>
          <w:rtl/>
          <w:lang w:bidi="ur-PK"/>
        </w:rPr>
        <w:t xml:space="preserve"> لوگوں نے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کاکلام سناتوچ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نخ</w:t>
      </w:r>
      <w:r>
        <w:rPr>
          <w:rtl/>
          <w:lang w:bidi="ur-PK"/>
        </w:rPr>
        <w:t xml:space="preserve"> مارکررونے اورپ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ٹنے</w:t>
      </w:r>
      <w:r>
        <w:rPr>
          <w:rtl/>
          <w:lang w:bidi="ur-PK"/>
        </w:rPr>
        <w:t xml:space="preserve"> لگے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ساختہ بلندہونے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دگھبرااٹھاکہ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فتنہ نہ کھڑاہوجائے اس نے اس کے ردعمل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فورا موذن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(کہ اذان شروع کرکے) امام کے خطبہ کومنقطع کردے، موذن (گلدستہ اذان پرگ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) _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اورکہا”اللہ</w:t>
      </w:r>
      <w:r>
        <w:rPr>
          <w:rtl/>
          <w:lang w:bidi="ur-PK"/>
        </w:rPr>
        <w:t xml:space="preserve"> اکبر“ (خداک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سب سے بزرگ وبرترہے) امام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اتونے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ذات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کااظہارک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ااورجوکچھ</w:t>
      </w:r>
      <w:r>
        <w:rPr>
          <w:rtl/>
          <w:lang w:bidi="ur-PK"/>
        </w:rPr>
        <w:t xml:space="preserve"> کہا”حق“ ہے ۔پھرموذن نے کہا”اشہد ان لاالہ الااللہ (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کہ خداکے سوا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معبودنہ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) امام نے فرما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مقصدک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ہرگواہ کے ساتھ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اورہرانکارکرنے والے کے خلاف اقرارکرتاہوں۔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پھرموذن</w:t>
      </w:r>
      <w:r>
        <w:rPr>
          <w:rtl/>
          <w:lang w:bidi="ur-PK"/>
        </w:rPr>
        <w:t xml:space="preserve"> نے کہ” اشہدان محمدارسول اللہ“ (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کہ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کے رسول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) فبک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روپڑے 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تجھ</w:t>
      </w:r>
      <w:r>
        <w:rPr>
          <w:rtl/>
          <w:lang w:bidi="ur-PK"/>
        </w:rPr>
        <w:t xml:space="preserve"> سے خداکاواسطہ دے کرپوچھتاہوں بتا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ناناتھے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کہاآپ کے،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ا،پھرک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تونے ان کے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ااوراپنے</w:t>
      </w:r>
      <w:r>
        <w:rPr>
          <w:rtl/>
          <w:lang w:bidi="ur-PK"/>
        </w:rPr>
        <w:t xml:space="preserve"> محل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کہتاہواچلاگ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۔”لاحاجة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بالصلواة“ مجھے نمازسے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واسطہ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ں،اس</w:t>
      </w:r>
      <w:r>
        <w:rPr>
          <w:rtl/>
          <w:lang w:bidi="ur-PK"/>
        </w:rPr>
        <w:t xml:space="preserve"> کے بعد منہال بن عمرکھڑے ہوگئے اورکہافرزندرسول آپ کاک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احال</w:t>
      </w:r>
      <w:r>
        <w:rPr>
          <w:rtl/>
          <w:lang w:bidi="ur-PK"/>
        </w:rPr>
        <w:t xml:space="preserve"> ہے،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ااے</w:t>
      </w:r>
      <w:r>
        <w:rPr>
          <w:rtl/>
          <w:lang w:bidi="ur-PK"/>
        </w:rPr>
        <w:t xml:space="preserve"> منہال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کاک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احال</w:t>
      </w:r>
      <w:r>
        <w:rPr>
          <w:rtl/>
          <w:lang w:bidi="ur-PK"/>
        </w:rPr>
        <w:t xml:space="preserve"> پوچھتے ہوجس کابا</w:t>
      </w:r>
      <w:r>
        <w:rPr>
          <w:rFonts w:hint="eastAsia"/>
          <w:rtl/>
          <w:lang w:bidi="ur-PK"/>
        </w:rPr>
        <w:t>پ</w:t>
      </w:r>
      <w:r>
        <w:rPr>
          <w:rtl/>
          <w:lang w:bidi="ur-PK"/>
        </w:rPr>
        <w:t>(نہا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بے 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سے)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اہو،</w:t>
      </w:r>
      <w:r>
        <w:rPr>
          <w:rtl/>
          <w:lang w:bidi="ur-PK"/>
        </w:rPr>
        <w:t xml:space="preserve"> جس کے مددگارختم 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ہوں جواپنے چاروں طرف اپنے اہل حرم کوق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رہاہو،جن کانہ پردہ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چادر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کانہ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مددگارہے نہ حام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 تود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رہے ہوکہ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دہوں،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ورسواک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اہوں،</w:t>
      </w:r>
      <w:r>
        <w:rPr>
          <w:rtl/>
          <w:lang w:bidi="ur-PK"/>
        </w:rPr>
        <w:t xml:space="preserve">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راناصرہے،نہ</w:t>
      </w:r>
      <w:r>
        <w:rPr>
          <w:rtl/>
          <w:lang w:bidi="ur-PK"/>
        </w:rPr>
        <w:t xml:space="preserve"> مددگار،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لباس کہنہ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ملبوس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پرنئے لباس حرام 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جوتم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راحال</w:t>
      </w:r>
      <w:r>
        <w:rPr>
          <w:rtl/>
          <w:lang w:bidi="ur-PK"/>
        </w:rPr>
        <w:t xml:space="preserve"> پوچھتے ہوتو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تمہارے</w:t>
      </w:r>
      <w:r>
        <w:rPr>
          <w:rtl/>
          <w:lang w:bidi="ur-PK"/>
        </w:rPr>
        <w:t xml:space="preserve"> سامنے موجودہوں تم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ہو،ہمارے دشمن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برابھلاکہتے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اورہم صبح وشام موت کاانتظارکرتے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اعرب</w:t>
      </w:r>
      <w:r>
        <w:rPr>
          <w:rtl/>
          <w:lang w:bidi="ur-PK"/>
        </w:rPr>
        <w:t xml:space="preserve"> وعجم اس پرفخرکرتے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تھے، اورقر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عرب پراس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فخرکرتے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آنحضرت صلعم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تھے اورہم ان کے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 کوقتل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ہم پرظلم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ا،ہم</w:t>
      </w:r>
      <w:r>
        <w:rPr>
          <w:rtl/>
          <w:lang w:bidi="ur-PK"/>
        </w:rPr>
        <w:t xml:space="preserve"> پرمص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کے پہاڑ توڑے گئے اورہم کوق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دکرکے</w:t>
      </w:r>
      <w:r>
        <w:rPr>
          <w:rtl/>
          <w:lang w:bidi="ur-PK"/>
        </w:rPr>
        <w:t xml:space="preserve"> دربدرپھرا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اہماراحسب</w:t>
      </w:r>
      <w:r>
        <w:rPr>
          <w:rtl/>
          <w:lang w:bidi="ur-PK"/>
        </w:rPr>
        <w:t xml:space="preserve"> بہت گراہواہے اورہمارانسب بہت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ہے،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اہم</w:t>
      </w:r>
      <w:r>
        <w:rPr>
          <w:rtl/>
          <w:lang w:bidi="ur-PK"/>
        </w:rPr>
        <w:t xml:space="preserve"> عزت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چڑھے اوربزرگوں کے فرش پرجلوہ افروزنہ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آج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تمام ملک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داوراس</w:t>
      </w:r>
      <w:r>
        <w:rPr>
          <w:rtl/>
          <w:lang w:bidi="ur-PK"/>
        </w:rPr>
        <w:t xml:space="preserve"> کے لشکرکاہوگ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ااورآل</w:t>
      </w:r>
      <w:r>
        <w:rPr>
          <w:rtl/>
          <w:lang w:bidi="ur-PK"/>
        </w:rPr>
        <w:t xml:space="preserve">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سنناتھا کہ ہرطرف سے رونے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بلند</w:t>
      </w:r>
      <w:r>
        <w:rPr>
          <w:rFonts w:hint="eastAsia"/>
          <w:rtl/>
          <w:lang w:bidi="ur-PK"/>
        </w:rPr>
        <w:t>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_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دبہت</w:t>
      </w:r>
      <w:r>
        <w:rPr>
          <w:rtl/>
          <w:lang w:bidi="ur-PK"/>
        </w:rPr>
        <w:t xml:space="preserve"> خائف ہوا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فتنہ نہ کھڑاہوجائے اس نے اس شخص سے کہاجس نے امام کومنبرپرتشر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کہاتھا ”و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حک</w:t>
      </w:r>
      <w:r>
        <w:rPr>
          <w:rtl/>
          <w:lang w:bidi="ur-PK"/>
        </w:rPr>
        <w:t xml:space="preserve"> اردت بصعودہ زوال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رابراہوتوان</w:t>
      </w:r>
      <w:r>
        <w:rPr>
          <w:rtl/>
          <w:lang w:bidi="ur-PK"/>
        </w:rPr>
        <w:t xml:space="preserve"> کومنبربربٹھاکرم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ختم کرناچاہتاہے 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بخدا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جانتاتھا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لڑکا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بلندگف</w:t>
      </w:r>
      <w:r>
        <w:rPr>
          <w:rFonts w:hint="eastAsia"/>
          <w:rtl/>
          <w:lang w:bidi="ur-PK"/>
        </w:rPr>
        <w:t>تگوکرے</w:t>
      </w:r>
      <w:r>
        <w:rPr>
          <w:rtl/>
          <w:lang w:bidi="ur-PK"/>
        </w:rPr>
        <w:t xml:space="preserve">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کہاک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نبوت اورمعدن 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فردہے،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</w:t>
      </w:r>
      <w:r>
        <w:rPr>
          <w:rtl/>
          <w:lang w:bidi="ur-PK"/>
        </w:rPr>
        <w:lastRenderedPageBreak/>
        <w:t>کرموذن سے نہ رہاگ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نے کہاا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Pr="004619E0">
        <w:rPr>
          <w:rStyle w:val="libArabicChar"/>
          <w:rFonts w:hint="eastAsia"/>
          <w:rtl/>
          <w:lang w:bidi="ur-PK"/>
        </w:rPr>
        <w:t>”اذاکان</w:t>
      </w:r>
      <w:r w:rsidRPr="004619E0">
        <w:rPr>
          <w:rStyle w:val="libArabicChar"/>
          <w:rtl/>
          <w:lang w:bidi="ur-PK"/>
        </w:rPr>
        <w:t xml:space="preserve"> کذالک فلماقتلت ابا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>“</w:t>
      </w:r>
      <w:r>
        <w:rPr>
          <w:rtl/>
          <w:lang w:bidi="ur-PK"/>
        </w:rPr>
        <w:t xml:space="preserve"> جب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جانتاتھا توتونے ان کے پدربزرگوارکوک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ا،موذن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گفتگوسن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دبرہم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ا،”فامربضرب</w:t>
      </w:r>
      <w:r>
        <w:rPr>
          <w:rtl/>
          <w:lang w:bidi="ur-PK"/>
        </w:rPr>
        <w:t xml:space="preserve"> عن</w:t>
      </w:r>
      <w:r>
        <w:rPr>
          <w:rFonts w:hint="eastAsia"/>
          <w:rtl/>
          <w:lang w:bidi="ur-PK"/>
        </w:rPr>
        <w:t>قہ“</w:t>
      </w:r>
      <w:r>
        <w:rPr>
          <w:rtl/>
          <w:lang w:bidi="ur-PK"/>
        </w:rPr>
        <w:t xml:space="preserve"> اورموذن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مارد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47" w:name="_Toc509136769"/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پہنچ کرآپ کاخطبہ</w:t>
      </w:r>
      <w:bookmarkEnd w:id="14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مقتل</w:t>
      </w:r>
      <w:r>
        <w:rPr>
          <w:rtl/>
          <w:lang w:bidi="ur-PK"/>
        </w:rPr>
        <w:t xml:space="preserve">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مخنف ص </w:t>
      </w:r>
      <w:r>
        <w:rPr>
          <w:rtl/>
          <w:lang w:bidi="fa-IR"/>
        </w:rPr>
        <w:t>۸۸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(ا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تک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شام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صعوبت برداشت کرنے کے بعدجب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قافلہ کربلاہوتاہوامد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چلاتوقر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 کرامام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لوگوں کوخاموش ہوجانے کااشارہ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ا،سب</w:t>
      </w:r>
      <w:r>
        <w:rPr>
          <w:rtl/>
          <w:lang w:bidi="ur-PK"/>
        </w:rPr>
        <w:t xml:space="preserve"> کے سب خاموش ہوگئے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حداس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جوتمام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اکاپروردگارہے،</w:t>
      </w:r>
      <w:r>
        <w:rPr>
          <w:rtl/>
          <w:lang w:bidi="ur-PK"/>
        </w:rPr>
        <w:t xml:space="preserve"> روزجزاء کامالک ہے ، تمام مخلوقات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داکرنے</w:t>
      </w:r>
      <w:r>
        <w:rPr>
          <w:rtl/>
          <w:lang w:bidi="ur-PK"/>
        </w:rPr>
        <w:t xml:space="preserve"> والاہے جواتنادورہے کہ بلندآسمان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بلندہے اوراتناقر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کہ سامنے موجودہے اورہمار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کاسنتاہے، ہم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 کاشکربجالاتے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حادثوں،زمانے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ہولنا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گردشوں، دردناک غموں، خطرناک آفتوں ،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فوں،</w:t>
      </w:r>
      <w:r>
        <w:rPr>
          <w:rtl/>
          <w:lang w:bidi="ur-PK"/>
        </w:rPr>
        <w:t xml:space="preserve"> اورقلب وجگرکوہلاد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کے نازل ہونے کے وقت اے لوگو! خداورصرف خداکے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حمدہے، ہم بڑے بڑے مصائب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مبتلاکئے گئے ،د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واراسلام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بہت بڑارخنہ(شگاف) پڑگ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حضرت ابوعبداللہ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اوران کے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ش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اوربچے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اور(لشکر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>)ان کے سرہائے مبارک کوبلندن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پررکھ کر شہروں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ہے جس کے برابرکوئ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اے لوگو! تم سے کون مردہے جوشہادت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بعدخوش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اکونسادل</w:t>
      </w:r>
      <w:r>
        <w:rPr>
          <w:rtl/>
          <w:lang w:bidi="ur-PK"/>
        </w:rPr>
        <w:t xml:space="preserve"> ہے جوشہادت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غمگ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ہے جوآنسوؤں کوروک سکے، شہادت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پرساتوں آسمان روئے، سمندراوراس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مچھل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اورسمندرکے گرداب روئے ملائکہ مقرب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اورتمام آسمان والے روئے، اے لوگو! کون ساقطب ہے جوشہادت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خبرسن کرنہ پھٹ جائے، کونساقلب ہے جومحزون نہ ہو، کونساکا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جواس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کوسن کرجس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واراسلام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رخنہ پڑا،بہرہ نہ ہو، اے لوگو!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ہم کشاں کشاں پھرائے جاتے تھے، دربدرٹھکرائے جاتے تھے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کئے گئے شہروں سے دورتھے،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اہم</w:t>
      </w:r>
      <w:r>
        <w:rPr>
          <w:rtl/>
          <w:lang w:bidi="ur-PK"/>
        </w:rPr>
        <w:t xml:space="preserve"> کواولادترک وکابل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،حالانکہ نہ ہم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جرم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کاارتکاب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واراسلام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رخنہ ڈالاتھا اورنہ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خلاف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اتھاجوہم</w:t>
      </w:r>
      <w:r>
        <w:rPr>
          <w:rtl/>
          <w:lang w:bidi="ur-PK"/>
        </w:rPr>
        <w:t xml:space="preserve"> نے اپنے اباؤاجدادسے سناتھا،خداک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اگرحضرت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لوگوں(لشکر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>) کوہم سے جنگ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منع کرتے (تو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مانتے)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</w:t>
      </w:r>
      <w:r>
        <w:rPr>
          <w:rtl/>
          <w:lang w:bidi="ur-PK"/>
        </w:rPr>
        <w:t xml:space="preserve"> حضرت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وصا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(اوران لوگوں نے مانا)بلکہ جتنا انہوں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سلوک کرتے،ہم خداکے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بازگشت ہے“۔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48" w:name="_Toc509136770"/>
      <w:r>
        <w:rPr>
          <w:rFonts w:hint="eastAsia"/>
          <w:rtl/>
          <w:lang w:bidi="ur-PK"/>
        </w:rPr>
        <w:t>روضہ</w:t>
      </w:r>
      <w:r>
        <w:rPr>
          <w:rtl/>
          <w:lang w:bidi="ur-PK"/>
        </w:rPr>
        <w:t xml:space="preserve"> رسول پرامام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bookmarkEnd w:id="14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مقتل</w:t>
      </w:r>
      <w:r>
        <w:rPr>
          <w:rtl/>
          <w:lang w:bidi="ur-PK"/>
        </w:rPr>
        <w:t xml:space="preserve">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مخنف ص </w:t>
      </w:r>
      <w:r>
        <w:rPr>
          <w:rtl/>
          <w:lang w:bidi="fa-IR"/>
        </w:rPr>
        <w:t>۱۴۳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لٹاہواقافلہ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ہواتوحضرت ام کلثوم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وبکاکرت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اے ناناآپ پرم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راسلام</w:t>
      </w:r>
      <w:r>
        <w:rPr>
          <w:rtl/>
          <w:lang w:bidi="ur-PK"/>
        </w:rPr>
        <w:t xml:space="preserve"> ہو”ان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ولدک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کوآپ کے فرزندحس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خبرشہادت سنات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کہناتھا کہ قبررسو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صدابلندہوئ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اورتمام لوگ رونے لگے پھرحضرت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ناناک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قبرمبارک 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اوراپنے رخسارقبرمطہرسے رگڑتے ہوئے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ادکرنے</w:t>
      </w:r>
      <w:r>
        <w:rPr>
          <w:rtl/>
          <w:lang w:bidi="ur-PK"/>
        </w:rPr>
        <w:t xml:space="preserve"> لگے :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4619E0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اناج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اجدا</w:t>
      </w:r>
      <w:r w:rsidR="005274C1" w:rsidRPr="001F4EA2">
        <w:rPr>
          <w:rFonts w:hint="cs"/>
          <w:rtl/>
          <w:lang w:bidi="ur-PK"/>
        </w:rPr>
        <w:t>ه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رمرسل</w:t>
      </w:r>
    </w:p>
    <w:p w:rsidR="000B625E" w:rsidRDefault="000B625E" w:rsidP="004619E0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اناج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محزوناعل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موجلا</w:t>
      </w:r>
    </w:p>
    <w:p w:rsidR="000B625E" w:rsidRDefault="000B625E" w:rsidP="004619E0">
      <w:pPr>
        <w:pStyle w:val="libArabic"/>
        <w:rPr>
          <w:rtl/>
          <w:lang w:bidi="ur-PK"/>
        </w:rPr>
      </w:pPr>
    </w:p>
    <w:p w:rsidR="000B625E" w:rsidRDefault="000B625E" w:rsidP="004619E0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ناکماتسب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الاماء ومسنا</w:t>
      </w:r>
    </w:p>
    <w:p w:rsidR="000B625E" w:rsidRDefault="000B625E" w:rsidP="004619E0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بک</w:t>
      </w:r>
      <w:r>
        <w:rPr>
          <w:rtl/>
          <w:lang w:bidi="ur-PK"/>
        </w:rPr>
        <w:t xml:space="preserve"> مقتول ونسلک ضائع</w:t>
      </w:r>
    </w:p>
    <w:p w:rsidR="000B625E" w:rsidRDefault="000B625E" w:rsidP="004619E0">
      <w:pPr>
        <w:pStyle w:val="libArabic"/>
        <w:rPr>
          <w:rtl/>
          <w:lang w:bidi="ur-PK"/>
        </w:rPr>
      </w:pPr>
    </w:p>
    <w:p w:rsidR="000B625E" w:rsidRDefault="000B625E" w:rsidP="004619E0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ومدافع</w:t>
      </w:r>
    </w:p>
    <w:p w:rsidR="000B625E" w:rsidRDefault="000B625E" w:rsidP="004619E0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الضرمالاتحمل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 xml:space="preserve"> الاصابع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ترجمہ</w:t>
      </w:r>
      <w:r>
        <w:rPr>
          <w:rtl/>
          <w:lang w:bidi="ur-PK"/>
        </w:rPr>
        <w:t xml:space="preserve">: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سے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ادکرتاہوں</w:t>
      </w:r>
      <w:r>
        <w:rPr>
          <w:rtl/>
          <w:lang w:bidi="ur-PK"/>
        </w:rPr>
        <w:t xml:space="preserve"> اے نانا، اے تمام رسولوں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بہتر،آپ کامحبوب ”حس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تباہ وبربادکرد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اے نانا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رنج وغم کاماراآپ سے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ادکرتاہوں</w:t>
      </w:r>
      <w:r>
        <w:rPr>
          <w:rtl/>
          <w:lang w:bidi="ur-PK"/>
        </w:rPr>
        <w:t xml:space="preserve"> مجھے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ومددگار نہ تھا اے نانا ہم سب کواس طرح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ا،جس</w:t>
      </w:r>
      <w:r>
        <w:rPr>
          <w:rtl/>
          <w:lang w:bidi="ur-PK"/>
        </w:rPr>
        <w:t xml:space="preserve"> طرح (لاوارث)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جاتاہے،اے ناناہم پراتنے مصائب ڈھائے گئے جوانگل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پرگنے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جاسکتے۔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49" w:name="_Toc50913677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اورخاک شفا</w:t>
      </w:r>
      <w:bookmarkEnd w:id="14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مصباح</w:t>
      </w:r>
      <w:r>
        <w:rPr>
          <w:rtl/>
          <w:lang w:bidi="ur-PK"/>
        </w:rPr>
        <w:t xml:space="preserve"> المتہجد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پاس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کپڑے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خاک شفاء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(مناقب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۳۲۹</w:t>
      </w:r>
      <w:r>
        <w:rPr>
          <w:rtl/>
          <w:lang w:bidi="ur-PK"/>
        </w:rPr>
        <w:t xml:space="preserve"> طبع ملتان)۔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کے ہمراہ خاک شفاء کاہم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رہنات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حال سے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ااسے</w:t>
      </w:r>
      <w:r>
        <w:rPr>
          <w:rtl/>
          <w:lang w:bidi="ur-PK"/>
        </w:rPr>
        <w:t xml:space="preserve"> تبرکارکھتے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پرنماز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سجدہ کرتے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ااسے</w:t>
      </w:r>
      <w:r>
        <w:rPr>
          <w:rtl/>
          <w:lang w:bidi="ur-PK"/>
        </w:rPr>
        <w:t xml:space="preserve"> بح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محافظ رکھتے تھے اورلوگوں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بتانا مقصودرہتاتھا کہ جس کے پاس خاک شفاء ہووہ جملہ مصائب وآلام سے محفوظ رہتاہے اوراس کامال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واضح ہے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50" w:name="_Toc509136772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اورمحمدحنف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حجراسودکاف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bookmarkEnd w:id="15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آل</w:t>
      </w:r>
      <w:r>
        <w:rPr>
          <w:rtl/>
          <w:lang w:bidi="ur-PK"/>
        </w:rPr>
        <w:t xml:space="preserve"> محمدکے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پہنچنے کے بعدامام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چچامحمدحنف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اہل اسلام امام سے خواہش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مجھے تبرکات امامت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بزرگ خاندان اورامامت کااہل وحقدارہوں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حجراسودکے پاس چلووہ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کردے گا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اس کے پاس پہنچے تووہ بحکم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بولا ”امامت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کاحق ہے“ اس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کودونوں نے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(شواہدالنبوت ص </w:t>
      </w:r>
      <w:r>
        <w:rPr>
          <w:rtl/>
          <w:lang w:bidi="fa-IR"/>
        </w:rPr>
        <w:t xml:space="preserve">۱۷۶)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کامل</w:t>
      </w:r>
      <w:r>
        <w:rPr>
          <w:rtl/>
          <w:lang w:bidi="ur-PK"/>
        </w:rPr>
        <w:t xml:space="preserve"> مبرد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اس واقعہ کے بعدسے محمدحنف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،امام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کرتے تھے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ابوخالدکابل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ان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پوچھ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توکہاکہ حجراسودنے خلافت کاان کے حق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امام زمانہ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سنکر وہ مذہب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کاقائل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(مناقب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۳۲۶)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51" w:name="_Toc509136773"/>
      <w:r>
        <w:rPr>
          <w:rFonts w:hint="eastAsia"/>
          <w:rtl/>
          <w:lang w:bidi="ur-PK"/>
        </w:rPr>
        <w:t>ثبوت</w:t>
      </w:r>
      <w:r>
        <w:rPr>
          <w:rtl/>
          <w:lang w:bidi="ur-PK"/>
        </w:rPr>
        <w:t xml:space="preserve"> امامت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کاکنکر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پرمہرفرمانا</w:t>
      </w:r>
      <w:bookmarkEnd w:id="15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اصول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عورت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>۱۱۳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پاس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پاس وہ کنکر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پرحضرت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حسن ،امام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مہرامامت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آتے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بلاکہے ہوئے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کنکر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لاجس پرم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آباؤاجدادک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پر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مہرکردوں چنانچہ اس نے کنکر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اسے مہرکرکے واپس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پلٹاد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،وہ</w:t>
      </w:r>
      <w:r>
        <w:rPr>
          <w:rtl/>
          <w:lang w:bidi="ur-PK"/>
        </w:rPr>
        <w:t xml:space="preserve"> خوش وخرم واپس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(دمعہ ساکبہ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۴۳۶)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52" w:name="_Toc509136774"/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حرہ اورامام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15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مستندتوار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کربلاکے بے گناہ قتل نے 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تہلکہ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اخصوصا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جوش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ا،جس</w:t>
      </w:r>
      <w:r>
        <w:rPr>
          <w:rtl/>
          <w:lang w:bidi="ur-PK"/>
        </w:rPr>
        <w:t xml:space="preserve"> نے 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کوبن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غارت کرنے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چونکہ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دتارک</w:t>
      </w:r>
      <w:r>
        <w:rPr>
          <w:rtl/>
          <w:lang w:bidi="ur-PK"/>
        </w:rPr>
        <w:t xml:space="preserve"> الصلواة اورشارب الخمرتھاا 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بہن سے نکاح کرتااورکتوں سے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لتاتھا</w:t>
      </w:r>
      <w:r>
        <w:rPr>
          <w:rtl/>
          <w:lang w:bidi="ur-PK"/>
        </w:rPr>
        <w:t xml:space="preserve"> 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ملحدانہ حرکتوں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دکرنے</w:t>
      </w:r>
      <w:r>
        <w:rPr>
          <w:rtl/>
          <w:lang w:bidi="ur-PK"/>
        </w:rPr>
        <w:t xml:space="preserve"> 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قدرجوش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لاکر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۶۲</w:t>
      </w:r>
      <w:r>
        <w:rPr>
          <w:rtl/>
          <w:lang w:bidi="ur-PK"/>
        </w:rPr>
        <w:t xml:space="preserve"> ھء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اہل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معطل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کااعلان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ااورعبداللہ</w:t>
      </w:r>
      <w:r>
        <w:rPr>
          <w:rtl/>
          <w:lang w:bidi="ur-PK"/>
        </w:rPr>
        <w:t xml:space="preserve"> بن حنظلہ کواپناسرداربناکر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گورنرعثمان بن محمدبن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الخلفاء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لکھتاہے کہ </w:t>
      </w:r>
      <w:r>
        <w:rPr>
          <w:rFonts w:hint="eastAsia"/>
          <w:rtl/>
          <w:lang w:bidi="ur-PK"/>
        </w:rPr>
        <w:t>غس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الملائکہ (حنظلہ)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نے اس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سے انکارنہ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اجب</w:t>
      </w:r>
      <w:r>
        <w:rPr>
          <w:rtl/>
          <w:lang w:bidi="ur-PK"/>
        </w:rPr>
        <w:t xml:space="preserve"> تک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آسمان سے پتھربرس 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غضب ہے کہ لوگ ماں بہنوں،اورب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نکاح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علان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اورنمازچھوڑب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مسلم بن عقبہ کوجوخونر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کثرت کے سبب ”مسرف“ کے نام سے مشہورہے ،فوج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ردے</w:t>
      </w:r>
      <w:r>
        <w:rPr>
          <w:rtl/>
          <w:lang w:bidi="ur-PK"/>
        </w:rPr>
        <w:t xml:space="preserve"> کر اہل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سرکوب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کوروانہ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ااہل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نے باب الط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مقام”حرہ“ پرشام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کامقابلہ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ا،گھمسان</w:t>
      </w:r>
      <w:r>
        <w:rPr>
          <w:rtl/>
          <w:lang w:bidi="ur-PK"/>
        </w:rPr>
        <w:t xml:space="preserve"> کارن پڑا،مسلمانوںک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تعدادشام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بہت کم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باوجود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انہوں نے دا</w:t>
      </w:r>
      <w:r>
        <w:rPr>
          <w:rFonts w:hint="eastAsia"/>
          <w:rtl/>
          <w:lang w:bidi="ur-PK"/>
        </w:rPr>
        <w:t>دمردانگ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،مگرآخرشکست 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بہادررسول اللہ کے بڑے بڑے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انصارومہاجراس ہنگامہ آفت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دہوئے،</w:t>
      </w:r>
      <w:r>
        <w:rPr>
          <w:rtl/>
          <w:lang w:bidi="ur-PK"/>
        </w:rPr>
        <w:t xml:space="preserve"> شام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گھس گئے مزارات کوان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وآرا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خاطرمسمارکرد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ا،ہزاروں</w:t>
      </w:r>
      <w:r>
        <w:rPr>
          <w:rtl/>
          <w:lang w:bidi="ur-PK"/>
        </w:rPr>
        <w:t xml:space="preserve"> عورتوں سے بدکار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ہزاروں باکرہ 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کاازالہ بکارت کرڈالا،شہ</w:t>
      </w:r>
      <w:r>
        <w:rPr>
          <w:rFonts w:hint="eastAsia"/>
          <w:rtl/>
          <w:lang w:bidi="ur-PK"/>
        </w:rPr>
        <w:t>رکولوٹ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قتل عام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ا،دس</w:t>
      </w:r>
      <w:r>
        <w:rPr>
          <w:rtl/>
          <w:lang w:bidi="ur-PK"/>
        </w:rPr>
        <w:t xml:space="preserve"> ہزارسے زائدباشندگان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سات سومہاجروانصاراوراتنے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حاملان وحافظان قران علماء وصلحاء ومحدث تھے اس واقعہ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مقتول ہوئے ہزاروں لڑکے 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غلام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سے بشرط قبول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مسجد</w:t>
      </w:r>
      <w:r>
        <w:rPr>
          <w:rtl/>
          <w:lang w:bidi="ur-PK"/>
        </w:rPr>
        <w:t xml:space="preserve">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اورحضرت کے حرم محترم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گھوڑے بندھوائے گئے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انبارلگ گئے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جوتار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واقعہ حرہ کے نام سے مشہورہے ۔ </w:t>
      </w:r>
      <w:r>
        <w:rPr>
          <w:rtl/>
          <w:lang w:bidi="fa-IR"/>
        </w:rPr>
        <w:t xml:space="preserve">۲۷/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</w:t>
      </w:r>
      <w:r>
        <w:rPr>
          <w:rtl/>
          <w:lang w:bidi="fa-IR"/>
        </w:rPr>
        <w:t>۶۳</w:t>
      </w:r>
      <w:r>
        <w:rPr>
          <w:rtl/>
          <w:lang w:bidi="ur-PK"/>
        </w:rPr>
        <w:t xml:space="preserve"> ھء کو ہواتھا اس واقعہ پرمولو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کفروبت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پھرغلبہ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مورخ لکھتا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کہ کفرکادوبارہ جنم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نااسلام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سخت خوفناک اورتباہ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 ثابت ہوابق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دکاغلام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ا،جس</w:t>
      </w:r>
      <w:r>
        <w:rPr>
          <w:rtl/>
          <w:lang w:bidi="ur-PK"/>
        </w:rPr>
        <w:t xml:space="preserve"> نے انکارک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کاسراتارل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صرف دوآدم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بچے ”عل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عبداللہ بن عباس ان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مدارس</w:t>
      </w:r>
      <w:r>
        <w:rPr>
          <w:rtl/>
          <w:lang w:bidi="ur-PK"/>
        </w:rPr>
        <w:t xml:space="preserve"> شفاخانے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گررفاہ</w:t>
      </w:r>
      <w:r>
        <w:rPr>
          <w:rtl/>
          <w:lang w:bidi="ur-PK"/>
        </w:rPr>
        <w:t xml:space="preserve"> عام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عمارت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جوخلفاء کے زمانے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اتوبندکرد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امسماراورعرب</w:t>
      </w:r>
      <w:r>
        <w:rPr>
          <w:rtl/>
          <w:lang w:bidi="ur-PK"/>
        </w:rPr>
        <w:t xml:space="preserve"> 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رانہ</w:t>
      </w:r>
      <w:r>
        <w:rPr>
          <w:rtl/>
          <w:lang w:bidi="ur-PK"/>
        </w:rPr>
        <w:t xml:space="preserve">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</w:t>
      </w:r>
      <w:r>
        <w:rPr>
          <w:rtl/>
          <w:lang w:bidi="ur-PK"/>
        </w:rPr>
        <w:t xml:space="preserve"> کے چندمدت بعدعل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پوتے جعفرصادق نے اپنے جدامجدعل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کامکتب خانہ پھرمد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ا،مگر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صحرا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سچانخلستان تھا اس کے چاروں طرف ظلمت وضلالت چھائ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پھرکبھ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سنبھل سکا،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جب منصورعباس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رہنماک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جواس کووہ مکانات بتائے جہاں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کے بزرگان اسلا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رہاکرتے تھے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۳۶</w:t>
      </w:r>
      <w:r>
        <w:rPr>
          <w:rtl/>
          <w:lang w:bidi="ur-PK"/>
        </w:rPr>
        <w:t xml:space="preserve"> 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ابوالفداء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۱۹۱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فخر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۸۶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۴۹</w:t>
      </w:r>
      <w:r>
        <w:rPr>
          <w:rtl/>
          <w:lang w:bidi="ur-PK"/>
        </w:rPr>
        <w:t xml:space="preserve"> ،صواعق محرقہ ص </w:t>
      </w:r>
      <w:r>
        <w:rPr>
          <w:rtl/>
          <w:lang w:bidi="fa-IR"/>
        </w:rPr>
        <w:t xml:space="preserve">۱۳۲)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53" w:name="_Toc509136775"/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حرہ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گاہ</w:t>
      </w:r>
      <w:bookmarkEnd w:id="15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سے معلوم ہوتاہے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”منبع“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جہاں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کاکام ہوتاتھا واقعہ حرہ کے موقع پرآپ شہرمد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نکل کراپنے گاؤں چلے گئے تھے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۴۵)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ہے جہاں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عثمان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رتھے</w:t>
      </w:r>
      <w:r>
        <w:rPr>
          <w:rtl/>
          <w:lang w:bidi="ur-PK"/>
        </w:rPr>
        <w:t xml:space="preserve"> (عقدفر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دجلد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۲۱۶)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54" w:name="_Toc509136776"/>
      <w:r>
        <w:rPr>
          <w:rFonts w:hint="eastAsia"/>
          <w:rtl/>
          <w:lang w:bidi="ur-PK"/>
        </w:rPr>
        <w:lastRenderedPageBreak/>
        <w:t>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مروان کے ساتھ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کرم گستر</w:t>
      </w:r>
      <w:r>
        <w:rPr>
          <w:rFonts w:hint="cs"/>
          <w:rtl/>
          <w:lang w:bidi="ur-PK"/>
        </w:rPr>
        <w:t>ی</w:t>
      </w:r>
      <w:bookmarkEnd w:id="15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حرہ کے موقع پرجب مروان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اوراہل 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وبرباد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اتوعبداللہ</w:t>
      </w:r>
      <w:r>
        <w:rPr>
          <w:rtl/>
          <w:lang w:bidi="ur-PK"/>
        </w:rPr>
        <w:t xml:space="preserve"> بن عمرکے پاس جاکرکہنے لگاکہ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محافظت کرو،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جان اورعورتوں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حرمت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ڈرتاہوں ،انہوں نے صاف انکارکرد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</w:t>
      </w:r>
      <w:r>
        <w:rPr>
          <w:rtl/>
          <w:lang w:bidi="ur-PK"/>
        </w:rPr>
        <w:t xml:space="preserve"> وقت وہ اما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پاس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اوراپنے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وبرباد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کاحوالہ دے کرحفاظت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ہمارادشمن ہے اوراس نے واقعہ کربلاکے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کامظاہرہ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آپ نے 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ابہترہے</w:t>
      </w:r>
      <w:r>
        <w:rPr>
          <w:rtl/>
          <w:lang w:bidi="ur-PK"/>
        </w:rPr>
        <w:t xml:space="preserve"> کہ اپنے بچوں کوم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</w:t>
      </w:r>
      <w:r>
        <w:rPr>
          <w:rFonts w:hint="eastAsia"/>
          <w:rtl/>
          <w:lang w:bidi="ur-PK"/>
        </w:rPr>
        <w:t>بمقام</w:t>
      </w:r>
      <w:r>
        <w:rPr>
          <w:rtl/>
          <w:lang w:bidi="ur-PK"/>
        </w:rPr>
        <w:t xml:space="preserve"> منبع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جدو،</w:t>
      </w:r>
      <w:r>
        <w:rPr>
          <w:rtl/>
          <w:lang w:bidi="ur-PK"/>
        </w:rPr>
        <w:t xml:space="preserve"> جہاں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بچے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تمہارے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چنانچہ وہ اپنے بال بچوں کوجن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عثمان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عائشہ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پاس پہنچاگ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ااورآپ</w:t>
      </w:r>
      <w:r>
        <w:rPr>
          <w:rtl/>
          <w:lang w:bidi="ur-PK"/>
        </w:rPr>
        <w:t xml:space="preserve"> نے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مکمل حفاظت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55" w:name="_Toc509136777"/>
      <w:r>
        <w:rPr>
          <w:rFonts w:hint="eastAsia"/>
          <w:rtl/>
          <w:lang w:bidi="ur-PK"/>
        </w:rPr>
        <w:t>دشمن</w:t>
      </w:r>
      <w:r>
        <w:rPr>
          <w:rtl/>
          <w:lang w:bidi="ur-PK"/>
        </w:rPr>
        <w:t xml:space="preserve"> ازل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نم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ساتھ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کرم نواز</w:t>
      </w:r>
      <w:r>
        <w:rPr>
          <w:rFonts w:hint="cs"/>
          <w:rtl/>
          <w:lang w:bidi="ur-PK"/>
        </w:rPr>
        <w:t>ی</w:t>
      </w:r>
      <w:bookmarkEnd w:id="15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کوتباہ وبربادکرنے کے بعدمسلم بن عقبہ ابتدائے </w:t>
      </w:r>
      <w:r>
        <w:rPr>
          <w:rtl/>
          <w:lang w:bidi="fa-IR"/>
        </w:rPr>
        <w:t>۶۴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مکہ کوروانہ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ااتفاقا</w:t>
      </w:r>
      <w:r>
        <w:rPr>
          <w:rtl/>
          <w:lang w:bidi="ur-PK"/>
        </w:rPr>
        <w:t xml:space="preserve">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مارہوکروہ</w:t>
      </w:r>
      <w:r>
        <w:rPr>
          <w:rtl/>
          <w:lang w:bidi="ur-PK"/>
        </w:rPr>
        <w:t xml:space="preserve"> گمراہ 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جہنم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ا،مرتے</w:t>
      </w:r>
      <w:r>
        <w:rPr>
          <w:rtl/>
          <w:lang w:bidi="ur-PK"/>
        </w:rPr>
        <w:t xml:space="preserve"> وقت اس نے 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نم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رکواپناجانش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مقررکرد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نے وہاں پہنچ کرخانہ کعبہ پرسنگ 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 لگاد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بعدم</w:t>
      </w:r>
      <w:r>
        <w:rPr>
          <w:rFonts w:hint="eastAsia"/>
          <w:rtl/>
          <w:lang w:bidi="ur-PK"/>
        </w:rPr>
        <w:t>کمل</w:t>
      </w:r>
      <w:r>
        <w:rPr>
          <w:rtl/>
          <w:lang w:bidi="ur-PK"/>
        </w:rPr>
        <w:t xml:space="preserve"> محاصرہ کرکے عبداللہ ابن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کوقتل کرناچاہا اس محاصرہ کوچال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دن گزرے تھے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دواصل</w:t>
      </w:r>
      <w:r>
        <w:rPr>
          <w:rtl/>
          <w:lang w:bidi="ur-PK"/>
        </w:rPr>
        <w:t xml:space="preserve"> جہنم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کے مرنے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خبرسے ابن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غلبہ حاصل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وہاں سے بھاگ کرمد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جاپہنچا۔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دوران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معلون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بوقت شب چندسواروں کولے کرفوج کے غذائ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گاؤں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پکڑ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،راستہ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،آپ کے ہمراہ کچھ اونٹ تھے جن پرغذائ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سامان لداہواتھا اس نے آپ سے وہ غلہ 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دناچاہا،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اگرتجھے ضرورت ہے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لے ہم اسے فروخت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کرسکتے (ک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فقراء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اہوں</w:t>
      </w:r>
      <w:r>
        <w:rPr>
          <w:rtl/>
          <w:lang w:bidi="ur-PK"/>
        </w:rPr>
        <w:t>) اس نے پوچھاکہ آپ کانام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اہے،آپ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امجھے</w:t>
      </w:r>
      <w:r>
        <w:rPr>
          <w:rtl/>
          <w:lang w:bidi="ur-PK"/>
        </w:rPr>
        <w:t xml:space="preserve"> ”عل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پھرآپ نے اس سے نام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اتواس</w:t>
      </w:r>
      <w:r>
        <w:rPr>
          <w:rtl/>
          <w:lang w:bidi="ur-PK"/>
        </w:rPr>
        <w:t xml:space="preserve"> نے کہا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نم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رہوں،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رے،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کرم نواز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جاننے کہ باوجودکہ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باپ کے قاتلوں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ہے اسے ساراغلہ مفت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(اورفقراء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دوسرابندوبست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) اس نے جب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کرم گستر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پہچان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اتوکہنے</w:t>
      </w:r>
      <w:r>
        <w:rPr>
          <w:rtl/>
          <w:lang w:bidi="ur-PK"/>
        </w:rPr>
        <w:t xml:space="preserve"> لگاکہ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دکاانتقال</w:t>
      </w:r>
      <w:r>
        <w:rPr>
          <w:rtl/>
          <w:lang w:bidi="ur-PK"/>
        </w:rPr>
        <w:t xml:space="preserve"> ہوچکاہے آپ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مستحق خلافت ک</w:t>
      </w:r>
      <w:r>
        <w:rPr>
          <w:rFonts w:hint="eastAsia"/>
          <w:rtl/>
          <w:lang w:bidi="ur-PK"/>
        </w:rPr>
        <w:t>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ساتھ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کوتخت خلافت پربٹھاؤں گا،آپ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خداوندعالم سے عہدکرچکاہوں کہ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قبول نہ کرو ں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فرماکر آپ اپنے دولت سراکوتشر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۶۴۴)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56" w:name="_Toc509136778"/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اورفقراء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کفالت</w:t>
      </w:r>
      <w:bookmarkEnd w:id="15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فقراء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سوگھروں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کفالت فرماتے تھے اورساراسامان ان کے گھرپہنچا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بہ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معلوم نہ ہونے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سامان خوردونوش رات کوکون دے جاتاہے آپ کااصول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تھاکہ بور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پشت</w:t>
      </w:r>
      <w:r>
        <w:rPr>
          <w:rtl/>
          <w:lang w:bidi="ur-PK"/>
        </w:rPr>
        <w:t xml:space="preserve"> پرلادکر گھروں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اورآٹا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پہنچاتے تھے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سلسلہ تابح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رہا، بعض معزز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کاکہناہے کہ ہم نے اہل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ہوئے سناہے کہ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ہم 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غذائ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رسد سے محروم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ہوئے۔ (مطالب السؤل ص </w:t>
      </w:r>
      <w:r>
        <w:rPr>
          <w:rtl/>
          <w:lang w:bidi="fa-IR"/>
        </w:rPr>
        <w:t>۲۶۵</w:t>
      </w:r>
      <w:r>
        <w:rPr>
          <w:rtl/>
          <w:lang w:bidi="ur-PK"/>
        </w:rPr>
        <w:t xml:space="preserve"> ،نورالابصار ص </w:t>
      </w:r>
      <w:r>
        <w:rPr>
          <w:rtl/>
          <w:lang w:bidi="fa-IR"/>
        </w:rPr>
        <w:t xml:space="preserve">۱۲۶)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57" w:name="_Toc509136779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ادکعبہ</w:t>
      </w:r>
      <w:r>
        <w:rPr>
          <w:rtl/>
          <w:lang w:bidi="ur-PK"/>
        </w:rPr>
        <w:t xml:space="preserve"> محترمہ ونصب حجراسود</w:t>
      </w:r>
      <w:bookmarkEnd w:id="15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۷۱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عبدالملک بن مروان نے عراق پرلشکرکش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کرکے مصعب 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رکوقتل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بھر </w:t>
      </w:r>
      <w:r>
        <w:rPr>
          <w:rtl/>
          <w:lang w:bidi="fa-IR"/>
        </w:rPr>
        <w:t>۷۲</w:t>
      </w:r>
      <w:r>
        <w:rPr>
          <w:rtl/>
          <w:lang w:bidi="ur-PK"/>
        </w:rPr>
        <w:t xml:space="preserve"> ھء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حجاج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لشکرکے ساتھ عبداللہ 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</w:t>
      </w:r>
      <w:r>
        <w:rPr>
          <w:rtl/>
          <w:lang w:bidi="ur-PK"/>
        </w:rPr>
        <w:t xml:space="preserve"> قتل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مکہ معظمہ روانہ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۔(ابوالفداء)۔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وہاں</w:t>
      </w:r>
      <w:r>
        <w:rPr>
          <w:rtl/>
          <w:lang w:bidi="ur-PK"/>
        </w:rPr>
        <w:t xml:space="preserve"> پہنچ کرحجاج نے ابن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رسے</w:t>
      </w:r>
      <w:r>
        <w:rPr>
          <w:rtl/>
          <w:lang w:bidi="ur-PK"/>
        </w:rPr>
        <w:t xml:space="preserve">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زبردست مقابلہ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،آخر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رمحصورہوگئے</w:t>
      </w:r>
      <w:r>
        <w:rPr>
          <w:rtl/>
          <w:lang w:bidi="ur-PK"/>
        </w:rPr>
        <w:t xml:space="preserve"> اورحجاج نے ابن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رکوکعبہ</w:t>
      </w:r>
      <w:r>
        <w:rPr>
          <w:rtl/>
          <w:lang w:bidi="ur-PK"/>
        </w:rPr>
        <w:t xml:space="preserve"> سے نکالنے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کعبہ پرسنگ 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اسے کھدواڈالا، ابن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الآخر </w:t>
      </w:r>
      <w:r>
        <w:rPr>
          <w:rtl/>
          <w:lang w:bidi="fa-IR"/>
        </w:rPr>
        <w:t>۷۳</w:t>
      </w:r>
      <w:r>
        <w:rPr>
          <w:rtl/>
          <w:lang w:bidi="ur-PK"/>
        </w:rPr>
        <w:t xml:space="preserve"> ھء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قتل ہوا(ت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 اورحجاج جوخانہ کعبہ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ادتک</w:t>
      </w:r>
      <w:r>
        <w:rPr>
          <w:rtl/>
          <w:lang w:bidi="ur-PK"/>
        </w:rPr>
        <w:t xml:space="preserve"> خراب کرچکاتھا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ہوا۔ علامہ صدوق کتاب علل الشرائع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حجاج کے ہدم کعبہ کے موقع پرلوگ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اٹھاکرلے گئے اورکعبہ کواس طرح لوٹ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پھ</w:t>
      </w:r>
      <w:r>
        <w:rPr>
          <w:rFonts w:hint="eastAsia"/>
          <w:rtl/>
          <w:lang w:bidi="ur-PK"/>
        </w:rPr>
        <w:t>رحجاج</w:t>
      </w:r>
      <w:r>
        <w:rPr>
          <w:rtl/>
          <w:lang w:bidi="ur-PK"/>
        </w:rPr>
        <w:t xml:space="preserve"> کوخ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داہواکہ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چاہئے چنانچہ اس نے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رکاپروگرام</w:t>
      </w:r>
      <w:r>
        <w:rPr>
          <w:rtl/>
          <w:lang w:bidi="ur-PK"/>
        </w:rPr>
        <w:t xml:space="preserve"> مرتب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ااورکام</w:t>
      </w:r>
      <w:r>
        <w:rPr>
          <w:rtl/>
          <w:lang w:bidi="ur-PK"/>
        </w:rPr>
        <w:t xml:space="preserve"> شروع 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ا،کام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بالکل اتبدائ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اژدھابرآمدہوکرا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کے ہٹے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رکام</w:t>
      </w:r>
      <w:r>
        <w:rPr>
          <w:rtl/>
          <w:lang w:bidi="ur-PK"/>
        </w:rPr>
        <w:t xml:space="preserve"> آگے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بڑھ سکتاتھا لوگوں نے اس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حجاج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حجا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گھبرااٹھا اورلوگوں کوجمع کرکے ان سے مشورہ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اکرناچاہئے</w:t>
      </w:r>
      <w:r>
        <w:rPr>
          <w:rtl/>
          <w:lang w:bidi="ur-PK"/>
        </w:rPr>
        <w:t xml:space="preserve"> جب لوگ اس کاحل نکالنے سے قاصررہے توا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کھڑے ہوکرکہاکہ آج کل فرزندرسول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آئے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بہترہوگا کہ ان 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مسئلہ ان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4619E0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کرسکتا،</w:t>
      </w:r>
      <w:r>
        <w:rPr>
          <w:rtl/>
          <w:lang w:bidi="ur-PK"/>
        </w:rPr>
        <w:t xml:space="preserve"> چنانچہ حجاج نے آپ کوزحمت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آور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حجاج تونے خانہ کعبہ 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تونے توبنائے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کواکھڑوا کر راستہ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ڈلواد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”سن“ تجھے خدااس وقت تک کعبہ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 ہونے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گا جب تک توکع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کالٹاہواسامان واپس نہ منگائے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کراس نے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کعبہ سے متعلق جوشے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ہووہ جلدسے جلد واپس کرے، چنانچہ لوگوں نے پتھرمٹ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جمع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آپ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اداستوارک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اورحجاج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 کے اوپرتعم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رکراؤ</w:t>
      </w:r>
      <w:r>
        <w:rPr>
          <w:rtl/>
          <w:lang w:bidi="ur-PK"/>
        </w:rPr>
        <w:t xml:space="preserve"> </w:t>
      </w:r>
      <w:r w:rsidRPr="004619E0">
        <w:rPr>
          <w:rStyle w:val="libArabicChar"/>
          <w:rtl/>
          <w:lang w:bidi="ur-PK"/>
        </w:rPr>
        <w:t>”فلذالک صار الب</w:t>
      </w:r>
      <w:r w:rsidRPr="004619E0">
        <w:rPr>
          <w:rStyle w:val="libArabicChar"/>
          <w:rFonts w:hint="cs"/>
          <w:rtl/>
          <w:lang w:bidi="ur-PK"/>
        </w:rPr>
        <w:t>ی</w:t>
      </w:r>
      <w:r w:rsidRPr="004619E0">
        <w:rPr>
          <w:rStyle w:val="libArabicChar"/>
          <w:rFonts w:hint="eastAsia"/>
          <w:rtl/>
          <w:lang w:bidi="ur-PK"/>
        </w:rPr>
        <w:t>ت</w:t>
      </w:r>
      <w:r w:rsidRPr="004619E0">
        <w:rPr>
          <w:rStyle w:val="libArabicChar"/>
          <w:rtl/>
          <w:lang w:bidi="ur-PK"/>
        </w:rPr>
        <w:t xml:space="preserve"> مرتفعا“</w:t>
      </w:r>
      <w:r>
        <w:rPr>
          <w:rtl/>
          <w:lang w:bidi="ur-PK"/>
        </w:rPr>
        <w:t xml:space="preserve"> پھرا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ادپرخانہ</w:t>
      </w:r>
      <w:r>
        <w:rPr>
          <w:rtl/>
          <w:lang w:bidi="ur-PK"/>
        </w:rPr>
        <w:t xml:space="preserve"> کعبہ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(کتاب الخرائج والجرائح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علامہ قطب </w:t>
      </w:r>
      <w:r>
        <w:rPr>
          <w:rtl/>
          <w:lang w:bidi="ur-PK"/>
        </w:rPr>
        <w:lastRenderedPageBreak/>
        <w:t>راوند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رکعبہ</w:t>
      </w:r>
      <w:r>
        <w:rPr>
          <w:rtl/>
          <w:lang w:bidi="ur-PK"/>
        </w:rPr>
        <w:t xml:space="preserve"> اس مقام تک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جگہ حجراسودنصب کرناتھا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دشوار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عالم،زاہد،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نصب کرتاتھا تو”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تزلزل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ضطرب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ستقر“</w:t>
      </w:r>
      <w:r>
        <w:rPr>
          <w:rtl/>
          <w:lang w:bidi="ur-PK"/>
        </w:rPr>
        <w:t xml:space="preserve"> حجراسودمتزلزل اورمض</w:t>
      </w:r>
      <w:r>
        <w:rPr>
          <w:rFonts w:hint="eastAsia"/>
          <w:rtl/>
          <w:lang w:bidi="ur-PK"/>
        </w:rPr>
        <w:t>طرب</w:t>
      </w:r>
      <w:r>
        <w:rPr>
          <w:rtl/>
          <w:lang w:bidi="ur-PK"/>
        </w:rPr>
        <w:t xml:space="preserve"> رہتا اوراپنے مقام پرٹہرتانہ تھا بالآخرامام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بلائے گئے اورآپ نے بسم اللہ کہہ کراسے نصب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لوگوں نے اللہ اکبرکانعرہ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(دمعہ ساکبہ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۴۳۷)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ومورخ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حجاج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خانہ کعبہ پرمنجن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سے پتھروغ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پھنکوائے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58" w:name="_Toc509136780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اورعبدالملک بن مروان کاحج</w:t>
      </w:r>
      <w:bookmarkEnd w:id="15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بادشاہ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اعبدالملک</w:t>
      </w:r>
      <w:r>
        <w:rPr>
          <w:rtl/>
          <w:lang w:bidi="ur-PK"/>
        </w:rPr>
        <w:t xml:space="preserve"> بن مروان اپنے عہدحکومت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تخت سے حج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روانہ ہوکرمکہ معظمہ پہنچااوربادشاہ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روانہ ہوکرپہنچ گئے مناسک حج کے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دونوں کاساتھ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آگے آگے چل رہے تھے اورب</w:t>
      </w:r>
      <w:r>
        <w:rPr>
          <w:rFonts w:hint="eastAsia"/>
          <w:rtl/>
          <w:lang w:bidi="ur-PK"/>
        </w:rPr>
        <w:t>ادشاہ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چل رہاتھا عبدالملک بن مروان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ناگوارہوئ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نے آپ سے کہاک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آپ کے باپ کوقتل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جوآپ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باپ کوقتل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ناوآخرت</w:t>
      </w:r>
      <w:r>
        <w:rPr>
          <w:rtl/>
          <w:lang w:bidi="ur-PK"/>
        </w:rPr>
        <w:t xml:space="preserve"> خراب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حوصلہ رکھتاہے اس نے کہانہ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رامطلب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سے کچھ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سلوک کروں، آ پ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والاخداہے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 آپ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پرردائے مبارک ڈال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اورکعبہ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کرکے کہا،م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مالک اسے بھردے، 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eastAsia"/>
          <w:rtl/>
          <w:lang w:bidi="ur-PK"/>
        </w:rPr>
        <w:t>بان</w:t>
      </w:r>
      <w:r>
        <w:rPr>
          <w:rtl/>
          <w:lang w:bidi="ur-PK"/>
        </w:rPr>
        <w:t xml:space="preserve"> سے الفاظ کانکلنا تھاکہ ردائے مبارک موت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بھرگئ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،آپ نے اسے راہ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(دمعہ ساکبہ،جنات الخلود ص </w:t>
      </w:r>
      <w:r>
        <w:rPr>
          <w:rtl/>
          <w:lang w:bidi="fa-IR"/>
        </w:rPr>
        <w:t xml:space="preserve">۲۳)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59" w:name="_Toc50913678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>میں</w:t>
      </w:r>
      <w:bookmarkEnd w:id="159"/>
      <w:r w:rsidR="00E8268B">
        <w:rPr>
          <w:rFonts w:hint="eastAsia"/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چونکہ فرزندرسول تھے اس لئے آپ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محمد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کاہونالازم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علامہ محمدابن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آپ کوبرابھلاکہا،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توت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راکچھ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بگاڑا،اگرکوئ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رکھتاہے توبتاتاکہ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کروں ،وہ شرم</w:t>
      </w:r>
      <w:r>
        <w:rPr>
          <w:rFonts w:hint="eastAsia"/>
          <w:rtl/>
          <w:lang w:bidi="ur-PK"/>
        </w:rPr>
        <w:t>ندہ</w:t>
      </w:r>
      <w:r>
        <w:rPr>
          <w:rtl/>
          <w:lang w:bidi="ur-PK"/>
        </w:rPr>
        <w:t xml:space="preserve"> ہوکرآپ کے اخلاق کاکلمہ پڑھنے لگا(مطالب السؤل ص </w:t>
      </w:r>
      <w:r>
        <w:rPr>
          <w:rtl/>
          <w:lang w:bidi="fa-IR"/>
        </w:rPr>
        <w:t xml:space="preserve">۲۶۷)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منہ پرک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اس سے بے توجہ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نے مخاطب کرکرکے کہا،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 کوکہہ رہاہوں،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حکم خدا”واعرض عن الجاہل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جاہلوں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 کرو پرعمل کررہاہوں (صواعق محرقہ ص </w:t>
      </w:r>
      <w:r>
        <w:rPr>
          <w:rtl/>
          <w:lang w:bidi="fa-IR"/>
        </w:rPr>
        <w:t xml:space="preserve">۱۲۰) </w:t>
      </w:r>
      <w:r>
        <w:rPr>
          <w:rtl/>
          <w:lang w:bidi="ur-PK"/>
        </w:rPr>
        <w:t>۔ علامہ شب</w:t>
      </w:r>
      <w:r>
        <w:rPr>
          <w:rFonts w:hint="eastAsia"/>
          <w:rtl/>
          <w:lang w:bidi="ur-PK"/>
        </w:rPr>
        <w:t>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آپ سے آکرکہاکہ فلاں شخص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کررہاتھا </w:t>
      </w:r>
      <w:r>
        <w:rPr>
          <w:rtl/>
          <w:lang w:bidi="ur-PK"/>
        </w:rPr>
        <w:lastRenderedPageBreak/>
        <w:t>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مجھے اس کے پاس لے چلو، جب وہاں پہنچے تواس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جوبات تونے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اہوتوخدامجھے</w:t>
      </w:r>
      <w:r>
        <w:rPr>
          <w:rtl/>
          <w:lang w:bidi="ur-PK"/>
        </w:rPr>
        <w:t xml:space="preserve"> بخشے اوراگرنہ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اتوخداتجھے</w:t>
      </w:r>
      <w:r>
        <w:rPr>
          <w:rtl/>
          <w:lang w:bidi="ur-PK"/>
        </w:rPr>
        <w:t xml:space="preserve"> بخشے کہ تونے بہتان لگا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مسجدسے نکل کرچلے توا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آپ کوسخت الفاظ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لگا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اگرکوئ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رکھتاہے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کروں، ”اچھالے“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پانچ ہزاردرہم ،وہ شرمندہ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آپ پربہتان باندھا،آپ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اورجہنم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گھاٹ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ہے،اگر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اسے طے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اتوپرواہ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چاہے کہواوراگراسے پارنہ کرسکاتو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کامستحق ہوں جوتم 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(نورالابصار ص </w:t>
      </w:r>
      <w:r>
        <w:rPr>
          <w:rtl/>
          <w:lang w:bidi="fa-IR"/>
        </w:rPr>
        <w:t>۱۲۷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 xml:space="preserve">۱۲۶)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دے رہاتھا،امام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مسافرمعلوم ہوتے ہو،اچھا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ساتھ چلو،م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کرو،اورجوحاجت رکھتے ہوبتاؤتاکہ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کروں وہ شرمندہ ہوکرچلاگ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واة</w:t>
      </w:r>
      <w:r>
        <w:rPr>
          <w:rtl/>
          <w:lang w:bidi="ur-PK"/>
        </w:rPr>
        <w:t xml:space="preserve"> 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۱۲۱) </w:t>
      </w:r>
      <w:r>
        <w:rPr>
          <w:rtl/>
          <w:lang w:bidi="ur-PK"/>
        </w:rPr>
        <w:t>۔ علامہ طبر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آپ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فلاں شخص آپ کوگمراہ اوربدعت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کہتاہے،آپ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اافسوس</w:t>
      </w:r>
      <w:r>
        <w:rPr>
          <w:rtl/>
          <w:lang w:bidi="ur-PK"/>
        </w:rPr>
        <w:t xml:space="preserve"> ہے کہ تم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اورا 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ہے ،اب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کرنا(احتجاج ص </w:t>
      </w:r>
      <w:r>
        <w:rPr>
          <w:rtl/>
          <w:lang w:bidi="fa-IR"/>
        </w:rPr>
        <w:t xml:space="preserve">۳۰۴)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سائل آپ کے پاس آتاتھا توخوش ومسرورہوجاتے تھے اورفرماتے تھے خدات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رابھلاکرے</w:t>
      </w:r>
      <w:r>
        <w:rPr>
          <w:rtl/>
          <w:lang w:bidi="ur-PK"/>
        </w:rPr>
        <w:t xml:space="preserve"> کہ توم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رازادراہ</w:t>
      </w:r>
      <w:r>
        <w:rPr>
          <w:rtl/>
          <w:lang w:bidi="ur-PK"/>
        </w:rPr>
        <w:t xml:space="preserve"> آخرت اٹھانے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(مطالب السؤل ص </w:t>
      </w:r>
      <w:r>
        <w:rPr>
          <w:rtl/>
          <w:lang w:bidi="fa-IR"/>
        </w:rPr>
        <w:t xml:space="preserve">۲۶۳) </w:t>
      </w:r>
      <w:r>
        <w:rPr>
          <w:rtl/>
          <w:lang w:bidi="ur-PK"/>
        </w:rPr>
        <w:t>۔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کاملہ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درجہ نہ بڑھا،مگر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اتناہ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</w:t>
      </w:r>
      <w:r>
        <w:rPr>
          <w:rFonts w:hint="eastAsia"/>
          <w:rtl/>
          <w:lang w:bidi="ur-PK"/>
        </w:rPr>
        <w:t>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مجھ کوگھٹا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داکرمگر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خودم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داکردے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60" w:name="_Toc509136782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کاملہ</w:t>
      </w:r>
      <w:bookmarkEnd w:id="16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کاملہ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دعاؤں کامجموعہ ہے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بے شمارعلوم وفنون کے جوہرموجوہ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ہے (معالم العلماء ص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طبع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)۔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علماء اسلام نے زبورآل محمداورانج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کہاہے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المودة ص </w:t>
      </w:r>
      <w:r>
        <w:rPr>
          <w:rtl/>
          <w:lang w:bidi="fa-IR"/>
        </w:rPr>
        <w:t>۴۹۹</w:t>
      </w:r>
      <w:r>
        <w:rPr>
          <w:rtl/>
          <w:lang w:bidi="ur-PK"/>
        </w:rPr>
        <w:t xml:space="preserve"> ،فہرست کتب خانہ طہران ص </w:t>
      </w:r>
      <w:r>
        <w:rPr>
          <w:rtl/>
          <w:lang w:bidi="fa-IR"/>
        </w:rPr>
        <w:t xml:space="preserve">۳۶) </w:t>
      </w:r>
      <w:r>
        <w:rPr>
          <w:rtl/>
          <w:lang w:bidi="ur-PK"/>
        </w:rPr>
        <w:t>۔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فصاحت وبلاغت 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کراسے کتب سماو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اورصحف لوح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وعرش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کادرجہ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(ر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السالک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۱) </w:t>
      </w:r>
      <w:r>
        <w:rPr>
          <w:rtl/>
          <w:lang w:bidi="ur-PK"/>
        </w:rPr>
        <w:t>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شرح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السالک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فوق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61" w:name="_Toc509136783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عمربن عبدالعز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</w:t>
      </w:r>
      <w:r w:rsidR="00E8268B">
        <w:rPr>
          <w:rtl/>
          <w:lang w:bidi="ur-PK"/>
        </w:rPr>
        <w:t>میں</w:t>
      </w:r>
      <w:bookmarkEnd w:id="161"/>
      <w:r w:rsidR="00E8268B"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۸۶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عبدالملک بن مروان کے انتقال کے بعداس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بن عبدالملک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حجاج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ظالم وجابرتھا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عہدظلمت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عمربن عبدالعز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زجوکہ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دکاچچازادبھائ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حجازکاگورنرہوا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برامنصف مزاج اورف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تھا 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عہدگورنر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واق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tl/>
          <w:lang w:bidi="fa-IR"/>
        </w:rPr>
        <w:t>۸۷</w:t>
      </w:r>
      <w:r>
        <w:rPr>
          <w:rtl/>
          <w:lang w:bidi="ur-PK"/>
        </w:rPr>
        <w:t xml:space="preserve"> ھ 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سرورکائنات کے روضہ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وارگرگئ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مرمت کاسوال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داہوا،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محسوس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مقدس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ہاتھ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توعمربن عبدالعز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زنے</w:t>
      </w:r>
      <w:r>
        <w:rPr>
          <w:rtl/>
          <w:lang w:bidi="ur-PK"/>
        </w:rPr>
        <w:t xml:space="preserve"> حضرت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کوسب پرترج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(وفاء الوفاء </w:t>
      </w:r>
      <w:r>
        <w:rPr>
          <w:rFonts w:hint="eastAsia"/>
          <w:rtl/>
          <w:lang w:bidi="ur-PK"/>
        </w:rPr>
        <w:t>جلد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۳۸۶)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فدک واپس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پرسے تبراء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بدعت جومعاو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بندکرائ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62" w:name="_Toc50913678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</w:t>
      </w:r>
      <w:bookmarkEnd w:id="16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اگرچہ گوشہ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بسرفرمارہے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کے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اقتدارک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بادشاہ وقت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 نے آپ کوزہرد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ا،اورآپ</w:t>
      </w:r>
      <w:r>
        <w:rPr>
          <w:rtl/>
          <w:lang w:bidi="ur-PK"/>
        </w:rPr>
        <w:t xml:space="preserve">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۲۵/ </w:t>
      </w:r>
      <w:r>
        <w:rPr>
          <w:rtl/>
          <w:lang w:bidi="ur-PK"/>
        </w:rPr>
        <w:t xml:space="preserve">محرم الحرام </w:t>
      </w:r>
      <w:r>
        <w:rPr>
          <w:rtl/>
          <w:lang w:bidi="fa-IR"/>
        </w:rPr>
        <w:t>۹۵</w:t>
      </w:r>
      <w:r>
        <w:rPr>
          <w:rtl/>
          <w:lang w:bidi="ur-PK"/>
        </w:rPr>
        <w:t xml:space="preserve"> ھ مطابق </w:t>
      </w:r>
      <w:r>
        <w:rPr>
          <w:rtl/>
          <w:lang w:bidi="fa-IR"/>
        </w:rPr>
        <w:t>۷۱۴</w:t>
      </w:r>
      <w:r>
        <w:rPr>
          <w:rtl/>
          <w:lang w:bidi="ur-PK"/>
        </w:rPr>
        <w:t xml:space="preserve"> کودرجہ شہادت پرفائزہوگئے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نمازجنازہ پڑھائ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جنت ا</w:t>
      </w:r>
      <w:r>
        <w:rPr>
          <w:rFonts w:hint="eastAsia"/>
          <w:rtl/>
          <w:lang w:bidi="ur-PK"/>
        </w:rPr>
        <w:t>لبق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،علامہ ابن حجر،علامہ ابن صباغ مالک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علامہ سبط 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”وان الذ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سمہ الول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عبدالملک“ جس نے آپ کوزہردے کر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ا،وہ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ہے (نورالابصار ص </w:t>
      </w:r>
      <w:r>
        <w:rPr>
          <w:rtl/>
          <w:lang w:bidi="fa-IR"/>
        </w:rPr>
        <w:t>۱۲۸</w:t>
      </w:r>
      <w:r>
        <w:rPr>
          <w:rtl/>
          <w:lang w:bidi="ur-PK"/>
        </w:rPr>
        <w:t xml:space="preserve"> ،صواعق محرقہ ص </w:t>
      </w:r>
      <w:r>
        <w:rPr>
          <w:rtl/>
          <w:lang w:bidi="fa-IR"/>
        </w:rPr>
        <w:t>۱۲۰</w:t>
      </w:r>
      <w:r>
        <w:rPr>
          <w:rtl/>
          <w:lang w:bidi="ur-PK"/>
        </w:rPr>
        <w:t xml:space="preserve"> ،فصول المہمہ، تذکرہ سبط ابن جوز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ارجح المطالب ص </w:t>
      </w:r>
      <w:r>
        <w:rPr>
          <w:rtl/>
          <w:lang w:bidi="fa-IR"/>
        </w:rPr>
        <w:t>۴۴۴</w:t>
      </w:r>
      <w:r>
        <w:rPr>
          <w:rtl/>
          <w:lang w:bidi="ur-PK"/>
        </w:rPr>
        <w:t xml:space="preserve"> ، مناقب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۱۳۱)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ملاجام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بعدآپ کاناقہ قبرپرنالہ وفر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ادکرتاہوا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(شواہد النبوت ص </w:t>
      </w:r>
      <w:r>
        <w:rPr>
          <w:rtl/>
          <w:lang w:bidi="fa-IR"/>
        </w:rPr>
        <w:t>۱۷۹</w:t>
      </w:r>
      <w:r>
        <w:rPr>
          <w:rtl/>
          <w:lang w:bidi="ur-PK"/>
        </w:rPr>
        <w:t xml:space="preserve"> ، شہادت کے وقت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 xml:space="preserve">۵۷/ </w:t>
      </w:r>
      <w:r>
        <w:rPr>
          <w:rtl/>
          <w:lang w:bidi="ur-PK"/>
        </w:rPr>
        <w:t>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63" w:name="_Toc509136785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</w:t>
      </w:r>
      <w:bookmarkEnd w:id="16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کااتفاق ہے کہ آپ نے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</w:t>
      </w:r>
      <w:r>
        <w:rPr>
          <w:rtl/>
          <w:lang w:bidi="ur-PK"/>
        </w:rPr>
        <w:t xml:space="preserve"> لڑکے اورچارلڑک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چھوڑ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۔(صواعق محرقہ ص </w:t>
      </w:r>
      <w:r>
        <w:rPr>
          <w:rtl/>
          <w:lang w:bidi="fa-IR"/>
        </w:rPr>
        <w:t>۱۲۰</w:t>
      </w:r>
      <w:r>
        <w:rPr>
          <w:rtl/>
          <w:lang w:bidi="ur-PK"/>
        </w:rPr>
        <w:t xml:space="preserve"> ،وارجح المطالب ص </w:t>
      </w:r>
      <w:r>
        <w:rPr>
          <w:rtl/>
          <w:lang w:bidi="fa-IR"/>
        </w:rPr>
        <w:t xml:space="preserve">۴۴۴)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پندرہ اولادکے نام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 حضرت امام محمدباقر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حضرت امام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 عبداللہ جناب فاطمہ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عبداللہ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حسن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۔عمر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۔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۔عبدالرحمن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۔سل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۔عل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۔محمد اصغر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۔حس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اصغر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۔خد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</w:t>
      </w:r>
      <w:r>
        <w:rPr>
          <w:rtl/>
          <w:lang w:bidi="ur-PK"/>
        </w:rPr>
        <w:t xml:space="preserve"> ۔</w:t>
      </w:r>
      <w:r>
        <w:rPr>
          <w:rFonts w:hint="eastAsia"/>
          <w:rtl/>
          <w:lang w:bidi="ur-PK"/>
        </w:rPr>
        <w:t>فاطمة،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</w:t>
      </w:r>
      <w:r>
        <w:rPr>
          <w:rtl/>
          <w:lang w:bidi="ur-PK"/>
        </w:rPr>
        <w:t xml:space="preserve"> ۔عل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۔ ام کلثوم (ارشاد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۴۰۱) </w:t>
      </w:r>
      <w:r>
        <w:rPr>
          <w:rtl/>
          <w:lang w:bidi="ur-PK"/>
        </w:rPr>
        <w:t>۔</w:t>
      </w: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64" w:name="_Toc509136786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164"/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65" w:name="_Toc509136787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باسعادت</w:t>
      </w:r>
      <w:bookmarkEnd w:id="16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کم</w:t>
      </w:r>
      <w:r>
        <w:rPr>
          <w:rtl/>
          <w:lang w:bidi="ur-PK"/>
        </w:rPr>
        <w:t xml:space="preserve"> رجب المرجب </w:t>
      </w:r>
      <w:r>
        <w:rPr>
          <w:rtl/>
          <w:lang w:bidi="fa-IR"/>
        </w:rPr>
        <w:t>۵۷</w:t>
      </w:r>
      <w:r>
        <w:rPr>
          <w:rtl/>
          <w:lang w:bidi="ur-PK"/>
        </w:rPr>
        <w:t xml:space="preserve"> 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جمعہ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۱۵۵</w:t>
      </w:r>
      <w:r>
        <w:rPr>
          <w:rtl/>
          <w:lang w:bidi="ur-PK"/>
        </w:rPr>
        <w:t xml:space="preserve"> ،جلاء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۲۶۰</w:t>
      </w:r>
      <w:r>
        <w:rPr>
          <w:rtl/>
          <w:lang w:bidi="ur-PK"/>
        </w:rPr>
        <w:t xml:space="preserve"> ،جنات الخلود ص </w:t>
      </w:r>
      <w:r>
        <w:rPr>
          <w:rtl/>
          <w:lang w:bidi="fa-IR"/>
        </w:rPr>
        <w:t xml:space="preserve">۲۵)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آپ بطن مادر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توآباؤ اجدادک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کے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آوازغ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اورجب نوماہ کے ہوئے توفرشتوں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انتہاآواز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اورشب ولادت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نورساطع ہوا،ولادت کے بعدقبلہ روہوکرآسمان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</w:t>
      </w:r>
      <w:r>
        <w:rPr>
          <w:rtl/>
          <w:lang w:bidi="ur-PK"/>
        </w:rPr>
        <w:t>(آدم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مانند) 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نکنے</w:t>
      </w:r>
      <w:r>
        <w:rPr>
          <w:rtl/>
          <w:lang w:bidi="ur-PK"/>
        </w:rPr>
        <w:t xml:space="preserve"> کے بعدحمدخدا بجالائے،ا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شبانہ روزدست مبارک سے نورساطع رہا، آپ ختنہ کردہ ،ناف 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دہ،</w:t>
      </w:r>
      <w:r>
        <w:rPr>
          <w:rtl/>
          <w:lang w:bidi="ur-PK"/>
        </w:rPr>
        <w:t xml:space="preserve"> تمام آلائشوں سے پاک اورصاف متولدہوئے۔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۲۵۹)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66" w:name="_Toc509136788"/>
      <w:r>
        <w:rPr>
          <w:rFonts w:hint="eastAsia"/>
          <w:rtl/>
          <w:lang w:bidi="ur-PK"/>
        </w:rPr>
        <w:t>اسم</w:t>
      </w:r>
      <w:r>
        <w:rPr>
          <w:rtl/>
          <w:lang w:bidi="ur-PK"/>
        </w:rPr>
        <w:t xml:space="preserve">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اورالقاب</w:t>
      </w:r>
      <w:bookmarkEnd w:id="16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کااسم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”لوح محفوظ“ کے مطابق اورسرورکائنات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موافق ”محمد“تھا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”ابوجعفر“تھ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اورآپ کے القاب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رتھے،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باقر،شاکر،ہاد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مشہورہ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(مطالب السؤل ص </w:t>
      </w:r>
      <w:r>
        <w:rPr>
          <w:rtl/>
          <w:lang w:bidi="fa-IR"/>
        </w:rPr>
        <w:t>۳۶۹</w:t>
      </w:r>
      <w:r>
        <w:rPr>
          <w:rtl/>
          <w:lang w:bidi="ur-PK"/>
        </w:rPr>
        <w:t xml:space="preserve"> ،شواہدالنبوت ص </w:t>
      </w:r>
      <w:r>
        <w:rPr>
          <w:rtl/>
          <w:lang w:bidi="fa-IR"/>
        </w:rPr>
        <w:t xml:space="preserve">۱۸۱)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67" w:name="_Toc509136789"/>
      <w:r>
        <w:rPr>
          <w:rFonts w:hint="eastAsia"/>
          <w:rtl/>
          <w:lang w:bidi="ur-PK"/>
        </w:rPr>
        <w:t>باقرک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تسم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16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باقر،بقرہ</w:t>
      </w:r>
      <w:r>
        <w:rPr>
          <w:rtl/>
          <w:lang w:bidi="ur-PK"/>
        </w:rPr>
        <w:t xml:space="preserve"> سے مشتق ہے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کااسم فاعل ہے اس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شق کرنے اوروسعت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(المنجد ص </w:t>
      </w:r>
      <w:r>
        <w:rPr>
          <w:rtl/>
          <w:lang w:bidi="fa-IR"/>
        </w:rPr>
        <w:t xml:space="preserve">۴۱) </w:t>
      </w:r>
      <w:r>
        <w:rPr>
          <w:rtl/>
          <w:lang w:bidi="ur-PK"/>
        </w:rPr>
        <w:t>۔ 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کواس لقب سے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ملقب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آپ نے علوم ومعارف کونما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ااورحقائق</w:t>
      </w:r>
      <w:r>
        <w:rPr>
          <w:rtl/>
          <w:lang w:bidi="ur-PK"/>
        </w:rPr>
        <w:t xml:space="preserve"> احکام وحکمت ولطائف کے وہ سربستہ خزانے ظاہرفرمادئ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ے جولوگوں پرظاہروہو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دانہ</w:t>
      </w:r>
      <w:r>
        <w:rPr>
          <w:rtl/>
          <w:lang w:bidi="ur-PK"/>
        </w:rPr>
        <w:t xml:space="preserve"> تھے(صواعق محرقہ،ص </w:t>
      </w:r>
      <w:r>
        <w:rPr>
          <w:rtl/>
          <w:lang w:bidi="fa-IR"/>
        </w:rPr>
        <w:t>۱۲۰</w:t>
      </w:r>
      <w:r>
        <w:rPr>
          <w:rtl/>
          <w:lang w:bidi="ur-PK"/>
        </w:rPr>
        <w:t xml:space="preserve"> ،مطالب السؤل ص </w:t>
      </w:r>
      <w:r>
        <w:rPr>
          <w:rtl/>
          <w:lang w:bidi="fa-IR"/>
        </w:rPr>
        <w:t>۶۶۹</w:t>
      </w:r>
      <w:r>
        <w:rPr>
          <w:rtl/>
          <w:lang w:bidi="ur-PK"/>
        </w:rPr>
        <w:t xml:space="preserve"> ،شواہدالنبوت صذ </w:t>
      </w:r>
      <w:r>
        <w:rPr>
          <w:rtl/>
          <w:lang w:bidi="fa-IR"/>
        </w:rPr>
        <w:t xml:space="preserve">۱۸۱)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صحاح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لکھاہے کہ ”توسع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العلم“ کوبقرہ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امام 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کوباقرسے ملقب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اجاتاہے</w:t>
      </w:r>
      <w:r>
        <w:rPr>
          <w:rtl/>
          <w:lang w:bidi="ur-PK"/>
        </w:rPr>
        <w:t xml:space="preserve"> ،علامہ سبط 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کثرت سجودک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چونکہ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کوباقرکہاجاتاہے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جامع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آپ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لقب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دثالث</w:t>
      </w:r>
      <w:r>
        <w:rPr>
          <w:rtl/>
          <w:lang w:bidi="ur-PK"/>
        </w:rPr>
        <w:t xml:space="preserve"> علامہ نوراللہ شوشتر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آنحضرت نے </w:t>
      </w:r>
      <w:r>
        <w:rPr>
          <w:rtl/>
          <w:lang w:bidi="ur-PK"/>
        </w:rPr>
        <w:lastRenderedPageBreak/>
        <w:t>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امام محمدباقرعلوم ومعارف کواس طرح شگافتہ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جس طرح زراعت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شگافتہ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ہے۔(مجالس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۱۱۷)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68" w:name="_Toc509136790"/>
      <w:r>
        <w:rPr>
          <w:rFonts w:hint="eastAsia"/>
          <w:rtl/>
          <w:lang w:bidi="ur-PK"/>
        </w:rPr>
        <w:t>بادشاہان</w:t>
      </w:r>
      <w:r>
        <w:rPr>
          <w:rtl/>
          <w:lang w:bidi="ur-PK"/>
        </w:rPr>
        <w:t xml:space="preserve"> وقت</w:t>
      </w:r>
      <w:bookmarkEnd w:id="16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۵۷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۶۰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بادشاہ وقت رہا، </w:t>
      </w:r>
      <w:r>
        <w:rPr>
          <w:rtl/>
          <w:lang w:bidi="fa-IR"/>
        </w:rPr>
        <w:t>۶۴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داورمروان</w:t>
      </w:r>
      <w:r>
        <w:rPr>
          <w:rtl/>
          <w:lang w:bidi="ur-PK"/>
        </w:rPr>
        <w:t xml:space="preserve"> بن حکم بادشاہ رہے </w:t>
      </w:r>
      <w:r>
        <w:rPr>
          <w:rtl/>
          <w:lang w:bidi="fa-IR"/>
        </w:rPr>
        <w:t>۶۵</w:t>
      </w:r>
      <w:r>
        <w:rPr>
          <w:rtl/>
          <w:lang w:bidi="ur-PK"/>
        </w:rPr>
        <w:t xml:space="preserve"> ھ تک عبدالملک بن مروان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رہاپھر </w:t>
      </w:r>
      <w:r>
        <w:rPr>
          <w:rtl/>
          <w:lang w:bidi="fa-IR"/>
        </w:rPr>
        <w:t>۸۶</w:t>
      </w:r>
      <w:r>
        <w:rPr>
          <w:rtl/>
          <w:lang w:bidi="ur-PK"/>
        </w:rPr>
        <w:t xml:space="preserve"> ھ سے </w:t>
      </w:r>
      <w:r>
        <w:rPr>
          <w:rtl/>
          <w:lang w:bidi="fa-IR"/>
        </w:rPr>
        <w:t>۹۶</w:t>
      </w:r>
      <w:r>
        <w:rPr>
          <w:rtl/>
          <w:lang w:bidi="ur-PK"/>
        </w:rPr>
        <w:t xml:space="preserve"> ھ تک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 نے 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>
        <w:rPr>
          <w:rtl/>
          <w:lang w:bidi="fa-IR"/>
        </w:rPr>
        <w:t>۹۵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والد</w:t>
      </w:r>
      <w:r>
        <w:rPr>
          <w:rFonts w:hint="eastAsia"/>
          <w:rtl/>
          <w:lang w:bidi="ur-PK"/>
        </w:rPr>
        <w:t>ماجدکودرجہ</w:t>
      </w:r>
      <w:r>
        <w:rPr>
          <w:rtl/>
          <w:lang w:bidi="ur-PK"/>
        </w:rPr>
        <w:t xml:space="preserve"> شہادت پرفائزکرد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۹۵</w:t>
      </w:r>
      <w:r>
        <w:rPr>
          <w:rtl/>
          <w:lang w:bidi="ur-PK"/>
        </w:rPr>
        <w:t xml:space="preserve"> ھ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کاآغازہوا، اور </w:t>
      </w:r>
      <w:r>
        <w:rPr>
          <w:rtl/>
          <w:lang w:bidi="fa-IR"/>
        </w:rPr>
        <w:t>۱۱۴</w:t>
      </w:r>
      <w:r>
        <w:rPr>
          <w:rtl/>
          <w:lang w:bidi="ur-PK"/>
        </w:rPr>
        <w:t xml:space="preserve"> ھ تک آپ فرائض امامت ادافرماتے رہے،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دروان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 کے بعدسل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بن عبدالملک ،عمربن عبدالعز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 اورہشام بن عبدالملک بادشاہ وقت رہے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۱۵۶)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69" w:name="_Toc509136791"/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کربلا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کاحصہ</w:t>
      </w:r>
      <w:bookmarkEnd w:id="16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کہ آپ کوحضرت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ہمراہ وطن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چھوڑناپڑا،پھرمد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مکہ اوروہاں سے کربلاتک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صعوبت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سفربرداشت کرناپڑ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بعدواقعہ کربلاکے مصائب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کھے،</w:t>
      </w:r>
      <w:r>
        <w:rPr>
          <w:rtl/>
          <w:lang w:bidi="ur-PK"/>
        </w:rPr>
        <w:t xml:space="preserve"> کوفہ وشام کے بازاروں اوردرباروں کاحال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شام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درہے،</w:t>
      </w:r>
      <w:r>
        <w:rPr>
          <w:rtl/>
          <w:lang w:bidi="ur-PK"/>
        </w:rPr>
        <w:t xml:space="preserve"> پھروہاں سے چھوٹ کر </w:t>
      </w:r>
      <w:r>
        <w:rPr>
          <w:rtl/>
          <w:lang w:bidi="fa-IR"/>
        </w:rPr>
        <w:t xml:space="preserve">۸/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۶۲</w:t>
      </w:r>
      <w:r>
        <w:rPr>
          <w:rtl/>
          <w:lang w:bidi="ur-PK"/>
        </w:rPr>
        <w:t xml:space="preserve"> ھ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واپس ہوئے۔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عمرچارسال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،توآپ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کنو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گرگئے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خدانے آپ کوڈوبنے سے بچال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(اورجب آپ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برآمدہوئے توآپ کے کپڑے اورآپ کابدن تک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گاہوانہ</w:t>
      </w:r>
      <w:r>
        <w:rPr>
          <w:rtl/>
          <w:lang w:bidi="ur-PK"/>
        </w:rPr>
        <w:t xml:space="preserve"> تھا(مناقب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۱۰۹)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70" w:name="_Toc509136792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اورجابربن عبداللہ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</w:t>
      </w:r>
      <w:bookmarkEnd w:id="17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کہ حضرت امام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اختتام پرامام محمدباقرک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سے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۴۶/ </w:t>
      </w:r>
      <w:r>
        <w:rPr>
          <w:rtl/>
          <w:lang w:bidi="ur-PK"/>
        </w:rPr>
        <w:t>سال قبل جابربن عبداللہ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کوسلام کہلا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شرف اس درجہ ممتا</w:t>
      </w:r>
      <w:r>
        <w:rPr>
          <w:rFonts w:hint="eastAsia"/>
          <w:rtl/>
          <w:lang w:bidi="ur-PK"/>
        </w:rPr>
        <w:t>زہے</w:t>
      </w:r>
      <w:r>
        <w:rPr>
          <w:rtl/>
          <w:lang w:bidi="ur-PK"/>
        </w:rPr>
        <w:t xml:space="preserve"> کہ آل محمد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کرسکتا(مطالب السؤل ص </w:t>
      </w:r>
      <w:r>
        <w:rPr>
          <w:rtl/>
          <w:lang w:bidi="fa-IR"/>
        </w:rPr>
        <w:t xml:space="preserve">۲۷۲)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سرورکائنات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مبارک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کولئے ہوئے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ارکررہے</w:t>
      </w:r>
      <w:r>
        <w:rPr>
          <w:rtl/>
          <w:lang w:bidi="ur-PK"/>
        </w:rPr>
        <w:t xml:space="preserve"> تھے ناگاہ آپ کے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 جابربن عبداللہ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حاضرہوئے حضرت نے جابرکود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ا،اے</w:t>
      </w:r>
      <w:r>
        <w:rPr>
          <w:rtl/>
          <w:lang w:bidi="ur-PK"/>
        </w:rPr>
        <w:t xml:space="preserve"> جابر!م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اس فرزند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نسل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داہوگا</w:t>
      </w:r>
      <w:r>
        <w:rPr>
          <w:rtl/>
          <w:lang w:bidi="ur-PK"/>
        </w:rPr>
        <w:t xml:space="preserve"> جوعلم وحکمت سے </w:t>
      </w:r>
      <w:r>
        <w:rPr>
          <w:rFonts w:hint="eastAsia"/>
          <w:rtl/>
          <w:lang w:bidi="ur-PK"/>
        </w:rPr>
        <w:t>بھرپورہوگا،اے</w:t>
      </w:r>
      <w:r>
        <w:rPr>
          <w:rtl/>
          <w:lang w:bidi="ur-PK"/>
        </w:rPr>
        <w:t xml:space="preserve"> جابرتم اس کازمانہ پاؤگے،اوراس وقت تک زندہ رہوگے جب تک وہ سطح ارض پرآنہ جائے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جابر!د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کھو،جب</w:t>
      </w:r>
      <w:r>
        <w:rPr>
          <w:rtl/>
          <w:lang w:bidi="ur-PK"/>
        </w:rPr>
        <w:t xml:space="preserve"> تم اس سے ملناتواسے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راسلام</w:t>
      </w:r>
      <w:r>
        <w:rPr>
          <w:rtl/>
          <w:lang w:bidi="ur-PK"/>
        </w:rPr>
        <w:t xml:space="preserve">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نا،جابرنے</w:t>
      </w:r>
      <w:r>
        <w:rPr>
          <w:rtl/>
          <w:lang w:bidi="ur-PK"/>
        </w:rPr>
        <w:t xml:space="preserve"> اس خبراوراس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کوکمال مسرت کے ساتھ سنا،اوراس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سے اس بہجت آفر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ساعت کاانتظارکرناشروع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چشم انتظارپتھراگ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اورآنکھوں کانورجاتارہا۔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تک آپ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ناتھے</w:t>
      </w:r>
      <w:r>
        <w:rPr>
          <w:rtl/>
          <w:lang w:bidi="ur-PK"/>
        </w:rPr>
        <w:t xml:space="preserve"> ہرمجلس ومحفل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تلاش کرتے رہے اورجب نورنظرجاتا رہاتوزبان سے پکارناشروع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پرجب ہروقت امام محمدباقرکانام رہنے لگاتولوگ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کہنے لگے کہ جابرکادماغ ضعف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ازکاررفتہ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بہرحال وہ وقت آہ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احمد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اورسلام محمد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ہوگئے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ہم جناب جابرکے پاس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ہوئے تھے کہ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لائے، آپ کے ہمراہ آپ کے فرزندامام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فرزندارجمندسے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چچاجاب</w:t>
      </w:r>
      <w:r>
        <w:rPr>
          <w:rFonts w:hint="eastAsia"/>
          <w:rtl/>
          <w:lang w:bidi="ur-PK"/>
        </w:rPr>
        <w:t>ربن</w:t>
      </w:r>
      <w:r>
        <w:rPr>
          <w:rtl/>
          <w:lang w:bidi="ur-PK"/>
        </w:rPr>
        <w:t xml:space="preserve"> عبداللہ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سرکابوسہ دو،انہوں نے فوراتعم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ارشادک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ا،جابرنے</w:t>
      </w:r>
      <w:r>
        <w:rPr>
          <w:rtl/>
          <w:lang w:bidi="ur-PK"/>
        </w:rPr>
        <w:t xml:space="preserve"> ان کواپنے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لگال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ااورکہاکہ</w:t>
      </w:r>
      <w:r>
        <w:rPr>
          <w:rtl/>
          <w:lang w:bidi="ur-PK"/>
        </w:rPr>
        <w:t xml:space="preserve"> ابن رسول اللہ آپ کوآپ کے جدنامدارحضرت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نے سلام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نے کہاائے جابران پراورتم پرم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سلام ہو،اس کے بعدجابربن عبداللہ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سے شفاعت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ضمانت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نے اسے منظورفرما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ااورکہاکہ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تمہارے جنت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جانے کاضامن ہوں(صواعق محرقہ ص </w:t>
      </w:r>
      <w:r>
        <w:rPr>
          <w:rtl/>
          <w:lang w:bidi="fa-IR"/>
        </w:rPr>
        <w:t>۱۲۰</w:t>
      </w:r>
      <w:r>
        <w:rPr>
          <w:rtl/>
          <w:lang w:bidi="ur-PK"/>
        </w:rPr>
        <w:t xml:space="preserve"> ،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النجات ص </w:t>
      </w:r>
      <w:r>
        <w:rPr>
          <w:rtl/>
          <w:lang w:bidi="fa-IR"/>
        </w:rPr>
        <w:t>۳۳۸</w:t>
      </w:r>
      <w:r>
        <w:rPr>
          <w:rtl/>
          <w:lang w:bidi="ur-PK"/>
        </w:rPr>
        <w:t xml:space="preserve"> ،مطالب السؤل ، </w:t>
      </w:r>
      <w:r>
        <w:rPr>
          <w:rtl/>
          <w:lang w:bidi="fa-IR"/>
        </w:rPr>
        <w:t>۳۷۳</w:t>
      </w:r>
      <w:r>
        <w:rPr>
          <w:rtl/>
          <w:lang w:bidi="ur-PK"/>
        </w:rPr>
        <w:t xml:space="preserve"> ،شو</w:t>
      </w:r>
      <w:r>
        <w:rPr>
          <w:rFonts w:hint="eastAsia"/>
          <w:rtl/>
          <w:lang w:bidi="ur-PK"/>
        </w:rPr>
        <w:t>اہدالنبوت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۱۸۱</w:t>
      </w:r>
      <w:r>
        <w:rPr>
          <w:rtl/>
          <w:lang w:bidi="ur-PK"/>
        </w:rPr>
        <w:t xml:space="preserve"> ، نورالابصارص </w:t>
      </w:r>
      <w:r>
        <w:rPr>
          <w:rtl/>
          <w:lang w:bidi="fa-IR"/>
        </w:rPr>
        <w:t>۱۴۳</w:t>
      </w:r>
      <w:r>
        <w:rPr>
          <w:rtl/>
          <w:lang w:bidi="ur-PK"/>
        </w:rPr>
        <w:t xml:space="preserve"> ،رجال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۲۷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،ص </w:t>
      </w:r>
      <w:r>
        <w:rPr>
          <w:rtl/>
          <w:lang w:bidi="fa-IR"/>
        </w:rPr>
        <w:t>۹۶</w:t>
      </w:r>
      <w:r>
        <w:rPr>
          <w:rtl/>
          <w:lang w:bidi="ur-PK"/>
        </w:rPr>
        <w:t xml:space="preserve"> ،مجالس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۱۱۷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محمدبن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آنحضرت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”ان بقائک بعدرو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ر“</w:t>
      </w:r>
      <w:r>
        <w:rPr>
          <w:rtl/>
          <w:lang w:bidi="ur-PK"/>
        </w:rPr>
        <w:t xml:space="preserve"> کہ اے جابرم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پہنچانے کے بعد بہت تھوڑازندہ رہوگے ،چنانچہ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ہوا(مطالب السؤل ص </w:t>
      </w:r>
      <w:r>
        <w:rPr>
          <w:rtl/>
          <w:lang w:bidi="fa-IR"/>
        </w:rPr>
        <w:t xml:space="preserve">۲۷۳)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71" w:name="_Toc509136793"/>
      <w:r>
        <w:rPr>
          <w:rFonts w:hint="eastAsia"/>
          <w:rtl/>
          <w:lang w:bidi="ur-PK"/>
        </w:rPr>
        <w:t>سات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محمدباقرکاحج خانہ کعبہ</w:t>
      </w:r>
      <w:bookmarkEnd w:id="17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جارہاتھا،راستہ پرخطراورانتہائ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تھا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لق ودق صحرا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پہنچاتوا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سے کچھ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 نظرآئ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رہاتھاکہ ناگاہ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 سال کالڑکام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آپہنچا،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سلام کاج</w:t>
      </w:r>
      <w:r>
        <w:rPr>
          <w:rFonts w:hint="eastAsia"/>
          <w:rtl/>
          <w:lang w:bidi="ur-PK"/>
        </w:rPr>
        <w:t>واب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بعداس سے پوچھاکہ آپ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کہاں سے آرہے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اورکہاں کاارادہ ہے، اورآپ کے پاس زادراہ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ا،سنو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آرہاہوں اورخداکے طرف سے آرہاہوں اورخداک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جارہاہوں،م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رازادراہ</w:t>
      </w:r>
      <w:r>
        <w:rPr>
          <w:rtl/>
          <w:lang w:bidi="ur-PK"/>
        </w:rPr>
        <w:t xml:space="preserve"> ”تقو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النسل،قر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خاندان کاعلو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نزادہوں</w:t>
      </w:r>
      <w:r>
        <w:rPr>
          <w:rFonts w:hint="eastAsia"/>
          <w:rtl/>
          <w:lang w:bidi="ur-PK"/>
        </w:rPr>
        <w:t>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رانام</w:t>
      </w:r>
      <w:r>
        <w:rPr>
          <w:rtl/>
          <w:lang w:bidi="ur-PK"/>
        </w:rPr>
        <w:t xml:space="preserve"> 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 xml:space="preserve">طالب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کروہ دونوں سے غائب ہوگئے اورمجھے پتہ نہ چل سکاکہ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پروازکرگئے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سماگئے (شواہدالنبوت ص </w:t>
      </w:r>
      <w:r>
        <w:rPr>
          <w:rtl/>
          <w:lang w:bidi="fa-IR"/>
        </w:rPr>
        <w:t xml:space="preserve">۱۸۳)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72" w:name="_Toc509136794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سکے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</w:t>
      </w:r>
      <w:bookmarkEnd w:id="17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رذاکرحس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۴۲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عبدالملک بن مروان نے </w:t>
      </w:r>
      <w:r>
        <w:rPr>
          <w:rtl/>
          <w:lang w:bidi="fa-IR"/>
        </w:rPr>
        <w:t>۷۵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 سے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اسے سے پہلے روم 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کاسکہ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ممالک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علامہ 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حوالہ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علامہ کسائ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پوچھاکہ 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درہم 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نارکے</w:t>
      </w:r>
      <w:r>
        <w:rPr>
          <w:rtl/>
          <w:lang w:bidi="ur-PK"/>
        </w:rPr>
        <w:t xml:space="preserve"> سکے، کب اورک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ونکررائج</w:t>
      </w:r>
      <w:r>
        <w:rPr>
          <w:rtl/>
          <w:lang w:bidi="ur-PK"/>
        </w:rPr>
        <w:t xml:space="preserve"> ہوئے انہوں نے کہاکہ سکوں کااجراخل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عبدالملک بن مروان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ناواقف ہوں اورمجھے 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کہ ان کے اجراء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محسوس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،ہارون</w:t>
      </w:r>
      <w:r>
        <w:rPr>
          <w:rtl/>
          <w:lang w:bidi="ur-PK"/>
        </w:rPr>
        <w:t xml:space="preserve">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کہاکہ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زمانہ سابق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جوکاغذوغ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ممالک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مستعمل ہوتے تھے وہ مصر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ارہواکرتے</w:t>
      </w:r>
      <w:r>
        <w:rPr>
          <w:rtl/>
          <w:lang w:bidi="ur-PK"/>
        </w:rPr>
        <w:t xml:space="preserve"> تھے جہاں اس وقت نصران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،اوروہ</w:t>
      </w:r>
      <w:r>
        <w:rPr>
          <w:rtl/>
          <w:lang w:bidi="ur-PK"/>
        </w:rPr>
        <w:t xml:space="preserve"> تمام کے تمام بادشاہ روم کے مذہب برتھے وہاں کے کاغذپرجوضرب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ڈمارک</w:t>
      </w:r>
      <w:r>
        <w:rPr>
          <w:rtl/>
          <w:lang w:bidi="ur-PK"/>
        </w:rPr>
        <w:t xml:space="preserve">) ہوتاتھا،اس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بزبان روم(اب،ابن،روح القدس لکھاہواتھا ،</w:t>
      </w:r>
      <w:r w:rsidRPr="004619E0">
        <w:rPr>
          <w:rStyle w:val="libArabicChar"/>
          <w:rtl/>
          <w:lang w:bidi="ur-PK"/>
        </w:rPr>
        <w:t xml:space="preserve">فلم </w:t>
      </w:r>
      <w:r w:rsidRPr="004619E0">
        <w:rPr>
          <w:rStyle w:val="libArabicChar"/>
          <w:rFonts w:hint="cs"/>
          <w:rtl/>
          <w:lang w:bidi="ur-PK"/>
        </w:rPr>
        <w:t>ی</w:t>
      </w:r>
      <w:r w:rsidRPr="004619E0">
        <w:rPr>
          <w:rStyle w:val="libArabicChar"/>
          <w:rFonts w:hint="eastAsia"/>
          <w:rtl/>
          <w:lang w:bidi="ur-PK"/>
        </w:rPr>
        <w:t>زل</w:t>
      </w:r>
      <w:r w:rsidRPr="004619E0">
        <w:rPr>
          <w:rStyle w:val="libArabicChar"/>
          <w:rtl/>
          <w:lang w:bidi="ur-PK"/>
        </w:rPr>
        <w:t xml:space="preserve"> ذلک کذالک ف</w:t>
      </w:r>
      <w:r w:rsidRPr="004619E0">
        <w:rPr>
          <w:rStyle w:val="libArabicChar"/>
          <w:rFonts w:hint="cs"/>
          <w:rtl/>
          <w:lang w:bidi="ur-PK"/>
        </w:rPr>
        <w:t>ی</w:t>
      </w:r>
      <w:r w:rsidRPr="004619E0">
        <w:rPr>
          <w:rStyle w:val="libArabicChar"/>
          <w:rtl/>
          <w:lang w:bidi="ur-PK"/>
        </w:rPr>
        <w:t xml:space="preserve"> صدرالاسلام کل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 xml:space="preserve"> بمعنی</w:t>
      </w:r>
      <w:r w:rsidRPr="004619E0">
        <w:rPr>
          <w:rStyle w:val="libArabicChar"/>
          <w:rtl/>
          <w:lang w:bidi="ur-PK"/>
        </w:rPr>
        <w:t xml:space="preserve"> علوما کان عل</w:t>
      </w:r>
      <w:r w:rsidRPr="004619E0">
        <w:rPr>
          <w:rStyle w:val="libArabicChar"/>
          <w:rFonts w:hint="cs"/>
          <w:rtl/>
          <w:lang w:bidi="ur-PK"/>
        </w:rPr>
        <w:t>ی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tl/>
          <w:lang w:bidi="ur-PK"/>
        </w:rPr>
        <w:t xml:space="preserve"> ،الخ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زاسلام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جتنے دورگذرے تھے سب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رائج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جب عبدالملک بن مروان کازمانہ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توچونکہ وہ بڑاذہ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اورہوش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ارتھا،لہذا</w:t>
      </w:r>
      <w:r>
        <w:rPr>
          <w:rtl/>
          <w:lang w:bidi="ur-PK"/>
        </w:rPr>
        <w:t xml:space="preserve"> اس نے ترجمہ کراکے گورنرمصرکولکھاکہ تم 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ڈمارک</w:t>
      </w:r>
      <w:r>
        <w:rPr>
          <w:rtl/>
          <w:lang w:bidi="ur-PK"/>
        </w:rPr>
        <w:t xml:space="preserve"> کوموقوف ومتروک کردو،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کاغذکپڑے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جواب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ارہوں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نشانات نہ لگنے دوبلکہ ان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لکھوادو </w:t>
      </w:r>
      <w:r w:rsidRPr="004619E0">
        <w:rPr>
          <w:rStyle w:val="libArabicChar"/>
          <w:rtl/>
          <w:lang w:bidi="ur-PK"/>
        </w:rPr>
        <w:t>”ش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>دالل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 xml:space="preserve"> ان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 xml:space="preserve"> لاال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 xml:space="preserve"> الا</w:t>
      </w:r>
      <w:r w:rsidR="005274C1" w:rsidRPr="001F4EA2">
        <w:rPr>
          <w:rStyle w:val="libArabicChar"/>
          <w:rFonts w:hint="cs"/>
          <w:rtl/>
          <w:lang w:bidi="ur-PK"/>
        </w:rPr>
        <w:t>ه</w:t>
      </w:r>
      <w:r w:rsidRPr="004619E0">
        <w:rPr>
          <w:rStyle w:val="libArabicChar"/>
          <w:rFonts w:hint="cs"/>
          <w:rtl/>
          <w:lang w:bidi="ur-PK"/>
        </w:rPr>
        <w:t>و“</w:t>
      </w:r>
      <w:r>
        <w:rPr>
          <w:rtl/>
          <w:lang w:bidi="ur-PK"/>
        </w:rPr>
        <w:t xml:space="preserve"> چنانچہ اس حکم پرعمل درآمدک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اجب</w:t>
      </w:r>
      <w:r>
        <w:rPr>
          <w:rtl/>
          <w:lang w:bidi="ur-PK"/>
        </w:rPr>
        <w:t xml:space="preserve"> اس نئے مارک کے کاغذوں کاجن پرکلمہ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دثبت</w:t>
      </w:r>
      <w:r>
        <w:rPr>
          <w:rtl/>
          <w:lang w:bidi="ur-PK"/>
        </w:rPr>
        <w:t xml:space="preserve"> تھا،رواج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صرروم</w:t>
      </w:r>
      <w:r>
        <w:rPr>
          <w:rtl/>
          <w:lang w:bidi="ur-PK"/>
        </w:rPr>
        <w:t xml:space="preserve"> کوبے انتہاناگوارگزرااس نے تحفہ تحائف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کرعبدالملک بن مروان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کولکھاکہ کاغذوغ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پرجو”ما</w:t>
      </w:r>
      <w:r>
        <w:rPr>
          <w:rFonts w:hint="eastAsia"/>
          <w:rtl/>
          <w:lang w:bidi="ur-PK"/>
        </w:rPr>
        <w:t>رک“</w:t>
      </w:r>
      <w:r>
        <w:rPr>
          <w:rtl/>
          <w:lang w:bidi="ur-PK"/>
        </w:rPr>
        <w:t xml:space="preserve"> پہلے تھاوہ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بدستورجار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کرو،عبدالملک نے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انکارکرد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</w:t>
      </w:r>
      <w:r>
        <w:rPr>
          <w:rtl/>
          <w:lang w:bidi="ur-PK"/>
        </w:rPr>
        <w:t xml:space="preserve"> تحائف وہدا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واپس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کے خط کاجواب تک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صرروم</w:t>
      </w:r>
      <w:r>
        <w:rPr>
          <w:rtl/>
          <w:lang w:bidi="ur-PK"/>
        </w:rPr>
        <w:t xml:space="preserve"> نے تحائف کودوگناکرکے پھربھ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جااورلکھاکہ</w:t>
      </w:r>
      <w:r>
        <w:rPr>
          <w:rtl/>
          <w:lang w:bidi="ur-PK"/>
        </w:rPr>
        <w:t xml:space="preserve"> تم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تحائف کوکم سمجھ کرواپس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اب اضافہ کرکے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رہاہوں 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قبول کرلواورکاغذسے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ا”مارک“</w:t>
      </w:r>
      <w:r>
        <w:rPr>
          <w:rtl/>
          <w:lang w:bidi="ur-PK"/>
        </w:rPr>
        <w:t xml:space="preserve"> ہٹادو، عبدالملک نے پھرہدا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اواپس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اورمثل سابق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کے بعدق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صرروم</w:t>
      </w:r>
      <w:r>
        <w:rPr>
          <w:rtl/>
          <w:lang w:bidi="ur-PK"/>
        </w:rPr>
        <w:t xml:space="preserve">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خط لکھااورتحائف وہدا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اورخط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لکھاکہ تم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خطوط کے جوابات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،اورنہ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قبول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قسم کھاکر ک</w:t>
      </w:r>
      <w:r>
        <w:rPr>
          <w:rFonts w:hint="eastAsia"/>
          <w:rtl/>
          <w:lang w:bidi="ur-PK"/>
        </w:rPr>
        <w:t>ہتاہوں</w:t>
      </w:r>
      <w:r>
        <w:rPr>
          <w:rtl/>
          <w:lang w:bidi="ur-PK"/>
        </w:rPr>
        <w:t xml:space="preserve"> کہ اگرتم نے 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ڈمارک</w:t>
      </w:r>
      <w:r>
        <w:rPr>
          <w:rtl/>
          <w:lang w:bidi="ur-PK"/>
        </w:rPr>
        <w:t xml:space="preserve"> کوازسرنورواج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جملے کاغذسے نہ ہٹائے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تمہارے رسول کوگال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اں،سکہ</w:t>
      </w:r>
      <w:r>
        <w:rPr>
          <w:rtl/>
          <w:lang w:bidi="ur-PK"/>
        </w:rPr>
        <w:t xml:space="preserve"> درہم 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نارپرنقش</w:t>
      </w:r>
      <w:r>
        <w:rPr>
          <w:rtl/>
          <w:lang w:bidi="ur-PK"/>
        </w:rPr>
        <w:t xml:space="preserve"> کراکے تمام ممالک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رائج کردوں گااورتم کچھ نہ کرسکوگے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کھواب</w:t>
      </w:r>
      <w:r>
        <w:rPr>
          <w:rtl/>
          <w:lang w:bidi="ur-PK"/>
        </w:rPr>
        <w:t xml:space="preserve"> جو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تم کولکھاہے اسے پڑھ </w:t>
      </w:r>
      <w:r>
        <w:rPr>
          <w:rtl/>
          <w:lang w:bidi="ur-PK"/>
        </w:rPr>
        <w:lastRenderedPageBreak/>
        <w:t>کرارفص جب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عرق</w:t>
      </w:r>
      <w:r>
        <w:rPr>
          <w:rFonts w:hint="eastAsia"/>
          <w:rtl/>
          <w:lang w:bidi="ur-PK"/>
        </w:rPr>
        <w:t>ا،اپن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کاپس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پوچھ ڈالواورجو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کہتاہوں اس پرعمل کروتاکہ ہمارے اورتمہارے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جورشتہ محبت قائم ہے بدستورباق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عبدالملک</w:t>
      </w:r>
      <w:r>
        <w:rPr>
          <w:rtl/>
          <w:lang w:bidi="ur-PK"/>
        </w:rPr>
        <w:t xml:space="preserve"> ابن مروان نے جس وقت اس خط کوپڑھااس کے پاؤں تلے سے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نکل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،ہاتھ کے طوطے اڑگئے اورنظروں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کمال اضطراب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علماء فضلاء اہل الرائے اورس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دانوں کوفوراجمع کرکے ان سے مشورہ 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اورکہاکہ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سوچوکہ سانپ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</w:t>
      </w:r>
      <w:r>
        <w:rPr>
          <w:rFonts w:hint="eastAsia"/>
          <w:rtl/>
          <w:lang w:bidi="ur-PK"/>
        </w:rPr>
        <w:t>جائے</w:t>
      </w:r>
      <w:r>
        <w:rPr>
          <w:rtl/>
          <w:lang w:bidi="ur-PK"/>
        </w:rPr>
        <w:t xml:space="preserve"> اورلاٹھ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ٹوٹے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اسراسراسلام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ہوجائے، سب نے سرجوڑکربہت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رتک</w:t>
      </w:r>
      <w:r>
        <w:rPr>
          <w:rtl/>
          <w:lang w:bidi="ur-PK"/>
        </w:rPr>
        <w:t xml:space="preserve"> غورک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نہ دے سکے جس پرعمل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اجاسکتا”فلم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جد</w:t>
      </w:r>
      <w:r>
        <w:rPr>
          <w:rtl/>
          <w:lang w:bidi="ur-PK"/>
        </w:rPr>
        <w:t xml:space="preserve"> عنداحدمنہم 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عمل</w:t>
      </w:r>
      <w:r>
        <w:rPr>
          <w:rtl/>
          <w:lang w:bidi="ur-PK"/>
        </w:rPr>
        <w:t xml:space="preserve"> بہ“ جب بادشاہ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سے مطمئ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ہوسکاتواورز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ہوااوردل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کہنے لگا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پال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اکروں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تردد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ٹھاتھاکہ</w:t>
      </w:r>
      <w:r>
        <w:rPr>
          <w:rtl/>
          <w:lang w:bidi="ur-PK"/>
        </w:rPr>
        <w:t xml:space="preserve"> اس کاوز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راعظم”ابن</w:t>
      </w:r>
      <w:r>
        <w:rPr>
          <w:rtl/>
          <w:lang w:bidi="ur-PK"/>
        </w:rPr>
        <w:t xml:space="preserve"> زنباع“ بول اٹھا،بادشاہ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ناجانتاہے</w:t>
      </w:r>
      <w:r>
        <w:rPr>
          <w:rtl/>
          <w:lang w:bidi="ur-PK"/>
        </w:rPr>
        <w:t xml:space="preserve"> کہ اس اہم موقع پراسلام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کشائ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 کرسکتاہے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عمدا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کرتا،بادشاہ نے کہا”و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حک</w:t>
      </w:r>
      <w:r>
        <w:rPr>
          <w:rtl/>
          <w:lang w:bidi="ur-PK"/>
        </w:rPr>
        <w:t xml:space="preserve"> من“ خداتجھے سمجھے،توبتاتوسہ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کون ہے؟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بالباقرمن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فرزند رسول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کررہاہوں اوروہ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آڑے وقت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کام آسکتاہ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،عبدالملک بن مروان نے 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کانام سنا قال صدقت کہے لگا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تم نے سچ کہااورصح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رہبر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فورااپنے عامل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کولکھا کہ اس وقت اسلام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سخت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آگئ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اوراس کادفع ہوناامام محمدباقرکے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رناممکن</w:t>
      </w:r>
      <w:r>
        <w:rPr>
          <w:rtl/>
          <w:lang w:bidi="ur-PK"/>
        </w:rPr>
        <w:t xml:space="preserve"> ہے،لہذا جس طرح ہوسکے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جدو،د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کھواس</w:t>
      </w:r>
      <w:r>
        <w:rPr>
          <w:rtl/>
          <w:lang w:bidi="ur-PK"/>
        </w:rPr>
        <w:t xml:space="preserve">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 مصارف ہوں گے،وہ بذمہ حکومت ہوں 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عبدالملک</w:t>
      </w:r>
      <w:r>
        <w:rPr>
          <w:rtl/>
          <w:lang w:bidi="ur-PK"/>
        </w:rPr>
        <w:t xml:space="preserve"> نے دوخواست طلب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ارسال کرنے کے بعدشاہ روم کے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رکونظر</w:t>
      </w:r>
      <w:r>
        <w:rPr>
          <w:rtl/>
          <w:lang w:bidi="ur-PK"/>
        </w:rPr>
        <w:t xml:space="preserve"> بندکرد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ا،اورحکم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جب تک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مسئلہ کوحل نہ کرسکوں اسے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تخت سے جانے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عبدالملک بن مروان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پہنچااورآپ فوراعازم سفرہوگئے اورہل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چونکہ اسلام کاکام ہے لہذا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تمام اپنے کاموں پراس سفرکوترج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الغرض آپ وہاں سے روانہ ہوکرعبدالملک کے پاس جاپہنچے، بادشاہ چونکہ </w:t>
      </w:r>
      <w:r>
        <w:rPr>
          <w:rFonts w:hint="eastAsia"/>
          <w:rtl/>
          <w:lang w:bidi="ur-PK"/>
        </w:rPr>
        <w:t>سخت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تھا،اس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اسے نے آپ کے استقبال کے فورابعدعرض مدعاکرد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مسکراتے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عظم</w:t>
      </w:r>
      <w:r>
        <w:rPr>
          <w:rtl/>
          <w:lang w:bidi="ur-PK"/>
        </w:rPr>
        <w:t xml:space="preserve"> ہذاعل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فانہ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بشئ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اے بادشاہ سن، مجھے بعلم امامت معلوم ہے کہ خدائے قادروتواناق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صرروم</w:t>
      </w:r>
      <w:r>
        <w:rPr>
          <w:rtl/>
          <w:lang w:bidi="ur-PK"/>
        </w:rPr>
        <w:t xml:space="preserve"> کواس فعل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پرقدرت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دے گا اورپھرا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کہ اس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ہاتھوں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سے عہدہ برآہونے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دے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بادشاہ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رسول اللہ وہ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ہے جومجھے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اورجس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کرسکتاہوں۔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حکاک اور 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گروں</w:t>
      </w:r>
      <w:r>
        <w:rPr>
          <w:rtl/>
          <w:lang w:bidi="ur-PK"/>
        </w:rPr>
        <w:t xml:space="preserve"> کوبلاؤ اوران سے درہم 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نارکے</w:t>
      </w:r>
      <w:r>
        <w:rPr>
          <w:rtl/>
          <w:lang w:bidi="ur-PK"/>
        </w:rPr>
        <w:t xml:space="preserve"> سکے ڈھلواؤ اورممالک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رائج کردو، اس نے پوچھاکہ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اشکل</w:t>
      </w:r>
      <w:r>
        <w:rPr>
          <w:rtl/>
          <w:lang w:bidi="ur-PK"/>
        </w:rPr>
        <w:t xml:space="preserve"> وصورت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کس طرح ڈھل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گے؟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سکہ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کلمہ ت</w:t>
      </w:r>
      <w:r>
        <w:rPr>
          <w:rFonts w:hint="eastAsia"/>
          <w:rtl/>
          <w:lang w:bidi="ur-PK"/>
        </w:rPr>
        <w:t>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غمراسلام</w:t>
      </w:r>
      <w:r>
        <w:rPr>
          <w:rtl/>
          <w:lang w:bidi="ur-PK"/>
        </w:rPr>
        <w:t xml:space="preserve"> کانام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اورضرب سکہ کاسن لکھاجائے اس کے بعداس کے اوزان بتائے آپ نے کہاکہ درہم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سکے اس وقت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بغل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جودس مثقال کے دس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دوسرے سمر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خفاف جوچھ مثقال کے دس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پانچ مثقال کے دس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کل </w:t>
      </w:r>
      <w:r>
        <w:rPr>
          <w:rtl/>
          <w:lang w:bidi="fa-IR"/>
        </w:rPr>
        <w:t xml:space="preserve">۲۱/ </w:t>
      </w:r>
      <w:r>
        <w:rPr>
          <w:rtl/>
          <w:lang w:bidi="ur-PK"/>
        </w:rPr>
        <w:t>مثقال ہوئے اس کوت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کرنے پرحاصل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۷/ </w:t>
      </w:r>
      <w:r>
        <w:rPr>
          <w:rtl/>
          <w:lang w:bidi="ur-PK"/>
        </w:rPr>
        <w:t>مثقال ہوئے،اس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 مثقال کے دس درہم بنوا،اوراس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 مثقال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سونے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ارکرجس</w:t>
      </w:r>
      <w:r>
        <w:rPr>
          <w:rtl/>
          <w:lang w:bidi="ur-PK"/>
        </w:rPr>
        <w:t xml:space="preserve"> کاخوردہ دس درہم ہو،سکہ کانقش چونکہ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،اورد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نارکاسکہ</w:t>
      </w:r>
      <w:r>
        <w:rPr>
          <w:rtl/>
          <w:lang w:bidi="ur-PK"/>
        </w:rPr>
        <w:t xml:space="preserve"> 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حرفوں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لہذااسے 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eastAsia"/>
          <w:rtl/>
          <w:lang w:bidi="ur-PK"/>
        </w:rPr>
        <w:t>رفوں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کندہ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اورڈھالنے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(سانچہ)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شے</w:t>
      </w:r>
      <w:r>
        <w:rPr>
          <w:rtl/>
          <w:lang w:bidi="ur-PK"/>
        </w:rPr>
        <w:t xml:space="preserve"> کابنوا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تاکہ سب ہم وزن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عبدالملک</w:t>
      </w:r>
      <w:r>
        <w:rPr>
          <w:rtl/>
          <w:lang w:bidi="ur-PK"/>
        </w:rPr>
        <w:t xml:space="preserve"> نے آپ کے حکم کے مطابق تمام سکے ڈھلوال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اورسب کام درست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بعدحضرت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اکروں؟</w:t>
      </w:r>
      <w:r>
        <w:rPr>
          <w:rtl/>
          <w:lang w:bidi="ur-PK"/>
        </w:rPr>
        <w:t xml:space="preserve"> ”امرہ محمدبن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آپ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ان سکوں کوتمام ممالک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رائج کردے، اورساتھ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سخت حکم نافذکردے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سکہ کواستعمال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اورروم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سکے خلاف قانون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گئے اب جوخلاف ورز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گااسے سخت سزاد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،اوربوقت ضرورت اسے قتل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اجاسکے</w:t>
      </w:r>
      <w:r>
        <w:rPr>
          <w:rtl/>
          <w:lang w:bidi="ur-PK"/>
        </w:rPr>
        <w:t xml:space="preserve">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عبدالملک</w:t>
      </w:r>
      <w:r>
        <w:rPr>
          <w:rtl/>
          <w:lang w:bidi="ur-PK"/>
        </w:rPr>
        <w:t xml:space="preserve"> بن مروان نے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ارشادکے بعدسف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رروم</w:t>
      </w:r>
      <w:r>
        <w:rPr>
          <w:rtl/>
          <w:lang w:bidi="ur-PK"/>
        </w:rPr>
        <w:t xml:space="preserve"> کورہاکرکے کہاکہ اپنے بادشاہ سے کہناکہ ہم نے اپنے سکے ڈھلواکررائج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اورتمہارے سکہ کوغ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رقانون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 تم سے جوہوسکے کرلو۔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رروم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سے رہاہوکرجب اپنے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صرکے</w:t>
      </w:r>
      <w:r>
        <w:rPr>
          <w:rtl/>
          <w:lang w:bidi="ur-PK"/>
        </w:rPr>
        <w:t xml:space="preserve"> پاس پہنچااوراس سے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داستان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تووہ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ا،اورسرڈال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رتک</w:t>
      </w:r>
      <w:r>
        <w:rPr>
          <w:rtl/>
          <w:lang w:bidi="ur-PK"/>
        </w:rPr>
        <w:t xml:space="preserve"> خاموش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ٹھاسوچتارہا،</w:t>
      </w:r>
      <w:r>
        <w:rPr>
          <w:rtl/>
          <w:lang w:bidi="ur-PK"/>
        </w:rPr>
        <w:t xml:space="preserve"> لوگوں نے کہابادشاہ تونے 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کہاتھا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مسلمانوں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غمبرکوسکوں</w:t>
      </w:r>
      <w:r>
        <w:rPr>
          <w:rtl/>
          <w:lang w:bidi="ur-PK"/>
        </w:rPr>
        <w:t xml:space="preserve"> پرگال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کنداکرادوں گا اب اس پرعمل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اس نے کہ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اب 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کندا کرکے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اکروں</w:t>
      </w:r>
      <w:r>
        <w:rPr>
          <w:rtl/>
          <w:lang w:bidi="ur-PK"/>
        </w:rPr>
        <w:t xml:space="preserve"> گااب توان کے ممالک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راسکہ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 رہااورل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ہورہا(ح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واة</w:t>
      </w:r>
      <w:r>
        <w:rPr>
          <w:rtl/>
          <w:lang w:bidi="ur-PK"/>
        </w:rPr>
        <w:t xml:space="preserve"> االح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المتوف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۹۰۸</w:t>
      </w:r>
      <w:r>
        <w:rPr>
          <w:rtl/>
          <w:lang w:bidi="ur-PK"/>
        </w:rPr>
        <w:t xml:space="preserve"> ھ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طبع مصر </w:t>
      </w:r>
      <w:r>
        <w:rPr>
          <w:rtl/>
          <w:lang w:bidi="fa-IR"/>
        </w:rPr>
        <w:t>۱۳۵۶</w:t>
      </w:r>
      <w:r>
        <w:rPr>
          <w:rtl/>
          <w:lang w:bidi="ur-PK"/>
        </w:rPr>
        <w:t xml:space="preserve"> ھ)۔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73" w:name="_Toc509136795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7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دشوارہے 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معصوم اورامام زمانہ کوعلم لدن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ہوتاہے، وہ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سے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سے بھرپورمتولدہوتاہے،حضرت امام محمدباقر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چونکہ امام زمانہ اورمعصوم ازل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کے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کمالات،علم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کارنامے ا</w:t>
      </w:r>
      <w:r>
        <w:rPr>
          <w:rFonts w:hint="eastAsia"/>
          <w:rtl/>
          <w:lang w:bidi="ur-PK"/>
        </w:rPr>
        <w:t>ورآپ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ناممکن ہے تاہم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واقعات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مستثن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ازخروارے،لکھتاہوں جن پرعلماء عبورحاصل کرسکے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علامہ</w:t>
      </w:r>
      <w:r>
        <w:rPr>
          <w:rtl/>
          <w:lang w:bidi="ur-PK"/>
        </w:rPr>
        <w:t xml:space="preserve"> ابن شہرآشوب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کاخودارشادہے کہ” علمنامنطق الط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نامن</w:t>
      </w:r>
      <w:r>
        <w:rPr>
          <w:rtl/>
          <w:lang w:bidi="ur-PK"/>
        </w:rPr>
        <w:t xml:space="preserve"> کل شئ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طائروں تک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سکھاگئ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زکاعلم</w:t>
      </w:r>
      <w:r>
        <w:rPr>
          <w:rtl/>
          <w:lang w:bidi="ur-PK"/>
        </w:rPr>
        <w:t xml:space="preserve"> عطاک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(مناقب شہرآشوب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روضة</w:t>
      </w:r>
      <w:r>
        <w:rPr>
          <w:rtl/>
          <w:lang w:bidi="ur-PK"/>
        </w:rPr>
        <w:t xml:space="preserve"> الصفاء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بخداسوگندکہ ماخازنان خدائ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درآسمان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الخ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ہم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اورآسمان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خداوندعالم کے خازن علم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شجرہ نبوت اورمعدن حکمت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اورفرشتے ہمارے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ارباب اقتدا</w:t>
      </w:r>
      <w:r>
        <w:rPr>
          <w:rFonts w:hint="eastAsia"/>
          <w:rtl/>
          <w:lang w:bidi="ur-PK"/>
        </w:rPr>
        <w:t>رہم</w:t>
      </w:r>
      <w:r>
        <w:rPr>
          <w:rtl/>
          <w:lang w:bidi="ur-PK"/>
        </w:rPr>
        <w:t xml:space="preserve"> سے جلتے اورحسدکرتے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لسان الواعظ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ابومر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عبدالغفار کاکہناہے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حاضرہوکرعرض پردازہواکہ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مولاکونسااسلام بہترہے جس سے اپنے برادرمومن کوتکل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نہ پہنچے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>۔ کونساخلق بہترہے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اصبراورمعاف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کون سامومن کامل ہے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کے اخلاق بہترہوں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 کون ساجہادبہترہے 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 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اپناخون بہہ جائے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۔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نمازبہترہے ،فرما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کاقنوت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ہو،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۔ کون سا صدقہ بہترہے،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سے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نجات ملے،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۔ بادشاہان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پاس جانے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ارائے</w:t>
      </w:r>
      <w:r>
        <w:rPr>
          <w:rtl/>
          <w:lang w:bidi="ur-PK"/>
        </w:rPr>
        <w:t xml:space="preserve"> ہے،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اچھانہ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سمجھتا، پوچھاک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بادشاہوں کے پاس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آمدورفت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 محبت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۔فراموش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مرگ،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قلت رضائے خدا۔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پوچھاپھر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نہ جاؤں ،فرما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طلب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منع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 البتہ طلب معاص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روکتاہوں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شہرت عامہ ہے کہ آپ علم وزہداورشرف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فوق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لے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سے علم القرآن، علم الآثار،علم السنن اورہرقسم کے علوم ، حکم،آداب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مظاہرہ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ہوا،بڑے بڑے صحابہ اورنما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تابع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ن،اورعظ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القدرفقہاء آپ کے سامنے زانوئے ادب تہ کرتے رہے آپ کوآنحضرت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نے جابر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عبداللہ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سلام کہلا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رافرزند”باقرالعلوم“</w:t>
      </w:r>
      <w:r>
        <w:rPr>
          <w:rtl/>
          <w:lang w:bidi="ur-PK"/>
        </w:rPr>
        <w:t xml:space="preserve"> ہوگا،علم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کوسلجھائے گا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(اعلا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۱۵۷</w:t>
      </w:r>
      <w:r>
        <w:rPr>
          <w:rtl/>
          <w:lang w:bidi="ur-PK"/>
        </w:rPr>
        <w:t xml:space="preserve"> ،علامہ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علم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علم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ث،علم</w:t>
      </w:r>
      <w:r>
        <w:rPr>
          <w:rtl/>
          <w:lang w:bidi="ur-PK"/>
        </w:rPr>
        <w:t xml:space="preserve"> سنن اورتفس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قرآن وعلم 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وعلوم وفنون ،ادب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ذخ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جس قدرامام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ظاہرہوئے اتنے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ظاہرنہ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۔ ملاحظہ ہوکتاب الارشاد ص </w:t>
      </w:r>
      <w:r>
        <w:rPr>
          <w:rtl/>
          <w:lang w:bidi="fa-IR"/>
        </w:rPr>
        <w:t>۲۸۶</w:t>
      </w:r>
      <w:r>
        <w:rPr>
          <w:rtl/>
          <w:lang w:bidi="ur-PK"/>
        </w:rPr>
        <w:t xml:space="preserve"> ،نورال</w:t>
      </w:r>
      <w:r>
        <w:rPr>
          <w:rFonts w:hint="eastAsia"/>
          <w:rtl/>
          <w:lang w:bidi="ur-PK"/>
        </w:rPr>
        <w:t>ابصار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۱۳۱</w:t>
      </w:r>
      <w:r>
        <w:rPr>
          <w:rtl/>
          <w:lang w:bidi="ur-PK"/>
        </w:rPr>
        <w:t xml:space="preserve"> ،ارجح المطالب ص </w:t>
      </w:r>
      <w:r>
        <w:rPr>
          <w:rtl/>
          <w:lang w:bidi="fa-IR"/>
        </w:rPr>
        <w:t>۴۴۷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وض</w:t>
      </w:r>
      <w:r>
        <w:rPr>
          <w:rtl/>
          <w:lang w:bidi="ur-PK"/>
        </w:rPr>
        <w:t xml:space="preserve"> وبرکات اورکمالات واحسانات سے اس شخص کے علاوہ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زائل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جس کادماغ خراب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اہواورجس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وطب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فاسد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انکارنہ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کرسکتا،اس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آپ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</w:t>
      </w:r>
      <w:r>
        <w:rPr>
          <w:rFonts w:hint="eastAsia"/>
          <w:rtl/>
          <w:lang w:bidi="ur-PK"/>
        </w:rPr>
        <w:t>اجاتا</w:t>
      </w:r>
      <w:r>
        <w:rPr>
          <w:rtl/>
          <w:lang w:bidi="ur-PK"/>
        </w:rPr>
        <w:t xml:space="preserve"> ہے کہ آپ ”باقرالعلوم“ علم کے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لانے</w:t>
      </w:r>
      <w:r>
        <w:rPr>
          <w:rtl/>
          <w:lang w:bidi="ur-PK"/>
        </w:rPr>
        <w:t xml:space="preserve"> والے اورجامع العلوم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آپ کادل صاف، علم وعمل روشن وتابندہ نفس پاک اورخلقت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کے کل اوقات اطاعت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بسرہوتے تھے۔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عارفوں</w:t>
      </w:r>
      <w:r>
        <w:rPr>
          <w:rtl/>
          <w:lang w:bidi="ur-PK"/>
        </w:rPr>
        <w:t xml:space="preserve"> کے قلوب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آثارراسخ اورگہرے نشانات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ہوگئے تھے، جن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سے وصف کرنے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گونگ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اورعاجزوماندہ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وکلمات اس کثرت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کااحصاء اس کتاب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ناممکن ہے(صواعق محرقہ ص </w:t>
      </w:r>
      <w:r>
        <w:rPr>
          <w:rtl/>
          <w:lang w:bidi="fa-IR"/>
        </w:rPr>
        <w:t xml:space="preserve">۱۲۰)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خلکان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محمدباقرعلامہ زمان اورسردارکب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رالشان</w:t>
      </w:r>
      <w:r>
        <w:rPr>
          <w:rtl/>
          <w:lang w:bidi="ur-PK"/>
        </w:rPr>
        <w:t xml:space="preserve"> تھے آپ علوم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بڑے تبحراوروس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الاطلاق تھے (وف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۴۵۰) </w:t>
      </w:r>
      <w:r>
        <w:rPr>
          <w:rtl/>
          <w:lang w:bidi="ur-PK"/>
        </w:rPr>
        <w:t>علامہ 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کے سرداراورمتبحر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باقرمشہورتھے آپ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 تک پہنچ گئے تھے، او</w:t>
      </w:r>
      <w:r>
        <w:rPr>
          <w:rFonts w:hint="eastAsia"/>
          <w:rtl/>
          <w:lang w:bidi="ur-PK"/>
        </w:rPr>
        <w:t>رآپ</w:t>
      </w:r>
      <w:r>
        <w:rPr>
          <w:rtl/>
          <w:lang w:bidi="ur-PK"/>
        </w:rPr>
        <w:t xml:space="preserve"> نے اس کے وقائق کواچھ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(تذکرةالحفاظ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۱۱۱)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محمدباقرکے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تذکرے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مشہور ہوئے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وثناء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بکثرت شعر لکھے گئے، مالک جہن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شعر لکھے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ترجمہ</w:t>
      </w:r>
      <w:r>
        <w:rPr>
          <w:rtl/>
          <w:lang w:bidi="ur-PK"/>
        </w:rPr>
        <w:t xml:space="preserve"> : جب لوگ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دکاعلم</w:t>
      </w:r>
      <w:r>
        <w:rPr>
          <w:rtl/>
          <w:lang w:bidi="ur-PK"/>
        </w:rPr>
        <w:t xml:space="preserve"> حاصل کرناچاہ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توپوراقب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اس کے بتانے سے عاجزرہے گا،ک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خودمحتاج ہے اوراگرفرزندرسول امام محمدباقر کے منہ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نکل جائے توبے حدوحساب مسائل وتحق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</w:t>
      </w:r>
      <w:r>
        <w:rPr>
          <w:rtl/>
          <w:lang w:bidi="ur-PK"/>
        </w:rPr>
        <w:t xml:space="preserve"> کے ذخ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وہ ستارے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جوہرقسم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چلنے والوں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چمکتے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کے انوارسے لوگ راستے 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(الاتحاف ص </w:t>
      </w:r>
      <w:r>
        <w:rPr>
          <w:rtl/>
          <w:lang w:bidi="fa-IR"/>
        </w:rPr>
        <w:t>۵۲</w:t>
      </w:r>
      <w:r>
        <w:rPr>
          <w:rtl/>
          <w:lang w:bidi="ur-PK"/>
        </w:rPr>
        <w:t xml:space="preserve"> ،وتار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الائمہ ص </w:t>
      </w:r>
      <w:r>
        <w:rPr>
          <w:rtl/>
          <w:lang w:bidi="fa-IR"/>
        </w:rPr>
        <w:t xml:space="preserve">۴۱۳)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شہرآشوب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محمدبن مسلم نے آپ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(مناقب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74" w:name="_Toc509136796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بعض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وارشادات</w:t>
      </w:r>
      <w:bookmarkEnd w:id="174"/>
    </w:p>
    <w:p w:rsidR="000B625E" w:rsidRDefault="000B625E" w:rsidP="001F4EA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محمدبن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جابرجعف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ملاتوآپ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اے جابر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بالکل بے فکرہوں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جس کے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خالص ہووہ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اکوکچھ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سمجھتا،اور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ہوناچاہئے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اتاراہواکپڑا اوراستعمال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 ہے مومن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بقاسے مطمئن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نورخدااس سے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مومن کوتقو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ارکرناچاہئے</w:t>
      </w:r>
      <w:r>
        <w:rPr>
          <w:rtl/>
          <w:lang w:bidi="ur-PK"/>
        </w:rPr>
        <w:t xml:space="preserve"> کہ وہ ہروقت اسے متنبہ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دارکھتاہے</w:t>
      </w:r>
      <w:r>
        <w:rPr>
          <w:rtl/>
          <w:lang w:bidi="ur-PK"/>
        </w:rPr>
        <w:t xml:space="preserve"> سنودن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سرائے 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نزلت بہ وارتحلت منہ “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آناجانالگارہتاہے آج آئے اورکل گئے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خواب ہے جوکمال کے مانندد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اورجب جاگ اٹھے توکچھ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تکبربہت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زہے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جس قدرانسان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گھٹے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شخص کاحربہ 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بکناہے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کوابل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نوے عابدوں کے مرنے سے بہترسمجھتاہے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ہزارعابدسے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عالم بہترہے جواپنے علم سے فائدہ پہنچارہاہو۔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ماننے والے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آنسوؤں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ہے رونے والابخشاجاتاہے اورجس رخسارپر آنسوجار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وہ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75" w:name="_Toc509136797"/>
      <w:r>
        <w:rPr>
          <w:rFonts w:hint="eastAsia"/>
          <w:rtl/>
          <w:lang w:bidi="ur-PK"/>
        </w:rPr>
        <w:t>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  <w:bookmarkEnd w:id="17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خداکے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عبادت پاک دامن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انسان کوچاہئے کہ اپنے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شرمگاہوں کومحفوظ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دعاسے</w:t>
      </w:r>
      <w:r>
        <w:rPr>
          <w:rtl/>
          <w:lang w:bidi="ur-PK"/>
        </w:rPr>
        <w:t xml:space="preserve"> قضابھ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ٹل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ہے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دے،اور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کاتنکانظرآئے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بڑے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 ہو، اوردوسروں کے چھوٹے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اسے بڑے نظرآئ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اورخودعمل نہ کرے، صرف دوسروں کوتعل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جوخوشحال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ساتھ دے اورتنگ 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دوررہے ،وہ تمہارابھائ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اوردوست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(مطالب السؤل ص </w:t>
      </w:r>
      <w:r>
        <w:rPr>
          <w:rtl/>
          <w:lang w:bidi="fa-IR"/>
        </w:rPr>
        <w:t xml:space="preserve">۲۷۲)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ملے توکہوالحمدللہ اورجب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پہنچے توکہو</w:t>
      </w:r>
      <w:r w:rsidRPr="00917F12">
        <w:rPr>
          <w:rStyle w:val="libArabicChar"/>
          <w:rtl/>
        </w:rPr>
        <w:t>”لاحول ولاقوة الابالل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Fonts w:hint="cs"/>
          <w:rtl/>
        </w:rPr>
        <w:t>“</w:t>
      </w:r>
      <w:r>
        <w:rPr>
          <w:rtl/>
          <w:lang w:bidi="ur-PK"/>
        </w:rPr>
        <w:t xml:space="preserve"> اورجب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تنگ ہوتوکہواستغفراللہ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کودل سے راہ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تمہارے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اوردوست کے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،کس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فرمانبردار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رنہ</w:t>
      </w:r>
      <w:r>
        <w:rPr>
          <w:rtl/>
          <w:lang w:bidi="ur-PK"/>
        </w:rPr>
        <w:t xml:space="preserve"> سمجھو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رضاہو۔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کومعمول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جانوتوشا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دخدا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ناراض ہوجائے۔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ااپنے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مخلوقات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کوحق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رنہ</w:t>
      </w:r>
      <w:r>
        <w:rPr>
          <w:rtl/>
          <w:lang w:bidi="ur-PK"/>
        </w:rPr>
        <w:t xml:space="preserve"> سمجھو،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ہو (نورالابصار ص </w:t>
      </w:r>
      <w:r>
        <w:rPr>
          <w:rtl/>
          <w:lang w:bidi="fa-IR"/>
        </w:rPr>
        <w:t>۱۳۱</w:t>
      </w:r>
      <w:r>
        <w:rPr>
          <w:rtl/>
          <w:lang w:bidi="ur-PK"/>
        </w:rPr>
        <w:t xml:space="preserve"> ،اتحاف ص </w:t>
      </w:r>
      <w:r>
        <w:rPr>
          <w:rtl/>
          <w:lang w:bidi="fa-IR"/>
        </w:rPr>
        <w:t xml:space="preserve">۹۳)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آئمہ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کوجتن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اس سے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حساب وکتاب ہوگا۔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نفع پہنچانے والاعالم سترہزارعابدوں سے بہترہے ،عالم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سے بہترہے خداان علماء پررحم وکرم فرمائے جواح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علم کرتے اورتقو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کوفروغ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زکواة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مخلوق خداکوتعل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دے جائے ۔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 جتناجانتے ہواتناہ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بندوں</w:t>
      </w:r>
      <w:r>
        <w:rPr>
          <w:rtl/>
          <w:lang w:bidi="ur-PK"/>
        </w:rPr>
        <w:t xml:space="preserve"> پرخداکاحق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جوجانتاہواسے بتائے اورجونہ جانتاہواس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خاموش ہوجائے ۔ علم حاصل کرنے کے بعداسے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لاو،اس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علم کوبند رکھنے 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کاغلبہ ہوتاہے ۔</w:t>
      </w:r>
    </w:p>
    <w:p w:rsidR="000B625E" w:rsidRDefault="000B625E" w:rsidP="001F4EA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معلم</w:t>
      </w:r>
      <w:r>
        <w:rPr>
          <w:rtl/>
          <w:lang w:bidi="ur-PK"/>
        </w:rPr>
        <w:t xml:space="preserve"> اورمتعلم کاثواب برابرہے ۔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ہوکہ وہ </w:t>
      </w:r>
      <w:r>
        <w:rPr>
          <w:rFonts w:hint="cs"/>
          <w:rtl/>
          <w:lang w:bidi="ur-PK"/>
        </w:rPr>
        <w:t xml:space="preserve"> علماء سے بحث کرے ،جہلاپررعب جمائے اورلوگوں کواپنی</w:t>
      </w:r>
      <w:r>
        <w:rPr>
          <w:rtl/>
          <w:lang w:bidi="ur-PK"/>
        </w:rPr>
        <w:t xml:space="preserve"> طرف مائل کرے وہ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دکھلانے والااورراستہ پانے والادونوں ثواب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کے لحاظ سے برابرہ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دکھلانے والااورراستہ پ</w:t>
      </w:r>
      <w:r>
        <w:rPr>
          <w:rFonts w:hint="eastAsia"/>
          <w:rtl/>
          <w:lang w:bidi="ur-PK"/>
        </w:rPr>
        <w:t>انے</w:t>
      </w:r>
      <w:r>
        <w:rPr>
          <w:rtl/>
          <w:lang w:bidi="ur-PK"/>
        </w:rPr>
        <w:t xml:space="preserve"> والادونوں ثواب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کے لحاظ سے برابرہ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غلط کہتاہواسے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بنادو، ذات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ہے، جوعقل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سماسکے اورحدود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محدودنہ ہوسکے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فہم وادراک سے بالاترہے خداہم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سے ہے اورہم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رہے گا،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بحث نہ کرو،ورنہ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ہوجاؤگے ۔ اجل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دوقسم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اجل محتوم،دوسرے اجل موقوف،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خداکے سواکوئ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حجت خداکے سواکوئ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حجت خداکے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بے 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ڑکے</w:t>
      </w:r>
      <w:r>
        <w:rPr>
          <w:rtl/>
          <w:lang w:bidi="ur-PK"/>
        </w:rPr>
        <w:t xml:space="preserve"> اس گلے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ہے،جس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نگران نہ ہو۔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اورماہ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پوچھاگ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روح ہواک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مانندمتحرک ہے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سے مشتق ہے ، ہم جنس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اسے روح کہاجاتاہے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روح جوجانداروں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کے ساتھ مخصوص ہے ،وہ تمام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حوں</w:t>
      </w:r>
      <w:r>
        <w:rPr>
          <w:rtl/>
          <w:lang w:bidi="ur-PK"/>
        </w:rPr>
        <w:t xml:space="preserve"> سے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ترہے۔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روح</w:t>
      </w:r>
      <w:r>
        <w:rPr>
          <w:rtl/>
          <w:lang w:bidi="ur-PK"/>
        </w:rPr>
        <w:t xml:space="preserve"> مخلوق اورمصنوع ہے اورحادث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سے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منتقل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وہ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شئے ہے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نہ سبک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شئے ہے جوقالب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ہے،اس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اس مشک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ہوابھردو،ہوابھرنے سے وہ پھول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وزن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 ضافہ نہ ہوگا۔۔ روح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اوربدن سے نکلن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کے بعدفنا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نفخ صورکے وقت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فناہوگ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سے خداوندعالم کے صفات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پوچھاگ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ا،کہ</w:t>
      </w:r>
      <w:r>
        <w:rPr>
          <w:rtl/>
          <w:lang w:bidi="ur-PK"/>
        </w:rPr>
        <w:t xml:space="preserve"> وہ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رہے</w:t>
      </w:r>
      <w:r>
        <w:rPr>
          <w:rtl/>
          <w:lang w:bidi="ur-PK"/>
        </w:rPr>
        <w:t xml:space="preserve"> اورآلہ سمع وبصرکے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رسنتااورد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کھتاہے،رئ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معتزلہ عمربن 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آپ 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اکہ”من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حال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غضب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ابوخالدکابل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سے پوچھاکہ قول خدا</w:t>
      </w:r>
      <w:r w:rsidRPr="00917F12">
        <w:rPr>
          <w:rStyle w:val="libAieChar"/>
          <w:rtl/>
        </w:rPr>
        <w:t>”فامنوابالل</w:t>
      </w:r>
      <w:r w:rsidR="005274C1" w:rsidRPr="001F4EA2">
        <w:rPr>
          <w:rStyle w:val="libAieChar"/>
          <w:rFonts w:hint="cs"/>
          <w:rtl/>
        </w:rPr>
        <w:t>ه</w:t>
      </w:r>
      <w:r w:rsidRPr="00917F12">
        <w:rPr>
          <w:rStyle w:val="libAieChar"/>
          <w:rFonts w:hint="cs"/>
          <w:rtl/>
        </w:rPr>
        <w:t xml:space="preserve"> ورسول</w:t>
      </w:r>
      <w:r w:rsidR="005274C1" w:rsidRPr="001F4EA2">
        <w:rPr>
          <w:rStyle w:val="libAieChar"/>
          <w:rFonts w:hint="cs"/>
          <w:rtl/>
        </w:rPr>
        <w:t>ه</w:t>
      </w:r>
      <w:r w:rsidRPr="00917F12">
        <w:rPr>
          <w:rStyle w:val="libAieChar"/>
          <w:rFonts w:hint="cs"/>
          <w:rtl/>
        </w:rPr>
        <w:t xml:space="preserve"> والنورالذی</w:t>
      </w:r>
      <w:r w:rsidRPr="00917F12">
        <w:rPr>
          <w:rStyle w:val="libAieChar"/>
          <w:rtl/>
        </w:rPr>
        <w:t xml:space="preserve"> انزلنا“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،نورسے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امرادہے؟آپ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</w:t>
      </w:r>
      <w:r w:rsidRPr="00917F12">
        <w:rPr>
          <w:rStyle w:val="libArabicChar"/>
          <w:rFonts w:hint="eastAsia"/>
          <w:rtl/>
        </w:rPr>
        <w:t>والل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tl/>
        </w:rPr>
        <w:t xml:space="preserve"> النورالائمة من آل محمد“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نورسے ہم آل محمدمرادہ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آپ</w:t>
      </w:r>
      <w:r>
        <w:rPr>
          <w:rtl/>
          <w:lang w:bidi="ur-PK"/>
        </w:rPr>
        <w:t xml:space="preserve"> 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ندعواکل اناس بامامہم سے کون لوگ مرادہ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رسول اللہ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کے بعدان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اولادسے آئمہ ہوں گے،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اشارہ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جوانہ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دوست رکھے گااوران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کرے گاوہ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پائے گااورجوان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کرے گاجہ</w:t>
      </w:r>
      <w:r>
        <w:rPr>
          <w:rFonts w:hint="eastAsia"/>
          <w:rtl/>
          <w:lang w:bidi="ur-PK"/>
        </w:rPr>
        <w:t>نم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جائے گا،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طاؤس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حاضرہوکر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زہے</w:t>
      </w:r>
      <w:r>
        <w:rPr>
          <w:rtl/>
          <w:lang w:bidi="ur-PK"/>
        </w:rPr>
        <w:t xml:space="preserve"> جس کاتھوڑااستعمال حلال تھا 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استعمال حرام،آپ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نہرطالوت کاپان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تھاجس کاصرف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چلوپ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ناحلال</w:t>
      </w:r>
      <w:r>
        <w:rPr>
          <w:rtl/>
          <w:lang w:bidi="ur-PK"/>
        </w:rPr>
        <w:t xml:space="preserve"> تھا اوراس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حرام پوچھاوہ کون ساروزہ تھاجس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کھاناپ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ناجائزتھا،فرما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tl/>
          <w:lang w:bidi="ur-PK"/>
        </w:rPr>
        <w:t xml:space="preserve"> ہ جناب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روزہ صمت تھا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نہ بولنے کاروزہ تھا ،کھاناپ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ناحلال</w:t>
      </w:r>
      <w:r>
        <w:rPr>
          <w:rtl/>
          <w:lang w:bidi="ur-PK"/>
        </w:rPr>
        <w:t xml:space="preserve"> تھا، پوچھاوہ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شئے ہے جوصرف کرنے سے کم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بڑھت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عمرہے ۔ پوچھاوہ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شئے ہے جوبڑھت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گھٹت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سمندرکاپان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،پ</w:t>
      </w:r>
      <w:r>
        <w:rPr>
          <w:rFonts w:hint="eastAsia"/>
          <w:rtl/>
          <w:lang w:bidi="ur-PK"/>
        </w:rPr>
        <w:t>وچھاوہ</w:t>
      </w:r>
      <w:r>
        <w:rPr>
          <w:rtl/>
          <w:lang w:bidi="ur-PK"/>
        </w:rPr>
        <w:t xml:space="preserve">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زہے</w:t>
      </w:r>
      <w:r>
        <w:rPr>
          <w:rtl/>
          <w:lang w:bidi="ur-PK"/>
        </w:rPr>
        <w:t xml:space="preserve"> جوصرف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پھرنہ اڑ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کوہ طورہے 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بارحکم خداسے اڑکربن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سروں پرآگ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>۔ پوچھاوہ کون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خدانے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منافقوں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رسالت ہے جودل سے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پوچھابن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آدم کا </w:t>
      </w:r>
      <w:r>
        <w:rPr>
          <w:rtl/>
          <w:lang w:bidi="fa-IR"/>
        </w:rPr>
        <w:t>۱/۳</w:t>
      </w:r>
      <w:r>
        <w:rPr>
          <w:rtl/>
          <w:lang w:bidi="ur-PK"/>
        </w:rPr>
        <w:t xml:space="preserve"> حصہ کب ہلاک ہوا،فرما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ہوا،تم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پوچھوکہ انسان کا </w:t>
      </w:r>
      <w:r>
        <w:rPr>
          <w:rtl/>
          <w:lang w:bidi="fa-IR"/>
        </w:rPr>
        <w:t>۱/۴</w:t>
      </w:r>
      <w:r>
        <w:rPr>
          <w:rtl/>
          <w:lang w:bidi="ur-PK"/>
        </w:rPr>
        <w:t xml:space="preserve"> حصہ کب ہلاک ہواتو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بتاؤں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وقت ہواجب قاب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ہاب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وقت چارآدم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آدم،حوا،ہاب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اورقاب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،پوچھاپھرنسل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 طرح بڑھ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اجناب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سے جوقتل ہاب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بعدبطن حواسے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76" w:name="_Toc509136798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گذار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کے عام حالات</w:t>
      </w:r>
      <w:bookmarkEnd w:id="17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آباؤاجدادک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بے پناہ عبادت کرتے تھے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نمازپڑھن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اورسارا دن روزہ سے گزارناآپ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زاہدانہ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بورئ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ٹھتے</w:t>
      </w:r>
      <w:r>
        <w:rPr>
          <w:rtl/>
          <w:lang w:bidi="ur-PK"/>
        </w:rPr>
        <w:t xml:space="preserve"> تھے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اجوآتے</w:t>
      </w:r>
      <w:r>
        <w:rPr>
          <w:rtl/>
          <w:lang w:bidi="ur-PK"/>
        </w:rPr>
        <w:t xml:space="preserve"> تھے اسے فقراء ومساک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پربے حدشفقت فرماتے تھے تواضع اورفروتن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،صبروشکرغلام نواز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صلہ رحم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رتھے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آمدن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فقراء پرصرف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کرتے تھے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اچھے نام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ادکرتے</w:t>
      </w:r>
      <w:r>
        <w:rPr>
          <w:rtl/>
          <w:lang w:bidi="ur-PK"/>
        </w:rPr>
        <w:t xml:space="preserve"> تھے (کشف الغمہ ص </w:t>
      </w:r>
      <w:r>
        <w:rPr>
          <w:rtl/>
          <w:lang w:bidi="fa-IR"/>
        </w:rPr>
        <w:t>۹۵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غلام افلح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آپ کعبہ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گئے،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کعبہ پرنظرپڑ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مارکررونے لگے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کہا کہ حضورسب لوگ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آہستہ سے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ا،اے</w:t>
      </w:r>
      <w:r>
        <w:rPr>
          <w:rtl/>
          <w:lang w:bidi="ur-PK"/>
        </w:rPr>
        <w:t xml:space="preserve"> افلح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خدابھ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خشش</w:t>
      </w:r>
      <w:r>
        <w:rPr>
          <w:rtl/>
          <w:lang w:bidi="ur-PK"/>
        </w:rPr>
        <w:t xml:space="preserve"> کاسہاراہوجائے، اس کے بعدآپ 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اورجب سراٹھا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آنسوؤں سے ترتھ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(مطالب السؤل ص </w:t>
      </w:r>
      <w:r>
        <w:rPr>
          <w:rtl/>
          <w:lang w:bidi="fa-IR"/>
        </w:rPr>
        <w:t xml:space="preserve">۲۷۱)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77" w:name="_Toc509136799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اورہشام بن عبدالملک</w:t>
      </w:r>
      <w:bookmarkEnd w:id="17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</w:t>
      </w:r>
      <w:r>
        <w:rPr>
          <w:rtl/>
          <w:lang w:bidi="fa-IR"/>
        </w:rPr>
        <w:t>۹۶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 فوت ہوا(ابوالفداء) اوراس کابھائ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بن عبدالملک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مقررک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(ابن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 </w:t>
      </w:r>
      <w:r>
        <w:rPr>
          <w:rtl/>
          <w:lang w:bidi="fa-IR"/>
        </w:rPr>
        <w:t>۹۹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عمربن عبدالعز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ہواابن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بدعت کوجو </w:t>
      </w:r>
      <w:r>
        <w:rPr>
          <w:rtl/>
          <w:lang w:bidi="fa-IR"/>
        </w:rPr>
        <w:t>۴۱</w:t>
      </w:r>
      <w:r>
        <w:rPr>
          <w:rtl/>
          <w:lang w:bidi="ur-PK"/>
        </w:rPr>
        <w:t xml:space="preserve"> ھ سے بن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پرسب وشتم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کرر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حکما روک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(ابوالفداء) اوررقوم خمس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ناشروع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(کتاب الخرائج ابو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>)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زمانہ تھاجس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نام پراگرکس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بچے کانام ہوتاتھا تووہ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اجاتاتھا</w:t>
      </w:r>
      <w:r>
        <w:rPr>
          <w:rtl/>
          <w:lang w:bidi="ur-PK"/>
        </w:rPr>
        <w:t xml:space="preserve"> اورکس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زندہ نہ چھوڑاجاتاتھا (تدر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) اس کے بعد </w:t>
      </w:r>
      <w:r>
        <w:rPr>
          <w:rtl/>
          <w:lang w:bidi="fa-IR"/>
        </w:rPr>
        <w:t>۱۰۱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(ابن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) </w:t>
      </w:r>
      <w:r>
        <w:rPr>
          <w:rtl/>
          <w:lang w:bidi="fa-IR"/>
        </w:rPr>
        <w:t>۱۰۵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ہشام بن عبدالملک بن مروان بادشاہ وقت مقررہوا(ا</w:t>
      </w:r>
      <w:r>
        <w:rPr>
          <w:rFonts w:hint="eastAsia"/>
          <w:rtl/>
          <w:lang w:bidi="ur-PK"/>
        </w:rPr>
        <w:t>بن</w:t>
      </w:r>
      <w:r>
        <w:rPr>
          <w:rtl/>
          <w:lang w:bidi="ur-PK"/>
        </w:rPr>
        <w:t xml:space="preserve">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ہشام</w:t>
      </w:r>
      <w:r>
        <w:rPr>
          <w:rtl/>
          <w:lang w:bidi="ur-PK"/>
        </w:rPr>
        <w:t xml:space="preserve"> بن عبدالملک،چست،چالاک،کنجوس ومتعصب،چال باز،سخت مزاج، کجرو،خودسر،حر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ص،کانوں</w:t>
      </w:r>
      <w:r>
        <w:rPr>
          <w:rtl/>
          <w:lang w:bidi="ur-PK"/>
        </w:rPr>
        <w:t xml:space="preserve"> کاکچاتھا اورحددرجہ کاشک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کااعتبارنہ کرتاتھا اکثرصرف شبہ برسلطنت کے لائق لائق ملازموں کوقتل 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تاتھا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عہدوں پرانہ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کوفائزکرتاتھا جوخوشامد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ہوں، اس نے خالدبن عب</w:t>
      </w:r>
      <w:r>
        <w:rPr>
          <w:rFonts w:hint="eastAsia"/>
          <w:rtl/>
          <w:lang w:bidi="ur-PK"/>
        </w:rPr>
        <w:t>داللہ</w:t>
      </w:r>
      <w:r>
        <w:rPr>
          <w:rtl/>
          <w:lang w:bidi="ur-PK"/>
        </w:rPr>
        <w:t xml:space="preserve"> قسر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</w:t>
      </w:r>
      <w:r>
        <w:rPr>
          <w:rtl/>
          <w:lang w:bidi="fa-IR"/>
        </w:rPr>
        <w:t>۱۰۵</w:t>
      </w:r>
      <w:r>
        <w:rPr>
          <w:rtl/>
          <w:lang w:bidi="ur-PK"/>
        </w:rPr>
        <w:t xml:space="preserve"> ھ سے </w:t>
      </w:r>
      <w:r>
        <w:rPr>
          <w:rtl/>
          <w:lang w:bidi="fa-IR"/>
        </w:rPr>
        <w:t>۱۲۰</w:t>
      </w:r>
      <w:r>
        <w:rPr>
          <w:rtl/>
          <w:lang w:bidi="ur-PK"/>
        </w:rPr>
        <w:t xml:space="preserve"> ھ تک عراق کاگورنرتھا قسر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تھاکہ ہشام کورسول اللہ سے افضل بتاتااوراس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اکرتاتھا</w:t>
      </w:r>
      <w:r>
        <w:rPr>
          <w:rtl/>
          <w:lang w:bidi="ur-PK"/>
        </w:rPr>
        <w:t>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۱۰۳)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ہشام</w:t>
      </w:r>
      <w:r>
        <w:rPr>
          <w:rtl/>
          <w:lang w:bidi="ur-PK"/>
        </w:rPr>
        <w:t xml:space="preserve"> آل محمدکادشمن تھااس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۴۹) </w:t>
      </w:r>
      <w:r>
        <w:rPr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اپنے زمانہ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فرزدق شاعرکوامام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کے جرم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بمقام عسقلان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۔(صواعق محرقہ ص </w:t>
      </w:r>
      <w:r>
        <w:rPr>
          <w:rtl/>
          <w:lang w:bidi="fa-IR"/>
        </w:rPr>
        <w:t xml:space="preserve">۱۲۰)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78" w:name="_Toc509136800"/>
      <w:r>
        <w:rPr>
          <w:rFonts w:hint="eastAsia"/>
          <w:rtl/>
          <w:lang w:bidi="ur-PK"/>
        </w:rPr>
        <w:t>ہشام</w:t>
      </w:r>
      <w:r>
        <w:rPr>
          <w:rtl/>
          <w:lang w:bidi="ur-PK"/>
        </w:rPr>
        <w:t xml:space="preserve"> کاسوال اوراس کاجواب</w:t>
      </w:r>
      <w:bookmarkEnd w:id="17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تخت</w:t>
      </w:r>
      <w:r>
        <w:rPr>
          <w:rtl/>
          <w:lang w:bidi="ur-PK"/>
        </w:rPr>
        <w:t xml:space="preserve"> سلطنت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کے بعدہشام بن عبدالملک حج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اوہاں</w:t>
      </w:r>
      <w:r>
        <w:rPr>
          <w:rtl/>
          <w:lang w:bidi="ur-PK"/>
        </w:rPr>
        <w:t xml:space="preserve"> اس نے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مسجدالحرام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ہوئے لوگوں کوپند ونصائح سے بہرہ ورکررہے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ہشام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کروٹ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نے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سوچاکہ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کرناچاہئے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ارا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سے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سے کہاکہ جاکران سے کہوکہ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پوچھ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حشرکے دن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سے قبل لوگ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اورپئ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اس نے جاکرامام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سامنے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کاسوال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اجہاں</w:t>
      </w:r>
      <w:r>
        <w:rPr>
          <w:rtl/>
          <w:lang w:bidi="ur-PK"/>
        </w:rPr>
        <w:t xml:space="preserve"> حشرونشرہوگاوہاں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وے</w:t>
      </w:r>
      <w:r>
        <w:rPr>
          <w:rtl/>
          <w:lang w:bidi="ur-PK"/>
        </w:rPr>
        <w:t xml:space="preserve"> داردرخت ہوں گے،وہ لوگ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کواستعمال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بادشاہ نے جواب سن کرکہا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بالکل غلط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حشر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لوگ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مبتلاہوں گے ان کوکھانے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کاہوش کہاں ہوگا؟ قاصدنے بادشاہ کاگفتہ نقل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ا،حضرت</w:t>
      </w:r>
      <w:r>
        <w:rPr>
          <w:rtl/>
          <w:lang w:bidi="ur-PK"/>
        </w:rPr>
        <w:t xml:space="preserve"> نے قاصدسے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جاؤاور بادشاہ سے کہوکہ تم نے قران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پڑھاہے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ں،قرآن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”جہنم“ کے لوگ جنت والوں سے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اورکچھ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دوکہ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وقت وہ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کافروں پرجنت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حرام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(پ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،رکوع </w:t>
      </w:r>
      <w:r>
        <w:rPr>
          <w:rtl/>
          <w:lang w:bidi="fa-IR"/>
        </w:rPr>
        <w:t xml:space="preserve">۱۳) </w:t>
      </w:r>
      <w:r>
        <w:rPr>
          <w:rtl/>
          <w:lang w:bidi="ur-PK"/>
        </w:rPr>
        <w:t xml:space="preserve">توجب جہنم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 کھاناپ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توحشرونشر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بھول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جس </w:t>
      </w:r>
      <w:r w:rsidR="00E8268B">
        <w:rPr>
          <w:rtl/>
          <w:lang w:bidi="ur-PK"/>
        </w:rPr>
        <w:lastRenderedPageBreak/>
        <w:t xml:space="preserve">میں </w:t>
      </w:r>
      <w:r>
        <w:rPr>
          <w:rtl/>
          <w:lang w:bidi="ur-PK"/>
        </w:rPr>
        <w:t xml:space="preserve"> جہ</w:t>
      </w:r>
      <w:r>
        <w:rPr>
          <w:rFonts w:hint="eastAsia"/>
          <w:rtl/>
          <w:lang w:bidi="ur-PK"/>
        </w:rPr>
        <w:t>نم</w:t>
      </w:r>
      <w:r>
        <w:rPr>
          <w:rtl/>
          <w:lang w:bidi="ur-PK"/>
        </w:rPr>
        <w:t xml:space="preserve"> سے کم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اورجنت ودوزخ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ہوں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کرہشام شرمندہ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۴۰۸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آئمہ ص </w:t>
      </w:r>
      <w:r>
        <w:rPr>
          <w:rtl/>
          <w:lang w:bidi="fa-IR"/>
        </w:rPr>
        <w:t xml:space="preserve">۴۱۴)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79" w:name="_Toc509136801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دمشق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طلب</w:t>
      </w:r>
      <w:r>
        <w:rPr>
          <w:rFonts w:hint="cs"/>
          <w:rtl/>
          <w:lang w:bidi="ur-PK"/>
        </w:rPr>
        <w:t>ی</w:t>
      </w:r>
      <w:bookmarkEnd w:id="17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دابن</w:t>
      </w:r>
      <w:r>
        <w:rPr>
          <w:rtl/>
          <w:lang w:bidi="ur-PK"/>
        </w:rPr>
        <w:t xml:space="preserve"> طاؤس رمقطرازہ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ہشام بن عبدالملک اپنے عہدحکومت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حج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مکہ معظمہ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پہنچاوہاں 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موجودتھے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مجمع ع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خطبہ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اورباتوں کے علاوہ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کہاکہ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پرخداکے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اورا 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،ہمارادشمن جہنم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جائے گا،اورہمارادوست نعمات جنت سے متنعم ہوگا۔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خطبہ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ہشام کود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،وہ وہاں توخاموش رہا،ل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دمشق پہنچنے کے بعدوال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کوفرمان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جاکہ</w:t>
      </w:r>
      <w:r>
        <w:rPr>
          <w:rtl/>
          <w:lang w:bidi="ur-PK"/>
        </w:rPr>
        <w:t xml:space="preserve"> 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اورجعفربن محمدکوم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جدے</w:t>
      </w:r>
      <w:r>
        <w:rPr>
          <w:rtl/>
          <w:lang w:bidi="ur-PK"/>
        </w:rPr>
        <w:t xml:space="preserve"> ، چنانچہ آپ حضرات دمشق پہنچے وہاں ہشام نے آپ کوت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روزتک اذن حضورنہ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اچوتھے</w:t>
      </w:r>
      <w:r>
        <w:rPr>
          <w:rtl/>
          <w:lang w:bidi="ur-PK"/>
        </w:rPr>
        <w:t xml:space="preserve"> روزجب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دربارکوسجال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ا،توآپ</w:t>
      </w:r>
      <w:r>
        <w:rPr>
          <w:rtl/>
          <w:lang w:bidi="ur-PK"/>
        </w:rPr>
        <w:t xml:space="preserve"> کوبلوابھ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جاآپ</w:t>
      </w:r>
      <w:r>
        <w:rPr>
          <w:rtl/>
          <w:lang w:bidi="ur-PK"/>
        </w:rPr>
        <w:t xml:space="preserve"> حضرات جب داخل دربارہوئے توآپ کوذل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سے کہاکہ ہمارے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راندازوں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رانداز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امام محمدباقر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اہوں</w:t>
      </w:r>
      <w:r>
        <w:rPr>
          <w:rtl/>
          <w:lang w:bidi="ur-PK"/>
        </w:rPr>
        <w:t xml:space="preserve"> مجھے اس سے معاف رکھ، اس نے بہ قسم کہاکہ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ناممکن ہے 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کمان آپ کودلوا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نے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نشانہ پرت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رلگائے</w:t>
      </w:r>
      <w:r>
        <w:rPr>
          <w:rtl/>
          <w:lang w:bidi="ur-PK"/>
        </w:rPr>
        <w:t xml:space="preserve">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کروہ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بعدامام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بادشاہ ہم معدن رسالت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ں،ہمارامقابلہ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کرہشام کوغصہ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ا،وہ</w:t>
      </w:r>
      <w:r>
        <w:rPr>
          <w:rtl/>
          <w:lang w:bidi="ur-PK"/>
        </w:rPr>
        <w:t xml:space="preserve"> بولاکہ آب لوگ بہت بڑے بڑے دعوے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دادعل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نے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کادعو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آپ نے </w:t>
      </w:r>
      <w:r>
        <w:rPr>
          <w:rFonts w:hint="eastAsia"/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ابادشاہ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سب کچھ موجود ہے اورحضرت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تھا(جلاء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ثقةالاسلام</w:t>
      </w:r>
      <w:r>
        <w:rPr>
          <w:rtl/>
          <w:lang w:bidi="ur-PK"/>
        </w:rPr>
        <w:t xml:space="preserve"> علامہ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ہشام نے اہل دربارکوحکم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کوسردربارذل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کروں گا تم 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کرناکہ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خاموش ہوجاؤں توانہ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کلمات ناسزاکہنا،چنانچہ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اآخر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ا،بادشاہ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</w:t>
      </w:r>
      <w:r>
        <w:rPr>
          <w:rtl/>
          <w:lang w:bidi="ur-PK"/>
        </w:rPr>
        <w:t xml:space="preserve"> ہم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ہوسکتے ،خداوندعالم نے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عزت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ہم منفردہ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</w:t>
      </w:r>
      <w:r>
        <w:rPr>
          <w:rtl/>
          <w:lang w:bidi="ur-PK"/>
        </w:rPr>
        <w:t xml:space="preserve"> عاقبت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کرہشام نے فامربہ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الحبس آپ کوق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دکرنے</w:t>
      </w:r>
      <w:r>
        <w:rPr>
          <w:rtl/>
          <w:lang w:bidi="ur-PK"/>
        </w:rPr>
        <w:t xml:space="preserve"> کاحکم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ا،چنانچہ</w:t>
      </w:r>
      <w:r>
        <w:rPr>
          <w:rtl/>
          <w:lang w:bidi="ur-PK"/>
        </w:rPr>
        <w:t xml:space="preserve"> آپ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ہونے کے بعدآپ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سامنے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معجزنماتقر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کے اندرکہرام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برپاہوگ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ا،بالآخرق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کے داروغہ نے ہشام سے کہاکہ اگرمحمدبن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دنوں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درہے</w:t>
      </w:r>
      <w:r>
        <w:rPr>
          <w:rtl/>
          <w:lang w:bidi="ur-PK"/>
        </w:rPr>
        <w:t xml:space="preserve"> توت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مملکت کانظام منقلب ہوجائے گاان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سے باہر</w:t>
      </w:r>
      <w:r>
        <w:rPr>
          <w:rFonts w:hint="eastAsia"/>
          <w:rtl/>
          <w:lang w:bidi="ur-PK"/>
        </w:rPr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اثرڈال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اورعوام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دہونے</w:t>
      </w:r>
      <w:r>
        <w:rPr>
          <w:rtl/>
          <w:lang w:bidi="ur-PK"/>
        </w:rPr>
        <w:t xml:space="preserve"> سے بڑاجوش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کرہشام ڈرگ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ااورساتھ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اعلان 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نہ آپ کوکوئ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پہنچانے جائے اورنہ راستے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کھاناپان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دے، چنانچہ </w:t>
      </w:r>
      <w:r>
        <w:rPr>
          <w:rtl/>
          <w:lang w:bidi="ur-PK"/>
        </w:rPr>
        <w:lastRenderedPageBreak/>
        <w:t>آپ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روزکے بھوکے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داخل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ہوئے۔</w:t>
      </w:r>
      <w:r>
        <w:rPr>
          <w:rtl/>
          <w:lang w:bidi="ur-PK"/>
        </w:rPr>
        <w:cr/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وہاں</w:t>
      </w:r>
      <w:r>
        <w:rPr>
          <w:rtl/>
          <w:lang w:bidi="ur-PK"/>
        </w:rPr>
        <w:t xml:space="preserve"> پہنچ کرآپ نے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کچھ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بازارہشام کے حکم سے بندتھے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پہاڑ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پرگئے اورآپ نے اس پرکھڑے ہوکرعذاب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رمردبازار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کھڑاہوکرکہنے لگا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>!سنو،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جگہ ہے جس جگہ حضرت شع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کھڑے ہوکرعذاب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عذاب نازل ہواتھا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مانواوراپنے کوعذاب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مبتلانہ کرو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کرسب لوگ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حاضرہوگئے اورآپ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ہوٹلوں کے دروازے کھول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(اصول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واقعہ کے بعدہشام 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عبدالملک کولکھاکہ امام محمدباقرکوزہرسے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دکردے</w:t>
      </w:r>
      <w:r>
        <w:rPr>
          <w:rtl/>
          <w:lang w:bidi="ur-PK"/>
        </w:rPr>
        <w:t xml:space="preserve">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۲۶۲)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الخرائج والبحرائح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علامہ راوند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واقعہ کے بعدہشام بن عبدالملک نے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حسن کے ساتھ 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سازش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کودوبارہ دمشق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طلب</w:t>
      </w:r>
      <w:r>
        <w:rPr>
          <w:rtl/>
          <w:lang w:bidi="ur-PK"/>
        </w:rPr>
        <w:t xml:space="preserve"> کرناچاہال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ہمنوائ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نہ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اپنے ارادہ سے بازآ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تبرکات </w:t>
      </w:r>
      <w:r>
        <w:rPr>
          <w:rFonts w:hint="eastAsia"/>
          <w:rtl/>
          <w:lang w:bidi="ur-PK"/>
        </w:rPr>
        <w:t>رسالت</w:t>
      </w:r>
      <w:r>
        <w:rPr>
          <w:rtl/>
          <w:lang w:bidi="ur-PK"/>
        </w:rPr>
        <w:t xml:space="preserve"> جبرا طلب کئے اورامام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ارسال فرمادئ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80" w:name="_Toc509136802"/>
      <w:r>
        <w:rPr>
          <w:rFonts w:hint="eastAsia"/>
          <w:rtl/>
          <w:lang w:bidi="ur-PK"/>
        </w:rPr>
        <w:t>دمشق</w:t>
      </w:r>
      <w:r>
        <w:rPr>
          <w:rtl/>
          <w:lang w:bidi="ur-PK"/>
        </w:rPr>
        <w:t xml:space="preserve"> سے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راہب کامسلمان ہونا</w:t>
      </w:r>
      <w:bookmarkEnd w:id="18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دمشق سے رہاہوکرمد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لئے جارہے تھے کہ ناگاہ راستے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پرمجمع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رنظرآ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ا،آپ</w:t>
      </w:r>
      <w:r>
        <w:rPr>
          <w:rtl/>
          <w:lang w:bidi="ur-PK"/>
        </w:rPr>
        <w:t xml:space="preserve"> نے تفحص حال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اتومعلوم</w:t>
      </w:r>
      <w:r>
        <w:rPr>
          <w:rtl/>
          <w:lang w:bidi="ur-PK"/>
        </w:rPr>
        <w:t xml:space="preserve"> ہواکہ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راہب ہے جوسال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باراپنے معبدسے نکلتاہے آج اس کے نکلنے کادن ہے 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 مجمع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عوام کے ساتھ جاکرب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گئے ،راہب جوانتہائ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تھا،مقررہ وقت پربرامدہوا،اوراس نے چاروں طرف نظردوڑانے کے بعدامام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مخاطب ہوکربولا: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ہم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امت محمد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ہوں۔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۔آپ علماء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اجہلاسے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جاہل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آپ مجھ سے کچھ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جب کہ آپ عالموں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آپ سے کچھ پوچھ سکتاہوں،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اضرورپوچھ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کرراہب نے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 شب وروز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کونساوقت ہے،جس کاشمار نہ 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اورنہ رات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سورج کے طلوع سے پہلے کاوقت ہے جس کاشماردن اوررات دونوں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،وہ وقت جنت کے اوقات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ہے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مبترک ہے کہ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ماروں</w:t>
      </w:r>
      <w:r>
        <w:rPr>
          <w:rtl/>
          <w:lang w:bidi="ur-PK"/>
        </w:rPr>
        <w:t xml:space="preserve"> کوہوش آجاتاہے دردکوسکون ہوتاہے جورات بھرنہ سوسکے اسے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وقت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رغبت رکھنے والوں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خاص الخاص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آپ کاعق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ہے کہ جنت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شاب</w:t>
      </w:r>
      <w:r>
        <w:rPr>
          <w:rtl/>
          <w:lang w:bidi="ur-PK"/>
        </w:rPr>
        <w:t xml:space="preserve"> وپاخانہ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ضرروت نہ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ہے ؟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ابطن</w:t>
      </w:r>
      <w:r>
        <w:rPr>
          <w:rtl/>
          <w:lang w:bidi="ur-PK"/>
        </w:rPr>
        <w:t xml:space="preserve"> مادر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جوبچے پرورش 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کافضلہ خارج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مسلمانوں کاعق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ہے کہ کھانے سے بہشت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کم نہ ہوگااس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ہے،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اہاں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چراغ سے لاکھوں چراغ جلائے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پہلے چراغ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وہ کون سے دوبھائ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مرے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عمرپچاس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ڑھ</w:t>
      </w:r>
      <w:r>
        <w:rPr>
          <w:rtl/>
          <w:lang w:bidi="ur-PK"/>
        </w:rPr>
        <w:t xml:space="preserve"> سوسال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اورعز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روزمرے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کے بعدت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برس تک ساتھ رہے پھرخدانے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</w:t>
      </w:r>
      <w:r>
        <w:rPr>
          <w:rFonts w:hint="eastAsia"/>
          <w:rtl/>
          <w:lang w:bidi="ur-PK"/>
        </w:rPr>
        <w:t>ارڈالا</w:t>
      </w:r>
      <w:r>
        <w:rPr>
          <w:rtl/>
          <w:lang w:bidi="ur-PK"/>
        </w:rPr>
        <w:t>(جس کاذکرقرآن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موجودہے) اورسوبرس کے بعدپھرزندہ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بعدوہ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اورزندہ رہے اورپھرا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روزدونوں نے انتقال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کرراہب اپنے ماننے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ہوکرکہنے لگاکہ جب تک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شام کے حدود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سوال کاجواب نہ دوں گاسب کو چاہئے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 زمانہ سے سوال کرے اس کے بعدوہ مسلمان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۲۶۱</w:t>
      </w:r>
      <w:r>
        <w:rPr>
          <w:rtl/>
          <w:lang w:bidi="ur-PK"/>
        </w:rPr>
        <w:t xml:space="preserve"> طبع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۱۳۰۱</w:t>
      </w:r>
      <w:r>
        <w:rPr>
          <w:rtl/>
          <w:lang w:bidi="ur-PK"/>
        </w:rPr>
        <w:t xml:space="preserve"> ھ۔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81" w:name="_Toc509136803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</w:t>
      </w:r>
      <w:bookmarkEnd w:id="18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اگرچہ اپنے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وض</w:t>
      </w:r>
      <w:r>
        <w:rPr>
          <w:rtl/>
          <w:lang w:bidi="ur-PK"/>
        </w:rPr>
        <w:t xml:space="preserve"> وبرکات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اسلام کوبرابرفروغ دے رہے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باوجودہشام بن عبدالملک نے آپ کوزہرکے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اورآپ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۷/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</w:t>
      </w:r>
      <w:r>
        <w:rPr>
          <w:rtl/>
          <w:lang w:bidi="fa-IR"/>
        </w:rPr>
        <w:t>۱۱۴</w:t>
      </w:r>
      <w:r>
        <w:rPr>
          <w:rtl/>
          <w:lang w:bidi="ur-PK"/>
        </w:rPr>
        <w:t xml:space="preserve"> 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دوشنبہ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انتقال فرماگئے اس وقت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 xml:space="preserve">۵۷/ </w:t>
      </w:r>
      <w:r>
        <w:rPr>
          <w:rtl/>
          <w:lang w:bidi="ur-PK"/>
        </w:rPr>
        <w:t>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جنت البق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دفن</w:t>
      </w:r>
      <w:r>
        <w:rPr>
          <w:rtl/>
          <w:lang w:bidi="ur-PK"/>
        </w:rPr>
        <w:t xml:space="preserve"> ہوئے (کشف الغمہ ص </w:t>
      </w:r>
      <w:r>
        <w:rPr>
          <w:rtl/>
          <w:lang w:bidi="fa-IR"/>
        </w:rPr>
        <w:t>۹۳</w:t>
      </w:r>
      <w:r>
        <w:rPr>
          <w:rtl/>
          <w:lang w:bidi="ur-PK"/>
        </w:rPr>
        <w:t xml:space="preserve"> ،جلاء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۲۶۴</w:t>
      </w:r>
      <w:r>
        <w:rPr>
          <w:rtl/>
          <w:lang w:bidi="ur-PK"/>
        </w:rPr>
        <w:t xml:space="preserve"> ،جنات الخلودص </w:t>
      </w:r>
      <w:r>
        <w:rPr>
          <w:rtl/>
          <w:lang w:bidi="fa-IR"/>
        </w:rPr>
        <w:t>۲۶</w:t>
      </w:r>
      <w:r>
        <w:rPr>
          <w:rtl/>
          <w:lang w:bidi="ur-PK"/>
        </w:rPr>
        <w:t xml:space="preserve"> ،دمعہ ساکبہ ص </w:t>
      </w:r>
      <w:r>
        <w:rPr>
          <w:rtl/>
          <w:lang w:bidi="fa-IR"/>
        </w:rPr>
        <w:t>۴۴۹</w:t>
      </w:r>
      <w:r>
        <w:rPr>
          <w:rtl/>
          <w:lang w:bidi="ur-PK"/>
        </w:rPr>
        <w:t xml:space="preserve"> ،انوارالحس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۴۸</w:t>
      </w:r>
      <w:r>
        <w:rPr>
          <w:rtl/>
          <w:lang w:bidi="ur-PK"/>
        </w:rPr>
        <w:t xml:space="preserve"> ، شواہدالنبوت ص </w:t>
      </w:r>
      <w:r>
        <w:rPr>
          <w:rtl/>
          <w:lang w:bidi="fa-IR"/>
        </w:rPr>
        <w:t>۱۸۱</w:t>
      </w:r>
      <w:r>
        <w:rPr>
          <w:rtl/>
          <w:lang w:bidi="ur-PK"/>
        </w:rPr>
        <w:t xml:space="preserve"> ، روضة الشہداء ص </w:t>
      </w:r>
      <w:r>
        <w:rPr>
          <w:rtl/>
          <w:lang w:bidi="fa-IR"/>
        </w:rPr>
        <w:t xml:space="preserve">۴۳۴)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”مات مسموماکاب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ہ“</w:t>
      </w:r>
      <w:r>
        <w:rPr>
          <w:rtl/>
          <w:lang w:bidi="ur-PK"/>
        </w:rPr>
        <w:t xml:space="preserve"> آپ اپنے پدربزرگوارامام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گئے (نورالابصار ص </w:t>
      </w:r>
      <w:r>
        <w:rPr>
          <w:rtl/>
          <w:lang w:bidi="fa-IR"/>
        </w:rPr>
        <w:t>۳۱</w:t>
      </w:r>
      <w:r>
        <w:rPr>
          <w:rtl/>
          <w:lang w:bidi="ur-PK"/>
        </w:rPr>
        <w:t xml:space="preserve"> ،صواعق محرقہ ص </w:t>
      </w:r>
      <w:r>
        <w:rPr>
          <w:rtl/>
          <w:lang w:bidi="fa-IR"/>
        </w:rPr>
        <w:t xml:space="preserve">۱۲۰)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ہشام کے حکم سے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زہرخوران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واقع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ہشام بن عبدالملک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مرسلہ زہرآلودز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واقع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(جنات الخلودص </w:t>
      </w:r>
      <w:r>
        <w:rPr>
          <w:rtl/>
          <w:lang w:bidi="fa-IR"/>
        </w:rPr>
        <w:t>۲۶</w:t>
      </w:r>
      <w:r>
        <w:rPr>
          <w:rtl/>
          <w:lang w:bidi="ur-PK"/>
        </w:rPr>
        <w:t xml:space="preserve"> ،دمعہ ساکبہ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۴۷۸)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شہادت</w:t>
      </w:r>
      <w:r>
        <w:rPr>
          <w:rtl/>
          <w:lang w:bidi="ur-PK"/>
        </w:rPr>
        <w:t xml:space="preserve"> سے قبل آپ نے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متعلق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اورکہا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کانوں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والدماجدک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مجھے جلدبلارہے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(نورالابصار ص </w:t>
      </w:r>
      <w:r>
        <w:rPr>
          <w:rtl/>
          <w:lang w:bidi="fa-IR"/>
        </w:rPr>
        <w:t xml:space="preserve">۱۳۱) </w:t>
      </w:r>
      <w:r>
        <w:rPr>
          <w:rtl/>
          <w:lang w:bidi="ur-PK"/>
        </w:rPr>
        <w:t>۔ آپ نے غسل وکفن کے متعلق خاص طورسے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امام راجزامام ن</w:t>
      </w:r>
      <w:r>
        <w:rPr>
          <w:rFonts w:hint="eastAsia"/>
          <w:rtl/>
          <w:lang w:bidi="ur-PK"/>
        </w:rPr>
        <w:t>شو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امام کوامام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غسل دے سکتاہے (شواہدالنبوت ص </w:t>
      </w:r>
      <w:r>
        <w:rPr>
          <w:rtl/>
          <w:lang w:bidi="fa-IR"/>
        </w:rPr>
        <w:t xml:space="preserve">۱۸۱)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کہاکہ </w:t>
      </w:r>
      <w:r>
        <w:rPr>
          <w:rtl/>
          <w:lang w:bidi="fa-IR"/>
        </w:rPr>
        <w:t xml:space="preserve">۸۰۰/ </w:t>
      </w:r>
      <w:r>
        <w:rPr>
          <w:rtl/>
          <w:lang w:bidi="ur-PK"/>
        </w:rPr>
        <w:t>درہم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ماتم پرصرف کرنااورا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ساانتظام</w:t>
      </w:r>
      <w:r>
        <w:rPr>
          <w:rtl/>
          <w:lang w:bidi="ur-PK"/>
        </w:rPr>
        <w:t xml:space="preserve"> کرناکہ دس سال تک 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بزمانہ حج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مظلموم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کاماتم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۲۶۴)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بندہائے کفن قبر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 چارانگل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اونچ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کرنا(جنات الخلود ص </w:t>
      </w:r>
      <w:r>
        <w:rPr>
          <w:rtl/>
          <w:lang w:bidi="fa-IR"/>
        </w:rPr>
        <w:t xml:space="preserve">۲۷)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82" w:name="_Toc509136804"/>
      <w:r>
        <w:rPr>
          <w:rFonts w:hint="eastAsia"/>
          <w:rtl/>
          <w:lang w:bidi="ur-PK"/>
        </w:rPr>
        <w:t>ازواج</w:t>
      </w:r>
      <w:r>
        <w:rPr>
          <w:rtl/>
          <w:lang w:bidi="ur-PK"/>
        </w:rPr>
        <w:t xml:space="preserve"> اولاد</w:t>
      </w:r>
      <w:bookmarkEnd w:id="18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اولادہوئ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۔ام فروہ،ام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،اور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 فروہ بنت قاسم بن محمدبن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بکرجن سے حضرات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اورعبداللہ افطح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اورام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بنت اسدبن مغ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ثقف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وعبداللہ اورل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داہوئے اورچوتھ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ام سلم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متولدہوئے (ارشادمف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۲۹۴</w:t>
      </w:r>
      <w:r>
        <w:rPr>
          <w:rtl/>
          <w:lang w:bidi="ur-PK"/>
        </w:rPr>
        <w:t xml:space="preserve"> ، مناقب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۱۹</w:t>
      </w:r>
      <w:r>
        <w:rPr>
          <w:rtl/>
          <w:lang w:bidi="ur-PK"/>
        </w:rPr>
        <w:t xml:space="preserve"> ،نورالابصارص </w:t>
      </w:r>
      <w:r>
        <w:rPr>
          <w:rtl/>
          <w:lang w:bidi="fa-IR"/>
        </w:rPr>
        <w:t xml:space="preserve">۱۳۲)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محمدباقربہبھان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،علامہ محمدرضاآل کاشف الغطاء اورعلامہ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واعظ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صرف امام جعفر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بڑھ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 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(دمعہ ساکبہ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۴۷۹</w:t>
      </w:r>
      <w:r>
        <w:rPr>
          <w:rtl/>
          <w:lang w:bidi="ur-PK"/>
        </w:rPr>
        <w:t xml:space="preserve"> ،انوارالحس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۴۸</w:t>
      </w:r>
      <w:r>
        <w:rPr>
          <w:rtl/>
          <w:lang w:bidi="ur-PK"/>
        </w:rPr>
        <w:t xml:space="preserve"> ،روضة الشہداء ص </w:t>
      </w:r>
      <w:r>
        <w:rPr>
          <w:rtl/>
          <w:lang w:bidi="fa-IR"/>
        </w:rPr>
        <w:t>۴۳۴</w:t>
      </w:r>
      <w:r>
        <w:rPr>
          <w:rtl/>
          <w:lang w:bidi="ur-PK"/>
        </w:rPr>
        <w:t xml:space="preserve"> طبع لکھنؤ </w:t>
      </w:r>
      <w:r>
        <w:rPr>
          <w:rtl/>
          <w:lang w:bidi="fa-IR"/>
        </w:rPr>
        <w:t>۱۲۸۵</w:t>
      </w:r>
      <w:r>
        <w:rPr>
          <w:rtl/>
          <w:lang w:bidi="ur-PK"/>
        </w:rPr>
        <w:t xml:space="preserve"> ءء)۔</w:t>
      </w: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83" w:name="_Toc509136805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183"/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84" w:name="_Toc509136806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باسعادت</w:t>
      </w:r>
      <w:bookmarkEnd w:id="18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۱۷/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۸۳</w:t>
      </w:r>
      <w:r>
        <w:rPr>
          <w:rtl/>
          <w:lang w:bidi="ur-PK"/>
        </w:rPr>
        <w:t xml:space="preserve"> ھ مطابق </w:t>
      </w:r>
      <w:r>
        <w:rPr>
          <w:rtl/>
          <w:lang w:bidi="fa-IR"/>
        </w:rPr>
        <w:t>۲۰۷</w:t>
      </w:r>
      <w:r>
        <w:rPr>
          <w:rtl/>
          <w:lang w:bidi="ur-PK"/>
        </w:rPr>
        <w:t xml:space="preserve"> ء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دوشنبہ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ہوئے (ارشادمف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۴۱۳</w:t>
      </w:r>
      <w:r>
        <w:rPr>
          <w:rtl/>
          <w:lang w:bidi="ur-PK"/>
        </w:rPr>
        <w:t xml:space="preserve"> ،اعلام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۱۵۹</w:t>
      </w:r>
      <w:r>
        <w:rPr>
          <w:rtl/>
          <w:lang w:bidi="ur-PK"/>
        </w:rPr>
        <w:t xml:space="preserve"> ،جامع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۶۰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کوخداوندعالم نے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دے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اس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کوروزہ رکھناا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کے روزہ کے برابرہے ولادت کے بعدا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فرزندان چندمخصوص افراد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ہے جن کے وجود سے خدانے بندوں پراحسان </w:t>
      </w:r>
      <w:r>
        <w:rPr>
          <w:rFonts w:hint="eastAsia"/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ہوگا(جنات الخلوج ص </w:t>
      </w:r>
      <w:r>
        <w:rPr>
          <w:rtl/>
          <w:lang w:bidi="fa-IR"/>
        </w:rPr>
        <w:t xml:space="preserve">۲۷)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آپ بطن مادر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تب کلام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ولادت کے بعدآپ نے کلمہ شہادت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زبان پرجار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 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اورختنہ شدہ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۲۶۵) </w:t>
      </w:r>
      <w:r>
        <w:rPr>
          <w:rtl/>
          <w:lang w:bidi="ur-PK"/>
        </w:rPr>
        <w:t>۔ آپ تمام نبوتوں کے خلاصہ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85" w:name="_Toc509136807"/>
      <w:r>
        <w:rPr>
          <w:rFonts w:hint="eastAsia"/>
          <w:rtl/>
          <w:lang w:bidi="ur-PK"/>
        </w:rPr>
        <w:t>اسم</w:t>
      </w:r>
      <w:r>
        <w:rPr>
          <w:rtl/>
          <w:lang w:bidi="ur-PK"/>
        </w:rPr>
        <w:t xml:space="preserve">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،القاب</w:t>
      </w:r>
      <w:bookmarkEnd w:id="18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کااسم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جعفر،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ابوعبداللہ ،ابواسماع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اورآپ کے القاب صادق،صابروفاضل، طاہروغ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آنحضرت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جعفربن محمدکولقب صادق سے موسوم وملقب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بظاہر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اہل آسمان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کالقب 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صادق تھا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۲۶۴)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خلکان کاکہناہے کہ صدق مقال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آپ کے نام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کاجزو”صادق“ قرارپا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(وف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۱۰۵)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جعفرکے</w:t>
      </w:r>
      <w:r>
        <w:rPr>
          <w:rtl/>
          <w:lang w:bidi="ur-PK"/>
        </w:rPr>
        <w:t xml:space="preserve"> متعلق علماء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جعفرنام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نہرہے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مناسبت سے آپ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لقب رکھاگ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چونکہ آپ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عام نہرجار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تھا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لقب سے ملقب ہوئے (ارجح المطالب ص </w:t>
      </w:r>
      <w:r>
        <w:rPr>
          <w:rtl/>
          <w:lang w:bidi="fa-IR"/>
        </w:rPr>
        <w:t>۳۶۱</w:t>
      </w:r>
      <w:r>
        <w:rPr>
          <w:rtl/>
          <w:lang w:bidi="ur-PK"/>
        </w:rPr>
        <w:t xml:space="preserve"> ،بحوالہ تذکرة الخواص الامة)۔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اہل سنت علامہ 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دالزمان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درآباد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ں،جعفر،چھوٹ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واسع (کشادہ ) امام جعفرصادق،مشہورامام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ںبارہ</w:t>
      </w:r>
      <w:r>
        <w:rPr>
          <w:rtl/>
          <w:lang w:bidi="ur-PK"/>
        </w:rPr>
        <w:t xml:space="preserve"> اماموں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اوربڑے ثقہ اورفق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اورحافظ تھے امام مالک اورامام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(حد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>)ہ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اورامام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اشبہ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</w:t>
      </w:r>
      <w:r>
        <w:rPr>
          <w:rFonts w:hint="eastAsia"/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دقطان</w:t>
      </w:r>
      <w:r>
        <w:rPr>
          <w:rtl/>
          <w:lang w:bidi="ur-PK"/>
        </w:rPr>
        <w:t xml:space="preserve"> نے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ادب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منہ شئ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ومجالداحب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منہ“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جعفرصادق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خلش ہے،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سے بہترمجالدکوسمجھتاہوں </w:t>
      </w:r>
      <w:r>
        <w:rPr>
          <w:rtl/>
          <w:lang w:bidi="ur-PK"/>
        </w:rPr>
        <w:lastRenderedPageBreak/>
        <w:t>،حالانکہ مجالدکوامام صاحب کے سامنے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ارتبہ</w:t>
      </w:r>
      <w:r>
        <w:rPr>
          <w:rtl/>
          <w:lang w:bidi="ur-PK"/>
        </w:rPr>
        <w:t xml:space="preserve"> ہے؟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اہل سنت بدنام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 ان کوآئمہ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کچھ محبت اوراعتقادنہ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پررحم کرے کہ مروان اورعمران بن خطان اورکئ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خوارج سے توانہوں نے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اورامام جعفرصادق سے جوابن رسول اللہ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شبہ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(انواراللغتہ پارہ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۴۷</w:t>
      </w:r>
      <w:r>
        <w:rPr>
          <w:rtl/>
          <w:lang w:bidi="ur-PK"/>
        </w:rPr>
        <w:t xml:space="preserve"> طبع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درآباددکن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آئمہ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جماعت مثل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ح،امام</w:t>
      </w:r>
      <w:r>
        <w:rPr>
          <w:rtl/>
          <w:lang w:bidi="ur-PK"/>
        </w:rPr>
        <w:t xml:space="preserve"> مالک ،امام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ثور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ہ،امام</w:t>
      </w:r>
      <w:r>
        <w:rPr>
          <w:rtl/>
          <w:lang w:bidi="ur-PK"/>
        </w:rPr>
        <w:t xml:space="preserve">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سجستان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سے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اخذک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،ابوحاتم کاقول ہے کہ امام جعفرصادق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ثقہ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سئل</w:t>
      </w:r>
      <w:r>
        <w:rPr>
          <w:rtl/>
          <w:lang w:bidi="ur-PK"/>
        </w:rPr>
        <w:t xml:space="preserve"> عنہ مثلہ کہ 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کچھ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اوراستفساروتفحص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،آپ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سے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ازتھے</w:t>
      </w:r>
      <w:r>
        <w:rPr>
          <w:rtl/>
          <w:lang w:bidi="ur-PK"/>
        </w:rPr>
        <w:t xml:space="preserve"> اورہم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عبادت گزار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بسرکرتے رہے ،عمرابن مقدام کاکہناہے کہ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کھتاہوں</w:t>
      </w:r>
      <w:r>
        <w:rPr>
          <w:rtl/>
          <w:lang w:bidi="ur-PK"/>
        </w:rPr>
        <w:t xml:space="preserve"> تومجھے معاخ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ہوتاہے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جوہررسالت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وبن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</w:t>
      </w:r>
      <w:r>
        <w:rPr>
          <w:rFonts w:hint="eastAsia"/>
          <w:rtl/>
          <w:lang w:bidi="ur-PK"/>
        </w:rPr>
        <w:t>صواعق</w:t>
      </w:r>
      <w:r>
        <w:rPr>
          <w:rtl/>
          <w:lang w:bidi="ur-PK"/>
        </w:rPr>
        <w:t xml:space="preserve"> محرقہ ص </w:t>
      </w:r>
      <w:r>
        <w:rPr>
          <w:rtl/>
          <w:lang w:bidi="fa-IR"/>
        </w:rPr>
        <w:t>۱۲۰</w:t>
      </w:r>
      <w:r>
        <w:rPr>
          <w:rtl/>
          <w:lang w:bidi="ur-PK"/>
        </w:rPr>
        <w:t xml:space="preserve"> ،نورالابصار، ص </w:t>
      </w:r>
      <w:r>
        <w:rPr>
          <w:rtl/>
          <w:lang w:bidi="fa-IR"/>
        </w:rPr>
        <w:t>۱۳۱</w:t>
      </w:r>
      <w:r>
        <w:rPr>
          <w:rtl/>
          <w:lang w:bidi="ur-PK"/>
        </w:rPr>
        <w:t xml:space="preserve"> ،حل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الابرارتار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آئمہ ص </w:t>
      </w:r>
      <w:r>
        <w:rPr>
          <w:rtl/>
          <w:lang w:bidi="fa-IR"/>
        </w:rPr>
        <w:t xml:space="preserve">۴۳۳)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86" w:name="_Toc509136808"/>
      <w:r>
        <w:rPr>
          <w:rFonts w:hint="eastAsia"/>
          <w:rtl/>
          <w:lang w:bidi="ur-PK"/>
        </w:rPr>
        <w:t>بادشاہان</w:t>
      </w:r>
      <w:r>
        <w:rPr>
          <w:rtl/>
          <w:lang w:bidi="ur-PK"/>
        </w:rPr>
        <w:t xml:space="preserve"> وقت</w:t>
      </w:r>
      <w:bookmarkEnd w:id="18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</w:t>
      </w:r>
      <w:r>
        <w:rPr>
          <w:rtl/>
          <w:lang w:bidi="fa-IR"/>
        </w:rPr>
        <w:t>۸۳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وقت عبدالملک بن مروان بادشاہ وقت تھا پھرول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مان،عمربن</w:t>
      </w:r>
      <w:r>
        <w:rPr>
          <w:rtl/>
          <w:lang w:bidi="ur-PK"/>
        </w:rPr>
        <w:t xml:space="preserve"> عبدالعز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 ،ہشام بن عبدالملک،ول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دالناقص،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ابن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د،اورمروان</w:t>
      </w:r>
      <w:r>
        <w:rPr>
          <w:rtl/>
          <w:lang w:bidi="ur-PK"/>
        </w:rPr>
        <w:t xml:space="preserve"> الحمار،عل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مقررہوئے مروان الحمارکے بعدسلطنت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کاچراغ گل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اوربن عباس نے حکومت پرقبضہ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کاپہلابادشاہ ابوالعباس ،سفاح اوردوسرا منصور دوانق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ہواہے ۔ملاحظہ ہو(اعلام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ائمہ ص </w:t>
      </w:r>
      <w:r>
        <w:rPr>
          <w:rtl/>
          <w:lang w:bidi="fa-IR"/>
        </w:rPr>
        <w:t xml:space="preserve">۴۳۶)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منصورنے ابن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دوسال گزرنے کے بعدامام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(انوارالحس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۵۰)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87" w:name="_Toc509136809"/>
      <w:r>
        <w:rPr>
          <w:rFonts w:hint="eastAsia"/>
          <w:rtl/>
          <w:lang w:bidi="ur-PK"/>
        </w:rPr>
        <w:t>عبدالملک</w:t>
      </w:r>
      <w:r>
        <w:rPr>
          <w:rtl/>
          <w:lang w:bidi="ur-PK"/>
        </w:rPr>
        <w:t xml:space="preserve"> بن مروان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مناظرہ</w:t>
      </w:r>
      <w:bookmarkEnd w:id="18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بے شمارعلم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مناظرے فرمائے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دہر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وں،</w:t>
      </w:r>
      <w:r>
        <w:rPr>
          <w:rtl/>
          <w:lang w:bidi="ur-PK"/>
        </w:rPr>
        <w:t xml:space="preserve"> قدر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وں،کافروں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ونصار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شکست فاش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مناظرہ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غلبہ حاصل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کرسکا،عہدعبدالملک بن مروان کاذکرہے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مذہب کامناظراس کے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آکرعلماء</w:t>
      </w:r>
      <w:r>
        <w:rPr>
          <w:rtl/>
          <w:lang w:bidi="ur-PK"/>
        </w:rPr>
        <w:t xml:space="preserve"> سے مناظرہ کاخوہشمندہوا،بادشاہ نے حسب عادت اپنے علماء کوطلب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ااوران</w:t>
      </w:r>
      <w:r>
        <w:rPr>
          <w:rtl/>
          <w:lang w:bidi="ur-PK"/>
        </w:rPr>
        <w:t xml:space="preserve"> سے کہاکہ اس قدر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مناظرسے مناظرہ کروعلماء نے اس سے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زورآزمائ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مناظرہ کاکھلاڑ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</w:t>
      </w:r>
      <w:r>
        <w:rPr>
          <w:rtl/>
          <w:lang w:bidi="ur-PK"/>
        </w:rPr>
        <w:lastRenderedPageBreak/>
        <w:t>سے نہ ہارسکا، اورتمام علماء عاجزآگئے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شکست ہوتے ہوئے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عبدالملک ب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مروان نے فوراا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روانہ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ضرورتشر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امام محمدباقرک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اس کاخط پہنچاتوآپ نے اپنے فرزندحضرت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ہوچکاہوں تم مناظر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شام چلے جاؤ حضرت اما 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پدربزرگوارکے حسب الحکم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روانہ ہوکرشام پہنچ 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عبدالملک</w:t>
      </w:r>
      <w:r>
        <w:rPr>
          <w:rtl/>
          <w:lang w:bidi="ur-PK"/>
        </w:rPr>
        <w:t xml:space="preserve"> بن مروان نے جب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بجائے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کھاتوکہنے</w:t>
      </w:r>
      <w:r>
        <w:rPr>
          <w:rtl/>
          <w:lang w:bidi="ur-PK"/>
        </w:rPr>
        <w:t xml:space="preserve"> لگاکہ آپ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سن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اوروہ بڑاپرانامناظر ہے ،ہوسکتاہے کہ آپ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اورعلماء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شکست کھاجائ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مناسب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مجلس مناظرہ منعقدک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حضرت نے ارشادف</w:t>
      </w:r>
      <w:r>
        <w:rPr>
          <w:rFonts w:hint="eastAsia"/>
          <w:rtl/>
          <w:lang w:bidi="ur-PK"/>
        </w:rPr>
        <w:t>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ا،بادشاہ</w:t>
      </w:r>
      <w:r>
        <w:rPr>
          <w:rtl/>
          <w:lang w:bidi="ur-PK"/>
        </w:rPr>
        <w:t xml:space="preserve"> توگھبرا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اگرخدانے چاہاتو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چندمنٹ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مناظرہ ختم کردوں گاآپ کے ارشادک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ددربار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اورموقعہ مناظرہ پرفر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چونکہ</w:t>
      </w:r>
      <w:r>
        <w:rPr>
          <w:rtl/>
          <w:lang w:bidi="ur-PK"/>
        </w:rPr>
        <w:t xml:space="preserve"> قدر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کااعتقادہے کہ بندہ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کچھ ہے، خداکوبندوں کے معاملہ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دخل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ں،اورنہ</w:t>
      </w:r>
      <w:r>
        <w:rPr>
          <w:rtl/>
          <w:lang w:bidi="ur-PK"/>
        </w:rPr>
        <w:t xml:space="preserve"> خداکچھ کرسکتاہے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خداکے حکم اورقضاوقدروارادہ کوبندوں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دخل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لہذا حضرت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پرفرما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 سے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بات کہن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چاہتاہوں ا</w:t>
      </w:r>
      <w:r>
        <w:rPr>
          <w:rFonts w:hint="eastAsia"/>
          <w:rtl/>
          <w:lang w:bidi="ur-PK"/>
        </w:rPr>
        <w:t>وروہ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تم ”سورہ حمد“پڑھو،اس نے پڑھناشروع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وہ ”ا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tl/>
          <w:lang w:bidi="ur-PK"/>
        </w:rPr>
        <w:t xml:space="preserve"> نعبدوا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tl/>
          <w:lang w:bidi="ur-PK"/>
        </w:rPr>
        <w:t xml:space="preserve"> نستع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پرپہنچاجس کاترجمہ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کرتاہوں اوربس تھج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مدد چاہتاہوں توآپ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ا،ٹہرجاؤاورمجھے</w:t>
      </w:r>
      <w:r>
        <w:rPr>
          <w:rtl/>
          <w:lang w:bidi="ur-PK"/>
        </w:rPr>
        <w:t xml:space="preserve"> اس کاجواب دوکہ جب خداکوتمہارے اعتقاد کے مطابق تمہارے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معاملہ 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دخل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کاحق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توپھرتم اس سے مدد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مانگتے 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کروہ خاموش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نہ دے سکا،بالآخرمجلس مناظرہ برخواست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اوربادشاہ نے بے حدخوش ہوا(تفس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برہان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88" w:name="_Toc509136810"/>
      <w:r>
        <w:rPr>
          <w:rFonts w:hint="eastAsia"/>
          <w:rtl/>
          <w:lang w:bidi="ur-PK"/>
        </w:rPr>
        <w:t>ابوشاکرد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کاجواب</w:t>
      </w:r>
      <w:bookmarkEnd w:id="18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ابوشاکرد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جولامذہب تھا حضرت سے کہنے لگاکہ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خداکاتعارف کراسکتے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طاؤس کا انڈا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لے 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ساخت پرغورکرو،اوراندرک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کابنظرغائرد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کھواوراس</w:t>
      </w:r>
      <w:r>
        <w:rPr>
          <w:rtl/>
          <w:lang w:bidi="ur-PK"/>
        </w:rPr>
        <w:t xml:space="preserve"> پرتوجہ دوکہ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رنگ برنگ کے طائرک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داہوجاتے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اس کوتسل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 انڈے کااچھوتے انداز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بنانے</w:t>
      </w:r>
      <w:r>
        <w:rPr>
          <w:rtl/>
          <w:lang w:bidi="ur-PK"/>
        </w:rPr>
        <w:t xml:space="preserve"> والااوراس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داکرنے</w:t>
      </w:r>
      <w:r>
        <w:rPr>
          <w:rtl/>
          <w:lang w:bidi="ur-PK"/>
        </w:rPr>
        <w:t xml:space="preserve"> والاکوئ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کروہ خاموش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ااوردہر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بازآ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کاواقعہ ہے کہ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دفعہ آپ کے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ہشام بن حکم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ممکن ہے ؟کہ خداسار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انڈے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سمودے اورنہ انڈابڑھے اورنہ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اگھٹے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ابے</w:t>
      </w:r>
      <w:r>
        <w:rPr>
          <w:rtl/>
          <w:lang w:bidi="ur-PK"/>
        </w:rPr>
        <w:t xml:space="preserve"> شک وہ ہرچ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زپرقادرہے</w:t>
      </w:r>
      <w:r>
        <w:rPr>
          <w:rtl/>
          <w:lang w:bidi="ur-PK"/>
        </w:rPr>
        <w:t xml:space="preserve"> اس نے کہاکوئ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مثال؟ </w:t>
      </w:r>
      <w:r>
        <w:rPr>
          <w:rtl/>
          <w:lang w:bidi="ur-PK"/>
        </w:rPr>
        <w:lastRenderedPageBreak/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امثال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مردمک چشم آنکھ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پتل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اسماجات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،نہ پتل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نہ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اگھٹت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۴۳۳</w:t>
      </w:r>
      <w:r>
        <w:rPr>
          <w:rtl/>
          <w:lang w:bidi="ur-PK"/>
        </w:rPr>
        <w:t xml:space="preserve"> ،جامع الاخبار)۔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89" w:name="_Toc50913681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ابن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</w:t>
      </w:r>
      <w:r>
        <w:rPr>
          <w:rtl/>
          <w:lang w:bidi="ur-PK"/>
        </w:rPr>
        <w:t xml:space="preserve"> کلب</w:t>
      </w:r>
      <w:r>
        <w:rPr>
          <w:rFonts w:hint="cs"/>
          <w:rtl/>
          <w:lang w:bidi="ur-PK"/>
        </w:rPr>
        <w:t>ی</w:t>
      </w:r>
      <w:bookmarkEnd w:id="18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ہشام</w:t>
      </w:r>
      <w:r>
        <w:rPr>
          <w:rtl/>
          <w:lang w:bidi="ur-PK"/>
        </w:rPr>
        <w:t xml:space="preserve"> بن عبدالملک بن مروان کے عہدح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واقعہ ہے کہ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حاضرہوکرعرض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</w:t>
      </w:r>
      <w:r>
        <w:rPr>
          <w:rtl/>
          <w:lang w:bidi="ur-PK"/>
        </w:rPr>
        <w:t xml:space="preserve"> کلب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ہجوکرتاہے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اکہاگرتجھ</w:t>
      </w:r>
      <w:r>
        <w:rPr>
          <w:rtl/>
          <w:lang w:bidi="ur-PK"/>
        </w:rPr>
        <w:t xml:space="preserve"> کواس کاکچھ کلام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ادہوتوب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اس نے دوشعرسن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جس کاحاصل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ہم نے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دکوشاخ</w:t>
      </w:r>
      <w:r>
        <w:rPr>
          <w:rtl/>
          <w:lang w:bidi="ur-PK"/>
        </w:rPr>
        <w:t xml:space="preserve"> درخت خرمہ پرسول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،حالانکہ ہم 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دارپرچڑھا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</w:t>
      </w:r>
      <w:r>
        <w:rPr>
          <w:rtl/>
          <w:lang w:bidi="ur-PK"/>
        </w:rPr>
        <w:t xml:space="preserve"> اورتم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وقوف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کوعثمان کے ساتھ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احالانکہ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عثمان بہتراورپاک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دعاک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بارال</w:t>
      </w:r>
      <w:r>
        <w:rPr>
          <w:rFonts w:hint="eastAsia"/>
          <w:rtl/>
          <w:lang w:bidi="ur-PK"/>
        </w:rPr>
        <w:t>ہا</w:t>
      </w:r>
      <w:r>
        <w:rPr>
          <w:rtl/>
          <w:lang w:bidi="ur-PK"/>
        </w:rPr>
        <w:t xml:space="preserve"> 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جھوٹاہے تواس پراپن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درندے کومسلط فرماچنانچہ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دعاقبول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ہلاک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(اصابہ ابن حجرعسقلان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۸۰) 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ملاجام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ہلاک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توانہوں نے 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جاکرکہاکہاس خدائے برترکاشکرہے کہ جس نے ہم سے جووعدہ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ااسے</w:t>
      </w:r>
      <w:r>
        <w:rPr>
          <w:rtl/>
          <w:lang w:bidi="ur-PK"/>
        </w:rPr>
        <w:t xml:space="preserve"> پوراک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(شواہدالنبوت ،صواعق محرقہ ص </w:t>
      </w:r>
      <w:r>
        <w:rPr>
          <w:rtl/>
          <w:lang w:bidi="fa-IR"/>
        </w:rPr>
        <w:t>۱۲۱</w:t>
      </w:r>
      <w:r>
        <w:rPr>
          <w:rtl/>
          <w:lang w:bidi="ur-PK"/>
        </w:rPr>
        <w:t xml:space="preserve"> ،نورالابصار ص </w:t>
      </w:r>
      <w:r>
        <w:rPr>
          <w:rtl/>
          <w:lang w:bidi="fa-IR"/>
        </w:rPr>
        <w:t xml:space="preserve">۱۴۷)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90" w:name="_Toc509136812"/>
      <w:r>
        <w:rPr>
          <w:rtl/>
          <w:lang w:bidi="fa-IR"/>
        </w:rPr>
        <w:t>۱۱۳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جعفرصادق کاحج</w:t>
      </w:r>
      <w:bookmarkEnd w:id="19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نے </w:t>
      </w:r>
      <w:r>
        <w:rPr>
          <w:rtl/>
          <w:lang w:bidi="fa-IR"/>
        </w:rPr>
        <w:t>۱۱۳</w:t>
      </w:r>
      <w:r>
        <w:rPr>
          <w:rtl/>
          <w:lang w:bidi="ur-PK"/>
        </w:rPr>
        <w:t xml:space="preserve"> ھئ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ااوروہاں</w:t>
      </w:r>
      <w:r>
        <w:rPr>
          <w:rtl/>
          <w:lang w:bidi="ur-PK"/>
        </w:rPr>
        <w:t xml:space="preserve"> خداسے دعاک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،خدانے</w:t>
      </w:r>
      <w:r>
        <w:rPr>
          <w:rtl/>
          <w:lang w:bidi="ur-PK"/>
        </w:rPr>
        <w:t xml:space="preserve"> بلافصل انگوراوردوبہتر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انگورخودبھ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 xml:space="preserve"> لوگوں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اورردائ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سائل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مختصرتفص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بعث بن سعدسنہ مذکورہ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وہ نمازعصرپڑھ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کوہ ابوقب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پرگئے وہاں پہنچ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مقدس شخص مشغول نمازہے، پھرنمازکے بعدوہ 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ارب</w:t>
      </w:r>
      <w:r>
        <w:rPr>
          <w:rtl/>
          <w:lang w:bidi="ur-PK"/>
        </w:rPr>
        <w:t xml:space="preserve"> کہہ کرخاموش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ا،پھر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کہااورچپ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ا،پھر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کہااورخاموش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اارحم</w:t>
      </w:r>
      <w:r>
        <w:rPr>
          <w:rtl/>
          <w:lang w:bidi="ur-PK"/>
        </w:rPr>
        <w:t xml:space="preserve"> الراحم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کہہ کرچپ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پھربولاخدا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امجھے</w:t>
      </w:r>
      <w:r>
        <w:rPr>
          <w:rtl/>
          <w:lang w:bidi="ur-PK"/>
        </w:rPr>
        <w:t xml:space="preserve"> انگورچاہئے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ردابوس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دوردائ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درکارہ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بعث کہتاہے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الفاظ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نہ ہوئے تھے کہا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تازہ انگوروں سے بھر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آموجوہوئ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دراس پردوبہتر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چادر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عابدنے جب انگورکھاناچاہاتو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کہہ رہاتھا مجھے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،انہوں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کھاناشر</w:t>
      </w:r>
      <w:r>
        <w:rPr>
          <w:rFonts w:hint="eastAsia"/>
          <w:rtl/>
          <w:lang w:bidi="ur-PK"/>
        </w:rPr>
        <w:t>وع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انگور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نظرآئے تھے پھرآپ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چادرمجھے </w:t>
      </w:r>
      <w:r>
        <w:rPr>
          <w:rtl/>
          <w:lang w:bidi="ur-PK"/>
        </w:rPr>
        <w:lastRenderedPageBreak/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کہامجھے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کے بعدآپ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چادرپہن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اوڑھ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پھرپہاڑسے اترکرمقام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گئے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ہمراہ تھاراستے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سائل نے کہا،مولامجھے چادرد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خداآپ کوجنت لباس سے آراستہ کرے گاآپ نے فورادونوں چادر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حوالے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 سائل سے پوچھا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اس نے کہاامام زمانہ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دوڑاکہ ان سے مل کرکچھ استفادہ کروں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پھروہ مجھے نہ مل سکے (صواعق محرقہ ص </w:t>
      </w:r>
      <w:r>
        <w:rPr>
          <w:rtl/>
          <w:lang w:bidi="fa-IR"/>
        </w:rPr>
        <w:t>۱۲۱</w:t>
      </w:r>
      <w:r>
        <w:rPr>
          <w:rtl/>
          <w:lang w:bidi="ur-PK"/>
        </w:rPr>
        <w:t xml:space="preserve"> ،کشف الغمہ ص </w:t>
      </w:r>
      <w:r>
        <w:rPr>
          <w:rtl/>
          <w:lang w:bidi="fa-IR"/>
        </w:rPr>
        <w:t>۶۶</w:t>
      </w:r>
      <w:r>
        <w:rPr>
          <w:rtl/>
          <w:lang w:bidi="ur-PK"/>
        </w:rPr>
        <w:t xml:space="preserve"> ، مطالب السؤل ص </w:t>
      </w:r>
      <w:r>
        <w:rPr>
          <w:rtl/>
          <w:lang w:bidi="fa-IR"/>
        </w:rPr>
        <w:t xml:space="preserve">۲۷۷)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91" w:name="_Toc509136813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کامسئلہ</w:t>
      </w:r>
      <w:bookmarkEnd w:id="19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مسلمات سے ہے کہ جناب 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حضرت امام محمدباقر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شاگردتھے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علامہ 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ہمعصر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منکرانہ شبہ ظاہرک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ان کے شبہ کوشمس العلماء علامہ شبل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ردکرت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”ابوحن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مدت تک استفادہ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سے امام محمدباقر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حاضررہے اورفقہ وحد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متعلق بہت بڑاذخ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حضرت ممدوح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صحبت تھا امام صاحب نے ان کے فرزندرش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دحضرت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صحبت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کچھ فائدہ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ا،جس</w:t>
      </w:r>
      <w:r>
        <w:rPr>
          <w:rtl/>
          <w:lang w:bidi="ur-PK"/>
        </w:rPr>
        <w:t xml:space="preserve"> کاذکرعموما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اجاتاہے</w:t>
      </w:r>
      <w:r>
        <w:rPr>
          <w:rtl/>
          <w:lang w:bidi="ur-PK"/>
        </w:rPr>
        <w:t xml:space="preserve">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اس سے انکارک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معاصراورہمعصرتھے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ونکر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ارکرتے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گستاخ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چشم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لاکھ</w:t>
      </w:r>
      <w:r>
        <w:rPr>
          <w:rtl/>
          <w:lang w:bidi="ur-PK"/>
        </w:rPr>
        <w:t xml:space="preserve"> مجتہد اورفق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ہہ</w:t>
      </w:r>
      <w:r>
        <w:rPr>
          <w:rtl/>
          <w:lang w:bidi="ur-PK"/>
        </w:rPr>
        <w:t xml:space="preserve"> ہوں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فضل وکمال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کوحضرت جعفرصادق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انسبت</w:t>
      </w:r>
      <w:r>
        <w:rPr>
          <w:rtl/>
          <w:lang w:bidi="ur-PK"/>
        </w:rPr>
        <w:t xml:space="preserve"> ،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وفقہ بلکہ تمام 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علوم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گھرسے نکلے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”وصاحب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بماف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ہا“</w:t>
      </w:r>
      <w:r>
        <w:rPr>
          <w:rtl/>
          <w:lang w:bidi="ur-PK"/>
        </w:rPr>
        <w:t xml:space="preserve"> گھروالے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واقف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رة</w:t>
      </w:r>
      <w:r>
        <w:rPr>
          <w:rtl/>
          <w:lang w:bidi="ur-PK"/>
        </w:rPr>
        <w:t xml:space="preserve"> النعمان ص </w:t>
      </w:r>
      <w:r>
        <w:rPr>
          <w:rtl/>
          <w:lang w:bidi="fa-IR"/>
        </w:rPr>
        <w:t>۴۵</w:t>
      </w:r>
      <w:r>
        <w:rPr>
          <w:rtl/>
          <w:lang w:bidi="ur-PK"/>
        </w:rPr>
        <w:t xml:space="preserve"> ، طبع آگرہ)۔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92" w:name="_Toc50913681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بعض نصائح وارشادات</w:t>
      </w:r>
      <w:bookmarkEnd w:id="19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وہ ہے جوتنہائ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کولوگوں سے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ازاورخداک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جھکاہواپائے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جوشخص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برادرمومن کادل خوش کرتاہے خداوندعالم 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فرشتہ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داکرتاہے</w:t>
      </w:r>
      <w:r>
        <w:rPr>
          <w:rtl/>
          <w:lang w:bidi="ur-PK"/>
        </w:rPr>
        <w:t xml:space="preserve"> جواس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عبادت کرتاہے اورقبر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مونس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ثابت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کاباعث، منزل شفاعت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اورجنت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رہبرہوگا۔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کاتکملہ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کرو،اوراسے کم سمجھو،اورچھپاکے کرو۔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عمل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کرنے کوسعادت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۵</w:t>
      </w:r>
      <w:r>
        <w:rPr>
          <w:rtl/>
          <w:lang w:bidi="ur-PK"/>
        </w:rPr>
        <w:t xml:space="preserve"> ۔ توبہ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رنفس</w:t>
      </w:r>
      <w:r>
        <w:rPr>
          <w:rtl/>
          <w:lang w:bidi="ur-PK"/>
        </w:rPr>
        <w:t xml:space="preserve"> کادھوکہ ہے۔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۔ چارچ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قلت کوکثرت سمجھناچاہئے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۔آگ،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۔مرض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۷</w:t>
      </w:r>
      <w:r>
        <w:rPr>
          <w:rtl/>
          <w:lang w:bidi="ur-PK"/>
        </w:rPr>
        <w:t xml:space="preserve"> ۔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دن رہناعز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مترادف ہے ۔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۔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غلبہ سے بچنے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لوگوں پراحسان کرو۔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۹</w:t>
      </w:r>
      <w:r>
        <w:rPr>
          <w:rtl/>
          <w:lang w:bidi="ur-PK"/>
        </w:rPr>
        <w:t xml:space="preserve"> ۔ جب اپنے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وہاں جاؤتوصدرمجلس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کے علاوہ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خواہش کومان لو۔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۱۰</w:t>
      </w:r>
      <w:r>
        <w:rPr>
          <w:rtl/>
          <w:lang w:bidi="ur-PK"/>
        </w:rPr>
        <w:t xml:space="preserve"> ۔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(رحمت)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اورلڑکانعمت ہے خداہر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پرثواب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اورہرنعمت پرسوال کرے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۱۱</w:t>
      </w:r>
      <w:r>
        <w:rPr>
          <w:rtl/>
          <w:lang w:bidi="ur-PK"/>
        </w:rPr>
        <w:t xml:space="preserve"> ۔ جوتمہ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عزت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کرو،اورجوذل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سمجھے اس سے خوددار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رتو۔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۔ بخشش سے روکناخداسے بدظن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۱۳</w:t>
      </w:r>
      <w:r>
        <w:rPr>
          <w:rtl/>
          <w:lang w:bidi="ur-PK"/>
        </w:rPr>
        <w:t xml:space="preserve"> ۔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لوگ باپ داداکے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متعارف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اورآخرت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اعمال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پہچانے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۱۴</w:t>
      </w:r>
      <w:r>
        <w:rPr>
          <w:rtl/>
          <w:lang w:bidi="ur-PK"/>
        </w:rPr>
        <w:t xml:space="preserve"> ۔ انسان کے بال بچے اس کے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راورق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نعمت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پرانہ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وسعت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چاہئے ورنہ زوال نعمت کااند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۱۵</w:t>
      </w:r>
      <w:r>
        <w:rPr>
          <w:rtl/>
          <w:lang w:bidi="ur-PK"/>
        </w:rPr>
        <w:t xml:space="preserve"> ۔ جن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عزت بڑھت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ظالم سے بدلہ نہ لے، اس پرکرم گستر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جومخالف ہو،جواس کاہمدردنہ ہواس کے ساتھ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کرے۔ </w:t>
      </w:r>
      <w:r>
        <w:rPr>
          <w:rtl/>
          <w:lang w:bidi="fa-IR"/>
        </w:rPr>
        <w:t>۱۶</w:t>
      </w:r>
      <w:r>
        <w:rPr>
          <w:rtl/>
          <w:lang w:bidi="ur-PK"/>
        </w:rPr>
        <w:t xml:space="preserve"> ۔ مومن وہ ہے جوغصہ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جادہ حق سے نہ ہٹے اورخوش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کرے ۔ </w:t>
      </w:r>
      <w:r>
        <w:rPr>
          <w:rtl/>
          <w:lang w:bidi="fa-IR"/>
        </w:rPr>
        <w:t>۱۷</w:t>
      </w:r>
      <w:r>
        <w:rPr>
          <w:rtl/>
          <w:lang w:bidi="ur-PK"/>
        </w:rPr>
        <w:t xml:space="preserve"> ۔جوخداک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پرقناعت کرے گا،مست</w:t>
      </w:r>
      <w:r>
        <w:rPr>
          <w:rFonts w:hint="eastAsia"/>
          <w:rtl/>
          <w:lang w:bidi="ur-PK"/>
        </w:rPr>
        <w:t>غن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گا۔ </w:t>
      </w:r>
      <w:r>
        <w:rPr>
          <w:rtl/>
          <w:lang w:bidi="fa-IR"/>
        </w:rPr>
        <w:t>۱۸</w:t>
      </w:r>
      <w:r>
        <w:rPr>
          <w:rtl/>
          <w:lang w:bidi="ur-PK"/>
        </w:rPr>
        <w:t xml:space="preserve"> ۔ جودوسروں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 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پرللچائ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ڈالے گا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ررہے</w:t>
      </w:r>
      <w:r>
        <w:rPr>
          <w:rtl/>
          <w:lang w:bidi="ur-PK"/>
        </w:rPr>
        <w:t xml:space="preserve"> گا۔ </w:t>
      </w:r>
      <w:r>
        <w:rPr>
          <w:rtl/>
          <w:lang w:bidi="fa-IR"/>
        </w:rPr>
        <w:t>۱۹</w:t>
      </w:r>
      <w:r>
        <w:rPr>
          <w:rtl/>
          <w:lang w:bidi="ur-PK"/>
        </w:rPr>
        <w:t xml:space="preserve"> ۔ جوراض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برضائے خدانہ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خدا پراتہام 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رلگارہاہے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۲۰</w:t>
      </w:r>
      <w:r>
        <w:rPr>
          <w:rtl/>
          <w:lang w:bidi="ur-PK"/>
        </w:rPr>
        <w:t xml:space="preserve"> ۔ جواپن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لغزش کونظراندازکرے گاوہ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لغزش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لائے گا ۔ </w:t>
      </w:r>
      <w:r>
        <w:rPr>
          <w:rtl/>
          <w:lang w:bidi="fa-IR"/>
        </w:rPr>
        <w:t>۲۱</w:t>
      </w:r>
      <w:r>
        <w:rPr>
          <w:rtl/>
          <w:lang w:bidi="ur-PK"/>
        </w:rPr>
        <w:t xml:space="preserve"> ۔ جوکس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پرناحق تلوارکھ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نچے</w:t>
      </w:r>
      <w:r>
        <w:rPr>
          <w:rtl/>
          <w:lang w:bidi="ur-PK"/>
        </w:rPr>
        <w:t xml:space="preserve"> گاتونت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خودمقتول ہوگا </w:t>
      </w:r>
      <w:r>
        <w:rPr>
          <w:rtl/>
          <w:lang w:bidi="fa-IR"/>
        </w:rPr>
        <w:t>۲۲</w:t>
      </w:r>
      <w:r>
        <w:rPr>
          <w:rtl/>
          <w:lang w:bidi="ur-PK"/>
        </w:rPr>
        <w:t xml:space="preserve"> ۔ جوکس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کوبے پردہ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گاخودبرہنہ ہوگا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۔ جوکس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کنواں کھودے گا خود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گرجائے گا”چاہ کن راچاہ د</w:t>
      </w:r>
      <w:r>
        <w:rPr>
          <w:rFonts w:hint="eastAsia"/>
          <w:rtl/>
          <w:lang w:bidi="ur-PK"/>
        </w:rPr>
        <w:t>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ش“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۲۴</w:t>
      </w:r>
      <w:r>
        <w:rPr>
          <w:rtl/>
          <w:lang w:bidi="ur-PK"/>
        </w:rPr>
        <w:t xml:space="preserve"> ۔ جوشخص بے وقوفوں سے راہ ورسم رکھے گا،ذل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ہوگا،جوعلماء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حاصل کرے گا عزت پائے گا،جوبر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گا،بدنام ہوگا۔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۲۵</w:t>
      </w:r>
      <w:r>
        <w:rPr>
          <w:rtl/>
          <w:lang w:bidi="ur-PK"/>
        </w:rPr>
        <w:t xml:space="preserve"> ۔ حق گوئ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چاہئے خواہ وہ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امضر،</w:t>
      </w:r>
      <w:r>
        <w:rPr>
          <w:rtl/>
          <w:lang w:bidi="ur-PK"/>
        </w:rPr>
        <w:t xml:space="preserve">۔ </w:t>
      </w:r>
      <w:r>
        <w:rPr>
          <w:rtl/>
          <w:lang w:bidi="fa-IR"/>
        </w:rPr>
        <w:t>۲۶</w:t>
      </w:r>
      <w:r>
        <w:rPr>
          <w:rtl/>
          <w:lang w:bidi="ur-PK"/>
        </w:rPr>
        <w:t xml:space="preserve"> ۔ چغل خور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لوگوں کے دلوں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اورعدوات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بوت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۲۷</w:t>
      </w:r>
      <w:r>
        <w:rPr>
          <w:rtl/>
          <w:lang w:bidi="ur-PK"/>
        </w:rPr>
        <w:t xml:space="preserve"> ۔اچھوں سے ملو،بروں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 جاو،ک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پتھرہ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جونک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سے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ہوسکتا(نورالابصارص </w:t>
      </w:r>
      <w:r>
        <w:rPr>
          <w:rtl/>
          <w:lang w:bidi="fa-IR"/>
        </w:rPr>
        <w:t xml:space="preserve">۱۳۴)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۲۸</w:t>
      </w:r>
      <w:r>
        <w:rPr>
          <w:rtl/>
          <w:lang w:bidi="ur-PK"/>
        </w:rPr>
        <w:t xml:space="preserve"> ۔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ملے توبہت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شکرکروتاکہ اضافہ ہو۔ </w:t>
      </w:r>
      <w:r>
        <w:rPr>
          <w:rtl/>
          <w:lang w:bidi="fa-IR"/>
        </w:rPr>
        <w:t>۲۹</w:t>
      </w:r>
      <w:r>
        <w:rPr>
          <w:rtl/>
          <w:lang w:bidi="ur-PK"/>
        </w:rPr>
        <w:t xml:space="preserve"> ۔ جب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تنگ ہوتواستغفارز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اکروکہ</w:t>
      </w:r>
      <w:r>
        <w:rPr>
          <w:rtl/>
          <w:lang w:bidi="ur-PK"/>
        </w:rPr>
        <w:t xml:space="preserve"> ابواب رزق کھل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۳۰</w:t>
      </w:r>
      <w:r>
        <w:rPr>
          <w:rtl/>
          <w:lang w:bidi="ur-PK"/>
        </w:rPr>
        <w:t xml:space="preserve"> ۔ جب حکومت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رحکومت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رنج پہنچے تولاحول ولاقوة الاباللہ العل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کہوتاکہ رنج دورہو،غم کافورہو،اورخوش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کاوفورہو (مطالب السول ص </w:t>
      </w:r>
      <w:r>
        <w:rPr>
          <w:rtl/>
          <w:lang w:bidi="fa-IR"/>
        </w:rPr>
        <w:t xml:space="preserve">۲۷۴،۲۵۷)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93" w:name="_Toc509136815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اخلاق اورعادات واوصاف</w:t>
      </w:r>
      <w:bookmarkEnd w:id="19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شہرآشوب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غلام کوکس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سے بازاربھ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جاجب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توآپ اس کوتلاش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نکل پڑے،د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ٹاہواسورہاہے</w:t>
      </w:r>
      <w:r>
        <w:rPr>
          <w:rtl/>
          <w:lang w:bidi="ur-PK"/>
        </w:rPr>
        <w:t xml:space="preserve"> آپ اسے جگانے کے بجائے اس کے سرہانے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گئے اورپنکھاج</w:t>
      </w:r>
      <w:r>
        <w:rPr>
          <w:rFonts w:hint="eastAsia"/>
          <w:rtl/>
          <w:lang w:bidi="ur-PK"/>
        </w:rPr>
        <w:t>ھلنے</w:t>
      </w:r>
      <w:r>
        <w:rPr>
          <w:rtl/>
          <w:lang w:bidi="ur-PK"/>
        </w:rPr>
        <w:t xml:space="preserve"> لگے جب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ہواتوآپ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اچھانہ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رات سونے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اوردن کام کاج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ہے آئندہ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کرنا(مناقب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۵۲)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معاصر مولاناعل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مجتہدالعصررقمطرازہ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ں،آپ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سلسلہ عصمت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جسے خداوندعالم نے نوع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نمونہ کامل بناکرپ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کے اخلاق واوصاف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ہرشعبہ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رکھتے تھے خاص خاص اوصاف جن کے متعلق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مخصوص طورپرواقعات </w:t>
      </w:r>
      <w:r>
        <w:rPr>
          <w:rFonts w:hint="eastAsia"/>
          <w:rtl/>
          <w:lang w:bidi="ur-PK"/>
        </w:rPr>
        <w:t>نقل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مہمان نواز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رات،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پرغرباک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ساتھ حسن سلوک عفوجرائم، صبروتحمل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حاج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واردہوااورمسجدرسول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ا،آنکھ</w:t>
      </w:r>
      <w:r>
        <w:rPr>
          <w:rtl/>
          <w:lang w:bidi="ur-PK"/>
        </w:rPr>
        <w:t xml:space="preserve"> کھل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تواسے شبہ ہواکہ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نے ادھرادھرد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کونہ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گوشہ مسجد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نمازپڑھ رہے تھے وہ آپ کوبالکل نہ پہنچانتاتھا آپ کے پاس آکرک</w:t>
      </w:r>
      <w:r>
        <w:rPr>
          <w:rFonts w:hint="eastAsia"/>
          <w:rtl/>
          <w:lang w:bidi="ur-PK"/>
        </w:rPr>
        <w:t>ہنے</w:t>
      </w:r>
      <w:r>
        <w:rPr>
          <w:rtl/>
          <w:lang w:bidi="ur-PK"/>
        </w:rPr>
        <w:t xml:space="preserve"> لگا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نے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حضرت نے پوچھااس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 نے کہا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نار،حضرت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مکان تک آؤ، وہ آپ کے ساتھ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الشرف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ناراس</w:t>
      </w:r>
      <w:r>
        <w:rPr>
          <w:rtl/>
          <w:lang w:bidi="ur-PK"/>
        </w:rPr>
        <w:t xml:space="preserve"> کے حوالے 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،وہ مسجد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واپس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ااوراپنااسباب</w:t>
      </w:r>
      <w:r>
        <w:rPr>
          <w:rtl/>
          <w:lang w:bidi="ur-PK"/>
        </w:rPr>
        <w:t xml:space="preserve"> اٹھانے لگا،توخود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اسباب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نظرآئ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کربہت شرمندہ ہوااوردوڑتا ہواامام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ااورعذرخواہ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ہوئے وہ ہزارد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ناواپس</w:t>
      </w:r>
      <w:r>
        <w:rPr>
          <w:rtl/>
          <w:lang w:bidi="ur-PK"/>
        </w:rPr>
        <w:t xml:space="preserve"> کرناچاہا،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 جوکچھ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پھرواپس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موجودہ</w:t>
      </w:r>
      <w:r>
        <w:rPr>
          <w:rtl/>
          <w:lang w:bidi="ur-PK"/>
        </w:rPr>
        <w:t xml:space="preserve"> زمانے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حالات 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معلوم ہوتاہے کہ اناج مشکل سے ملے گاتوجس کوجتناممکن ہووہ اناج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دکررکھ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مگرامام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کردارکاا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واقعہ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آپ سے آپ کے 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معقب نے کہاکہ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اورقحط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ہمارے پاس غلہ کااتناذخ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ہے جوبہت </w:t>
      </w:r>
      <w:r>
        <w:rPr>
          <w:rtl/>
          <w:lang w:bidi="ur-PK"/>
        </w:rPr>
        <w:lastRenderedPageBreak/>
        <w:t>عرصہ تک کے لے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غلہ فروخت کرڈالواس کے بعدجوحال سب کاہوگا،وہ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ہوگاجب غلہ فروخت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ااب</w:t>
      </w:r>
      <w:r>
        <w:rPr>
          <w:rtl/>
          <w:lang w:bidi="ur-PK"/>
        </w:rPr>
        <w:t xml:space="preserve"> خالص 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پکاکرے، بلکہ </w:t>
      </w:r>
      <w:r>
        <w:rPr>
          <w:rFonts w:hint="eastAsia"/>
          <w:rtl/>
          <w:lang w:bidi="ur-PK"/>
        </w:rPr>
        <w:t>آدھے</w:t>
      </w:r>
      <w:r>
        <w:rPr>
          <w:rtl/>
          <w:lang w:bidi="ur-PK"/>
        </w:rPr>
        <w:t xml:space="preserve"> 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اورآدھے جوک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پکائ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جہاں تک ممکن ہوہ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کاساتھ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کاقاعدہ تھاکہ آپ مالداروں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کرتے تھے مزدوروں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قدرفرماتے تھے خودبھ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تجارت فرماتے تھے اوراکثراپنے باغوں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نفس 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محنت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تھے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آپ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لچہ</w:t>
      </w:r>
      <w:r>
        <w:rPr>
          <w:rtl/>
          <w:lang w:bidi="ur-PK"/>
        </w:rPr>
        <w:t xml:space="preserve">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 کررہے تھے اورپس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تمام جسم ترہوگ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کہا،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لچہ</w:t>
      </w:r>
      <w:r>
        <w:rPr>
          <w:rtl/>
          <w:lang w:bidi="ur-PK"/>
        </w:rPr>
        <w:t xml:space="preserve"> مجھے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خدمت انجام دوں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ا،طلب</w:t>
      </w:r>
      <w:r>
        <w:rPr>
          <w:rtl/>
          <w:lang w:bidi="ur-PK"/>
        </w:rPr>
        <w:t xml:space="preserve"> معاش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دھوپ اورگرم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سہناع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غلاموں اورکن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جواس گھرانے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زنمونہ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جسے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ثور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چہرہ مبارک کارنگ متغ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رہے،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سبب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ا،توفرما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منع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مکان کے کوٹھے پرنہ چڑھے ،اس وقت جو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گھر</w:t>
      </w: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پرمتع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گود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اوپرجارہ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کھاتوا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ساخوف</w:t>
      </w:r>
      <w:r>
        <w:rPr>
          <w:rtl/>
          <w:lang w:bidi="ur-PK"/>
        </w:rPr>
        <w:t xml:space="preserve"> طار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ہواکہ بدحواس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بچہ اس کے ہاتھ سے چھوٹ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ا،اوراس</w:t>
      </w:r>
      <w:r>
        <w:rPr>
          <w:rtl/>
          <w:lang w:bidi="ur-PK"/>
        </w:rPr>
        <w:t xml:space="preserve"> صدمہ سے جاں بحق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امجھے</w:t>
      </w:r>
      <w:r>
        <w:rPr>
          <w:rtl/>
          <w:lang w:bidi="ur-PK"/>
        </w:rPr>
        <w:t xml:space="preserve"> بچہ کے مرنے کااتناصدمہ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جتنااس کارنج ہے کہ اس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زپراتنارعب</w:t>
      </w:r>
      <w:r>
        <w:rPr>
          <w:rtl/>
          <w:lang w:bidi="ur-PK"/>
        </w:rPr>
        <w:t xml:space="preserve"> وہراس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طار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ہوا،پھر حضرت نے اس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زکوپکارکرفرما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ا،ڈرونہ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تم کوراہ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آزادکرد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کے بعدحضرت بچہ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زوتکف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ہوئے (صادق آل محمد ص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،مناقب ابن شہرآشوب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۵۴)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مجان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الادب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۶۷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حضرت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کچھ مہمان آئے تھے حضرت نے کھانے کے موقع پراپن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زکوکھانالانے</w:t>
      </w:r>
      <w:r>
        <w:rPr>
          <w:rtl/>
          <w:lang w:bidi="ur-PK"/>
        </w:rPr>
        <w:t xml:space="preserve"> کاحکم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ا،وہ</w:t>
      </w:r>
      <w:r>
        <w:rPr>
          <w:rtl/>
          <w:lang w:bidi="ur-PK"/>
        </w:rPr>
        <w:t xml:space="preserve"> سالن کابڑاپ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الہ</w:t>
      </w:r>
      <w:r>
        <w:rPr>
          <w:rtl/>
          <w:lang w:bidi="ur-PK"/>
        </w:rPr>
        <w:t xml:space="preserve"> لے کرجب دسترخوان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تواتفاقاپ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الہ</w:t>
      </w:r>
      <w:r>
        <w:rPr>
          <w:rtl/>
          <w:lang w:bidi="ur-PK"/>
        </w:rPr>
        <w:t xml:space="preserve"> اس کے ہاتھ سے چھوٹ کرگرگ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کے گرنے سے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گرمہمانوں</w:t>
      </w:r>
      <w:r>
        <w:rPr>
          <w:rtl/>
          <w:lang w:bidi="ur-PK"/>
        </w:rPr>
        <w:t xml:space="preserve"> کے کپڑے خواب ہوگئے،کن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کانپنے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نے غصہ کے بجائے اسے راہ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کرآزادکرد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توجو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خوف سے کانپت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آزادکرنا کفارہ ہوجائے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</w:t>
      </w:r>
      <w:r w:rsidR="007F6485">
        <w:rPr>
          <w:rtl/>
          <w:lang w:bidi="ur-PK"/>
        </w:rPr>
        <w:t>یص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۶۹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غلام آپ کاہاتھ دھلارہاتھا کہ دفعتہ لوٹاچھوٹ کرطشت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گرااورپان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اڑکرحضرت کے منہ پرپڑا،غلام گھبرااٹھاحضرت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اڈرنہ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ں،جا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تجھے راہ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آزادکرد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تحفہ الزائرعلامہ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کے عادات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جاناداخل تھا،آپ عہدسفاح اورزمانہ منصور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تھے کربلاک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باچارسوقدم</w:t>
      </w:r>
      <w:r>
        <w:rPr>
          <w:rtl/>
          <w:lang w:bidi="ur-PK"/>
        </w:rPr>
        <w:t xml:space="preserve"> شمال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جانب،نہرعلقمہ کے کنارے باغوں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”شر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صادق آل مح</w:t>
      </w:r>
      <w:r>
        <w:rPr>
          <w:rFonts w:hint="eastAsia"/>
          <w:rtl/>
          <w:lang w:bidi="ur-PK"/>
        </w:rPr>
        <w:t>مداس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سے بناہواہے (تصو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رعزا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۶۰</w:t>
      </w:r>
      <w:r>
        <w:rPr>
          <w:rtl/>
          <w:lang w:bidi="ur-PK"/>
        </w:rPr>
        <w:t xml:space="preserve"> طبع دہل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۱۹۱۹</w:t>
      </w:r>
      <w:r>
        <w:rPr>
          <w:rtl/>
          <w:lang w:bidi="ur-PK"/>
        </w:rPr>
        <w:t xml:space="preserve"> ءء)۔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94" w:name="_Toc509136816"/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19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کتاب بحارالانوارک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کومکمل طورپرنقل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کتاب کے تصن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محسوس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ہندوستان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فلسف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حاضرہوااوراس نے الہ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اورمابعد الطب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عات</w:t>
      </w:r>
      <w:r>
        <w:rPr>
          <w:rtl/>
          <w:lang w:bidi="ur-PK"/>
        </w:rPr>
        <w:t xml:space="preserve"> پرحضرت سے تب</w:t>
      </w:r>
      <w:r>
        <w:rPr>
          <w:rFonts w:hint="eastAsia"/>
          <w:rtl/>
          <w:lang w:bidi="ur-PK"/>
        </w:rPr>
        <w:t>ادلہ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کرناچاہا حضرت نے اس سے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مکمل گفتگوک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اورعلم کلام کے اصول پردہر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کوفناکرچھوڑا،اس آخر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کہناپڑاکہ آپ نے اپنے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کواس طرح ثابت 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ارباب عقل کومانے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رچارہ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سے معلوم ہوتاہے کہ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</w:t>
      </w:r>
      <w:r>
        <w:rPr>
          <w:rFonts w:hint="eastAsia"/>
          <w:rtl/>
          <w:lang w:bidi="ur-PK"/>
        </w:rPr>
        <w:t>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فلسف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جوگفتگوک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کتاب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مدون کرکے باب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مشہورمتکلم جناب مفضل بن عمرالجعف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لکھاتھاکہ: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مفضل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،اوراس کے لکھنے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ہندوستان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(فلسف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اوراس نے مجھ سے مباحثہ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جوجواب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کوقلم بندکرکے تمہارے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رہاہوں۔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95" w:name="_Toc509136817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صادق آل محمدکے فلک وقارشاگرد</w:t>
      </w:r>
      <w:bookmarkEnd w:id="19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شاگردوں کاشمارمشکل ہے بہت ممکن ہے کہ آئندہ سلسلہ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اپ کے بعض شاگردوں کاذکرآتاجائے ، عام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بعض ناموں کوخصوص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کرکے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پروکرانہ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معززبتا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مطالب</w:t>
      </w:r>
      <w:r>
        <w:rPr>
          <w:rtl/>
          <w:lang w:bidi="ur-PK"/>
        </w:rPr>
        <w:t xml:space="preserve"> السؤل،صواعق محرقہ،نورالابصار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دانصار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،ابن</w:t>
      </w:r>
      <w:r>
        <w:rPr>
          <w:rtl/>
          <w:lang w:bidi="ur-PK"/>
        </w:rPr>
        <w:t xml:space="preserve"> 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ح،</w:t>
      </w:r>
      <w:r>
        <w:rPr>
          <w:rtl/>
          <w:lang w:bidi="ur-PK"/>
        </w:rPr>
        <w:t xml:space="preserve"> امام مالک ابن انس ،امام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ثور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بن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سجستان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کاآپ کے شاگردوں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خاص طورپرذکرہے(تار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خلکان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۱۳۰</w:t>
      </w:r>
      <w:r>
        <w:rPr>
          <w:rtl/>
          <w:lang w:bidi="ur-PK"/>
        </w:rPr>
        <w:t xml:space="preserve"> ،خ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زرکل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الاعلام ص </w:t>
      </w:r>
      <w:r>
        <w:rPr>
          <w:rtl/>
          <w:lang w:bidi="fa-IR"/>
        </w:rPr>
        <w:t>۱۸۳</w:t>
      </w:r>
      <w:r>
        <w:rPr>
          <w:rtl/>
          <w:lang w:bidi="ur-PK"/>
        </w:rPr>
        <w:t xml:space="preserve"> ،طبع مصر محمدفر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وجد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ادارہ معارف القرآن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۱۰۹/ </w:t>
      </w:r>
      <w:r>
        <w:rPr>
          <w:rtl/>
          <w:lang w:bidi="ur-PK"/>
        </w:rPr>
        <w:t>طبع مصر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وکان تلم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ذہ</w:t>
      </w:r>
      <w:r>
        <w:rPr>
          <w:rtl/>
          <w:lang w:bidi="ur-PK"/>
        </w:rPr>
        <w:t xml:space="preserve"> ابوموس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الصوف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الطرسوس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شاگردوں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صوف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طرسوس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بعض شاگردوں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جلالت قدراوران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خدمات پرروشن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توبے انتہادشوارہے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مقام پرصرف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طرسوس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جوکہ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باکمال ہونے کے باوجودشاگردامام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عوام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نظروں سے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الک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اجناب</w:t>
      </w:r>
      <w:r>
        <w:rPr>
          <w:rtl/>
          <w:lang w:bidi="ur-PK"/>
        </w:rPr>
        <w:t xml:space="preserve"> جابرابن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طرسوس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کاپورانام ابوموس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بن عبدالصمد الصوف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الطرسوس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الکوف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آپ </w:t>
      </w:r>
      <w:r>
        <w:rPr>
          <w:rtl/>
          <w:lang w:bidi="fa-IR"/>
        </w:rPr>
        <w:t>۷۴۲</w:t>
      </w:r>
      <w:r>
        <w:rPr>
          <w:rtl/>
          <w:lang w:bidi="ur-PK"/>
        </w:rPr>
        <w:t xml:space="preserve"> ءء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اور </w:t>
      </w:r>
      <w:r>
        <w:rPr>
          <w:rtl/>
          <w:lang w:bidi="fa-IR"/>
        </w:rPr>
        <w:t>۸۰۳</w:t>
      </w:r>
      <w:r>
        <w:rPr>
          <w:rtl/>
          <w:lang w:bidi="ur-PK"/>
        </w:rPr>
        <w:t xml:space="preserve"> ءء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انتقال فرماگئے بعض محقق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</w:t>
      </w:r>
      <w:r>
        <w:rPr>
          <w:rtl/>
          <w:lang w:bidi="fa-IR"/>
        </w:rPr>
        <w:t>۸۱۳</w:t>
      </w:r>
      <w:r>
        <w:rPr>
          <w:rtl/>
          <w:lang w:bidi="ur-PK"/>
        </w:rPr>
        <w:t xml:space="preserve"> ءء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ابن 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</w:t>
      </w:r>
      <w:r>
        <w:rPr>
          <w:rtl/>
          <w:lang w:bidi="fa-IR"/>
        </w:rPr>
        <w:t>۷۷۷</w:t>
      </w:r>
      <w:r>
        <w:rPr>
          <w:rtl/>
          <w:lang w:bidi="ur-PK"/>
        </w:rPr>
        <w:t xml:space="preserve"> ءء لکھاہے انسائ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کلوپ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آف اسلامک ہسٹر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استاداعظم جابربن 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ان بن عبداللہ ،عبدالصمد 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وہ 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النسل تھے اورآزادنام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سے تعلق رکھتے تھے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الات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صوف تھا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کارہنے والاتھا،اوئل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علم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حاصل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اورامام جعفرصادق ابن امام محمدباقرک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صحبت سے امام الفن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سے معلوم ہوتاہے کہ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نے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کااعتراف کرتے ہوئے کہاہے کہ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سارے علوم پربول سکے الخ۔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آئمہ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کاذکرکرتے ہوئے لکھاہے کہ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اجفررمل</w:t>
      </w:r>
      <w:r>
        <w:rPr>
          <w:rtl/>
          <w:lang w:bidi="ur-PK"/>
        </w:rPr>
        <w:t xml:space="preserve"> پرلکھ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کے شاگردومشہورومعروف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اگرجابربن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ورپ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جبرکے نام سے مشہورہ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جابرصوف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کالقب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اورذو</w:t>
      </w:r>
      <w:r>
        <w:rPr>
          <w:rFonts w:hint="eastAsia"/>
          <w:rtl/>
          <w:lang w:bidi="ur-PK"/>
        </w:rPr>
        <w:t>النون</w:t>
      </w:r>
      <w:r>
        <w:rPr>
          <w:rtl/>
          <w:lang w:bidi="ur-PK"/>
        </w:rPr>
        <w:t xml:space="preserve"> مصر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باطن سے ذوق رکھتے تھے، ان جابرابن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نے ہزاروں ورق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جعفرصادق کے پانچ سو رسالوں کوجمع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اتھا،علامہ</w:t>
      </w:r>
      <w:r>
        <w:rPr>
          <w:rtl/>
          <w:lang w:bidi="ur-PK"/>
        </w:rPr>
        <w:t xml:space="preserve"> ابن خلکان کتاب 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۱۳۰</w:t>
      </w:r>
      <w:r>
        <w:rPr>
          <w:rtl/>
          <w:lang w:bidi="ur-PK"/>
        </w:rPr>
        <w:t xml:space="preserve"> طبع مصر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</w:t>
      </w:r>
      <w:r>
        <w:rPr>
          <w:rFonts w:hint="eastAsia"/>
          <w:rtl/>
          <w:lang w:bidi="ur-PK"/>
        </w:rPr>
        <w:t>ذکر</w:t>
      </w:r>
      <w:r>
        <w:rPr>
          <w:rtl/>
          <w:lang w:bidi="ur-PK"/>
        </w:rPr>
        <w:t xml:space="preserve"> کرتے ہوئے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مقالات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ااورعلم</w:t>
      </w:r>
      <w:r>
        <w:rPr>
          <w:rtl/>
          <w:lang w:bidi="ur-PK"/>
        </w:rPr>
        <w:t xml:space="preserve"> جفروفال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طرسوس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شاگردتھے، جنہوں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ورق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پانچ سورسالوں کوجمع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،علامہ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زرکل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</w:t>
      </w:r>
      <w:r>
        <w:rPr>
          <w:rFonts w:hint="eastAsia"/>
          <w:rtl/>
          <w:lang w:bidi="ur-PK"/>
        </w:rPr>
        <w:t>لام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۱۸۲</w:t>
      </w:r>
      <w:r>
        <w:rPr>
          <w:rtl/>
          <w:lang w:bidi="ur-PK"/>
        </w:rPr>
        <w:t xml:space="preserve"> طبع مصر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لکھاہے ،اس کے بعدتحر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شمارتصان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کاذکرابن 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فہرست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علامہ محمدفر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دوجد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دائرئہ معارف القرآن الرابع عشر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۹۰۱</w:t>
      </w:r>
      <w:r>
        <w:rPr>
          <w:rtl/>
          <w:lang w:bidi="ur-PK"/>
        </w:rPr>
        <w:t xml:space="preserve"> طبع مصر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لکھاہے کہ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نے امام جعفرصادق کے پا</w:t>
      </w:r>
      <w:r>
        <w:rPr>
          <w:rFonts w:hint="eastAsia"/>
          <w:rtl/>
          <w:lang w:bidi="ur-PK"/>
        </w:rPr>
        <w:t>نچ</w:t>
      </w:r>
      <w:r>
        <w:rPr>
          <w:rtl/>
          <w:lang w:bidi="ur-PK"/>
        </w:rPr>
        <w:t xml:space="preserve"> سو رسائل کوجمع کرکے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ہزارصفحے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،علامہ ابن خلدون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مقدمہ ابن خلدون مطبوعہ مصرص </w:t>
      </w:r>
      <w:r>
        <w:rPr>
          <w:rtl/>
          <w:lang w:bidi="fa-IR"/>
        </w:rPr>
        <w:t>۳۸۵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اکاذکرکرتے</w:t>
      </w:r>
      <w:r>
        <w:rPr>
          <w:rtl/>
          <w:lang w:bidi="ur-PK"/>
        </w:rPr>
        <w:t xml:space="preserve"> ہوئے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کاذکرک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اورفاضل ہنسو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کتاب اورکتاب خانہ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رمطبوعہ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بحوالہ مقدمہ ابن خلد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۵۷۹</w:t>
      </w:r>
      <w:r>
        <w:rPr>
          <w:rtl/>
          <w:lang w:bidi="ur-PK"/>
        </w:rPr>
        <w:t xml:space="preserve"> طبع مصر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لکھاہے کہ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مدون کرنے والوں کاامام ہے، بلکہ اس علم کے ماہر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اس کو جابرسے اتنامخصوص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 س علم کانام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”علم جابر“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(الجوادشمارہ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مورخ</w:t>
      </w:r>
      <w:r>
        <w:rPr>
          <w:rtl/>
          <w:lang w:bidi="ur-PK"/>
        </w:rPr>
        <w:t xml:space="preserve"> ابن القطف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کوعلم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عات</w:t>
      </w:r>
      <w:r>
        <w:rPr>
          <w:rtl/>
          <w:lang w:bidi="ur-PK"/>
        </w:rPr>
        <w:t xml:space="preserve"> اورک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تقدم حاصل ہے ان علوم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شہرئہ افاق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علاوہ علوم فلسلہ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شرف کمال پرفائزتھے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کمالات سے بھرپورہونا علم باطن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تھا ملاحظہ ہو (طبق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الامم ص </w:t>
      </w:r>
      <w:r>
        <w:rPr>
          <w:rtl/>
          <w:lang w:bidi="fa-IR"/>
        </w:rPr>
        <w:t>۹۵</w:t>
      </w:r>
      <w:r>
        <w:rPr>
          <w:rtl/>
          <w:lang w:bidi="ur-PK"/>
        </w:rPr>
        <w:t xml:space="preserve"> واخبارالحکماص </w:t>
      </w:r>
      <w:r>
        <w:rPr>
          <w:rtl/>
          <w:lang w:bidi="fa-IR"/>
        </w:rPr>
        <w:t>۱۱۱</w:t>
      </w:r>
      <w:r>
        <w:rPr>
          <w:rtl/>
          <w:lang w:bidi="ur-PK"/>
        </w:rPr>
        <w:t xml:space="preserve"> طبع مصر)۔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 قسمت مسلمان ہے جسے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کاشرف حاصل تھا،اس کے متعلق جنور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۲۵</w:t>
      </w:r>
      <w:r>
        <w:rPr>
          <w:rtl/>
          <w:lang w:bidi="ur-PK"/>
        </w:rPr>
        <w:t xml:space="preserve"> 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سائنس پروگر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نوشتہ جے ہولم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شعبئہ سائنس کفٹن کالج برسٹل نے لکھاہے کہ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متعلق زمانہ وسط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اکثرتصان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برکاذکرآتاہے</w:t>
      </w:r>
      <w:r>
        <w:rPr>
          <w:rtl/>
          <w:lang w:bidi="ur-PK"/>
        </w:rPr>
        <w:t xml:space="preserve"> اورعام طورپرگ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برابن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اوربعض دفعہ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بجائے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بردراصل</w:t>
      </w:r>
      <w:r>
        <w:rPr>
          <w:rtl/>
          <w:lang w:bidi="ur-PK"/>
        </w:rPr>
        <w:t xml:space="preserve"> جابرہے، چنانچہ جہاں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برکاذکرآتاہے</w:t>
      </w:r>
      <w:r>
        <w:rPr>
          <w:rtl/>
          <w:lang w:bidi="ur-PK"/>
        </w:rPr>
        <w:t xml:space="preserve"> وہاں مرادعرب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ماہرک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اجابربن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() کے بجائے() کاآناجانا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سمجھ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آجاتاہے لاط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جے کے مترادف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آوازاوربعض علاقوں مثلا مصر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جے کواب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بطور(ج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(گ)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</w:t>
      </w:r>
      <w:r>
        <w:rPr>
          <w:rtl/>
          <w:lang w:bidi="ur-PK"/>
        </w:rPr>
        <w:t xml:space="preserve"> ہے اس کے علاوہ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زمانے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سائنس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مسٹر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کاچرچہ بہت ہوچکاہے اوراس علم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جاننے والے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گوشہ گوشہ سے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</w:t>
      </w:r>
      <w:r>
        <w:rPr>
          <w:rtl/>
          <w:lang w:bidi="ur-PK"/>
        </w:rPr>
        <w:t xml:space="preserve"> کر دربارخلافت سے منسلک ہورہے تھے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کازمانہ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اس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لاتھا</w:t>
      </w:r>
      <w:r>
        <w:rPr>
          <w:rtl/>
          <w:lang w:bidi="ur-PK"/>
        </w:rPr>
        <w:t xml:space="preserve"> پچھلے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پچ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انگلستان اورجرمن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جابرکے متعلق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متعلق چندکتب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نکڑوں</w:t>
      </w:r>
      <w:r>
        <w:rPr>
          <w:rtl/>
          <w:lang w:bidi="ur-PK"/>
        </w:rPr>
        <w:t xml:space="preserve"> سال سے اس مفکرکے نام سے منسوب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مخصوص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 سما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برف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کشن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کشن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شن</w:t>
      </w:r>
      <w:r>
        <w:rPr>
          <w:rtl/>
          <w:lang w:bidi="ur-PK"/>
        </w:rPr>
        <w:t xml:space="preserve"> ورٹ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لس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۔ ٹٹ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ابہن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کتابوں کے متعلق اب تک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طولان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 ہے اوراس وقت مفکر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ورپ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داواربتاتے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</w:t>
      </w:r>
      <w:r>
        <w:rPr>
          <w:rFonts w:hint="eastAsia"/>
          <w:rtl/>
          <w:lang w:bidi="ur-PK"/>
        </w:rPr>
        <w:t>رورت</w:t>
      </w:r>
      <w:r>
        <w:rPr>
          <w:rtl/>
          <w:lang w:bidi="ur-PK"/>
        </w:rPr>
        <w:t xml:space="preserve"> محسوس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جابرکوحرف (ج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)(گ) سے پکار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اوربجائے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النسل کے 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ثابت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حالانکہ</w:t>
      </w:r>
      <w:r>
        <w:rPr>
          <w:rtl/>
          <w:lang w:bidi="ur-PK"/>
        </w:rPr>
        <w:t xml:space="preserve"> سماکے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طبع شدہ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شنوں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برکوعرب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رسل کے انگر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ترجمہ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مشہورعرب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شہزادہ اورمنطق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۱۵۴۱</w:t>
      </w:r>
      <w:r>
        <w:rPr>
          <w:rtl/>
          <w:lang w:bidi="ur-PK"/>
        </w:rPr>
        <w:t xml:space="preserve"> 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نورن برگ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صرف عرب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اوربہت سے قلم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نسخے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مل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با</w:t>
      </w:r>
      <w:r>
        <w:rPr>
          <w:rFonts w:hint="eastAsia"/>
          <w:rtl/>
          <w:lang w:bidi="ur-PK"/>
        </w:rPr>
        <w:t>دشاہ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اسے شاہ بندکہاگ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ان اختلافات سے سمجھ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آتاہے کہ جابربراعظم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نہ تھا بلکہ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عرب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درخشندہ ستارہ 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انسائکلوپ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اآف</w:t>
      </w:r>
      <w:r>
        <w:rPr>
          <w:rtl/>
          <w:lang w:bidi="ur-PK"/>
        </w:rPr>
        <w:t xml:space="preserve"> اسلامک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مسٹر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جعفربرمک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کاخل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ہارون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آناجاناشروع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اچنانچہ</w:t>
      </w:r>
      <w:r>
        <w:rPr>
          <w:rtl/>
          <w:lang w:bidi="ur-PK"/>
        </w:rPr>
        <w:t xml:space="preserve"> انہوں نے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کے نام سے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کانام ”شگوفہ“ رکھااس کتاب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پہلوؤں کے متعل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مختصرطر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ستھراطر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عمل اورعج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تجربات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جابرک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قسطنطن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دفعہ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منطق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علامہ دہرمشہورہوگ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اورنوے سال سے کچھ زائدعمر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ہزارکتاب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کتابوں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وہ بعض پرنازکرتاتھا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لکھا ہے کہ ”روئے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کتاب کے مثل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نہ آج تک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</w:t>
      </w:r>
      <w:r>
        <w:rPr>
          <w:rFonts w:hint="eastAsia"/>
          <w:rtl/>
          <w:lang w:bidi="ur-PK"/>
        </w:rPr>
        <w:t>ورنہ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(سرفراز </w:t>
      </w:r>
      <w:r>
        <w:rPr>
          <w:rtl/>
          <w:lang w:bidi="fa-IR"/>
        </w:rPr>
        <w:t xml:space="preserve">۲/ </w:t>
      </w:r>
      <w:r>
        <w:rPr>
          <w:rtl/>
          <w:lang w:bidi="ur-PK"/>
        </w:rPr>
        <w:t xml:space="preserve">دسمبر </w:t>
      </w:r>
      <w:r>
        <w:rPr>
          <w:rtl/>
          <w:lang w:bidi="fa-IR"/>
        </w:rPr>
        <w:t>۱۹۵۲</w:t>
      </w:r>
      <w:r>
        <w:rPr>
          <w:rtl/>
          <w:lang w:bidi="ur-PK"/>
        </w:rPr>
        <w:t xml:space="preserve"> ء)۔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فاضل</w:t>
      </w:r>
      <w:r>
        <w:rPr>
          <w:rtl/>
          <w:lang w:bidi="ur-PK"/>
        </w:rPr>
        <w:t xml:space="preserve"> ہنسو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کتاب”وکتاب خانہ“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جابرکے انتقال کے بعد دوبرس بعدعزالدودولہ ابن معزالدولہ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کوفہ کے شارع باب الشام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جابرک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تجربہ گاہ کاانکشاف ہواچکاتھا جس کوکھودنے کے بعدبعض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اورآلات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(فہرست ابن </w:t>
      </w:r>
      <w:r>
        <w:rPr>
          <w:rFonts w:hint="eastAsia"/>
          <w:rtl/>
          <w:lang w:bidi="ur-PK"/>
        </w:rPr>
        <w:t>الند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۴۹۹)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جابرکے</w:t>
      </w:r>
      <w:r>
        <w:rPr>
          <w:rtl/>
          <w:lang w:bidi="ur-PK"/>
        </w:rPr>
        <w:t xml:space="preserve"> بعض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مخطوطات برٹش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 تک موجودہ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کتاب الخواص قابل ذکرہے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قرون وسط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بعض کتابوں کاترجمہ لاط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امنجملہ</w:t>
      </w:r>
      <w:r>
        <w:rPr>
          <w:rtl/>
          <w:lang w:bidi="ur-PK"/>
        </w:rPr>
        <w:t xml:space="preserve"> ”ان تراجم کے کتاب“ سبع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جوناقص وناتمام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”البحث عن الکمال“ کاترجمہ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اجاچکاہے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لاط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اوردوسر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مترجم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جابرنے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علاوہ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ات،ہ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ئت،علم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ا،منطق،طب</w:t>
      </w:r>
      <w:r>
        <w:rPr>
          <w:rtl/>
          <w:lang w:bidi="ur-PK"/>
        </w:rPr>
        <w:t xml:space="preserve"> اوردوسرے علوم 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سرکس صاحب معجم المطبوعات بتلاتے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جابربن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کتاب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جوکتب خانہ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قاہرہ مصر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 ضمن مخطوطات ہے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چندا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مقالات کوجوبہت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دتھے</w:t>
      </w:r>
      <w:r>
        <w:rPr>
          <w:rtl/>
          <w:lang w:bidi="ur-PK"/>
        </w:rPr>
        <w:t xml:space="preserve"> بعدکرئہ حروف نے رسالہ مقتطف جلد </w:t>
      </w:r>
      <w:r>
        <w:rPr>
          <w:rtl/>
          <w:lang w:bidi="fa-IR"/>
        </w:rPr>
        <w:t>۵۸،۵۹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شائع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ملاحظہ ہو(معجم ا لمطب</w:t>
      </w:r>
      <w:r>
        <w:rPr>
          <w:rFonts w:hint="eastAsia"/>
          <w:rtl/>
          <w:lang w:bidi="ur-PK"/>
        </w:rPr>
        <w:t>وعات</w:t>
      </w:r>
      <w:r>
        <w:rPr>
          <w:rtl/>
          <w:lang w:bidi="ur-PK"/>
        </w:rPr>
        <w:t xml:space="preserve"> العرب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المعربہ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حرف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۶۶۵)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جابربح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کام کرتاتھا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ہم تک نہ پہنچ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،حالانکہ اس مقالہ کا لکھنے والا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ڈاکٹر ماکس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رہاف</w:t>
      </w:r>
      <w:r>
        <w:rPr>
          <w:rtl/>
          <w:lang w:bidi="ur-PK"/>
        </w:rPr>
        <w:t xml:space="preserve"> نے جابرک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کوجوسموم پرہے حال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معلوم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جابرک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جس کومع متن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اورترجمہ فرانس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پول کراؤ متشرق نے </w:t>
      </w:r>
      <w:r>
        <w:rPr>
          <w:rtl/>
          <w:lang w:bidi="fa-IR"/>
        </w:rPr>
        <w:t>۱۹۳۵</w:t>
      </w:r>
      <w:r>
        <w:rPr>
          <w:rtl/>
          <w:lang w:bidi="ur-PK"/>
        </w:rPr>
        <w:t xml:space="preserve"> 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شائع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انتشارآراوعقائد وافکارہند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کاذکرک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جومسلمانوں نے کئے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کتاب کانام ”اخراج ماف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القوة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الفعل “ ہے (الجوا</w:t>
      </w:r>
      <w:r>
        <w:rPr>
          <w:rFonts w:hint="eastAsia"/>
          <w:rtl/>
          <w:lang w:bidi="ur-PK"/>
        </w:rPr>
        <w:t>دج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۹،۱۰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طبع بنارس)۔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96" w:name="_Toc509136818"/>
      <w:r>
        <w:rPr>
          <w:rFonts w:hint="eastAsia"/>
          <w:rtl/>
          <w:lang w:bidi="ur-PK"/>
        </w:rPr>
        <w:t>صادق</w:t>
      </w:r>
      <w:r>
        <w:rPr>
          <w:rtl/>
          <w:lang w:bidi="ur-PK"/>
        </w:rPr>
        <w:t xml:space="preserve"> آل محمدکے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وض</w:t>
      </w:r>
      <w:r>
        <w:rPr>
          <w:rtl/>
          <w:lang w:bidi="ur-PK"/>
        </w:rPr>
        <w:t xml:space="preserve"> وبرکات</w:t>
      </w:r>
      <w:bookmarkEnd w:id="19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راسخ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ہونے کاشرف حاصل ہے اورجوعلم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وآخر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آگاہ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زبانوں سے واقف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</w:t>
      </w:r>
      <w:r>
        <w:rPr>
          <w:rtl/>
          <w:lang w:bidi="ur-PK"/>
        </w:rPr>
        <w:t xml:space="preserve">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لکھاہے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تمام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وض</w:t>
      </w:r>
      <w:r>
        <w:rPr>
          <w:rtl/>
          <w:lang w:bidi="ur-PK"/>
        </w:rPr>
        <w:t xml:space="preserve"> وبرکات پرتھوڑے اوراق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 سکتاہوں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آپ کے حالات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رکھتاہوں کہ اگرمجھے فرصت ملے،توتقر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چھ ماہ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آپ کے علوم اورفضائل وکمالات کاکاف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اجاسکتاہے</w:t>
      </w:r>
      <w:r>
        <w:rPr>
          <w:rtl/>
          <w:lang w:bidi="ur-PK"/>
        </w:rPr>
        <w:t xml:space="preserve"> آپ کے متعلق امام مالک بن انس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نے علم وفضل وروع وتقو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جعفرصادق سے بہترد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</w:t>
      </w:r>
      <w:r>
        <w:rPr>
          <w:rtl/>
          <w:lang w:bidi="ur-PK"/>
        </w:rPr>
        <w:t xml:space="preserve"> اوپرگذر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بہت بڑے لوگوں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تھے اوربہت بڑے زاہدتھے خداسے بے پناہ ڈرتے تھے ،بے انتہاحد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تھے ،بڑ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 مجلس والے اورکث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رالفوائد</w:t>
      </w:r>
      <w:r>
        <w:rPr>
          <w:rtl/>
          <w:lang w:bidi="ur-PK"/>
        </w:rPr>
        <w:t xml:space="preserve"> تھے، آپ سے مل کر بے انتہاء فائدہ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اجاتاتھا</w:t>
      </w:r>
      <w:r>
        <w:rPr>
          <w:rtl/>
          <w:lang w:bidi="ur-PK"/>
        </w:rPr>
        <w:t xml:space="preserve">(مناقب ابن شہرآشوب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۵۲</w:t>
      </w:r>
      <w:r>
        <w:rPr>
          <w:rtl/>
          <w:lang w:bidi="ur-PK"/>
        </w:rPr>
        <w:t xml:space="preserve"> طبع بمبئ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97" w:name="_Toc509136819"/>
      <w:r>
        <w:rPr>
          <w:rFonts w:hint="eastAsia"/>
          <w:rtl/>
          <w:lang w:bidi="ur-PK"/>
        </w:rPr>
        <w:t>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وض</w:t>
      </w:r>
      <w:r>
        <w:rPr>
          <w:rtl/>
          <w:lang w:bidi="ur-PK"/>
        </w:rPr>
        <w:t xml:space="preserve"> رسان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موقع</w:t>
      </w:r>
      <w:bookmarkEnd w:id="19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توہمارے تمام آئمہ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وض</w:t>
      </w:r>
      <w:r>
        <w:rPr>
          <w:rtl/>
          <w:lang w:bidi="ur-PK"/>
        </w:rPr>
        <w:t xml:space="preserve"> وبرکات سے بھرپورتھے اورعلم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وآخر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مالک،ل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اوالوں</w:t>
      </w:r>
      <w:r>
        <w:rPr>
          <w:rtl/>
          <w:lang w:bidi="ur-PK"/>
        </w:rPr>
        <w:t xml:space="preserve"> نے ان سے فائدہ اٹھانے کے بجائے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دوبند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رکھ کرعلوم وفنون کے خزانے پرہتھکڑ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ناگ بٹھادئ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تھے اس ل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ان حضرات کے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 کماحقہ، </w:t>
      </w:r>
      <w:r>
        <w:rPr>
          <w:rFonts w:hint="eastAsia"/>
          <w:rtl/>
          <w:lang w:bidi="ur-PK"/>
        </w:rPr>
        <w:t>منظرعام</w:t>
      </w:r>
      <w:r>
        <w:rPr>
          <w:rtl/>
          <w:lang w:bidi="ur-PK"/>
        </w:rPr>
        <w:t xml:space="preserve"> پرنہ آسکے ورنہ آج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خاندان رسالت مآب 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محتاج نہ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فاضل معاصرمولاناسبط الحسن صاحب ہنسو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المتوف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۱۴۸</w:t>
      </w:r>
      <w:r>
        <w:rPr>
          <w:rtl/>
          <w:lang w:bidi="ur-PK"/>
        </w:rPr>
        <w:t xml:space="preserve"> ھ کاعہدمعارف پرور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لحاظ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عہدتھا،وہ رکاوٹ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جوآپ سے قبل آئمہ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حدتک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،امو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کااستحکام آپ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سکون وامن کاسبب بنااس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کومذہب 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اشاعت اورعلوم وفنون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موقع ملالوگوں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عالمان 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کرنے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 زحمت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علاوہ حجازکے دوردرازمقامات مثل عراق ،شام،خراسان، کابل سندھ ہند اوربلادروم ،فرنگ کے طلباء وشائق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علم حاضرہوکر مستف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دہوتے</w:t>
      </w:r>
      <w:r>
        <w:rPr>
          <w:rtl/>
          <w:lang w:bidi="ur-PK"/>
        </w:rPr>
        <w:t xml:space="preserve"> تھے حضرت کے حلقہ درس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چارہزاراصحاب تھے 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کتاب الارشاد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</w:t>
      </w:r>
      <w:r>
        <w:rPr>
          <w:rFonts w:hint="eastAsia"/>
          <w:rtl/>
          <w:lang w:bidi="ur-PK"/>
        </w:rPr>
        <w:t>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ترجمہ</w:t>
      </w:r>
      <w:r>
        <w:rPr>
          <w:rtl/>
          <w:lang w:bidi="ur-PK"/>
        </w:rPr>
        <w:t xml:space="preserve"> : لوگوں نے آپ کے علوم کونقل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زسوارمنازل</w:t>
      </w:r>
      <w:r>
        <w:rPr>
          <w:rtl/>
          <w:lang w:bidi="ur-PK"/>
        </w:rPr>
        <w:t xml:space="preserve"> 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لے گئے اورآوازہ آپ کے کمال کاتمام شہروں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ااورعلماء</w:t>
      </w:r>
      <w:r>
        <w:rPr>
          <w:rtl/>
          <w:lang w:bidi="ur-PK"/>
        </w:rPr>
        <w:t xml:space="preserve"> نے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اتنے علوم وفنون کونہ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جوآپ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تعدادچارہزاہے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رعرب</w:t>
      </w:r>
      <w:r>
        <w:rPr>
          <w:rtl/>
          <w:lang w:bidi="ur-PK"/>
        </w:rPr>
        <w:t xml:space="preserve"> طالبان علم سے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النسل بزرگ زرارہ بن 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متوف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۱۵۰</w:t>
      </w:r>
      <w:r>
        <w:rPr>
          <w:rtl/>
          <w:lang w:bidi="ur-PK"/>
        </w:rPr>
        <w:t xml:space="preserve"> ھ قابل ذکرہ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داداسنسن بلادردم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مقدس راہب ( </w:t>
      </w:r>
      <w:r>
        <w:rPr>
          <w:lang w:bidi="ur-PK"/>
        </w:rPr>
        <w:t>Nonk</w:t>
      </w:r>
      <w:r>
        <w:rPr>
          <w:rtl/>
          <w:lang w:bidi="ur-PK"/>
        </w:rPr>
        <w:t xml:space="preserve"> ) تھے زرارہ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خدمات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اعتبارسے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شہرت رکھتے تھے اورصاحب 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تھے (کتاب الاستطاعت والجبران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مشہورتصن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ہے (منہج المقال ص </w:t>
      </w:r>
      <w:r>
        <w:rPr>
          <w:rtl/>
          <w:lang w:bidi="fa-IR"/>
        </w:rPr>
        <w:t>۱۴۲</w:t>
      </w:r>
      <w:r>
        <w:rPr>
          <w:rtl/>
          <w:lang w:bidi="ur-PK"/>
        </w:rPr>
        <w:t xml:space="preserve"> ،مولفواالش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عة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صدر اسلام ص </w:t>
      </w:r>
      <w:r>
        <w:rPr>
          <w:rtl/>
          <w:lang w:bidi="fa-IR"/>
        </w:rPr>
        <w:t xml:space="preserve">۵۱)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98" w:name="_Toc509136820"/>
      <w:r>
        <w:rPr>
          <w:rFonts w:hint="eastAsia"/>
          <w:rtl/>
          <w:lang w:bidi="ur-PK"/>
        </w:rPr>
        <w:t>کتب</w:t>
      </w:r>
      <w:r>
        <w:rPr>
          <w:rtl/>
          <w:lang w:bidi="ur-PK"/>
        </w:rPr>
        <w:t xml:space="preserve"> اصول اربعما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bookmarkEnd w:id="19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کے اصحاب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چارسوا</w:t>
      </w:r>
      <w:r>
        <w:rPr>
          <w:rFonts w:hint="cs"/>
          <w:rtl/>
          <w:lang w:bidi="ur-PK"/>
        </w:rPr>
        <w:t>ی</w:t>
      </w:r>
      <w:r w:rsidR="007F6485">
        <w:rPr>
          <w:rFonts w:hint="eastAsia"/>
          <w:rtl/>
          <w:lang w:bidi="ur-PK"/>
        </w:rPr>
        <w:t>یس</w:t>
      </w:r>
      <w:r>
        <w:rPr>
          <w:rtl/>
          <w:lang w:bidi="ur-PK"/>
        </w:rPr>
        <w:t xml:space="preserve"> مصنف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تھے جنہوں نے علاوہ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گرعلوم</w:t>
      </w:r>
      <w:r>
        <w:rPr>
          <w:rtl/>
          <w:lang w:bidi="ur-PK"/>
        </w:rPr>
        <w:t xml:space="preserve"> وفنون کے کلام مصوم کوضبط کرکے چارسوکتب اصول مدون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اصل سے مرادمجموعہ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جامع نے خودبراہ راست معصوم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کرکے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کوضبط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سناہ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جوخودمعصوم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کرتاہے اس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جامع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معنعنا (عن فلاں عن فلاں) کے ساتھ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کرتا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اوروسائط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ہواس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کتب اصول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خطاوغلط سہوونس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کااحتمال بہ نسبت اوردوسر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کے بہت کم ہے کتب اصول کے زم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کاانحصارعہد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لے کرامام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زمانہ تک ہے حس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اصحاب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بالمشاذمعصوم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کرکے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ثقہ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معصوم کواخذک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جوبراہ راست معصوم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 ہے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ابوالقاسم جعفربن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دالمعروف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بالمحقق</w:t>
      </w:r>
      <w:r>
        <w:rPr>
          <w:rtl/>
          <w:lang w:bidi="ur-PK"/>
        </w:rPr>
        <w:t xml:space="preserve"> الحل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المعبر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جوابات مسائل کوچارسومصنف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اصحاب امام نے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رکرکے</w:t>
      </w:r>
      <w:r>
        <w:rPr>
          <w:rtl/>
          <w:lang w:bidi="ur-PK"/>
        </w:rPr>
        <w:t xml:space="preserve"> چارسوتصان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مکمل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199" w:name="_Toc509136821"/>
      <w:r>
        <w:rPr>
          <w:rFonts w:hint="eastAsia"/>
          <w:rtl/>
          <w:lang w:bidi="ur-PK"/>
        </w:rPr>
        <w:t>صادق</w:t>
      </w:r>
      <w:r>
        <w:rPr>
          <w:rtl/>
          <w:lang w:bidi="ur-PK"/>
        </w:rPr>
        <w:t xml:space="preserve"> آل محمدکے اصحاب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bookmarkEnd w:id="19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آگے</w:t>
      </w:r>
      <w:r>
        <w:rPr>
          <w:rtl/>
          <w:lang w:bidi="ur-PK"/>
        </w:rPr>
        <w:t xml:space="preserve"> چل کر فاضل معاصرالجواد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بحوالہ کتاب وکتب خانہ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کتب رجال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جن اصحاب آئمہ کے حالات وتراجم مذکورہ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مجموع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تعدادچار ہزارپانچ سواصحاب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صرف چارہزاراصحاب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کاتذکرہ ابوالعباس احمدبن محمدب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عقدہ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رجال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الطائفہ ابوجعفرالطوس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سب کااحصاء اپن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رجال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کے تمام اصحاب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مصنف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جملہ تعداد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سوسے زائدنہ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جنہوں 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نکڑوں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کتب اصول اورہزاروں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اورتصن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بعض مصنف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اصحاب آئمہ توا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تھے جنہوں نے تنہا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نکڑوں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فضل</w:t>
      </w:r>
      <w:r>
        <w:rPr>
          <w:rtl/>
          <w:lang w:bidi="ur-PK"/>
        </w:rPr>
        <w:t xml:space="preserve"> بن شاذان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ں،ابن</w:t>
      </w:r>
      <w:r>
        <w:rPr>
          <w:rtl/>
          <w:lang w:bidi="ur-PK"/>
        </w:rPr>
        <w:t xml:space="preserve"> دول نے سوکتاب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سوکتاب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،ابن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نوے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اوراکثراصحاب آئمہ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تھے جنہوں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سومصنف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اصحا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آئمہ نے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پانچ ہزارتصان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ں،مجمع</w:t>
      </w:r>
      <w:r>
        <w:rPr>
          <w:rtl/>
          <w:lang w:bidi="ur-PK"/>
        </w:rPr>
        <w:t xml:space="preserve">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لفظ جبرکے ماتحت ہے کہ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جابرالجعف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،امام</w:t>
      </w:r>
      <w:r>
        <w:rPr>
          <w:rtl/>
          <w:lang w:bidi="ur-PK"/>
        </w:rPr>
        <w:t xml:space="preserve">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سترہزاراحاد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حافظ تھے۔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ابان بن تغلب بن رباح (ابوسع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>) کوف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حافظ تھے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القرآن کتاب المفرد، کتاب الفضائل، کتاب الصف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قابل ذکرہ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قار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لغو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محدث تھے،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اما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اورحضرت امام محمدباقر،حضرت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کاشرف حاصل تھا </w:t>
      </w:r>
      <w:r>
        <w:rPr>
          <w:rtl/>
          <w:lang w:bidi="fa-IR"/>
        </w:rPr>
        <w:t>۱۴۱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انتقال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00" w:name="_Toc509136822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صادق آل محمداورعلم طب</w:t>
      </w:r>
      <w:bookmarkEnd w:id="20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بابو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الخصائل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باب </w:t>
      </w:r>
      <w:r>
        <w:rPr>
          <w:rtl/>
          <w:lang w:bidi="fa-IR"/>
        </w:rPr>
        <w:t>۱۹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۹۷،۹۹</w:t>
      </w:r>
      <w:r>
        <w:rPr>
          <w:rtl/>
          <w:lang w:bidi="ur-PK"/>
        </w:rPr>
        <w:t xml:space="preserve"> طبع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ہندوستان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مشہورطب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منصوردوانق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ا،بادشاہ</w:t>
      </w:r>
      <w:r>
        <w:rPr>
          <w:rtl/>
          <w:lang w:bidi="ur-PK"/>
        </w:rPr>
        <w:t xml:space="preserve"> نے حضرت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 کرائ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علم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الاجسام اورافعال الاعضاء کے م</w:t>
      </w:r>
      <w:r>
        <w:rPr>
          <w:rFonts w:hint="eastAsia"/>
          <w:rtl/>
          <w:lang w:bidi="ur-PK"/>
        </w:rPr>
        <w:t>تعلق</w:t>
      </w:r>
      <w:r>
        <w:rPr>
          <w:rtl/>
          <w:lang w:bidi="ur-PK"/>
        </w:rPr>
        <w:t xml:space="preserve"> اس سے 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سوالات کئے وہ اگرچہ اپنے فن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پوراکمال رکھتاتھا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جواب نہ دے سکابالاخرکلمہ پڑھ کرمسلمان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ا،علامہ</w:t>
      </w:r>
      <w:r>
        <w:rPr>
          <w:rtl/>
          <w:lang w:bidi="ur-PK"/>
        </w:rPr>
        <w:t xml:space="preserve"> ابن شہرآشوب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حضرت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سوالات کئے تھے اوراس انداز سے پرازمعلومات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بول اٹھا </w:t>
      </w:r>
      <w:r w:rsidRPr="00917F12">
        <w:rPr>
          <w:rStyle w:val="libArabicChar"/>
          <w:rtl/>
        </w:rPr>
        <w:t>”من ا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Fonts w:hint="eastAsia"/>
          <w:rtl/>
        </w:rPr>
        <w:t>ن</w:t>
      </w:r>
      <w:r w:rsidRPr="00917F12">
        <w:rPr>
          <w:rStyle w:val="libArabicChar"/>
          <w:rtl/>
        </w:rPr>
        <w:t xml:space="preserve"> لک 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Fonts w:hint="cs"/>
          <w:rtl/>
        </w:rPr>
        <w:t>ذا الع</w:t>
      </w:r>
      <w:r w:rsidRPr="00917F12">
        <w:rPr>
          <w:rStyle w:val="libArabicChar"/>
          <w:rFonts w:hint="eastAsia"/>
          <w:rtl/>
        </w:rPr>
        <w:t>لم“</w:t>
      </w: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بے پناہ علم آپ نے کہاں سے حاصل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آپ نے کہاکہ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اپنے باپ داداسے ،انہوں نے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سے ،انہوں نے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،انہوں نے خداوند عالم سے اسے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،جس نے اجسام وارواح 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”فقال الھند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صدقت-“ اس نے کہابے شک آپ نے سچ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</w:t>
      </w:r>
      <w:r>
        <w:rPr>
          <w:rtl/>
          <w:lang w:bidi="ur-PK"/>
        </w:rPr>
        <w:t xml:space="preserve"> کے بعد اس نے کلمہ پڑھ کراسلام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ااورکہا</w:t>
      </w:r>
      <w:r>
        <w:rPr>
          <w:rtl/>
          <w:lang w:bidi="ur-PK"/>
        </w:rPr>
        <w:t xml:space="preserve"> ”انک اعلم اہل زمانہ“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کہ آپ عہدحاضرکے سب سے بڑے عالم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(مناقب ابن شہرآشوب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۴۵</w:t>
      </w:r>
      <w:r>
        <w:rPr>
          <w:rtl/>
          <w:lang w:bidi="ur-PK"/>
        </w:rPr>
        <w:t xml:space="preserve"> طبع بمبئ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01" w:name="_Toc509136823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صادق آل محمدکاعلم القرآن</w:t>
      </w:r>
      <w:bookmarkEnd w:id="20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مختصر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آپ کے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وض</w:t>
      </w:r>
      <w:r>
        <w:rPr>
          <w:rtl/>
          <w:lang w:bidi="ur-PK"/>
        </w:rPr>
        <w:t xml:space="preserve"> وبرکات پرمفصل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تودشوارہے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پہلے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،البتہ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عرض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ناچاہتاہوں</w:t>
      </w:r>
      <w:r>
        <w:rPr>
          <w:rtl/>
          <w:lang w:bidi="ur-PK"/>
        </w:rPr>
        <w:t xml:space="preserve"> کہ علم القرآن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دمعہ ساکبہ ص </w:t>
      </w:r>
      <w:r>
        <w:rPr>
          <w:rtl/>
          <w:lang w:bidi="fa-IR"/>
        </w:rPr>
        <w:t>۴۸۷</w:t>
      </w:r>
      <w:r>
        <w:rPr>
          <w:rtl/>
          <w:lang w:bidi="ur-PK"/>
        </w:rPr>
        <w:t xml:space="preserve"> پرآپ کاقول موجودہے وہ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دکواول</w:t>
      </w:r>
      <w:r>
        <w:rPr>
          <w:rtl/>
          <w:lang w:bidi="ur-PK"/>
        </w:rPr>
        <w:t xml:space="preserve"> سے آخرتک اس طرح جانتاہوں گ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آسمان 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ں،اوروہ</w:t>
      </w:r>
      <w:r>
        <w:rPr>
          <w:rtl/>
          <w:lang w:bidi="ur-PK"/>
        </w:rPr>
        <w:t xml:space="preserve"> خبر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جوہوچک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ں،اورہورہ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اورجوہونے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ہوجبکہ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اس پرہرچ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پرآپ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ہم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اوررسل کے علوم کے وارث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(دمعہ ساکبہ ص </w:t>
      </w:r>
      <w:r>
        <w:rPr>
          <w:rtl/>
          <w:lang w:bidi="fa-IR"/>
        </w:rPr>
        <w:t xml:space="preserve">۴۸۸)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02" w:name="_Toc509136824"/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النجوم</w:t>
      </w:r>
      <w:bookmarkEnd w:id="20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النجوم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اگرآپ کے کمالات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کھناہوں</w:t>
      </w:r>
      <w:r>
        <w:rPr>
          <w:rtl/>
          <w:lang w:bidi="ur-PK"/>
        </w:rPr>
        <w:t xml:space="preserve"> توکتب طوال کامطالعہ کرنا چاہئے آپ نے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علماء علم النجوم سے مباحثہ اورمناظرہ کرکے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انگشت بدندان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،بحارالانوار،مناقب شہرآشوب ،دمعہ ساکبہ ،وغ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</w:t>
      </w:r>
      <w:r>
        <w:rPr>
          <w:rtl/>
          <w:lang w:bidi="ur-PK"/>
        </w:rPr>
        <w:lastRenderedPageBreak/>
        <w:t>مناظرے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علماء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ہے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علم نجوم حق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کاصح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علم آئمہ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کہ حلقہ گوشان مودت نورہدا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کسب 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03" w:name="_Toc509136825"/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منطق الط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bookmarkEnd w:id="20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صادق</w:t>
      </w:r>
      <w:r>
        <w:rPr>
          <w:rtl/>
          <w:lang w:bidi="ur-PK"/>
        </w:rPr>
        <w:t xml:space="preserve"> آل محمدد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گرآئمہ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منطق الط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باقاعدہ واقف تھے، جوپرندہ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جانورآپس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بات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کرتاتھااسے آپ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اوربوقت ضرورت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تکلم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مثال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ملاحظہ ہو،کتاب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رلباب</w:t>
      </w:r>
      <w:r>
        <w:rPr>
          <w:rtl/>
          <w:lang w:bidi="ur-PK"/>
        </w:rPr>
        <w:t xml:space="preserve"> التاو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۱۱۳</w:t>
      </w:r>
      <w:r>
        <w:rPr>
          <w:rtl/>
          <w:lang w:bidi="ur-PK"/>
        </w:rPr>
        <w:t xml:space="preserve"> ،معالم التنز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۱۱۳</w:t>
      </w:r>
      <w:r>
        <w:rPr>
          <w:rtl/>
          <w:lang w:bidi="ur-PK"/>
        </w:rPr>
        <w:t xml:space="preserve"> ،عجائب القصص ص </w:t>
      </w:r>
      <w:r>
        <w:rPr>
          <w:rtl/>
          <w:lang w:bidi="fa-IR"/>
        </w:rPr>
        <w:t>۱۰۵</w:t>
      </w:r>
      <w:r>
        <w:rPr>
          <w:rtl/>
          <w:lang w:bidi="ur-PK"/>
        </w:rPr>
        <w:t xml:space="preserve"> ، نورالابصار ص </w:t>
      </w:r>
      <w:r>
        <w:rPr>
          <w:rtl/>
          <w:lang w:bidi="fa-IR"/>
        </w:rPr>
        <w:t>۳۱۱</w:t>
      </w:r>
      <w:r>
        <w:rPr>
          <w:rtl/>
          <w:lang w:bidi="ur-PK"/>
        </w:rPr>
        <w:t xml:space="preserve"> ،طبع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صادق آل محمدنے قبرنام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پرندہ جس کو (چکور)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اچنڈول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بولتے ہوئے اصحاب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 جانتے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اکہتاہے</w:t>
      </w:r>
      <w:r>
        <w:rPr>
          <w:rtl/>
          <w:lang w:bidi="ur-PK"/>
        </w:rPr>
        <w:t xml:space="preserve"> اصحاب نے صراحت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کہتاہے </w:t>
      </w:r>
      <w:r w:rsidRPr="00917F12">
        <w:rPr>
          <w:rStyle w:val="libArabicChar"/>
          <w:rtl/>
        </w:rPr>
        <w:t>”الل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Fonts w:hint="cs"/>
          <w:rtl/>
        </w:rPr>
        <w:t>م العن مبغضی</w:t>
      </w:r>
      <w:r w:rsidRPr="00917F12">
        <w:rPr>
          <w:rStyle w:val="libArabicChar"/>
          <w:rtl/>
        </w:rPr>
        <w:t xml:space="preserve"> محمدوآل محمد“</w:t>
      </w:r>
      <w:r>
        <w:rPr>
          <w:rtl/>
          <w:lang w:bidi="ur-PK"/>
        </w:rPr>
        <w:t xml:space="preserve"> خد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امحمد،آل</w:t>
      </w:r>
      <w:r>
        <w:rPr>
          <w:rtl/>
          <w:lang w:bidi="ur-PK"/>
        </w:rPr>
        <w:t xml:space="preserve"> محمدسے بغض رکھنے والوں پرلعنت کر،فاختہ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آوازپرآپ نے کہاکہ اسے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رہنے دو،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”فقدتم فقدتم“ خداتمہ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</w:t>
      </w:r>
      <w:r>
        <w:rPr>
          <w:rtl/>
          <w:lang w:bidi="ur-PK"/>
        </w:rPr>
        <w:t xml:space="preserve"> ونابودکرے،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04" w:name="_Toc509136826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اورعلم الاجسام</w:t>
      </w:r>
      <w:bookmarkEnd w:id="20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مناقب</w:t>
      </w:r>
      <w:r>
        <w:rPr>
          <w:rtl/>
          <w:lang w:bidi="ur-PK"/>
        </w:rPr>
        <w:t xml:space="preserve"> بن شہرآشوب اوربحارالانوارجلد </w:t>
      </w:r>
      <w:r>
        <w:rPr>
          <w:rtl/>
          <w:lang w:bidi="fa-IR"/>
        </w:rPr>
        <w:t>۱۴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علم طب کے متعلق سوالات کرتے ہوئے جسم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پوچھ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خداوندعالم نے انسان کے جسم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وصل دوسواڑتال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سوساٹھ 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خلق فرم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جسم کوس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جسم کو،گوشت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کواوراعصاب گوشت کوروکے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05" w:name="_Toc509136827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اوردوراند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bookmarkEnd w:id="20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اس بات پرآمادہ ہوگئے کہ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کوختم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،توانہوں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آل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کاحوالہ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رکام</w:t>
      </w:r>
      <w:r>
        <w:rPr>
          <w:rtl/>
          <w:lang w:bidi="ur-PK"/>
        </w:rPr>
        <w:t xml:space="preserve"> چلنا مشکل ہے لہذاوہ امدادوانتقام آل محمدک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لگے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کرتے ہوئے اٹھ کھڑے ہوئے جس سے عام طورپرآل </w:t>
      </w:r>
      <w:r>
        <w:rPr>
          <w:rFonts w:hint="eastAsia"/>
          <w:rtl/>
          <w:lang w:bidi="ur-PK"/>
        </w:rPr>
        <w:t>محمد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اعانت سمجھ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سے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ان کے معاون ہوگئے تھے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ابوسلمہ جعفربن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 محمد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زکئے</w:t>
      </w:r>
      <w:r>
        <w:rPr>
          <w:rtl/>
          <w:lang w:bidi="ur-PK"/>
        </w:rPr>
        <w:t xml:space="preserve">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گماشتہ کے طورپرتبل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کرتے تھے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حاصل نہ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مقابلہ </w:t>
      </w:r>
      <w:r w:rsidR="00E8268B">
        <w:rPr>
          <w:rtl/>
          <w:lang w:bidi="ur-PK"/>
        </w:rPr>
        <w:lastRenderedPageBreak/>
        <w:t xml:space="preserve">میں 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کررہے تھے جب حالات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سازگارنظرآئے توانہوں نے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اورابومحمدعبداللہ بن حسن کوالگ الگ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لکھاکہ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قاصداپنے</w:t>
      </w:r>
      <w:r>
        <w:rPr>
          <w:rtl/>
          <w:lang w:bidi="ur-PK"/>
        </w:rPr>
        <w:t xml:space="preserve"> اپنے خطوط لے کرمنزل تک پہنچے،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جس وقت قاصدپہنچا وہ رات کاوقت تھا،قاصدنے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،ابوسلمہ</w:t>
      </w:r>
      <w:r>
        <w:rPr>
          <w:rtl/>
          <w:lang w:bidi="ur-PK"/>
        </w:rPr>
        <w:t xml:space="preserve"> کاخط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اہوں</w:t>
      </w:r>
      <w:r>
        <w:rPr>
          <w:rtl/>
          <w:lang w:bidi="ur-PK"/>
        </w:rPr>
        <w:t xml:space="preserve"> حضوراسے ملاحظہ فرماکرجواب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کرحضرت نے چراغ 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ااورخط</w:t>
      </w:r>
      <w:r>
        <w:rPr>
          <w:rtl/>
          <w:lang w:bidi="ur-PK"/>
        </w:rPr>
        <w:t xml:space="preserve"> لے کراس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پڑھے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رنذرآتش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ااورقاصدسے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ابوسلمہ سے کہناکہ تمہارے خط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قاصدمد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تھا کہ </w:t>
      </w:r>
      <w:r>
        <w:rPr>
          <w:rtl/>
          <w:lang w:bidi="fa-IR"/>
        </w:rPr>
        <w:t xml:space="preserve">۳/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۱۲۳</w:t>
      </w:r>
      <w:r>
        <w:rPr>
          <w:rtl/>
          <w:lang w:bidi="ur-PK"/>
        </w:rPr>
        <w:t xml:space="preserve"> ھ کوجمعہ کے دن حکومت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ااورسفاح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اجاچکاتھا</w:t>
      </w:r>
      <w:r>
        <w:rPr>
          <w:rtl/>
          <w:lang w:bidi="ur-PK"/>
        </w:rPr>
        <w:t>(مروج الذہب مسعود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برحاش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کامل جلد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۳۰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الخلفاء ص </w:t>
      </w:r>
      <w:r>
        <w:rPr>
          <w:rtl/>
          <w:lang w:bidi="fa-IR"/>
        </w:rPr>
        <w:t>۲۷۲</w:t>
      </w:r>
      <w:r>
        <w:rPr>
          <w:rtl/>
          <w:lang w:bidi="ur-PK"/>
        </w:rPr>
        <w:t xml:space="preserve"> ،ح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واة</w:t>
      </w:r>
      <w:r>
        <w:rPr>
          <w:rtl/>
          <w:lang w:bidi="ur-PK"/>
        </w:rPr>
        <w:t xml:space="preserve"> 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۷۴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آئمہ ص </w:t>
      </w:r>
      <w:r>
        <w:rPr>
          <w:rtl/>
          <w:lang w:bidi="fa-IR"/>
        </w:rPr>
        <w:t>۴۳۳</w:t>
      </w:r>
      <w:r>
        <w:rPr>
          <w:rtl/>
          <w:lang w:bidi="ur-PK"/>
        </w:rPr>
        <w:t xml:space="preserve"> ،)۔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06" w:name="_Toc509136828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کادربارمنصور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تبادلہ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الات</w:t>
      </w:r>
      <w:bookmarkEnd w:id="20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ابوعبداللہ 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شہرآشوب مازندران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المتوف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۵۸۸</w:t>
      </w:r>
      <w:r>
        <w:rPr>
          <w:rtl/>
          <w:lang w:bidi="ur-PK"/>
        </w:rPr>
        <w:t xml:space="preserve"> ء نے دربارمنصورکاا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واقعہ نقل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مفصل طورپر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واضح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جس 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پربڑابھروسہ اورغرورتھا وہ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سامنے کس طرح سپرانداختہ ہو</w:t>
      </w:r>
      <w:r>
        <w:rPr>
          <w:rFonts w:hint="eastAsia"/>
          <w:rtl/>
          <w:lang w:bidi="ur-PK"/>
        </w:rPr>
        <w:t>کرآپ</w:t>
      </w:r>
      <w:r>
        <w:rPr>
          <w:rtl/>
          <w:lang w:bidi="ur-PK"/>
        </w:rPr>
        <w:t xml:space="preserve"> کے کمالات کامعترف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اہم</w:t>
      </w:r>
      <w:r>
        <w:rPr>
          <w:rtl/>
          <w:lang w:bidi="ur-PK"/>
        </w:rPr>
        <w:t xml:space="preserve"> موصوف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عبارت کاترجمہ اپنے فاضل معاصرکے الفاظ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منصوردوانق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فرماتھے،وہاں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کررہاتھا اورحضرت خاموش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سن رہے تھے جب وہ کہہ چکاتوحضرت سے مخاطب ہوکرکہنے لگا اگرکچھ پوچناچاہ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توشوق سے پوچھ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اپوچھوں</w:t>
      </w:r>
      <w:r>
        <w:rPr>
          <w:rtl/>
          <w:lang w:bidi="ur-PK"/>
        </w:rPr>
        <w:t xml:space="preserve"> ،مج</w:t>
      </w:r>
      <w:r>
        <w:rPr>
          <w:rFonts w:hint="eastAsia"/>
          <w:rtl/>
          <w:lang w:bidi="ur-PK"/>
        </w:rPr>
        <w:t>ھے</w:t>
      </w:r>
      <w:r>
        <w:rPr>
          <w:rtl/>
          <w:lang w:bidi="ur-PK"/>
        </w:rPr>
        <w:t xml:space="preserve"> تجھ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ہ معلوم ہے (طب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ہے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سنوں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: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 کاغلبہ ہوتواس کاعلاج ضدسے کرناچاہئے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حارگرم کاعلاج سردسے ترکاخشک سے ،خشک کاترسے اورہرحالت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خداپربھروسہ رکھے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</w:t>
      </w:r>
      <w:r>
        <w:rPr>
          <w:rtl/>
          <w:lang w:bidi="ur-PK"/>
        </w:rPr>
        <w:t xml:space="preserve"> معدہ تمام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کاگھرہے اورپرہ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زسودواں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دواہے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زکاانسان</w:t>
      </w:r>
      <w:r>
        <w:rPr>
          <w:rtl/>
          <w:lang w:bidi="ur-PK"/>
        </w:rPr>
        <w:t xml:space="preserve"> عاد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ہوجاتاہے اس کے مزاج کے موافق اورا 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صحت کاسبب بن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>: بے شک آپ نے جوب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: اچھا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چندسوال کرتاہوں،ان کاجواب دے : آنسووں اوررطوبتوں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سر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ہے؟ سرپربال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ہے؟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بالوں سے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ہے؟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پرخط اورشکن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ہے؟ دونوں پلک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آنکھوں کے اوپرک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ناک کاسوراخ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</w:t>
      </w:r>
      <w:r>
        <w:rPr>
          <w:rtl/>
          <w:lang w:bidi="ur-PK"/>
        </w:rPr>
        <w:lastRenderedPageBreak/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ہے؟ منہ پردوہونٹ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بنائے گئ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سامنے کے دانت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زاورڈاڈھ</w:t>
      </w:r>
      <w:r>
        <w:rPr>
          <w:rtl/>
          <w:lang w:bidi="ur-PK"/>
        </w:rPr>
        <w:t xml:space="preserve"> چوڑ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ہے؟ اوران دونوں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لمبے دانت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دونوں ہتھ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بالوں سے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مردوں</w:t>
      </w:r>
      <w:r>
        <w:rPr>
          <w:rtl/>
          <w:lang w:bidi="ur-PK"/>
        </w:rPr>
        <w:t xml:space="preserve"> کے ڈاڈھ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ناخن اوربالوں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دل صنبور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کاک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ہوتاہے؟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پڑے</w:t>
      </w:r>
      <w:r>
        <w:rPr>
          <w:rtl/>
          <w:lang w:bidi="ur-PK"/>
        </w:rPr>
        <w:t xml:space="preserve"> کے دوٹکڑے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ں،اوروہ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حرکت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کرتاہے ؟ جگرک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محدب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 ،گردے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لوبئے کے دانے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گھٹنے آگے کوجھکتے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کو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جھکتے؟ دونوں پاوں کے تلوے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سے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: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باتوں کاجواب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سکتا۔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: بفضل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سب باتوں کاجواب جانتاہوں ۔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: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 سراگرآنسوؤں اوررطبوتوں کامرکزنہ ہوتاتوخشک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ٹکڑے ٹکڑے ہوجاتا۔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بال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سرپرہ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جڑوں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دماغ تک پہنچتارہے اوربہت سے دماغ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انجرے نکلتے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ںدماغ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محفوظ رہے۔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بالوں سے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جگہ سے آنکھوں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نور پہنچتاہے۔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خطوط اورشکن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سرسے جوپش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گرے وہ آنکھوں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پڑجائے ،جب شکنوں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جمع ہوتوانسان اسے پونچھ کرپھ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دے جس طرح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ہوتاہے توگڑھوں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جمع ہوجاتاہے۔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 xml:space="preserve"> ۔ پلک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آنکھوں پرقرارد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آفتاب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قدران پر پڑے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ضرورت ہے اوربوقت ضرورت بندہوکرمردمک چشم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زسونے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مدد دے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کھاہوگاکہ</w:t>
      </w:r>
      <w:r>
        <w:rPr>
          <w:rtl/>
          <w:lang w:bidi="ur-PK"/>
        </w:rPr>
        <w:t xml:space="preserve"> جب انسان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کھناچاہتاہے</w:t>
      </w:r>
      <w:r>
        <w:rPr>
          <w:rtl/>
          <w:lang w:bidi="ur-PK"/>
        </w:rPr>
        <w:t xml:space="preserve"> توہا</w:t>
      </w:r>
      <w:r>
        <w:rPr>
          <w:rFonts w:hint="eastAsia"/>
          <w:rtl/>
          <w:lang w:bidi="ur-PK"/>
        </w:rPr>
        <w:t>تھ</w:t>
      </w:r>
      <w:r>
        <w:rPr>
          <w:rtl/>
          <w:lang w:bidi="ur-PK"/>
        </w:rPr>
        <w:t xml:space="preserve"> کوآنکھوں کے اوپررکھ کرسا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۶</w:t>
      </w:r>
      <w:r>
        <w:rPr>
          <w:rtl/>
          <w:lang w:bidi="ur-PK"/>
        </w:rPr>
        <w:t xml:space="preserve"> ۔ ناک دونوں آنکھوں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مجمع نورسے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ہوکربرابردونوں آنکھوں کوپہنچے۔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۷</w:t>
      </w:r>
      <w:r>
        <w:rPr>
          <w:rtl/>
          <w:lang w:bidi="ur-PK"/>
        </w:rPr>
        <w:t xml:space="preserve"> ۔ آنکھوں کوبادام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کااس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بوقت ضرورت سلائ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دوا(سرمہ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)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پہنچ جائے،اگرآنکھ چوکور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اگول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توسلائ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پھرنامشکل ہوتادوااس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پہنچ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دفع نہ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۸</w:t>
      </w:r>
      <w:r>
        <w:rPr>
          <w:rtl/>
          <w:lang w:bidi="ur-PK"/>
        </w:rPr>
        <w:t xml:space="preserve"> ۔ ناک کاسوراخ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کواس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دماغ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رطوبت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نکل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،اگراوپرکوہوتاتو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نہ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اوردماغ تک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پہنچ سکت</w:t>
      </w:r>
      <w:r>
        <w:rPr>
          <w:rFonts w:hint="cs"/>
          <w:rtl/>
          <w:lang w:bidi="ur-PK"/>
        </w:rPr>
        <w:t>ی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۹</w:t>
      </w:r>
      <w:r>
        <w:rPr>
          <w:rtl/>
          <w:lang w:bidi="ur-PK"/>
        </w:rPr>
        <w:t xml:space="preserve"> ۔ ہونٹ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منہ پرلگائے گئے کہ جورطوبت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دماغ سے منہ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اورکھانابھ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رہے جب چاہے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اورتھوک 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۱۰</w:t>
      </w:r>
      <w:r>
        <w:rPr>
          <w:rtl/>
          <w:lang w:bidi="ur-PK"/>
        </w:rPr>
        <w:t xml:space="preserve"> ۔ داڑھ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مردوں کواس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مرداورعورت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زہوجائے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۱۱</w:t>
      </w:r>
      <w:r>
        <w:rPr>
          <w:rtl/>
          <w:lang w:bidi="ur-PK"/>
        </w:rPr>
        <w:t xml:space="preserve"> ۔ اگلے دانت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زکاکاٹنا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اکھٹکھٹاسہل</w:t>
      </w:r>
      <w:r>
        <w:rPr>
          <w:rtl/>
          <w:lang w:bidi="ur-PK"/>
        </w:rPr>
        <w:t xml:space="preserve"> ہو، اورڈاڈھ کوچوڑا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غذاپ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سنااورچباناآسان</w:t>
      </w:r>
      <w:r>
        <w:rPr>
          <w:rtl/>
          <w:lang w:bidi="ur-PK"/>
        </w:rPr>
        <w:t xml:space="preserve"> ہو،ان دونوں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لمبے دانت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بنائے کہ ان دونوں کے استحکام کے باعث ہوں، جس طرح مکان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مضبوط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ستون (کھمبے)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۱۲</w:t>
      </w:r>
      <w:r>
        <w:rPr>
          <w:rtl/>
          <w:lang w:bidi="ur-PK"/>
        </w:rPr>
        <w:t xml:space="preserve"> ۔ ہتھ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پربال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زکوچھونے</w:t>
      </w:r>
      <w:r>
        <w:rPr>
          <w:rtl/>
          <w:lang w:bidi="ur-PK"/>
        </w:rPr>
        <w:t xml:space="preserve">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،سرد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معلوم ہوجائے، بالوں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حاصل نہ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۱۳</w:t>
      </w:r>
      <w:r>
        <w:rPr>
          <w:rtl/>
          <w:lang w:bidi="ur-PK"/>
        </w:rPr>
        <w:t xml:space="preserve"> ۔ بال اورناخن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جان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کابڑھنابرامعلوم ہوتاہے اورنقصان رساں ہے،اگران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جان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توکاٹنے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۱۴</w:t>
      </w:r>
      <w:r>
        <w:rPr>
          <w:rtl/>
          <w:lang w:bidi="ur-PK"/>
        </w:rPr>
        <w:t xml:space="preserve"> ۔ دل صنوبر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سرپتلااوردم چوڑ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(نچلاحصہ)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ہے کہ بآسان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پڑے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ہوسکے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ہواسے ٹھنڈک پاتارہے تاکہ اس کے بخارات دماغ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چڑھ 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دانہ</w:t>
      </w:r>
      <w:r>
        <w:rPr>
          <w:rtl/>
          <w:lang w:bidi="ur-PK"/>
        </w:rPr>
        <w:t xml:space="preserve"> کرے۔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۱۵</w:t>
      </w:r>
      <w:r>
        <w:rPr>
          <w:rtl/>
          <w:lang w:bidi="ur-PK"/>
        </w:rPr>
        <w:t xml:space="preserve"> ۔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پڑے</w:t>
      </w:r>
      <w:r>
        <w:rPr>
          <w:rtl/>
          <w:lang w:bidi="ur-PK"/>
        </w:rPr>
        <w:t xml:space="preserve"> کے دوٹکڑے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ہوے کہ دل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اوروہ اس کوہواد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۱۶</w:t>
      </w:r>
      <w:r>
        <w:rPr>
          <w:rtl/>
          <w:lang w:bidi="ur-PK"/>
        </w:rPr>
        <w:t xml:space="preserve"> ۔ جگرمحدب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ہواہے کہ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معدے کے اوپرجگہ پکڑے 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غذا کوہضم کرے۔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۱۷</w:t>
      </w:r>
      <w:r>
        <w:rPr>
          <w:rtl/>
          <w:lang w:bidi="ur-PK"/>
        </w:rPr>
        <w:t xml:space="preserve"> ۔ کردہ لوبئے کے دانہ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کااس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ہواکہ (من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نفطفہ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آتاہے اوراس کے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لنے</w:t>
      </w:r>
      <w:r>
        <w:rPr>
          <w:rtl/>
          <w:lang w:bidi="ur-PK"/>
        </w:rPr>
        <w:t xml:space="preserve"> اورسکڑنے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آہستہ آہستہ نکلتاہے جوسبب لذت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۱۸</w:t>
      </w:r>
      <w:r>
        <w:rPr>
          <w:rtl/>
          <w:lang w:bidi="ur-PK"/>
        </w:rPr>
        <w:t xml:space="preserve"> ۔ گھٹنے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جھکتے کہ چلنے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ہواگرا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ہوتاتوآدم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چلتے وقت گرگرپڑتا،آگے چلناآسان نہ ہوتا۔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۱۹</w:t>
      </w:r>
      <w:r>
        <w:rPr>
          <w:rtl/>
          <w:lang w:bidi="ur-PK"/>
        </w:rPr>
        <w:t xml:space="preserve"> ۔ دونوں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کے تلوے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دونوں کناروں پربوجھ پڑنے سے باسان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راٹھ</w:t>
      </w:r>
      <w:r>
        <w:rPr>
          <w:rtl/>
          <w:lang w:bidi="ur-PK"/>
        </w:rPr>
        <w:t xml:space="preserve">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ہوتااورپورے بدن کابوجھ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پرپڑتاتوسارے بدن کابوجھ اٹھانادشوارہوتا۔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جوابات سن کرہندوستان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ااورکہنے</w:t>
      </w:r>
      <w:r>
        <w:rPr>
          <w:rtl/>
          <w:lang w:bidi="ur-PK"/>
        </w:rPr>
        <w:t xml:space="preserve"> لگاکہ آپ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علم کس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ااپنے</w:t>
      </w:r>
      <w:r>
        <w:rPr>
          <w:rtl/>
          <w:lang w:bidi="ur-PK"/>
        </w:rPr>
        <w:t xml:space="preserve"> داداسے انہوں نے رسول خداسے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اورانہوں نے خداسے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اس نے کہا ”اشہدان لاالہ الااللہ وان محمدارسول اللہ وعبدہ“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کہ خداا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اورمحمدا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رسول اورعبد خاص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،”وانک اعلم اہل زمانہ“ اورآپ اپنے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بڑے عالم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(مناقب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۴۶</w:t>
      </w:r>
      <w:r>
        <w:rPr>
          <w:rtl/>
          <w:lang w:bidi="ur-PK"/>
        </w:rPr>
        <w:t xml:space="preserve"> طبع بمبئ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وسوانح چہاردہ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حصہ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07" w:name="_Toc509136829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کوبال بچوں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کامنصوبہ</w:t>
      </w:r>
      <w:bookmarkEnd w:id="20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گفتگوکے بعدامام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کاعام شہرہ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ااورلوگوں</w:t>
      </w:r>
      <w:r>
        <w:rPr>
          <w:rtl/>
          <w:lang w:bidi="ur-PK"/>
        </w:rPr>
        <w:t xml:space="preserve"> کے قلوب پہلے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مائل ہوگئے،دوست اوردشمن آپ کے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 کاذکرکرنے لگے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کرمنصورکے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 لگ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شرارت کے تقاضوں سے مجبورہوکر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منصوبہ بنانے لگاکہ اب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جلدسے</w:t>
      </w:r>
      <w:r>
        <w:rPr>
          <w:rtl/>
          <w:lang w:bidi="ur-PK"/>
        </w:rPr>
        <w:t xml:space="preserve"> جلدانہ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ہلاک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ناچاہئے،چنانچہ</w:t>
      </w:r>
      <w:r>
        <w:rPr>
          <w:rtl/>
          <w:lang w:bidi="ur-PK"/>
        </w:rPr>
        <w:t xml:space="preserve"> اس نے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قدرومنزلت کے ساتھ آپ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روانہ کرکے حاکم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دکوحکم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احرق جعفربن محمدف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دارہ “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کوبال بچوں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گھرکے اندرجلاد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پاکروال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نے چندغنڈوں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رات کے وقت جبکہ سب محوخواب تھے آپ کے مکان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 لگواد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،اورگھرجلنے</w:t>
      </w:r>
      <w:r>
        <w:rPr>
          <w:rtl/>
          <w:lang w:bidi="ur-PK"/>
        </w:rPr>
        <w:t xml:space="preserve"> لگاآپ کے اصحاب اگرچہ اسے بجھانے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کررہے </w:t>
      </w:r>
      <w:r>
        <w:rPr>
          <w:rFonts w:hint="eastAsia"/>
          <w:rtl/>
          <w:lang w:bidi="ur-PK"/>
        </w:rPr>
        <w:t>تھے،ل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بجھنے کونہ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،بالاخرہ آپ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شعلوں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کہتے ہوئے کہ </w:t>
      </w:r>
      <w:r w:rsidRPr="00917F12">
        <w:rPr>
          <w:rStyle w:val="libArabicChar"/>
          <w:rtl/>
        </w:rPr>
        <w:t>”اناابن اعراق الثر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اناابن ابرا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Fonts w:hint="eastAsia"/>
          <w:rtl/>
        </w:rPr>
        <w:t>م</w:t>
      </w:r>
      <w:r w:rsidRPr="00917F12">
        <w:rPr>
          <w:rStyle w:val="libArabicChar"/>
          <w:rtl/>
        </w:rPr>
        <w:t xml:space="preserve"> الخل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Fonts w:hint="eastAsia"/>
          <w:rtl/>
        </w:rPr>
        <w:t>ل“</w:t>
      </w:r>
      <w:r>
        <w:rPr>
          <w:rtl/>
          <w:lang w:bidi="ur-PK"/>
        </w:rPr>
        <w:t xml:space="preserve"> اے آگ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ہوں جس کے آباواجدادزم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کے سبب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خداابرہ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کافرزندہوں،نکل پڑے۔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عباکے دامن سے آگ بجھاد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>(تذکرة المصوم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۱۸۱</w:t>
      </w:r>
      <w:r>
        <w:rPr>
          <w:rtl/>
          <w:lang w:bidi="ur-PK"/>
        </w:rPr>
        <w:t xml:space="preserve"> بحوالہ 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آقائے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الرحمة)۔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08" w:name="_Toc509136830"/>
      <w:r>
        <w:rPr>
          <w:rtl/>
          <w:lang w:bidi="fa-IR"/>
        </w:rPr>
        <w:t>۱۴۷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منصورکاحج اورامام جعفرصادق کے قتل کاعزم بالجزم</w:t>
      </w:r>
      <w:bookmarkEnd w:id="20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محمدبن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tl/>
          <w:lang w:bidi="fa-IR"/>
        </w:rPr>
        <w:t>۱۴۷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منصورحج کوگ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ا،اسے</w:t>
      </w:r>
      <w:r>
        <w:rPr>
          <w:rtl/>
          <w:lang w:bidi="ur-PK"/>
        </w:rPr>
        <w:t xml:space="preserve"> چونکہ امام کے دشمنوں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برابر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امام جعفرصادق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کرتے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کاتختہ پلٹنے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ں،لہذا</w:t>
      </w:r>
      <w:r>
        <w:rPr>
          <w:rtl/>
          <w:lang w:bidi="ur-PK"/>
        </w:rPr>
        <w:t xml:space="preserve"> اس نے حج سے فراغت کے بعدمد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کاقصدک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ااوروہاں</w:t>
      </w:r>
      <w:r>
        <w:rPr>
          <w:rtl/>
          <w:lang w:bidi="ur-PK"/>
        </w:rPr>
        <w:t xml:space="preserve"> پہنچ کراپنے مصاحب خاص،رب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سے کہاکہ جعفربن محمدکوبلوادو،رب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نے وعدہ کے باوجودٹال مٹول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پھردوسرے دن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کہاکہ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بلواو،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کہتاہوں کہ خدامجھے قتل کرے اگر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نہ کرسکوں،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نے امام جعفرصادق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</w:t>
      </w:r>
      <w:r>
        <w:rPr>
          <w:rFonts w:hint="eastAsia"/>
          <w:rtl/>
          <w:lang w:bidi="ur-PK"/>
        </w:rPr>
        <w:t>رعرض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مولاآپ کومنصوربلارہاہے، اوراس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وربہت</w:t>
      </w:r>
      <w:r>
        <w:rPr>
          <w:rtl/>
          <w:lang w:bidi="ur-PK"/>
        </w:rPr>
        <w:t xml:space="preserve"> خراب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ں،مجھے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کہ وہ اس ملاقات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کوقتل کردے گا،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ا”لاحول</w:t>
      </w:r>
      <w:r>
        <w:rPr>
          <w:rtl/>
          <w:lang w:bidi="ur-PK"/>
        </w:rPr>
        <w:t xml:space="preserve"> ولاقوة الاباللہ العل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م“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دفعہ ناممکن ہے غرضکہ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آنحضرت کولے کرحاضردربارہوا،منصورک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پرپڑ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توآگ بگو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ہوکربولا”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اعدواللہ“</w:t>
      </w:r>
      <w:r>
        <w:rPr>
          <w:rtl/>
          <w:lang w:bidi="ur-PK"/>
        </w:rPr>
        <w:t xml:space="preserve"> اے دشمن خداتم کواہل عراق امام مانتے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زکواة اموال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ان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ادرکھو،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آج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کرکے چھوڑوں گا اوراس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قسم کھال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رنگ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کرامام جعفرصادق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رجناب</w:t>
      </w:r>
      <w:r>
        <w:rPr>
          <w:rtl/>
          <w:lang w:bidi="ur-PK"/>
        </w:rPr>
        <w:t xml:space="preserve">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سلطنت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توانہوں نے شکرک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جناب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بلا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مبتلا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اتوانہوں</w:t>
      </w:r>
      <w:r>
        <w:rPr>
          <w:rtl/>
          <w:lang w:bidi="ur-PK"/>
        </w:rPr>
        <w:t xml:space="preserve"> نے صبرک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پرظلم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اتوانہوں</w:t>
      </w:r>
      <w:r>
        <w:rPr>
          <w:rtl/>
          <w:lang w:bidi="ur-PK"/>
        </w:rPr>
        <w:t xml:space="preserve"> نے ظالموں کومعاف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اے بادشاہ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تھے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رانسب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پہنچتاہے تجھے توان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لازم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</w:t>
      </w:r>
      <w:r>
        <w:rPr>
          <w:rFonts w:hint="eastAsia"/>
          <w:rtl/>
          <w:lang w:bidi="ur-PK"/>
        </w:rPr>
        <w:t>کراس</w:t>
      </w:r>
      <w:r>
        <w:rPr>
          <w:rtl/>
          <w:lang w:bidi="ur-PK"/>
        </w:rPr>
        <w:t xml:space="preserve"> کاغصہ ٹھنڈاہوگ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(نورالابصار ص </w:t>
      </w:r>
      <w:r>
        <w:rPr>
          <w:rtl/>
          <w:lang w:bidi="fa-IR"/>
        </w:rPr>
        <w:t>۱۲۳</w:t>
      </w:r>
      <w:r>
        <w:rPr>
          <w:rtl/>
          <w:lang w:bidi="ur-PK"/>
        </w:rPr>
        <w:t xml:space="preserve"> ،مطالب السول ص </w:t>
      </w:r>
      <w:r>
        <w:rPr>
          <w:rtl/>
          <w:lang w:bidi="fa-IR"/>
        </w:rPr>
        <w:t xml:space="preserve">۲۶۷)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09" w:name="_Toc509136831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</w:t>
      </w:r>
      <w:bookmarkEnd w:id="20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کااتفاق ہے کہ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۱۵/ </w:t>
      </w:r>
      <w:r>
        <w:rPr>
          <w:rtl/>
          <w:lang w:bidi="ur-PK"/>
        </w:rPr>
        <w:t xml:space="preserve">شوال </w:t>
      </w:r>
      <w:r>
        <w:rPr>
          <w:rtl/>
          <w:lang w:bidi="fa-IR"/>
        </w:rPr>
        <w:t>۱۴۸</w:t>
      </w:r>
      <w:r>
        <w:rPr>
          <w:rtl/>
          <w:lang w:bidi="ur-PK"/>
        </w:rPr>
        <w:t xml:space="preserve"> ھ بعمر </w:t>
      </w:r>
      <w:r>
        <w:rPr>
          <w:rtl/>
          <w:lang w:bidi="fa-IR"/>
        </w:rPr>
        <w:t>۶۵</w:t>
      </w:r>
      <w:r>
        <w:rPr>
          <w:rtl/>
          <w:lang w:bidi="ur-PK"/>
        </w:rPr>
        <w:t xml:space="preserve"> سال آپ نے اس دارفان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بطرف ملک جاودان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رحلت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۴۱۳</w:t>
      </w:r>
      <w:r>
        <w:rPr>
          <w:rtl/>
          <w:lang w:bidi="ur-PK"/>
        </w:rPr>
        <w:t xml:space="preserve"> ،اعلام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۱۵۹</w:t>
      </w:r>
      <w:r>
        <w:rPr>
          <w:rtl/>
          <w:lang w:bidi="ur-PK"/>
        </w:rPr>
        <w:t xml:space="preserve"> ،نورالابصار ص </w:t>
      </w:r>
      <w:r>
        <w:rPr>
          <w:rtl/>
          <w:lang w:bidi="fa-IR"/>
        </w:rPr>
        <w:t>۱۲۳</w:t>
      </w:r>
      <w:r>
        <w:rPr>
          <w:rtl/>
          <w:lang w:bidi="ur-PK"/>
        </w:rPr>
        <w:t xml:space="preserve"> ،مطالب السول ص </w:t>
      </w:r>
      <w:r>
        <w:rPr>
          <w:rtl/>
          <w:lang w:bidi="fa-IR"/>
        </w:rPr>
        <w:t>۲۷۷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وفات دوشنبہ تھا اورمقام دفن جنت البق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حجرعلامہ علامہ 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ابن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مات مسموما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المنصور، منصورکے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(صواعق محرقہ ص </w:t>
      </w:r>
      <w:r>
        <w:rPr>
          <w:rtl/>
          <w:lang w:bidi="fa-IR"/>
        </w:rPr>
        <w:t>۱۲۱</w:t>
      </w:r>
      <w:r>
        <w:rPr>
          <w:rtl/>
          <w:lang w:bidi="ur-PK"/>
        </w:rPr>
        <w:t xml:space="preserve"> ،تذکرةخواص الامتہ ،نورالابصار ص </w:t>
      </w:r>
      <w:r>
        <w:rPr>
          <w:rtl/>
          <w:lang w:bidi="fa-IR"/>
        </w:rPr>
        <w:t>۱۳۳</w:t>
      </w:r>
      <w:r>
        <w:rPr>
          <w:rtl/>
          <w:lang w:bidi="ur-PK"/>
        </w:rPr>
        <w:t xml:space="preserve"> ، ارجح المطالب ص </w:t>
      </w:r>
      <w:r>
        <w:rPr>
          <w:rtl/>
          <w:lang w:bidi="fa-IR"/>
        </w:rPr>
        <w:t xml:space="preserve">۴۵۰)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اہل تش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کااتفاق ہے کہ آپ کومنصوردوانق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>
        <w:rPr>
          <w:rtl/>
          <w:lang w:bidi="ur-PK"/>
        </w:rPr>
        <w:t xml:space="preserve"> اورنمازحضرت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اسلام نے پڑھائ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کاارشادہے کہ آپ کونہا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کفن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ااورآپ</w:t>
      </w:r>
      <w:r>
        <w:rPr>
          <w:rtl/>
          <w:lang w:bidi="ur-PK"/>
        </w:rPr>
        <w:t xml:space="preserve"> کے مقام وقات پرہرشب چراغ جلا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اجاتارہا</w:t>
      </w:r>
      <w:r>
        <w:rPr>
          <w:rtl/>
          <w:lang w:bidi="ur-PK"/>
        </w:rPr>
        <w:t>۔ کتاب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۲۶۹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10" w:name="_Toc509136832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</w:t>
      </w:r>
      <w:bookmarkEnd w:id="21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مختلف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دس اولادتھ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سات لڑکے اورت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لڑکوں کے نام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۔جناب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۔عبداللہ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 اسحاق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۔ محمد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۔عباس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۔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اورلڑک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اسماء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۔ام فروہ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اسماء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۔فاطمہ (ارشادوجنات الخلود) 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سات اولادتحر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جس کانام ”ام فروہ“ تھ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(نورالابصار ص </w:t>
      </w:r>
      <w:r>
        <w:rPr>
          <w:rtl/>
          <w:lang w:bidi="fa-IR"/>
        </w:rPr>
        <w:t xml:space="preserve">۱۳۳)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اولادسے خلفاء فاطم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گزرے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</w:t>
      </w:r>
      <w:r>
        <w:rPr>
          <w:rtl/>
          <w:lang w:bidi="fa-IR"/>
        </w:rPr>
        <w:t>۲۹۷</w:t>
      </w:r>
      <w:r>
        <w:rPr>
          <w:rtl/>
          <w:lang w:bidi="ur-PK"/>
        </w:rPr>
        <w:t xml:space="preserve"> ئسے </w:t>
      </w:r>
      <w:r>
        <w:rPr>
          <w:rtl/>
          <w:lang w:bidi="fa-IR"/>
        </w:rPr>
        <w:t>۵۶۷</w:t>
      </w:r>
      <w:r>
        <w:rPr>
          <w:rtl/>
          <w:lang w:bidi="ur-PK"/>
        </w:rPr>
        <w:t xml:space="preserve"> ء تک دوسوسترسال قائم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تعدادچودہ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11" w:name="_Toc509136833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211"/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12" w:name="_Toc509136834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باسعادت</w:t>
      </w:r>
      <w:bookmarkEnd w:id="21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۷/ </w:t>
      </w:r>
      <w:r>
        <w:rPr>
          <w:rtl/>
          <w:lang w:bidi="ur-PK"/>
        </w:rPr>
        <w:t xml:space="preserve">صفرالمظفر </w:t>
      </w:r>
      <w:r>
        <w:rPr>
          <w:rtl/>
          <w:lang w:bidi="fa-IR"/>
        </w:rPr>
        <w:t>۱۲۸</w:t>
      </w:r>
      <w:r>
        <w:rPr>
          <w:rtl/>
          <w:lang w:bidi="ur-PK"/>
        </w:rPr>
        <w:t xml:space="preserve"> ھ مطابق </w:t>
      </w:r>
      <w:r>
        <w:rPr>
          <w:rtl/>
          <w:lang w:bidi="fa-IR"/>
        </w:rPr>
        <w:t>۷۴۵</w:t>
      </w:r>
      <w:r>
        <w:rPr>
          <w:rtl/>
          <w:lang w:bidi="ur-PK"/>
        </w:rPr>
        <w:t xml:space="preserve"> ء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شنبہ بمقام ابواجومکہ اورمد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واقع ہے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(انوارالنعمان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۱۲۶</w:t>
      </w:r>
      <w:r>
        <w:rPr>
          <w:rtl/>
          <w:lang w:bidi="ur-PK"/>
        </w:rPr>
        <w:t xml:space="preserve"> ،واعلام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۱۷۱</w:t>
      </w:r>
      <w:r>
        <w:rPr>
          <w:rtl/>
          <w:lang w:bidi="ur-PK"/>
        </w:rPr>
        <w:t xml:space="preserve"> ،جلاء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۲۶۹</w:t>
      </w:r>
      <w:r>
        <w:rPr>
          <w:rtl/>
          <w:lang w:bidi="ur-PK"/>
        </w:rPr>
        <w:t xml:space="preserve"> ،شواہدالنبوت ص </w:t>
      </w:r>
      <w:r>
        <w:rPr>
          <w:rtl/>
          <w:lang w:bidi="fa-IR"/>
        </w:rPr>
        <w:t>۱۹۲</w:t>
      </w:r>
      <w:r>
        <w:rPr>
          <w:rtl/>
          <w:lang w:bidi="ur-PK"/>
        </w:rPr>
        <w:t xml:space="preserve"> ،روضة الشہداء ص </w:t>
      </w:r>
      <w:r>
        <w:rPr>
          <w:rtl/>
          <w:lang w:bidi="fa-IR"/>
        </w:rPr>
        <w:t xml:space="preserve">۴۳۶)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ہاتھوں کوزم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ااورکلمہ</w:t>
      </w:r>
      <w:r>
        <w:rPr>
          <w:rtl/>
          <w:lang w:bidi="ur-PK"/>
        </w:rPr>
        <w:t xml:space="preserve"> شہادت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زبان پرجار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عمل بالکل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ا،جس</w:t>
      </w:r>
      <w:r>
        <w:rPr>
          <w:rtl/>
          <w:lang w:bidi="ur-PK"/>
        </w:rPr>
        <w:t xml:space="preserve"> طرح حضرت رسول خداصلعم نے ولادت کے بعدک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اتھاآپ</w:t>
      </w:r>
      <w:r>
        <w:rPr>
          <w:rtl/>
          <w:lang w:bidi="ur-PK"/>
        </w:rPr>
        <w:t xml:space="preserve"> کے داہنے بازوپرکلمہ تمت کلمة ربک صدقا وعدلا لکھاہو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آپ علم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وآخر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بہرہ ورمتولدہوئے تھے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سے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</w:t>
      </w:r>
      <w:r>
        <w:rPr>
          <w:rtl/>
          <w:lang w:bidi="ur-PK"/>
        </w:rPr>
        <w:t xml:space="preserve"> مسرت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نے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جاکراہل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کودعوت طعام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۲۷۰) </w:t>
      </w:r>
      <w:r>
        <w:rPr>
          <w:rtl/>
          <w:lang w:bidi="ur-PK"/>
        </w:rPr>
        <w:t>۔ آپ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گرآئمہ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مختون اورناف 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متولدہوئے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13" w:name="_Toc509136835"/>
      <w:r>
        <w:rPr>
          <w:rFonts w:hint="eastAsia"/>
          <w:rtl/>
          <w:lang w:bidi="ur-PK"/>
        </w:rPr>
        <w:t>اسم</w:t>
      </w:r>
      <w:r>
        <w:rPr>
          <w:rtl/>
          <w:lang w:bidi="ur-PK"/>
        </w:rPr>
        <w:t xml:space="preserve"> گرام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ت،القاب</w:t>
      </w:r>
      <w:bookmarkEnd w:id="21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والدماجدحضرت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خداوندمتعال کے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کردہ نام ”موس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سے موسوم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اعلامہ</w:t>
      </w:r>
      <w:r>
        <w:rPr>
          <w:rtl/>
          <w:lang w:bidi="ur-PK"/>
        </w:rPr>
        <w:t xml:space="preserve"> محمدرضالکھتے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،قبط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لفظ ہے اورمواورس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مرکب ہے موکے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اور”س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درخت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نام سے سب سے پہلے حضرت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اللہ موسوم کئے گئے ت</w:t>
      </w:r>
      <w:r>
        <w:rPr>
          <w:rFonts w:hint="eastAsia"/>
          <w:rtl/>
          <w:lang w:bidi="ur-PK"/>
        </w:rPr>
        <w:t>ھے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خوف فرعون سے مادرموس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کواس صندوق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 کر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بہا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اتھاجو”حب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نجار“ کابنا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اہواتھا</w:t>
      </w:r>
      <w:r>
        <w:rPr>
          <w:rtl/>
          <w:lang w:bidi="ur-PK"/>
        </w:rPr>
        <w:t xml:space="preserve"> اوربعد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”تابوت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نہ“</w:t>
      </w:r>
      <w:r>
        <w:rPr>
          <w:rtl/>
          <w:lang w:bidi="ur-PK"/>
        </w:rPr>
        <w:t xml:space="preserve"> قرارپا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تووہ صندوق بہہ کرفرعون اورجناب 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تک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 درختوں سے ٹکراتاہواجوخاص باغ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پہنچاتھا </w:t>
      </w:r>
      <w:r>
        <w:rPr>
          <w:rFonts w:hint="eastAsia"/>
          <w:rtl/>
          <w:lang w:bidi="ur-PK"/>
        </w:rPr>
        <w:t>لہذا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اوردرخت کے سبب سے ان کانام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(جنات الخلود ص </w:t>
      </w:r>
      <w:r>
        <w:rPr>
          <w:rtl/>
          <w:lang w:bidi="fa-IR"/>
        </w:rPr>
        <w:t xml:space="preserve">۲۹)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ابوالحسن،ابوابراہ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م،ابوعل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ابوعبداللہ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کے القاب کاظم،عبدصالح،نفس 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ہ،صابر،ام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باب الحوائج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تھے ”شہرت عامہ“ کاظم کوہے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آپ بدسلوک کے ساتھ احسان کرتے اورستانے والے کومعاف فرماتے اورغصہ کوپ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جاتے تھے، بڑے 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م،بردباراوراپنے</w:t>
      </w:r>
      <w:r>
        <w:rPr>
          <w:rtl/>
          <w:lang w:bidi="ur-PK"/>
        </w:rPr>
        <w:t xml:space="preserve"> ظلم کرنے والے کومعاف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تھے(مطالب السول ص </w:t>
      </w:r>
      <w:r>
        <w:rPr>
          <w:rtl/>
          <w:lang w:bidi="fa-IR"/>
        </w:rPr>
        <w:t>۲۷۶</w:t>
      </w:r>
      <w:r>
        <w:rPr>
          <w:rtl/>
          <w:lang w:bidi="ur-PK"/>
        </w:rPr>
        <w:t xml:space="preserve"> ،شواہدالنبوت ص </w:t>
      </w:r>
      <w:r>
        <w:rPr>
          <w:rtl/>
          <w:lang w:bidi="fa-IR"/>
        </w:rPr>
        <w:t>۱۹۲</w:t>
      </w:r>
      <w:r>
        <w:rPr>
          <w:rtl/>
          <w:lang w:bidi="ur-PK"/>
        </w:rPr>
        <w:t xml:space="preserve"> ،روضة الشہداء ص </w:t>
      </w:r>
      <w:r>
        <w:rPr>
          <w:rtl/>
          <w:lang w:bidi="fa-IR"/>
        </w:rPr>
        <w:t>۴۳۲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14" w:name="_Toc509136836"/>
      <w:r>
        <w:rPr>
          <w:rFonts w:hint="eastAsia"/>
          <w:rtl/>
          <w:lang w:bidi="ur-PK"/>
        </w:rPr>
        <w:t>لقب</w:t>
      </w:r>
      <w:r>
        <w:rPr>
          <w:rtl/>
          <w:lang w:bidi="ur-PK"/>
        </w:rPr>
        <w:t xml:space="preserve"> باب الحوائج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</w:t>
      </w:r>
      <w:bookmarkEnd w:id="21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کثرت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عبدصالح اورخداسے حاجت طلب کرنے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آپ کوباب الحوائج کہا جاتاہے،کوئ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ہوجب آپ کے واسطے سے 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توضرور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ملاحظہ ہو(مطالب السول ص </w:t>
      </w:r>
      <w:r>
        <w:rPr>
          <w:rtl/>
          <w:lang w:bidi="fa-IR"/>
        </w:rPr>
        <w:t>۲۷۸</w:t>
      </w:r>
      <w:r>
        <w:rPr>
          <w:rtl/>
          <w:lang w:bidi="ur-PK"/>
        </w:rPr>
        <w:t xml:space="preserve"> ، صواعق محرقہ ص </w:t>
      </w:r>
      <w:r>
        <w:rPr>
          <w:rtl/>
          <w:lang w:bidi="fa-IR"/>
        </w:rPr>
        <w:t xml:space="preserve">۱۳۱)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فاضل</w:t>
      </w:r>
      <w:r>
        <w:rPr>
          <w:rtl/>
          <w:lang w:bidi="ur-PK"/>
        </w:rPr>
        <w:t xml:space="preserve"> معاصرعلامہ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کالقب باب قضاء الحوائج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کادروازہ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توحاجت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توسل سے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شہادت کے بعدب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سلسلہ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رہااوراب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”اخبارپا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زالہ</w:t>
      </w:r>
      <w:r>
        <w:rPr>
          <w:rtl/>
          <w:lang w:bidi="ur-PK"/>
        </w:rPr>
        <w:t xml:space="preserve"> آباد </w:t>
      </w:r>
      <w:r>
        <w:rPr>
          <w:rtl/>
          <w:lang w:bidi="fa-IR"/>
        </w:rPr>
        <w:t xml:space="preserve">۱۰/ </w:t>
      </w:r>
      <w:r>
        <w:rPr>
          <w:rtl/>
          <w:lang w:bidi="ur-PK"/>
        </w:rPr>
        <w:t xml:space="preserve">اگست </w:t>
      </w:r>
      <w:r>
        <w:rPr>
          <w:rtl/>
          <w:lang w:bidi="fa-IR"/>
        </w:rPr>
        <w:t>۱۹۲۸</w:t>
      </w:r>
      <w:r>
        <w:rPr>
          <w:rtl/>
          <w:lang w:bidi="ur-PK"/>
        </w:rPr>
        <w:t xml:space="preserve"> ءء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رعنوان</w:t>
      </w:r>
      <w:r>
        <w:rPr>
          <w:rtl/>
          <w:lang w:bidi="ur-PK"/>
        </w:rPr>
        <w:t xml:space="preserve"> ”</w:t>
      </w: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کے روضہ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اندھے کوب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خبرشائع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کاترجمہ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حال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روضہ کاظم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پرجوشہربغدادسے باہرہے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معجزہ ظاہرہواہے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اندھااوربوڑھا”س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د“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مفلس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روضہ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کے اندرداخل ہوااورج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ام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کے روضہ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اقدس کواپنے ہاتھ سے مس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فوراچلاتاہواباہرک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دوڑا ”مجھے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لگاہوں، اوراس پرلوگوں کابڑاہجوم جمع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ااوراکثرلوگ</w:t>
      </w:r>
      <w:r>
        <w:rPr>
          <w:rtl/>
          <w:lang w:bidi="ur-PK"/>
        </w:rPr>
        <w:t xml:space="preserve"> اس کے کپڑے تبرک کے طورپرچھ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جھپٹ کرلے گئے اس کوت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دفعہ کپڑے پہنائے گئے اورہردفعہ وہ </w:t>
      </w:r>
      <w:r>
        <w:rPr>
          <w:rFonts w:hint="eastAsia"/>
          <w:rtl/>
          <w:lang w:bidi="ur-PK"/>
        </w:rPr>
        <w:t>کپڑے</w:t>
      </w:r>
      <w:r>
        <w:rPr>
          <w:rtl/>
          <w:lang w:bidi="ur-PK"/>
        </w:rPr>
        <w:t xml:space="preserve"> ٹکڑے ہوکرتقس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ہوگئے آخرروضہ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کے خدام نے اس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سے 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بوڑھے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جسم کونقصان نہ پہنچے اس کواس کے گھرپہنچاد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بغدادکے ہسپتال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کاعلاج کررہاتھا بالآخرسب ڈاکٹروں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کرمجھے ہسپتال 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مرض لاعلاج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اب اس کاعلاج ناممکن ہے تب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ہوکر روضہ اقدس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پرآ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آپ کے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سے خداسے دعاک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”بارالہاتجھے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مدفون کاواسطہ مجھے ازسرنوب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عطاکردے“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روضہ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کومس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کے سامنے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نمودارہوئ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اورآوازآئ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”جاتجھے پھرسے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اس آوازکے 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لگا،تمام لوگ اس امرک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ضعف العمرس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داندھاتھا،</w:t>
      </w:r>
      <w:r>
        <w:rPr>
          <w:rtl/>
          <w:lang w:bidi="ur-PK"/>
        </w:rPr>
        <w:t xml:space="preserve"> اوراب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لگاہے (اخبارانقلاب لاہور،اخباراہل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امرتسر مورخہ </w:t>
      </w:r>
      <w:r>
        <w:rPr>
          <w:rtl/>
          <w:lang w:bidi="fa-IR"/>
        </w:rPr>
        <w:t xml:space="preserve">۲۴/ </w:t>
      </w:r>
      <w:r>
        <w:rPr>
          <w:rtl/>
          <w:lang w:bidi="ur-PK"/>
        </w:rPr>
        <w:t xml:space="preserve">اگست </w:t>
      </w:r>
      <w:r>
        <w:rPr>
          <w:rtl/>
          <w:lang w:bidi="fa-IR"/>
        </w:rPr>
        <w:t>۱۹۲۸</w:t>
      </w:r>
      <w:r>
        <w:rPr>
          <w:rtl/>
          <w:lang w:bidi="ur-PK"/>
        </w:rPr>
        <w:t xml:space="preserve"> ءء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شہرآشوب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 ہے کہ جب مجھے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درپ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روضے پرچلاجاتاہوں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قبرپردعاکرتاہوں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حل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(مناقب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۱۲۵</w:t>
      </w:r>
      <w:r>
        <w:rPr>
          <w:rtl/>
          <w:lang w:bidi="ur-PK"/>
        </w:rPr>
        <w:t xml:space="preserve"> طبع ملتان)۔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15" w:name="_Toc509136837"/>
      <w:r>
        <w:rPr>
          <w:rFonts w:hint="eastAsia"/>
          <w:rtl/>
          <w:lang w:bidi="ur-PK"/>
        </w:rPr>
        <w:lastRenderedPageBreak/>
        <w:t>باشاہان</w:t>
      </w:r>
      <w:r>
        <w:rPr>
          <w:rtl/>
          <w:lang w:bidi="ur-PK"/>
        </w:rPr>
        <w:t xml:space="preserve"> وقت</w:t>
      </w:r>
      <w:bookmarkEnd w:id="21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۱۲۸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مروان الحمارامو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اس کے بعد </w:t>
      </w:r>
      <w:r>
        <w:rPr>
          <w:rtl/>
          <w:lang w:bidi="fa-IR"/>
        </w:rPr>
        <w:t>۱۳۲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سفاح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ہوا(ابوالفداء) </w:t>
      </w:r>
      <w:r>
        <w:rPr>
          <w:rtl/>
          <w:lang w:bidi="fa-IR"/>
        </w:rPr>
        <w:t>۱۳۶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منصور دوانق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خلفہ بنا </w:t>
      </w:r>
      <w:r>
        <w:rPr>
          <w:rtl/>
          <w:lang w:bidi="fa-IR"/>
        </w:rPr>
        <w:t>۱۵۸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منصورمالک سلطنت ہوا(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) </w:t>
      </w:r>
      <w:r>
        <w:rPr>
          <w:rtl/>
          <w:lang w:bidi="fa-IR"/>
        </w:rPr>
        <w:t>۱۶۹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(ابن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) </w:t>
      </w:r>
      <w:r>
        <w:rPr>
          <w:rtl/>
          <w:lang w:bidi="fa-IR"/>
        </w:rPr>
        <w:t>۱۷۰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ہارون ا</w:t>
      </w:r>
      <w:r>
        <w:rPr>
          <w:rFonts w:hint="eastAsia"/>
          <w:rtl/>
          <w:lang w:bidi="ur-PK"/>
        </w:rPr>
        <w:t>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ہوا </w:t>
      </w:r>
      <w:r>
        <w:rPr>
          <w:rtl/>
          <w:lang w:bidi="fa-IR"/>
        </w:rPr>
        <w:t>۱۸۳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ہارون کے 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بحالت مظلوم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</w:t>
      </w:r>
      <w:r>
        <w:rPr>
          <w:rtl/>
          <w:lang w:bidi="ur-PK"/>
        </w:rPr>
        <w:t xml:space="preserve"> (صواعق محرقہ اخبارالخلفاء بن راع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16" w:name="_Toc509136838"/>
      <w:r>
        <w:rPr>
          <w:rFonts w:hint="eastAsia"/>
          <w:rtl/>
          <w:lang w:bidi="ur-PK"/>
        </w:rPr>
        <w:t>نشوونمااورترب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21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برس اپنے والدبزرگوار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گزرے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خداکے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 کے جوہراوردوسر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اس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جس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غمبرکے</w:t>
      </w:r>
      <w:r>
        <w:rPr>
          <w:rtl/>
          <w:lang w:bidi="ur-PK"/>
        </w:rPr>
        <w:t xml:space="preserve"> بتائے ہوئے مکارم الاخلاق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کوبھول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ساتازہ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طرح سے اپنابنال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ااورجس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بناپر”ملت جعفر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نام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اامام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نے بچپنا اورجوان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مقدس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گزارا،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تمام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سامنے آپ کے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 وفضائل روشن ہوگئے اورامام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اپناجانش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قررفرماد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اباوجود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آپ کے بڑے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موجودتھے، مگرخداک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کامنصب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کاترکہ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بلکہ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 کوڈھونڈتاہے سلسلہ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امام حسن کے بعدبجائے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اولادکے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کاامام ہونااوراولادامام جعفر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بجائے</w:t>
      </w:r>
      <w:r>
        <w:rPr>
          <w:rtl/>
          <w:lang w:bidi="ur-PK"/>
        </w:rPr>
        <w:t xml:space="preserve"> فرزنداکبرکے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امامت کامنتقل ہونا اس کاثبوت ہے کہ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ارامامت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نسب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وراثت کومدنظرنہ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(سوانح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ص </w:t>
      </w:r>
      <w:r>
        <w:rPr>
          <w:rtl/>
          <w:lang w:bidi="fa-IR"/>
        </w:rPr>
        <w:t xml:space="preserve">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17" w:name="_Toc509136839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بچپن کے بعض واقعات</w:t>
      </w:r>
      <w:bookmarkEnd w:id="21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مسلمات سے ہے کہ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اورامام تمام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سے بھرپورمتولدہوتے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ں،جب</w:t>
      </w:r>
      <w:r>
        <w:rPr>
          <w:rtl/>
          <w:lang w:bidi="ur-PK"/>
        </w:rPr>
        <w:t xml:space="preserve">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جس کانام صفوان جمال تھا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حاضرہوکرمستفسرہواکہ مولا،آپ کے بعدامامت کے فرائض کون ادا</w:t>
      </w:r>
      <w:r>
        <w:rPr>
          <w:rFonts w:hint="eastAsia"/>
          <w:rtl/>
          <w:lang w:bidi="ur-PK"/>
        </w:rPr>
        <w:t>کرے</w:t>
      </w:r>
      <w:r>
        <w:rPr>
          <w:rtl/>
          <w:lang w:bidi="ur-PK"/>
        </w:rPr>
        <w:t xml:space="preserve"> گا، آپ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اائے</w:t>
      </w:r>
      <w:r>
        <w:rPr>
          <w:rtl/>
          <w:lang w:bidi="ur-PK"/>
        </w:rPr>
        <w:t xml:space="preserve"> صفوان!تم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ٹھواورد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جاؤجوا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سابچہ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گھرسے نکلے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ہربات معرفت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پرہو،اورعام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لہوولعب نہ کرتاہو،سمجھ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ناکہ</w:t>
      </w:r>
      <w:r>
        <w:rPr>
          <w:rtl/>
          <w:lang w:bidi="ur-PK"/>
        </w:rPr>
        <w:t xml:space="preserve"> عنان امامت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سزاوارہے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بچہ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برآمدہوئے اورباہرآکراس سے کہنے لگے ”اسجد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ربک“ اپنے خداکاسجدہ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امام جعفرصادق نے اسے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لگال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(تذکرةالمعصوم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۱۹۲)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صفوان</w:t>
      </w:r>
      <w:r>
        <w:rPr>
          <w:rtl/>
          <w:lang w:bidi="ur-PK"/>
        </w:rPr>
        <w:t xml:space="preserve"> کہتاہے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کہا،صاحبزادے !اس بچہ کوکہئے کہ مرجائے آپ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:کہ وائے ہوتم پر،ک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اموت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ہے (بحارالانوارجلد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۲۶۶)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مسائل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حسب دستورحاضرہوئے اتفاقا آپ آرام فرمارہے تھے موصوف اس انتظار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گئے کہ آپ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داہوں</w:t>
      </w:r>
      <w:r>
        <w:rPr>
          <w:rtl/>
          <w:lang w:bidi="ur-PK"/>
        </w:rPr>
        <w:t xml:space="preserve"> توعرض مدعاکروں ،اتنے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عمراس وقت پانچ س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برآمدہوئے 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سلام کرکے کہا: اے صاحبزادے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بتاؤکہ انسان فاعل مختارہے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اان</w:t>
      </w:r>
      <w:r>
        <w:rPr>
          <w:rtl/>
          <w:lang w:bidi="ur-PK"/>
        </w:rPr>
        <w:t xml:space="preserve"> کے فعل کاخدافاعل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کرآپ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پردوزانو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گئے اورفرمانے لگے سنو! بندوں کے افعال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حالتوں سے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اان</w:t>
      </w:r>
      <w:r>
        <w:rPr>
          <w:rtl/>
          <w:lang w:bidi="ur-PK"/>
        </w:rPr>
        <w:t xml:space="preserve"> کے افعال کا فاعل صرف خداہے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اصرف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ندہ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ادونوں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شرکت سے افعال واقع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ہے توخداکوبندہ پرعذاب کاحق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ہے،اگرت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ہے توبھ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انصاف کے خلاف ہے کہ بندہ کوسزادے اوراپنے کوبچالے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ارتکاب دونوں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شرکت سے ہواہے اب لامحالہ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،وہ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بندہ خودفاعل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اورارتکاب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پرخدااسے سزادے۔بحارالانوارجلد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۱۸۵)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 صاحبزادے کواس طرح نمازپڑھتے ہوئے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کران کے سامنے سے لوگ برابرگزررہے تھے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آپ کے صاحبزادے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نمازپڑھ رہے تھے اورلوگ ان کے سامنے سے گزررہے تھے، حضرت نے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کوآوازد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حاضرہوئے،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>!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کاکہناہے کہ تم نمازپڑھ رہے تھے اورلوگ تمہارے سامنے سے گزررہے تھے امام کاظم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باباجان لوگوں کے گزرنے سے نمازپرک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ااثرپڑتاہے،</w:t>
      </w:r>
      <w:r>
        <w:rPr>
          <w:rtl/>
          <w:lang w:bidi="ur-PK"/>
        </w:rPr>
        <w:t xml:space="preserve"> وہ ہمارے اورخدا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حائل تونہ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تھے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تو”اقرب من ح</w:t>
      </w:r>
      <w:r>
        <w:rPr>
          <w:rFonts w:hint="eastAsia"/>
          <w:rtl/>
          <w:lang w:bidi="ur-PK"/>
        </w:rPr>
        <w:t>بل</w:t>
      </w:r>
      <w:r>
        <w:rPr>
          <w:rtl/>
          <w:lang w:bidi="ur-PK"/>
        </w:rPr>
        <w:t xml:space="preserve"> الور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د“</w:t>
      </w:r>
      <w:r>
        <w:rPr>
          <w:rtl/>
          <w:lang w:bidi="ur-PK"/>
        </w:rPr>
        <w:t xml:space="preserve"> رگ جاں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کرآپ نے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گلے سے لگال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بچہ کواسرارشر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عطاہوچکے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(مناقب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۶۹)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عبداللہ ابن مسلم اورابوحن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دونوں واردمد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ہوئے، عبداللہ نے کہا،چلوامام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ملاقات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سے کچھ استفادہ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حضرت کے دردولت پرحاضرہوئے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پہنچ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حضرت کے ماننے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tl/>
          <w:lang w:bidi="ur-PK"/>
        </w:rPr>
        <w:t xml:space="preserve">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،اتنے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السلام</w:t>
      </w:r>
      <w:r>
        <w:rPr>
          <w:rtl/>
          <w:lang w:bidi="ur-PK"/>
        </w:rPr>
        <w:t xml:space="preserve"> کے بجائے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برآمدہوئے لوگوں نے سروقدتعظ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اگرچہ آپ اس وقت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کمسن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نے علوم کے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ابہانے</w:t>
      </w:r>
      <w:r>
        <w:rPr>
          <w:rtl/>
          <w:lang w:bidi="ur-PK"/>
        </w:rPr>
        <w:t xml:space="preserve">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عبداللہ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نے جوقدرے آپ سے دورتھے آپ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جاتے ہوئے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ومنزلت کاآپس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ا،آخر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نے کہ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چلو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کے سامنے رسوااورذل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کرتاہوں،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سوالات کروں گا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عبداللہ نے کہا،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تمہاراخ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خام ہے ،وہ فرزند رسول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،الغرض دونوں حاضرخدمت ہوئے، 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سے پوچھا صاحبزادے،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</w:t>
      </w:r>
      <w:r>
        <w:rPr>
          <w:rFonts w:hint="eastAsia"/>
          <w:rtl/>
          <w:lang w:bidi="ur-PK"/>
        </w:rPr>
        <w:t>اؤکہ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اگرتمہارے شہر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مسافر آجائے اوراسے قضاحاجت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اکرے</w:t>
      </w:r>
      <w:r>
        <w:rPr>
          <w:rtl/>
          <w:lang w:bidi="ur-PK"/>
        </w:rPr>
        <w:t xml:space="preserve"> اوراس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مناسب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نے برجستہ جواب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”مسافرکوچاہئے</w:t>
      </w:r>
      <w:r>
        <w:rPr>
          <w:rtl/>
          <w:lang w:bidi="ur-PK"/>
        </w:rPr>
        <w:t xml:space="preserve"> کہ مکانوں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واروں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چھپے، ہمسا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نگاہوں سے بچے نہروں کے کناروں سے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زکرے</w:t>
      </w:r>
      <w:r>
        <w:rPr>
          <w:rtl/>
          <w:lang w:bidi="ur-PK"/>
        </w:rPr>
        <w:t xml:space="preserve"> جن مقامات پردرختوں کے پھل گرتے ہوں ان سے حذرکرے۔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مکان</w:t>
      </w:r>
      <w:r>
        <w:rPr>
          <w:rtl/>
          <w:lang w:bidi="ur-PK"/>
        </w:rPr>
        <w:t xml:space="preserve"> کے صحن سے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حدہ،</w:t>
      </w:r>
      <w:r>
        <w:rPr>
          <w:rtl/>
          <w:lang w:bidi="ur-PK"/>
        </w:rPr>
        <w:t xml:space="preserve"> شاہراہوں اورراستوں سے الگ مسجدوں کوچھوڑکر،نہ قبلہ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منہ کرے 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،پھراپنے کپڑوں کو بچاکرجہاں چاہے رفع حاجت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،اورعبداللہ کہنے لگے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کہتاتھا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فرزندرسول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بچپن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</w:t>
      </w:r>
      <w:r>
        <w:rPr>
          <w:rFonts w:hint="eastAsia"/>
          <w:rtl/>
          <w:lang w:bidi="ur-PK"/>
        </w:rPr>
        <w:t>قسم</w:t>
      </w:r>
      <w:r>
        <w:rPr>
          <w:rtl/>
          <w:lang w:bidi="ur-PK"/>
        </w:rPr>
        <w:t xml:space="preserve"> کاعلم ہواکرتاہے (بحار،مناقب واحتجاج)۔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فرماتھے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آپکے نورنظرامام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باہر سے واپس آئے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>! ذرااس مصرعہ پرمصرعہ لگاؤ”تنح عن القب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ولامزتودہ“ آپ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فورامصرعہ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”ومن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تہ</w:t>
      </w:r>
      <w:r>
        <w:rPr>
          <w:rtl/>
          <w:lang w:bidi="ur-PK"/>
        </w:rPr>
        <w:t xml:space="preserve"> حسنا فزدہ“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سے دوررہو اوران کاارادہ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کرو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جس کے ساتھ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کرو،بھرپورکرو“ پھرفرما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اس پرمصرعہ لگاؤ ”ستلق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 عدوک کل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د“</w:t>
      </w:r>
      <w:r>
        <w:rPr>
          <w:rtl/>
          <w:lang w:bidi="ur-PK"/>
        </w:rPr>
        <w:t xml:space="preserve"> آپ نے مصرعہ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”اذاکاوالعدوفلاتکدہ“ (ترجمہ)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 تمہارادشمن ہرقسم کامکروفر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کرے </w:t>
      </w:r>
      <w:r>
        <w:rPr>
          <w:rFonts w:hint="eastAsia"/>
          <w:rtl/>
          <w:lang w:bidi="ur-PK"/>
        </w:rPr>
        <w:t>گا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جب دشمن مکروفر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کرے تب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جانا چاہئے (بحارالانوار جلد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۳۶۶)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18" w:name="_Toc509136840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</w:t>
      </w:r>
      <w:bookmarkEnd w:id="21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۱۴۸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وقت سے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بذات خودفرائض امام کے ذمہ دارہوئے اس وقت سلطنت عباس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تخت پرمنصوردوانق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بادشاہ 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ظالم بادشاہ تھا جس کے ہاتھوں لاتعدادسادات مظالم کانشانہ بن چکے تھے تلوا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گھاٹ اتارے گئے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چنوائے گئے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درکھے</w:t>
      </w:r>
      <w:r>
        <w:rPr>
          <w:rtl/>
          <w:lang w:bidi="ur-PK"/>
        </w:rPr>
        <w:t xml:space="preserve"> گئے ،خودامام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خلاف طرح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سازش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اورمختلف صورت سے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منصورہ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جاہوازہرتھا</w:t>
      </w:r>
      <w:r>
        <w:rPr>
          <w:rtl/>
          <w:lang w:bidi="ur-PK"/>
        </w:rPr>
        <w:t xml:space="preserve"> جس سے آپ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رخصت ہوئے تھے۔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حالات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کواپنے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متعلق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تھا کہ حکومت وقت اسے زندہ نہ رہنے 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نے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بوجھ حکومت کے کندھوں پررکھ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صورت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،کہ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داداورگھربارکے</w:t>
      </w:r>
      <w:r>
        <w:rPr>
          <w:rtl/>
          <w:lang w:bidi="ur-PK"/>
        </w:rPr>
        <w:t xml:space="preserve"> انتظامات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پانچ شخصوں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جماعت مقررفر</w:t>
      </w:r>
      <w:r>
        <w:rPr>
          <w:rFonts w:hint="eastAsia"/>
          <w:rtl/>
          <w:lang w:bidi="ur-PK"/>
        </w:rPr>
        <w:t>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پہلاشخص خود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منصورعباس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تھا، اس کے علاوہ محمدبن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حاکم </w:t>
      </w:r>
      <w:r>
        <w:rPr>
          <w:rtl/>
          <w:lang w:bidi="ur-PK"/>
        </w:rPr>
        <w:lastRenderedPageBreak/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نہ،</w:t>
      </w:r>
      <w:r>
        <w:rPr>
          <w:rtl/>
          <w:lang w:bidi="ur-PK"/>
        </w:rPr>
        <w:t xml:space="preserve"> اورعبداللہ افطح جوامام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کے سن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بڑے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،اورحضرت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معظمہ 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خاتون۔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کااند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بالکل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تھا،اورآپ کاتحفظ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ثابت ہوا،چنانچہ جب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اطلاح منصورکوپہنچ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تواس نے پہلے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 سے اظہاررنج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مرتبہ اناللہ واناال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راجعون ،کہا اورکہاکہ اب بھلاجعفرکامثل کون ہے؟ اس کے بعدحاکم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کولکھاکہ اگرجع</w:t>
      </w:r>
      <w:r>
        <w:rPr>
          <w:rFonts w:hint="eastAsia"/>
          <w:rtl/>
          <w:lang w:bidi="ur-PK"/>
        </w:rPr>
        <w:t>فرصادق</w:t>
      </w:r>
      <w:r>
        <w:rPr>
          <w:rtl/>
          <w:lang w:bidi="ur-PK"/>
        </w:rPr>
        <w:t xml:space="preserve">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کواپنا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مقررک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اہوتواس</w:t>
      </w:r>
      <w:r>
        <w:rPr>
          <w:rtl/>
          <w:lang w:bidi="ur-PK"/>
        </w:rPr>
        <w:t xml:space="preserve"> کاسرفوراقلم کردو، حاکم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لکھاکہ انہوں نے توپانچ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مقررکئے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پہلے آپ خودہ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 سن کر منصورد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رتک</w:t>
      </w:r>
      <w:r>
        <w:rPr>
          <w:rtl/>
          <w:lang w:bidi="ur-PK"/>
        </w:rPr>
        <w:t xml:space="preserve"> خاموش رہااورسوچنے کے بعدکہنے لگاکہ اس صورت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قتل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کئے جاسکتے اس کے </w:t>
      </w:r>
      <w:r>
        <w:rPr>
          <w:rFonts w:hint="eastAsia"/>
          <w:rtl/>
          <w:lang w:bidi="ur-PK"/>
        </w:rPr>
        <w:t>بعددس</w:t>
      </w:r>
      <w:r>
        <w:rPr>
          <w:rtl/>
          <w:lang w:bidi="ur-PK"/>
        </w:rPr>
        <w:t xml:space="preserve"> برس منصورزندہ رہا،ل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تعرض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اورآپ 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فرائض امامت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امن وسکون کے ساتھ مصروف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تھاکہ اس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منصورشہربغداد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مصروف تھاجس سے </w:t>
      </w:r>
      <w:r>
        <w:rPr>
          <w:rtl/>
          <w:lang w:bidi="fa-IR"/>
        </w:rPr>
        <w:t>۱۵۷</w:t>
      </w:r>
      <w:r>
        <w:rPr>
          <w:rtl/>
          <w:lang w:bidi="ur-PK"/>
        </w:rPr>
        <w:t xml:space="preserve"> 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سے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پہلے اسے فراغت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،اس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کے متعلق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ذا</w:t>
      </w:r>
      <w:r>
        <w:rPr>
          <w:rtl/>
          <w:lang w:bidi="ur-PK"/>
        </w:rPr>
        <w:t xml:space="preserve"> رسان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عہدسے قبل وہ سادات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کمال دکھاچکاتھا۔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منصورکے زمانے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بے انتہاسادات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دکئے</w:t>
      </w:r>
      <w:r>
        <w:rPr>
          <w:rtl/>
          <w:lang w:bidi="ur-PK"/>
        </w:rPr>
        <w:t xml:space="preserve">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اورجوبچے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وطن چھوڑکر بھاگ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وطن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ہاشم بن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باج</w:t>
      </w:r>
      <w:r>
        <w:rPr>
          <w:rtl/>
          <w:lang w:bidi="ur-PK"/>
        </w:rPr>
        <w:t xml:space="preserve"> بن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عمربن الحسن المثن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امام حسن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جنہوں نے ملتان کوعلاقوں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مقام</w:t>
      </w:r>
      <w:r>
        <w:rPr>
          <w:rFonts w:hint="eastAsia"/>
          <w:rtl/>
          <w:lang w:bidi="ur-PK"/>
        </w:rPr>
        <w:t>”خان“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سکونت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(النزاع والتخاصم ص </w:t>
      </w:r>
      <w:r>
        <w:rPr>
          <w:rtl/>
          <w:lang w:bidi="fa-IR"/>
        </w:rPr>
        <w:t>۴۷</w:t>
      </w:r>
      <w:r>
        <w:rPr>
          <w:rtl/>
          <w:lang w:bidi="ur-PK"/>
        </w:rPr>
        <w:t xml:space="preserve"> طبع مصر)۔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۱۵۸</w:t>
      </w:r>
      <w:r>
        <w:rPr>
          <w:rtl/>
          <w:lang w:bidi="ur-PK"/>
        </w:rPr>
        <w:t xml:space="preserve"> ھ کے آخر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منصوردوانق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رخصت ہوا،اوراس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تخت سلطنت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ٹھا،شروع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تواس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واحترام کے خلاف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برتاؤنہ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مگرچندسال بعدپھروہ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کاجذبہ ابھرا اور </w:t>
      </w:r>
      <w:r>
        <w:rPr>
          <w:rtl/>
          <w:lang w:bidi="fa-IR"/>
        </w:rPr>
        <w:t>۱۶۴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وہ حج کے نام سے ح</w:t>
      </w:r>
      <w:r>
        <w:rPr>
          <w:rFonts w:hint="eastAsia"/>
          <w:rtl/>
          <w:lang w:bidi="ur-PK"/>
        </w:rPr>
        <w:t>جازک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اتوامام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کواپنے ساتھ مکہ سے بغدادلے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تک حضرت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رہے پھراس 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کااحساس ہوااورحضرت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کاموقع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بعداس کابھائ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۱۶۹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تخت سلطنت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اورصرف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ماہ تک اس نے سلطنت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اس کے بعدہارون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دکازمانہ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سانس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(سوانح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ص </w:t>
      </w:r>
      <w:r>
        <w:rPr>
          <w:rtl/>
          <w:lang w:bidi="fa-IR"/>
        </w:rPr>
        <w:t xml:space="preserve">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آپ درجہ امامت پرفائزہوئے اس وقت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۱۷۱)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19" w:name="_Toc509136841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بعض کرامات</w:t>
      </w:r>
      <w:bookmarkEnd w:id="219"/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20" w:name="_Toc509136842"/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شق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بلخ</w:t>
      </w:r>
      <w:r>
        <w:rPr>
          <w:rFonts w:hint="cs"/>
          <w:rtl/>
          <w:lang w:bidi="ur-PK"/>
        </w:rPr>
        <w:t>ی</w:t>
      </w:r>
      <w:bookmarkEnd w:id="22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محمدبن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کے کرامات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”تحارمنہاالعقول“ ان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کرعقل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چکراجات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،مثال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ملاحظہ ہو؟ </w:t>
      </w:r>
      <w:r>
        <w:rPr>
          <w:rtl/>
          <w:lang w:bidi="fa-IR"/>
        </w:rPr>
        <w:t>۱۴۹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بلخ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ان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مقام قادس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پہنچاتو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خوب صورت جوان جن کارنگ سانولہ (گندم گوں) تھا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مجمع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فرماہ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جسم ان کاضع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ہے وہ اپنے کپڑوں کے اوپر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کمبل ڈالے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پہنے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بعدوہ مجمع سے ہٹ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</w:t>
      </w:r>
      <w:r>
        <w:rPr>
          <w:rtl/>
          <w:lang w:bidi="ur-PK"/>
        </w:rPr>
        <w:t xml:space="preserve"> مقام پرجاکرب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گئے،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سوچا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اورلوگو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پرزادراہ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باربنناچاہتاہے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کروں گاکہ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ادرکھے</w:t>
      </w:r>
      <w:r>
        <w:rPr>
          <w:rtl/>
          <w:lang w:bidi="ur-PK"/>
        </w:rPr>
        <w:t xml:space="preserve"> گا،غرض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پہنچاہوں،وہ بولے ائے شق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بدگمان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اچھاش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اس کے بعدوہ فورااٹھ کرروانہ ہوگئے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معاملہ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انہوں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رانام</w:t>
      </w:r>
      <w:r>
        <w:rPr>
          <w:rtl/>
          <w:lang w:bidi="ur-PK"/>
        </w:rPr>
        <w:t xml:space="preserve"> لے کرمجھے مخاطب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جان ل</w:t>
      </w:r>
      <w:r>
        <w:rPr>
          <w:rFonts w:hint="cs"/>
          <w:rtl/>
          <w:lang w:bidi="ur-PK"/>
        </w:rPr>
        <w:t>ی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واقعہ سے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پرپہنچاکہ ہونہ 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عبدصالح ہوں بس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سوچ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نکلااوران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تھاکہ وہ مل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سے کچھ سوالات کروں گا،ل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نہ مل سکے،ان کے چلے جانے کے بعدہم لوگ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روانہ ہوئے ، چلتے چلتے جب ہم ”واد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eastAsia"/>
          <w:rtl/>
          <w:lang w:bidi="ur-PK"/>
        </w:rPr>
        <w:t>ضہ“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پہنچے توہم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 صالح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کے اعضاء وجوارح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مانندکانپ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آنسوجار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 کران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اب ان سے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کروں گاجب وہ نمازسے فارغ ہوئے توبولے ائے شف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خداکاقول ہے کہ ج</w:t>
      </w:r>
      <w:r>
        <w:rPr>
          <w:rFonts w:hint="eastAsia"/>
          <w:rtl/>
          <w:lang w:bidi="ur-PK"/>
        </w:rPr>
        <w:t>وتوبہ</w:t>
      </w:r>
      <w:r>
        <w:rPr>
          <w:rtl/>
          <w:lang w:bidi="ur-PK"/>
        </w:rPr>
        <w:t xml:space="preserve"> کرتاہے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اس کے بعدپھرروانہ ہوگئے 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بندہ عابد،کوئ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ابدال ہے 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 دو بار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ارادہ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ظاہرکرچکاہے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ہرچندپھران سے ملنے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نہ مل سکے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منزل زبالہ پرپہنچاتو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جگت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بعدانہوں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کوزہ نکال کرکنوئ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ناچاہا،ناگاہ</w:t>
      </w:r>
      <w:r>
        <w:rPr>
          <w:rtl/>
          <w:lang w:bidi="ur-PK"/>
        </w:rPr>
        <w:t xml:space="preserve"> ان کے ہاتھ سے کوزہ چھوٹ کرکنوئ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کوزہ گرنے کے بعدانہوں نے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منہ کرکے بارگاہ احد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پالنے وال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اساہوتاہوں</w:t>
      </w:r>
      <w:r>
        <w:rPr>
          <w:rtl/>
          <w:lang w:bidi="ur-PK"/>
        </w:rPr>
        <w:t xml:space="preserve"> توہ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کرتاہے اورجب بھوکاہوتاہوں توہ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!اس کوزہ کے علاوہ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اورکوزہ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مالک!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کوزہ پرآب برآمدکردے،اس جوان صالح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کہناتھاکہ کنوئ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بلندہوااوراوپرتک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نے ہاتھ بڑھاکر اپناکوزہ </w:t>
      </w:r>
      <w:r>
        <w:rPr>
          <w:rFonts w:hint="eastAsia"/>
          <w:rtl/>
          <w:lang w:bidi="ur-PK"/>
        </w:rPr>
        <w:t>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بھراہوالے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ااوروضوفرماکر</w:t>
      </w:r>
      <w:r>
        <w:rPr>
          <w:rtl/>
          <w:lang w:bidi="ur-PK"/>
        </w:rPr>
        <w:t xml:space="preserve"> چاررکعت نمازپڑھ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بعدآپ نے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اٹھائ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ڈال کرکھاناشروع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عرض پردازہواجناب والا! مجھے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بھوکاہوں آپ نے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کوزہ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حوالے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ج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سالذ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ذستوپا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تھا، پھراس ستو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تک سفر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رہابھوکانہ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اس کے بعدآپ نظروں سے غائب ہوگئے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مکہ معظمہ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پہنچاتو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بالو(ر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) کے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کے کنارے مشغول نمازہ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اورحالت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آنسوجار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اوربدن پرخضوع وخشوع کے آثارنما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نمازہ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تھے کہ صبح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آپ نے نمازصبح ادافرمائ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سے اٹھ کر</w:t>
      </w:r>
      <w:r>
        <w:rPr>
          <w:rFonts w:hint="eastAsia"/>
          <w:rtl/>
          <w:lang w:bidi="ur-PK"/>
        </w:rPr>
        <w:t>طواف</w:t>
      </w:r>
      <w:r>
        <w:rPr>
          <w:rtl/>
          <w:lang w:bidi="ur-PK"/>
        </w:rPr>
        <w:t xml:space="preserve"> کاارادہ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ا،پھرسات</w:t>
      </w:r>
      <w:r>
        <w:rPr>
          <w:rtl/>
          <w:lang w:bidi="ur-PK"/>
        </w:rPr>
        <w:t xml:space="preserve"> بارطواف کرنے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پرٹہرے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آپ کے گردب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شمارحضرات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اورسب بے انتہاتعظ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وتکر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چونکہ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کرامات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چکاتھا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مجھے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فکرتھ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کروں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بزرگ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کون؟ انہوں نے </w:t>
      </w:r>
      <w:r>
        <w:rPr>
          <w:rFonts w:hint="eastAsia"/>
          <w:rtl/>
          <w:lang w:bidi="ur-PK"/>
        </w:rPr>
        <w:t>کہاکہ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فرزند رسول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کہابے شک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صاحب کرامات جو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سزاوارہ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(مطالب السول ص </w:t>
      </w:r>
      <w:r>
        <w:rPr>
          <w:rtl/>
          <w:lang w:bidi="fa-IR"/>
        </w:rPr>
        <w:t>۲۷۹</w:t>
      </w:r>
      <w:r>
        <w:rPr>
          <w:rtl/>
          <w:lang w:bidi="ur-PK"/>
        </w:rPr>
        <w:t xml:space="preserve"> ،نورالابصارص </w:t>
      </w:r>
      <w:r>
        <w:rPr>
          <w:rtl/>
          <w:lang w:bidi="fa-IR"/>
        </w:rPr>
        <w:t>۱۳۵</w:t>
      </w:r>
      <w:r>
        <w:rPr>
          <w:rtl/>
          <w:lang w:bidi="ur-PK"/>
        </w:rPr>
        <w:t xml:space="preserve"> ،شواہدالنبوت ص </w:t>
      </w:r>
      <w:r>
        <w:rPr>
          <w:rtl/>
          <w:lang w:bidi="fa-IR"/>
        </w:rPr>
        <w:t>۱۹۳</w:t>
      </w:r>
      <w:r>
        <w:rPr>
          <w:rtl/>
          <w:lang w:bidi="ur-PK"/>
        </w:rPr>
        <w:t xml:space="preserve"> ،صواعق محرقہ ص </w:t>
      </w:r>
      <w:r>
        <w:rPr>
          <w:rtl/>
          <w:lang w:bidi="fa-IR"/>
        </w:rPr>
        <w:t>۱۲۱</w:t>
      </w:r>
      <w:r>
        <w:rPr>
          <w:rtl/>
          <w:lang w:bidi="ur-PK"/>
        </w:rPr>
        <w:t xml:space="preserve"> ، ارجح المطالب ص </w:t>
      </w:r>
      <w:r>
        <w:rPr>
          <w:rtl/>
          <w:lang w:bidi="fa-IR"/>
        </w:rPr>
        <w:t xml:space="preserve">۴۵۲) 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tl/>
          <w:lang w:bidi="ur-PK"/>
        </w:rPr>
        <w:t xml:space="preserve"> ذاکرحس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شق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ابن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بلخ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کاانتقال </w:t>
      </w:r>
      <w:r>
        <w:rPr>
          <w:rtl/>
          <w:lang w:bidi="fa-IR"/>
        </w:rPr>
        <w:t>۱۹۰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ہواتھا (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۵۹)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مدائن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رہنے کے بعدوہ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چلے گئے ان کاخ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تھا کہ وہاں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گزار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 کرانہوں نے جناب ابوذرکے مکان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ٹہرنے کے بعد انہوں نے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وہاں آناجاناشروع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ا،مدائن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کوبارش 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وقت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حاضرتھا،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بعد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فورااپنے مکان چلے جاؤک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”انہدم </w:t>
      </w:r>
      <w:r>
        <w:rPr>
          <w:rFonts w:hint="eastAsia"/>
          <w:rtl/>
          <w:lang w:bidi="ur-PK"/>
        </w:rPr>
        <w:t>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متاعک“ تمہارامکان تمہارے اثاثہ پرگرگ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اورلوگ سامان نکال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فورامکان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گھرگرچکاہے اورلوگ سامان نکال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ں،دوسرے</w:t>
      </w:r>
      <w:r>
        <w:rPr>
          <w:rtl/>
          <w:lang w:bidi="ur-PK"/>
        </w:rPr>
        <w:t xml:space="preserve"> دن جب حاضرہواتوامام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پوچھاکہ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طشت </w:t>
      </w:r>
      <w:r>
        <w:rPr>
          <w:rFonts w:hint="eastAsia"/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وضو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اکرتاتھا،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ہوا،بلکہ انہدام مکان سے پہلے تم اسے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الخلاء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 کربھول گئے ہو،تم جاؤاورمالک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کہو،وہ لادے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اورطشت مل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(نورالابصارص </w:t>
      </w:r>
      <w:r>
        <w:rPr>
          <w:rtl/>
          <w:lang w:bidi="fa-IR"/>
        </w:rPr>
        <w:t xml:space="preserve">۱۳۵)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ہمراہ سو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نارحضرت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بطورنذرارسال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اسے لے کرمد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پہنچ کراس نے سوچاکہ امام کے ہاتھوں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جاناہے لہذا پاک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ناچاہئے</w:t>
      </w:r>
      <w:r>
        <w:rPr>
          <w:rtl/>
          <w:lang w:bidi="ur-PK"/>
        </w:rPr>
        <w:t xml:space="preserve"> وہ کہتاہے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ناروں</w:t>
      </w:r>
      <w:r>
        <w:rPr>
          <w:rtl/>
          <w:lang w:bidi="ur-PK"/>
        </w:rPr>
        <w:t xml:space="preserve"> کوجوامانت تھے شمارک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تووہ نناوے تھے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نارشامل</w:t>
      </w:r>
      <w:r>
        <w:rPr>
          <w:rtl/>
          <w:lang w:bidi="ur-PK"/>
        </w:rPr>
        <w:t xml:space="preserve"> کرکے سوپورا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ا،جب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حاضرہواتوآپ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اسب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پرڈال دو،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کھو ل کرسب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پرنکال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آپ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بتائے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نارجو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ملا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جنے</w:t>
      </w:r>
      <w:r>
        <w:rPr>
          <w:rtl/>
          <w:lang w:bidi="ur-PK"/>
        </w:rPr>
        <w:t xml:space="preserve"> والے نے عددکالحاظ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بلکہ وزن کالحاظ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جو </w:t>
      </w:r>
      <w:r>
        <w:rPr>
          <w:rtl/>
          <w:lang w:bidi="fa-IR"/>
        </w:rPr>
        <w:t>۹۹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پوراہوتاہے۔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کاکہناہے کہ مجھے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دے کرامام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 کر ان کاخط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انہوں نے اسے پڑھے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رآست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نکال کرمجھے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ااورکہا</w:t>
      </w:r>
      <w:r>
        <w:rPr>
          <w:rtl/>
          <w:lang w:bidi="ur-PK"/>
        </w:rPr>
        <w:t xml:space="preserve"> کہ انہوں نے جوکچھ لکھاہے اس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 ہے (شواہدالنبوت ص </w:t>
      </w:r>
      <w:r>
        <w:rPr>
          <w:rtl/>
          <w:lang w:bidi="fa-IR"/>
        </w:rPr>
        <w:t xml:space="preserve">۱۹۵) </w:t>
      </w:r>
      <w:r>
        <w:rPr>
          <w:rtl/>
          <w:lang w:bidi="ur-PK"/>
        </w:rPr>
        <w:t>۔</w:t>
      </w:r>
      <w:r>
        <w:rPr>
          <w:rtl/>
          <w:lang w:bidi="ur-PK"/>
        </w:rPr>
        <w:cr/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جانتے تھے اورہرسوال کاجواب رکھتے تھے ہرجاندارک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واقف تھے (روائح المصطف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۱۶۲)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ابوحمزہ</w:t>
      </w:r>
      <w:r>
        <w:rPr>
          <w:rtl/>
          <w:lang w:bidi="ur-PK"/>
        </w:rPr>
        <w:t xml:space="preserve"> بطائن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حضرت کے ساتھ حج کوجارہاتھا کہ راستہ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ربرآمدہوا،اس</w:t>
      </w:r>
      <w:r>
        <w:rPr>
          <w:rtl/>
          <w:lang w:bidi="ur-PK"/>
        </w:rPr>
        <w:t xml:space="preserve"> نے آپ کے 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کچھ کہاآپ نے اس کواس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ااوروہ</w:t>
      </w:r>
      <w:r>
        <w:rPr>
          <w:rtl/>
          <w:lang w:bidi="ur-PK"/>
        </w:rPr>
        <w:t xml:space="preserve">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ہمارے سوال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دعاک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</w:t>
      </w:r>
      <w:r>
        <w:rPr>
          <w:rFonts w:hint="eastAsia"/>
          <w:rtl/>
          <w:lang w:bidi="ur-PK"/>
        </w:rPr>
        <w:t>اہش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دعاکرد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واپس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(تذکرة المعصوم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۱۹۳)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21" w:name="_Toc509136843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اخلاق وعادات اوشمائل واوصاف</w:t>
      </w:r>
      <w:bookmarkEnd w:id="22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 مقدس سلسلہ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فردتھے جس کوخالق نے نوع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ارکمال</w:t>
      </w:r>
      <w:r>
        <w:rPr>
          <w:rtl/>
          <w:lang w:bidi="ur-PK"/>
        </w:rPr>
        <w:t xml:space="preserve">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اپنے وقت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اخلاق واصاف کامرقع تھا ،ب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کہ بعض افراد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صفات اتنے ممت</w:t>
      </w:r>
      <w:r>
        <w:rPr>
          <w:rFonts w:hint="eastAsia"/>
          <w:rtl/>
          <w:lang w:bidi="ur-PK"/>
        </w:rPr>
        <w:t>ازنظرآتے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سب سے پہلے ان پرنظرپڑت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چنانچہ ساتو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تحمل وبرداشت اورغصہ ضبط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کالقب کاظم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غصہ 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والا،آپ کوکبھ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ترش روئ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بات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اورانتہائ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ناگ</w:t>
      </w:r>
      <w:r>
        <w:rPr>
          <w:rFonts w:hint="eastAsia"/>
          <w:rtl/>
          <w:lang w:bidi="ur-PK"/>
        </w:rPr>
        <w:t>وارحالات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مسکراتے ہوئے نظرآئے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حاکم سے آپ کوسخت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وہ جناب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باالفاظ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اکرتاتھا</w:t>
      </w:r>
      <w:r>
        <w:rPr>
          <w:rtl/>
          <w:lang w:bidi="ur-PK"/>
        </w:rPr>
        <w:t xml:space="preserve"> ، مگرحضرت نے اپنے اصحاب کوہم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اس کے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روکا۔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اصحاب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گستاخ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اورکہاکہ اب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ضبط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سے انتقام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توحضرت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خوداس کاتدارک کروں گا اس طرح ان کے جذبات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سکون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کے بعد حضرت خود اس شخص کے پاس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زراعت 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احسان اورحسن سلوک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گستاخ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پرنادم ہوا، اوراپنے طرزعمل کوبدل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نے اپنے اصحاب سے صورت حال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فرماکر پوچھاکہ جو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 xml:space="preserve">وہ اچھاتھا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طرح تم لوگ اس کے ساتھ کرناچاہتے تھے سب نے کہا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حضورنے جوطر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بہترتھا اس طرح آپ نے اپنے جدبزرگوارحضرت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اس ارشاد کوعمل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لاکردکھلا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اجوآج</w:t>
      </w:r>
      <w:r>
        <w:rPr>
          <w:rtl/>
          <w:lang w:bidi="ur-PK"/>
        </w:rPr>
        <w:t xml:space="preserve"> تک ”نہج البلاغہ“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موجودہے کہ اپنے دشمن پراحسان کے ساتھ فتح حاصل کروک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پرلطف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بے شک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مخالف کے ظر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کاصح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اندازہ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ان الفاظ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”خبردار!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عدم تشدد کاطر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نااہل کے ساتھ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ارنہ</w:t>
      </w:r>
      <w:r>
        <w:rPr>
          <w:rtl/>
          <w:lang w:bidi="ur-PK"/>
        </w:rPr>
        <w:t xml:space="preserve"> کرنا ورنہ اس کے تشدد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اضافہ ہوجائے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عدم تشددکے موقع کوپہنچاننے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بالغ نگاہ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کوحاصل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وقت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جب مخالف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ساعمل</w:t>
      </w:r>
      <w:r>
        <w:rPr>
          <w:rtl/>
          <w:lang w:bidi="ur-PK"/>
        </w:rPr>
        <w:t xml:space="preserve"> ہوچکاہوجواس کے ساتھ انتقام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تشددکاجوازپ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داکرسکے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اقدام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ہواہو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بہرحال اس کے ساتھ احسان کرناپسندکرتے تھے تاکہ اس کے خلاف حجت قائم ہواوراسے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جارحانہ اقدام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تلاش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عذرنہ مل سکے بالکل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ابن ملجم کے ساتھ جوجناب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دکرنے</w:t>
      </w:r>
      <w:r>
        <w:rPr>
          <w:rtl/>
          <w:lang w:bidi="ur-PK"/>
        </w:rPr>
        <w:t xml:space="preserve"> والاتھا آخروقت تک جناب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احسان فرماتے رہ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محمدبن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ساتھ جوامام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کاباعث ہوا، آپ احسان فرماتے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اس سفرکے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جواس نے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بغدادک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ساڑھے چارسود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ناراورپندرہ</w:t>
      </w:r>
      <w:r>
        <w:rPr>
          <w:rtl/>
          <w:lang w:bidi="ur-PK"/>
        </w:rPr>
        <w:t xml:space="preserve"> سودرہم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 خودحضرت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عطافرمائ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کووہ لے کر روانہ ہواتھا۔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کوزمانہ بہت ناسازگارملاتھا نہ اس وقت وہ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دربارقائم رہ سکتاتھا جوامام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قائم رہ چکاتھا نہ دوسرے ذرائع سے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واشاعت ممکن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خاموش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اکوآل</w:t>
      </w:r>
      <w:r>
        <w:rPr>
          <w:rtl/>
          <w:lang w:bidi="ur-PK"/>
        </w:rPr>
        <w:t xml:space="preserve"> محمدک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سے روشناس بناسکت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اپنے مجمعوں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اکثربالکل خاموش رہتے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جب تک آپ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امرکے متعلق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سوال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آپ گفتگو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ابتداء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فرماتے تھے ، اس کے باوجودآپ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جلالت کاسکہ دوست اوردشمن سب کے دل پرقائم تھا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مانتے تھے۔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عام طورپرآپ کواکثرعبادت اورشب زندہ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عبدصالح کے لقب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اجاتاتھا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سخاوت اورف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شہرہ تھا اورفقراء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اکثرپوش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طورپرخبرگ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تھے ہرنمازصبح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بات</w:t>
      </w:r>
      <w:r>
        <w:rPr>
          <w:rtl/>
          <w:lang w:bidi="ur-PK"/>
        </w:rPr>
        <w:t xml:space="preserve"> کے بعد، آفتاب کے بلندہونے کے بعد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اورزوال کے وقت سراٹھاتے تھے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دلکش انداز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تلاوت فرماتے تھے خودبھ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روتے جاتے تھے اورپاس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والے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آوازسے متاثرہوکر روتے تھے (سوانح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ص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،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۱۷۸)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تھا کہ آپ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کوڈھونڈاکرتے تھے اورجوفق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رآپ</w:t>
      </w:r>
      <w:r>
        <w:rPr>
          <w:rtl/>
          <w:lang w:bidi="ur-PK"/>
        </w:rPr>
        <w:t xml:space="preserve"> کومل جاتاتھا اس کے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اشرف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اورکھانا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عمل آپ کارات کے وقت ہوتاتھا اس طرح آپ فقراء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بے شمارگھ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کاآذوقہ چلارہے تھے اورلطف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 لوگوں تک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پتہ نہ تھاکہ ہم تک سامان پہنچانے والاکون 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رازاس وقت کھلاجب آپ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رحلت فرماگئے (نورالابصارص </w:t>
      </w:r>
      <w:r>
        <w:rPr>
          <w:rtl/>
          <w:lang w:bidi="fa-IR"/>
        </w:rPr>
        <w:t>۱۳۶</w:t>
      </w:r>
      <w:r>
        <w:rPr>
          <w:rtl/>
          <w:lang w:bidi="ur-PK"/>
        </w:rPr>
        <w:t xml:space="preserve"> طبع مصر)۔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کے صفحہ </w:t>
      </w:r>
      <w:r>
        <w:rPr>
          <w:rtl/>
          <w:lang w:bidi="fa-IR"/>
        </w:rPr>
        <w:t>۱۳۴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دن بھرروزہ رکھتے تھے اوررات بھرنماز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پڑھاکرتے تھے علامہ خط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بے انتہاعبادت 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اضت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اورطاعت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درجہ شدت برداشت کرتے تھے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دفعہ مسجدنبو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آپ 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مناجات فرمارہے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 درجہ سجدہ کوطول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صبح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۱۳۱)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برابربلاوجہ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کرتاتھا جب آپ کواس کاعلم ہواتوآپ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>(اشرف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اس کے گھرپربطورانعام بھجواد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(روائح المصطف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۲۶۴) </w:t>
      </w:r>
      <w:r>
        <w:rPr>
          <w:rtl/>
          <w:lang w:bidi="ur-PK"/>
        </w:rPr>
        <w:t>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 سے بازآگ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22" w:name="_Toc509136844"/>
      <w:r>
        <w:rPr>
          <w:rFonts w:hint="eastAsia"/>
          <w:rtl/>
          <w:lang w:bidi="ur-PK"/>
        </w:rPr>
        <w:t>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ہارون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22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۱۵/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۱۷۰</w:t>
      </w:r>
      <w:r>
        <w:rPr>
          <w:rtl/>
          <w:lang w:bidi="ur-PK"/>
        </w:rPr>
        <w:t xml:space="preserve"> ھ کومہد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ابوجعفرہارون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نے اپناوز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خالدبرمک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ااورامام</w:t>
      </w:r>
      <w:r>
        <w:rPr>
          <w:rtl/>
          <w:lang w:bidi="ur-PK"/>
        </w:rPr>
        <w:t xml:space="preserve">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کے شاگردابو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کوقاض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قضاة کادرجہ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ذاہب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اگرچہ بعض اچھے کام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لہوولعب اورحصول لذت ممن</w:t>
      </w:r>
      <w:r>
        <w:rPr>
          <w:rFonts w:hint="eastAsia"/>
          <w:rtl/>
          <w:lang w:bidi="ur-PK"/>
        </w:rPr>
        <w:t>وعہ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منفردتھا، ابن خلدون کاکہناہے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اپنے دادامنصورکے نقش قدم پرچلتاتھا فرق اتناتھا کہ وہ بخ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تھا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پہلاخل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ہے جس نے راگ راگن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،اس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پرسادات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داغ ہے علم موس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کاماہرابواسحاق ابر</w:t>
      </w:r>
      <w:r>
        <w:rPr>
          <w:rFonts w:hint="eastAsia"/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موصل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کادربار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پہلااسلام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بادشاہ ہے جس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اورشطرنج کے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کاشوق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شطرنج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لنا</w:t>
      </w:r>
      <w:r>
        <w:rPr>
          <w:rtl/>
          <w:lang w:bidi="ur-PK"/>
        </w:rPr>
        <w:t xml:space="preserve"> بہت بڑا گناہ ہے جامع الاخبار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کاسردربار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مں</w:t>
      </w:r>
      <w:r>
        <w:rPr>
          <w:rtl/>
          <w:lang w:bidi="ur-PK"/>
        </w:rPr>
        <w:t xml:space="preserve"> پہنچاتھاتووہ شطرنج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رہاتھا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الخلفاء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داپنے</w:t>
      </w:r>
      <w:r>
        <w:rPr>
          <w:rtl/>
          <w:lang w:bidi="ur-PK"/>
        </w:rPr>
        <w:t xml:space="preserve">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مدخولہ لونڈ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پرعاشق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کہا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تمہارے باپ کے پاس رہ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ہوں،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حلال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ہارون نے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سے فتو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انہوں نے کہاآپ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جھوٹ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بول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فتوے کے سہارے سے اس نے اس کے ساتھ </w:t>
      </w:r>
      <w:r>
        <w:rPr>
          <w:rFonts w:hint="eastAsia"/>
          <w:rtl/>
          <w:lang w:bidi="ur-PK"/>
        </w:rPr>
        <w:t>بدفعل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علامہ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بادشاہ ہارون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لونڈ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دکراس</w:t>
      </w:r>
      <w:r>
        <w:rPr>
          <w:rtl/>
          <w:lang w:bidi="ur-PK"/>
        </w:rPr>
        <w:t xml:space="preserve"> کے ساتھ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بلااستبراء جماع کرنا چاہا،قاض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نے کہاکہ اسے اپنے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لڑکے کوہبہ کرکے استعمال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علامہ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اس فتو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اجرت امام ابو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لاکھ درہم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ابن خلکان کاکہناہے کہ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کے شاگردوں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ہوتے توامام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کاذکربھ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ہوتا۔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مسٹرذاکرحس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بحوالہ صحاح الاخبارمرقوم ہے کہ ہارون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دکادرجہ</w:t>
      </w:r>
      <w:r>
        <w:rPr>
          <w:rtl/>
          <w:lang w:bidi="ur-PK"/>
        </w:rPr>
        <w:t xml:space="preserve"> سادات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منصورسے کم نہ تھا اس نے </w:t>
      </w:r>
      <w:r>
        <w:rPr>
          <w:rtl/>
          <w:lang w:bidi="fa-IR"/>
        </w:rPr>
        <w:t>۱۷۶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نفس 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الرحمة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زندہ چنواد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کواس 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سے 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</w:t>
      </w:r>
      <w:r>
        <w:rPr>
          <w:rFonts w:hint="eastAsia"/>
          <w:rtl/>
          <w:lang w:bidi="ur-PK"/>
        </w:rPr>
        <w:t>لاف</w:t>
      </w:r>
      <w:r>
        <w:rPr>
          <w:rtl/>
          <w:lang w:bidi="ur-PK"/>
        </w:rPr>
        <w:t xml:space="preserve"> علم بغاوت بلندنہ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ساتھ حجازسے عراق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لاکر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۱۸۳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زہرسے ہلاک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تحفة الزائر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ہارون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قبرمطہرک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جتوائ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اورقبرپرجوب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کادرخت بطورنشان موجودتھا اسے کٹواد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،جلاء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اورقمقام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بحوالہ امال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مرقوم ہے کہ جب اس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طلاع</w:t>
      </w:r>
      <w:r>
        <w:rPr>
          <w:rtl/>
          <w:lang w:bidi="ur-PK"/>
        </w:rPr>
        <w:t xml:space="preserve"> 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رابن</w:t>
      </w:r>
      <w:r>
        <w:rPr>
          <w:rtl/>
          <w:lang w:bidi="ur-PK"/>
        </w:rPr>
        <w:t xml:space="preserve"> عبدالحم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توانہوں نے کہا کہ رسول خداصلعم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ث”لعن</w:t>
      </w:r>
      <w:r>
        <w:rPr>
          <w:rtl/>
          <w:lang w:bidi="ur-PK"/>
        </w:rPr>
        <w:t xml:space="preserve"> اللہ قاطع السدرة“ب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درخت کاٹنے والے پرخداک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لعنت ہو، کامطلب اب واضح ہوا(تصو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رکربلا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۶۱</w:t>
      </w:r>
      <w:r>
        <w:rPr>
          <w:rtl/>
          <w:lang w:bidi="ur-PK"/>
        </w:rPr>
        <w:t xml:space="preserve"> طبع دہل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۱۸۳۸)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23" w:name="_Toc509136845"/>
      <w:r>
        <w:rPr>
          <w:rFonts w:hint="eastAsia"/>
          <w:rtl/>
          <w:lang w:bidi="ur-PK"/>
        </w:rPr>
        <w:t>ہارون</w:t>
      </w:r>
      <w:r>
        <w:rPr>
          <w:rtl/>
          <w:lang w:bidi="ur-PK"/>
        </w:rPr>
        <w:t xml:space="preserve">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دکاپہلاحج</w:t>
      </w:r>
      <w:r>
        <w:rPr>
          <w:rtl/>
          <w:lang w:bidi="ur-PK"/>
        </w:rPr>
        <w:t xml:space="preserve"> اورامام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گرفتار</w:t>
      </w:r>
      <w:r>
        <w:rPr>
          <w:rFonts w:hint="cs"/>
          <w:rtl/>
          <w:lang w:bidi="ur-PK"/>
        </w:rPr>
        <w:t>ی</w:t>
      </w:r>
      <w:bookmarkEnd w:id="22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tl/>
          <w:lang w:bidi="ur-PK"/>
        </w:rPr>
        <w:t xml:space="preserve"> ابوالفداء لکھتاہے کہ عنان حکومت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ہارون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۱۷۳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پہلے پہل حج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علامہ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”جب ہارون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دحج</w:t>
      </w:r>
      <w:r>
        <w:rPr>
          <w:rtl/>
          <w:lang w:bidi="ur-PK"/>
        </w:rPr>
        <w:t xml:space="preserve"> کوآ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اتولوگوں</w:t>
      </w:r>
      <w:r>
        <w:rPr>
          <w:rtl/>
          <w:lang w:bidi="ur-PK"/>
        </w:rPr>
        <w:t xml:space="preserve"> نے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چغل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 کے پاس ہرطرف سے مال چلاآتاہے ،اتفا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کعبہ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اورکہنے لگاتم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ہوجن سے لوگ چھپ چھپ 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ہم دلوں کے امام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اورآپ جسموں کے،ہارون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</w:t>
      </w:r>
      <w:r>
        <w:rPr>
          <w:rFonts w:hint="eastAsia"/>
          <w:rtl/>
          <w:lang w:bidi="ur-PK"/>
        </w:rPr>
        <w:t>پوچھاکہ</w:t>
      </w:r>
      <w:r>
        <w:rPr>
          <w:rtl/>
          <w:lang w:bidi="ur-PK"/>
        </w:rPr>
        <w:t xml:space="preserve"> تم کس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کہتے ہوکہ ہم رسول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حالانکہ تم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اولادہواورہرشخص اپنے داداسے منتسب ہوتاہے ناناسے منتسب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خدائے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ارشادفرماتاہے ”ومن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تہ</w:t>
      </w:r>
      <w:r>
        <w:rPr>
          <w:rtl/>
          <w:lang w:bidi="ur-PK"/>
        </w:rPr>
        <w:t xml:space="preserve"> داؤد وسل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وزکر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اورظاہرہے کہ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باپ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تھے توجس طرح محض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سے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ملحق ہوئے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مادرگرام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فاطمہ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سے جناب رسول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ٹہرے، پھرفرما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جب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مباہلہ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تومباہلہ کہ وقت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غمبرنے</w:t>
      </w:r>
      <w:r>
        <w:rPr>
          <w:rtl/>
          <w:lang w:bidi="ur-PK"/>
        </w:rPr>
        <w:t xml:space="preserve"> سواعل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اورفاطمہ اورحسن وحس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اوربفحوائے ”ابنانا“ حضرت حسن وحس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اللہ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قرارپائے (صواعق محرقہ ص </w:t>
      </w:r>
      <w:r>
        <w:rPr>
          <w:rtl/>
          <w:lang w:bidi="fa-IR"/>
        </w:rPr>
        <w:t>۱۲۲</w:t>
      </w:r>
      <w:r>
        <w:rPr>
          <w:rtl/>
          <w:lang w:bidi="ur-PK"/>
        </w:rPr>
        <w:t xml:space="preserve"> ،نورالابصار ص </w:t>
      </w:r>
      <w:r>
        <w:rPr>
          <w:rtl/>
          <w:lang w:bidi="fa-IR"/>
        </w:rPr>
        <w:t>۱۳۴</w:t>
      </w:r>
      <w:r>
        <w:rPr>
          <w:rtl/>
          <w:lang w:bidi="ur-PK"/>
        </w:rPr>
        <w:t xml:space="preserve"> ،ارجح المطالب ص </w:t>
      </w:r>
      <w:r>
        <w:rPr>
          <w:rtl/>
          <w:lang w:bidi="fa-IR"/>
        </w:rPr>
        <w:t xml:space="preserve">۴۵۲)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علامہ</w:t>
      </w:r>
      <w:r>
        <w:rPr>
          <w:rtl/>
          <w:lang w:bidi="ur-PK"/>
        </w:rPr>
        <w:t xml:space="preserve"> ابن خلکان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دحج</w:t>
      </w:r>
      <w:r>
        <w:rPr>
          <w:rtl/>
          <w:lang w:bidi="ur-PK"/>
        </w:rPr>
        <w:t xml:space="preserve"> کرنے کے بعد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روضہ مقدسہ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پرحاضرہوا اس وقت اس کے گردقر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قبائل عرب جمع تھے،ن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زحضرت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 تھے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حاضر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پراپنافخرظاہرکرنے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قبرمبارک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</w:t>
      </w:r>
      <w:r>
        <w:rPr>
          <w:rFonts w:hint="eastAsia"/>
          <w:rtl/>
          <w:lang w:bidi="ur-PK"/>
        </w:rPr>
        <w:t>وکرکہا،</w:t>
      </w:r>
      <w:r>
        <w:rPr>
          <w:rtl/>
          <w:lang w:bidi="ur-PK"/>
        </w:rPr>
        <w:t xml:space="preserve"> سلام ہوآپ پرائے رسول اللہ ،اے ابن عم(م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چچازادبھائ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سلام ہو، آپ پرائے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پدربزرگوار!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کرہارون کے چہرہ کارنگ فق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ا،اوراس</w:t>
      </w:r>
      <w:r>
        <w:rPr>
          <w:rtl/>
          <w:lang w:bidi="ur-PK"/>
        </w:rPr>
        <w:t xml:space="preserve"> نے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کواپنے ہمراہ لے جاکر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۱۳۱</w:t>
      </w:r>
      <w:r>
        <w:rPr>
          <w:rtl/>
          <w:lang w:bidi="ur-PK"/>
        </w:rPr>
        <w:t xml:space="preserve"> 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احمد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۳۴۹)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شہرآشوب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جس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ہارون نے آپ کاامتحان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نے جب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کھاتولانے</w:t>
      </w:r>
      <w:r>
        <w:rPr>
          <w:rtl/>
          <w:lang w:bidi="ur-PK"/>
        </w:rPr>
        <w:t xml:space="preserve"> والے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ہارون سے جاکر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کہ انہوں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واپس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اورکہاہے کہ ”بل انتم بہد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تکم</w:t>
      </w:r>
      <w:r>
        <w:rPr>
          <w:rtl/>
          <w:lang w:bidi="ur-PK"/>
        </w:rPr>
        <w:t xml:space="preserve"> تفرحون“ وہ عطائے توبہ لقاء تواس سے تم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کرو، اس نے ہارون سے واقعہ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ہارون نے کہا کہ اسے لے جاکروہ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چھوڑآؤ، اورابن جعفرسے کہوکہ 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اورنہ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تمہارے پاس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جوحکم دوں وہ کرناہوگاالغرض وہ لومڑ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کے پاس چھوڑ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چند</w:t>
      </w:r>
      <w:r>
        <w:rPr>
          <w:rtl/>
          <w:lang w:bidi="ur-PK"/>
        </w:rPr>
        <w:t xml:space="preserve"> دنوں کے بعد ہارون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جاکر پتہ لگائے کہ اس لونڈ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</w:t>
      </w:r>
      <w:r w:rsidR="00980366">
        <w:rPr>
          <w:rtl/>
          <w:lang w:bidi="ur-PK"/>
        </w:rPr>
        <w:t>یا</w:t>
      </w:r>
      <w:r>
        <w:rPr>
          <w:rtl/>
          <w:lang w:bidi="ur-PK"/>
        </w:rPr>
        <w:t xml:space="preserve"> رہا اس نے جو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وہ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بھاگا ہوا ہارون کے پاس آکر کہنے لگا کہ وہ لونڈ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سجدہ مےں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”سبّوح قدّوس“ ۔کہہ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ہے۔اور اس کا ع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حال ہے ۔ہارون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اسے اس کے سامنے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، جب وہ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بالکل مبہوث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،ہارون نے پوچھا کہ بات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،اس نے کہا کہ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کے پاس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 سے کہا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حاضر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،تو آپ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اشارہ کر کے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جب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ضرورت ہے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جب اس سمت کو نظر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جنّت آراستہ ہے ،اورحوروغلماں موجودہے ان کاحسن وجمال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اورعبادت کرنے پرمجبورہوگئ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بادشاہ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نظرسے گزر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بادشاہ نے کہاکہ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تونے سونے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کھاہو،</w:t>
      </w:r>
      <w:r>
        <w:rPr>
          <w:rtl/>
          <w:lang w:bidi="ur-PK"/>
        </w:rPr>
        <w:t xml:space="preserve"> اس نے کہااے بادشاہ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عالم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بچشم خودسب 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کربادشاہ نے اس عورت کوکس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محفوظ مقام پ</w:t>
      </w:r>
      <w:r>
        <w:rPr>
          <w:rFonts w:hint="eastAsia"/>
          <w:rtl/>
          <w:lang w:bidi="ur-PK"/>
        </w:rPr>
        <w:t>رپہنچاد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نہ کرنے پائے ،راو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اس واقعہ کے بعدوہ تاح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مشغول عبادت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کچھ کہتاتھا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عبدصالح امام </w:t>
      </w:r>
      <w:r>
        <w:rPr>
          <w:rFonts w:hint="eastAsia"/>
          <w:rtl/>
          <w:lang w:bidi="ur-PK"/>
        </w:rPr>
        <w:t>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کرتے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پاکبازعورت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سے چنددنوں پہلے فوت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(مناقب ابن شہرآشوب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۶۳)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24" w:name="_Toc509136846"/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رہائ</w:t>
      </w:r>
      <w:r>
        <w:rPr>
          <w:rFonts w:hint="cs"/>
          <w:rtl/>
          <w:lang w:bidi="ur-PK"/>
        </w:rPr>
        <w:t>ی</w:t>
      </w:r>
      <w:bookmarkEnd w:id="22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سے دوچارتھے، اورہرقسم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آپ پرک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ناگاہ بادشاہ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کھاجس</w:t>
      </w:r>
      <w:r>
        <w:rPr>
          <w:rtl/>
          <w:lang w:bidi="ur-PK"/>
        </w:rPr>
        <w:t xml:space="preserve"> سے مجبورہوکر اس نے آپ کورہاکرد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ا،علامہ</w:t>
      </w:r>
      <w:r>
        <w:rPr>
          <w:rtl/>
          <w:lang w:bidi="ur-PK"/>
        </w:rPr>
        <w:t xml:space="preserve">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بحوالہ علامہ مسعود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کوہارون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طرح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فرزندکورہاکردے ورنہ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تجھے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فرکردارتک</w:t>
      </w:r>
      <w:r>
        <w:rPr>
          <w:rtl/>
          <w:lang w:bidi="ur-PK"/>
        </w:rPr>
        <w:t xml:space="preserve"> پہنچادوں گا اس خواب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ا،اورکہاکہ</w:t>
      </w:r>
      <w:r>
        <w:rPr>
          <w:rtl/>
          <w:lang w:bidi="ur-PK"/>
        </w:rPr>
        <w:t xml:space="preserve"> اگرآپ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رہناچاہ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تورہئے اورمد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جاناچاہتے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کواخت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ارہے،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مسعود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 کوحضرت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کوخواب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کھاتھا</w:t>
      </w:r>
      <w:r>
        <w:rPr>
          <w:rtl/>
          <w:lang w:bidi="ur-PK"/>
        </w:rPr>
        <w:t xml:space="preserve"> (صواعق محرقہ ص </w:t>
      </w:r>
      <w:r>
        <w:rPr>
          <w:rtl/>
          <w:lang w:bidi="fa-IR"/>
        </w:rPr>
        <w:t>۱۲۲</w:t>
      </w:r>
      <w:r>
        <w:rPr>
          <w:rtl/>
          <w:lang w:bidi="ur-PK"/>
        </w:rPr>
        <w:t xml:space="preserve"> طبع مصر،علامہ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روانہ کرتے وقت ہارون نے آپ سے خروج کاشبہ ظاہرک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خروج وبغاوت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شان </w:t>
      </w:r>
      <w:r>
        <w:rPr>
          <w:rFonts w:hint="eastAsia"/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ساہرگزنہ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کرسکتا(شواہدالنبوت ص </w:t>
      </w:r>
      <w:r>
        <w:rPr>
          <w:rtl/>
          <w:lang w:bidi="fa-IR"/>
        </w:rPr>
        <w:t xml:space="preserve">۱۹۲)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25" w:name="_Toc509136847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bookmarkEnd w:id="22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دسے</w:t>
      </w:r>
      <w:r>
        <w:rPr>
          <w:rtl/>
          <w:lang w:bidi="ur-PK"/>
        </w:rPr>
        <w:t xml:space="preserve"> چھوٹنے کے بعدحضرت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پہنچے اوربدستوراپنے فرائض امامت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ہوگئے، آپ چونکہ امام زمانہ تھے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کوزمانہ کے تمام حوادث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جوکہ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خاص ماننے والے تھے 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کارکردگ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مقرب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تھے ،بہت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خلعت فاخرہ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عمدہ قسم کاس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زربفت کابناہوا چغہ تھا جس پرسونے کے تاروں سے پھول کڑھے ہوئے تھے اورجسے صرف خلفاء اوربادشاہ پہناکرتے تھے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ازراہ تقرب وعق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اس سامان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کااضافہ کرکے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ان کاہد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اس </w:t>
      </w:r>
      <w:r>
        <w:rPr>
          <w:rFonts w:hint="eastAsia"/>
          <w:rtl/>
          <w:lang w:bidi="ur-PK"/>
        </w:rPr>
        <w:t>لباس</w:t>
      </w:r>
      <w:r>
        <w:rPr>
          <w:rtl/>
          <w:lang w:bidi="ur-PK"/>
        </w:rPr>
        <w:t xml:space="preserve"> مخصوص کوواپس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جوزربفت کابناہواتھا 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اسے اپنے پاس رکھو،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تمہارے اس وقت کام آئے گاجب ”جان جوکھم“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کرتے ہوئے کہ امام نہ جانے کس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اہواسے</w:t>
      </w:r>
      <w:r>
        <w:rPr>
          <w:rtl/>
          <w:lang w:bidi="ur-PK"/>
        </w:rPr>
        <w:t xml:space="preserve"> اپنے پاس رکھ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تھوڑے دنوں کے بعدابن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اپنے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غلام سے ناراض ہوگئے اوراسے اپنے گھرسے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جاکررش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چغل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اورکہاکہ آپ نے جس </w:t>
      </w:r>
      <w:r>
        <w:rPr>
          <w:rtl/>
          <w:lang w:bidi="ur-PK"/>
        </w:rPr>
        <w:lastRenderedPageBreak/>
        <w:t>قدرخلعت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انہوں نے سب کاسب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اہے،اور</w:t>
      </w:r>
      <w:r>
        <w:rPr>
          <w:rtl/>
          <w:lang w:bidi="ur-PK"/>
        </w:rPr>
        <w:t xml:space="preserve"> چونکہ وہ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امام کوبہت مانتے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بادشاہ نے 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آگ بگولہ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نے فوراسپاہ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گرفتارکرلائ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ہوہوں ،الغرض ابن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لائے گئے ،بادشاہ نے پوچھام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اہواچغہ</w:t>
      </w:r>
      <w:r>
        <w:rPr>
          <w:rtl/>
          <w:lang w:bidi="ur-PK"/>
        </w:rPr>
        <w:t xml:space="preserve"> کہاں ہے؟ انہوں نے کہابادشاہ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ہے اس نے کہا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کھناچاہتاہوں</w:t>
      </w:r>
      <w:r>
        <w:rPr>
          <w:rtl/>
          <w:lang w:bidi="ur-PK"/>
        </w:rPr>
        <w:t xml:space="preserve"> اورسنو! ا</w:t>
      </w:r>
      <w:r>
        <w:rPr>
          <w:rFonts w:hint="eastAsia"/>
          <w:rtl/>
          <w:lang w:bidi="ur-PK"/>
        </w:rPr>
        <w:t>گرتم</w:t>
      </w:r>
      <w:r>
        <w:rPr>
          <w:rtl/>
          <w:lang w:bidi="ur-PK"/>
        </w:rPr>
        <w:t xml:space="preserve"> اس وقت اسے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کھاسکے</w:t>
      </w:r>
      <w:r>
        <w:rPr>
          <w:rtl/>
          <w:lang w:bidi="ur-PK"/>
        </w:rPr>
        <w:t xml:space="preserve">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ماردوں گا، انہوں نے کہابادشاہ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کرتاہوں،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کرانہوں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سے کہاکہ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جاکرم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فلاں کمرہ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راصندوق</w:t>
      </w:r>
      <w:r>
        <w:rPr>
          <w:rtl/>
          <w:lang w:bidi="ur-PK"/>
        </w:rPr>
        <w:t xml:space="preserve"> اٹھالا، جب وہ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اہواصندوق</w:t>
      </w:r>
      <w:r>
        <w:rPr>
          <w:rtl/>
          <w:lang w:bidi="ur-PK"/>
        </w:rPr>
        <w:t xml:space="preserve"> لے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اتوآپ</w:t>
      </w:r>
      <w:r>
        <w:rPr>
          <w:rtl/>
          <w:lang w:bidi="ur-PK"/>
        </w:rPr>
        <w:t xml:space="preserve">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مہرتوڑ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اورچغانکال کراس کے سا</w:t>
      </w:r>
      <w:r>
        <w:rPr>
          <w:rFonts w:hint="eastAsia"/>
          <w:rtl/>
          <w:lang w:bidi="ur-PK"/>
        </w:rPr>
        <w:t>منے</w:t>
      </w:r>
      <w:r>
        <w:rPr>
          <w:rtl/>
          <w:lang w:bidi="ur-PK"/>
        </w:rPr>
        <w:t xml:space="preserve">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جب بادشاہ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چغہ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ا،تواس</w:t>
      </w:r>
      <w:r>
        <w:rPr>
          <w:rtl/>
          <w:lang w:bidi="ur-PK"/>
        </w:rPr>
        <w:t xml:space="preserve"> کاغصہ ٹھنڈاہوا، اورخوش ہوکرکہنے لگا، کہ 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 مانوں گا(شواہد النبوت ص </w:t>
      </w:r>
      <w:r>
        <w:rPr>
          <w:rtl/>
          <w:lang w:bidi="fa-IR"/>
        </w:rPr>
        <w:t xml:space="preserve">۱۹۴)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پھراس کے بعدرش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اوربہت ساعط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دے کرانہ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عزت واحترام کے ساتھ واپس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چغل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والے 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ہزارکوڑے لگائے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چنانچہ جلادوں نے مارناشروع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ااوروہ</w:t>
      </w:r>
      <w:r>
        <w:rPr>
          <w:rtl/>
          <w:lang w:bidi="ur-PK"/>
        </w:rPr>
        <w:t xml:space="preserve"> پانچ سوکوڑے کھاکرمرگ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(بحارالانوار ص </w:t>
      </w:r>
      <w:r>
        <w:rPr>
          <w:rtl/>
          <w:lang w:bidi="fa-IR"/>
        </w:rPr>
        <w:t xml:space="preserve">۱۳۰)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26" w:name="_Toc509136848"/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کوالٹاوضوکرنے کاحکم</w:t>
      </w:r>
      <w:bookmarkEnd w:id="22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ابن شہرآشوب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لکھاجس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”ہمارے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ان“</w:t>
      </w:r>
      <w:r>
        <w:rPr>
          <w:rtl/>
          <w:lang w:bidi="ur-PK"/>
        </w:rPr>
        <w:t xml:space="preserve"> اس امر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بحث 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امسح</w:t>
      </w:r>
      <w:r>
        <w:rPr>
          <w:rtl/>
          <w:lang w:bidi="ur-PK"/>
        </w:rPr>
        <w:t xml:space="preserve"> کعب سے اصابع(انگل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) تک ہوناچاہئے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اانگل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کعب تک حضوراس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حضرت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اس خط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جواب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لکھا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راخط</w:t>
      </w:r>
      <w:r>
        <w:rPr>
          <w:rtl/>
          <w:lang w:bidi="ur-PK"/>
        </w:rPr>
        <w:t xml:space="preserve"> پاتے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اس طرح وضوشروع کروکہ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مرتبہ 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مرتبہ ناک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ڈالو،ت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مرتبہ منہ دھوؤ،اپن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بھگوؤ،سارے سرکامسح کرو،اندرباہرکانوں کامسح کرو،ت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مرتبہ پاؤں دھوؤ اورد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کھوم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اس حکم کے خلا ف ہرگزہرگزنہ کرنا۔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جب اس خط کوپڑھا،ح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گئے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ہوئے کہ ”مولائ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اعلم بماقال“ آپ نے جوکچھ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کوجہ کااچھ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کوعلم ہوگا اس پرعمل کرناشروع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برابردربار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اورلوگ بادشاہ سے کہاکرتے تھے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ہے اورتمہارے مخالف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بادشاہ نے اپنے بعض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سے کہاکہ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بہت ہوچک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خودچھپ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کھوں</w:t>
      </w:r>
      <w:r>
        <w:rPr>
          <w:rtl/>
          <w:lang w:bidi="ur-PK"/>
        </w:rPr>
        <w:t xml:space="preserve"> گا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کروں گاکہ </w:t>
      </w:r>
      <w:r>
        <w:rPr>
          <w:rFonts w:hint="eastAsia"/>
          <w:rtl/>
          <w:lang w:bidi="ur-PK"/>
        </w:rPr>
        <w:t>وضوک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کرتے اورنمازک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پڑھتے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،چنانچہ اس نے چھپ کرآپ کے حجرہ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نظرڈال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وہ اہل سنت کے اصول اورطر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پروضوکررہے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کروہ ان سے مطمئن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کے بعدسے پھرکس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کہنے کوباورنہ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واقعہ کے فورا بعدامام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کاخط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پاس پہنچا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مرقوم تھا کہ خدشہ دورہوگ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ا”توضاء</w:t>
      </w:r>
      <w:r>
        <w:rPr>
          <w:rtl/>
          <w:lang w:bidi="ur-PK"/>
        </w:rPr>
        <w:t xml:space="preserve"> کماامرک اللہ“ اب تم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وضوکرو،جس طرح خدانے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 الٹاوضونہ کرنا،بلکہ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دھااورصح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وضوکرنااورتمہارے سوال کاجواب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</w:t>
      </w:r>
      <w:r>
        <w:rPr>
          <w:rFonts w:hint="eastAsia"/>
          <w:rtl/>
          <w:lang w:bidi="ur-PK"/>
        </w:rPr>
        <w:t>نگل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سرے سے کعب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تک پاؤں کامسح ہوناچاہئے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۱۷۰</w:t>
      </w:r>
      <w:r>
        <w:rPr>
          <w:rtl/>
          <w:lang w:bidi="ur-PK"/>
        </w:rPr>
        <w:t xml:space="preserve"> ،مناقب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۵۸)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27" w:name="_Toc509136849"/>
      <w:r>
        <w:rPr>
          <w:rFonts w:hint="eastAsia"/>
          <w:rtl/>
          <w:lang w:bidi="ur-PK"/>
        </w:rPr>
        <w:t>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فہما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bookmarkEnd w:id="22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عبدالوہاب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جمال(جوامام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کے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تھے)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ابوالحسن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ملاقات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وقت چاہاانہوں نے وقت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وہ حج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اورحضرت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حضرت سے ملنے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انہوں نے ملنے سے انکارکرد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ا،ابن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کوبڑاتعجب ہوا،راستے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ملاقات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نے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ملاقات کرنے سے انکارک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ملااوراس وقت تک نہ ملوں گا جب تک تم ان س معا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مانگوگے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کروگے ،ابن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ہوں اوروہ 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اتم</w:t>
      </w:r>
      <w:r>
        <w:rPr>
          <w:rtl/>
          <w:lang w:bidi="ur-PK"/>
        </w:rPr>
        <w:t xml:space="preserve"> تنہابق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جاؤ،ا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اونٹ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ارملے</w:t>
      </w:r>
      <w:r>
        <w:rPr>
          <w:rtl/>
          <w:lang w:bidi="ur-PK"/>
        </w:rPr>
        <w:t xml:space="preserve"> گااوراونٹ پرسوارہوکر کوفہ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روانہ ہوچشم زدن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وہاں پہنچ جاؤگے چنانچہ وہ گئے او</w:t>
      </w:r>
      <w:r>
        <w:rPr>
          <w:rFonts w:hint="eastAsia"/>
          <w:rtl/>
          <w:lang w:bidi="ur-PK"/>
        </w:rPr>
        <w:t>راونٹ</w:t>
      </w:r>
      <w:r>
        <w:rPr>
          <w:rtl/>
          <w:lang w:bidi="ur-PK"/>
        </w:rPr>
        <w:t xml:space="preserve"> پرسوارہوکر کوفہ پہنچے ،ابراہ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دروازہ پردق الباب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آوازآئ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 ہے؟ کہا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ہوں ، انہوں نے کہا،تمہارام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دروازہ پرک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اکام</w:t>
      </w:r>
      <w:r>
        <w:rPr>
          <w:rtl/>
          <w:lang w:bidi="ur-PK"/>
        </w:rPr>
        <w:t xml:space="preserve"> ہے؟ ابن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ا،سخت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مبتلاہوں، خداکے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ملنے کاوقت دو، چنانچہ انہوں نے اجازت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ق</w:t>
      </w:r>
      <w:r>
        <w:rPr>
          <w:rFonts w:hint="eastAsia"/>
          <w:rtl/>
          <w:lang w:bidi="ur-PK"/>
        </w:rPr>
        <w:t>دموں</w:t>
      </w:r>
      <w:r>
        <w:rPr>
          <w:rtl/>
          <w:lang w:bidi="ur-PK"/>
        </w:rPr>
        <w:t xml:space="preserve"> پرسررکھ کرمعاف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اورساراواقعہ کہہ سنا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اونٹ پرسوار ہوکر چشم زدن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پہنچے اورامام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حاضرہوئے، امام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ااورملاقات</w:t>
      </w:r>
      <w:r>
        <w:rPr>
          <w:rtl/>
          <w:lang w:bidi="ur-PK"/>
        </w:rPr>
        <w:t xml:space="preserve"> کاوقت دے کرگفتگوفرمائ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المعجزات ص </w:t>
      </w:r>
      <w:r>
        <w:rPr>
          <w:rtl/>
          <w:lang w:bidi="fa-IR"/>
        </w:rPr>
        <w:t>۱۲۳</w:t>
      </w:r>
      <w:r>
        <w:rPr>
          <w:rtl/>
          <w:lang w:bidi="ur-PK"/>
        </w:rPr>
        <w:t xml:space="preserve"> طبع ملتان)۔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28" w:name="_Toc509136850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اورفدک کے حدوداربعہ</w:t>
      </w:r>
      <w:bookmarkEnd w:id="22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سبط 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ہارون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کہاکہ آپ فدک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،آپ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اس کے حدودبتاؤں گاتوتواسے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ہوگا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لے سکتاہوں جب اس کے پورے </w:t>
      </w:r>
      <w:r>
        <w:rPr>
          <w:rFonts w:hint="eastAsia"/>
          <w:rtl/>
          <w:lang w:bidi="ur-PK"/>
        </w:rPr>
        <w:t>حدوددئ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نے پوچھااس کے حدودک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حد،عدن ہے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سمرقندہے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ہے چوتھ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البحرہے جوخزراورآرم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دآگ</w:t>
      </w:r>
      <w:r>
        <w:rPr>
          <w:rtl/>
          <w:lang w:bidi="ur-PK"/>
        </w:rPr>
        <w:t xml:space="preserve"> بگولہ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اورکہنے لگاکہ پھرہمارے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ارہا؟</w:t>
      </w:r>
      <w:r>
        <w:rPr>
          <w:rtl/>
          <w:lang w:bidi="ur-PK"/>
        </w:rPr>
        <w:t xml:space="preserve">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</w:t>
      </w:r>
      <w:r>
        <w:rPr>
          <w:rFonts w:hint="eastAsia"/>
          <w:rtl/>
          <w:lang w:bidi="ur-PK"/>
        </w:rPr>
        <w:t>انکارک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 واقعہ کے بعدہ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دحضرت</w:t>
      </w:r>
      <w:r>
        <w:rPr>
          <w:rtl/>
          <w:lang w:bidi="ur-PK"/>
        </w:rPr>
        <w:t xml:space="preserve"> کے درپئے قتل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(خواص الامة علامہ سبط 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 </w:t>
      </w:r>
      <w:r>
        <w:rPr>
          <w:rtl/>
          <w:lang w:bidi="fa-IR"/>
        </w:rPr>
        <w:t xml:space="preserve">۴۱۶)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29" w:name="_Toc50913685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دوبارہ گرفتار</w:t>
      </w:r>
      <w:r>
        <w:rPr>
          <w:rFonts w:hint="cs"/>
          <w:rtl/>
          <w:lang w:bidi="ur-PK"/>
        </w:rPr>
        <w:t>ی</w:t>
      </w:r>
      <w:bookmarkEnd w:id="22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شہرآشوب،علامہ طبرس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،علامہ</w:t>
      </w:r>
      <w:r>
        <w:rPr>
          <w:rtl/>
          <w:lang w:bidi="ur-PK"/>
        </w:rPr>
        <w:t xml:space="preserve"> اربل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tl/>
          <w:lang w:bidi="fa-IR"/>
        </w:rPr>
        <w:t>۷۰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>۱۶۹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بعدہارون تخت خلافت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ٹھا،</w:t>
      </w:r>
      <w:r>
        <w:rPr>
          <w:rtl/>
          <w:lang w:bidi="ur-PK"/>
        </w:rPr>
        <w:t xml:space="preserve"> سلطنت عباس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جوسادات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نظرتھے، خوداس کے باپ منصورکارو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خلا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تھا، اسے معلوم تھا ،اس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ارادہ کے جعفرصادق کے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کوقتل کرڈالاجائے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نااس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ہاؤوں کومعلوم ہوچکاہوگا ،وہ توامام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مانہ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دباؤتھا جس نے منصورکے ہاتھ باندھ دئے تھے اورپھرشہربغداد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مصروف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اسے اس جانب متوجہ نہ ہونے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>
        <w:rPr>
          <w:rtl/>
          <w:lang w:bidi="ur-PK"/>
        </w:rPr>
        <w:t xml:space="preserve"> اب ہارون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سب سے پہلے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داہوسکتاتھا</w:t>
      </w:r>
      <w:r>
        <w:rPr>
          <w:rtl/>
          <w:lang w:bidi="ur-PK"/>
        </w:rPr>
        <w:t xml:space="preserve"> کہ اس 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مرکزکوجومد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محلہ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قائم ہے توڑنے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مگرا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کامحتاط اورخاموش طرزعمل اوردوسر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سلطنت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اندر</w:t>
      </w:r>
      <w:r>
        <w:rPr>
          <w:rFonts w:hint="eastAsia"/>
          <w:rtl/>
          <w:lang w:bidi="ur-PK"/>
        </w:rPr>
        <w:t>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نوبرس تک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کھلے ہوئے تشدد کاامام کے خلاف موقع نہ ملا۔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عبداللہ ابن حسن کے فرزند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کاواقعہ درپ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ہوااوروہ امان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جانے کے بعد تمام عہدوپ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توڑکردردناک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پرق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درکھے</w:t>
      </w:r>
      <w:r>
        <w:rPr>
          <w:rtl/>
          <w:lang w:bidi="ur-PK"/>
        </w:rPr>
        <w:t xml:space="preserve"> گئے اورپھر قتل کئے گئے باوجود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معاملات سے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کاسروکارنہ تھا، بلکہ واقعات سے ثابت ہو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کہ حضرت ان کوحکومت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سے منع فرماتے تھے مگرعداوت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کاجذبہ 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عبداللہ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کے بہانے سے ابھرگ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،اس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زد سے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محفوظ نہ رہ سکے، ادھر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خالدبرمک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جووز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</w:t>
      </w:r>
      <w:r>
        <w:rPr>
          <w:rtl/>
          <w:lang w:bidi="ur-PK"/>
        </w:rPr>
        <w:t xml:space="preserve"> تھا،ام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(فرزندہارون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>) کے ات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جعفربن محمداشعث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رقابت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کے خلاف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الزام قائم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ہے اوران کے اقتدارکاخواہاں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براہ</w:t>
      </w:r>
      <w:r>
        <w:rPr>
          <w:rtl/>
          <w:lang w:bidi="ur-PK"/>
        </w:rPr>
        <w:t xml:space="preserve"> راست اس کامقصدہارون کوجعفرسے برگشتہ کرناتھا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بالواسطہ اس کاتعلق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اس لئے ہارون کو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ضرررسان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ہواکہ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دحج</w:t>
      </w:r>
      <w:r>
        <w:rPr>
          <w:rtl/>
          <w:lang w:bidi="ur-PK"/>
        </w:rPr>
        <w:t xml:space="preserve"> کے ارادہ سے مکہ معظمہ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اتفاق سے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سال</w:t>
      </w:r>
      <w:r>
        <w:rPr>
          <w:rtl/>
          <w:lang w:bidi="ur-PK"/>
        </w:rPr>
        <w:t xml:space="preserve">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 کوتشر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ہوئے تھے ہارون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اس عظمت ومرجع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کامشاہدہ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</w:t>
      </w:r>
      <w:r>
        <w:rPr>
          <w:rtl/>
          <w:lang w:bidi="ur-PK"/>
        </w:rPr>
        <w:t xml:space="preserve"> مسلمانوں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کے متعلق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اس کے حسدک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بھڑک اٹھ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محمدبن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نے اوراضافہ ک</w:t>
      </w:r>
      <w:r>
        <w:rPr>
          <w:rFonts w:hint="eastAsia"/>
          <w:rtl/>
          <w:lang w:bidi="ur-PK"/>
        </w:rPr>
        <w:t>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واقعہ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،امام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بڑے فرزندتھے اوراس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عام طورپرلوگوں کاخ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تھا، کہ وہ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قائم مقام ہوں گے مگر ان کاانتقال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زمانے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ااورلوگوں</w:t>
      </w:r>
      <w:r>
        <w:rPr>
          <w:rtl/>
          <w:lang w:bidi="ur-PK"/>
        </w:rPr>
        <w:t xml:space="preserve">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غلط ثابت ہوا، پھربھ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سادہ لوح اس اصحاب اس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پررہے کہ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کاحق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اوراولاداسماع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منحصرہے انہوں نے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کوتسل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اچنانچہ</w:t>
      </w:r>
      <w:r>
        <w:rPr>
          <w:rtl/>
          <w:lang w:bidi="ur-PK"/>
        </w:rPr>
        <w:t xml:space="preserve">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فرقہ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مختصرتعداد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موجودہے محمدان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فرزندتھے اوراس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پہلے سے رکھتے تھے مگرچونکہ ان کے ماننے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بہت کم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افرادکوئ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 رکھتے تھے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آمدورفت رکھتے تھے اورظاہر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طورپرقرابت 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تعلقات قائم کئے ہوئے تھے۔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ہارون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صورتوں پرغورکرتے ہوئے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مشورہ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چاہتاہوں کہ اولادابوطالب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بلاکراس سے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جعفرکے پورے حالات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جوخودبھ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عداوت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ہارون سے کم نہ تھا اس نے محمد</w:t>
      </w:r>
      <w:r>
        <w:rPr>
          <w:rFonts w:hint="eastAsia"/>
          <w:rtl/>
          <w:lang w:bidi="ur-PK"/>
        </w:rPr>
        <w:t>بن</w:t>
      </w:r>
      <w:r>
        <w:rPr>
          <w:rtl/>
          <w:lang w:bidi="ur-PK"/>
        </w:rPr>
        <w:t xml:space="preserve">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کاپتہ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کہ آپ ان کوبلاکر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توصح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حالات معلوم ہوسک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چنانچہ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محمدبن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نام خط لکھاگ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شہنشاہ</w:t>
      </w:r>
      <w:r>
        <w:rPr>
          <w:rtl/>
          <w:lang w:bidi="ur-PK"/>
        </w:rPr>
        <w:t xml:space="preserve"> وقت کاخط جومحمدبن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کوپہنچاتواس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سمجھ کرفورا بغداد جانے کاارادہ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امگران</w:t>
      </w:r>
      <w:r>
        <w:rPr>
          <w:rtl/>
          <w:lang w:bidi="ur-PK"/>
        </w:rPr>
        <w:t xml:space="preserve"> دنوں ہاتھ بالکل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تھا، اتناروپ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پاس موجودنہ تھا کہ سامان سفرکرتے ، مجبورااس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پرآناپڑاجہاں کرم وعطاء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دوست اوردشمن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پاس آکربغدادجانے کاارادہ ظاہرک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احضرت</w:t>
      </w:r>
      <w:r>
        <w:rPr>
          <w:rtl/>
          <w:lang w:bidi="ur-PK"/>
        </w:rPr>
        <w:t xml:space="preserve"> خوب سمجھتے تھے کہ اس بغدادکے سفرکاپس منظراوراس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حجت تمام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سے آپ نے سفرکاسبب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اانہوں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حال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ہوئے کہا قرضداربہت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اہوں،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کرتاہوں کہ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دوہاں</w:t>
      </w:r>
      <w:r>
        <w:rPr>
          <w:rtl/>
          <w:lang w:bidi="ur-PK"/>
        </w:rPr>
        <w:t xml:space="preserve"> جاکرکوئ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بسر اوقات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نکلے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راقرضہ</w:t>
      </w:r>
      <w:r>
        <w:rPr>
          <w:rtl/>
          <w:lang w:bidi="ur-PK"/>
        </w:rPr>
        <w:t xml:space="preserve"> اداہوجائے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ا،وہاں</w:t>
      </w:r>
      <w:r>
        <w:rPr>
          <w:rtl/>
          <w:lang w:bidi="ur-PK"/>
        </w:rPr>
        <w:t xml:space="preserve">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ضرروت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وعدہ کرتاہوں کہ تمہاراتمام قرضہ اداکردوں گا اورجہاں تک ہوگاتمہارے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پورے کرتارہوں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افسوس</w:t>
      </w:r>
      <w:r>
        <w:rPr>
          <w:rtl/>
          <w:lang w:bidi="ur-PK"/>
        </w:rPr>
        <w:t xml:space="preserve"> ہے کہ محمدنے اس کے بعدبھ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بغدادجانے کاارادہ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بدلاچلتے وقت حضرت سے رخصت ہونے لگے توعرض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مجھے وہاں کے متعلق کچھ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، حضرت نے اس کاکچھ جواب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انہوں نے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اصرارک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اتوحضرت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”بس اتناخ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رکھناکہ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خون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 ہونا،اورم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کاباعث نہ بننا“ محمدنے اس کے بعدبہت کہاکہ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بھلاکونس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جومجھ سے 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کچھ اورہدا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نے اس کے علاوہ کچھ کہنے سے انکارک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جب وہ چلنے لگاتوحضرت نے ساڑھے چارسود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ناراورپندرہ</w:t>
      </w:r>
      <w:r>
        <w:rPr>
          <w:rtl/>
          <w:lang w:bidi="ur-PK"/>
        </w:rPr>
        <w:t xml:space="preserve"> سودرہم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مصارف سفرکے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عطا فرمائے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ہوا،جوحضرت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نظرتھا،محمدبن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بغدادپہنچے اوروز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</w:t>
      </w:r>
      <w:r>
        <w:rPr>
          <w:rtl/>
          <w:lang w:bidi="ur-PK"/>
        </w:rPr>
        <w:t xml:space="preserve"> برمک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مہمان ہوئے اس کے بعد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ہارون کے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پہنچے </w:t>
      </w:r>
      <w:r>
        <w:rPr>
          <w:rtl/>
          <w:lang w:bidi="ur-PK"/>
        </w:rPr>
        <w:lastRenderedPageBreak/>
        <w:t>،مصلحت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بناپربہت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وتکر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،اثناء گفتگو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ہارون نے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حالات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کئے محمدنے انت</w:t>
      </w:r>
      <w:r>
        <w:rPr>
          <w:rFonts w:hint="eastAsia"/>
          <w:rtl/>
          <w:lang w:bidi="ur-PK"/>
        </w:rPr>
        <w:t>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ساتھ وہاں کے حالات کاتذکرہ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کہ”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آج تک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اورنہ سناکہ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ملک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دوبادشاہ ہوں“۔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کہا: کہ اس کامطلب ؟ محمدنے کہاکہ بالکل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آپ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سلطنت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قائم کئے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اطراف ملک سے ان کے پاس خراج پہنچتاہے اوروہ آپ کے مقابلہ کے دعوے 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انہوں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ہزاراشرف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کا</w:t>
      </w:r>
      <w:r>
        <w:rPr>
          <w:rFonts w:hint="eastAsia"/>
          <w:rtl/>
          <w:lang w:bidi="ur-PK"/>
        </w:rPr>
        <w:t>نام</w:t>
      </w:r>
      <w:r>
        <w:rPr>
          <w:rtl/>
          <w:lang w:bidi="ur-PK"/>
        </w:rPr>
        <w:t xml:space="preserve"> ”س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ہ“</w:t>
      </w:r>
      <w:r>
        <w:rPr>
          <w:rtl/>
          <w:lang w:bidi="ur-PK"/>
        </w:rPr>
        <w:t>(شبلنج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کہنے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محمدکومنتخب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>
        <w:rPr>
          <w:rtl/>
          <w:lang w:bidi="ur-PK"/>
        </w:rPr>
        <w:t xml:space="preserve"> ہارون کاغ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وغضب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اشتغال کے درجہ تک پہنچ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نے محمد کودس ہزارد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نارعطاکرکے</w:t>
      </w:r>
      <w:r>
        <w:rPr>
          <w:rtl/>
          <w:lang w:bidi="ur-PK"/>
        </w:rPr>
        <w:t xml:space="preserve"> رخصت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اخداکاکرنا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محمدکواس رقم سے فائدہ اٹھانے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 کوان کے حلق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دردپ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داہوا،</w:t>
      </w:r>
      <w:r>
        <w:rPr>
          <w:rtl/>
          <w:lang w:bidi="ur-PK"/>
        </w:rPr>
        <w:t xml:space="preserve"> غالبا ”خناق“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ااورصبح</w:t>
      </w:r>
      <w:r>
        <w:rPr>
          <w:rtl/>
          <w:lang w:bidi="ur-PK"/>
        </w:rPr>
        <w:t xml:space="preserve"> ہوتے ہوتے وہ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رخصت ہوگئے ہارون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تواس نے اشرف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توڑے واپس منگوال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،مگرمحمدک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کااثراس کے دل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ساجم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اس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طے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کانام صفحہ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مٹاد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۱۷۹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پھرہارون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مکہ کاسفرک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ااوروہاں</w:t>
      </w:r>
      <w:r>
        <w:rPr>
          <w:rtl/>
          <w:lang w:bidi="ur-PK"/>
        </w:rPr>
        <w:t xml:space="preserve"> 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کے بعد کچھ لوگ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گرفتارکرنے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روانہ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امام کے مکان پرپہنچے تومعلوم ہواکہ حضرت روضئہ رسول اللہ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لوگوں نے روضئہ رسول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احضرت</w:t>
      </w:r>
      <w:r>
        <w:rPr>
          <w:rtl/>
          <w:lang w:bidi="ur-PK"/>
        </w:rPr>
        <w:t xml:space="preserve"> اس وقت قبررسول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تھے بے رحم دشمنوں نے آپ کونمازک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اورہارون کے پاس لے گئے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رسول کے رہنے والوں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بے حس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پہلے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دفعہ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مثال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رسول کافر</w:t>
      </w:r>
      <w:r>
        <w:rPr>
          <w:rFonts w:hint="eastAsia"/>
          <w:rtl/>
          <w:lang w:bidi="ur-PK"/>
        </w:rPr>
        <w:t>زندروضہ</w:t>
      </w:r>
      <w:r>
        <w:rPr>
          <w:rtl/>
          <w:lang w:bidi="ur-PK"/>
        </w:rPr>
        <w:t xml:space="preserve"> رسول سے اس طرح گرفتارکرکے لے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اجارہاتھامگرنام</w:t>
      </w:r>
      <w:r>
        <w:rPr>
          <w:rtl/>
          <w:lang w:bidi="ur-PK"/>
        </w:rPr>
        <w:t xml:space="preserve"> ونہادمسلمانوں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تھاجوکس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آوازاحتجاج بلندکرتا،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۲۰/ </w:t>
      </w:r>
      <w:r>
        <w:rPr>
          <w:rtl/>
          <w:lang w:bidi="ur-PK"/>
        </w:rPr>
        <w:t xml:space="preserve">شوال </w:t>
      </w:r>
      <w:r>
        <w:rPr>
          <w:rtl/>
          <w:lang w:bidi="fa-IR"/>
        </w:rPr>
        <w:t>۱۷۹</w:t>
      </w:r>
      <w:r>
        <w:rPr>
          <w:rtl/>
          <w:lang w:bidi="ur-PK"/>
        </w:rPr>
        <w:t xml:space="preserve"> ھ کاواقعہ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ہارون</w:t>
      </w:r>
      <w:r>
        <w:rPr>
          <w:rtl/>
          <w:lang w:bidi="ur-PK"/>
        </w:rPr>
        <w:t xml:space="preserve"> نے اس 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سے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جماعت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کورہاکرانے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نہ کرے، دومحمل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کوسوارکرا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حلقہ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بصرہ روانہ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محمل جوخال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بغدادر</w:t>
      </w:r>
      <w:r>
        <w:rPr>
          <w:rFonts w:hint="eastAsia"/>
          <w:rtl/>
          <w:lang w:bidi="ur-PK"/>
        </w:rPr>
        <w:t>وانہ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امقصد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تھاکہ آپ کے محل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اورق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مشکوک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حسرتناک واقعہ تھاکہ امام کے اہل حرم اوربچے وقت رخصت آپ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سکے اوراچانک محل سرا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اطلاع پہنچ 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حضرت سلطنت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اس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اوربچو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کہرام برپاہوگ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ناامام</w:t>
      </w:r>
      <w:r>
        <w:rPr>
          <w:rtl/>
          <w:lang w:bidi="ur-PK"/>
        </w:rPr>
        <w:t xml:space="preserve"> کے دل 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کاصدمہ ہوسکتاہے وہ ظاہرہے مگر آپ کے ضبط وصبرک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کے سامنے ہر مشکل آسان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معلوم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رسے</w:t>
      </w:r>
      <w:r>
        <w:rPr>
          <w:rtl/>
          <w:lang w:bidi="ur-PK"/>
        </w:rPr>
        <w:t xml:space="preserve"> راستہ طے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اتھاکہ</w:t>
      </w:r>
      <w:r>
        <w:rPr>
          <w:rtl/>
          <w:lang w:bidi="ur-PK"/>
        </w:rPr>
        <w:t xml:space="preserve"> پورے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سترہ روزکے بعد </w:t>
      </w:r>
      <w:r>
        <w:rPr>
          <w:rtl/>
          <w:lang w:bidi="fa-IR"/>
        </w:rPr>
        <w:t xml:space="preserve">۷/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کوآپ بصرہ پہنچائے گئے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تک آپ بصرہ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کاحاکم ہارون کاچچازادبھائ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جعفرتھا، شروع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تواسے صرف بادشاہ کے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مدنظرتھ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</w:t>
      </w:r>
      <w:r>
        <w:rPr>
          <w:rFonts w:hint="eastAsia"/>
          <w:rtl/>
          <w:lang w:bidi="ur-PK"/>
        </w:rPr>
        <w:t>غورکرناشروع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آخر ان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دکئے</w:t>
      </w:r>
      <w:r>
        <w:rPr>
          <w:rtl/>
          <w:lang w:bidi="ur-PK"/>
        </w:rPr>
        <w:t xml:space="preserve"> جانے کاسبب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اہے؟</w:t>
      </w:r>
      <w:r>
        <w:rPr>
          <w:rtl/>
          <w:lang w:bidi="ur-PK"/>
        </w:rPr>
        <w:t xml:space="preserve"> اس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کوامام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السلام کے حالات اورس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اوراخلاق واوصاف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جستجوکاموقع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ملا، اورجتنا اس نے 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کامطالعہ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ااتنااس</w:t>
      </w:r>
      <w:r>
        <w:rPr>
          <w:rtl/>
          <w:lang w:bidi="ur-PK"/>
        </w:rPr>
        <w:t xml:space="preserve"> کے دل پرآپ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اخلاق اورحسن کردارکااثرقائم ہوتاگ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اثرات سے اس نے ہارون کومطلع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ہارون پراس کاالٹااثرہواکہ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متعلق بدگمان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نے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بلابھ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جااورفضل</w:t>
      </w:r>
      <w:r>
        <w:rPr>
          <w:rtl/>
          <w:lang w:bidi="ur-PK"/>
        </w:rPr>
        <w:t xml:space="preserve"> بن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حراست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ااورپھرفضل</w:t>
      </w:r>
      <w:r>
        <w:rPr>
          <w:rtl/>
          <w:lang w:bidi="ur-PK"/>
        </w:rPr>
        <w:t xml:space="preserve"> کارجحان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محسوس کرکے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مقررک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امعلوم</w:t>
      </w:r>
      <w:r>
        <w:rPr>
          <w:rtl/>
          <w:lang w:bidi="ur-PK"/>
        </w:rPr>
        <w:t xml:space="preserve"> ہوتاہے کہ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اخلاق واوصاف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کشش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پراثرڈالت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ظالم بادشاہ کونگرانوں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آخر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”سند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شاہک“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رکھے گئے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رحم اورسخت دل تھا مل</w:t>
      </w:r>
      <w:r>
        <w:rPr>
          <w:rFonts w:hint="eastAsia"/>
          <w:rtl/>
          <w:lang w:bidi="ur-PK"/>
        </w:rPr>
        <w:t>احظہ</w:t>
      </w:r>
      <w:r>
        <w:rPr>
          <w:rtl/>
          <w:lang w:bidi="ur-PK"/>
        </w:rPr>
        <w:t xml:space="preserve"> ہو(مناقب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۶۸</w:t>
      </w:r>
      <w:r>
        <w:rPr>
          <w:rtl/>
          <w:lang w:bidi="ur-PK"/>
        </w:rPr>
        <w:t xml:space="preserve"> ،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۱۸۰</w:t>
      </w:r>
      <w:r>
        <w:rPr>
          <w:rtl/>
          <w:lang w:bidi="ur-PK"/>
        </w:rPr>
        <w:t xml:space="preserve"> ، کشف الغمہ ص </w:t>
      </w:r>
      <w:r>
        <w:rPr>
          <w:rtl/>
          <w:lang w:bidi="fa-IR"/>
        </w:rPr>
        <w:t>۱۰۸</w:t>
      </w:r>
      <w:r>
        <w:rPr>
          <w:rtl/>
          <w:lang w:bidi="ur-PK"/>
        </w:rPr>
        <w:t xml:space="preserve"> ، نورالابصار ص </w:t>
      </w:r>
      <w:r>
        <w:rPr>
          <w:rtl/>
          <w:lang w:bidi="fa-IR"/>
        </w:rPr>
        <w:t>۱۳۶</w:t>
      </w:r>
      <w:r>
        <w:rPr>
          <w:rtl/>
          <w:lang w:bidi="ur-PK"/>
        </w:rPr>
        <w:t xml:space="preserve"> ، سوانح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ص </w:t>
      </w:r>
      <w:r>
        <w:rPr>
          <w:rtl/>
          <w:lang w:bidi="fa-IR"/>
        </w:rPr>
        <w:t xml:space="preserve">۱۵)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30" w:name="_Toc509136852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امتحان اورعلم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کامظاہرہ</w:t>
      </w:r>
      <w:bookmarkEnd w:id="23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جس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برداشت فرمارہے تھے امام ابوحن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کے شاگردرش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اورمحمدبن حسن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کہ آپ کے بحرعلم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تھاہ معلوم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علم کے کتنے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پہنچ </w:t>
      </w:r>
      <w:r>
        <w:rPr>
          <w:rFonts w:hint="eastAsia"/>
          <w:rtl/>
          <w:lang w:bidi="ur-PK"/>
        </w:rPr>
        <w:t>کران</w:t>
      </w:r>
      <w:r>
        <w:rPr>
          <w:rtl/>
          <w:lang w:bidi="ur-PK"/>
        </w:rPr>
        <w:t xml:space="preserve"> لوگوں نے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جواب سلام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کچھ پوچھنے نہ پائے تھے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ملازم 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کرکے گھرجاتے ہوئے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عرض پردازہواکہ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کل واپس آؤں گااگرکچھ منگاناہوتومجھ سے 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تاآؤں</w:t>
      </w:r>
      <w:r>
        <w:rPr>
          <w:rtl/>
          <w:lang w:bidi="ur-PK"/>
        </w:rPr>
        <w:t xml:space="preserve"> گا آپ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امجھے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وہ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اتوآپ</w:t>
      </w:r>
      <w:r>
        <w:rPr>
          <w:rtl/>
          <w:lang w:bidi="ur-PK"/>
        </w:rPr>
        <w:t xml:space="preserve"> نے ابو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سے کہاکہ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چارہ</w:t>
      </w:r>
      <w:r>
        <w:rPr>
          <w:rtl/>
          <w:lang w:bidi="ur-PK"/>
        </w:rPr>
        <w:t xml:space="preserve"> مجھ سے کہتاہے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کروں تاکہ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کل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اسے خبرنہ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آج رات کووفات پاجائے گا،ان حضرات نے 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سناتوسوال وجواب کئے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واپس</w:t>
      </w:r>
      <w:r>
        <w:rPr>
          <w:rtl/>
          <w:lang w:bidi="ur-PK"/>
        </w:rPr>
        <w:t xml:space="preserve"> چلے آئے اورآپس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کہنے لگے کہ ہم ان سے حلال وحرام ،واجب وسنت کے متعلق سوالات کرناچاہتاتھے ”فاخذ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تکلم</w:t>
      </w:r>
      <w:r>
        <w:rPr>
          <w:rtl/>
          <w:lang w:bidi="ur-PK"/>
        </w:rPr>
        <w:t xml:space="preserve"> معناعلم الغ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ب“</w:t>
      </w:r>
      <w:r>
        <w:rPr>
          <w:rtl/>
          <w:lang w:bidi="ur-PK"/>
        </w:rPr>
        <w:t xml:space="preserve"> مگر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توہم سے علم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کررہے تھے اس کے بعدان دونوں حضرات نے اس ملازم کے حالات کاپتہ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ا،تومعلوم</w:t>
      </w:r>
      <w:r>
        <w:rPr>
          <w:rtl/>
          <w:lang w:bidi="ur-PK"/>
        </w:rPr>
        <w:t xml:space="preserve"> ہواکہ وہ ناگہان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طورپررات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وفات کرگ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کرکے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سخت متعجب ہوئے(نورالابصار ص </w:t>
      </w:r>
      <w:r>
        <w:rPr>
          <w:rtl/>
          <w:lang w:bidi="fa-IR"/>
        </w:rPr>
        <w:t xml:space="preserve">۱۴۶)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اربل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واقعہ کے بعد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پھرامام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حاضرہوکرعرض پردازہوئے کہ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معلوم تھاکہ آپ کوصرف علم حلال وحرام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مہارت حاصل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کے ملازم نے واضح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ا،کہ</w:t>
      </w:r>
      <w:r>
        <w:rPr>
          <w:rtl/>
          <w:lang w:bidi="ur-PK"/>
        </w:rPr>
        <w:t xml:space="preserve"> آپ علم المنا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ااورعلم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ارشا</w:t>
      </w:r>
      <w:r>
        <w:rPr>
          <w:rFonts w:hint="eastAsia"/>
          <w:rtl/>
          <w:lang w:bidi="ur-PK"/>
        </w:rPr>
        <w:t>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علم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مخصوص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نے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،اوران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علم ہم تک پہنچاہے۔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31" w:name="_Toc509136853"/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</w:t>
      </w:r>
      <w:bookmarkEnd w:id="23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</w:t>
      </w:r>
      <w:r>
        <w:rPr>
          <w:rtl/>
          <w:lang w:bidi="ur-PK"/>
        </w:rPr>
        <w:t xml:space="preserve"> بصرہ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درکھنے</w:t>
      </w:r>
      <w:r>
        <w:rPr>
          <w:rtl/>
          <w:lang w:bidi="ur-PK"/>
        </w:rPr>
        <w:t xml:space="preserve"> کے بعدع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جعفروال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بصرہ کولکھاکہ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جعفر(امام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کاظم)کوقتل کرکے بادشاہ کوان کے وجودسے سکون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تواس نے اپنے ہمدردوں سے مشورہ کے بعدہارون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دکولکھاکہ</w:t>
      </w:r>
      <w:r>
        <w:rPr>
          <w:rtl/>
          <w:lang w:bidi="ur-PK"/>
        </w:rPr>
        <w:t xml:space="preserve"> اے بادشاہ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کے اندرکوئ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شب وروزنمازروزہ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 ومشغول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عوام اورحکومت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دعائے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اورملک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فلاح وبہبودکے خواہشمندہ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بھلامجھ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ونکرہوسکتاہے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کرکے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عاقبت بگاڑوں۔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بادشاہ !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قتل کرنے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انجام 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عاقبت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رہاہوں اورسخت حرج محسوس کرتاہوں، لہذاتومجھے اس گناہ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ارتکاب سے معاف کربلکہ مجھے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دمشقت</w:t>
      </w:r>
      <w:r>
        <w:rPr>
          <w:rtl/>
          <w:lang w:bidi="ur-PK"/>
        </w:rPr>
        <w:t xml:space="preserve"> سے رہاکردوں اس خط کے پانے کے بعدہارون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اخر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شاہک کے حوالہ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آپ کوزہردلواکرشہ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ازہرکھانے</w:t>
      </w:r>
      <w:r>
        <w:rPr>
          <w:rtl/>
          <w:lang w:bidi="ur-PK"/>
        </w:rPr>
        <w:t xml:space="preserve"> کے بعدآپ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روزتک تڑپتے رہے،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وفات پاگئے (نورالابصار ص </w:t>
      </w:r>
      <w:r>
        <w:rPr>
          <w:rtl/>
          <w:lang w:bidi="fa-IR"/>
        </w:rPr>
        <w:t xml:space="preserve">۱۳۷)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زہرکھاتے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آج مجھے 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رابدن</w:t>
      </w:r>
      <w:r>
        <w:rPr>
          <w:rtl/>
          <w:lang w:bidi="ur-PK"/>
        </w:rPr>
        <w:t xml:space="preserve"> زردہوجائ</w:t>
      </w:r>
      <w:r w:rsidR="00523C85">
        <w:rPr>
          <w:rtl/>
          <w:lang w:bidi="ur-PK"/>
        </w:rPr>
        <w:t>یگ</w:t>
      </w:r>
      <w:r>
        <w:rPr>
          <w:rtl/>
          <w:lang w:bidi="ur-PK"/>
        </w:rPr>
        <w:t>ا اورت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ہوگا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رخصت ہوجاؤں گاچنانچہ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ہوا(شواہدالنبوت ص </w:t>
      </w:r>
      <w:r>
        <w:rPr>
          <w:rtl/>
          <w:lang w:bidi="fa-IR"/>
        </w:rPr>
        <w:t xml:space="preserve">۱۹۳)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آپ کوبغداد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”فلم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خرج</w:t>
      </w:r>
      <w:r>
        <w:rPr>
          <w:rtl/>
          <w:lang w:bidi="ur-PK"/>
        </w:rPr>
        <w:t xml:space="preserve"> من حبسہ الام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دا“</w:t>
      </w:r>
      <w:r>
        <w:rPr>
          <w:rtl/>
          <w:lang w:bidi="ur-PK"/>
        </w:rPr>
        <w:t xml:space="preserve"> اورتاح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درکھاآپ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بعدوفات کے بعدہتھکڑ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کٹوائ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زہرسے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جواس نے ابن شاہک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دلوا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جب آپ کوکھان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اخرمہ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اتوآپ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روزتک تڑپتے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انتقال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(صواعق محرقہ </w:t>
      </w:r>
      <w:r>
        <w:rPr>
          <w:rtl/>
          <w:lang w:bidi="fa-IR"/>
        </w:rPr>
        <w:t>۱۳۲</w:t>
      </w:r>
      <w:r>
        <w:rPr>
          <w:rtl/>
          <w:lang w:bidi="ur-PK"/>
        </w:rPr>
        <w:t xml:space="preserve"> ،ارحج المطالب ص </w:t>
      </w:r>
      <w:r>
        <w:rPr>
          <w:rtl/>
          <w:lang w:bidi="fa-IR"/>
        </w:rPr>
        <w:t>۴۵۴)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الساع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انجب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کوزہرسے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مظلوم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(اخبارالخلفاء) علامہ ابوالفداء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آپ نے وفات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(ابوالفداء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۱۵۱) </w:t>
      </w:r>
      <w:r>
        <w:rPr>
          <w:rtl/>
          <w:lang w:bidi="ur-PK"/>
        </w:rPr>
        <w:t>،علامہ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بکر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کوہارون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حکم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خالدبرمک</w:t>
      </w:r>
      <w:r>
        <w:rPr>
          <w:rFonts w:hint="cs"/>
          <w:rtl/>
          <w:lang w:bidi="ur-PK"/>
        </w:rPr>
        <w:t>ی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</w:t>
      </w:r>
      <w:r>
        <w:rPr>
          <w:rtl/>
          <w:lang w:bidi="ur-PK"/>
        </w:rPr>
        <w:t xml:space="preserve"> نے خرمہ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زہردے کرشہ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۳۲۰)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کوہارون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لاکرتاعمرق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درکھاآخر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اپنے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زہردلوا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ااورآپ</w:t>
      </w:r>
      <w:r>
        <w:rPr>
          <w:rtl/>
          <w:lang w:bidi="ur-PK"/>
        </w:rPr>
        <w:t xml:space="preserve"> وفات پاگئے (شواہدالنبوت ص </w:t>
      </w:r>
      <w:r>
        <w:rPr>
          <w:rtl/>
          <w:lang w:bidi="fa-IR"/>
        </w:rPr>
        <w:t xml:space="preserve">۱۹۳)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کوکئ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ہربارمحفوظ رہے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آپ نے وہ خرمہ اٹھاکرجس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زہرتھا 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پرپھ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اجسے</w:t>
      </w:r>
      <w:r>
        <w:rPr>
          <w:rtl/>
          <w:lang w:bidi="ur-PK"/>
        </w:rPr>
        <w:t xml:space="preserve"> ہارون کے کتے نے 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ااوروہ</w:t>
      </w:r>
      <w:r>
        <w:rPr>
          <w:rtl/>
          <w:lang w:bidi="ur-PK"/>
        </w:rPr>
        <w:t xml:space="preserve"> مرگ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کتے کے مرنے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خبرسے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</w:t>
      </w:r>
      <w:r>
        <w:rPr>
          <w:rtl/>
          <w:lang w:bidi="ur-PK"/>
        </w:rPr>
        <w:t xml:space="preserve">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رنج ہوااوراس نے خادم سے سخت بازپرس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۲۷۶)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32" w:name="_Toc509136854"/>
      <w:r>
        <w:rPr>
          <w:rFonts w:hint="eastAsia"/>
          <w:rtl/>
          <w:lang w:bidi="ur-PK"/>
        </w:rPr>
        <w:t>تعداداولاد</w:t>
      </w:r>
      <w:bookmarkEnd w:id="23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صواعق</w:t>
      </w:r>
      <w:r>
        <w:rPr>
          <w:rtl/>
          <w:lang w:bidi="ur-PK"/>
        </w:rPr>
        <w:t xml:space="preserve"> محرقہ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کے </w:t>
      </w:r>
      <w:r>
        <w:rPr>
          <w:rtl/>
          <w:lang w:bidi="fa-IR"/>
        </w:rPr>
        <w:t>۳۷</w:t>
      </w:r>
      <w:r>
        <w:rPr>
          <w:rtl/>
          <w:lang w:bidi="ur-PK"/>
        </w:rPr>
        <w:t xml:space="preserve"> اولادتھ</w:t>
      </w:r>
      <w:r>
        <w:rPr>
          <w:rFonts w:hint="cs"/>
          <w:rtl/>
          <w:lang w:bidi="ur-PK"/>
        </w:rPr>
        <w:t>ی</w:t>
      </w: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64777E">
      <w:pPr>
        <w:pStyle w:val="Heading2Center"/>
        <w:rPr>
          <w:rtl/>
          <w:lang w:bidi="ur-PK"/>
        </w:rPr>
      </w:pPr>
      <w:bookmarkStart w:id="233" w:name="_Toc509136855"/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233"/>
    </w:p>
    <w:p w:rsidR="000B625E" w:rsidRDefault="000B625E" w:rsidP="0064777E">
      <w:pPr>
        <w:pStyle w:val="Heading2Center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34" w:name="_Toc509136856"/>
      <w:r>
        <w:rPr>
          <w:rFonts w:hint="eastAsia"/>
          <w:rtl/>
          <w:lang w:bidi="ur-PK"/>
        </w:rPr>
        <w:t>ولادت</w:t>
      </w:r>
      <w:r>
        <w:rPr>
          <w:rtl/>
          <w:lang w:bidi="ur-PK"/>
        </w:rPr>
        <w:t xml:space="preserve"> باسعادت</w:t>
      </w:r>
      <w:bookmarkEnd w:id="23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ومورخ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آپ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۱۱/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قعدہ </w:t>
      </w:r>
      <w:r>
        <w:rPr>
          <w:rtl/>
          <w:lang w:bidi="fa-IR"/>
        </w:rPr>
        <w:t>۱۵۳</w:t>
      </w:r>
      <w:r>
        <w:rPr>
          <w:rtl/>
          <w:lang w:bidi="ur-PK"/>
        </w:rPr>
        <w:t xml:space="preserve"> 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پنجشنبہ بمقام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متولدہوئے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۱۸۲</w:t>
      </w:r>
      <w:r>
        <w:rPr>
          <w:rtl/>
          <w:lang w:bidi="ur-PK"/>
        </w:rPr>
        <w:t xml:space="preserve"> ، جلاء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۲۸۰</w:t>
      </w:r>
      <w:r>
        <w:rPr>
          <w:rtl/>
          <w:lang w:bidi="ur-PK"/>
        </w:rPr>
        <w:t xml:space="preserve"> ،روضة الصفاجلد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۱۳</w:t>
      </w:r>
      <w:r>
        <w:rPr>
          <w:rtl/>
          <w:lang w:bidi="ur-PK"/>
        </w:rPr>
        <w:t xml:space="preserve"> ، انوارالنعمان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۱۲۷)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کے متعلق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محمدپارساتحر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جناب ام البن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کاکہناہے کہ جب تک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بطن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رہے مجھے 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گرانبار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مطلقا محسوس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اکثرخواب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وتہل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امام ر</w:t>
      </w:r>
      <w:r>
        <w:rPr>
          <w:rFonts w:hint="eastAsia"/>
          <w:rtl/>
          <w:lang w:bidi="ur-PK"/>
        </w:rPr>
        <w:t>ضا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توآپ نے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دونوں ہاتھ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دئے اوراپنا فرق مبارک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بلندکرد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کے لبہائے مبارک جنبش کرنے لگے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سامعلوم</w:t>
      </w:r>
      <w:r>
        <w:rPr>
          <w:rtl/>
          <w:lang w:bidi="ur-PK"/>
        </w:rPr>
        <w:t xml:space="preserve"> ہوتاتھاکہ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آپ خداسے کچھ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اثناء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</w:t>
      </w:r>
      <w:r>
        <w:rPr>
          <w:rFonts w:hint="eastAsia"/>
          <w:rtl/>
          <w:lang w:bidi="ur-PK"/>
        </w:rPr>
        <w:t>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اورمجھ سے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وکرامت مبارک ہو،پھر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مولودمسعودکوآپ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اس کے داہنے 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اذان اوربائ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اقامت 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بعدآپ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اکہ”بگ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راکہ 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خدااست درزم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حجت خداست بعد</w:t>
      </w:r>
      <w:r>
        <w:rPr>
          <w:rFonts w:hint="eastAsia"/>
          <w:rtl/>
          <w:lang w:bidi="ur-PK"/>
        </w:rPr>
        <w:t>ازمن“</w:t>
      </w:r>
      <w:r>
        <w:rPr>
          <w:rtl/>
          <w:lang w:bidi="ur-PK"/>
        </w:rPr>
        <w:t xml:space="preserve"> اسے لے لو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بعدحجت اللہ کے فرائض کاذمہ دار ہے ابن بابو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گرآئمہ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مختون اورناف 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متولدہوئے تھے(فصل الخطاب وجلاء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۲۷۹)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35" w:name="_Toc509136857"/>
      <w:r>
        <w:rPr>
          <w:rFonts w:hint="eastAsia"/>
          <w:rtl/>
          <w:lang w:bidi="ur-PK"/>
        </w:rPr>
        <w:t>نام</w:t>
      </w:r>
      <w:r>
        <w:rPr>
          <w:rtl/>
          <w:lang w:bidi="ur-PK"/>
        </w:rPr>
        <w:t xml:space="preserve"> ،کن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ت،القاب</w:t>
      </w:r>
      <w:bookmarkEnd w:id="23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والدماجدحضرت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لوح محفوظ کے مطابق اورتع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رسول صلعم کے موافق آپ کو”اسم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سے موسوم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ا،آپ</w:t>
      </w:r>
      <w:r>
        <w:rPr>
          <w:rtl/>
          <w:lang w:bidi="ur-PK"/>
        </w:rPr>
        <w:t xml:space="preserve"> آل محمد،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”عل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۲۲۵</w:t>
      </w:r>
      <w:r>
        <w:rPr>
          <w:rtl/>
          <w:lang w:bidi="ur-PK"/>
        </w:rPr>
        <w:t xml:space="preserve"> ،مطالب السئول ص </w:t>
      </w:r>
      <w:r>
        <w:rPr>
          <w:rtl/>
          <w:lang w:bidi="fa-IR"/>
        </w:rPr>
        <w:t xml:space="preserve">۲۸۲)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ابوالحسن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کے القاب صابر،زک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،رض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واشہرھاالرضاء اورمشہورتر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لقب رضا تھا(نورالابصارص </w:t>
      </w:r>
      <w:r>
        <w:rPr>
          <w:rtl/>
          <w:lang w:bidi="fa-IR"/>
        </w:rPr>
        <w:t>۱۲۸</w:t>
      </w:r>
      <w:r>
        <w:rPr>
          <w:rtl/>
          <w:lang w:bidi="ur-PK"/>
        </w:rPr>
        <w:t xml:space="preserve"> وتذکرة خواص الامة ص </w:t>
      </w:r>
      <w:r>
        <w:rPr>
          <w:rtl/>
          <w:lang w:bidi="fa-IR"/>
        </w:rPr>
        <w:t xml:space="preserve">۱۹۸)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36" w:name="_Toc509136858"/>
      <w:r>
        <w:rPr>
          <w:rFonts w:hint="eastAsia"/>
          <w:rtl/>
          <w:lang w:bidi="ur-PK"/>
        </w:rPr>
        <w:t>لقب</w:t>
      </w:r>
      <w:r>
        <w:rPr>
          <w:rtl/>
          <w:lang w:bidi="ur-PK"/>
        </w:rPr>
        <w:t xml:space="preserve"> رضاک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23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علامہ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کورضااس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آسمان 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خداوعالم ،رسول اکرم اورآئمہ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زتمام</w:t>
      </w:r>
      <w:r>
        <w:rPr>
          <w:rtl/>
          <w:lang w:bidi="ur-PK"/>
        </w:rPr>
        <w:t xml:space="preserve"> مخالف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وموافق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آپ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۱۸۲) </w:t>
      </w:r>
      <w:r>
        <w:rPr>
          <w:rtl/>
          <w:lang w:bidi="ur-PK"/>
        </w:rPr>
        <w:t>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بزنط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افواہ کاحوالہ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ہوئے کہاکہ آپ کے والدماجدکولقب رضاسے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ملقب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اہرگزنہ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لقب خداورسول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خوشنود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کاجلوہ بردارہے اورخاص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آپ سے موافق ومخالف دونوں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اورخوشنودتھے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۲۷۹</w:t>
      </w:r>
      <w:r>
        <w:rPr>
          <w:rtl/>
          <w:lang w:bidi="ur-PK"/>
        </w:rPr>
        <w:t xml:space="preserve"> ،روضة الصفاجلد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37" w:name="_Toc509136859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23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نشوونمااورترب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اپنے والدبزرگوارحضرت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مقدس ماحول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بچپنااورجوان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متعددمنزل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طے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tl/>
          <w:lang w:bidi="fa-IR"/>
        </w:rPr>
        <w:t>۳۰</w:t>
      </w:r>
      <w:r>
        <w:rPr>
          <w:rtl/>
          <w:lang w:bidi="ur-PK"/>
        </w:rPr>
        <w:t xml:space="preserve"> برس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اگرچہ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چندسال اس مدت کے وہ تھے جب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اعراق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دظلم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برد</w:t>
      </w:r>
      <w:r>
        <w:rPr>
          <w:rFonts w:hint="eastAsia"/>
          <w:rtl/>
          <w:lang w:bidi="ur-PK"/>
        </w:rPr>
        <w:t>اشت</w:t>
      </w:r>
      <w:r>
        <w:rPr>
          <w:rtl/>
          <w:lang w:bidi="ur-PK"/>
        </w:rPr>
        <w:t xml:space="preserve"> کررہے تھے مگراس سے پہلے </w:t>
      </w:r>
      <w:r>
        <w:rPr>
          <w:rtl/>
          <w:lang w:bidi="fa-IR"/>
        </w:rPr>
        <w:t>۲۴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۲۵/ </w:t>
      </w:r>
      <w:r>
        <w:rPr>
          <w:rtl/>
          <w:lang w:bidi="ur-PK"/>
        </w:rPr>
        <w:t>برس آپ کوبرابراپنے پدربزرگوارکے ساتھ رہنے کاموقع ملا۔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38" w:name="_Toc509136860"/>
      <w:r>
        <w:rPr>
          <w:rFonts w:hint="eastAsia"/>
          <w:rtl/>
          <w:lang w:bidi="ur-PK"/>
        </w:rPr>
        <w:t>بادشاہان</w:t>
      </w:r>
      <w:r>
        <w:rPr>
          <w:rtl/>
          <w:lang w:bidi="ur-PK"/>
        </w:rPr>
        <w:t xml:space="preserve"> وقت</w:t>
      </w:r>
      <w:bookmarkEnd w:id="23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سے تابہ عہدوفات بہت سے بادشاہوں کے دورد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آپ </w:t>
      </w:r>
      <w:r>
        <w:rPr>
          <w:rtl/>
          <w:lang w:bidi="fa-IR"/>
        </w:rPr>
        <w:t>۱۵۳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 عہدمنصوردوانق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متولدہوئے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) </w:t>
      </w:r>
      <w:r>
        <w:rPr>
          <w:rtl/>
          <w:lang w:bidi="fa-IR"/>
        </w:rPr>
        <w:t>۱۵۸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۱۶۹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۱۷۰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۱۹۴</w:t>
      </w:r>
      <w:r>
        <w:rPr>
          <w:rtl/>
          <w:lang w:bidi="ur-PK"/>
        </w:rPr>
        <w:t xml:space="preserve"> ھئ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۱۹۸</w:t>
      </w:r>
      <w:r>
        <w:rPr>
          <w:rtl/>
          <w:lang w:bidi="ur-PK"/>
        </w:rPr>
        <w:t xml:space="preserve"> ھئمامون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ہوتے رہے (ابن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رابوالفداء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نے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کادوربچشم خودد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کھااورآپ</w:t>
      </w:r>
      <w:r>
        <w:rPr>
          <w:rtl/>
          <w:lang w:bidi="ur-PK"/>
        </w:rPr>
        <w:t xml:space="preserve"> پدربزرگوارن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گراولادعل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وفاطمہ کے ساتھ جوکچھ ہوتارہا،اسے آپ ملاحظہ فرماتے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</w:t>
      </w:r>
      <w:r>
        <w:rPr>
          <w:rtl/>
          <w:lang w:bidi="fa-IR"/>
        </w:rPr>
        <w:t>۲۳۰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رخصت ہوگئے اورآپ کوزہردے کرشہ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39" w:name="_Toc509136861"/>
      <w:r>
        <w:rPr>
          <w:rFonts w:hint="eastAsia"/>
          <w:rtl/>
          <w:lang w:bidi="ur-PK"/>
        </w:rPr>
        <w:t>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bookmarkEnd w:id="23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پدربزرگوارحضرت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کومعلوم تھا کہ حکومت وقت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باگ ڈوراس وقت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ہاتھوں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کوآزاد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سانس نہ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آب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اکوچھوڑنے</w:t>
      </w:r>
      <w:r>
        <w:rPr>
          <w:rtl/>
          <w:lang w:bidi="ur-PK"/>
        </w:rPr>
        <w:t xml:space="preserve"> کے موقع پردوستان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کاآپ</w:t>
      </w:r>
      <w:r>
        <w:rPr>
          <w:rtl/>
          <w:lang w:bidi="ur-PK"/>
        </w:rPr>
        <w:t xml:space="preserve"> سے ملنا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ابعدکے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راہنماکادر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کرناغ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رممکن</w:t>
      </w:r>
      <w:r>
        <w:rPr>
          <w:rtl/>
          <w:lang w:bidi="ur-PK"/>
        </w:rPr>
        <w:t xml:space="preserve"> ہوجائے گااس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دنوں اورسکون کے اوقات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کہ 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روان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کواپنے بعدہونے والے امام </w:t>
      </w:r>
      <w:r>
        <w:rPr>
          <w:rtl/>
          <w:lang w:bidi="ur-PK"/>
        </w:rPr>
        <w:lastRenderedPageBreak/>
        <w:t>سے روشناس کرانے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محسوس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چنانچہ اولادعل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وفاطمہ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سترہ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</w:t>
      </w:r>
      <w:r>
        <w:rPr>
          <w:rFonts w:hint="eastAsia"/>
          <w:rtl/>
          <w:lang w:bidi="ur-PK"/>
        </w:rPr>
        <w:t>ممتازح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رکھتے تھے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جمع فرماکراپنے فرزندحضرت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وصا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کااعلان 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نامہ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مکمل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پرمد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معزز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ساٹھ 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اہتمام دوسرے آئمہ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نظرنہ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صرف ان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بناء پرجن سے دوسرے آئمہ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موقعہ پردوچارنہ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ہونے والے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40" w:name="_Toc509136862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اورامام رضاکے درامامت کاآغاز</w:t>
      </w:r>
      <w:bookmarkEnd w:id="24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۱۸۳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 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بڑاحصہ گذارکردرجہ شہادت حاصل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وقت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کے مطابق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والدبزرگوارک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بعدامامت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منتقل ہوگئ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وقت تھا جب کہ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دتخت</w:t>
      </w:r>
      <w:r>
        <w:rPr>
          <w:rtl/>
          <w:lang w:bidi="ur-PK"/>
        </w:rPr>
        <w:t xml:space="preserve"> خلافت پرمتمکن تھا اوربن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حالات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ناسازگارتھے۔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41" w:name="_Toc509136863"/>
      <w:r>
        <w:rPr>
          <w:rFonts w:hint="eastAsia"/>
          <w:rtl/>
          <w:lang w:bidi="ur-PK"/>
        </w:rPr>
        <w:t>ہارون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اورخانہ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24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بعد دس برس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دکادوررہا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وہ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وجودکوبھ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برداشت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کرسکتاتھا جس طرح اس کے پہلے آپ کے والدماجدکارہنااس نے گوارانہ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اتوامام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 جو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مدت ت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تشدداورظلم ہوتارہا اورجس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اندرآپ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رخصت ہوگئے اس سے حکومت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عام بدنام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ظالم کو بدسلوک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کااحساس اورضم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ملامت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کھلم کھلاامام رضاکے خلاف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وقت سے پہلے اس نے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کوستانے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فروگزاشت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احضرت</w:t>
      </w:r>
      <w:r>
        <w:rPr>
          <w:rtl/>
          <w:lang w:bidi="ur-PK"/>
        </w:rPr>
        <w:t xml:space="preserve"> کے عہدہ امامت کوسنبھالتے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آپ کاگھرلٹواد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ا،اورعورتوں</w:t>
      </w:r>
      <w:r>
        <w:rPr>
          <w:rtl/>
          <w:lang w:bidi="ur-PK"/>
        </w:rPr>
        <w:t xml:space="preserve">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وارت</w:t>
      </w:r>
      <w:r>
        <w:rPr>
          <w:rtl/>
          <w:lang w:bidi="ur-PK"/>
        </w:rPr>
        <w:t xml:space="preserve"> اورکپڑے تک اتروال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اس حوالہ اوربہانے سے کہ محمدبن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وخلافت سے انکارکرد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فوج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ماتحت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کرحکم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فاطمہ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اولادک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بالکل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تباہ وبربادکرد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ان کے </w:t>
      </w:r>
      <w:r>
        <w:rPr>
          <w:rFonts w:hint="eastAsia"/>
          <w:rtl/>
          <w:lang w:bidi="ur-PK"/>
        </w:rPr>
        <w:t>گھروں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 لگاد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ان کے سامان لوٹ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درجہ مفلوج اورمفلوک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کہ پھران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حوصلہ کے ابھرنے کاسوال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دانہ</w:t>
      </w:r>
      <w:r>
        <w:rPr>
          <w:rtl/>
          <w:lang w:bidi="ur-PK"/>
        </w:rPr>
        <w:t xml:space="preserve"> ہوسکے اورمحمدبن جعفرصادق کوگرفتارکرکے قتل </w:t>
      </w:r>
      <w:r>
        <w:rPr>
          <w:rtl/>
          <w:lang w:bidi="ur-PK"/>
        </w:rPr>
        <w:lastRenderedPageBreak/>
        <w:t>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 کرتعم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رہرممکن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کوتباہ وبربادک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حضرت محمدبن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بھرپورمقابلہ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آخر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گرفتار ہوکرہارون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پاس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سادات کرام کولوٹ کرحضرت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دولت کدہ پرپہنچااوراس نے خواہش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حسب حکم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د،خانہ</w:t>
      </w:r>
      <w:r>
        <w:rPr>
          <w:rtl/>
          <w:lang w:bidi="ur-PK"/>
        </w:rPr>
        <w:t xml:space="preserve"> امام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ہوکراپنے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عورتوں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ورات</w:t>
      </w:r>
      <w:r>
        <w:rPr>
          <w:rtl/>
          <w:lang w:bidi="ur-PK"/>
        </w:rPr>
        <w:t xml:space="preserve"> اورکپڑے اتارے ،امام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خودتمہ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ساراسامان </w:t>
      </w:r>
      <w:r>
        <w:rPr>
          <w:rFonts w:hint="eastAsia"/>
          <w:rtl/>
          <w:lang w:bidi="ur-PK"/>
        </w:rPr>
        <w:t>لاکردئے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پہلے تووہ اس پرراض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کہنے لگاکہ اچھاآپ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اتارلائ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محل سرا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اورآپ نے تمام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ورات</w:t>
      </w:r>
      <w:r>
        <w:rPr>
          <w:rtl/>
          <w:lang w:bidi="ur-PK"/>
        </w:rPr>
        <w:t xml:space="preserve"> اورسارے کپڑے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سترپوش چادرکے علاوہ لاکرد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ساتھ اثاث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نقدوجنس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بچوں کے کان کے بندے سب کچھ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حوالہ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ملعون تمام سامان لے کر بغدادروانہ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آپ کے آغازامامت کاہے۔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بحارالانوار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 محمدبن جعفرصادق کے واقعہ سے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نہ تھا وہ اکثراپنے چچامحمدکو 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اورصبرک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ابوالفرج اصفہان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مقاتل الطالب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محمدبن جعفرنہا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اورپر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زگارشخص</w:t>
      </w:r>
      <w:r>
        <w:rPr>
          <w:rtl/>
          <w:lang w:bidi="ur-PK"/>
        </w:rPr>
        <w:t xml:space="preserve"> تھے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کتبہ لکھ کر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واروں</w:t>
      </w:r>
      <w:r>
        <w:rPr>
          <w:rtl/>
          <w:lang w:bidi="ur-PK"/>
        </w:rPr>
        <w:t xml:space="preserve"> پرچسپاں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وفاطمہ کے متعلق ناسزاالفاظ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خروج کاسبب بنا۔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لفظ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جب نمازکونکلتے تھے توآپ کے ساتھ دوسوصلحاواتق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اہواکرتے</w:t>
      </w:r>
      <w:r>
        <w:rPr>
          <w:rtl/>
          <w:lang w:bidi="ur-PK"/>
        </w:rPr>
        <w:t xml:space="preserve"> تھے 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بعدصفوان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کہاکہ مولاہم آپ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دسے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ہت</w:t>
      </w:r>
      <w:r>
        <w:rPr>
          <w:rtl/>
          <w:lang w:bidi="ur-PK"/>
        </w:rPr>
        <w:t xml:space="preserve"> خائف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ڈرہے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ساتھ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سلوک نہ کرے جوآپ کے والدکے ساتھ کرچکاہے حضرت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مجھ پرکام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 ہوسکے گاچنانچہ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ہوااورحالات نے اسے کچھ اس اس درجہ آخر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مجبورکرد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وہ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کرسکا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کہ جب خالدبن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سے کہاکہ امام رضااپنے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امرامامت کااعلان کرتے اوراپنے کوامام زمانہ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ہم جوان کے ساتھ کرچکے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اب توچاہتاہے کہ ”ان نقتلہم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عا“</w:t>
      </w:r>
      <w:r>
        <w:rPr>
          <w:rtl/>
          <w:lang w:bidi="ur-PK"/>
        </w:rPr>
        <w:t xml:space="preserve"> ہم سب کے سب کوقتل کرڈال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کروں گا(نورالابصارص </w:t>
      </w:r>
      <w:r>
        <w:rPr>
          <w:rtl/>
          <w:lang w:bidi="fa-IR"/>
        </w:rPr>
        <w:t>۱۴۴</w:t>
      </w:r>
      <w:r>
        <w:rPr>
          <w:rtl/>
          <w:lang w:bidi="ur-PK"/>
        </w:rPr>
        <w:t xml:space="preserve"> طبع مصر)۔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پھربھ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رسول سے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داختلاف</w:t>
      </w:r>
      <w:r>
        <w:rPr>
          <w:rtl/>
          <w:lang w:bidi="ur-PK"/>
        </w:rPr>
        <w:t xml:space="preserve"> اورسادات کے ساتھ جوبرتاؤاب تک رہاتھا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بناء پرعام طورسے عمال حکومت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اعام</w:t>
      </w:r>
      <w:r>
        <w:rPr>
          <w:rtl/>
          <w:lang w:bidi="ur-PK"/>
        </w:rPr>
        <w:t xml:space="preserve"> افرادبھ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حکومت کوراض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ساتھ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اچھارو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رکھنے پرت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ہوسکتے تھے اور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امام کے پاس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لوگ استفادہ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آسکتے تھے نہ حضرت کوسچے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اشاعت کے مواقع حاصل تھے۔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ہارون</w:t>
      </w:r>
      <w:r>
        <w:rPr>
          <w:rtl/>
          <w:lang w:bidi="ur-PK"/>
        </w:rPr>
        <w:t xml:space="preserve"> کاآخر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اپنے دونوں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ٹوں،ام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اورمامون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رقابتوں سے بہت بے لطف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گزرا،ام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تھا جوخاندان شاہ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منصوردوانق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عرب سردارسب اس کے طرف دارتھے اورمامون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سے تھااس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دربارکاعجم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طبقہ اس سے محبت رکھتاتھا ،دونوں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رسہ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ہارون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سوہان روح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اپنے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کاتصف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مملکت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دارالسلطنت بغداداوراس کے چاروں طرف کے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جسے شام،مصرحجاز،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محمدام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نام کئے اورمشرق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ممالک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ران،خراسان،</w:t>
      </w:r>
      <w:r>
        <w:rPr>
          <w:rtl/>
          <w:lang w:bidi="ur-PK"/>
        </w:rPr>
        <w:t xml:space="preserve"> ترکستان،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مامون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مقررکئے مگر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تواس وقت کارگرہوسکتاتھا جب جودونوں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”ج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واورج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دو“ کے اصول پرعمل کرتے ہوتے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جہاں اقتدارک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ہوس کارفرماہو، وہاں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گھرکے اندردوبھائ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مدمقابل ہوں توک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ک دوسرے کے خلاف جارحانہ کاروائ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پرت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ارنظرآئے</w:t>
      </w:r>
      <w:r>
        <w:rPr>
          <w:rtl/>
          <w:lang w:bidi="ur-PK"/>
        </w:rPr>
        <w:t xml:space="preserve"> اورک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ان طاقتوں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تصادم ہوجب کہ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ثاراورخلق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رخواہ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جسے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اپنے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نظررکھ کراپنے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سے چشم پوش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کہ ادھرہارون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بندہوئ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اورادھربھائ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خانہ جنگ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شعلے بھڑک اٹھے آخرچاربرس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مسلسل کشمکش اورطو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خونر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بعدمامون کوکام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کابھائ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محرم </w:t>
      </w:r>
      <w:r>
        <w:rPr>
          <w:rtl/>
          <w:lang w:bidi="fa-IR"/>
        </w:rPr>
        <w:t>۱۹۸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تلواکے گھاٹ اتارد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ااورمامون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تمام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کے حدودسلطنت پ</w:t>
      </w:r>
      <w:r>
        <w:rPr>
          <w:rFonts w:hint="eastAsia"/>
          <w:rtl/>
          <w:lang w:bidi="ur-PK"/>
        </w:rPr>
        <w:t>رقائم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سچ ہے کہ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سلطنت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کے دس سال گزرے اس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تاخت کے بعدپھراس نے آپ کے معاملات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بالکل سکوت اورخاموش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دووجہ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اول</w:t>
      </w:r>
      <w:r>
        <w:rPr>
          <w:rtl/>
          <w:lang w:bidi="ur-PK"/>
        </w:rPr>
        <w:t xml:space="preserve">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اس س سالہ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آل برامکہ کے است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صال</w:t>
      </w:r>
      <w:r>
        <w:rPr>
          <w:rtl/>
          <w:lang w:bidi="ur-PK"/>
        </w:rPr>
        <w:t xml:space="preserve"> رافع بن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ابن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ارکے</w:t>
      </w:r>
      <w:r>
        <w:rPr>
          <w:rtl/>
          <w:lang w:bidi="ur-PK"/>
        </w:rPr>
        <w:t xml:space="preserve"> غداورفسادکے انسداد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جوسمرقندکے علاقہ سے نمودارہوکرماوراء النہراورحدودعرب تک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چکاتھاا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ساہمہ</w:t>
      </w:r>
      <w:r>
        <w:rPr>
          <w:rtl/>
          <w:lang w:bidi="ur-PK"/>
        </w:rPr>
        <w:t xml:space="preserve"> وقت اورہمہ دم الجھارہاکہ پھراس کوان امورک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ذراب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نہ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 سالہ مدت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ملک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بعدخودا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ساکمزوراورمجبورہوگ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اپنے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ارسے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کرسکتاتھانام کابادشاہ بناب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ٹھاہوا،اپن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دن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عسرت اورتنگ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کاٹ رہاتھااس کے ثبوت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واقعہ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ملاحظہ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صباح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ہارون جب خراسان جانے لگا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نہروان تک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اراستہ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ائے صباح تم اب کے بعدپھرمجھے زندہ نہ پاؤگے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کہاام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انشاء اللہ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وسالم اس سفرسے واپس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کراس نے کہا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دتجھ</w:t>
      </w:r>
      <w:r>
        <w:rPr>
          <w:rtl/>
          <w:lang w:bidi="ur-PK"/>
        </w:rPr>
        <w:t xml:space="preserve"> کوم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راحال</w:t>
      </w:r>
      <w:r>
        <w:rPr>
          <w:rtl/>
          <w:lang w:bidi="ur-PK"/>
        </w:rPr>
        <w:t xml:space="preserve"> 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آؤ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دکھادوں ،پھرمجھے راستہ کاٹ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سمت درخت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ااوروہاں</w:t>
      </w:r>
      <w:r>
        <w:rPr>
          <w:rtl/>
          <w:lang w:bidi="ur-PK"/>
        </w:rPr>
        <w:t xml:space="preserve"> سے اپنے خواصوں کوہٹاکرآپنے بدن کاکپڑااٹھاکرمجھے دکھا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ا،توا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پارچہ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شم</w:t>
      </w:r>
      <w:r>
        <w:rPr>
          <w:rtl/>
          <w:lang w:bidi="ur-PK"/>
        </w:rPr>
        <w:t xml:space="preserve"> شکم </w:t>
      </w:r>
      <w:r>
        <w:rPr>
          <w:rtl/>
          <w:lang w:bidi="ur-PK"/>
        </w:rPr>
        <w:lastRenderedPageBreak/>
        <w:t>پرلپ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ٹاہواتھا،اوراس</w:t>
      </w:r>
      <w:r>
        <w:rPr>
          <w:rtl/>
          <w:lang w:bidi="ur-PK"/>
        </w:rPr>
        <w:t xml:space="preserve"> سے سارابدن کساہواتھا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دکھاکرمجھ سے کہاکہ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مدت سے 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مارہوں</w:t>
      </w:r>
      <w:r>
        <w:rPr>
          <w:rtl/>
          <w:lang w:bidi="ur-PK"/>
        </w:rPr>
        <w:t xml:space="preserve"> تمام بدن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درداٹھتاہے مگرکس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اپناحال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کہہ سکتاتمہارے پاس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رازامانت رہے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کاگماشتہ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اوپرمقررہے ماموں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مسرور،ام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بخت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شوع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سانس تک گنتے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،اورنہ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زندہ رہوں، اگرتم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ہوتود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تمہارے سامنے گھوڑاسوارہونے کومانگتاہوں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سالاغرٹٹوم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جس پرسوارہوکر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مارہوجاؤں،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کرگھوڑاطلب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لاغراڑ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ٹٹوحاضرک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پرہارون نے بے چون وچراسوارہوگ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ااورمجھ</w:t>
      </w:r>
      <w:r>
        <w:rPr>
          <w:rtl/>
          <w:lang w:bidi="ur-PK"/>
        </w:rPr>
        <w:t xml:space="preserve"> کووہاں سے رخص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کرکے جرجان کاراستہ پکڑل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(لمعة الض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۹۲)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بہرحال</w:t>
      </w:r>
      <w:r>
        <w:rPr>
          <w:rtl/>
          <w:lang w:bidi="ur-PK"/>
        </w:rPr>
        <w:t xml:space="preserve">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مجبور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جنہوں نے اس کوحضرت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مخالفانہ امورک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اورنہ</w:t>
      </w:r>
      <w:r>
        <w:rPr>
          <w:rtl/>
          <w:lang w:bidi="ur-PK"/>
        </w:rPr>
        <w:t xml:space="preserve"> اگراسے فرصت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حالتوں پرقائم رہتاتواس سلسلہ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غارت 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وبرباد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بھولنے والانہ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تھا، مگرا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وقت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اکرسکتاتھا</w:t>
      </w:r>
      <w:r>
        <w:rPr>
          <w:rtl/>
          <w:lang w:bidi="ur-PK"/>
        </w:rPr>
        <w:t xml:space="preserve"> اپنے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 وپااپنے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 بہرحال حارون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النفس مجبور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رمتحمل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خراسان پہنچ کرشروع </w:t>
      </w:r>
      <w:r>
        <w:rPr>
          <w:rtl/>
          <w:lang w:bidi="fa-IR"/>
        </w:rPr>
        <w:t>۱۹۳</w:t>
      </w:r>
      <w:r>
        <w:rPr>
          <w:rtl/>
          <w:lang w:bidi="ur-PK"/>
        </w:rPr>
        <w:t xml:space="preserve"> ھ مرگ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دونوں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اورمامون کے متعلق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کاکہناہے کہ مامون توپھربھ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سوجھ بوجھ اوراچھے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رکٹرکاآدم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اش،لاابال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اورکمزور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کاتھا سلطنت کے تمام حصوں ،باز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گر،مسخرے اورنجوم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جوتش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بلوائے،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خوبصورت طوائف اورنہا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کامل گانے 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اورخواجہ</w:t>
      </w:r>
      <w:r>
        <w:rPr>
          <w:rtl/>
          <w:lang w:bidi="ur-PK"/>
        </w:rPr>
        <w:t xml:space="preserve"> سراوں کوبڑ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خرچ کرکے اورناٹک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محفل مثل اندرسبھاکے 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tl/>
          <w:lang w:bidi="ur-PK"/>
        </w:rPr>
        <w:t xml:space="preserve"> اپنے زرق برق سامانوں سے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کااکھاڑاہوتاتھا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ابن 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رسے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کوچھوڑکرخص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لواطت کرتاتھا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۶۰)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42" w:name="_Toc50913686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رضاکاحج اورہارون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bookmarkEnd w:id="24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زمانہ</w:t>
      </w:r>
      <w:r>
        <w:rPr>
          <w:rtl/>
          <w:lang w:bidi="ur-PK"/>
        </w:rPr>
        <w:t xml:space="preserve">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حج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مکہ معظمہ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اہواتھا</w:t>
      </w:r>
      <w:r>
        <w:rPr>
          <w:rtl/>
          <w:lang w:bidi="ur-PK"/>
        </w:rPr>
        <w:t xml:space="preserve"> خانہ کعبہ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داخلہ کے بعد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دروازہ سے اورہارون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دوسرے دروازہ سے نکلے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دوسرے</w:t>
      </w:r>
      <w:r>
        <w:rPr>
          <w:rtl/>
          <w:lang w:bidi="ur-PK"/>
        </w:rPr>
        <w:t xml:space="preserve"> دروازہ سے نکلنے والاجوہم سے دورجارہاہے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طوس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دونوں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ہوں گے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خالدبرمک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وہ رومال سے گردک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منہ بندکئے ہوئے جارہاہے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اسے پتہ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کے ساتھ امسا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اہونے</w:t>
      </w:r>
      <w:r>
        <w:rPr>
          <w:rtl/>
          <w:lang w:bidi="ur-PK"/>
        </w:rPr>
        <w:t xml:space="preserve"> والاہے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مسافرکاب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حج کے موقع پرامام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کراپنے دونوں ہاتھوں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ملاتے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وہ کہتاہے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ارشادکامطلب اس وقت سمجھاجب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واقع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اوردونوں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مقبرہ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ہوئ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عمران کاکہناہے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پہنچااورامام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اسے خطبہ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اورہارون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مقبرہ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کئے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(نورالابصار ص </w:t>
      </w:r>
      <w:r>
        <w:rPr>
          <w:rtl/>
          <w:lang w:bidi="fa-IR"/>
        </w:rPr>
        <w:t xml:space="preserve">۱۴۴)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43" w:name="_Toc509136865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کامجددمذہب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ہونا</w:t>
      </w:r>
      <w:bookmarkEnd w:id="24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ہرسوسال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مجدداسلام کے نمودوشہودکانشان ملتاہے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ظاہرہے کہ جواسلام کامجددہوگااس کے تمام ماننے والے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مسلک پرگامزن ہوں گے اورمجددکاجوبن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مذہب ہوگااس کے ماننے والوں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مذہب ہوگا،حضرت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جوقطع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طورپرفرزندرسول </w:t>
      </w: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تھے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مسلک پرگامزن تھے جس مسلک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tl/>
          <w:lang w:bidi="ur-PK"/>
        </w:rPr>
        <w:t xml:space="preserve">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رالانام</w:t>
      </w:r>
      <w:r>
        <w:rPr>
          <w:rtl/>
          <w:lang w:bidi="ur-PK"/>
        </w:rPr>
        <w:t xml:space="preserve"> کاوجودذ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وجودتھا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مسلمات سے ہے کہ آل محمدعل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نقش قدم پرچلتے تھے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منشاء اوربن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 محمدکامسلک 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تھاجومحمد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کامسلک 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رجزر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جامع الاصول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اورثقة الاسلام علامہ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مذہب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مجددتھے علامہ قونو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اورملامب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حوالہ سے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(وس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لةالنجات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۳۷۶</w:t>
      </w:r>
      <w:r>
        <w:rPr>
          <w:rtl/>
          <w:lang w:bidi="ur-PK"/>
        </w:rPr>
        <w:t xml:space="preserve"> ،شرح جامع صغ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محدث</w:t>
      </w:r>
      <w:r>
        <w:rPr>
          <w:rtl/>
          <w:lang w:bidi="ur-PK"/>
        </w:rPr>
        <w:t xml:space="preserve"> دہلو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شاہ عبدالعز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زابن</w:t>
      </w:r>
      <w:r>
        <w:rPr>
          <w:rtl/>
          <w:lang w:bidi="ur-PK"/>
        </w:rPr>
        <w:t xml:space="preserve">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رکاقول</w:t>
      </w:r>
      <w:r>
        <w:rPr>
          <w:rtl/>
          <w:lang w:bidi="ur-PK"/>
        </w:rPr>
        <w:t xml:space="preserve"> نقل کرتے ہوئے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رجذر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جامع الاصول کہ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الرضامجددمذہب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دوقرن ثالث گفتہ است 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رجذر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جامع الاصول نے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مذہب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کامجددہون</w:t>
      </w:r>
      <w:r>
        <w:rPr>
          <w:rFonts w:hint="eastAsia"/>
          <w:rtl/>
          <w:lang w:bidi="ur-PK"/>
        </w:rPr>
        <w:t>اظاہروواضح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(تحفہ اثناعشر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۸۵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۸۳)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علماء اہل سنت نے آپ کودوسر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کااوربعض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کامجدد بتلا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دونوں درست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اورت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آغاز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44" w:name="_Toc509136866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اخلاق وعادات اورشمائل وخصائل</w:t>
      </w:r>
      <w:bookmarkEnd w:id="24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اخلاق وعادات اورشمائل وخصائل کالکھنااس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دشوارہے کہ وہ بے شمارہ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”مشت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نمونہ ازخردار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بحوالہ 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عباس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کے ساتھ گفتگوکرنے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،اورکبھ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</w:t>
      </w:r>
      <w:r>
        <w:rPr>
          <w:rFonts w:hint="eastAsia"/>
          <w:rtl/>
          <w:lang w:bidi="ur-PK"/>
        </w:rPr>
        <w:t>قطع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کے مکارم عادات سے تھا کہ جب بات کرنے والااپن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ختم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تاتھا</w:t>
      </w:r>
      <w:r>
        <w:rPr>
          <w:rtl/>
          <w:lang w:bidi="ur-PK"/>
        </w:rPr>
        <w:t xml:space="preserve"> تب </w:t>
      </w:r>
      <w:r>
        <w:rPr>
          <w:rtl/>
          <w:lang w:bidi="ur-PK"/>
        </w:rPr>
        <w:lastRenderedPageBreak/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آغازکلام فرماتے تھے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روائ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اورکام نکالنے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المقدوردر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نہ فرماتے ،کبھ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سامنے پاؤں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لاکرنہ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ٹھتے</w:t>
      </w:r>
      <w:r>
        <w:rPr>
          <w:rtl/>
          <w:lang w:bidi="ur-PK"/>
        </w:rPr>
        <w:t xml:space="preserve"> اورنہ اہل محفل کے روبروتک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لگاک</w:t>
      </w:r>
      <w:r>
        <w:rPr>
          <w:rFonts w:hint="eastAsia"/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ٹھتے</w:t>
      </w:r>
      <w:r>
        <w:rPr>
          <w:rtl/>
          <w:lang w:bidi="ur-PK"/>
        </w:rPr>
        <w:t xml:space="preserve"> تھے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غلاموں کوگال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اذکر،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تھوکتے اورناک صاف کرتے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کھا،آپ</w:t>
      </w:r>
      <w:r>
        <w:rPr>
          <w:rtl/>
          <w:lang w:bidi="ur-PK"/>
        </w:rPr>
        <w:t xml:space="preserve"> قہقہہ لگاکرہرگز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ہنستے تھے خندہ زن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موقع پرآپ تبسم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محاسن اخلاق اورتواضع وانکسار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دسترخوان پرسائ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اور</w:t>
      </w:r>
      <w:r>
        <w:rPr>
          <w:rFonts w:hint="eastAsia"/>
          <w:rtl/>
          <w:lang w:bidi="ur-PK"/>
        </w:rPr>
        <w:t>دربان</w:t>
      </w:r>
      <w:r>
        <w:rPr>
          <w:rtl/>
          <w:lang w:bidi="ur-PK"/>
        </w:rPr>
        <w:t xml:space="preserve"> تک کواپنے ساتھ بٹھال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،راتوں کوبہت کم سوتے اوراکثرراتوں کوشام سے صبح تک شب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تھے اکثراوقات روزے سے ہوتے تھے مگرہرمہ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روز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وآپ سے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قضانہ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ارشادفرماتے تھے کہ ہرماہ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کم ازکم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روزے رکھ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روزے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کثرت سے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اوراکثررات کے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پردہ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استحباب کوادافرما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موسم گرما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کافرش جس پرآپ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کرفتو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امسائل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بور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اہوتاتھااورسرما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کمبل آپ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طرزاس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 جب آپ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عہدحکومت تھے آپ کالباس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موٹا</w:t>
      </w:r>
      <w:r>
        <w:rPr>
          <w:rFonts w:hint="eastAsia"/>
          <w:rtl/>
          <w:lang w:bidi="ur-PK"/>
        </w:rPr>
        <w:t>اورخشن</w:t>
      </w:r>
      <w:r>
        <w:rPr>
          <w:rtl/>
          <w:lang w:bidi="ur-PK"/>
        </w:rPr>
        <w:t xml:space="preserve"> ہوتاتھا اوررفع طعن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باہرآپ اچھالباس پہنتے تھے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سے کہاکہ حضوراتنا عمدہ لباس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استعمال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اندرکاپ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راہن</w:t>
      </w:r>
      <w:r>
        <w:rPr>
          <w:rtl/>
          <w:lang w:bidi="ur-PK"/>
        </w:rPr>
        <w:t xml:space="preserve"> دکھلاکرفرما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ااچھالباس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اوالوں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اورکمبل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راہن</w:t>
      </w:r>
      <w:r>
        <w:rPr>
          <w:rtl/>
          <w:lang w:bidi="ur-PK"/>
        </w:rPr>
        <w:t xml:space="preserve"> خداکے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موصوف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آپ حمام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رکھتے تھے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جند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نہاناشروع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ادوران</w:t>
      </w:r>
      <w:r>
        <w:rPr>
          <w:rtl/>
          <w:lang w:bidi="ur-PK"/>
        </w:rPr>
        <w:t xml:space="preserve"> غسل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نہاناشروع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ادوران</w:t>
      </w:r>
      <w:r>
        <w:rPr>
          <w:rtl/>
          <w:lang w:bidi="ur-PK"/>
        </w:rPr>
        <w:t xml:space="preserve"> غسل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کہاکہ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جسم پرپان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ڈالئے آپ نے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ڈالناشروع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ااتنے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کہااے جند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فرزندرسول سے خدمت لے رہاہے ارے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امام رضاہ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سنناتھا کہ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پرگرپڑااورمعاف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مانگنے لگا(نورالابصار ص </w:t>
      </w:r>
      <w:r>
        <w:rPr>
          <w:rtl/>
          <w:lang w:bidi="fa-IR"/>
        </w:rPr>
        <w:t xml:space="preserve">۳۸،۳۹) 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مردبلخ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ناقل ہے کہ حضرت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پردسترخوان بچھاتوآپ نے تمام غلاموں کوجن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حبش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شامل تھے بلاکربٹھلال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امولاانہ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</w:t>
      </w:r>
      <w:r>
        <w:rPr>
          <w:rtl/>
          <w:lang w:bidi="ur-PK"/>
        </w:rPr>
        <w:t xml:space="preserve"> بٹھلائ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احرج</w:t>
      </w:r>
      <w:r>
        <w:rPr>
          <w:rtl/>
          <w:lang w:bidi="ur-PK"/>
        </w:rPr>
        <w:t xml:space="preserve"> ہے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سب کارب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اورماں باپ آدم وحوابھ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جزاوس</w:t>
      </w:r>
      <w:r>
        <w:rPr>
          <w:rFonts w:hint="eastAsia"/>
          <w:rtl/>
          <w:lang w:bidi="ur-PK"/>
        </w:rPr>
        <w:t>زا</w:t>
      </w:r>
      <w:r>
        <w:rPr>
          <w:rtl/>
          <w:lang w:bidi="ur-PK"/>
        </w:rPr>
        <w:t xml:space="preserve"> اعمال پرموقوف ہے، توپھرتفرقہ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خادم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اسرکاکہناہے</w:t>
      </w:r>
      <w:r>
        <w:rPr>
          <w:rtl/>
          <w:lang w:bidi="ur-PK"/>
        </w:rPr>
        <w:t xml:space="preserve"> کہ آپ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تھا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آنے 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خادم کھاناکھانے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کونہ اٹھے۔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معمر</w:t>
      </w:r>
      <w:r>
        <w:rPr>
          <w:rtl/>
          <w:lang w:bidi="ur-PK"/>
        </w:rPr>
        <w:t xml:space="preserve"> بن خلادکاب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دسترخوان بچھتاآپ ہرکھانے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لقمہ نکال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،اوراسے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صدوق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سوال کاجواب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ہے جومجھ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مجھ سے ب</w:t>
      </w:r>
      <w:r>
        <w:rPr>
          <w:rFonts w:hint="eastAsia"/>
          <w:rtl/>
          <w:lang w:bidi="ur-PK"/>
        </w:rPr>
        <w:t>ہترہے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آپ سے درخواست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مجھے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 کچھ مال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ممکن ہے چنانچہ آپ نے اسے دوسواشرف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عرفہ آپ نے راہ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ساراگھرلٹاد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کرفضل بن سہ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رمامون</w:t>
      </w:r>
      <w:r>
        <w:rPr>
          <w:rtl/>
          <w:lang w:bidi="ur-PK"/>
        </w:rPr>
        <w:t xml:space="preserve"> نے کہاحضرت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توغرامت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آپ کونقصان پہنچاناہے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غرامت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کے عوض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اورحسنہ لوں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خادم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اسرکاب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ہم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کھارہے تھے اورکھانے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ساکرتے</w:t>
      </w:r>
      <w:r>
        <w:rPr>
          <w:rtl/>
          <w:lang w:bidi="ur-PK"/>
        </w:rPr>
        <w:t xml:space="preserve"> تھے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پھل سے کچھ کھاتے اورکچھ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ہمارے اس عمل کوآپ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انعمت</w:t>
      </w:r>
      <w:r>
        <w:rPr>
          <w:rtl/>
          <w:lang w:bidi="ur-PK"/>
        </w:rPr>
        <w:t xml:space="preserve"> خداکوضائع نہ کروٹھ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کھاؤ اورجوبچ جائے اسے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محتاج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دو،آپ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کہ مزدورک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مزدور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پہلے طے کرناچاہئے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ںچکائ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اجرت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جوکچھ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گاپانے والااس کوانعام سمجھے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آپ اکثرعودہند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کابخورکرتے اورمشک وگلاب کاپان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استعمال کرتے تھے عطر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کاآپ کوبڑاشوق تھانمازصبح اول وقت پڑھتے اس کے بعدسجدہ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چلے جاتے تھے اورنہا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پھرلوگوں کوپندونصائح فرماتے۔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بن جعفرکاکہناہے کہ آپ آباؤاجدادک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خرمے کوبہت پسندفرماتے تھے آپ شب وروز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ہزاررکعت نمازپڑھتے تھے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بسترپرل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ٹتے</w:t>
      </w:r>
      <w:r>
        <w:rPr>
          <w:rtl/>
          <w:lang w:bidi="ur-PK"/>
        </w:rPr>
        <w:t xml:space="preserve"> تھے تابہ خواب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سورے پڑھاکرتے تھے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کاکہناہے کہ آپ اکثراپنے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شرکت فرماتے تھے اورکہاکر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کہ ہرروزشام کے وقت امام وقت کے سامنے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کے اعمال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گناہ گارہوتاہے توامام 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استغفارکرتے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علامہ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کے سامنے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آتاتھا آپ 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کہ مومن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امنافق</w:t>
      </w:r>
      <w:r>
        <w:rPr>
          <w:rtl/>
          <w:lang w:bidi="ur-PK"/>
        </w:rPr>
        <w:t xml:space="preserve"> (اعلام الور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تحفہ رضو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،کشف </w:t>
      </w:r>
      <w:r>
        <w:rPr>
          <w:rFonts w:hint="eastAsia"/>
          <w:rtl/>
          <w:lang w:bidi="ur-PK"/>
        </w:rPr>
        <w:t>الغمہ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۱۱۲)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محمدرضا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ہرسوال کاجواب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دسے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اورروزانہ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قرآن ختم کرتے تھے (جنات الخلود ص </w:t>
      </w:r>
      <w:r>
        <w:rPr>
          <w:rtl/>
          <w:lang w:bidi="fa-IR"/>
        </w:rPr>
        <w:t xml:space="preserve">۳۱)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45" w:name="_Toc509136867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</w:t>
      </w:r>
      <w:bookmarkEnd w:id="24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آل محمدکے اس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ہرفردحضرت احد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بلندتر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علم کے درجے پرقرارد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اتھاجسے</w:t>
      </w:r>
      <w:r>
        <w:rPr>
          <w:rtl/>
          <w:lang w:bidi="ur-PK"/>
        </w:rPr>
        <w:t xml:space="preserve"> دوست اوردشمن کومانناپڑتاتھا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اوربات ہے کہ کس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کوعلم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وض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لانے</w:t>
      </w:r>
      <w:r>
        <w:rPr>
          <w:rtl/>
          <w:lang w:bidi="ur-PK"/>
        </w:rPr>
        <w:t xml:space="preserve"> کازمانے نے کم موقع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ادہ،</w:t>
      </w:r>
      <w:r>
        <w:rPr>
          <w:rtl/>
          <w:lang w:bidi="ur-PK"/>
        </w:rPr>
        <w:t xml:space="preserve"> چنانچہ ان حضرات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امام جعفرصادق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السلام کے بعداگرکس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موقع حاصل ہواہے تو وہ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،جب آپ امامت کے منصب پرنہ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پہنچے تھے اس وقت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تمام فرزندوں اورخاندان کے لوگوں کو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فرماتے تھے کہ تمہارے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عالم آل محم</w:t>
      </w:r>
      <w:r>
        <w:rPr>
          <w:rFonts w:hint="eastAsia"/>
          <w:rtl/>
          <w:lang w:bidi="ur-PK"/>
        </w:rPr>
        <w:t>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مسائل کوان 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اکرو،</w:t>
      </w:r>
      <w:r>
        <w:rPr>
          <w:rtl/>
          <w:lang w:bidi="ur-PK"/>
        </w:rPr>
        <w:t xml:space="preserve"> اورجوکچھ اسے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ادرکھو،اورپھرحضرت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 جب 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اورروضہ رسول 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فرمارہے تھے توعلمائے اسلام مشکل مسائل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کرتے تھے۔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محمدبن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کو جوحضرت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پوچھے گئے تھے اورآپ نے ان کاجواب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اتھا،اکھٹا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اتواٹھارہ</w:t>
      </w:r>
      <w:r>
        <w:rPr>
          <w:rtl/>
          <w:lang w:bidi="ur-PK"/>
        </w:rPr>
        <w:t xml:space="preserve"> ہزارک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تھے، صاحب لمعة الرضاء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آئمہ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کے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امرتمام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مشاہداورن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اسان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دمعتبرسے</w:t>
      </w:r>
      <w:r>
        <w:rPr>
          <w:rtl/>
          <w:lang w:bidi="ur-PK"/>
        </w:rPr>
        <w:t xml:space="preserve"> ثابت ہے ،باوجود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اہل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اکوآپ</w:t>
      </w:r>
      <w:r>
        <w:rPr>
          <w:rtl/>
          <w:lang w:bidi="ur-PK"/>
        </w:rPr>
        <w:t xml:space="preserve"> حضرات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داورمتابعت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الاحکام کابہت کم شرف حاصل تھا،مگربا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ہمہ تمام زمانہ وہرخو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گانہ</w:t>
      </w:r>
      <w:r>
        <w:rPr>
          <w:rtl/>
          <w:lang w:bidi="ur-PK"/>
        </w:rPr>
        <w:t xml:space="preserve"> آپ حضرات کوتمام علوم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اوراسرارالہ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کاگنج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سمجھتاتھا اورمحدث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ومفسر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اورتمام علماء وفضلاء جوآپ کے مقابلہ کادعو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رکھتے تھے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مباحث ومجالس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حضرات کے آگے زانوئے ادب تہ کرتے تھے اورعلم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کوحل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ضرورتوں کے وقت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لے کرامام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تک استعفادے کئے وہ سب کت</w:t>
      </w:r>
      <w:r>
        <w:rPr>
          <w:rFonts w:hint="eastAsia"/>
          <w:rtl/>
          <w:lang w:bidi="ur-PK"/>
        </w:rPr>
        <w:t>ابوں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جابربن</w:t>
      </w:r>
      <w:r>
        <w:rPr>
          <w:rtl/>
          <w:lang w:bidi="ur-PK"/>
        </w:rPr>
        <w:t xml:space="preserve"> عبداللہ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اورحضرت امام محمدباقرعل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سمع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واقعات تمام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محفوظ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ابوالطف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عامر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صحابہ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حالات جوان بزرگون کے 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پائے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مذکورومشہورہ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صحابہ کے بعدتابع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اورتبع تابع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اوران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ہے ،شعب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،زہر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ابن 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،سف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ثور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،ابن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،عبدالرحمن ،عکرمہ،حسن بصر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کے سب جواس وقت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شوااورمقدس</w:t>
      </w:r>
      <w:r>
        <w:rPr>
          <w:rtl/>
          <w:lang w:bidi="ur-PK"/>
        </w:rPr>
        <w:t xml:space="preserve"> سمجھے جاتے تھے 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بزرگوں کے چشمہ 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کے جرعہ نوش اورانہ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حضرات کے مط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وحلقہ بگوش تھے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کواتفاق حسنہ سے اپنے علم وفضل کے اظہارکے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موقع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 مامون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جب تک دارالحکومت مروتشر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فرمارہے، بڑے بڑے علماء وفضلاء علوم مختلفہ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استعداداور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کااندازہ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ااورکچھ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علماء پرموقوف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بلکہ علماء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کامقابلہ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ا،مگران</w:t>
      </w:r>
      <w:r>
        <w:rPr>
          <w:rtl/>
          <w:lang w:bidi="ur-PK"/>
        </w:rPr>
        <w:t xml:space="preserve"> تمام مناظروں ومباحثوں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 تمام لوگوں پرآ 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وفوق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ظاہرہوئ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،خودمامون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خلفائے عباس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اعلم وافقہ تھا باوجوداس کے تبحرف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العلوم کالوہامانتاتھا اورچاروناچاراس کااعتراف پراعتراف اوراقرارپراقرارکرتاتھا چنانچہ علامہ ابن حجرصواعق محرقہ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جلالت قدرعزت وشرافت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معروف ومذکورہ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مامون آپ کوبمنزلہ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وجان جانتاتھا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دخترکانکاح آنحضرت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ا،اورملک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اپناشر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گردانا، مامون برابرعلماء 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وفقہائے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کوجناب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مقابلہ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بلاتااورمناظرہ کراتا،مگرآپ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ان لوگوں پرغالب آتے تھے اورخودارشادفرماتے تھے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روضہ حضرت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ٹھتا،وہاں</w:t>
      </w:r>
      <w:r>
        <w:rPr>
          <w:rtl/>
          <w:lang w:bidi="ur-PK"/>
        </w:rPr>
        <w:t xml:space="preserve"> کے علمائے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رجب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عاجزآجاتے توبالاتفاق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کرتے،جواب ہائے شاف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وتسک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ابوصلت</w:t>
      </w:r>
      <w:r>
        <w:rPr>
          <w:rtl/>
          <w:lang w:bidi="ur-PK"/>
        </w:rPr>
        <w:t xml:space="preserve"> ابن صالح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ہماالسلام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گزرا ،اورمجھ پرموقوف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سے مشرف ہوگا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دے گا۔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46" w:name="_Toc509136868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بعض مرو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وارشادات</w:t>
      </w:r>
      <w:bookmarkEnd w:id="24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بے شماراحاد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بعض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بچوں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ماں کے دودھ سے بہترکوئ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دودھ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سرکہ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سالن ہے جس کے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سرکہ ہوگاوہ محتاج نہ ہوگا۔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ہرانار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دانہ جنت کاہوتاہے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منق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صفراکودرست کرتاہے بلغم کودورکرتاہے پٹھوں کومضبوط کرتاہے نفس کوپاک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بناتااوررنج وغم کودورکرتاہے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 xml:space="preserve"> ۔شہد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شفاہے ،اگرکوئ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شہدہد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کرے توواپس نہ کرو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۔ گلاب جنت کے پھولوں کا سردار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۷</w:t>
      </w:r>
      <w:r>
        <w:rPr>
          <w:rtl/>
          <w:lang w:bidi="ur-PK"/>
        </w:rPr>
        <w:t xml:space="preserve"> ۔ بنفشہ کات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لگاناچاہئے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سرداورسرد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گرم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۸</w:t>
      </w:r>
      <w:r>
        <w:rPr>
          <w:rtl/>
          <w:lang w:bidi="ur-PK"/>
        </w:rPr>
        <w:t xml:space="preserve"> ۔ جوز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تون</w:t>
      </w:r>
      <w:r>
        <w:rPr>
          <w:rtl/>
          <w:lang w:bidi="ur-PK"/>
        </w:rPr>
        <w:t xml:space="preserve"> کات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لگائے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اکھائے</w:t>
      </w:r>
      <w:r>
        <w:rPr>
          <w:rtl/>
          <w:lang w:bidi="ur-PK"/>
        </w:rPr>
        <w:t xml:space="preserve"> اس کے پاس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دن تک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نہ آئے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۹</w:t>
      </w:r>
      <w:r>
        <w:rPr>
          <w:rtl/>
          <w:lang w:bidi="ur-PK"/>
        </w:rPr>
        <w:t xml:space="preserve"> ۔ صلہ رحم اورپڑوس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ساتھ اچھاسلوک کرنے سے مال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۱۰</w:t>
      </w:r>
      <w:r>
        <w:rPr>
          <w:rtl/>
          <w:lang w:bidi="ur-PK"/>
        </w:rPr>
        <w:t xml:space="preserve"> ۔ اپنے بچوں کاساتو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 ختنہ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اکرواس</w:t>
      </w:r>
      <w:r>
        <w:rPr>
          <w:rtl/>
          <w:lang w:bidi="ur-PK"/>
        </w:rPr>
        <w:t xml:space="preserve"> سے صحت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اورجسم پرکوشت چڑھتاہے 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۱۱</w:t>
      </w:r>
      <w:r>
        <w:rPr>
          <w:rtl/>
          <w:lang w:bidi="ur-PK"/>
        </w:rPr>
        <w:t xml:space="preserve"> ۔ جمعہ کے دن روزہ رکھنا دس روزوں کے برابرہے۔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۱۲</w:t>
      </w:r>
      <w:r>
        <w:rPr>
          <w:rtl/>
          <w:lang w:bidi="ur-PK"/>
        </w:rPr>
        <w:t xml:space="preserve"> ۔ جوکس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 کامہرنہ 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امزدورک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اجرت روکے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کوفروخت کردے وہ بخشانہ جاوے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۱۳</w:t>
      </w:r>
      <w:r>
        <w:rPr>
          <w:rtl/>
          <w:lang w:bidi="ur-PK"/>
        </w:rPr>
        <w:t xml:space="preserve"> ۔ شہدکھانے اوردودھ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حافظہ بڑھتاہے۔ </w:t>
      </w:r>
      <w:r>
        <w:rPr>
          <w:rtl/>
          <w:lang w:bidi="fa-IR"/>
        </w:rPr>
        <w:t>۱۴</w:t>
      </w:r>
      <w:r>
        <w:rPr>
          <w:rtl/>
          <w:lang w:bidi="ur-PK"/>
        </w:rPr>
        <w:t xml:space="preserve"> ۔ گوشت کھانے شفاہوت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اورمرض دورہوتاہے۔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۱۵</w:t>
      </w:r>
      <w:r>
        <w:rPr>
          <w:rtl/>
          <w:lang w:bidi="ur-PK"/>
        </w:rPr>
        <w:t xml:space="preserve"> ۔ کھانے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ابتداء نمک سے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سے سترب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حفاظت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جذام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۱۶</w:t>
      </w:r>
      <w:r>
        <w:rPr>
          <w:rtl/>
          <w:lang w:bidi="ur-PK"/>
        </w:rPr>
        <w:t xml:space="preserve"> ۔ جودن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کھائے گاق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بھوکارہے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۱۷</w:t>
      </w:r>
      <w:r>
        <w:rPr>
          <w:rtl/>
          <w:lang w:bidi="ur-PK"/>
        </w:rPr>
        <w:t xml:space="preserve"> ۔ مسورسترانب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خوراک ہے اس سے دل نرم ہوتاہے اورآنسوبنتے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>۱۸</w:t>
      </w:r>
      <w:r>
        <w:rPr>
          <w:rtl/>
          <w:lang w:bidi="ur-PK"/>
        </w:rPr>
        <w:t xml:space="preserve"> ۔ جوچال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دن گوشت نہ کھائے گابداخلاق ہوجائ</w:t>
      </w:r>
      <w:r w:rsidR="00523C85">
        <w:rPr>
          <w:rtl/>
          <w:lang w:bidi="ur-PK"/>
        </w:rPr>
        <w:t>یگ</w:t>
      </w:r>
      <w:r>
        <w:rPr>
          <w:rtl/>
          <w:lang w:bidi="ur-PK"/>
        </w:rPr>
        <w:t xml:space="preserve">ا۔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۱۹</w:t>
      </w:r>
      <w:r>
        <w:rPr>
          <w:rtl/>
          <w:lang w:bidi="ur-PK"/>
        </w:rPr>
        <w:t xml:space="preserve"> ۔ کھاناٹھنڈاکرکے کھاناچاہئے۔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 ۔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الے</w:t>
      </w:r>
      <w:r>
        <w:rPr>
          <w:rtl/>
          <w:lang w:bidi="ur-PK"/>
        </w:rPr>
        <w:t xml:space="preserve"> کے کنارے سے کھانا چاہئے۔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۲۱</w:t>
      </w:r>
      <w:r>
        <w:rPr>
          <w:rtl/>
          <w:lang w:bidi="ur-PK"/>
        </w:rPr>
        <w:t xml:space="preserve"> ۔ عمرطول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اچھاکھانا،اچھ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پہننااورقرض سے بچنا،کثرت جماع سے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زکرنا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۲۲</w:t>
      </w:r>
      <w:r>
        <w:rPr>
          <w:rtl/>
          <w:lang w:bidi="ur-PK"/>
        </w:rPr>
        <w:t xml:space="preserve"> ۔ اچھے اخلاق والاپ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غمبراسلام</w:t>
      </w:r>
      <w:r>
        <w:rPr>
          <w:rtl/>
          <w:lang w:bidi="ur-PK"/>
        </w:rPr>
        <w:t xml:space="preserve"> کے ساتھ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ہوگا۔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۔ جنت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اورحسن خلق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اورجہنم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ٹواور</w:t>
      </w:r>
      <w:r>
        <w:rPr>
          <w:rtl/>
          <w:lang w:bidi="ur-PK"/>
        </w:rPr>
        <w:t xml:space="preserve"> زناکاروں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کثرت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۲۴</w:t>
      </w:r>
      <w:r>
        <w:rPr>
          <w:rtl/>
          <w:lang w:bidi="ur-PK"/>
        </w:rPr>
        <w:t xml:space="preserve"> 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قال بخشے نہ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ان کابدلہ خدالے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۲۵</w:t>
      </w:r>
      <w:r>
        <w:rPr>
          <w:rtl/>
          <w:lang w:bidi="ur-PK"/>
        </w:rPr>
        <w:t xml:space="preserve"> ۔ حسن اورحس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جوانان جنت کے سردارہ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کے پدربزرگواران سے بہترہ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۲۶</w:t>
      </w:r>
      <w:r>
        <w:rPr>
          <w:rtl/>
          <w:lang w:bidi="ur-PK"/>
        </w:rPr>
        <w:t xml:space="preserve"> ۔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نوح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،نجات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پائے گا جواس پرسوارہوگا۔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۲۷</w:t>
      </w:r>
      <w:r>
        <w:rPr>
          <w:rtl/>
          <w:lang w:bidi="ur-PK"/>
        </w:rPr>
        <w:t xml:space="preserve"> ۔ حضرت فاطمہ ساق عرش پکڑکرق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واقعہ کربلاکاف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دن ان کے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کاخون بھراپ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راہن</w:t>
      </w:r>
      <w:r>
        <w:rPr>
          <w:rtl/>
          <w:lang w:bidi="ur-PK"/>
        </w:rPr>
        <w:t xml:space="preserve"> ہوگا۔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۲۸</w:t>
      </w:r>
      <w:r>
        <w:rPr>
          <w:rtl/>
          <w:lang w:bidi="ur-PK"/>
        </w:rPr>
        <w:t xml:space="preserve"> ۔ خداسے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کرمانگو۔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۲۹</w:t>
      </w:r>
      <w:r>
        <w:rPr>
          <w:rtl/>
          <w:lang w:bidi="ur-PK"/>
        </w:rPr>
        <w:t xml:space="preserve"> ۔ سب سے پہلے جنت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شہدااورع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دارجائ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جوپرہ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زگارہوں</w:t>
      </w:r>
      <w:r>
        <w:rPr>
          <w:rtl/>
          <w:lang w:bidi="ur-PK"/>
        </w:rPr>
        <w:t xml:space="preserve"> گے اورسب سے پہلے جہنم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حاکم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رعادل</w:t>
      </w:r>
      <w:r>
        <w:rPr>
          <w:rtl/>
          <w:lang w:bidi="ur-PK"/>
        </w:rPr>
        <w:t xml:space="preserve"> اورمالدارجائ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(مسندامام رضاطبع مصر </w:t>
      </w:r>
      <w:r>
        <w:rPr>
          <w:rtl/>
          <w:lang w:bidi="fa-IR"/>
        </w:rPr>
        <w:t>۱۳۴۱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)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۳۰</w:t>
      </w:r>
      <w:r>
        <w:rPr>
          <w:rtl/>
          <w:lang w:bidi="ur-PK"/>
        </w:rPr>
        <w:t xml:space="preserve"> ۔ ہرمومن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کاباعث ضرورہوگا۔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۳۱</w:t>
      </w:r>
      <w:r>
        <w:rPr>
          <w:rtl/>
          <w:lang w:bidi="ur-PK"/>
        </w:rPr>
        <w:t xml:space="preserve"> ۔ بالوں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کاسرکے اگلے حصے سے شروع ہونا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اوراقبال 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اوررخساروں ڈاڑھ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اطراف سے شروع ہونا سخاوت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علامت ہے اورگ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سوؤں</w:t>
      </w:r>
      <w:r>
        <w:rPr>
          <w:rtl/>
          <w:lang w:bidi="ur-PK"/>
        </w:rPr>
        <w:t xml:space="preserve"> سے شروع ہونا شجاعت کانشان ہے اورگد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شروع ہونانحوست ہے۔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۳۲</w:t>
      </w:r>
      <w:r>
        <w:rPr>
          <w:rtl/>
          <w:lang w:bidi="ur-PK"/>
        </w:rPr>
        <w:t xml:space="preserve"> ۔ قضاوقدرکے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بن سہ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انسان نہ بالکل مجبورہے اورنہ بالکل آزادہے (نورالابصار ص </w:t>
      </w:r>
      <w:r>
        <w:rPr>
          <w:rtl/>
          <w:lang w:bidi="fa-IR"/>
        </w:rPr>
        <w:t xml:space="preserve">۱۴۰)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47" w:name="_Toc509136869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اورمجلس شہداء کربلا</w:t>
      </w:r>
      <w:bookmarkEnd w:id="24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بحارالانوار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شاعرآل محمد،دعبل خزاع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عاشورہ کے 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 ہوا،تود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آپ اصحاب کے حلقہ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غمگ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وحز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مجھے حاضرہوتے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ا،آؤآؤہم</w:t>
      </w:r>
      <w:r>
        <w:rPr>
          <w:rtl/>
          <w:lang w:bidi="ur-PK"/>
        </w:rPr>
        <w:t xml:space="preserve"> تمہار</w:t>
      </w:r>
      <w:r>
        <w:rPr>
          <w:rFonts w:hint="eastAsia"/>
          <w:rtl/>
          <w:lang w:bidi="ur-PK"/>
        </w:rPr>
        <w:t>اانتظارکررہے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پہنچاتوآپ نے اپنے پہلو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مجھے جگہ دے 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اے دعبل چونکہ آج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عاشوراہے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رنج وغم کادن ہے لہذا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جد مظلوم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مرث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متعلق کچھ شعرپڑھو،اے دعبل جوشخص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پرر</w:t>
      </w:r>
      <w:r>
        <w:rPr>
          <w:rFonts w:hint="eastAsia"/>
          <w:rtl/>
          <w:lang w:bidi="ur-PK"/>
        </w:rPr>
        <w:t>وئے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ارلائے</w:t>
      </w:r>
      <w:r>
        <w:rPr>
          <w:rtl/>
          <w:lang w:bidi="ur-PK"/>
        </w:rPr>
        <w:t xml:space="preserve"> اس کااجرخداپرواجب ہے ،اے دعبل جس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 xml:space="preserve">آنکھ ہمارے غم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ترہو وہ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ہمارے ساتھ محشورہوگا ، اے دعبل جوشخص ہمارے جدنامدارحضرت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دالشہداء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غم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روئے گا خدااس کے گناہ بخش دے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فرماکرامام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سے اٹھ کر پردہ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نچااورمخدرات</w:t>
      </w:r>
      <w:r>
        <w:rPr>
          <w:rtl/>
          <w:lang w:bidi="ur-PK"/>
        </w:rPr>
        <w:t xml:space="preserve"> عصمت کوبلاکراس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بٹھاد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اپھرآپ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مخاطب ہوکرفرمانے لگے ہاں دعبل! ابے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جدامجدکامرث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شروع کرو، دعبل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رادل</w:t>
      </w:r>
      <w:r>
        <w:rPr>
          <w:rtl/>
          <w:lang w:bidi="ur-PK"/>
        </w:rPr>
        <w:t xml:space="preserve"> بھرآ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آنسوجار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اورآل محمد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رونے کا</w:t>
      </w:r>
      <w:r>
        <w:rPr>
          <w:rFonts w:hint="eastAsia"/>
          <w:rtl/>
          <w:lang w:bidi="ur-PK"/>
        </w:rPr>
        <w:t>کہرام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برپاتھا صاحب درالمصائب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دعبل کامرث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کرمعصومہ قم جناب فاطمہ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شرہ</w:t>
      </w:r>
      <w:r>
        <w:rPr>
          <w:rtl/>
          <w:lang w:bidi="ur-PK"/>
        </w:rPr>
        <w:t xml:space="preserve">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 قدرروئ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کوغش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ذکرحس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کومجلس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کاسلسلہ عہدامام رضا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شروع ہوکرمروتک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رہا،علامہ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اب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حق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اشاعت کے کام کوترق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پوراموقع حاصل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اداس</w:t>
      </w:r>
      <w:r>
        <w:rPr>
          <w:rtl/>
          <w:lang w:bidi="ur-PK"/>
        </w:rPr>
        <w:t xml:space="preserve"> کے پ</w:t>
      </w:r>
      <w:r>
        <w:rPr>
          <w:rFonts w:hint="eastAsia"/>
          <w:rtl/>
          <w:lang w:bidi="ur-PK"/>
        </w:rPr>
        <w:t>ہلے</w:t>
      </w:r>
      <w:r>
        <w:rPr>
          <w:rtl/>
          <w:lang w:bidi="ur-PK"/>
        </w:rPr>
        <w:t xml:space="preserve"> حضرت امام محمدباقر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قائم کرچکے تھے مگروہ زمانہ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ساتھا</w:t>
      </w:r>
      <w:r>
        <w:rPr>
          <w:rtl/>
          <w:lang w:bidi="ur-PK"/>
        </w:rPr>
        <w:t xml:space="preserve"> کہ جب 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 حاضرہوتے تھے جوبح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امام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عالم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آپ کے ساتھ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رکھتے تھے اوراب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توامام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عہدسلطنت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کے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حاضرہونے والوں کادائرہ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مرو،وہ</w:t>
      </w:r>
      <w:r>
        <w:rPr>
          <w:rtl/>
          <w:lang w:bidi="ur-PK"/>
        </w:rPr>
        <w:t xml:space="preserve"> مقام ہے 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کے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وسط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واقع ہے ہرطرف کے 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عالم کہ ادھر محرم کاچاند نکلااورآنکھوں سے آنسوجار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ہوگئے دوسروں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آل محمدکے مصائب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ادکرواوراثرات</w:t>
      </w:r>
      <w:r>
        <w:rPr>
          <w:rtl/>
          <w:lang w:bidi="ur-PK"/>
        </w:rPr>
        <w:t xml:space="preserve"> غم کوظاہرکرو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ارشادہونے لگا کہ جو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مجلس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جہاں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کادل مردہ نہ ہوگااس دن کے جب سب کے دل مردہ ہوں 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تذکرہ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جومجمع ہو،اس کانام اصطلاح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طورپرمجلس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ماخوذہے آپ نے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خودمجلس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خودذاکرہوئے اوردوسرے سامع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بن 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حاضر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موقع پرآپ نے مصائب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السلام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فرمائے اورکبھ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عبداللہ بن ثابت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ادعبل</w:t>
      </w:r>
      <w:r>
        <w:rPr>
          <w:rtl/>
          <w:lang w:bidi="ur-PK"/>
        </w:rPr>
        <w:t xml:space="preserve"> خزاع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شاعرک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حاضر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موقع پراس شاعرکوحکم ہواکہ تم ذکرامام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اشعارپڑھووہ ذاکرہوا، اورحضرت سامع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ہوئے الخ۔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48" w:name="_Toc509136870"/>
      <w:r>
        <w:rPr>
          <w:rFonts w:hint="eastAsia"/>
          <w:rtl/>
          <w:lang w:bidi="ur-PK"/>
        </w:rPr>
        <w:t>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مجلس مشوارت</w:t>
      </w:r>
      <w:bookmarkEnd w:id="24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حالات</w:t>
      </w:r>
      <w:r>
        <w:rPr>
          <w:rtl/>
          <w:lang w:bidi="ur-PK"/>
        </w:rPr>
        <w:t xml:space="preserve"> سے متاثرہوکرمامون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مجلس مشاورت 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علماء وفضلاء ،زعماء اورامراء 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کومدعوک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سب جمع ہوگئے تواصل رازدل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رکھتے ہوئے ان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کہاکہ چونکہ شہرخراسان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حاکم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tl/>
          <w:lang w:bidi="ur-PK"/>
        </w:rPr>
        <w:lastRenderedPageBreak/>
        <w:t>اورامام رضاسے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لائق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رضاکوبلاکروہاں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سپردکرد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مامون کامقصدتو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ان کوخل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بناکر علو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بغاوت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چابکدست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کوروک دے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اس نے مجلس مشاورت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ظاہرنہ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،بلکہ</w:t>
      </w:r>
      <w:r>
        <w:rPr>
          <w:rtl/>
          <w:lang w:bidi="ur-PK"/>
        </w:rPr>
        <w:t xml:space="preserve"> ملک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کاحوالہ دے کرانہ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خراسان کاحاکم بناناظاہ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اورلوگوں نے تواس پرجوبھ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حسن بن سہل اوروز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</w:t>
      </w:r>
      <w:r>
        <w:rPr>
          <w:rtl/>
          <w:lang w:bidi="ur-PK"/>
        </w:rPr>
        <w:t xml:space="preserve"> فضل بن سہل اس پرراض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ہوئے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کہاکہ اس طرح خلافت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سے آل محمدک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منتقل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مامون نے کہاکہ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جوکچھ سوچاہے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اوراس پرعمل کروں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کروہ لوگ خاموش ہوگئے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معززصحاب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بن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محمدبن داؤدبن قاسم بن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بن عبداللہ بن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بن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خان</w:t>
      </w:r>
      <w:r>
        <w:rPr>
          <w:rtl/>
          <w:lang w:bidi="ur-PK"/>
        </w:rPr>
        <w:t xml:space="preserve"> بن ارقم،کھڑے ہوگئے اورکہنے لگے ائے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د”راست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ترسم کہ توباحضرت امام رضاہمان کن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کوف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باحضرت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کردن</w:t>
      </w:r>
      <w:r>
        <w:rPr>
          <w:rFonts w:hint="eastAsia"/>
          <w:rtl/>
          <w:lang w:bidi="ur-PK"/>
        </w:rPr>
        <w:t>د“</w:t>
      </w:r>
      <w:r>
        <w:rPr>
          <w:rtl/>
          <w:lang w:bidi="ur-PK"/>
        </w:rPr>
        <w:t xml:space="preserve"> توسچ کہتاہے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ڈرتاہوں کہ توکہ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ساتھ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سلوک نہ کرے جوکوف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کہا کہ اے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اسوچ</w:t>
      </w:r>
      <w:r>
        <w:rPr>
          <w:rtl/>
          <w:lang w:bidi="ur-PK"/>
        </w:rPr>
        <w:t xml:space="preserve"> رہے ہو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ساہرگزنہ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سے واقف ہوں جوانہ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ستائے گاق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کرمنہ دکھائے گا تم مطمئن رہو، انشاء اللہ ان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کانہ</w:t>
      </w:r>
      <w:r>
        <w:rPr>
          <w:rtl/>
          <w:lang w:bidi="ur-PK"/>
        </w:rPr>
        <w:t xml:space="preserve"> ہوگا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ابومخنف </w:t>
      </w:r>
      <w:r>
        <w:rPr>
          <w:rFonts w:hint="eastAsia"/>
          <w:rtl/>
          <w:lang w:bidi="ur-PK"/>
        </w:rPr>
        <w:t>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دپرہاتھ</w:t>
      </w:r>
      <w:r>
        <w:rPr>
          <w:rtl/>
          <w:lang w:bidi="ur-PK"/>
        </w:rPr>
        <w:t xml:space="preserve"> رکھااورقسم کھاکرکہاکہ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ہرگزاولادپ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ظلم نہ کروں گا اس کے بعدسل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نے تمام لوگوں کوقسم دے 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پھرانہوں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نامہ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پراہل خراسان کے دستخط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دستخط کرنے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نا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ارہونے</w:t>
      </w:r>
      <w:r>
        <w:rPr>
          <w:rtl/>
          <w:lang w:bidi="ur-PK"/>
        </w:rPr>
        <w:t xml:space="preserve"> کے بعد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نامہ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قطع مراحل وطے منازل کرتے ہوئے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پہنچے اورحضرت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ملاقات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مامون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اورمجلس</w:t>
      </w:r>
      <w:r>
        <w:rPr>
          <w:rtl/>
          <w:lang w:bidi="ur-PK"/>
        </w:rPr>
        <w:t xml:space="preserve"> مشاورت کے تمام واقعات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نامہ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ا،حضرت</w:t>
      </w:r>
      <w:r>
        <w:rPr>
          <w:rtl/>
          <w:lang w:bidi="ur-PK"/>
        </w:rPr>
        <w:t xml:space="preserve"> نے 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کوکھولااوراس کاسرنامہ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کھا،سرمبارک</w:t>
      </w:r>
      <w:r>
        <w:rPr>
          <w:rtl/>
          <w:lang w:bidi="ur-PK"/>
        </w:rPr>
        <w:t xml:space="preserve"> ہلاکر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ہے،اس وقت آپ آبد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تھے پھرآپ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مجھے جدنامدارنے 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نتائج واعواقب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آگاہ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نے کہاکہ مولا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کاموقع ہے آپ اس درجہ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دعوت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رہاہوں انہوں نے کہاکہ مولا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سب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کہادرست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جدنامدارنے جوفرما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وہ غلط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مامون کے ہات</w:t>
      </w:r>
      <w:r>
        <w:rPr>
          <w:rFonts w:hint="eastAsia"/>
          <w:rtl/>
          <w:lang w:bidi="ur-PK"/>
        </w:rPr>
        <w:t>ھوں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اجاؤں</w:t>
      </w:r>
      <w:r>
        <w:rPr>
          <w:rtl/>
          <w:lang w:bidi="ur-PK"/>
        </w:rPr>
        <w:t xml:space="preserve">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بلآخرآپ</w:t>
      </w:r>
      <w:r>
        <w:rPr>
          <w:rtl/>
          <w:lang w:bidi="ur-PK"/>
        </w:rPr>
        <w:t xml:space="preserve"> پرکچھ دباؤپڑاکہ آپ مروخراسان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عازم ہوگئے جب آپ کے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اوروطن والوں کوآپ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کاحال معلوم ہوابے پناہ روئے۔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غرضکہ</w:t>
      </w:r>
      <w:r>
        <w:rPr>
          <w:rtl/>
          <w:lang w:bidi="ur-PK"/>
        </w:rPr>
        <w:t xml:space="preserve"> آپ روانہ ہوگئے ،راستے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چشمہ آب کے کنارے چندآہوؤں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نظرحضرت پرپڑ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دوڑپڑے اورباچشم ترکہنے لگے کہ حضورخراسان نہ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دشمن بہ لباس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اورملک الموت استقبال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اگرموت 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تووہ ہرحال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(کنزالانساب ابومخنف ص </w:t>
      </w:r>
      <w:r>
        <w:rPr>
          <w:rtl/>
          <w:lang w:bidi="fa-IR"/>
        </w:rPr>
        <w:t>۸۷</w:t>
      </w:r>
      <w:r>
        <w:rPr>
          <w:rtl/>
          <w:lang w:bidi="ur-PK"/>
        </w:rPr>
        <w:t xml:space="preserve"> طبع بمبئ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۱۳۰۲</w:t>
      </w:r>
      <w:r>
        <w:rPr>
          <w:rtl/>
          <w:lang w:bidi="ur-PK"/>
        </w:rPr>
        <w:t xml:space="preserve"> ھ)۔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مامون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کوخل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بنانے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لکھاتوآپ نے انکارکرد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پھراس نے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آپ نے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انکارکرد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اجب</w:t>
      </w:r>
      <w:r>
        <w:rPr>
          <w:rtl/>
          <w:lang w:bidi="ur-PK"/>
        </w:rPr>
        <w:t xml:space="preserve"> وہ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اتواس</w:t>
      </w:r>
      <w:r>
        <w:rPr>
          <w:rtl/>
          <w:lang w:bidi="ur-PK"/>
        </w:rPr>
        <w:t xml:space="preserve">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سوافرادپرمشتمل فوج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جس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ہوں اورجہاں ہوں ان کوگرفتارکرکے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مہلت نہ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کہ 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مل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چنانچہ فوج غالبا فضل بن سہل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کومسجدسے گرفتاررکے مروخراسان کے لے روانہ ہوگئ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اتناموقع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السلام،اپنے اہل 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سے رخصت ہول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49" w:name="_Toc509136871"/>
      <w:r>
        <w:rPr>
          <w:rFonts w:hint="eastAsia"/>
          <w:rtl/>
          <w:lang w:bidi="ur-PK"/>
        </w:rPr>
        <w:t>مامون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قبل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روضہ رسول پرفر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bookmarkEnd w:id="24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ابومخنف</w:t>
      </w:r>
      <w:r>
        <w:rPr>
          <w:rtl/>
          <w:lang w:bidi="ur-PK"/>
        </w:rPr>
        <w:t xml:space="preserve"> بن لوط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خزاع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</w:t>
      </w:r>
      <w:r>
        <w:rPr>
          <w:rtl/>
          <w:lang w:bidi="fa-IR"/>
        </w:rPr>
        <w:t xml:space="preserve">۱۵/ </w:t>
      </w:r>
      <w:r>
        <w:rPr>
          <w:rtl/>
          <w:lang w:bidi="ur-PK"/>
        </w:rPr>
        <w:t xml:space="preserve">محرم الحرام شب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شنبہ کوحضرت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روضہ رسول خداپرحاضر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مشغول عبادت تھے کہ آنکھ لگ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حضرت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بالباس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رسخت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احضورنے</w:t>
      </w:r>
      <w:r>
        <w:rPr>
          <w:rtl/>
          <w:lang w:bidi="ur-PK"/>
        </w:rPr>
        <w:t xml:space="preserve"> جواب سلام دے 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ا،ائے</w:t>
      </w:r>
      <w:r>
        <w:rPr>
          <w:rtl/>
          <w:lang w:bidi="ur-PK"/>
        </w:rPr>
        <w:t xml:space="preserve"> فرزند،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وفاطمہ ،حسن وحس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سب تمہارے غم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نالاں وگر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اورہم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فرزندم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،محمدباقر،جعفرصادق اورتمہارے پدرموس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سب غمگ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اوررنج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ں،ائے</w:t>
      </w:r>
      <w:r>
        <w:rPr>
          <w:rtl/>
          <w:lang w:bidi="ur-PK"/>
        </w:rPr>
        <w:t xml:space="preserve"> فرزندعن</w:t>
      </w:r>
      <w:r>
        <w:rPr>
          <w:rFonts w:hint="eastAsia"/>
          <w:rtl/>
          <w:lang w:bidi="ur-PK"/>
        </w:rPr>
        <w:t>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دتم</w:t>
      </w:r>
      <w:r>
        <w:rPr>
          <w:rtl/>
          <w:lang w:bidi="ur-PK"/>
        </w:rPr>
        <w:t xml:space="preserve"> کوزہرسے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دکرے</w:t>
      </w:r>
      <w:r>
        <w:rPr>
          <w:rtl/>
          <w:lang w:bidi="ur-PK"/>
        </w:rPr>
        <w:t xml:space="preserve"> گا،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کھل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،اورآپ زارزاررونے لگے پھرروضہ مبارک سے باہرآئے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جماعت نے آپ سے ملاقات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کوپر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کرپوچھاکہ مولااضطراب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جدنامدارنے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ائے ابوصلت دشمن مجھے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دکرناچاہتاہے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خداپربھروسہ کرتاہوں جومرض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معبودہووہ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خواب کے تھوڑے عرصہ بعد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دکالشکرمد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ااوروہ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وہاں سے دارالخلافت ”مرو“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(کنزالانساب ص </w:t>
      </w:r>
      <w:r>
        <w:rPr>
          <w:rtl/>
          <w:lang w:bidi="fa-IR"/>
        </w:rPr>
        <w:t xml:space="preserve">۸۶)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50" w:name="_Toc509136872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مرو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طلب</w:t>
      </w:r>
      <w:r>
        <w:rPr>
          <w:rFonts w:hint="cs"/>
          <w:rtl/>
          <w:lang w:bidi="ur-PK"/>
        </w:rPr>
        <w:t>ی</w:t>
      </w:r>
      <w:bookmarkEnd w:id="25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مامون نے اپنے مقام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اورعزم بالجزم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کہ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tl/>
          <w:lang w:bidi="ur-PK"/>
        </w:rPr>
        <w:t xml:space="preserve"> خلافت بنائے گا اپنے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</w:t>
      </w:r>
      <w:r>
        <w:rPr>
          <w:rtl/>
          <w:lang w:bidi="ur-PK"/>
        </w:rPr>
        <w:t xml:space="preserve"> فضل بن سہل کوبلابھ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اوراس سے کہاکہ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ہے کہ ہم امام رضاکوول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سپردکرد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خودبھ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پرسوچ وبچارکرو، اوراپنے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حسن بن سہل سے مشورہ کروان دونوں نے آپس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تبادلہ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کرنے کے بعد مامون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کامقصدتھا کہ مامون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کرے ورنہ خلافت آل عباس سے آل محمد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لوگوں نے اگرچہ کھل کرمخالفت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دبے لفظوں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ناراضگ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کااظہارک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مامون نے کہاکہ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اٹل ہے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 دونوں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کہ تم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جاکرامام رضاکواپنے ہمراہ لاؤ(حکم حاکم مرگ مفاجات) آخرکار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امام رضاک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مقام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حاضرہوئے اورانہوں نے بادشاہ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رضانے اس عرضداشت کومستردکرد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امرکے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اپنے 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کرنے سے معذورہوں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چونکہ بادشاہ کاحکم تھا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ضرورلاؤ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دونوں نے بے انتہااصرارک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ااورآپ</w:t>
      </w:r>
      <w:r>
        <w:rPr>
          <w:rtl/>
          <w:lang w:bidi="ur-PK"/>
        </w:rPr>
        <w:t xml:space="preserve"> کے ساتھ اس وقت تک لگے رہے جب تک آپ نے مشروط طورپروعدہ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(نورا</w:t>
      </w:r>
      <w:r>
        <w:rPr>
          <w:rFonts w:hint="eastAsia"/>
          <w:rtl/>
          <w:lang w:bidi="ur-PK"/>
        </w:rPr>
        <w:t>لابصارص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۴۱)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51" w:name="_Toc509136873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روانگ</w:t>
      </w:r>
      <w:r>
        <w:rPr>
          <w:rFonts w:hint="cs"/>
          <w:rtl/>
          <w:lang w:bidi="ur-PK"/>
        </w:rPr>
        <w:t>ی</w:t>
      </w:r>
      <w:bookmarkEnd w:id="25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ابوالفداء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قتل ہواتومامون سلطنت عباس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کامستقل بادشاہ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ظاہرہے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قتل ہونے کے بعد سلطنت مامون کے پائے نام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پہلے کہاجاچکاہے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النسل تھا ،اورمامون عجم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النسل تھا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قتل ہونے سے عراق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عرب قوم اورارکان سلطنت کے دل مامون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صاف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ہوسکتے تھے بلکہ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غم وغصہ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محسوس کرتے تھے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خودبن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جماعت جوام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دارتھ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مامون کوہرطرح خطرہ لگاہواتھا۔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اولادفاطمہ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بہت سے لوگ جووقتافوقتابن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کے مقابل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کھڑے ہوتے رہتے تھے وہ خواہ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اجلاوطن</w:t>
      </w:r>
      <w:r>
        <w:rPr>
          <w:rtl/>
          <w:lang w:bidi="ur-PK"/>
        </w:rPr>
        <w:t xml:space="preserve"> کئے گئے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رکھے گئے ہوں ان کے موافق جماعت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جواگرچہ حکومت کاکچھ بگاڑنہ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مگردل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حکومت بن عباس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زارضرورتھ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ابومسلم خراسان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خلاف جواشتعال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ان مظالم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اددلاکرجوبن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ہاتھوں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اوردوسرے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تھے اس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خاندان کے ساتھ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داہونافطر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نے اس سے غل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فائدہ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امگراتن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کچھ نہ کچھ توا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ہم سے کہاگ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ااوراقتدارکن</w:t>
      </w:r>
      <w:r>
        <w:rPr>
          <w:rtl/>
          <w:lang w:bidi="ur-PK"/>
        </w:rPr>
        <w:t xml:space="preserve"> لوگوں نے حاصل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ممکن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کے ان رجحانات کا چرچامامون کے کانوں تک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پہنچاہواب جس وقت کہ 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قتل کے بعد وہ عرب قوم پراوربن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کے خاندان </w:t>
      </w:r>
      <w:r>
        <w:rPr>
          <w:rtl/>
          <w:lang w:bidi="ur-PK"/>
        </w:rPr>
        <w:lastRenderedPageBreak/>
        <w:t>پربھروسہ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کرسکتاتھا اوراسے ہروقت اس حلقہ سے بغاوت کااند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تھا،تواسے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معلوم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عرب کے خلاف عجم اوربن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کے خلاف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کواپنال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اجائے،اورچونکہ</w:t>
      </w:r>
      <w:r>
        <w:rPr>
          <w:rtl/>
          <w:lang w:bidi="ur-PK"/>
        </w:rPr>
        <w:t xml:space="preserve"> طرزعمل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خلوص سمجھانہ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جاسکتا اوروہ عام طبائع پراثرنہ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س</w:t>
      </w:r>
      <w:r>
        <w:rPr>
          <w:rFonts w:hint="eastAsia"/>
          <w:rtl/>
          <w:lang w:bidi="ur-PK"/>
        </w:rPr>
        <w:t>کتااگر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ہوجائے کہ وہ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بناپرہے اس لے ضرورت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مامون 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نواز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اورولائے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چرچے عوام کے حلقوں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لائے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دکھلائے کہ وہ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پرقائم ہے اب ”حق بہ حقدار 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د“</w:t>
      </w:r>
      <w:r>
        <w:rPr>
          <w:rtl/>
          <w:lang w:bidi="ur-PK"/>
        </w:rPr>
        <w:t xml:space="preserve"> کے مقولہ کوسچابناناچاہتاہے۔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جناب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صدوق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مقامہ نے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شائع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رامقابلہ</w:t>
      </w:r>
      <w:r>
        <w:rPr>
          <w:rtl/>
          <w:lang w:bidi="ur-PK"/>
        </w:rPr>
        <w:t xml:space="preserve"> تھا،اوربہت نازک حالت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خلاف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ستان</w:t>
      </w:r>
      <w:r>
        <w:rPr>
          <w:rtl/>
          <w:lang w:bidi="ur-PK"/>
        </w:rPr>
        <w:t xml:space="preserve"> اورکرمان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بغاوت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اورخراسان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اورفوج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نہ تھا اوراس سخت اوردشوارماحول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خداسے التجاک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اورمنت 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جھگڑے ختم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بام خلافت تک پہنچوں تواس کواس کے اصل حقدار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اولادفاطمہ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جواس کااہل ہے اس تک پہنچادوں گا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نذرکے بعدسے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کام بننے لگے ،اورآخر تمام دشمنوں پرمجھے فتح حاصل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مامون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 کاطرزعمل خلوص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اورحسن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سمجھاجائے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توجواہلب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کھلے ہوئے دشمن سخت سے سخت تھے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اورفض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سے واقف تھے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کوجانتے تھے مگرش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جانناتونہ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محبت رکھنا اوراطاعت کرناہ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اورمامون کے طرزعمل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ظاہرہے کہ وہ اس دعوے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اورمحبت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کاڈھنڈوراپ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ٹنے</w:t>
      </w:r>
      <w:r>
        <w:rPr>
          <w:rtl/>
          <w:lang w:bidi="ur-PK"/>
        </w:rPr>
        <w:t xml:space="preserve"> کے باوجودخودامام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چاہتا تھا،بلکہ امام کواپنے منشاکے مطابق چلانے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عہدبننے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کوبا</w:t>
      </w:r>
      <w:r>
        <w:rPr>
          <w:rFonts w:hint="eastAsia"/>
          <w:rtl/>
          <w:lang w:bidi="ur-PK"/>
        </w:rPr>
        <w:t>لکل</w:t>
      </w:r>
      <w:r>
        <w:rPr>
          <w:rtl/>
          <w:lang w:bidi="ur-PK"/>
        </w:rPr>
        <w:t xml:space="preserve"> سلب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اورآپ کومجبوربناد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اس سے ظاہرہے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حاکمانہ تشددتھا جواس وقت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اجارہاتھا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عہدکوقبول کرنابالکل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ساہارون</w:t>
      </w:r>
      <w:r>
        <w:rPr>
          <w:rtl/>
          <w:lang w:bidi="ur-PK"/>
        </w:rPr>
        <w:t xml:space="preserve"> کے حکم سے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کاج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خانہ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چلاجانا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جب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خراسان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ہورہے تھے توآپ کے رنج وصدمہ اوراضطراب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روضہ رسول سے رخصت کے وقت آ</w:t>
      </w:r>
      <w:r>
        <w:rPr>
          <w:rFonts w:hint="eastAsia"/>
          <w:rtl/>
          <w:lang w:bidi="ur-PK"/>
        </w:rPr>
        <w:t>پ</w:t>
      </w:r>
      <w:r>
        <w:rPr>
          <w:rtl/>
          <w:lang w:bidi="ur-PK"/>
        </w:rPr>
        <w:t xml:space="preserve"> کاوہ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 تھا جوحضرت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تھا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والوں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آپ بے تابانہ روضہ کے اندرجاتے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اورنالہ وآہ کے ساتھ 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پھرباہرنکل کرگھرجانے کاارادہ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اورپھردل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مانتاپھرروضہ سے جاکرلپٹ جاتے 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حضرت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اائے</w:t>
      </w:r>
      <w:r>
        <w:rPr>
          <w:rtl/>
          <w:lang w:bidi="ur-PK"/>
        </w:rPr>
        <w:t xml:space="preserve"> محول!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جدامجدکے روضے سے بہ جبرجدا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اجارہاہوں</w:t>
      </w:r>
      <w:r>
        <w:rPr>
          <w:rtl/>
          <w:lang w:bidi="ur-PK"/>
        </w:rPr>
        <w:t xml:space="preserve"> اب مجھ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آنا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 ہوگا (سوانح امام رضاجلد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محول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جب وہ ناگواروقت پہنچ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جدبزرگوارکے روضہ اقدس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ے وداع ہوئے تو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آپ نے تابانہ اندرجاتے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اوربانالہ وآہ باہرآتے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اورظلمہ 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اباہرآکر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وبکافرما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اورپھراندرواپس چلے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چندبارا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ااورمجھ</w:t>
      </w:r>
      <w:r>
        <w:rPr>
          <w:rtl/>
          <w:lang w:bidi="ur-PK"/>
        </w:rPr>
        <w:t xml:space="preserve"> سے نہ رہاگ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حاضرہوکرعرض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مولااضطراب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اوجہ</w:t>
      </w:r>
      <w:r>
        <w:rPr>
          <w:rtl/>
          <w:lang w:bidi="ur-PK"/>
        </w:rPr>
        <w:t xml:space="preserve"> ہے ؟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اائے</w:t>
      </w:r>
      <w:r>
        <w:rPr>
          <w:rtl/>
          <w:lang w:bidi="ur-PK"/>
        </w:rPr>
        <w:t xml:space="preserve"> محول !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نانا کے روضہ سے جبراجداک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اجارہاہوں</w:t>
      </w:r>
      <w:r>
        <w:rPr>
          <w:rtl/>
          <w:lang w:bidi="ur-PK"/>
        </w:rPr>
        <w:t xml:space="preserve"> مجھے اس کے بعداب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آنانص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 ہوگا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مسافرت اورغر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الوطن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اجاؤں</w:t>
      </w:r>
      <w:r>
        <w:rPr>
          <w:rtl/>
          <w:lang w:bidi="ur-PK"/>
        </w:rPr>
        <w:t xml:space="preserve"> گا،اورہارون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مقبرہ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مدفون ہوں گااس کے بعدآپ دولت سرا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اورسب کوجمع کرکے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رخصت ہورہاہوں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کہرام بپاہوگ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ااورسب</w:t>
      </w:r>
      <w:r>
        <w:rPr>
          <w:rtl/>
          <w:lang w:bidi="ur-PK"/>
        </w:rPr>
        <w:t xml:space="preserve"> چھوٹے بڑے رونے لگے ، آپ نے سب کوتسل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ناراعزا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کرکے راہ سفراخت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فرمال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 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روانہ ہوکرمکہ معظمہ پہنچے اوروہاں طواف کرکے خانہ کعبہ کورخصت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52" w:name="_Toc509136874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ورودمسعود</w:t>
      </w:r>
      <w:bookmarkEnd w:id="25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رجب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۲۰۰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سے مرو”خراسان“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روانہ ہوئے اہل 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اورمتعلق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سب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چھوڑا اس وقت امام محمد 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عمرپانچ برس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کوفہ اورقم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چھوڑکر بصرہ اور</w:t>
      </w:r>
      <w:r>
        <w:rPr>
          <w:rFonts w:hint="eastAsia"/>
          <w:rtl/>
          <w:lang w:bidi="ur-PK"/>
        </w:rPr>
        <w:t>اہوازکاغ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رمتعارف</w:t>
      </w:r>
      <w:r>
        <w:rPr>
          <w:rtl/>
          <w:lang w:bidi="ur-PK"/>
        </w:rPr>
        <w:t xml:space="preserve"> راستہ اس خطرہ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مندان امام مزاحمت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غرضکہ قطع مراحل اورطے منازل کرتے ہوئے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شاپورکے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جاپہنچے۔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مقدس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توجملہ علماء وفضلاء شہرنے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tl/>
          <w:lang w:bidi="ur-PK"/>
        </w:rPr>
        <w:t xml:space="preserve"> شہر حاضرہوکرآپ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رسم استقبال اداک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داخل شہرہوئے توتمام خوردوبزرگ شوق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امنڈپڑے،مرکب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مربعہ شہر(چوک)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پہنچاتو خلاق سے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پرتل رکھنے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حضرت امام رضاقاطرنام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خچرپرسوارتھے جس کاتمام سازوسامان نقرئ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تھاخچرپرعمار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پردونوں طرف پردہ پڑے ہوئے تھے اوربروا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چھتر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امام المحدث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حافظ ابوزرعہ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اورمحمدن بن اسلم 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آگے آگے اوران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اہل علم وحد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جماعت حاضرخدمت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کلمات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کومخاطب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ا”اے</w:t>
      </w:r>
      <w:r>
        <w:rPr>
          <w:rtl/>
          <w:lang w:bidi="ur-PK"/>
        </w:rPr>
        <w:t xml:space="preserve">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سادات کے سردار،اے تمام مومنوں کے امام اوراے مرکزپاک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،آپ کورسول اکرم کاواسطہ، آپ اپنے اجدادکے صدقہ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دارکاموقع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اورکوئ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اپنے جدنامدارک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کہہ کرمحمدبن رافع ،احمدبن حارث،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اوراسحاق بن راہو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آپ کے خاطرک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باگ تھام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استدعاسن کرآپ نے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روک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اشارہ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حجاب اٹھادئ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فوراتعم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چہرہ اپنے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ارے</w:t>
      </w:r>
      <w:r>
        <w:rPr>
          <w:rtl/>
          <w:lang w:bidi="ur-PK"/>
        </w:rPr>
        <w:t xml:space="preserve"> رسول کے جگرگوشہ کاد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تاب</w:t>
      </w:r>
      <w:r>
        <w:rPr>
          <w:rtl/>
          <w:lang w:bidi="ur-PK"/>
        </w:rPr>
        <w:t xml:space="preserve"> ہوگئے دوزلف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نورانورپر مانندگ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سوئے</w:t>
      </w:r>
      <w:r>
        <w:rPr>
          <w:rtl/>
          <w:lang w:bidi="ur-PK"/>
        </w:rPr>
        <w:t xml:space="preserve"> مشک بوئے جناب رسول خدا</w:t>
      </w:r>
      <w:r>
        <w:rPr>
          <w:rFonts w:hint="eastAsia"/>
          <w:rtl/>
          <w:lang w:bidi="ur-PK"/>
        </w:rPr>
        <w:t>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ارائے</w:t>
      </w:r>
      <w:r>
        <w:rPr>
          <w:rtl/>
          <w:lang w:bidi="ur-PK"/>
        </w:rPr>
        <w:t xml:space="preserve"> ضبط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رہاوہ سب کے سب بے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ارڈھار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مارکررونے لگے بہتوں نے اپنے کپڑے پھاڑڈالے کچھ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پرگرکرلوٹنے لگے بعض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گردوپ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گھومنے اورچکرلگانے لگے اورمرکب اقدس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ولجام چومنے لگے اورعمار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کابوسہ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لگے آخرمرکب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قدم چومنے کے اشت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درانہ بڑھے چلے آتے تھے غرضکہ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طرح کاولولہ تھاکہ جمال باکمال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ٹکٹک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لگائے رخ انورک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نگراں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دوپہرہوگئ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کے موجودہ اشت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</w:t>
      </w:r>
      <w:r>
        <w:rPr>
          <w:rtl/>
          <w:lang w:bidi="ur-PK"/>
        </w:rPr>
        <w:t xml:space="preserve"> وتمناک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پرجوش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علم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وفضلاء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جماعت نے بآوازبلندپکارکرکہاکہ مسلمانوں ذراخاموش ہوجاؤ، اورفرزندرسول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آزارنہ بنو،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استدعاپرقدرے شوروغل تھما توامام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 w:rsidRPr="00917F12">
        <w:rPr>
          <w:rStyle w:val="libArabicChar"/>
          <w:rFonts w:hint="eastAsia"/>
          <w:rtl/>
        </w:rPr>
        <w:t>حدثن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اب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موس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الکاظم عن اب</w:t>
      </w:r>
      <w:r w:rsidRPr="00917F12">
        <w:rPr>
          <w:rStyle w:val="libArabicChar"/>
          <w:rFonts w:hint="cs"/>
          <w:rtl/>
        </w:rPr>
        <w:t>ی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tl/>
        </w:rPr>
        <w:t xml:space="preserve"> جعفرالصادق عن اب</w:t>
      </w:r>
      <w:r w:rsidRPr="00917F12">
        <w:rPr>
          <w:rStyle w:val="libArabicChar"/>
          <w:rFonts w:hint="cs"/>
          <w:rtl/>
        </w:rPr>
        <w:t>ی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tl/>
        </w:rPr>
        <w:t xml:space="preserve"> محمدالباقرعن اب</w:t>
      </w:r>
      <w:r w:rsidRPr="00917F12">
        <w:rPr>
          <w:rStyle w:val="libArabicChar"/>
          <w:rFonts w:hint="cs"/>
          <w:rtl/>
        </w:rPr>
        <w:t>ی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tl/>
        </w:rPr>
        <w:t xml:space="preserve"> ز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Fonts w:hint="eastAsia"/>
          <w:rtl/>
        </w:rPr>
        <w:t>ن</w:t>
      </w:r>
      <w:r w:rsidRPr="00917F12">
        <w:rPr>
          <w:rStyle w:val="libArabicChar"/>
          <w:rtl/>
        </w:rPr>
        <w:t xml:space="preserve"> العابد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Fonts w:hint="eastAsia"/>
          <w:rtl/>
        </w:rPr>
        <w:t>ن</w:t>
      </w:r>
      <w:r w:rsidRPr="00917F12">
        <w:rPr>
          <w:rStyle w:val="libArabicChar"/>
          <w:rtl/>
        </w:rPr>
        <w:t xml:space="preserve"> عن اب</w:t>
      </w:r>
      <w:r w:rsidRPr="00917F12">
        <w:rPr>
          <w:rStyle w:val="libArabicChar"/>
          <w:rFonts w:hint="cs"/>
          <w:rtl/>
        </w:rPr>
        <w:t>ی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tl/>
        </w:rPr>
        <w:t xml:space="preserve"> الحس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Fonts w:hint="eastAsia"/>
          <w:rtl/>
        </w:rPr>
        <w:t>ن</w:t>
      </w:r>
      <w:r w:rsidRPr="00917F12">
        <w:rPr>
          <w:rStyle w:val="libArabicChar"/>
          <w:rtl/>
        </w:rPr>
        <w:t xml:space="preserve"> الش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Fonts w:hint="eastAsia"/>
          <w:rtl/>
        </w:rPr>
        <w:t>دبکربلاعن</w:t>
      </w:r>
      <w:r w:rsidRPr="00917F12">
        <w:rPr>
          <w:rStyle w:val="libArabicChar"/>
          <w:rtl/>
        </w:rPr>
        <w:t xml:space="preserve"> اب</w:t>
      </w:r>
      <w:r w:rsidRPr="00917F12">
        <w:rPr>
          <w:rStyle w:val="libArabicChar"/>
          <w:rFonts w:hint="cs"/>
          <w:rtl/>
        </w:rPr>
        <w:t>ی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tl/>
        </w:rPr>
        <w:t xml:space="preserve"> عل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المرتض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قال حدثن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حب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Fonts w:hint="eastAsia"/>
          <w:rtl/>
        </w:rPr>
        <w:t>ب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وقرة ع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Fonts w:hint="eastAsia"/>
          <w:rtl/>
        </w:rPr>
        <w:t>ن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رسو ل الل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Fonts w:hint="cs"/>
          <w:rtl/>
        </w:rPr>
        <w:t xml:space="preserve"> صلی</w:t>
      </w:r>
      <w:r w:rsidRPr="00917F12">
        <w:rPr>
          <w:rStyle w:val="libArabicChar"/>
          <w:rtl/>
        </w:rPr>
        <w:t xml:space="preserve"> الل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Fonts w:hint="cs"/>
          <w:rtl/>
        </w:rPr>
        <w:t xml:space="preserve"> علی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tl/>
        </w:rPr>
        <w:t xml:space="preserve"> وآل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Fonts w:hint="cs"/>
          <w:rtl/>
        </w:rPr>
        <w:t xml:space="preserve"> </w:t>
      </w:r>
      <w:r w:rsidRPr="00917F12">
        <w:rPr>
          <w:rStyle w:val="libArabicChar"/>
          <w:rtl/>
        </w:rPr>
        <w:t>وسلم قال حدثن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جبرئ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Fonts w:hint="eastAsia"/>
          <w:rtl/>
        </w:rPr>
        <w:t>ل</w:t>
      </w:r>
      <w:r w:rsidRPr="00917F12">
        <w:rPr>
          <w:rStyle w:val="libArabicChar"/>
          <w:rtl/>
        </w:rPr>
        <w:t xml:space="preserve"> عل</w:t>
      </w:r>
      <w:r w:rsidRPr="00917F12">
        <w:rPr>
          <w:rStyle w:val="libArabicChar"/>
          <w:rFonts w:hint="cs"/>
          <w:rtl/>
        </w:rPr>
        <w:t>ی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tl/>
        </w:rPr>
        <w:t xml:space="preserve"> السلام قال حدثن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رب العزت سبحان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Fonts w:hint="cs"/>
          <w:rtl/>
        </w:rPr>
        <w:t xml:space="preserve"> وتعالی</w:t>
      </w:r>
      <w:r w:rsidRPr="00917F12">
        <w:rPr>
          <w:rStyle w:val="libArabicChar"/>
          <w:rtl/>
        </w:rPr>
        <w:t xml:space="preserve"> قال لا</w:t>
      </w:r>
      <w:r w:rsidRPr="00917F12">
        <w:rPr>
          <w:rStyle w:val="libArabicChar"/>
          <w:rFonts w:hint="eastAsia"/>
          <w:rtl/>
        </w:rPr>
        <w:t>ال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tl/>
        </w:rPr>
        <w:t xml:space="preserve"> الاالل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Fonts w:hint="cs"/>
          <w:rtl/>
        </w:rPr>
        <w:t xml:space="preserve"> حصنی</w:t>
      </w:r>
      <w:r w:rsidRPr="00917F12">
        <w:rPr>
          <w:rStyle w:val="libArabicChar"/>
          <w:rtl/>
        </w:rPr>
        <w:t xml:space="preserve"> فمن قال</w:t>
      </w:r>
      <w:r w:rsidR="005274C1" w:rsidRPr="001F4EA2">
        <w:rPr>
          <w:rStyle w:val="libArabicChar"/>
          <w:rFonts w:hint="cs"/>
          <w:rtl/>
        </w:rPr>
        <w:t>ه</w:t>
      </w:r>
      <w:r w:rsidRPr="00917F12">
        <w:rPr>
          <w:rStyle w:val="libArabicChar"/>
          <w:rFonts w:hint="cs"/>
          <w:rtl/>
        </w:rPr>
        <w:t>ادخل حصنی</w:t>
      </w:r>
      <w:r w:rsidRPr="00917F12">
        <w:rPr>
          <w:rStyle w:val="libArabicChar"/>
          <w:rtl/>
        </w:rPr>
        <w:t xml:space="preserve"> ومن دخل حصن</w:t>
      </w:r>
      <w:r w:rsidRPr="00917F12">
        <w:rPr>
          <w:rStyle w:val="libArabicChar"/>
          <w:rFonts w:hint="cs"/>
          <w:rtl/>
        </w:rPr>
        <w:t>ی</w:t>
      </w:r>
      <w:r w:rsidRPr="00917F12">
        <w:rPr>
          <w:rStyle w:val="libArabicChar"/>
          <w:rtl/>
        </w:rPr>
        <w:t xml:space="preserve"> امن من عذاب</w:t>
      </w:r>
      <w:r w:rsidRPr="00917F12">
        <w:rPr>
          <w:rStyle w:val="libArabicChar"/>
          <w:rFonts w:hint="cs"/>
          <w:rtl/>
        </w:rPr>
        <w:t>ی</w:t>
      </w:r>
      <w:r>
        <w:rPr>
          <w:rtl/>
          <w:lang w:bidi="ur-PK"/>
        </w:rPr>
        <w:t xml:space="preserve"> (مسندامام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ص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طبع مصر </w:t>
      </w:r>
      <w:r>
        <w:rPr>
          <w:rtl/>
          <w:lang w:bidi="fa-IR"/>
        </w:rPr>
        <w:t>۱۳۴۱</w:t>
      </w:r>
      <w:r>
        <w:rPr>
          <w:rtl/>
          <w:lang w:bidi="ur-PK"/>
        </w:rPr>
        <w:t xml:space="preserve"> ھ)۔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ترجمہ</w:t>
      </w:r>
      <w:r>
        <w:rPr>
          <w:rtl/>
          <w:lang w:bidi="ur-PK"/>
        </w:rPr>
        <w:t xml:space="preserve"> :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پدربزرگوارحضرت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نے مجھ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ااوران</w:t>
      </w:r>
      <w:r>
        <w:rPr>
          <w:rtl/>
          <w:lang w:bidi="ur-PK"/>
        </w:rPr>
        <w:t xml:space="preserve"> سے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اوران سے امام محمدباقرنے اوران سے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اوران سے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اوران سے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اوران سے حضرت 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جناب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نے اوران سے جن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اوران سے خداوندعالم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”لاالہ الااللہ “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راقلعہ</w:t>
      </w:r>
      <w:r>
        <w:rPr>
          <w:rtl/>
          <w:lang w:bidi="ur-PK"/>
        </w:rPr>
        <w:t xml:space="preserve"> ہے جواسے زبان پرجار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قلعہ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ہوجائے گا اورجوم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قلعہ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عذاب سے محفوظ ہوجائے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کرآپ نے پردہ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اورچندقدم بڑھنے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بشرطہاوشروطہاوانامن شروطہا کہ لاالہ الااللہ کہنے والانجات ضرورپائے 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کہنے اورنجات پانے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چندشرط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شرط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اگرآل محمدک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تولاالہ الا</w:t>
      </w: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کہناکاف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ہوگاعلماء نے ”تار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شابور“</w:t>
      </w:r>
      <w:r>
        <w:rPr>
          <w:rtl/>
          <w:lang w:bidi="ur-PK"/>
        </w:rPr>
        <w:t xml:space="preserve"> کے حوالے سے لکھاہے کہ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لکھنے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مفرددواتوں کے علاوہ </w:t>
      </w:r>
      <w:r>
        <w:rPr>
          <w:rtl/>
          <w:lang w:bidi="fa-IR"/>
        </w:rPr>
        <w:t>۲۴</w:t>
      </w:r>
      <w:r>
        <w:rPr>
          <w:rtl/>
          <w:lang w:bidi="ur-PK"/>
        </w:rPr>
        <w:t xml:space="preserve"> ہزارقلمدان استعمال کئے گئے احمدبن حنبل کاکہناہے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جن اسناداوراسماء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اگرانہ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اسماء کوپڑھ کر مجنون پردم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اجائے تو”لافاق من جنونہ“ ضروراس کاجنون جاتارہے گا اوروہ اچھاہوجائے گاعلامہ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نورالابصار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بحوالہ ابوالقاسم تض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ساسانہ کے رہنے والے بعض رؤسا نے جب اس سلسلہ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کوسناتواسے سونے کے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لکھواکراپنے پاس رکھ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ااورمرتے</w:t>
      </w:r>
      <w:r>
        <w:rPr>
          <w:rtl/>
          <w:lang w:bidi="ur-PK"/>
        </w:rPr>
        <w:t xml:space="preserve"> وقت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کفن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امرنے</w:t>
      </w:r>
      <w:r>
        <w:rPr>
          <w:rtl/>
          <w:lang w:bidi="ur-PK"/>
        </w:rPr>
        <w:t xml:space="preserve"> کے بعداس نے 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خداوندعالم نے مجھے ان ناموں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سے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بہت آرام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ہوں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مؤلف</w:t>
      </w:r>
      <w:r>
        <w:rPr>
          <w:rtl/>
          <w:lang w:bidi="ur-PK"/>
        </w:rPr>
        <w:t xml:space="preserve"> کہتاہے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اپنے کفن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خواب نامہ کے طورپران اسماء کولکھ کررکھتے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بعض کتابوں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آپ سے بہت سے کرامات نمودارہوئے۔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53" w:name="_Toc509136875"/>
      <w:r>
        <w:rPr>
          <w:rFonts w:hint="eastAsia"/>
          <w:rtl/>
          <w:lang w:bidi="ur-PK"/>
        </w:rPr>
        <w:t>شہرطوس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کانزول وورود</w:t>
      </w:r>
      <w:bookmarkEnd w:id="25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اس سفر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چلتے چلتے شہرطوس پہنچے تووہاںد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پہاڑسے لوگ پتھرتراش کرہانڈ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بناتے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اس سے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لگاکرکھڑے ہوگئے اورآپ نے اس کے نرم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کے باشندوں کاکہناہے کہ اس پہاڑکاپتھربالکل نرم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برتن بننے لگے۔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54" w:name="_Toc509136876"/>
      <w:r>
        <w:rPr>
          <w:rFonts w:hint="eastAsia"/>
          <w:rtl/>
          <w:lang w:bidi="ur-PK"/>
        </w:rPr>
        <w:t>امارضا</w:t>
      </w:r>
      <w:r>
        <w:rPr>
          <w:rtl/>
          <w:lang w:bidi="ur-PK"/>
        </w:rPr>
        <w:t xml:space="preserve"> کادارالخلافہ مرو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نزول</w:t>
      </w:r>
      <w:bookmarkEnd w:id="25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طے مراحل اورقطع منازل کرنے کے بعد جب مروپہنچے جسے سکندرذوالقرن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معجم البلدان آبادک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اورجواس وقت دارالسلنطت تھا تومامون نے چندروزض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تکر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مراسم اداکرنے کے بعد قبول خلافت کاسوال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نے اس سے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انکارک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</w:t>
      </w:r>
      <w:r>
        <w:rPr>
          <w:rFonts w:hint="eastAsia"/>
          <w:rtl/>
          <w:lang w:bidi="ur-PK"/>
        </w:rPr>
        <w:t>طرح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چوتھے موقعہ پرخلافت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کئے جانے کے وقت انکارفرمارہے تھے مامون کوخلافت سے دستبردارہونا ،درحق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منظورنہ تھا ورنہ وہ امام کواس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پرمجبورکرتا۔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جب حضرت نے خلافت کے قبول کرنے سے انکارفرما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ا،تواس</w:t>
      </w:r>
      <w:r>
        <w:rPr>
          <w:rtl/>
          <w:lang w:bidi="ur-PK"/>
        </w:rPr>
        <w:t xml:space="preserve"> نے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اس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سے ناواقف نہ تھے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زبخوش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جابرحکومت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منصب قبول کرنا آپ کے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کے خلاف تھا حضرت نے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انکارفرما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مگراس پرمامون کااصرارجبرک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حدتک پہنچ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نے صاف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”لابدمن قبولک“ اگرآپ اس کومنظورنہ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کرسکتے تواس وقت آپ 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سے ہاتھ دھوناپڑے گا جان کاخطرہ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اجاسکتاہے</w:t>
      </w:r>
      <w:r>
        <w:rPr>
          <w:rtl/>
          <w:lang w:bidi="ur-PK"/>
        </w:rPr>
        <w:t xml:space="preserve"> جب 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مفادکاق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جان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پرموقوف ہوورنہ حفاظت جان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اسلام کابن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ہے امام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مجبورا قبول کرتاہوں مگرکاروبارسلطنت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بالکل</w:t>
      </w:r>
      <w:r>
        <w:rPr>
          <w:rtl/>
          <w:lang w:bidi="ur-PK"/>
        </w:rPr>
        <w:t xml:space="preserve"> دخل نہ دوں گا ہاں اگرکس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مجھ سے مشورہ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تون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مشورہ ضروردوں گا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برائے نام سلطنت وقت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ڈھکوسلے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وقعت نہ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سے ممکن ہے کچھ عرصہ تک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ہومگرامام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اپنے 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بالکل وہ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جوان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روحضرت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زمانے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بااقتدارطاقتوں کے ساتھ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ارکرچکے</w:t>
      </w:r>
      <w:r>
        <w:rPr>
          <w:rtl/>
          <w:lang w:bidi="ur-PK"/>
        </w:rPr>
        <w:t xml:space="preserve"> تھے جس طرح ان کاکبھ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مشورہ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دنا</w:t>
      </w:r>
      <w:r>
        <w:rPr>
          <w:rtl/>
          <w:lang w:bidi="ur-PK"/>
        </w:rPr>
        <w:t xml:space="preserve"> ان حکومتوں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وناجائزنہ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بناسکتا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کااس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کاقبول فرمانا اس سلطنت کے جوازکاباعث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ہوسکتاتھا صرف مامون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راج ہٹ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نظراس طرح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مگرامام نے اپنے دامن کوسلطنت ظلم کے اقدامات اورنظم ونسق سے بالکل الگ رکھا۔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مامون نے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کہاکہ شرط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بعدآپ نے دونوں ہاتھوں کوآسمان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بلندکئے اور بارگاہ اہد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پروردگار توجانتاہے کہ اس امرکو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بہ مجبوروناچار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اورخوف قتل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خداونداتوم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اس فعل پرمجھ سے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مواخذہ نہ کرناجس طرح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اورجناب دان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سے بازپرس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بعدکہام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پالنے والے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عہدکے سواکوئ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سواکوئ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اتومجھے</w:t>
      </w:r>
      <w:r>
        <w:rPr>
          <w:rtl/>
          <w:lang w:bidi="ur-PK"/>
        </w:rPr>
        <w:t xml:space="preserve">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پرقائم رہنے ک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خواجہ محمدپارساکاکہناہے کہ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آپ رورہے تھے ملاحس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مامون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اصراراور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انکارکاسلسلہ دوماہ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 اس کے بعدول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55" w:name="_Toc509136877"/>
      <w:r>
        <w:rPr>
          <w:rFonts w:hint="eastAsia"/>
          <w:rtl/>
          <w:lang w:bidi="ur-PK"/>
        </w:rPr>
        <w:t>جلسلہ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کاانعقاد</w:t>
      </w:r>
      <w:bookmarkEnd w:id="25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کم</w:t>
      </w:r>
      <w:r>
        <w:rPr>
          <w:rtl/>
          <w:lang w:bidi="ur-PK"/>
        </w:rPr>
        <w:t xml:space="preserve"> رمضان </w:t>
      </w:r>
      <w:r>
        <w:rPr>
          <w:rtl/>
          <w:lang w:bidi="fa-IR"/>
        </w:rPr>
        <w:t>۲۰۱</w:t>
      </w:r>
      <w:r>
        <w:rPr>
          <w:rtl/>
          <w:lang w:bidi="ur-PK"/>
        </w:rPr>
        <w:t xml:space="preserve"> ھجر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بروزپنجشنبہ جلسہ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منعقدہوا،بڑ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وشوکت اورتزک واحتشام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عمل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پہلے مامون نے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عباس کواشارہ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پھراورلوگ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سے شرف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ہوئے سونے اورچاند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سکے سرمبارک پرنثارہوئے اورتما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ارکان سلطنت اورملازم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کوانعامات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ہوئے مامون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حضرت کے نام کاسکہ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اجائے،</w:t>
      </w:r>
      <w:r>
        <w:rPr>
          <w:rtl/>
          <w:lang w:bidi="ur-PK"/>
        </w:rPr>
        <w:t xml:space="preserve"> چنانچہ درہم 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ناپرحضرت</w:t>
      </w:r>
      <w:r>
        <w:rPr>
          <w:rtl/>
          <w:lang w:bidi="ur-PK"/>
        </w:rPr>
        <w:t xml:space="preserve"> کے نام کانقش ہوا، اورتمام قلمرو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سکہ چلا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اجمعہ</w:t>
      </w:r>
      <w:r>
        <w:rPr>
          <w:rtl/>
          <w:lang w:bidi="ur-PK"/>
        </w:rPr>
        <w:t xml:space="preserve"> کے خطبہ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کانام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داخل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ظاہرہے کہ حضرت کے نام مبارک کاسکہ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مندوں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تبرک اورضمانت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رکھتاتھا اس سکہ کوسفروحضر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حرزجان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ساتھ رکھنا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امرتھا صاحب جنات الخلودنے بحروبرکے سفر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تحفظ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کے توسل کاذکرک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ادگار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بطورضمانت بعق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تحفظ ہم 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بازوپرامام ضامن ثامن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باندھتے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tl/>
          <w:lang w:bidi="fa-IR"/>
        </w:rPr>
        <w:t>۳۳</w:t>
      </w:r>
      <w:r>
        <w:rPr>
          <w:rtl/>
          <w:lang w:bidi="ur-PK"/>
        </w:rPr>
        <w:t xml:space="preserve"> ہزارعباس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مردوزن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عہدخلافت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بعداس نے تمام حاضر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اوردربارکالباس بجائے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کے سبزقرارد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جوسادات کاامت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لباس تھا فوج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بدل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ملک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احکام شاہ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نافذہوئے کہ مامون کے بعدعل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رضاتخت وتاج کے مالک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</w:t>
      </w:r>
      <w:r>
        <w:rPr>
          <w:rtl/>
          <w:lang w:bidi="ur-PK"/>
        </w:rPr>
        <w:lastRenderedPageBreak/>
        <w:t>کالقب ہے ”الرضامن آل محمد“ حسن بن سہل کے نام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عام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اورعموما اہل فوج وعمائدبن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سبزرنگ کے پھرہرے اورسبزکلاہ وقبائ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جرجان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لکھاہے کہ قبول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متعلق جوتحر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مامون کولکھ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کامضمون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”چونکہ مامون نے ہمارے ان حقوق کوتسل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جن کوان کے آباؤاجدادنے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پہچاناتھا لہذا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</w:t>
      </w:r>
      <w:r>
        <w:rPr>
          <w:rFonts w:hint="eastAsia"/>
          <w:rtl/>
          <w:lang w:bidi="ur-PK"/>
        </w:rPr>
        <w:t>رچہ</w:t>
      </w:r>
      <w:r>
        <w:rPr>
          <w:rtl/>
          <w:lang w:bidi="ur-PK"/>
        </w:rPr>
        <w:t xml:space="preserve"> جفروجامعہ سے معلوم ہوتاہے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انجام کونہ پہنچے گا“۔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قبول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جوکچھ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 پرگواہ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فضل بن سہل ،سہل بن فضل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اکثم، عبداللہ بن طاہر، ثمامہ بن اشرس،بشربن معتمر،حمادبن نعمان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رہم</w:t>
      </w:r>
      <w:r>
        <w:rPr>
          <w:rtl/>
          <w:lang w:bidi="ur-PK"/>
        </w:rPr>
        <w:t xml:space="preserve"> کے دستخط تھے انہوں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لکھاہے کہ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</w:t>
      </w:r>
      <w:r>
        <w:rPr>
          <w:rFonts w:hint="eastAsia"/>
          <w:rtl/>
          <w:lang w:bidi="ur-PK"/>
        </w:rPr>
        <w:t>لام</w:t>
      </w:r>
      <w:r>
        <w:rPr>
          <w:rtl/>
          <w:lang w:bidi="ur-PK"/>
        </w:rPr>
        <w:t xml:space="preserve"> نے اس جلسہ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مخصوص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مندوں کوقر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بلاکرکان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اس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کوجگہ نہ دو ملاحظہ ہوصواعق محرقہ ص </w:t>
      </w:r>
      <w:r>
        <w:rPr>
          <w:rtl/>
          <w:lang w:bidi="fa-IR"/>
        </w:rPr>
        <w:t>۱۲۲</w:t>
      </w:r>
      <w:r>
        <w:rPr>
          <w:rtl/>
          <w:lang w:bidi="ur-PK"/>
        </w:rPr>
        <w:t xml:space="preserve"> ، مطالب السول ص </w:t>
      </w:r>
      <w:r>
        <w:rPr>
          <w:rtl/>
          <w:lang w:bidi="fa-IR"/>
        </w:rPr>
        <w:t>۲۸۲</w:t>
      </w:r>
      <w:r>
        <w:rPr>
          <w:rtl/>
          <w:lang w:bidi="ur-PK"/>
        </w:rPr>
        <w:t xml:space="preserve"> ، نورالابصار ص </w:t>
      </w:r>
      <w:r>
        <w:rPr>
          <w:rtl/>
          <w:lang w:bidi="fa-IR"/>
        </w:rPr>
        <w:t>۱۴۲</w:t>
      </w:r>
      <w:r>
        <w:rPr>
          <w:rtl/>
          <w:lang w:bidi="ur-PK"/>
        </w:rPr>
        <w:t xml:space="preserve"> ،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۱۹۳</w:t>
      </w:r>
      <w:r>
        <w:rPr>
          <w:rtl/>
          <w:lang w:bidi="ur-PK"/>
        </w:rPr>
        <w:t xml:space="preserve"> ، کشف الغمہ ص </w:t>
      </w:r>
      <w:r>
        <w:rPr>
          <w:rtl/>
          <w:lang w:bidi="fa-IR"/>
        </w:rPr>
        <w:t>۱۱۲</w:t>
      </w:r>
      <w:r>
        <w:rPr>
          <w:rtl/>
          <w:lang w:bidi="ur-PK"/>
        </w:rPr>
        <w:t xml:space="preserve"> ، جنات الخلودص </w:t>
      </w:r>
      <w:r>
        <w:rPr>
          <w:rtl/>
          <w:lang w:bidi="fa-IR"/>
        </w:rPr>
        <w:t>۳۱</w:t>
      </w:r>
      <w:r>
        <w:rPr>
          <w:rtl/>
          <w:lang w:bidi="ur-PK"/>
        </w:rPr>
        <w:t xml:space="preserve"> ،المامون ص </w:t>
      </w:r>
      <w:r>
        <w:rPr>
          <w:rtl/>
          <w:lang w:bidi="fa-IR"/>
        </w:rPr>
        <w:t>۸۲</w:t>
      </w:r>
      <w:r>
        <w:rPr>
          <w:rtl/>
          <w:lang w:bidi="ur-PK"/>
        </w:rPr>
        <w:t xml:space="preserve"> ، </w:t>
      </w:r>
      <w:r>
        <w:rPr>
          <w:rFonts w:hint="eastAsia"/>
          <w:rtl/>
          <w:lang w:bidi="ur-PK"/>
        </w:rPr>
        <w:t>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لة</w:t>
      </w:r>
      <w:r>
        <w:rPr>
          <w:rtl/>
          <w:lang w:bidi="ur-PK"/>
        </w:rPr>
        <w:t xml:space="preserve"> النجات ص </w:t>
      </w:r>
      <w:r>
        <w:rPr>
          <w:rtl/>
          <w:lang w:bidi="fa-IR"/>
        </w:rPr>
        <w:t>۳۷۹</w:t>
      </w:r>
      <w:r>
        <w:rPr>
          <w:rtl/>
          <w:lang w:bidi="ur-PK"/>
        </w:rPr>
        <w:t xml:space="preserve"> ، ارحج المطالب ص </w:t>
      </w:r>
      <w:r>
        <w:rPr>
          <w:rtl/>
          <w:lang w:bidi="fa-IR"/>
        </w:rPr>
        <w:t>۴۵۴</w:t>
      </w:r>
      <w:r>
        <w:rPr>
          <w:rtl/>
          <w:lang w:bidi="ur-PK"/>
        </w:rPr>
        <w:t xml:space="preserve"> ، مسندامام رضا ص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،شرح مواقف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آئمہ ص </w:t>
      </w:r>
      <w:r>
        <w:rPr>
          <w:rtl/>
          <w:lang w:bidi="fa-IR"/>
        </w:rPr>
        <w:t>۴۷۲</w:t>
      </w:r>
      <w:r>
        <w:rPr>
          <w:rtl/>
          <w:lang w:bidi="ur-PK"/>
        </w:rPr>
        <w:t xml:space="preserve">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احمد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۳۵۴</w:t>
      </w:r>
      <w:r>
        <w:rPr>
          <w:rtl/>
          <w:lang w:bidi="ur-PK"/>
        </w:rPr>
        <w:t xml:space="preserve"> ،شواہدالنبوت،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نابع</w:t>
      </w:r>
      <w:r>
        <w:rPr>
          <w:rtl/>
          <w:lang w:bidi="ur-PK"/>
        </w:rPr>
        <w:t xml:space="preserve"> المودة ،فصل الخطاب ،حل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الاول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روضة الصفا،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اخباررضا، دمعہ ساکبہ ، سوانح امام رضا۔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56" w:name="_Toc509136878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کادشمنوں پراثر</w:t>
      </w:r>
      <w:bookmarkEnd w:id="25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خبرسن کربغدادکے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کرکے کہ خلافت ہمارے خاندان سے نکل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کمال دل سوختہ ہوئے اورانہوں نے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کوبغداکے تخت پربٹھاد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ااورمحرم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۲۰۲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معزول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کااعلان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بغداداورا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نواح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بالکل بد نظم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لچے غنڈے دن دھاڑے لوٹ مارکرنے لگے جنوب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عراق اورحجاز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معاملات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خراب 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فضل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راعظم</w:t>
      </w:r>
      <w:r>
        <w:rPr>
          <w:rtl/>
          <w:lang w:bidi="ur-PK"/>
        </w:rPr>
        <w:t xml:space="preserve"> سب خبروں کوبادشاہ سے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رکھتاتھا مگرامام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اسے خبردارکرد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بادشاہ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بدگمان </w:t>
      </w:r>
      <w:r>
        <w:rPr>
          <w:rFonts w:hint="eastAsia"/>
          <w:rtl/>
          <w:lang w:bidi="ur-PK"/>
        </w:rPr>
        <w:t>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امامون</w:t>
      </w:r>
      <w:r>
        <w:rPr>
          <w:rtl/>
          <w:lang w:bidi="ur-PK"/>
        </w:rPr>
        <w:t xml:space="preserve"> کوجب ان شورشوں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توبغدادک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سرخس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 کراس نے فضل بن سہل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رسلطنت</w:t>
      </w:r>
      <w:r>
        <w:rPr>
          <w:rtl/>
          <w:lang w:bidi="ur-PK"/>
        </w:rPr>
        <w:t xml:space="preserve"> کو حمام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قتل 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۶۱)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شمس</w:t>
      </w:r>
      <w:r>
        <w:rPr>
          <w:rtl/>
          <w:lang w:bidi="ur-PK"/>
        </w:rPr>
        <w:t xml:space="preserve"> العلماء شبل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امام رضاک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کاذکرکرتے ہوئے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انوکھے حکم نے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زہلچل</w:t>
      </w:r>
      <w:r>
        <w:rPr>
          <w:rtl/>
          <w:lang w:bidi="ur-PK"/>
        </w:rPr>
        <w:t xml:space="preserve"> مچاد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اورمامون سے مخالفت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مانہ</w:t>
      </w:r>
      <w:r>
        <w:rPr>
          <w:rtl/>
          <w:lang w:bidi="ur-PK"/>
        </w:rPr>
        <w:t xml:space="preserve"> لبر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بعضوں نے (سبزرنگ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ارکرنے</w:t>
      </w:r>
      <w:r>
        <w:rPr>
          <w:rtl/>
          <w:lang w:bidi="ur-PK"/>
        </w:rPr>
        <w:t xml:space="preserve"> کے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 جبرتعم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مگرعام صدا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</w:t>
      </w:r>
      <w:r>
        <w:rPr>
          <w:rFonts w:hint="eastAsia"/>
          <w:rtl/>
          <w:lang w:bidi="ur-PK"/>
        </w:rPr>
        <w:t>لافت</w:t>
      </w:r>
      <w:r>
        <w:rPr>
          <w:rtl/>
          <w:lang w:bidi="ur-PK"/>
        </w:rPr>
        <w:t xml:space="preserve"> خاندان عباس کے دائرہ سے باہرنہ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(المامون ص </w:t>
      </w:r>
      <w:r>
        <w:rPr>
          <w:rtl/>
          <w:lang w:bidi="fa-IR"/>
        </w:rPr>
        <w:t xml:space="preserve">۸۲)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جب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عہدخلافت مقررکئے جانے لگے مامون کے حاش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سخت بدظن اوردل تنگ ہوگئے اوران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خوف چھاگ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اب خلافت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سے نکل کر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تصورنے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سخت متنفرکرد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(نورالابصارص </w:t>
      </w:r>
      <w:r>
        <w:rPr>
          <w:rtl/>
          <w:lang w:bidi="fa-IR"/>
        </w:rPr>
        <w:t xml:space="preserve">۱۴۳)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57" w:name="_Toc509136879"/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حجاب</w:t>
      </w:r>
      <w:bookmarkEnd w:id="25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واقعہ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لوگوں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درجہ بغض وحسداورک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لوگ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پراس کامظاہرہ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ابن طلحہ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اصول تھا کہ آپ مامون سے </w:t>
      </w:r>
      <w:r>
        <w:rPr>
          <w:rFonts w:hint="eastAsia"/>
          <w:rtl/>
          <w:lang w:bidi="ur-PK"/>
        </w:rPr>
        <w:t>اکثرملنے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اورہوتا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جب آپ دہل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زکے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پہنچتے تھے توتمام دربان اورخدام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کھڑے ہوجاتے تھے اورسلام کرکے پردہ در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سب نے مل کرطے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پردہ نہ اٹھائے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جب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السلام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توحجاب نے پردہ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امطلب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اس سے 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اللہ کے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کرسکتاجب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ساواقعہ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تندہوانے پرداہ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ااورامام</w:t>
      </w:r>
      <w:r>
        <w:rPr>
          <w:rtl/>
          <w:lang w:bidi="ur-PK"/>
        </w:rPr>
        <w:t xml:space="preserve"> داخل دربارہوگئے پھرجب آپ 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توہوانے بدستورپردہ اٹھانے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تک ہوتارہا بالآخرہ وہ سب کے سب شرمندہ ہوگئے اورامام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مثل سابق کرنے لگے (نورالابصارص </w:t>
      </w:r>
      <w:r>
        <w:rPr>
          <w:rtl/>
          <w:lang w:bidi="fa-IR"/>
        </w:rPr>
        <w:t>۱۴۳</w:t>
      </w:r>
      <w:r>
        <w:rPr>
          <w:rtl/>
          <w:lang w:bidi="ur-PK"/>
        </w:rPr>
        <w:t xml:space="preserve"> ،مطالب السؤل ص </w:t>
      </w:r>
      <w:r>
        <w:rPr>
          <w:rtl/>
          <w:lang w:bidi="fa-IR"/>
        </w:rPr>
        <w:t>۲۸۲</w:t>
      </w:r>
      <w:r>
        <w:rPr>
          <w:rtl/>
          <w:lang w:bidi="ur-PK"/>
        </w:rPr>
        <w:t xml:space="preserve"> ،شواہدالنبوت ص </w:t>
      </w:r>
      <w:r>
        <w:rPr>
          <w:rtl/>
          <w:lang w:bidi="fa-IR"/>
        </w:rPr>
        <w:t xml:space="preserve">۱۹۷)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58" w:name="_Toc509136880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اورنمازع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bookmarkEnd w:id="25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دن نہ گزرے تھے کہ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دکاموقع</w:t>
      </w:r>
      <w:r>
        <w:rPr>
          <w:rtl/>
          <w:lang w:bidi="ur-PK"/>
        </w:rPr>
        <w:t xml:space="preserve">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امامون</w:t>
      </w:r>
      <w:r>
        <w:rPr>
          <w:rtl/>
          <w:lang w:bidi="ur-PK"/>
        </w:rPr>
        <w:t xml:space="preserve"> نے حضرت سے کہلابھ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جاکہ</w:t>
      </w:r>
      <w:r>
        <w:rPr>
          <w:rtl/>
          <w:lang w:bidi="ur-PK"/>
        </w:rPr>
        <w:t xml:space="preserve"> آپ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پرجاکرلوگوں کونمازع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دپڑھائ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سے شرط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بادشاہت اورحکومت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حصہ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لوں گااورنہ اس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جاؤں گا اس وجہ سے </w:t>
      </w:r>
      <w:r>
        <w:rPr>
          <w:rFonts w:hint="eastAsia"/>
          <w:rtl/>
          <w:lang w:bidi="ur-PK"/>
        </w:rPr>
        <w:t>تم</w:t>
      </w:r>
      <w:r>
        <w:rPr>
          <w:rtl/>
          <w:lang w:bidi="ur-PK"/>
        </w:rPr>
        <w:t xml:space="preserve"> مجھ کو اس نمازع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دسے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معاف کردوتوبہترہے ورنہ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نمازع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لے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جاؤں گا جس طرح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جدامجدحضرت محمد رسول اللہ صلعم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مامون نے کہاکہ آپ کواخت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ارہے</w:t>
      </w:r>
      <w:r>
        <w:rPr>
          <w:rtl/>
          <w:lang w:bidi="ur-PK"/>
        </w:rPr>
        <w:t xml:space="preserve"> جس طرح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بعداس نے سواروں اورپ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حضرت کے دروازے پ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حاضرہوں۔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خبرشہر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مشہورہوئ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تولوگ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روزسڑکوں اورچھتوں پرحضرت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کوجمع ہوگئے، 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ڑلگ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اورلڑکوں سب کوآرزو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اورآفتاب نکلنے کے بعدحضرت نے غسل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ااورکپڑے</w:t>
      </w:r>
      <w:r>
        <w:rPr>
          <w:rtl/>
          <w:lang w:bidi="ur-PK"/>
        </w:rPr>
        <w:t xml:space="preserve"> بدلے، </w:t>
      </w:r>
      <w:r>
        <w:rPr>
          <w:rtl/>
          <w:lang w:bidi="ur-PK"/>
        </w:rPr>
        <w:lastRenderedPageBreak/>
        <w:t>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دعمامہ</w:t>
      </w:r>
      <w:r>
        <w:rPr>
          <w:rtl/>
          <w:lang w:bidi="ur-PK"/>
        </w:rPr>
        <w:t xml:space="preserve"> سرپرباندھا،عطرلگا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ااورعصاہاتھ</w:t>
      </w:r>
      <w:r>
        <w:rPr>
          <w:rtl/>
          <w:lang w:bidi="ur-PK"/>
        </w:rPr>
        <w:t xml:space="preserve"> 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لے کرع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دگاہ</w:t>
      </w:r>
      <w:r>
        <w:rPr>
          <w:rtl/>
          <w:lang w:bidi="ur-PK"/>
        </w:rPr>
        <w:t xml:space="preserve"> جانے پرآمادہ ہوگئے اس کے بعدنوکروں اورغلاموں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غسل کرکے کپڑے بدل لواوراس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چلو۔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انتظام کے بعدحضرت گھرسے باہرنکلے پائجامہ آدھ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اٹھال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کپڑوں کوسم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ننگے پاؤں ہوگئے اورپھردوت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قدم چل کرکھڑے ہوگئے اورسرکو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بلند کرکے کہا اللہ اکبراللہ اکبر، حضرت کے ساتھ نوکروں، غلاموں اورفوج کے سپاہ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تکبرکہ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جب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تکبرکہتے تھے توہم لوگوں کومعلوم ہوتاتھا کہ درود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واراورزم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آسمان سے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رکاجواب</w:t>
      </w:r>
      <w:r>
        <w:rPr>
          <w:rtl/>
          <w:lang w:bidi="ur-PK"/>
        </w:rPr>
        <w:t xml:space="preserve"> سنائ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اس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سب لوگ اورخود لشکروالے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پرگرپڑے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بدل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نے چھر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</w:t>
      </w:r>
      <w:r>
        <w:rPr>
          <w:rFonts w:hint="eastAsia"/>
          <w:rtl/>
          <w:lang w:bidi="ur-PK"/>
        </w:rPr>
        <w:t>کل</w:t>
      </w:r>
      <w:r>
        <w:rPr>
          <w:rtl/>
          <w:lang w:bidi="ur-PK"/>
        </w:rPr>
        <w:t xml:space="preserve"> تسمے کاٹ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کرننگے پاؤں ہوگئے شہربھرکے لوگ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نخ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نخ</w:t>
      </w:r>
      <w:r>
        <w:rPr>
          <w:rtl/>
          <w:lang w:bidi="ur-PK"/>
        </w:rPr>
        <w:t xml:space="preserve"> کررونے لگے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کہرام بپاہوگ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خبرمامون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رفضل</w:t>
      </w:r>
      <w:r>
        <w:rPr>
          <w:rtl/>
          <w:lang w:bidi="ur-PK"/>
        </w:rPr>
        <w:t xml:space="preserve"> بن سہل نے اس سے کہاکہ اگرامام رضااس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سے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دگاہ</w:t>
      </w:r>
      <w:r>
        <w:rPr>
          <w:rtl/>
          <w:lang w:bidi="ur-PK"/>
        </w:rPr>
        <w:t xml:space="preserve"> تک پہنچ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افتنہ</w:t>
      </w:r>
      <w:r>
        <w:rPr>
          <w:rtl/>
          <w:lang w:bidi="ur-PK"/>
        </w:rPr>
        <w:t xml:space="preserve"> اورہنگام برپاہوجائے گا سب لوگ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اورہم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جانتے کہ ہم لوگ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رپرمتنبہ</w:t>
      </w:r>
      <w:r>
        <w:rPr>
          <w:rtl/>
          <w:lang w:bidi="ur-PK"/>
        </w:rPr>
        <w:t xml:space="preserve"> ہوکرمامون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اپنے پاس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کوحضرت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کرکہلابھ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جاکہ</w:t>
      </w:r>
      <w:r>
        <w:rPr>
          <w:rtl/>
          <w:lang w:bidi="ur-PK"/>
        </w:rPr>
        <w:t xml:space="preserve"> مجھ سے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جوآپ سے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دگاہ</w:t>
      </w:r>
      <w:r>
        <w:rPr>
          <w:rtl/>
          <w:lang w:bidi="ur-PK"/>
        </w:rPr>
        <w:t xml:space="preserve"> جانے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کہا اس سے آپ کوزحمت 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مشقت کوپسندنہ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بہترہے کہ آپ واپس چلے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دگاہ</w:t>
      </w:r>
      <w:r>
        <w:rPr>
          <w:rtl/>
          <w:lang w:bidi="ur-PK"/>
        </w:rPr>
        <w:t xml:space="preserve">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زحمت نہ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پہلے جوشخص نمازپڑھاتاتھا وہ پڑھائے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اورنمازع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دنہ</w:t>
      </w:r>
      <w:r>
        <w:rPr>
          <w:rtl/>
          <w:lang w:bidi="ur-PK"/>
        </w:rPr>
        <w:t xml:space="preserve"> پڑھاسکے (وس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لة</w:t>
      </w:r>
      <w:r>
        <w:rPr>
          <w:rtl/>
          <w:lang w:bidi="ur-PK"/>
        </w:rPr>
        <w:t xml:space="preserve"> النجات ص </w:t>
      </w:r>
      <w:r>
        <w:rPr>
          <w:rtl/>
          <w:lang w:bidi="fa-IR"/>
        </w:rPr>
        <w:t>۳۸۲</w:t>
      </w:r>
      <w:r>
        <w:rPr>
          <w:rtl/>
          <w:lang w:bidi="ur-PK"/>
        </w:rPr>
        <w:t xml:space="preserve"> ، مطالب السول ص </w:t>
      </w:r>
      <w:r>
        <w:rPr>
          <w:rtl/>
          <w:lang w:bidi="fa-IR"/>
        </w:rPr>
        <w:t>۲۸۲</w:t>
      </w:r>
      <w:r>
        <w:rPr>
          <w:rtl/>
          <w:lang w:bidi="ur-PK"/>
        </w:rPr>
        <w:t xml:space="preserve"> واصول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،فرجع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تہ</w:t>
      </w:r>
      <w:r>
        <w:rPr>
          <w:rtl/>
          <w:lang w:bidi="ur-PK"/>
        </w:rPr>
        <w:t xml:space="preserve"> ورکب المامون فصل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بالناس “ کہ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دولت سراکوواپس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اورمامون نے جاکرنماز پڑھائ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(نورالابصارص </w:t>
      </w:r>
      <w:r>
        <w:rPr>
          <w:rtl/>
          <w:lang w:bidi="fa-IR"/>
        </w:rPr>
        <w:t xml:space="preserve">۱۴۳)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59" w:name="_Toc509136881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سرائ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اوردعبل خزاع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اورابونواس</w:t>
      </w:r>
      <w:bookmarkEnd w:id="25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عرب</w:t>
      </w:r>
      <w:r>
        <w:rPr>
          <w:rtl/>
          <w:lang w:bidi="ur-PK"/>
        </w:rPr>
        <w:t xml:space="preserve"> کے مشہورشاعرجناب دعبل خزاع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کانام ابوعل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دعبل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زر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آپ </w:t>
      </w:r>
      <w:r>
        <w:rPr>
          <w:rtl/>
          <w:lang w:bidi="fa-IR"/>
        </w:rPr>
        <w:t>۱۴۸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۲۴۵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بمقام شوش وفات پاگئے (رجال 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۳۷۶) </w:t>
      </w:r>
      <w:r>
        <w:rPr>
          <w:rtl/>
          <w:lang w:bidi="ur-PK"/>
        </w:rPr>
        <w:t>۔اورابونواس کاپورانام ابوعل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حسن بن 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عبدالاول ہواز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۱۳۶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داہوکر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۱۹۶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فوت</w:t>
      </w:r>
      <w:r>
        <w:rPr>
          <w:rtl/>
          <w:lang w:bidi="ur-PK"/>
        </w:rPr>
        <w:t xml:space="preserve"> ہوئے دعبل آل محمدکے مدح خاص تھے اورابونواس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ومامون کاند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دعبل</w:t>
      </w:r>
      <w:r>
        <w:rPr>
          <w:rtl/>
          <w:lang w:bidi="ur-PK"/>
        </w:rPr>
        <w:t xml:space="preserve"> خزاع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بے شماراشعارمدح آل محمد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جس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عہدسطلنت تھے دعبل خزاع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دارالسلطنت مرو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سے ملے اورانہوں نے کہاکہ حضور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 xml:space="preserve">مدح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۱۲۰</w:t>
      </w:r>
      <w:r>
        <w:rPr>
          <w:rtl/>
          <w:lang w:bidi="ur-PK"/>
        </w:rPr>
        <w:t xml:space="preserve"> اشعارپرمشتمل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لکھ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تمناہے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سب سے پہلے حضورہ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کوسناؤں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ابہترہے،</w:t>
      </w:r>
      <w:r>
        <w:rPr>
          <w:rtl/>
          <w:lang w:bidi="ur-PK"/>
        </w:rPr>
        <w:t xml:space="preserve"> پڑھو: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دعبل</w:t>
      </w:r>
      <w:r>
        <w:rPr>
          <w:rtl/>
          <w:lang w:bidi="ur-PK"/>
        </w:rPr>
        <w:t xml:space="preserve"> خزاع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اشعارپڑھناشروع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کامطلع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ہے: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917F12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ذکرت</w:t>
      </w:r>
      <w:r>
        <w:rPr>
          <w:rtl/>
          <w:lang w:bidi="ur-PK"/>
        </w:rPr>
        <w:t xml:space="preserve"> محل الربع من عرفات</w:t>
      </w:r>
    </w:p>
    <w:p w:rsidR="000B625E" w:rsidRDefault="000B625E" w:rsidP="00917F12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فاجر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دمع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بالعبرات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دعبل 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پڑھ چکے توامام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سواشرف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دعبل نے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اداکرنے کے بعد اسے واپس کرتے ہوئے کہاکہ مولا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قربة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کہاہے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خدانے مجھے سب کچھ دے رکھاہے البتہ حضوراگرمجھے جسم سے ات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ہوئے کپڑے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،تووہ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خواہش کے مطابق ہوگا 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جبہ عطاکرتے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 رقم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 لو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تمہارے کام آئے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دعبل نے اسے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تھوڑے</w:t>
      </w:r>
      <w:r>
        <w:rPr>
          <w:rtl/>
          <w:lang w:bidi="ur-PK"/>
        </w:rPr>
        <w:t xml:space="preserve"> عرصہ کے بعد دعبل مروسے عراق جانے والے قافلے کے ساتھ ہوکر روانہ ہوئے راستہ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چوروں نے اورڈاکوں نے حملہ کرکے سب کچھ لوٹ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اورچند 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کوگرفتاربھ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دعبل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ڈاکوؤں نے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کرتے وقت دعبل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شعرپڑھا دعبل نے پوچھا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 کاشعرہ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انہوں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کاہوگا دعبل نے کہاکہ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راشعرہے</w:t>
      </w:r>
      <w:r>
        <w:rPr>
          <w:rtl/>
          <w:lang w:bidi="ur-PK"/>
        </w:rPr>
        <w:t xml:space="preserve"> اس کے بعدانہوں نے ساراقص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سناد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لوگوں نے دعبل کے صدقے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کوچھوڑد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اورسب کامال واپس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نوبت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 لوگوں نے واقعہ سن کرامام رضاکاد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اہواجبہ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دناچاہا،اوراس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دعبل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بطورتبرک اپنے پاس رکھاہے اسے فروخت نہ کروں گا بالآخرباربار گرفتارہونے کے بعد انہوں نے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ہزاراشرف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پرفروخت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بحوالہ ابوصلت ہرو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دعبل نے جب امام رضاکے سامنے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پڑھاتھاتوآپ رورہے تھے اورآپ نے دوب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اشعارالہام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(نورالابصارص </w:t>
      </w:r>
      <w:r>
        <w:rPr>
          <w:rtl/>
          <w:lang w:bidi="fa-IR"/>
        </w:rPr>
        <w:t xml:space="preserve">۱۳۸)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عبدالرحمن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سنتے ہوئے نفس 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تذکرہ پرفرما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ائے دعبل اس جگہ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شعرکااوراضافہ کرو، تاکہ تمہاراقص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مکمل ہوجائے انہوں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ارشادہوا: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917F12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وقبربطوس</w:t>
      </w:r>
      <w:r>
        <w:rPr>
          <w:rtl/>
          <w:lang w:bidi="ur-PK"/>
        </w:rPr>
        <w:t xml:space="preserve"> نال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>ا من مصی</w:t>
      </w:r>
      <w:r>
        <w:rPr>
          <w:rFonts w:hint="eastAsia"/>
          <w:rtl/>
          <w:lang w:bidi="ur-PK"/>
        </w:rPr>
        <w:t>بة</w:t>
      </w:r>
    </w:p>
    <w:p w:rsidR="000B625E" w:rsidRDefault="000B625E" w:rsidP="00917F12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الحت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الاحشاء بالزفرات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دعبل</w:t>
      </w:r>
      <w:r>
        <w:rPr>
          <w:rtl/>
          <w:lang w:bidi="ur-PK"/>
        </w:rPr>
        <w:t xml:space="preserve"> نے گھبراکے پوچھامولا،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کاحضورنے 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اائے</w:t>
      </w:r>
      <w:r>
        <w:rPr>
          <w:rtl/>
          <w:lang w:bidi="ur-PK"/>
        </w:rPr>
        <w:t xml:space="preserve"> دعبل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قبرم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اس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غربت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اعزاواقرباء بال بچے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اجاؤں</w:t>
      </w:r>
      <w:r>
        <w:rPr>
          <w:rtl/>
          <w:lang w:bidi="ur-PK"/>
        </w:rPr>
        <w:t xml:space="preserve"> گا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اے دعبل جوم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کو آئے گاجنت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ہمراہ ہوگا (شواہدالنبوت ص </w:t>
      </w:r>
      <w:r>
        <w:rPr>
          <w:rtl/>
          <w:lang w:bidi="fa-IR"/>
        </w:rPr>
        <w:t xml:space="preserve">۱۹۹)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دعبل</w:t>
      </w:r>
      <w:r>
        <w:rPr>
          <w:rtl/>
          <w:lang w:bidi="ur-PK"/>
        </w:rPr>
        <w:t xml:space="preserve">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مشہورقص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مجالس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۴۶۶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مکمل منقول ہے البتہ اس کامطلع بدلاہواہے 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عباس قم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لکھاہے کہ دعبل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کانام تھا”طبقات الشعراء“ (سف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نة</w:t>
      </w:r>
      <w:r>
        <w:rPr>
          <w:rtl/>
          <w:lang w:bidi="ur-PK"/>
        </w:rPr>
        <w:t xml:space="preserve"> البحار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۲۴۱)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ابونواس</w:t>
      </w:r>
      <w:r>
        <w:rPr>
          <w:rtl/>
          <w:lang w:bidi="ur-PK"/>
        </w:rPr>
        <w:t xml:space="preserve"> کے متعلق علماء اسلام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اس کے دوستوں نے اس سے کہا کہ تم اکثرشعارکہتے ہواورپھرمدح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ہول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افسوس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کہ تم نے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 تک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جلالت قدرہ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مجھے مدح سرائ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روکاہے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کروں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کراس نے چندشعرپڑھے جس کاترجمہ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لوگوں</w:t>
      </w:r>
      <w:r>
        <w:rPr>
          <w:rtl/>
          <w:lang w:bidi="ur-PK"/>
        </w:rPr>
        <w:t xml:space="preserve"> نے مجھ سے کہاکہ عمدہ کلام کے ہررنگ اورمذاق کے اشعارسب لوگوں سے سننے والوں کے سامنے موت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جھڑتے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پھرتم نے حضرت کے فضائل ومناقب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کہا؟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سب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وجن</w:t>
      </w:r>
      <w:r>
        <w:rPr>
          <w:rtl/>
          <w:lang w:bidi="ur-PK"/>
        </w:rPr>
        <w:t xml:space="preserve"> 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الشان امام کے آبائے کرام کے خادم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فرشتے ہوں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کرنامجھ سے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بعداس نے چنداشعارآپ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لکھے جس کاترجمہ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حضرات آئمہ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خداکے پاک وپاک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کئے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کالباس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وطاہر ہے 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کاذکرہوتاہے وہاں ان پردرودکانعرہ بلندہوجاتاہے جب حسب ونسب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ہوتے وقت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علو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خاندان کانہ نکلے تواس کوابتدائے زمانہ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فخرک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خدانے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ااورسب</w:t>
      </w:r>
      <w:r>
        <w:rPr>
          <w:rtl/>
          <w:lang w:bidi="ur-PK"/>
        </w:rPr>
        <w:t xml:space="preserve"> پرفض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سچ کہتاہوں کہ آپ حضرات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دکاعلم</w:t>
      </w:r>
      <w:r>
        <w:rPr>
          <w:rtl/>
          <w:lang w:bidi="ur-PK"/>
        </w:rPr>
        <w:t xml:space="preserve"> اورسوروں کے مطالب ومفاہ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ں“</w:t>
      </w:r>
      <w:r>
        <w:rPr>
          <w:rtl/>
          <w:lang w:bidi="ur-PK"/>
        </w:rPr>
        <w:t xml:space="preserve"> (وف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۳۲۲</w:t>
      </w:r>
      <w:r>
        <w:rPr>
          <w:rtl/>
          <w:lang w:bidi="ur-PK"/>
        </w:rPr>
        <w:t xml:space="preserve"> ،نورالابصارص </w:t>
      </w:r>
      <w:r>
        <w:rPr>
          <w:rtl/>
          <w:lang w:bidi="fa-IR"/>
        </w:rPr>
        <w:t>۱۳۸</w:t>
      </w:r>
      <w:r>
        <w:rPr>
          <w:rtl/>
          <w:lang w:bidi="ur-PK"/>
        </w:rPr>
        <w:t xml:space="preserve"> طبع مصر)۔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60" w:name="_Toc509136882"/>
      <w:r>
        <w:rPr>
          <w:rFonts w:hint="eastAsia"/>
          <w:rtl/>
          <w:lang w:bidi="ur-PK"/>
        </w:rPr>
        <w:t>مذاہب</w:t>
      </w:r>
      <w:r>
        <w:rPr>
          <w:rtl/>
          <w:lang w:bidi="ur-PK"/>
        </w:rPr>
        <w:t xml:space="preserve"> عالم کے علماء سے حضرت امام رضاکے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مناظرے</w:t>
      </w:r>
      <w:bookmarkEnd w:id="26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دکوخودبھ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ذوق تھا اس نے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مرحلہ کوطے کرنے کے بعدحضرت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استفادہ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اپھراپنے</w:t>
      </w:r>
      <w:r>
        <w:rPr>
          <w:rtl/>
          <w:lang w:bidi="ur-PK"/>
        </w:rPr>
        <w:t xml:space="preserve"> ذوق کے تقاضے پراس نے مذاہب عالم کے علماء کودعوت مناظرہ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اورہرطرف سے علماء کوطلب کرکے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مقابلہ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اعہدمامون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جس قدرمناظرے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 xml:space="preserve">اکثرکتب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موجودہے اس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احتجاج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،بحار،دمعہ ساکبہ،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اختصارکے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نظرصرف دوچارمناظرے لکھتاہوں۔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61" w:name="_Toc509136883"/>
      <w:r>
        <w:rPr>
          <w:rFonts w:hint="eastAsia"/>
          <w:rtl/>
          <w:lang w:bidi="ur-PK"/>
        </w:rPr>
        <w:t>عالم</w:t>
      </w:r>
      <w:r>
        <w:rPr>
          <w:rtl/>
          <w:lang w:bidi="ur-PK"/>
        </w:rPr>
        <w:t xml:space="preserve">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مناظرہ</w:t>
      </w:r>
      <w:bookmarkEnd w:id="26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بڑاعالم ومناظرشہرت عامہ رکھتاتھا جس کانام ”جاثل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ق“</w:t>
      </w:r>
      <w:r>
        <w:rPr>
          <w:rtl/>
          <w:lang w:bidi="ur-PK"/>
        </w:rPr>
        <w:t xml:space="preserve"> تھااس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متکلم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سے کہا کرتاتھا کہ ہم تم دونوں نبوت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پرمتفق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 بات 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اتفاق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آسمان پرزندہ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اختلاف ہے توصر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نبوت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تم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کااعتقادرکھتے ہو اورہ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انکارہے پھرہم تم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پرمتفق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تمہارے پاس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حجت قرارپائے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کلام سن کراکثرمناظرخاموش ہوجا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اشارے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وہ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کلام ہواموقع مناظرہ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مذکورہ سوال دھراتے ہوئے کہاکہ پہلے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دونوں پرآپ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واعتقادہے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اعتقادرکھتاہوں جس نے ہمارے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حوار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کوبشارت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اوراس کتاب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کرتاہوں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بشارت درج ہے جوع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معترف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اورجوکتاب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شارح اورمصدق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پرم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 سن کرجاثل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خاموش ہ</w:t>
      </w:r>
      <w:r>
        <w:rPr>
          <w:rFonts w:hint="eastAsia"/>
          <w:rtl/>
          <w:lang w:bidi="ur-PK"/>
        </w:rPr>
        <w:t>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پھرآپ</w:t>
      </w:r>
      <w:r>
        <w:rPr>
          <w:rtl/>
          <w:lang w:bidi="ur-PK"/>
        </w:rPr>
        <w:t xml:space="preserve">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ائے جاثل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ہم اس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کوجس نے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برحق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مگرتم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کرتے ہو، اورکہتے ہو کہ وہ نمازروزہ کے پابندنہ تھے جاثل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نے کہا کہ ہم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کہتے وہ توہم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قائم الل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ل اورصائم النہاررہاکرتے تھے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توبنابراعتقادنصار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خودمعاذاللہ خداتھے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روزہ اورنمازکس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کرتے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کرجاثل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مبہوت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نہ دے سکا۔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کہنے لگاکہ جومردوں کوزندہ کرے جذام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کوشفادے 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ناکوب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ناکردے</w:t>
      </w:r>
      <w:r>
        <w:rPr>
          <w:rtl/>
          <w:lang w:bidi="ur-PK"/>
        </w:rPr>
        <w:t xml:space="preserve"> اورپان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پرچلے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اس کاسزاوارنہ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پرستش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اوراسے معبود سمجھاجائے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سع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پرچلتے تھے اندھے کوڑ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کوشفاد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حزق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غمبرنے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۳۵</w:t>
      </w:r>
      <w:r>
        <w:rPr>
          <w:rtl/>
          <w:lang w:bidi="ur-PK"/>
        </w:rPr>
        <w:t xml:space="preserve"> ہزارانسانوں کوس</w:t>
      </w:r>
      <w:r>
        <w:rPr>
          <w:rFonts w:hint="eastAsia"/>
          <w:rtl/>
          <w:lang w:bidi="ur-PK"/>
        </w:rPr>
        <w:t>اٹھ</w:t>
      </w:r>
      <w:r>
        <w:rPr>
          <w:rtl/>
          <w:lang w:bidi="ur-PK"/>
        </w:rPr>
        <w:t xml:space="preserve"> برس کے بعدزندہ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قوم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بہت سے لوگ طاعون کے خوف سے اپنے گھرچھوڑکرباہرچلے گئے تھے حق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ساعت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کومارد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بہت دنوں کے بعدا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استخوان ہائے 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پرگزرے توخداوندتعال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ان پروح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آوازدوانہوں نے کہاکہ ائے اس</w:t>
      </w:r>
      <w:r>
        <w:rPr>
          <w:rFonts w:hint="eastAsia"/>
          <w:rtl/>
          <w:lang w:bidi="ur-PK"/>
        </w:rPr>
        <w:t>تخوان</w:t>
      </w:r>
      <w:r>
        <w:rPr>
          <w:rtl/>
          <w:lang w:bidi="ur-PK"/>
        </w:rPr>
        <w:t xml:space="preserve"> بال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ہ”استخوان</w:t>
      </w:r>
      <w:r>
        <w:rPr>
          <w:rtl/>
          <w:lang w:bidi="ur-PK"/>
        </w:rPr>
        <w:t xml:space="preserve"> مردہ) اٹھ کھڑے ہووہ سب بحکم خدااٹھ کھڑے ہوئے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پرندوں کو زندہ کرنے اورحضرت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کوہ طورپرلے جانے اوررسول خداکے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اموات فرمانے کاحوالہ دے 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پرتورات انج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موجودہے اگرمردو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کوزندہ کرنے سے انسان خداہوسکتا ہے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خداہونے کے مستحق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کروہ چپ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نے اسلام قبول کرنے کے سوااورکوئ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چارہ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62" w:name="_Toc509136884"/>
      <w:r>
        <w:rPr>
          <w:rFonts w:hint="eastAsia"/>
          <w:rtl/>
          <w:lang w:bidi="ur-PK"/>
        </w:rPr>
        <w:t>عالم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ہودسے</w:t>
      </w:r>
      <w:r>
        <w:rPr>
          <w:rtl/>
          <w:lang w:bidi="ur-PK"/>
        </w:rPr>
        <w:t xml:space="preserve"> مناظرہ</w:t>
      </w:r>
      <w:bookmarkEnd w:id="26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عالم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عالم جس کانام”راس الجالوت“ تھا کواپنے علم پربڑا غروراورتکبرونازتھاوہ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لاتاتھاا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اس کامناظرہ اورمباحثہ فرزندرسول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سے گفتگوکے بعداس نے اپنے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جان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اورسمجھاکہ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خو</w:t>
      </w:r>
      <w:r>
        <w:rPr>
          <w:rFonts w:hint="eastAsia"/>
          <w:rtl/>
          <w:lang w:bidi="ur-PK"/>
        </w:rPr>
        <w:t>دفر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مبتلاہوں۔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حاضرہونے کے بعد اس نے اپنے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کے مطابق بہت سخت سوالات کئے جن کے 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 اوراطم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آفر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جوابات سے بہرہ ورہوا جب وہ سوالات کرچکاتو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راس الجالوت ! تم تورات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عبارت کاک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امطلب</w:t>
      </w:r>
      <w:r>
        <w:rPr>
          <w:rtl/>
          <w:lang w:bidi="ur-PK"/>
        </w:rPr>
        <w:t xml:space="preserve"> سمجھتے ہوکہ ”آ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ناسے</w:t>
      </w:r>
      <w:r>
        <w:rPr>
          <w:rtl/>
          <w:lang w:bidi="ur-PK"/>
        </w:rPr>
        <w:t xml:space="preserve"> روشن ہوا جبل ساع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رسے</w:t>
      </w:r>
      <w:r>
        <w:rPr>
          <w:rtl/>
          <w:lang w:bidi="ur-PK"/>
        </w:rPr>
        <w:t xml:space="preserve"> اورظاہرہواکوہ فاران سے“ اس نے کہاکہ اسے ہم نے پڑھاضرورہے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سے واقف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نورسے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مرادہے طورس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ناسے</w:t>
      </w:r>
      <w:r>
        <w:rPr>
          <w:rtl/>
          <w:lang w:bidi="ur-PK"/>
        </w:rPr>
        <w:t xml:space="preserve"> وہ پہاڑمرادہے جس پرحضرت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خداسے کلام کرتے تھے جبل ساع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رسے</w:t>
      </w:r>
      <w:r>
        <w:rPr>
          <w:rtl/>
          <w:lang w:bidi="ur-PK"/>
        </w:rPr>
        <w:t xml:space="preserve"> محل ومقام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مراد ہے کوہ فاران سے جبل مکہ مرادہے جوشہرسے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منزل کے فاصلے پرواقع ہے پھرفرما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اتم</w:t>
      </w:r>
      <w:r>
        <w:rPr>
          <w:rtl/>
          <w:lang w:bidi="ur-PK"/>
        </w:rPr>
        <w:t xml:space="preserve"> نے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تمہار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پاس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اخوان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آئے گا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ماننااوراس کے قول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کرنااس نے کہا ہاں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آپ نے پوچھاکہ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اخوان سے کون مرادہے اس نے کہا 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اولاداسماع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 وہ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مورث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اسحاق بن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بعدجبل فاران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فرماکرکہاکہ شع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کاقول تور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مذکورہے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دوسوارد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کہ جن کے پرتوسے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اروشن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گدھے پرسوار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کئے تھااورا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اونٹ پر، اے راس الجالوت تم بتلاسکتے ہوکہ اس سے کون مرادہ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اس نے انکارک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راکب الحمارسے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اورراکب الجمل سے مرادحضرت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حضرت حبقوق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 قول سے واقف ہو کہ خدااپناب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جبل فاران سے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ااورتمام</w:t>
      </w:r>
      <w:r>
        <w:rPr>
          <w:rtl/>
          <w:lang w:bidi="ur-PK"/>
        </w:rPr>
        <w:t xml:space="preserve"> آسمان حمدالہ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(آوازوں) سے بھرگئے اسک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اوراس کے لشکرکے سوارخشک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جنگ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ان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کتاب آئے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اورسب کچھ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المقدس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بعدہوگا اس کے بعدارشادفرما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بتاؤکہ تمہارے پاس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</w:t>
      </w:r>
      <w:r>
        <w:rPr>
          <w:rtl/>
          <w:lang w:bidi="ur-PK"/>
        </w:rPr>
        <w:lastRenderedPageBreak/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اس نے کہاکہ ان سے وہ امورظاہرہوئے ،جوان سے پہلے کے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پرنہ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تھے مثلادر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کاشگافتہ ہونا،عصاکاسانپ بن جانا،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پتھرسے بارہ چشمہ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ہوجانااور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ضاوغ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،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قسم کے معجزات کوظاہرکرے اورنبوت کامدع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نے کہانہ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r>
        <w:rPr>
          <w:rtl/>
          <w:lang w:bidi="ur-PK"/>
        </w:rPr>
        <w:t xml:space="preserve"> کہااس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کوجوقربت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امنزلت</w:t>
      </w:r>
      <w:r>
        <w:rPr>
          <w:rtl/>
          <w:lang w:bidi="ur-PK"/>
        </w:rPr>
        <w:t xml:space="preserve"> حق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لہذاہم پرواجب ہے کہ جب تک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معجزات وکرامات نہ دکھلائے ہم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کااقرارنہ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پہلے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کاکس طرح اقرارکرتے ہو حالانکہ انہوں نے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اشگافتہ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پتھرسے چشمے نکالے نہ ان کاہاتھ روشن ہوا،ا ورنہ ان کاعصااژدھابنا،راس الجالوت نے کہاکہ جب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اموروعلامات خاص طورسے ان سے ظاہرہوں جن کے اظہارسے عموماتمام خلائق عاجزہو،تووہ اگرچہ 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معجزات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ہوں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ہم پرواجب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مردوں کوزندہ کرتے تھے کورمادرنوزادکوب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نابناتے</w:t>
      </w:r>
      <w:r>
        <w:rPr>
          <w:rtl/>
          <w:lang w:bidi="ur-PK"/>
        </w:rPr>
        <w:t xml:space="preserve"> تھے مبروص ک</w:t>
      </w:r>
      <w:r>
        <w:rPr>
          <w:rFonts w:hint="eastAsia"/>
          <w:rtl/>
          <w:lang w:bidi="ur-PK"/>
        </w:rPr>
        <w:t>وشفاد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ابناکرہوا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اڑاتے تھے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سے عام لوگ عاجزہ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پھرتم ان 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مانتے؟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راس</w:t>
      </w:r>
      <w:r>
        <w:rPr>
          <w:rtl/>
          <w:lang w:bidi="ur-PK"/>
        </w:rPr>
        <w:t xml:space="preserve"> الجالوت نے کہاکہ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مگرہم نے ان 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ساکرتے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ومعجزات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کوتم نے بچشم خودد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آخروہ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تومعتبرلوگوں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معجزات ثقہ اورمعتبرلوگوں سے سنو،توتم کوان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لاناچاہئے ا</w:t>
      </w:r>
      <w:r>
        <w:rPr>
          <w:rFonts w:hint="eastAsia"/>
          <w:rtl/>
          <w:lang w:bidi="ur-PK"/>
        </w:rPr>
        <w:t>وربالکل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ورسالت کااقرارآ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ومعجزات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کرناچاہ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سنوان کاعظ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معجزہ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دہے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فصاحت وبلاغت کاجواب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اجاسکے</w:t>
      </w:r>
      <w:r>
        <w:rPr>
          <w:rtl/>
          <w:lang w:bidi="ur-PK"/>
        </w:rPr>
        <w:t xml:space="preserve">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کروہ خاموش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63" w:name="_Toc509136885"/>
      <w:r>
        <w:rPr>
          <w:rFonts w:hint="eastAsia"/>
          <w:rtl/>
          <w:lang w:bidi="ur-PK"/>
        </w:rPr>
        <w:t>عالم</w:t>
      </w:r>
      <w:r>
        <w:rPr>
          <w:rtl/>
          <w:lang w:bidi="ur-PK"/>
        </w:rPr>
        <w:t xml:space="preserve"> مجوس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مناظرہ</w:t>
      </w:r>
      <w:bookmarkEnd w:id="26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مجوس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آتش پرست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مشہورعالم ہربذاکبر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گفتگوکرنے لگاآپ نے اس کے سوالات کے مکمل جوابات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فرمائے اس کے بعداس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تمہارے پاس رزتشت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اس نے کہاکہ انہوں نے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رہبر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پہلے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ہمارے اسلاف کہاکرتے تھے کہ زرتشت نے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ا مورمباح کئے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سے پہلے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کئے تھے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کو اس امر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اعذرہوسکتاہے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اوررسول کے فضائل وکمال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تم پرروشن کرے اورتم اس کے ماننے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پس 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کرو،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جس طرح تم نے معتبرلوگوں سے سن کرزرتشت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مان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معتبرلوگوں سے سن کرانب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اوررسل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کے ماننے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اعذرہوسکتاہے؟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کروہ خاموش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64" w:name="_Toc509136886"/>
      <w:r>
        <w:rPr>
          <w:rFonts w:hint="eastAsia"/>
          <w:rtl/>
          <w:lang w:bidi="ur-PK"/>
        </w:rPr>
        <w:lastRenderedPageBreak/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bookmarkEnd w:id="26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فة</w:t>
      </w:r>
      <w:r>
        <w:rPr>
          <w:rtl/>
          <w:lang w:bidi="ur-PK"/>
        </w:rPr>
        <w:t xml:space="preserve"> الرضا،صح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فةالرضو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طب الرضااور مسندامام رضاکاحوالہ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فة</w:t>
      </w:r>
      <w:r>
        <w:rPr>
          <w:rtl/>
          <w:lang w:bidi="ur-PK"/>
        </w:rPr>
        <w:t xml:space="preserve"> الرضاکاذکر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زمخشر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کااردوترجمہ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اکرام الرضالکھنو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طبع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اتھااب</w:t>
      </w:r>
      <w:r>
        <w:rPr>
          <w:rtl/>
          <w:lang w:bidi="ur-PK"/>
        </w:rPr>
        <w:t xml:space="preserve"> جوتقر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فة</w:t>
      </w:r>
      <w:r>
        <w:rPr>
          <w:rtl/>
          <w:lang w:bidi="ur-PK"/>
        </w:rPr>
        <w:t xml:space="preserve"> الرضو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کاترجمہ مولو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صاحب 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طب الرضاکاذکرعلامہ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منتخب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فضل اللہ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الراوند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کورسالہ ذھب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 کاترجمہ مولاناحک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مقبول احمدصاحب قبلہ مرحوم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کات</w:t>
      </w:r>
      <w:r>
        <w:rPr>
          <w:rFonts w:hint="eastAsia"/>
          <w:rtl/>
          <w:lang w:bidi="ur-PK"/>
        </w:rPr>
        <w:t>ذکرہ</w:t>
      </w:r>
      <w:r>
        <w:rPr>
          <w:rtl/>
          <w:lang w:bidi="ur-PK"/>
        </w:rPr>
        <w:t xml:space="preserve"> شمس العلماء شبل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المامون ص </w:t>
      </w:r>
      <w:r>
        <w:rPr>
          <w:rtl/>
          <w:lang w:bidi="fa-IR"/>
        </w:rPr>
        <w:t>۹۲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مسندامام رضاکاذکرعلامہ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کتاب کشف الظنون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جس کوعلامہ عبداللہ امرت 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کتاب ارجح المطالب کے ص </w:t>
      </w:r>
      <w:r>
        <w:rPr>
          <w:rtl/>
          <w:lang w:bidi="fa-IR"/>
        </w:rPr>
        <w:t>۴۵۴</w:t>
      </w:r>
      <w:r>
        <w:rPr>
          <w:rtl/>
          <w:lang w:bidi="ur-PK"/>
        </w:rPr>
        <w:t xml:space="preserve"> پرنقل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ناچ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زمؤلف</w:t>
      </w:r>
      <w:r>
        <w:rPr>
          <w:rtl/>
          <w:lang w:bidi="ur-PK"/>
        </w:rPr>
        <w:t xml:space="preserve"> کے پاس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مصرک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مطبوعہ موجودہے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</w:t>
      </w:r>
      <w:r>
        <w:rPr>
          <w:rtl/>
          <w:lang w:bidi="fa-IR"/>
        </w:rPr>
        <w:t>۱۳۲۱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چھپ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اوراس کے مرتب 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عبدالواسع مصر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اورمحش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محمدابن احمدہ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ماء اللحم بنانے اورموسم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متعلق جوافادہ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کاذکرکتابوں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موجودہے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ملاحظہ ہو(دمعہ ساکبہ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65" w:name="_Toc509136887"/>
      <w:r>
        <w:rPr>
          <w:rFonts w:hint="eastAsia"/>
          <w:rtl/>
          <w:lang w:bidi="ur-PK"/>
        </w:rPr>
        <w:t>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</w:t>
      </w:r>
      <w:bookmarkEnd w:id="26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مسلمہ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کہ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رمعصوم</w:t>
      </w:r>
      <w:r>
        <w:rPr>
          <w:rtl/>
          <w:lang w:bidi="ur-PK"/>
        </w:rPr>
        <w:t xml:space="preserve"> ارباب اقتدارہوس 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کاصرفہ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اگرحصول حکومت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اتحفظ</w:t>
      </w:r>
      <w:r>
        <w:rPr>
          <w:rtl/>
          <w:lang w:bidi="ur-PK"/>
        </w:rPr>
        <w:t xml:space="preserve"> 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ٹے،</w:t>
      </w:r>
      <w:r>
        <w:rPr>
          <w:rtl/>
          <w:lang w:bidi="ur-PK"/>
        </w:rPr>
        <w:t xml:space="preserve"> ماں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امقدس</w:t>
      </w:r>
      <w:r>
        <w:rPr>
          <w:rtl/>
          <w:lang w:bidi="ur-PK"/>
        </w:rPr>
        <w:t xml:space="preserve"> سے مقدس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نٹ</w:t>
      </w:r>
      <w:r>
        <w:rPr>
          <w:rtl/>
          <w:lang w:bidi="ur-PK"/>
        </w:rPr>
        <w:t xml:space="preserve"> چڑھادے ،تووہ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بناء پرعرب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مثل کے طورپرکہاجاتاہے کہ </w:t>
      </w:r>
      <w:r>
        <w:rPr>
          <w:rFonts w:hint="eastAsia"/>
          <w:rtl/>
          <w:lang w:bidi="ur-PK"/>
        </w:rPr>
        <w:t>الملک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علامہ 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دالزمان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درآباد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الملک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بادشاہت بانجھ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بادشاہت حاصل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ٹاباپ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بلکہ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ہوجاتاہے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ٹاباپ</w:t>
      </w:r>
      <w:r>
        <w:rPr>
          <w:rtl/>
          <w:lang w:bidi="ur-PK"/>
        </w:rPr>
        <w:t xml:space="preserve"> کومارکرخودبادشاہ بن جاتاہے (انواراللغة پارہ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۱۷۳)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اس ہوس 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مذہب اورعق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کاسوال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ہروہ شخص جواقتدارکابھوکاہوگاوہ اس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مثال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حضوررسول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فورابعدکے واقعات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جناب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کے مصائب وآلام اوروجہ شہادت پرغور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امام حسن کے ساتھ برتاؤپرغورفرمائ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،واقعہ کربلااورشہادت کے واقعات کوملاحظہ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امورسے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واضح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eastAsia"/>
          <w:rtl/>
          <w:lang w:bidi="ur-PK"/>
        </w:rPr>
        <w:t>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مظالم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اکچھ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اجاسکتاہے</w:t>
      </w:r>
      <w:r>
        <w:rPr>
          <w:rtl/>
          <w:lang w:bidi="ur-PK"/>
        </w:rPr>
        <w:t xml:space="preserve"> توار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موجودہے کہ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</w:t>
      </w:r>
      <w:r>
        <w:rPr>
          <w:rtl/>
          <w:lang w:bidi="fa-IR"/>
        </w:rPr>
        <w:t>۲۶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زہردلوکرمارد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باپ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اپنے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کے خاندان کوتباہ وبربادکرد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(المامون ص </w:t>
      </w:r>
      <w:r>
        <w:rPr>
          <w:rtl/>
          <w:lang w:bidi="fa-IR"/>
        </w:rPr>
        <w:t xml:space="preserve">۲۰)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مروان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اپنے خاوندکوبسترخواب پردوتک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گلاگھٹواکرمرواد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دبن</w:t>
      </w:r>
      <w:r>
        <w:rPr>
          <w:rtl/>
          <w:lang w:bidi="ur-PK"/>
        </w:rPr>
        <w:t xml:space="preserve"> عبدالملک نے فرزندرسول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اہشام</w:t>
      </w:r>
      <w:r>
        <w:rPr>
          <w:rtl/>
          <w:lang w:bidi="ur-PK"/>
        </w:rPr>
        <w:t xml:space="preserve"> بن عبدالملک نے امام محمدباقرکوزہرسے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جعفرصادق کومنصوردوانق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کوہارون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ز</w:t>
      </w:r>
      <w:r>
        <w:rPr>
          <w:rFonts w:hint="eastAsia"/>
          <w:rtl/>
          <w:lang w:bidi="ur-PK"/>
        </w:rPr>
        <w:t>ہرسے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کومامون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کرشہ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اامام</w:t>
      </w:r>
      <w:r>
        <w:rPr>
          <w:rtl/>
          <w:lang w:bidi="ur-PK"/>
        </w:rPr>
        <w:t xml:space="preserve">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کومعتصم باللہ نے ام الفضل بنت مامون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زہردلوا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کومعتمدعباس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غرض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حکومت کے سلسلے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کچھ ہوتارہتاہے اورنگ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نے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کوقتل کرادااوراپنے باپ کوسلطنت سے محروم کرکے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دثالث</w:t>
      </w:r>
      <w:r>
        <w:rPr>
          <w:rtl/>
          <w:lang w:bidi="ur-PK"/>
        </w:rPr>
        <w:t xml:space="preserve"> حضرت نوراللہ شوشتر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(آگرہ)ک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گد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کھچوائ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بہرحال جس طرح سب کے ساتھ ہوتارہا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66" w:name="_Toc509136888"/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شہادت</w:t>
      </w:r>
      <w:bookmarkEnd w:id="26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</w:t>
      </w:r>
      <w:r>
        <w:rPr>
          <w:rtl/>
          <w:lang w:bidi="fa-IR"/>
        </w:rPr>
        <w:t xml:space="preserve">۲۳/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قعدہ </w:t>
      </w:r>
      <w:r>
        <w:rPr>
          <w:rtl/>
          <w:lang w:bidi="fa-IR"/>
        </w:rPr>
        <w:t>۲۰۳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مطابق </w:t>
      </w:r>
      <w:r>
        <w:rPr>
          <w:rtl/>
          <w:lang w:bidi="fa-IR"/>
        </w:rPr>
        <w:t>۸۱۸</w:t>
      </w:r>
      <w:r>
        <w:rPr>
          <w:rtl/>
          <w:lang w:bidi="ur-PK"/>
        </w:rPr>
        <w:t xml:space="preserve"> ء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جمعہ کوبمقام طوس واقع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۲۸۰</w:t>
      </w:r>
      <w:r>
        <w:rPr>
          <w:rtl/>
          <w:lang w:bidi="ur-PK"/>
        </w:rPr>
        <w:t xml:space="preserve"> ،انوراالنعمان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۱۲۷</w:t>
      </w:r>
      <w:r>
        <w:rPr>
          <w:rtl/>
          <w:lang w:bidi="ur-PK"/>
        </w:rPr>
        <w:t xml:space="preserve"> ، جنات الخلود ص </w:t>
      </w:r>
      <w:r>
        <w:rPr>
          <w:rtl/>
          <w:lang w:bidi="fa-IR"/>
        </w:rPr>
        <w:t xml:space="preserve">۳۱)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پاس اس وقت عزاء واقربا اولادوغ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توآپ خودمد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الوطن ہوکرآئے دوسرے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دارالسلطنت مرو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وفات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بلکہ آپ سفر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بعالم غربت فوت ہوئے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کوغر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 لغرباء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شہادت کے متعلق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”فما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واللہ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رہ“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مجھے مامون کے سواء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اورقتل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صبرکرنے پرمجبورہوں (دمعہ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۷۱) </w:t>
      </w:r>
      <w:r>
        <w:rPr>
          <w:rtl/>
          <w:lang w:bidi="ur-PK"/>
        </w:rPr>
        <w:t>۔علامہ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ہرثمہ بن 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آ</w:t>
      </w:r>
      <w:r>
        <w:rPr>
          <w:rFonts w:hint="eastAsia"/>
          <w:rtl/>
          <w:lang w:bidi="ur-PK"/>
        </w:rPr>
        <w:t>پ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بتلائ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انگوراورانار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مجھے 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گا(نورالابصارص </w:t>
      </w:r>
      <w:r>
        <w:rPr>
          <w:rtl/>
          <w:lang w:bidi="fa-IR"/>
        </w:rPr>
        <w:t xml:space="preserve">۱۴۴)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معاصرلکھتے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روزمامون نے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کواپنے گلے سے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ااورپاس</w:t>
      </w:r>
      <w:r>
        <w:rPr>
          <w:rtl/>
          <w:lang w:bidi="ur-PK"/>
        </w:rPr>
        <w:t xml:space="preserve"> بٹھاکران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انگوروں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طبق رکھا اوراس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خوشااٹھاکرآپ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کرتے ہوئے کہاابن رسول اللہ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انگورنہا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تناول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</w:t>
      </w:r>
      <w:r>
        <w:rPr>
          <w:rFonts w:hint="eastAsia"/>
          <w:rtl/>
          <w:lang w:bidi="ur-PK"/>
        </w:rPr>
        <w:t>پ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ہوئے انکارفرما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جنت کے انگوراس سے بہترہ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نے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اصرارک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ااورآپ</w:t>
      </w:r>
      <w:r>
        <w:rPr>
          <w:rtl/>
          <w:lang w:bidi="ur-PK"/>
        </w:rPr>
        <w:t xml:space="preserve"> نے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دانے 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انگورکے دانے زہرآلودتھے انگورکھانے کے بعد آپ اٹھ کھڑے ہوئے </w:t>
      </w:r>
      <w:r>
        <w:rPr>
          <w:rtl/>
          <w:lang w:bidi="ur-PK"/>
        </w:rPr>
        <w:lastRenderedPageBreak/>
        <w:t>،مامون نے پوچھاآپ کہاں جارہے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جہاں تونے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جاہے</w:t>
      </w:r>
      <w:r>
        <w:rPr>
          <w:rtl/>
          <w:lang w:bidi="ur-PK"/>
        </w:rPr>
        <w:t xml:space="preserve"> وہاں جارہاہو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گاہ پرپہنچنے کے بعد آپ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تک تڑپتے رہے بالآخرانتقال فرماگئے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آئمہ ص </w:t>
      </w:r>
      <w:r>
        <w:rPr>
          <w:rtl/>
          <w:lang w:bidi="fa-IR"/>
        </w:rPr>
        <w:t xml:space="preserve">۴۷۶)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انتقال</w:t>
      </w:r>
      <w:r>
        <w:rPr>
          <w:rtl/>
          <w:lang w:bidi="ur-PK"/>
        </w:rPr>
        <w:t xml:space="preserve"> کے بعدحضرت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باعجازتشر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اورنمازجنازہ پڑھائ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واپس چلے گئے بادشاہ نے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سے ملے مگرنہ مل سکا(مطالب السول ص </w:t>
      </w:r>
      <w:r>
        <w:rPr>
          <w:rtl/>
          <w:lang w:bidi="fa-IR"/>
        </w:rPr>
        <w:t xml:space="preserve">۲۸۸) </w:t>
      </w:r>
      <w:r>
        <w:rPr>
          <w:rtl/>
          <w:lang w:bidi="ur-PK"/>
        </w:rPr>
        <w:t>اس کے بعدآپ کوبمقام طوس محلہ سناباد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جوآج کل مشہدمقدس کے نام سے مشہورہے اور</w:t>
      </w:r>
      <w:r>
        <w:rPr>
          <w:rFonts w:hint="eastAsia"/>
          <w:rtl/>
          <w:lang w:bidi="ur-PK"/>
        </w:rPr>
        <w:t>اطراف</w:t>
      </w:r>
      <w:r>
        <w:rPr>
          <w:rtl/>
          <w:lang w:bidi="ur-PK"/>
        </w:rPr>
        <w:t xml:space="preserve"> عالم کے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مندوں کے حوائج کامرکزہے۔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64777E">
      <w:pPr>
        <w:pStyle w:val="Heading2Center"/>
        <w:rPr>
          <w:rtl/>
          <w:lang w:bidi="ur-PK"/>
        </w:rPr>
      </w:pPr>
      <w:bookmarkStart w:id="267" w:name="_Toc509136889"/>
      <w:r>
        <w:rPr>
          <w:rFonts w:hint="eastAsia"/>
          <w:rtl/>
          <w:lang w:bidi="ur-PK"/>
        </w:rPr>
        <w:t>شہادت</w:t>
      </w:r>
      <w:r>
        <w:rPr>
          <w:rtl/>
          <w:lang w:bidi="ur-PK"/>
        </w:rPr>
        <w:t xml:space="preserve"> امام رضاکے موقع پرامام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کاخراسان پہنچنا</w:t>
      </w:r>
      <w:bookmarkEnd w:id="26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ابومخنف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جب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خراسان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ااورآپ</w:t>
      </w:r>
      <w:r>
        <w:rPr>
          <w:rtl/>
          <w:lang w:bidi="ur-PK"/>
        </w:rPr>
        <w:t xml:space="preserve"> بسترعلالت پرکروٹ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لگے ،توخداوندعالم نے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کووہاں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جنے</w:t>
      </w:r>
      <w:r>
        <w:rPr>
          <w:rtl/>
          <w:lang w:bidi="ur-PK"/>
        </w:rPr>
        <w:t xml:space="preserve"> کابندوبست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اچنانچہ</w:t>
      </w:r>
      <w:r>
        <w:rPr>
          <w:rtl/>
          <w:lang w:bidi="ur-PK"/>
        </w:rPr>
        <w:t xml:space="preserve">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کہ مسجدمد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عبادت تھے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ہاتف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آوازد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”اگرم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پدرخودرازندہ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قدم درراہ نہ“ اگرآپ اپنے والدبزرگوارسے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ملناچاہتے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توفوراخراسان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روانہ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آوازسنناتھا کہ آپ مسجدسے برآمدہوکر داخل خانہ ہوئے اورآپ نے اپنے اعزاواقرباکوشہادت پدرسے آگاہ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کہرام برپاہوگ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کے بع</w:t>
      </w:r>
      <w:r>
        <w:rPr>
          <w:rFonts w:hint="eastAsia"/>
          <w:rtl/>
          <w:lang w:bidi="ur-PK"/>
        </w:rPr>
        <w:t>دآپ</w:t>
      </w:r>
      <w:r>
        <w:rPr>
          <w:rtl/>
          <w:lang w:bidi="ur-PK"/>
        </w:rPr>
        <w:t xml:space="preserve"> وہاں سے روانہ ہوکرا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ساعت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خراسان پہنچے وہاں پہنچ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دربان نے دروازہ بندکررکھاہے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دروازہ کھول دو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پدربزرگوارک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جاناچاہتاہوں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آوازسنتے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خوداپنے بسترسے اٹھے اوردروزاہ کھول کرامام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واپنے</w:t>
      </w:r>
      <w:r>
        <w:rPr>
          <w:rtl/>
          <w:lang w:bidi="ur-PK"/>
        </w:rPr>
        <w:t xml:space="preserve"> گلے سے لگال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اوربے پناہ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پدربزرگوارک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بس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،بے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اورغربت پرآنسوبہانے لگے پھرامام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تبرکات امامت فرزندکے سپردکرکے 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 بقاہوگئے”اناللہ واناال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راجعون“۔ (کنزالانساب ص </w:t>
      </w:r>
      <w:r>
        <w:rPr>
          <w:rtl/>
          <w:lang w:bidi="fa-IR"/>
        </w:rPr>
        <w:t xml:space="preserve">۹۵)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عباس قم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بحوالہ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خبرشہادت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،خراسان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اوراپنے والدبزرگوارکو دفن کرکے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ساعت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واپس آئے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پہنچ کرلوگوں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کاماتم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(منتہ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الآما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۳۱۲) </w:t>
      </w:r>
      <w:r>
        <w:rPr>
          <w:rtl/>
          <w:lang w:bidi="ur-PK"/>
        </w:rPr>
        <w:t>۔</w:t>
      </w: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68" w:name="_Toc509136890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 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268"/>
    </w:p>
    <w:p w:rsidR="000B625E" w:rsidRDefault="000B625E" w:rsidP="00F34F82">
      <w:pPr>
        <w:pStyle w:val="Heading2Center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69" w:name="_Toc509136891"/>
      <w:r>
        <w:rPr>
          <w:rFonts w:hint="eastAsia"/>
          <w:rtl/>
          <w:lang w:bidi="ur-PK"/>
        </w:rPr>
        <w:t>ولادت</w:t>
      </w:r>
      <w:r>
        <w:rPr>
          <w:rtl/>
          <w:lang w:bidi="ur-PK"/>
        </w:rPr>
        <w:t xml:space="preserve"> باسعادت</w:t>
      </w:r>
      <w:bookmarkEnd w:id="26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امام المتق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۱۰/ </w:t>
      </w:r>
      <w:r>
        <w:rPr>
          <w:rtl/>
          <w:lang w:bidi="ur-PK"/>
        </w:rPr>
        <w:t xml:space="preserve">رجب المرجب </w:t>
      </w:r>
      <w:r>
        <w:rPr>
          <w:rtl/>
          <w:lang w:bidi="fa-IR"/>
        </w:rPr>
        <w:t>۱۹۵</w:t>
      </w:r>
      <w:r>
        <w:rPr>
          <w:rtl/>
          <w:lang w:bidi="ur-PK"/>
        </w:rPr>
        <w:t xml:space="preserve"> ھ بمطابق </w:t>
      </w:r>
      <w:r>
        <w:rPr>
          <w:rtl/>
          <w:lang w:bidi="fa-IR"/>
        </w:rPr>
        <w:t>۸۱۱</w:t>
      </w:r>
      <w:r>
        <w:rPr>
          <w:rtl/>
          <w:lang w:bidi="ur-PK"/>
        </w:rPr>
        <w:t xml:space="preserve"> ء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جمعہ بمقام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متولد ہوئے تھے (روضة الصفاجلد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</w:t>
      </w:r>
      <w:r>
        <w:rPr>
          <w:rtl/>
          <w:lang w:bidi="ur-PK"/>
        </w:rPr>
        <w:t xml:space="preserve"> ،شواہدالنبوت ص </w:t>
      </w:r>
      <w:r>
        <w:rPr>
          <w:rtl/>
          <w:lang w:bidi="fa-IR"/>
        </w:rPr>
        <w:t>۲۰۴</w:t>
      </w:r>
      <w:r>
        <w:rPr>
          <w:rtl/>
          <w:lang w:bidi="ur-PK"/>
        </w:rPr>
        <w:t xml:space="preserve"> ، انورالنعمان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گانہ</w:t>
      </w:r>
      <w:r>
        <w:rPr>
          <w:rtl/>
          <w:lang w:bidi="ur-PK"/>
        </w:rPr>
        <w:t xml:space="preserve"> جناب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الرحمة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چونکہ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 لسلام کے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سے قبل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لئے لوگ طعنہ زن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ہوئے کہتے تھے 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کے امام منقطع النسل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اولادکاہونا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متعلق ہے اس نے مجھے صاحب اولادک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مسندامامت کاوارث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داہوگا</w:t>
      </w:r>
      <w:r>
        <w:rPr>
          <w:rtl/>
          <w:lang w:bidi="ur-PK"/>
        </w:rPr>
        <w:t xml:space="preserve"> چنانچہ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باسعادت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(ارشاد ص </w:t>
      </w:r>
      <w:r>
        <w:rPr>
          <w:rtl/>
          <w:lang w:bidi="fa-IR"/>
        </w:rPr>
        <w:t xml:space="preserve">۴۷۳)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جوبچہ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داہوگا</w:t>
      </w:r>
      <w:r>
        <w:rPr>
          <w:rtl/>
          <w:lang w:bidi="ur-PK"/>
        </w:rPr>
        <w:t xml:space="preserve"> وہ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برکتوں کاحامل ہوگا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۲۰۰)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ولادت کے متعلق لکھاہے کہ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بہن جناب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خاتون فرمات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مجھے بلاکر کہاکہ آج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کرو،ک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زران</w:t>
      </w:r>
      <w:r>
        <w:rPr>
          <w:rtl/>
          <w:lang w:bidi="ur-PK"/>
        </w:rPr>
        <w:t xml:space="preserve"> کے بطن سے آج رات کوخدامجھے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فرزندعطافرمائے گا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اس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رات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توہمسا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اورچندعورت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نصف شب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گزرنے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وضع حمل کے آثارنمودارہوئے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زران</w:t>
      </w:r>
      <w:r>
        <w:rPr>
          <w:rtl/>
          <w:lang w:bidi="ur-PK"/>
        </w:rPr>
        <w:t xml:space="preserve"> کوحجرہ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لے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چراغ روشن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وہ مختون اورنا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ولادت کے 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نہلانے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طشت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وقت جوچراغ روشن تھا وہ گل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امگرپھربھ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حجرہ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بدستوررہ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بچہ کونہلاد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آئے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عجلت کے ساتھ صاحبزادے کوکپڑے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کر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سراورآنکھوں پربوسہ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کرپھرمجھے واپس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دودن تک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بندرہ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دن جب 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نے سب سے پہلے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نظرک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پھرداہنے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کرکلمہ شہادت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زبان پرجار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سخت متعجب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ساراماجرا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اتعجب</w:t>
      </w:r>
      <w:r>
        <w:rPr>
          <w:rtl/>
          <w:lang w:bidi="ur-PK"/>
        </w:rPr>
        <w:t xml:space="preserve"> نہ کرو،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فرزندحجت خدااوروص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سے جوعجائبا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ظہورپذ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رہوں</w:t>
      </w:r>
      <w:r>
        <w:rPr>
          <w:rtl/>
          <w:lang w:bidi="ur-PK"/>
        </w:rPr>
        <w:t xml:space="preserve"> ،ان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تعجب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ناقل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tl/>
          <w:lang w:bidi="ur-PK"/>
        </w:rPr>
        <w:lastRenderedPageBreak/>
        <w:t>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دونوں کندھوں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مہر امامت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طرح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گرآئمہ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کے دونوں کندھوں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(مناقب)۔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70" w:name="_Toc509136892"/>
      <w:r>
        <w:rPr>
          <w:rFonts w:hint="eastAsia"/>
          <w:rtl/>
          <w:lang w:bidi="ur-PK"/>
        </w:rPr>
        <w:t>نام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اورالقاب</w:t>
      </w:r>
      <w:bookmarkEnd w:id="27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کااسم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،لوح محفوظ کے مطابق ان کے والدماجدحضرت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”محمد“ رکھا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”ابوجعفر“ اورآپ کے القاب جواد،قانع، 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اورمشہورتر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لقب 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(روضة الصفاجلد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</w:t>
      </w:r>
      <w:r>
        <w:rPr>
          <w:rtl/>
          <w:lang w:bidi="ur-PK"/>
        </w:rPr>
        <w:t xml:space="preserve"> ، شواہدالنبوت ص </w:t>
      </w:r>
      <w:r>
        <w:rPr>
          <w:rtl/>
          <w:lang w:bidi="fa-IR"/>
        </w:rPr>
        <w:t>۲۰۲</w:t>
      </w:r>
      <w:r>
        <w:rPr>
          <w:rtl/>
          <w:lang w:bidi="ur-PK"/>
        </w:rPr>
        <w:t xml:space="preserve"> ،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۱۹۹)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71" w:name="_Toc509136893"/>
      <w:r>
        <w:rPr>
          <w:rFonts w:hint="eastAsia"/>
          <w:rtl/>
          <w:lang w:bidi="ur-PK"/>
        </w:rPr>
        <w:t>بادشاہان</w:t>
      </w:r>
      <w:r>
        <w:rPr>
          <w:rtl/>
          <w:lang w:bidi="ur-PK"/>
        </w:rPr>
        <w:t xml:space="preserve"> وقت</w:t>
      </w:r>
      <w:bookmarkEnd w:id="27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</w:t>
      </w:r>
      <w:r>
        <w:rPr>
          <w:rtl/>
          <w:lang w:bidi="fa-IR"/>
        </w:rPr>
        <w:t>۱۹۵</w:t>
      </w:r>
      <w:r>
        <w:rPr>
          <w:rtl/>
          <w:lang w:bidi="ur-PK"/>
        </w:rPr>
        <w:t xml:space="preserve"> 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بادشاہ وقت ،ام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ہارون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تھا(وف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۱۹۸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دبادشاہ</w:t>
      </w:r>
      <w:r>
        <w:rPr>
          <w:rtl/>
          <w:lang w:bidi="ur-PK"/>
        </w:rPr>
        <w:t xml:space="preserve"> وقت ہوا(تار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وابوالفداء) </w:t>
      </w:r>
      <w:r>
        <w:rPr>
          <w:rtl/>
          <w:lang w:bidi="fa-IR"/>
        </w:rPr>
        <w:t>۲۱۸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معتصم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مقررہوا(ابوالفداء)۔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معتصم نے </w:t>
      </w:r>
      <w:r>
        <w:rPr>
          <w:rtl/>
          <w:lang w:bidi="fa-IR"/>
        </w:rPr>
        <w:t>۲۲۰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لة</w:t>
      </w:r>
      <w:r>
        <w:rPr>
          <w:rtl/>
          <w:lang w:bidi="ur-PK"/>
        </w:rPr>
        <w:t xml:space="preserve"> النجات)۔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72" w:name="_Toc50913689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نشونمااورترب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27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حسرتناک واقعہ ہے کہ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مصائب اورپر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کامقابلہ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ارہوجانا</w:t>
      </w:r>
      <w:r>
        <w:rPr>
          <w:rtl/>
          <w:lang w:bidi="ur-PK"/>
        </w:rPr>
        <w:t xml:space="preserve"> پڑاانہ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اورسکون کے لمحات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ماں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اورشفقت وترب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گزارنے کاموقع مل سکا آپ کو</w:t>
      </w:r>
      <w:r>
        <w:rPr>
          <w:rFonts w:hint="eastAsia"/>
          <w:rtl/>
          <w:lang w:bidi="ur-PK"/>
        </w:rPr>
        <w:t>صرف</w:t>
      </w:r>
      <w:r>
        <w:rPr>
          <w:rtl/>
          <w:lang w:bidi="ur-PK"/>
        </w:rPr>
        <w:t xml:space="preserve"> پانچ برس تھا،جب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خراسان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سفرکرنے پرمجبورہوئے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 وقت سے جواپنے باپ سے جداہوئے توپھرزندگ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ملاقات کاموقع نہ ملا،امام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جداہونے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سال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اسمجھت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تک پہنچنے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رہا،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اب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مسندشا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نظرآئے مگر خالق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 نتہا نہ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اس کمسن بچے کو تھوڑے دن بعدمامون کے پہلو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کربڑے</w:t>
      </w:r>
      <w:r>
        <w:rPr>
          <w:rtl/>
          <w:lang w:bidi="ur-PK"/>
        </w:rPr>
        <w:t xml:space="preserve"> بڑے علماء سے فقہ وحد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وتفس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راورکلام</w:t>
      </w:r>
      <w:r>
        <w:rPr>
          <w:rtl/>
          <w:lang w:bidi="ur-PK"/>
        </w:rPr>
        <w:t xml:space="preserve"> پرمناظرے کرتے اوران سب کوقائل ہوجاتے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اس وقت تک دور ہوناممکن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تک وہ </w:t>
      </w:r>
      <w:r>
        <w:rPr>
          <w:rtl/>
          <w:lang w:bidi="ur-PK"/>
        </w:rPr>
        <w:lastRenderedPageBreak/>
        <w:t>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اسباب کے آگے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مخصوص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مدرسہ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قائل نہ ہوتے جس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معمہ نہ حل ہوا، اورنہ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 ہوسکتا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(سوانح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مقصد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امام کوعلم لدن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پڑھے لکھے اورتمام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سے بھرپورپ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انہوں نے سرورکائنات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سامنے زانوئے تلمذ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اورنہ کرسکتے تھے،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محتاج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 تھے کہ آباؤاجدادانہ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ربات</w:t>
      </w:r>
      <w:r>
        <w:rPr>
          <w:rtl/>
          <w:lang w:bidi="ur-PK"/>
        </w:rPr>
        <w:t xml:space="preserve"> ہے کہ ازد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ادعلم</w:t>
      </w:r>
      <w:r>
        <w:rPr>
          <w:rtl/>
          <w:lang w:bidi="ur-PK"/>
        </w:rPr>
        <w:t xml:space="preserve"> وشرف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اعلوم</w:t>
      </w:r>
      <w:r>
        <w:rPr>
          <w:rtl/>
          <w:lang w:bidi="ur-PK"/>
        </w:rPr>
        <w:t xml:space="preserve"> مخصوصہ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73" w:name="_Toc509136895"/>
      <w:r>
        <w:rPr>
          <w:rFonts w:hint="eastAsia"/>
          <w:rtl/>
          <w:lang w:bidi="ur-PK"/>
        </w:rPr>
        <w:t>والدماجدکے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عاطف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محروم</w:t>
      </w:r>
      <w:r>
        <w:rPr>
          <w:rFonts w:hint="cs"/>
          <w:rtl/>
          <w:lang w:bidi="ur-PK"/>
        </w:rPr>
        <w:t>ی</w:t>
      </w:r>
      <w:bookmarkEnd w:id="27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ں توعموم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باپ کے مرنے سے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عاطفت سے محروم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والدماجدکے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عاطفت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محروم ہوگئے تھے،ابھ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ہونے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اپنے پدربزرگوارک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شفقت وعطوفت سے </w:t>
      </w:r>
      <w:r>
        <w:rPr>
          <w:rFonts w:hint="eastAsia"/>
          <w:rtl/>
          <w:lang w:bidi="ur-PK"/>
        </w:rPr>
        <w:t>محروم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گئے اورمامون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کے والدماجدحضرت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کے ماتحت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خراسان طلب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اورساتھ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شق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کے بال بچے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جس کانت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ہواکہ آپ سب کوہم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ربادکہہ</w:t>
      </w:r>
      <w:r>
        <w:rPr>
          <w:rtl/>
          <w:lang w:bidi="ur-PK"/>
        </w:rPr>
        <w:t xml:space="preserve"> کرخراسان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عالم غربت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جدامامون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ہاتھوں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دہوکردن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رخصت ہوگئے۔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جانے کااثرخاندان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پڑا کہ سب کے دل کاسکون جاتارہااورسب کے سب اپنے کوزندہ درگورسمجھتے رہے بالاخروہ نوبت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جناب فاطمہ جوبعد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”معصومہ قم“ کے نام سے ملقب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گھر سے نکل کرخراسان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،ان کے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جذبات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بناء پرآپ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روانہ ہوکرجب مقام ساوہ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آپ نے پوچھاکہ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سے قم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دورہے؟ لوگوں نے کہاکہ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سے قم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مسافت دس فرسخ ہے، آپ نے خواہش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سے وہاں پہنچاد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چنانچہ آپ آل سعدکے 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خزرج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کوششوں سے وہاں پہنچ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۱۷/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رہ کراپنے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کوروت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رخصت ہوگئ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اورمقام ”بابلان“ قم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</w:t>
      </w:r>
      <w:r>
        <w:rPr>
          <w:rtl/>
          <w:lang w:bidi="fa-IR"/>
        </w:rPr>
        <w:t>۲۰۱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(انوارالحس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۵۳)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بناپرآپ اس وقت خراسان پہنچ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دہوچکاتھا</w:t>
      </w:r>
      <w:r>
        <w:rPr>
          <w:rtl/>
          <w:lang w:bidi="ur-PK"/>
        </w:rPr>
        <w:t xml:space="preserve"> اورلوگ دفن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کالے کالے علموں کے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جارہے تھے آپ قم آکروفات پاگئ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اکم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 پرمستزاداپن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پھوپھ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محروم ہوگئے ہمارے امام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صدمے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دہ اوررنج رساں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چارہ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آخرآپ کوتمام م</w:t>
      </w:r>
      <w:r>
        <w:rPr>
          <w:rFonts w:hint="eastAsia"/>
          <w:rtl/>
          <w:lang w:bidi="ur-PK"/>
        </w:rPr>
        <w:t>راحل</w:t>
      </w:r>
      <w:r>
        <w:rPr>
          <w:rtl/>
          <w:lang w:bidi="ur-PK"/>
        </w:rPr>
        <w:t xml:space="preserve"> کامقابلہ کرناپڑا اورآپ صبرو ضبط کے ساتھ ہرمص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کوجھ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لتے</w:t>
      </w:r>
      <w:r>
        <w:rPr>
          <w:rtl/>
          <w:lang w:bidi="ur-PK"/>
        </w:rPr>
        <w:t xml:space="preserve"> رہے۔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74" w:name="_Toc509136896"/>
      <w:r>
        <w:rPr>
          <w:rFonts w:hint="eastAsia"/>
          <w:rtl/>
          <w:lang w:bidi="ur-PK"/>
        </w:rPr>
        <w:t>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کاپہلاسفرعراق</w:t>
      </w:r>
      <w:bookmarkEnd w:id="27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دحضرت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سے فراغت کے بعد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اس پرامام رضاکے قتل کا الزام ثابت نہ ہوسکے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امام رضاک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موقع پراپن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کااعلان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کرچکاتھا کہ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عہدکے فرزندامام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</w:t>
      </w:r>
      <w:r>
        <w:rPr>
          <w:rFonts w:hint="eastAsia"/>
          <w:rtl/>
          <w:lang w:bidi="ur-PK"/>
        </w:rPr>
        <w:t>کرے</w:t>
      </w:r>
      <w:r>
        <w:rPr>
          <w:rtl/>
          <w:lang w:bidi="ur-PK"/>
        </w:rPr>
        <w:t xml:space="preserve"> گا اسے نبھانے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اسے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،بہرحال جوبات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ہو،اس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دعوت نامہ ارسال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مجبورکرکے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طرح امام رضاع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کوبلوا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”حکم حاکم مرگ مفاجات“ بالاخرامام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کوبغدادآناپڑا۔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75" w:name="_Toc509136897"/>
      <w:r>
        <w:rPr>
          <w:rFonts w:hint="eastAsia"/>
          <w:rtl/>
          <w:lang w:bidi="ur-PK"/>
        </w:rPr>
        <w:t>بازاراورمچل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کاواقعہ</w:t>
      </w:r>
      <w:bookmarkEnd w:id="27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عمراس وقت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بغدادکے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گزرگاہ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کھڑے ہوئے تھے اورچند لڑکے وہاں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رہے تھے کہ ناگہاں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مامون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سب لڑکے ڈرکربھاگ گئے مگرحضرت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پرکھڑے رہے جب ما</w:t>
      </w:r>
      <w:r>
        <w:rPr>
          <w:rFonts w:hint="eastAsia"/>
          <w:rtl/>
          <w:lang w:bidi="ur-PK"/>
        </w:rPr>
        <w:t>مون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تواس نے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مخاطب ہوکرکہاکہ صاحبزادے جب سب لڑکے بھاگ گئے تھے توتم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بھاگے انہوں نے بے ساختہ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کھڑے رہنے سے راستہ تنگ نہ تھا جوہٹ جانے سے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ہوجاتااور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جرم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ڈرتا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راحسن</w:t>
      </w:r>
      <w:r>
        <w:rPr>
          <w:rtl/>
          <w:lang w:bidi="ur-PK"/>
        </w:rPr>
        <w:t xml:space="preserve"> ظن ہے کہ تم بے گناہ کوضررنہ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پہنچاتے مامون کوحضرت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کااندازب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بہت پسندآ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بعدمامون وہاں سے آگے بڑھا،اس کے ساتھ شکار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بازبھ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جب آباد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باہرنکل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بازکوا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چکورپرچھوڑابازنظروں سے اوجھل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اورجب واپس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چونچ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مچھل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کرمامون بہت متعجب ہواتھوڑ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جب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لوٹ</w:t>
      </w:r>
      <w:r>
        <w:rPr>
          <w:rFonts w:hint="eastAsia"/>
          <w:rtl/>
          <w:lang w:bidi="ur-PK"/>
        </w:rPr>
        <w:t>اتواس</w:t>
      </w:r>
      <w:r>
        <w:rPr>
          <w:rtl/>
          <w:lang w:bidi="ur-PK"/>
        </w:rPr>
        <w:t xml:space="preserve"> نے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کودوسرے لڑکوں کے ساتھ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جہاں وہ پہلے تھے لڑکے مامون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کرپھربھاگے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بدستورسابق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کھڑے رہے جب مامون 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اتومٹھ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بندکرکے کہنے لگاکہ صاحبزادے بتاؤ،م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ہات</w:t>
      </w:r>
      <w:r>
        <w:rPr>
          <w:rFonts w:hint="eastAsia"/>
          <w:rtl/>
          <w:lang w:bidi="ur-PK"/>
        </w:rPr>
        <w:t>ھ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انہوں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>
        <w:rPr>
          <w:rtl/>
          <w:lang w:bidi="ur-PK"/>
        </w:rPr>
        <w:lastRenderedPageBreak/>
        <w:t>اپنے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قدرت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مچھل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اورسلاط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اپنے بازسے ان مچھل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کاشکارکرکے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رسالت کے علم کاامتحان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کرمامون بولا! بے شک تم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رضاکے فرزندہو، پھران کواپنے ساتھ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(صو</w:t>
      </w:r>
      <w:r>
        <w:rPr>
          <w:rFonts w:hint="eastAsia"/>
          <w:rtl/>
          <w:lang w:bidi="ur-PK"/>
        </w:rPr>
        <w:t>اعق</w:t>
      </w:r>
      <w:r>
        <w:rPr>
          <w:rtl/>
          <w:lang w:bidi="ur-PK"/>
        </w:rPr>
        <w:t xml:space="preserve"> محرقہ ص </w:t>
      </w:r>
      <w:r>
        <w:rPr>
          <w:rtl/>
          <w:lang w:bidi="fa-IR"/>
        </w:rPr>
        <w:t>۱۲۳</w:t>
      </w:r>
      <w:r>
        <w:rPr>
          <w:rtl/>
          <w:lang w:bidi="ur-PK"/>
        </w:rPr>
        <w:t xml:space="preserve"> ،مطالب السول ص </w:t>
      </w:r>
      <w:r>
        <w:rPr>
          <w:rtl/>
          <w:lang w:bidi="fa-IR"/>
        </w:rPr>
        <w:t>۲۹۰</w:t>
      </w:r>
      <w:r>
        <w:rPr>
          <w:rtl/>
          <w:lang w:bidi="ur-PK"/>
        </w:rPr>
        <w:t xml:space="preserve"> ،شواہدالنبوت ص </w:t>
      </w:r>
      <w:r>
        <w:rPr>
          <w:rtl/>
          <w:lang w:bidi="fa-IR"/>
        </w:rPr>
        <w:t>۲۰۴</w:t>
      </w:r>
      <w:r>
        <w:rPr>
          <w:rtl/>
          <w:lang w:bidi="ur-PK"/>
        </w:rPr>
        <w:t xml:space="preserve"> ،نورالابصار ص </w:t>
      </w:r>
      <w:r>
        <w:rPr>
          <w:rtl/>
          <w:lang w:bidi="fa-IR"/>
        </w:rPr>
        <w:t>۱۴۵</w:t>
      </w:r>
      <w:r>
        <w:rPr>
          <w:rtl/>
          <w:lang w:bidi="ur-PK"/>
        </w:rPr>
        <w:t xml:space="preserve"> ،ارحج المطالب ص </w:t>
      </w:r>
      <w:r>
        <w:rPr>
          <w:rtl/>
          <w:lang w:bidi="fa-IR"/>
        </w:rPr>
        <w:t xml:space="preserve">۴۵۹) 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کتابوں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اس واقعہ کے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جن کتابوں کاحوالہ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”ان</w:t>
      </w:r>
      <w:r>
        <w:rPr>
          <w:rtl/>
          <w:lang w:bidi="ur-PK"/>
        </w:rPr>
        <w:t xml:space="preserve"> اللہ خلق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بحرقدرتہ سمکا صغارا“ مندرج ہے البتہ بعض کتب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السماء والہواء“ لکھاہے، اول الذکرکے متعلق توتاو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کاسوال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ہردر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اخداہ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سے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اورمذکورہ واقعہ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امکان 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بازاس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پرجودر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شکارکرکے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اہوگا</w:t>
      </w:r>
      <w:r>
        <w:rPr>
          <w:rtl/>
          <w:lang w:bidi="ur-PK"/>
        </w:rPr>
        <w:t xml:space="preserve"> البتہ آخرالذکر کے متعلق کہاجاسکتاہے: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جہاں تک مجھے علم ہے ہرگہرے سے گہرے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انتہاکس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ارض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بقول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سے ابرچھوٹ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مچھل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کواڑاکراوپرلے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>۱۹۲۳</w:t>
      </w:r>
      <w:r>
        <w:rPr>
          <w:rtl/>
          <w:lang w:bidi="ur-PK"/>
        </w:rPr>
        <w:t xml:space="preserve"> ء کے اخبار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شائع ہوچکاہے کہ 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نہرپانامہ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جوسڈوبول بندرگاہ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مچھل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بارش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آسمان اورہواکے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بحرمتلاطم سے مرادفضاک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ہوں جودر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 xml:space="preserve"> ۔ کہاجاتاہے کہ علم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ثابت ہے کہ مچھل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سوپچاس گزتک بعض حالات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بلندہوجات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بہرحال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فرزندرسول نے مامون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بادشاہ بحرقدرت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شکارکرکے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اورآل محمدکاامتحان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76" w:name="_Toc509136898"/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الفضل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رخصت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کوواپس</w:t>
      </w:r>
      <w:r>
        <w:rPr>
          <w:rFonts w:hint="cs"/>
          <w:rtl/>
          <w:lang w:bidi="ur-PK"/>
        </w:rPr>
        <w:t>ی</w:t>
      </w:r>
      <w:bookmarkEnd w:id="276"/>
    </w:p>
    <w:p w:rsidR="000B625E" w:rsidRDefault="000B625E" w:rsidP="00F34F82">
      <w:pPr>
        <w:pStyle w:val="Heading2Center"/>
        <w:rPr>
          <w:rtl/>
          <w:lang w:bidi="ur-PK"/>
        </w:rPr>
      </w:pPr>
      <w:bookmarkStart w:id="277" w:name="_Toc509136899"/>
      <w:r>
        <w:rPr>
          <w:rFonts w:hint="eastAsia"/>
          <w:rtl/>
          <w:lang w:bidi="ur-PK"/>
        </w:rPr>
        <w:t>اور</w:t>
      </w:r>
      <w:bookmarkEnd w:id="277"/>
    </w:p>
    <w:p w:rsidR="000B625E" w:rsidRDefault="000B625E" w:rsidP="00F34F82">
      <w:pPr>
        <w:pStyle w:val="Heading2Center"/>
        <w:rPr>
          <w:rtl/>
          <w:lang w:bidi="ur-PK"/>
        </w:rPr>
      </w:pPr>
      <w:bookmarkStart w:id="278" w:name="_Toc509136900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کے اخلاق واوصاف عادات وخصائل</w:t>
      </w:r>
      <w:bookmarkEnd w:id="27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کاپس منظرجوبھ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مامون نے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اچھوتے اندازسے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لخت جگرام الفضل کوحضرت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حبالہ نکاح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تک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رہے، مامون نے دوران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وتوق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توجہ بزوجتہ ام الفضل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نة</w:t>
      </w:r>
      <w:r>
        <w:rPr>
          <w:rtl/>
          <w:lang w:bidi="ur-PK"/>
        </w:rPr>
        <w:t xml:space="preserve"> المشرفة“۔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آپ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زوجہ ام الفضل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مشرفہ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آئے (نورالابصارص </w:t>
      </w:r>
      <w:r>
        <w:rPr>
          <w:rtl/>
          <w:lang w:bidi="fa-IR"/>
        </w:rPr>
        <w:t xml:space="preserve">۱۴۶)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مامون</w:t>
      </w:r>
      <w:r>
        <w:rPr>
          <w:rtl/>
          <w:lang w:bidi="ur-PK"/>
        </w:rPr>
        <w:t xml:space="preserve"> نے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انتظام واہتمام کے ساتھ ام الفضل کوحضرت کے ساتھ رخصت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</w:t>
      </w:r>
      <w:r>
        <w:rPr>
          <w:rtl/>
          <w:lang w:bidi="ur-PK"/>
        </w:rPr>
        <w:t xml:space="preserve"> علامہ طبرس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علامہ شبلنج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علامہ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 لرحمة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کولئے ہوئے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جارہے تھے، آپ کے ہمراہ بہت سے حضرات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چلتے چلتے شام کے وقت آپ واردکوفہ ہوئے وہاں پہنچ کرآپ نے جناب 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مک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پرق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ااورنمازمغرب</w:t>
      </w:r>
      <w:r>
        <w:rPr>
          <w:rtl/>
          <w:lang w:bidi="ur-PK"/>
        </w:rPr>
        <w:t xml:space="preserve"> پرھنے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مسجد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آپ نے وضوکے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آنے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درخت کے تھالے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وضوکرنے لگے جوبالکل خشک تھا اورمدتوں سے سرسبز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اورشاداب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محروم تھا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جگہ </w:t>
      </w:r>
      <w:r>
        <w:rPr>
          <w:rFonts w:hint="eastAsia"/>
          <w:rtl/>
          <w:lang w:bidi="ur-PK"/>
        </w:rPr>
        <w:t>وضوک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پھرآپ نمازمغرب پڑھ کروہاں سے واپس ہوئے اوراپنے پروگرام کے مطابق وہاں سے روانہ ہوگئے۔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توتشر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چھوڑگئے اوروہ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خشک درخت کے تھالے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وضوفرما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وہ سرسبزوشاداب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اوررات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ارپھلوں</w:t>
      </w:r>
      <w:r>
        <w:rPr>
          <w:rtl/>
          <w:lang w:bidi="ur-PK"/>
        </w:rPr>
        <w:t xml:space="preserve"> سے لدگ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لوگوں نے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کربے انتہا تعجب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(ارشادص </w:t>
      </w:r>
      <w:r>
        <w:rPr>
          <w:rtl/>
          <w:lang w:bidi="fa-IR"/>
        </w:rPr>
        <w:t>۴۷۹</w:t>
      </w:r>
      <w:r>
        <w:rPr>
          <w:rtl/>
          <w:lang w:bidi="ur-PK"/>
        </w:rPr>
        <w:t xml:space="preserve"> ،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۲۰۵</w:t>
      </w:r>
      <w:r>
        <w:rPr>
          <w:rtl/>
          <w:lang w:bidi="ur-PK"/>
        </w:rPr>
        <w:t xml:space="preserve"> ، نورا</w:t>
      </w:r>
      <w:r>
        <w:rPr>
          <w:rFonts w:hint="eastAsia"/>
          <w:rtl/>
          <w:lang w:bidi="ur-PK"/>
        </w:rPr>
        <w:t>لابصارص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۱۴۷</w:t>
      </w:r>
      <w:r>
        <w:rPr>
          <w:rtl/>
          <w:lang w:bidi="ur-PK"/>
        </w:rPr>
        <w:t xml:space="preserve"> ، شواہداالنبوت ص </w:t>
      </w:r>
      <w:r>
        <w:rPr>
          <w:rtl/>
          <w:lang w:bidi="fa-IR"/>
        </w:rPr>
        <w:t xml:space="preserve">۲۰۵)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کوفہ</w:t>
      </w:r>
      <w:r>
        <w:rPr>
          <w:rtl/>
          <w:lang w:bidi="ur-PK"/>
        </w:rPr>
        <w:t xml:space="preserve"> سے روانہ ہوکرطے مراحل وقطع منازل کرتے ہوئے 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پہنچے وہاں پہنچ کرآپ اپنے فرائض منصب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منہمک ومشغول ہوگئے پندونصائح،تبل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وہدا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علاوہ آپ نے اخلاق کاعمل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طرہ 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ازکے</w:t>
      </w:r>
      <w:r>
        <w:rPr>
          <w:rtl/>
          <w:lang w:bidi="ur-PK"/>
        </w:rPr>
        <w:t xml:space="preserve"> بموجب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جھک کرملنا ضرورت مند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روائ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مساوات اورسادگ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کوہرحال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نظررکھنا، غرباء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طورپرخبرل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دوستوں کے علاوہ دشمنوں تک سے اچھاسلوک کرتے رہنا مہمانوں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انہماک اورعلم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کے چشموں کوجار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رکھنا ،آپ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پہلوتھا</w:t>
      </w:r>
      <w:r>
        <w:rPr>
          <w:rtl/>
          <w:lang w:bidi="ur-PK"/>
        </w:rPr>
        <w:t xml:space="preserve"> اہل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 کاپورااندازہ رنہ رکھتے تھے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تصورضرور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ہوتاتھا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کمسن بچے کاعظ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مسلمان سلطنت کے شہنشاہ کادامادہوجانا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اس کے چال ڈھال ،طورطر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کوبدل دے گا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سانچے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ڈھل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بڑامقصدہوسکتاہے جومامون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کوتاہ نگاہ کے سامنے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کے بادشاہوں کوآل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سے اتنااختلاف نہ تھا، جتناان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سے تھا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اس کے درپئے رہتے تھے کہ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اخلاق اورمعراج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وہ مرکزجومد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قائم ہے اورجوسلطنت کے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اقتدارکے مقابلہ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کامرکزبناہوا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ٹوٹ جائے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گھبراگھبراکروہ مختلف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تھے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طلب کرنا،اس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شکل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اورپھرامام رضاکوول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کوعہدبنانا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کادوسراطر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تھا فقط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وصورت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کااندازمعاندانہ اوردوسرے کاطر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ارادت 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روپ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تھا، مگراصل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دونوں </w:t>
      </w:r>
      <w:r>
        <w:rPr>
          <w:rtl/>
          <w:lang w:bidi="ur-PK"/>
        </w:rPr>
        <w:lastRenderedPageBreak/>
        <w:t>صورتوں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،جس طرح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تووہ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دکرڈالے</w:t>
      </w:r>
      <w:r>
        <w:rPr>
          <w:rtl/>
          <w:lang w:bidi="ur-PK"/>
        </w:rPr>
        <w:t xml:space="preserve"> گئے،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عہدہونے کے باوجودحکومت کے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مقاصدکے ساتھ ساتھ نہ چلے توآپ کوزہرکے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خاموش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مامون کے نقطہ نظرسے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موقع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کہ امام رضاکا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آٹھ، نو،برس کابچہ ہے، جوت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چاربرس 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باپ سے چھڑال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جاچکاتھا حکومت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سوجھ بوجھ کہہ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 بچہ کواپنے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پرلانانہا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آسان ہے اوراس کے بعدوہ مرکزجوحکومت وقت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خلاف ساکن اورخاموش مگرانتہائ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خطرناک قائم 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ختم ہوجائے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ناکام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کاسبب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تصورکرتاتھا اس ل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کہ امام رضاک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اصول پرقائم رہ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جوآٹھ ،نوبرس کے سن سے قصرحکومت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نشوونم</w:t>
      </w:r>
      <w:r>
        <w:rPr>
          <w:rFonts w:hint="eastAsia"/>
          <w:rtl/>
          <w:lang w:bidi="ur-PK"/>
        </w:rPr>
        <w:t>اپاکربڑھ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بالکل اپنے بزرگوں کے اصول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پربرقرارہ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سوائے</w:t>
      </w:r>
      <w:r>
        <w:rPr>
          <w:rtl/>
          <w:lang w:bidi="ur-PK"/>
        </w:rPr>
        <w:t xml:space="preserve"> ان لوگوں کے جوان مخصوص افرادکے خدادادکمالات کوجانتے تھے اس وقت کاہرشخص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مامون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کاہم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ہوگا، مگرحکومت کوح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وہ نوبرس کابچہ جسے شہنشاہ اسلام کادامادبنا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 رکھاؤاوراصول کااتناپابندہے کہ وہ شا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بعدمحل شاہ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سے انکارکرد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،اوراس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جب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رہتاہے توا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</w:t>
      </w:r>
      <w:r>
        <w:rPr>
          <w:rtl/>
          <w:lang w:bidi="ur-PK"/>
        </w:rPr>
        <w:t xml:space="preserve"> مکان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پرلے کر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مستحکم قوت اراد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کااندازہ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اجاسکتاہے</w:t>
      </w:r>
      <w:r>
        <w:rPr>
          <w:rtl/>
          <w:lang w:bidi="ur-PK"/>
        </w:rPr>
        <w:t xml:space="preserve"> عمومامال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اعتبارسے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والے جوکچھ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بڑادرجہ رکھتے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پسندکرتے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جہاں وہ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دامادبھ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اس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سہ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کم ازکم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رہے، مگرامام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بعدہ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مامون کوحجازواپس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پرمجبورکرد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چاہنے والے باپ اورمامون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باقتدارکے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ناگوارتھا مگراسے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گواراکرنا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اورامام مع ام الفضل کے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لانے کے بعد 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 رہا جواس کے پہلے تھا ،نہ پہرہ دارنہ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 روک ٹوک، نہ تزک واحتشام نہ اوقات ملاقات، نہ ملاقات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ساتھ برتاؤ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ترنشست مسجدنبو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جہاں مسلمان حضرت کے وعظ ونصح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فائدہ اٹھاتے تھے </w:t>
      </w:r>
      <w:r>
        <w:rPr>
          <w:rFonts w:hint="eastAsia"/>
          <w:rtl/>
          <w:lang w:bidi="ur-PK"/>
        </w:rPr>
        <w:t>راو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ث،</w:t>
      </w:r>
      <w:r>
        <w:rPr>
          <w:rtl/>
          <w:lang w:bidi="ur-PK"/>
        </w:rPr>
        <w:t xml:space="preserve"> اخبار واحاد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کرتے تھے طالب علم مسائل پوچھتے تھے ،صاف ظاہرتھا کہ جعفرصادق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اورامام رضاکافرزندہے جواس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مسندعلم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ٹھاہوا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کاکام انجام دے رہاہے۔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امورخانہ</w:t>
      </w:r>
      <w:r>
        <w:rPr>
          <w:rtl/>
          <w:lang w:bidi="ur-PK"/>
        </w:rPr>
        <w:t xml:space="preserve">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اورازدواج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بزرگوں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کوجن حدود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رکھاہواتھا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حدود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ام الفضل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رکھا، آپ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مطلق پرواہ 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شہنشاہ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چنانچہ ام الفضل کے ہوتے ہوئے آپ نے حضرت عمار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محترم خاتون ک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اتھ عقدبھ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ااورقدرت</w:t>
      </w:r>
      <w:r>
        <w:rPr>
          <w:rtl/>
          <w:lang w:bidi="ur-PK"/>
        </w:rPr>
        <w:t xml:space="preserve"> کونسل امامت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خاتون سے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رکھنامنظورتھ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 الفضل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اپنے باپ کے پاس لکھ کربھ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مامون کے دل کے </w:t>
      </w:r>
      <w:r>
        <w:rPr>
          <w:rtl/>
          <w:lang w:bidi="ur-PK"/>
        </w:rPr>
        <w:lastRenderedPageBreak/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کچھ کم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دہ امرنہ تھا، مگراسے اب اپنے کئے کونباہناتھا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نے ام الفضل کوجواب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تمہارا عقدابوجعفرسے ساتھ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ان پرکس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حلال خداکوحرام کردوں خبردار! مجھ سے اب اس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 کرنا۔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 دے کرحق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خفت مٹائ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ہمارے سامنے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بااحترام خاتون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نکاح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غمبراسلا</w:t>
      </w:r>
      <w:r>
        <w:rPr>
          <w:rtl/>
          <w:lang w:bidi="ur-PK"/>
        </w:rPr>
        <w:t xml:space="preserve"> م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جناب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جة</w:t>
      </w:r>
      <w:r>
        <w:rPr>
          <w:rtl/>
          <w:lang w:bidi="ur-PK"/>
        </w:rPr>
        <w:t xml:space="preserve"> اورحضرت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 w:rsidR="00B0571B">
        <w:rPr>
          <w:rtl/>
          <w:lang w:bidi="ur-PK"/>
        </w:rPr>
        <w:t>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جناب فاطمة </w:t>
      </w:r>
      <w:r>
        <w:rPr>
          <w:rFonts w:hint="eastAsia"/>
          <w:rtl/>
          <w:lang w:bidi="ur-PK"/>
        </w:rPr>
        <w:t>الزہراء</w:t>
      </w:r>
      <w:r>
        <w:rPr>
          <w:rtl/>
          <w:lang w:bidi="ur-PK"/>
        </w:rPr>
        <w:t xml:space="preserve"> ، مگرشہنشاہ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ناصرف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بادشاہ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روح کے خلاف تھا جس کے آل محمدمحافظ تھے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کے خلاف طرزعمل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ارکرنااپنافر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سمجھا (سوانح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79" w:name="_Toc50913690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الارض</w:t>
      </w:r>
      <w:bookmarkEnd w:id="27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اگرچہ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فرائض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نے آپ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لے محدودنہ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رکھاتھا 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 کراطراف عالم کے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مندوں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جس کے ساتھ کرم گستر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وہ آپ کے کوائف وحالات سے ب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آگاہ ہوعق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کاتعلق 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ہے کہ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وآسمان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ان کے تابع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طے مراحل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اپنے قدموں سے نانپاکر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 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 ہے کہ جب اورجہاں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چشم زدن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عقلا محال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خاصان خدا کے اس قسم کے واقعات قران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آصف</w:t>
      </w:r>
      <w:r>
        <w:rPr>
          <w:rtl/>
          <w:lang w:bidi="ur-PK"/>
        </w:rPr>
        <w:t xml:space="preserve"> بن برخ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علماء نے اس قسم کے واقعات کاحوالہ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واقعہ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سے روانہ ہوکرشام پہنچے، وہاں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کواس مقام پرعبادت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 ومشغول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جگہ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کاسرمبارک لٹکا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آپ نے اس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کہاکہ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ہمراہ چلووہ روانہ ہوا،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چندقدم نہ چلاتھا ،کہ کوفہ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جاپہنچا وہاں نمازاداکرنے کے بعد جوروانگ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توصرف چندمنٹوں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جاپہنچے 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ونمازسے فراغت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پھروہاں سے چل کر لمحوں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مکہ معظمہ 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،طواف 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گرعبادت</w:t>
      </w:r>
      <w:r>
        <w:rPr>
          <w:rtl/>
          <w:lang w:bidi="ur-PK"/>
        </w:rPr>
        <w:t xml:space="preserve"> سے فراغت کے بعدآپ نے چشم زدن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شام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اورخود</w:t>
      </w:r>
      <w:r>
        <w:rPr>
          <w:rtl/>
          <w:lang w:bidi="ur-PK"/>
        </w:rPr>
        <w:t xml:space="preserve"> نظروں سے اوجل ہوکرمد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جاپہنچے پھرجب دوسراسال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توآپ بدستورشام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اوراس عابدسے کہاکہ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ہمراہ چلو،چنانچہ وہ چل پڑاآپ نے چندلمحوں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سال گزشتہ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تمام مقدس مقامات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کے واقعہ سے وہ شخص </w:t>
      </w:r>
      <w:r>
        <w:rPr>
          <w:rFonts w:hint="eastAsia"/>
          <w:rtl/>
          <w:lang w:bidi="ur-PK"/>
        </w:rPr>
        <w:t>بے</w:t>
      </w:r>
      <w:r>
        <w:rPr>
          <w:rtl/>
          <w:lang w:bidi="ur-PK"/>
        </w:rPr>
        <w:t xml:space="preserve"> انتہامتاثرتھا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کہ دوسرے سال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اس نے </w:t>
      </w:r>
      <w:r>
        <w:rPr>
          <w:rtl/>
          <w:lang w:bidi="ur-PK"/>
        </w:rPr>
        <w:lastRenderedPageBreak/>
        <w:t>مسجدشام واپس پہنچتے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کادامن تھام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اورقسم دے کرپوچھا کہ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کرامت کے مالک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ہوں) اس نے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اورتعظ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م وتکر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مراسم دااکئے۔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جانے کے بعد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تمام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 محمدبن عبدالملک کواس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اطلاغ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پتہ چلاکہ لوگ اس واقعہ سے بے انتہامتاثرہوگئے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تواس نے اس عابدپر”مدع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نبوت“ ہونے کاالزام لگاکراسے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اورپھرشام سے منتقل کراکے عر</w:t>
      </w:r>
      <w:r>
        <w:rPr>
          <w:rFonts w:hint="eastAsia"/>
          <w:rtl/>
          <w:lang w:bidi="ur-PK"/>
        </w:rPr>
        <w:t>اق</w:t>
      </w:r>
      <w:r>
        <w:rPr>
          <w:rtl/>
          <w:lang w:bidi="ur-PK"/>
        </w:rPr>
        <w:t xml:space="preserve"> بھجواد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بے خطاہوں، مجھے رہاک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اجائے،</w:t>
      </w:r>
      <w:r>
        <w:rPr>
          <w:rtl/>
          <w:lang w:bidi="ur-PK"/>
        </w:rPr>
        <w:t xml:space="preserve"> تواس نے خط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پرلکھاکہ جوشخص تجھے شام سے کوفہ اورکوفہ 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اوروہاں سے مکہ اورپھروہاں سے شام پہنچاسکتاہے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کر۔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جواب کے دوسرے دن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مکمل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باوجود، سخت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پہرہ کے ہوتے ہوئے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سے غائب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خالدراو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کے پھاٹک پرپہنچا تود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تمام ذمہ داران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وپر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اورکچھ پتہ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چلتا کہ عابد شام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سماگ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اآسمان</w:t>
      </w:r>
      <w:r>
        <w:rPr>
          <w:rtl/>
          <w:lang w:bidi="ur-PK"/>
        </w:rPr>
        <w:t xml:space="preserve"> پراٹھال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علامہ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واقعہ سے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خالد جودوسرے مذہب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روتھا،</w:t>
      </w:r>
      <w:r>
        <w:rPr>
          <w:rtl/>
          <w:lang w:bidi="ur-PK"/>
        </w:rPr>
        <w:t xml:space="preserve">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مسلک کامعتقدہوگ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(شواہدالنبوت ص </w:t>
      </w:r>
      <w:r>
        <w:rPr>
          <w:rtl/>
          <w:lang w:bidi="fa-IR"/>
        </w:rPr>
        <w:t>۲۰۵</w:t>
      </w:r>
      <w:r>
        <w:rPr>
          <w:rtl/>
          <w:lang w:bidi="ur-PK"/>
        </w:rPr>
        <w:t xml:space="preserve"> ،نورالابصار ص </w:t>
      </w:r>
      <w:r>
        <w:rPr>
          <w:rtl/>
          <w:lang w:bidi="fa-IR"/>
        </w:rPr>
        <w:t>۱۴۶</w:t>
      </w:r>
      <w:r>
        <w:rPr>
          <w:rtl/>
          <w:lang w:bidi="ur-PK"/>
        </w:rPr>
        <w:t xml:space="preserve"> ،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۷۳۱</w:t>
      </w:r>
      <w:r>
        <w:rPr>
          <w:rtl/>
          <w:lang w:bidi="ur-PK"/>
        </w:rPr>
        <w:t xml:space="preserve"> ، 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۴۸۱)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80" w:name="_Toc509136902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بعض کرامات</w:t>
      </w:r>
      <w:bookmarkEnd w:id="28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صاحب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رعلامہ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واعظ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کرامات بے شمارہ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(روضة الشہدا ص </w:t>
      </w:r>
      <w:r>
        <w:rPr>
          <w:rtl/>
          <w:lang w:bidi="fa-IR"/>
        </w:rPr>
        <w:t xml:space="preserve">۴۳۸)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بعض کاتذکرہ مختلف کتب سے کرتاہوں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عبدالرحمن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انتقال کے بعدحضرت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ماہ بعدم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انتقال ہوگا،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مسماة (ام الحسن) نے آپ سے درخواست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اپناکوئ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جامہ کہنہ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اپنے کفن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رکھوں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اب جامہ کہنہ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روا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جواب لے کرجب واپس ہواتومعلوم ہواکہ </w:t>
      </w:r>
      <w:r>
        <w:rPr>
          <w:rtl/>
          <w:lang w:bidi="fa-IR"/>
        </w:rPr>
        <w:t>۱۳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>۱۴</w:t>
      </w:r>
      <w:r>
        <w:rPr>
          <w:rtl/>
          <w:lang w:bidi="ur-PK"/>
        </w:rPr>
        <w:t xml:space="preserve"> دن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انتقال کرچک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(ام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) کہتاہے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اورحمادبن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جاتے ہوئے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حاضرہوئے تاکہ آپ سے رخصت ہول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آپ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آج اپناسفرملتو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کردو، چنانچہ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حسب الحکم ٹہرگ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راساتھ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حمادبن </w:t>
      </w:r>
      <w:r>
        <w:rPr>
          <w:rtl/>
          <w:lang w:bidi="ur-PK"/>
        </w:rPr>
        <w:lastRenderedPageBreak/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کہاکہ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ساراسامان سفرگ</w:t>
      </w:r>
      <w:r>
        <w:rPr>
          <w:rFonts w:hint="eastAsia"/>
          <w:rtl/>
          <w:lang w:bidi="ur-PK"/>
        </w:rPr>
        <w:t>ھرسے</w:t>
      </w:r>
      <w:r>
        <w:rPr>
          <w:rtl/>
          <w:lang w:bidi="ur-PK"/>
        </w:rPr>
        <w:t xml:space="preserve"> نکال رکھاہے اب اچھانہ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ہوتا کہ سفرملتو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کروہ روانہ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اورچلتے چلتے رات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جاپہنچا اوروہ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رات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لاب</w:t>
      </w:r>
      <w:r>
        <w:rPr>
          <w:rtl/>
          <w:lang w:bidi="ur-PK"/>
        </w:rPr>
        <w:t xml:space="preserve">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ا،اوروہ</w:t>
      </w:r>
      <w:r>
        <w:rPr>
          <w:rtl/>
          <w:lang w:bidi="ur-PK"/>
        </w:rPr>
        <w:t xml:space="preserve"> تمام لوگوں کے ساتھ حمادکوبھ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بہاکرلے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(شواہدالنبوت ص </w:t>
      </w:r>
      <w:r>
        <w:rPr>
          <w:rtl/>
          <w:lang w:bidi="fa-IR"/>
        </w:rPr>
        <w:t xml:space="preserve">۲۰۲)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علامہ اربل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معمربن خلادکاب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کہ آپ بہت کمسن تھے مجھ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چلوم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ہمراہ چلو! چنانچہ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ساتھ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نے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باہرنکل کرے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جاکرمجھ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ٹھرجاؤ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آتاہوں چنانچہ آپ نظر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غائب ہوگئے اورتھوڑ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بعد واپس ہوئے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پرآپ بے انتہاء ملول اوررنج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تھے،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پوچھا : فرزندرسول ! آپ کے چہرہ مبارک سے آثارحزن وملال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بغدادسے واپس آرہاہوں وہاں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والدماجدحضرت امام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پرنمازوغ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اداکرنے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 xml:space="preserve"> ۔ قاسم بن عبادالرحمن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کے پاس تمام لوگ برابرآتے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جس کے پاس آنے جانے کاتانتابندھاہواہے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لوگوں نے کہاکہ ابوجعفرمحمدبن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ناقہ پرسواراس طرف سے گذرے ،قاسم کہتاہے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کہا کہ وہ لوگ بڑے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وقوف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کے قائل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وتوق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توبچے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وقعت محسوس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سوچ رہاتھا کہ آ</w:t>
      </w:r>
      <w:r>
        <w:rPr>
          <w:rFonts w:hint="eastAsia"/>
          <w:rtl/>
          <w:lang w:bidi="ur-PK"/>
        </w:rPr>
        <w:t>پنے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قاسم بن عبدالرحمن جوشخص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سے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زاں</w:t>
      </w:r>
      <w:r>
        <w:rPr>
          <w:rtl/>
          <w:lang w:bidi="ur-PK"/>
        </w:rPr>
        <w:t xml:space="preserve"> ہے وہ جہنم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جائے گا آپ کے اس فرمانے 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جادوگرہ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انہوں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کے ارادے کومعلوم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تمہارے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بالکل غلط 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اپنے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کااقرارک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اورمجھے مانناپڑاکہ آپ حجت اللہ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۶</w:t>
      </w:r>
      <w:r>
        <w:rPr>
          <w:rtl/>
          <w:lang w:bidi="ur-PK"/>
        </w:rPr>
        <w:t xml:space="preserve"> ۔ قاسم بن الحسن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 ، مکہ اورمد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مفلوج الحال شخص نے مجھ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اسے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ٹکڑا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رگذر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زبردست آندھ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پگڑ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اڑاکرلے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دست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ہوسک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پہنچا اورحضرت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ملنے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قاسم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پگڑ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ہوااڑالے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حضور!آپ نے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غلام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پگڑ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آؤ غلام نے پگڑ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حاضرک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بڑے تعجب 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مولا!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پگ</w:t>
      </w:r>
      <w:r>
        <w:rPr>
          <w:rFonts w:hint="eastAsia"/>
          <w:rtl/>
          <w:lang w:bidi="ur-PK"/>
        </w:rPr>
        <w:t>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نے جورہ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کاٹکڑاد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>
        <w:rPr>
          <w:rtl/>
          <w:lang w:bidi="ur-PK"/>
        </w:rPr>
        <w:t xml:space="preserve"> اسے خدانے قبول فرمال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قاسم خداوندعالم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جواس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اسے نقصان پہنچنے 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۷</w:t>
      </w:r>
      <w:r>
        <w:rPr>
          <w:rtl/>
          <w:lang w:bidi="ur-PK"/>
        </w:rPr>
        <w:t xml:space="preserve"> ۔ ام الفضل نے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اپنے والدمامون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کولکھ کربھ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ابوجعفرم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ہوتے ہوئے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ساتھ اس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حلال خداکوحرام کردوں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ںقانون</w:t>
      </w:r>
      <w:r>
        <w:rPr>
          <w:rtl/>
          <w:lang w:bidi="ur-PK"/>
        </w:rPr>
        <w:t xml:space="preserve">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کہ وہ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ادخل</w:t>
      </w:r>
      <w:r>
        <w:rPr>
          <w:rtl/>
          <w:lang w:bidi="ur-PK"/>
        </w:rPr>
        <w:t xml:space="preserve"> ہے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آئندہ سے اس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 کرنا اورسن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ہے کہ تواپنے شوہرابوجعفرکوجس طرح ہوراض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 اس تمام خط وکتابت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حضرت کوہوگئ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(کشف الغمہ ص </w:t>
      </w:r>
      <w:r>
        <w:rPr>
          <w:rtl/>
          <w:lang w:bidi="fa-IR"/>
        </w:rPr>
        <w:t xml:space="preserve">۱۲۰)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عبدالوہاب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ام الفضل نے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کوجوعمار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سے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کھاتومامون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دکو</w:t>
      </w:r>
      <w:r>
        <w:rPr>
          <w:rtl/>
          <w:lang w:bidi="ur-PK"/>
        </w:rPr>
        <w:t xml:space="preserve"> کچھ اس طرح سے کہاکہ وہ حضرت کے قتل پرآمادہ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مگرقتل نہ کرسکا(ع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المعجزات ص </w:t>
      </w:r>
      <w:r>
        <w:rPr>
          <w:rtl/>
          <w:lang w:bidi="fa-IR"/>
        </w:rPr>
        <w:t>۱۵۴</w:t>
      </w:r>
      <w:r>
        <w:rPr>
          <w:rtl/>
          <w:lang w:bidi="ur-PK"/>
        </w:rPr>
        <w:t xml:space="preserve"> طبع ملتان)۔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81" w:name="_Toc509136903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وارشادات</w:t>
      </w:r>
      <w:bookmarkEnd w:id="28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مسلہ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کہ بہت سے بزرگ مرتبہ علماء نے آپ سے علوم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حاصل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مختصرحک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مانہ</w:t>
      </w:r>
      <w:r>
        <w:rPr>
          <w:rtl/>
          <w:lang w:bidi="ur-PK"/>
        </w:rPr>
        <w:t xml:space="preserve"> مقولوں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ہے،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آپ کے جدبزرگوارحضرت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کثرت سے پائے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جناب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بعدامام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مقولوں 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درجہ حاصل ہے بعض علماء نے آپ کے مقولوں کوتعدادکئ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ہزاربتائ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بحوالہ فصول المہمہ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کااراشادہے کہ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خداوندعالم جسے جونعمت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بہ ارادہ دوام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سے وہ اس وقت زائل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وہ لوگوں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نابندکرد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ہرنعمت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مخلوق کاحصہ ہے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تولوگوں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موقع پراگرصاحب نعمت (مالدار) عہدہ برآہوسکاتوخ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رورنہ</w:t>
      </w:r>
      <w:r>
        <w:rPr>
          <w:rtl/>
          <w:lang w:bidi="ur-PK"/>
        </w:rPr>
        <w:t xml:space="preserve"> نعمت کازوال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جوکس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کوبڑاسمجھتاہے اس سے ڈرتاہے۔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کاجسم موٹاہوگا۔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۔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مسلم کاسرنامہ ”حسن خلق“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۶</w:t>
      </w:r>
      <w:r>
        <w:rPr>
          <w:rtl/>
          <w:lang w:bidi="ur-PK"/>
        </w:rPr>
        <w:t xml:space="preserve"> ۔ جوخداکے بھروسے پرلوگوں سے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ازہوجائے</w:t>
      </w:r>
      <w:r>
        <w:rPr>
          <w:rtl/>
          <w:lang w:bidi="ur-PK"/>
        </w:rPr>
        <w:t xml:space="preserve"> گا، لوگ اس کے محتاج ہوں گے۔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۔ جوخداسے ڈرے گاتولوگ اسے دوست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۸</w:t>
      </w:r>
      <w:r>
        <w:rPr>
          <w:rtl/>
          <w:lang w:bidi="ur-PK"/>
        </w:rPr>
        <w:t xml:space="preserve"> ۔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کامرکززبان ہے۔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۔ انسان کے کمالات کادارومدارعقل کے کمال پرہے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۱۰</w:t>
      </w:r>
      <w:r>
        <w:rPr>
          <w:rtl/>
          <w:lang w:bidi="ur-PK"/>
        </w:rPr>
        <w:t xml:space="preserve"> ۔ انسان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فقرک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”عفت “ ہے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امتحان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شکرہے حسب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تواضع اورفرتن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”فصاحت“ ہے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”حافظہ“ ہے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ورع وتقو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”حسن ادب “ ہے قناعت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”خندہ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ہے ورع وپرہ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مام</w:t>
      </w:r>
      <w:r>
        <w:rPr>
          <w:rtl/>
          <w:lang w:bidi="ur-PK"/>
        </w:rPr>
        <w:t xml:space="preserve"> مہملات سے کنارہ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۱۱</w:t>
      </w:r>
      <w:r>
        <w:rPr>
          <w:rtl/>
          <w:lang w:bidi="ur-PK"/>
        </w:rPr>
        <w:t xml:space="preserve"> ۔ ظالم اورظالم کامددگاراورظالم کے فعل کے سراہانے والے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کادرجہ برابرہے۔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۱۲</w:t>
      </w:r>
      <w:r>
        <w:rPr>
          <w:rtl/>
          <w:lang w:bidi="ur-PK"/>
        </w:rPr>
        <w:t xml:space="preserve"> ۔ جوزندہ رہناچاہتاہے اسے چاہئے کہ برداشت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اپنے دل کوصبرآزمابنالے۔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۱۳</w:t>
      </w:r>
      <w:r>
        <w:rPr>
          <w:rtl/>
          <w:lang w:bidi="ur-PK"/>
        </w:rPr>
        <w:t xml:space="preserve"> ۔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رضاحاصل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 استغفار دوم نرم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اورفرتن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سوم کثرت صدقہ۔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۱۴</w:t>
      </w:r>
      <w:r>
        <w:rPr>
          <w:rtl/>
          <w:lang w:bidi="ur-PK"/>
        </w:rPr>
        <w:t xml:space="preserve"> ۔ جوجلدباز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زکرے</w:t>
      </w:r>
      <w:r>
        <w:rPr>
          <w:rtl/>
          <w:lang w:bidi="ur-PK"/>
        </w:rPr>
        <w:t xml:space="preserve"> گا لوگوں سے مشورہ لے گا ،اللہ پربھروسہ کرے گاوہ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شرمندہ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ہوگا۔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۔ اگرجاہل زبان بندرکھے تواختلافات نہ ہوں گے </w:t>
      </w:r>
      <w:r>
        <w:rPr>
          <w:rtl/>
          <w:lang w:bidi="fa-IR"/>
        </w:rPr>
        <w:t>۱۶</w:t>
      </w:r>
      <w:r>
        <w:rPr>
          <w:rtl/>
          <w:lang w:bidi="ur-PK"/>
        </w:rPr>
        <w:t xml:space="preserve"> ۔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باتوں سے دل موہ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 معاشرہ انصاف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خاطر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۱۷</w:t>
      </w:r>
      <w:r>
        <w:rPr>
          <w:rtl/>
          <w:lang w:bidi="ur-PK"/>
        </w:rPr>
        <w:t xml:space="preserve"> ۔ جوکس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گا، وہ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سمجھاجائے گا۔ </w:t>
      </w:r>
      <w:r>
        <w:rPr>
          <w:rtl/>
          <w:lang w:bidi="fa-IR"/>
        </w:rPr>
        <w:t>۱۸</w:t>
      </w:r>
      <w:r>
        <w:rPr>
          <w:rtl/>
          <w:lang w:bidi="ur-PK"/>
        </w:rPr>
        <w:t xml:space="preserve"> ۔ کفران نعمت کرنے والاخداک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ناراضگ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۱۹</w:t>
      </w:r>
      <w:r>
        <w:rPr>
          <w:rtl/>
          <w:lang w:bidi="ur-PK"/>
        </w:rPr>
        <w:t xml:space="preserve"> ۔ جوتمہارے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اداکرے،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۲۰</w:t>
      </w:r>
      <w:r>
        <w:rPr>
          <w:rtl/>
          <w:lang w:bidi="ur-PK"/>
        </w:rPr>
        <w:t xml:space="preserve"> ۔ جواپنے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طورپرنص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کرے وہ اس کاحسن ہے، اورجوعلان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کرے،گو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نے اس کے ساتھ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۲۱</w:t>
      </w:r>
      <w:r>
        <w:rPr>
          <w:rtl/>
          <w:lang w:bidi="ur-PK"/>
        </w:rPr>
        <w:t xml:space="preserve"> ۔ عقلمند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اورحماقت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پرانسان پرغلبہ کرتے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اورجب </w:t>
      </w:r>
      <w:r>
        <w:rPr>
          <w:rtl/>
          <w:lang w:bidi="fa-IR"/>
        </w:rPr>
        <w:t>۱۸</w:t>
      </w:r>
      <w:r>
        <w:rPr>
          <w:rtl/>
          <w:lang w:bidi="ur-PK"/>
        </w:rPr>
        <w:t xml:space="preserve"> سال پورے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تواستقلال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داہوجاتاہے</w:t>
      </w:r>
      <w:r>
        <w:rPr>
          <w:rtl/>
          <w:lang w:bidi="ur-PK"/>
        </w:rPr>
        <w:t xml:space="preserve"> اورراہ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۲۲</w:t>
      </w:r>
      <w:r>
        <w:rPr>
          <w:rtl/>
          <w:lang w:bidi="ur-PK"/>
        </w:rPr>
        <w:t xml:space="preserve"> ۔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بندہ پرنعمت کانزول ہواوروہ اس نعمت سے متاثرہوکر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ومہربان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توخداوندعالم کاشکرکرنے سے پہلے اس کانام شاکر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اورجب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کرنے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محسوس کرے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خداکے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ہوں، وہ جب اورجس طرح چاہے عذاب ک</w:t>
      </w:r>
      <w:r>
        <w:rPr>
          <w:rFonts w:hint="eastAsia"/>
          <w:rtl/>
          <w:lang w:bidi="ur-PK"/>
        </w:rPr>
        <w:t>رسکتاہے</w:t>
      </w:r>
      <w:r>
        <w:rPr>
          <w:rtl/>
          <w:lang w:bidi="ur-PK"/>
        </w:rPr>
        <w:t xml:space="preserve"> تو خداوندعالم اسے استغفارسے قبل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۲۳</w:t>
      </w:r>
      <w:r>
        <w:rPr>
          <w:rtl/>
          <w:lang w:bidi="ur-PK"/>
        </w:rPr>
        <w:t xml:space="preserve"> ۔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وہ ہے جوعالم ہے اورعقلمندوہ ہے جومتق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tl/>
          <w:lang w:bidi="fa-IR"/>
        </w:rPr>
        <w:t>۲۴</w:t>
      </w:r>
      <w:r>
        <w:rPr>
          <w:rtl/>
          <w:lang w:bidi="ur-PK"/>
        </w:rPr>
        <w:t xml:space="preserve"> ۔ جلدباز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امرکوشہرت نہ دو، جب تک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 ہوجائے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۲۵</w:t>
      </w:r>
      <w:r>
        <w:rPr>
          <w:rtl/>
          <w:lang w:bidi="ur-PK"/>
        </w:rPr>
        <w:t xml:space="preserve"> ۔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کواتنانہ بڑھاؤکہ دل تنگ ہوجائے۔ </w:t>
      </w:r>
      <w:r>
        <w:rPr>
          <w:rtl/>
          <w:lang w:bidi="fa-IR"/>
        </w:rPr>
        <w:t>۲۶</w:t>
      </w:r>
      <w:r>
        <w:rPr>
          <w:rtl/>
          <w:lang w:bidi="ur-PK"/>
        </w:rPr>
        <w:t xml:space="preserve"> ۔ اپنے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فوں</w:t>
      </w:r>
      <w:r>
        <w:rPr>
          <w:rtl/>
          <w:lang w:bidi="ur-PK"/>
        </w:rPr>
        <w:t xml:space="preserve"> پررحم کرو اوران پرترحم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خداسے رحم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کرو۔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۲۷</w:t>
      </w:r>
      <w:r>
        <w:rPr>
          <w:rtl/>
          <w:lang w:bidi="ur-PK"/>
        </w:rPr>
        <w:t xml:space="preserve"> ۔ عام موت سے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وہ ہے جوگناہ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ہو اورعام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روبرکت</w:t>
      </w:r>
      <w:r>
        <w:rPr>
          <w:rtl/>
          <w:lang w:bidi="ur-PK"/>
        </w:rPr>
        <w:t xml:space="preserve"> کے ساتھ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۲۸</w:t>
      </w:r>
      <w:r>
        <w:rPr>
          <w:rtl/>
          <w:lang w:bidi="ur-PK"/>
        </w:rPr>
        <w:t xml:space="preserve"> ۔ جوخداکے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اپنے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فائدہ پہنچائے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اس نے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گھربنال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۲۹</w:t>
      </w:r>
      <w:r>
        <w:rPr>
          <w:rtl/>
          <w:lang w:bidi="ur-PK"/>
        </w:rPr>
        <w:t xml:space="preserve"> ۔ جوخداپراعتمادرکھے اوراس پرتوکل اوربھروسہ کرے خدااسے ہربرائ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بچاتاہے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ہرقسم کے دشمن سے حفاظت کرتاہے۔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۳۰</w:t>
      </w:r>
      <w:r>
        <w:rPr>
          <w:rtl/>
          <w:lang w:bidi="ur-PK"/>
        </w:rPr>
        <w:t xml:space="preserve"> ۔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عزت ہے، علم خزانہ ہے اورخاموش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نورہے۔ </w:t>
      </w:r>
      <w:r>
        <w:rPr>
          <w:rtl/>
          <w:lang w:bidi="fa-IR"/>
        </w:rPr>
        <w:t>۳۱</w:t>
      </w:r>
      <w:r>
        <w:rPr>
          <w:rtl/>
          <w:lang w:bidi="ur-PK"/>
        </w:rPr>
        <w:t xml:space="preserve"> ۔ زہدک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انتہاورع وتقو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tl/>
          <w:lang w:bidi="fa-IR"/>
        </w:rPr>
        <w:t>۳۲</w:t>
      </w:r>
      <w:r>
        <w:rPr>
          <w:rtl/>
          <w:lang w:bidi="ur-PK"/>
        </w:rPr>
        <w:t xml:space="preserve"> ۔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کوتباہ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زبدعت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۳۳</w:t>
      </w:r>
      <w:r>
        <w:rPr>
          <w:rtl/>
          <w:lang w:bidi="ur-PK"/>
        </w:rPr>
        <w:t xml:space="preserve"> ۔ انسان کوبربادکرنے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ز”لالچ“</w:t>
      </w:r>
      <w:r>
        <w:rPr>
          <w:rtl/>
          <w:lang w:bidi="ur-PK"/>
        </w:rPr>
        <w:t xml:space="preserve"> ہے۔ </w:t>
      </w:r>
      <w:r>
        <w:rPr>
          <w:rtl/>
          <w:lang w:bidi="fa-IR"/>
        </w:rPr>
        <w:t>۳۴</w:t>
      </w:r>
      <w:r>
        <w:rPr>
          <w:rtl/>
          <w:lang w:bidi="ur-PK"/>
        </w:rPr>
        <w:t xml:space="preserve"> ۔ حاکم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خوشحال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کادارومدارہے۔ </w:t>
      </w:r>
      <w:r>
        <w:rPr>
          <w:rtl/>
          <w:lang w:bidi="fa-IR"/>
        </w:rPr>
        <w:t>۳۵</w:t>
      </w:r>
      <w:r>
        <w:rPr>
          <w:rtl/>
          <w:lang w:bidi="ur-PK"/>
        </w:rPr>
        <w:t xml:space="preserve"> ۔ دعاکے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ہربلاٹل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۳۶</w:t>
      </w:r>
      <w:r>
        <w:rPr>
          <w:rtl/>
          <w:lang w:bidi="ur-PK"/>
        </w:rPr>
        <w:t xml:space="preserve"> ۔ جوصبروضبط کے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آجائے وہ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ہوگا۔ </w:t>
      </w:r>
      <w:r>
        <w:rPr>
          <w:rtl/>
          <w:lang w:bidi="fa-IR"/>
        </w:rPr>
        <w:t>۳۷</w:t>
      </w:r>
      <w:r>
        <w:rPr>
          <w:rtl/>
          <w:lang w:bidi="ur-PK"/>
        </w:rPr>
        <w:t xml:space="preserve"> ۔ جودن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بوئے گا آخرت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مرادوں کاپھل پائے گا۔(نورالابصار ص </w:t>
      </w:r>
      <w:r>
        <w:rPr>
          <w:rtl/>
          <w:lang w:bidi="fa-IR"/>
        </w:rPr>
        <w:t>۱۴۸</w:t>
      </w:r>
      <w:r>
        <w:rPr>
          <w:rtl/>
          <w:lang w:bidi="ur-PK"/>
        </w:rPr>
        <w:t xml:space="preserve"> طبع مصر)۔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82" w:name="_Toc50913690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نظربند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داورشہادت</w:t>
      </w:r>
      <w:bookmarkEnd w:id="28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رسول سے فرزندرسول کوطلب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چونکہ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پرمبن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،اس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شرف کے باوجودآپ حکومت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قابل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متصورہوئے معتصم نے بغدادبلواکرآپ کوق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علامہ اربل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کہ چون معتصم بخلافت بہ نشست آنحضرت راازمد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بد</w:t>
      </w:r>
      <w:r>
        <w:rPr>
          <w:rFonts w:hint="eastAsia"/>
          <w:rtl/>
          <w:lang w:bidi="ur-PK"/>
        </w:rPr>
        <w:t>ارالخلافة</w:t>
      </w:r>
      <w:r>
        <w:rPr>
          <w:rtl/>
          <w:lang w:bidi="ur-PK"/>
        </w:rPr>
        <w:t xml:space="preserve"> بغداد آورد وحبس نمود(کشف الغمہ ص </w:t>
      </w:r>
      <w:r>
        <w:rPr>
          <w:rtl/>
          <w:lang w:bidi="fa-IR"/>
        </w:rPr>
        <w:t xml:space="preserve">۱۲۱)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تک آپ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صرف اس جرم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برداشت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کمالات امامت کے حامل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اورآپ کوخدانے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عطا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بعض علماء کاکہناہے کہ آپ پراس قدرسخت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اورنظربند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اکثراپن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زارہوجاتے</w:t>
      </w:r>
      <w:r>
        <w:rPr>
          <w:rtl/>
          <w:lang w:bidi="ur-PK"/>
        </w:rPr>
        <w:t xml:space="preserve"> تھے بہرحال وہ وقت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آپ صرف </w:t>
      </w:r>
      <w:r>
        <w:rPr>
          <w:rtl/>
          <w:lang w:bidi="fa-IR"/>
        </w:rPr>
        <w:t xml:space="preserve">۲۵/ </w:t>
      </w:r>
      <w:r>
        <w:rPr>
          <w:rtl/>
          <w:lang w:bidi="ur-PK"/>
        </w:rPr>
        <w:t xml:space="preserve">سال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ماہ </w:t>
      </w:r>
      <w:r>
        <w:rPr>
          <w:rtl/>
          <w:lang w:bidi="fa-IR"/>
        </w:rPr>
        <w:t xml:space="preserve">۱۲/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کے اندرآخر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قعدہ (بتار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۲۹/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قعدہ </w:t>
      </w:r>
      <w:r>
        <w:rPr>
          <w:rtl/>
          <w:lang w:bidi="fa-IR"/>
        </w:rPr>
        <w:t>۲۲۰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سہ شنبہ) معتصم کے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دہوگئے</w:t>
      </w:r>
      <w:r>
        <w:rPr>
          <w:rtl/>
          <w:lang w:bidi="ur-PK"/>
        </w:rPr>
        <w:t xml:space="preserve"> (کشف الغمہ ص </w:t>
      </w:r>
      <w:r>
        <w:rPr>
          <w:rtl/>
          <w:lang w:bidi="fa-IR"/>
        </w:rPr>
        <w:t>۱۲۱</w:t>
      </w:r>
      <w:r>
        <w:rPr>
          <w:rtl/>
          <w:lang w:bidi="ur-PK"/>
        </w:rPr>
        <w:t xml:space="preserve"> ، صواعق محرقہ ص </w:t>
      </w:r>
      <w:r>
        <w:rPr>
          <w:rtl/>
          <w:lang w:bidi="fa-IR"/>
        </w:rPr>
        <w:t>۱۲۳</w:t>
      </w:r>
      <w:r>
        <w:rPr>
          <w:rtl/>
          <w:lang w:bidi="ur-PK"/>
        </w:rPr>
        <w:t xml:space="preserve"> ، روضة الصفاجلد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</w:t>
      </w:r>
      <w:r>
        <w:rPr>
          <w:rtl/>
          <w:lang w:bidi="ur-PK"/>
        </w:rPr>
        <w:t xml:space="preserve"> ،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۲۰۵</w:t>
      </w:r>
      <w:r>
        <w:rPr>
          <w:rtl/>
          <w:lang w:bidi="ur-PK"/>
        </w:rPr>
        <w:t xml:space="preserve"> ، ارشاد ص </w:t>
      </w:r>
      <w:r>
        <w:rPr>
          <w:rtl/>
          <w:lang w:bidi="fa-IR"/>
        </w:rPr>
        <w:t>۴۸۰</w:t>
      </w:r>
      <w:r>
        <w:rPr>
          <w:rtl/>
          <w:lang w:bidi="ur-PK"/>
        </w:rPr>
        <w:t xml:space="preserve"> ، انوارالنعم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۱۲۷</w:t>
      </w:r>
      <w:r>
        <w:rPr>
          <w:rtl/>
          <w:lang w:bidi="ur-PK"/>
        </w:rPr>
        <w:t xml:space="preserve"> ، انوارالحس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۵۴)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متعلق ملامب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معتصم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کوزہرسے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لة</w:t>
      </w:r>
      <w:r>
        <w:rPr>
          <w:rtl/>
          <w:lang w:bidi="ur-PK"/>
        </w:rPr>
        <w:t xml:space="preserve"> النجات ص </w:t>
      </w:r>
      <w:r>
        <w:rPr>
          <w:rtl/>
          <w:lang w:bidi="fa-IR"/>
        </w:rPr>
        <w:t xml:space="preserve">۲۹۷) </w:t>
      </w:r>
      <w:r>
        <w:rPr>
          <w:rtl/>
          <w:lang w:bidi="ur-PK"/>
        </w:rPr>
        <w:t>علامہ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کوامام رضاک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(صواعق محرقہ ص </w:t>
      </w:r>
      <w:r>
        <w:rPr>
          <w:rtl/>
          <w:lang w:bidi="fa-IR"/>
        </w:rPr>
        <w:t xml:space="preserve">۱۲۳) </w:t>
      </w:r>
      <w:r>
        <w:rPr>
          <w:rtl/>
          <w:lang w:bidi="ur-PK"/>
        </w:rPr>
        <w:t>علامہ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واعظ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زہرشہ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دشہ“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زہرس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</w:t>
      </w:r>
      <w:r>
        <w:rPr>
          <w:rtl/>
          <w:lang w:bidi="ur-PK"/>
        </w:rPr>
        <w:t xml:space="preserve"> (روضة الشہداء ص </w:t>
      </w:r>
      <w:r>
        <w:rPr>
          <w:rtl/>
          <w:lang w:bidi="fa-IR"/>
        </w:rPr>
        <w:t xml:space="preserve">۴۳۸) </w:t>
      </w:r>
      <w:r>
        <w:rPr>
          <w:rtl/>
          <w:lang w:bidi="ur-PK"/>
        </w:rPr>
        <w:t>۔ ملاجام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”ق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مات مسموما“ کہاجاتاہے </w:t>
      </w:r>
      <w:r>
        <w:rPr>
          <w:rtl/>
          <w:lang w:bidi="ur-PK"/>
        </w:rPr>
        <w:lastRenderedPageBreak/>
        <w:t>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زہرسے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(شواہدالنبوت ص </w:t>
      </w:r>
      <w:r>
        <w:rPr>
          <w:rtl/>
          <w:lang w:bidi="fa-IR"/>
        </w:rPr>
        <w:t xml:space="preserve">۲۰۴) </w:t>
      </w:r>
      <w:r>
        <w:rPr>
          <w:rtl/>
          <w:lang w:bidi="ur-PK"/>
        </w:rPr>
        <w:t>۔علامہ نعمت اللہ جزائر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”مات مسموما قدسمم المعتصم“ آپ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معتصم نے آپ کوزہرد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اہے،</w:t>
      </w:r>
      <w:r>
        <w:rPr>
          <w:rtl/>
          <w:lang w:bidi="ur-PK"/>
        </w:rPr>
        <w:t xml:space="preserve"> انوار</w:t>
      </w:r>
      <w:r>
        <w:rPr>
          <w:rFonts w:hint="eastAsia"/>
          <w:rtl/>
          <w:lang w:bidi="ur-PK"/>
        </w:rPr>
        <w:t>العنمان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۱۹۵)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انہ مات مسموما آپ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قال</w:t>
      </w:r>
      <w:r>
        <w:rPr>
          <w:rtl/>
          <w:lang w:bidi="ur-PK"/>
        </w:rPr>
        <w:t xml:space="preserve"> ان ام الفضل بنت المامون سقتہ ،بامراب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ہا“</w:t>
      </w:r>
      <w:r>
        <w:rPr>
          <w:rtl/>
          <w:lang w:bidi="ur-PK"/>
        </w:rPr>
        <w:t xml:space="preserve"> کہاجاتاہے کہ آپ کوآپ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 الفضل نے اپنے باپ مامون کے حکم کے مطابق (معتصم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مددسے) زہردے کرشہ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(نورالابصارص </w:t>
      </w:r>
      <w:r>
        <w:rPr>
          <w:rtl/>
          <w:lang w:bidi="fa-IR"/>
        </w:rPr>
        <w:t>۱۴۷</w:t>
      </w:r>
      <w:r>
        <w:rPr>
          <w:rtl/>
          <w:lang w:bidi="ur-PK"/>
        </w:rPr>
        <w:t xml:space="preserve"> ،ارحج المطالب ص </w:t>
      </w:r>
      <w:r>
        <w:rPr>
          <w:rtl/>
          <w:lang w:bidi="fa-IR"/>
        </w:rPr>
        <w:t xml:space="preserve">۴۶۰)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مطالب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ہواکہ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والدماجدامام رضاکواوراس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کوبقول امام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دکرکے</w:t>
      </w:r>
      <w:r>
        <w:rPr>
          <w:rtl/>
          <w:lang w:bidi="ur-PK"/>
        </w:rPr>
        <w:t xml:space="preserve"> اپنے وط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مستمرة اوراصول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کوفروغ بخشاہے ، علامہ موصوف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”دخلت امراتہ ام الفضل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قصرالمعتصم “ کہ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دکرکے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 الفضل معتصم کے پاس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معاصر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شہادت کے وقت ام الفضل کے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مستقبل کاذکرفرما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کے ناسور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اوروہ آخر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ہوکرمر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مختصر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شہادت کے بعد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زوتکف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اورنمازجنازہ پڑھائ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کے بعدآپ مقابرقر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اپنے جدنامدار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پہلو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کئے گئے چونکہ آپ کے داداکالقب کاظم اورآپ کالقب جوادبھ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شہرت کوآپ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شرکت سے ”کاظم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اوروہاں کے اسٹ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شن</w:t>
      </w:r>
      <w:r>
        <w:rPr>
          <w:rtl/>
          <w:lang w:bidi="ur-PK"/>
        </w:rPr>
        <w:t xml:space="preserve"> کوآپ کے داداک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”جواد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کہاجاتاہے۔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مقبرہ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جسے کاظم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نام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اجاتاہے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۳۵۶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مطابق </w:t>
      </w:r>
      <w:r>
        <w:rPr>
          <w:rtl/>
          <w:lang w:bidi="fa-IR"/>
        </w:rPr>
        <w:t>۹۹۸</w:t>
      </w:r>
      <w:r>
        <w:rPr>
          <w:rtl/>
          <w:lang w:bidi="ur-PK"/>
        </w:rPr>
        <w:t xml:space="preserve"> 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معزالدولہ اور </w:t>
      </w:r>
      <w:r>
        <w:rPr>
          <w:rtl/>
          <w:lang w:bidi="fa-IR"/>
        </w:rPr>
        <w:t>۴۵۲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مطابق </w:t>
      </w:r>
      <w:r>
        <w:rPr>
          <w:rtl/>
          <w:lang w:bidi="fa-IR"/>
        </w:rPr>
        <w:t>۱۰۴۴</w:t>
      </w:r>
      <w:r>
        <w:rPr>
          <w:rtl/>
          <w:lang w:bidi="ur-PK"/>
        </w:rPr>
        <w:t xml:space="preserve"> 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جلال الدولہ شاہان آل 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جنازے اعتقادمند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دفن کئے گئے کاظم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جوشاندارروضہ بناہواہے اس پربہت سے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دورگزرے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شاہ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صفو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>
        <w:rPr>
          <w:rtl/>
          <w:lang w:bidi="fa-IR"/>
        </w:rPr>
        <w:t>۹۶۶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مطابق </w:t>
      </w:r>
      <w:r>
        <w:rPr>
          <w:rtl/>
          <w:lang w:bidi="fa-IR"/>
        </w:rPr>
        <w:t>۱۵۲۰</w:t>
      </w:r>
      <w:r>
        <w:rPr>
          <w:rtl/>
          <w:lang w:bidi="ur-PK"/>
        </w:rPr>
        <w:t xml:space="preserve"> 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۱۲۵۵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مطابق </w:t>
      </w:r>
      <w:r>
        <w:rPr>
          <w:rtl/>
          <w:lang w:bidi="fa-IR"/>
        </w:rPr>
        <w:t>۱۸۵۶</w:t>
      </w:r>
      <w:r>
        <w:rPr>
          <w:rtl/>
          <w:lang w:bidi="ur-PK"/>
        </w:rPr>
        <w:t xml:space="preserve"> 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محمدشاہ قاچارنے اسے جواہرات سے مرصع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83" w:name="_Toc509136905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ازواج اوراولاد</w:t>
      </w:r>
      <w:bookmarkEnd w:id="28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نے لکھا ہے کہ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چندب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ام الفضل بنت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اورسمانہ خاتون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جناب سمانہ خاتون جوکہ حضرت عمار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سے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کواولادکے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کااتفاق ہے کہ دونر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اوردوغ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کے اسماء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۔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السلام،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۔ جناب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مبرقع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الرحمة،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۔ جناب فاطمہ،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 جناب امامہ، (ارشادمف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۴۹۳</w:t>
      </w:r>
      <w:r>
        <w:rPr>
          <w:rtl/>
          <w:lang w:bidi="ur-PK"/>
        </w:rPr>
        <w:t xml:space="preserve"> ،صواعق محرقہ ص </w:t>
      </w:r>
      <w:r>
        <w:rPr>
          <w:rtl/>
          <w:lang w:bidi="fa-IR"/>
        </w:rPr>
        <w:lastRenderedPageBreak/>
        <w:t>۱۲۳</w:t>
      </w:r>
      <w:r>
        <w:rPr>
          <w:rtl/>
          <w:lang w:bidi="ur-PK"/>
        </w:rPr>
        <w:t xml:space="preserve"> ،روضة الشہداء ص </w:t>
      </w:r>
      <w:r>
        <w:rPr>
          <w:rtl/>
          <w:lang w:bidi="fa-IR"/>
        </w:rPr>
        <w:t>۴۳۸</w:t>
      </w:r>
      <w:r>
        <w:rPr>
          <w:rtl/>
          <w:lang w:bidi="ur-PK"/>
        </w:rPr>
        <w:t xml:space="preserve"> ، نورالابصارص </w:t>
      </w:r>
      <w:r>
        <w:rPr>
          <w:rtl/>
          <w:lang w:bidi="fa-IR"/>
        </w:rPr>
        <w:t>۱۴۷</w:t>
      </w:r>
      <w:r>
        <w:rPr>
          <w:rtl/>
          <w:lang w:bidi="ur-PK"/>
        </w:rPr>
        <w:t xml:space="preserve"> ، انوارالنعمان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ہ ص </w:t>
      </w:r>
      <w:r>
        <w:rPr>
          <w:rtl/>
          <w:lang w:bidi="fa-IR"/>
        </w:rPr>
        <w:t>۱۲۷</w:t>
      </w:r>
      <w:r>
        <w:rPr>
          <w:rtl/>
          <w:lang w:bidi="ur-PK"/>
        </w:rPr>
        <w:t xml:space="preserve"> ، کشف الغمہ ص </w:t>
      </w:r>
      <w:r>
        <w:rPr>
          <w:rtl/>
          <w:lang w:bidi="fa-IR"/>
        </w:rPr>
        <w:t>۱۱۶</w:t>
      </w:r>
      <w:r>
        <w:rPr>
          <w:rtl/>
          <w:lang w:bidi="ur-PK"/>
        </w:rPr>
        <w:t xml:space="preserve"> ،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۲۰۵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)۔ </w:t>
      </w: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84" w:name="_Toc509136906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284"/>
    </w:p>
    <w:p w:rsidR="000B625E" w:rsidRDefault="000B625E" w:rsidP="00F34F82">
      <w:pPr>
        <w:pStyle w:val="Heading2Center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85" w:name="_Toc509136907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باسعادت</w:t>
      </w:r>
      <w:bookmarkEnd w:id="28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۵/ </w:t>
      </w:r>
      <w:r>
        <w:rPr>
          <w:rtl/>
          <w:lang w:bidi="ur-PK"/>
        </w:rPr>
        <w:t xml:space="preserve">رجب المرجب </w:t>
      </w:r>
      <w:r>
        <w:rPr>
          <w:rtl/>
          <w:lang w:bidi="fa-IR"/>
        </w:rPr>
        <w:t>۲۱۴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سہ شنبہ بمقام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متولد ہوئے (نورالابصارص </w:t>
      </w:r>
      <w:r>
        <w:rPr>
          <w:rtl/>
          <w:lang w:bidi="fa-IR"/>
        </w:rPr>
        <w:t>۱۴۹</w:t>
      </w:r>
      <w:r>
        <w:rPr>
          <w:rtl/>
          <w:lang w:bidi="ur-PK"/>
        </w:rPr>
        <w:t xml:space="preserve"> ،دمعہ ساکبہ ص </w:t>
      </w:r>
      <w:r>
        <w:rPr>
          <w:rtl/>
          <w:lang w:bidi="fa-IR"/>
        </w:rPr>
        <w:t xml:space="preserve">۱۲۰)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دکاکہناہے</w:t>
      </w:r>
      <w:r>
        <w:rPr>
          <w:rtl/>
          <w:lang w:bidi="ur-PK"/>
        </w:rPr>
        <w:t xml:space="preserve"> کہ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جس کانام 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آپ وہاں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(ارشادص </w:t>
      </w:r>
      <w:r>
        <w:rPr>
          <w:rtl/>
          <w:lang w:bidi="fa-IR"/>
        </w:rPr>
        <w:t xml:space="preserve">۴۹۴)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86" w:name="_Toc509136908"/>
      <w:r>
        <w:rPr>
          <w:rFonts w:hint="eastAsia"/>
          <w:rtl/>
          <w:lang w:bidi="ur-PK"/>
        </w:rPr>
        <w:t>اسم</w:t>
      </w:r>
      <w:r>
        <w:rPr>
          <w:rtl/>
          <w:lang w:bidi="ur-PK"/>
        </w:rPr>
        <w:t xml:space="preserve"> گرام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اورالقاب</w:t>
      </w:r>
      <w:bookmarkEnd w:id="28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کااس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کے والدماجدحضرت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رکھا،اسے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سمجھنا چاہئے کہ سرورکائنات نے جواپنے بارہ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فرمائے تھے،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والدماجدنے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اسم سے موسوم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علامہ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چہاردہ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اسماء لوح محفوظ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سرورکائنات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سب کے نام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فرمائے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والدنے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فرزندکوموسوم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۲۲۵) </w:t>
      </w:r>
      <w:r>
        <w:rPr>
          <w:rtl/>
          <w:lang w:bidi="ur-PK"/>
        </w:rPr>
        <w:t>۔</w:t>
      </w:r>
    </w:p>
    <w:p w:rsidR="000B625E" w:rsidRDefault="000B625E" w:rsidP="001F4EA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کشف الغطاء ص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آنحضرت نے سب کے نام حضرت عائشہ کولکھوادئ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ابوالحسن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 xml:space="preserve"> آپ کے القاب بہت کثی</w:t>
      </w:r>
      <w:r>
        <w:rPr>
          <w:rFonts w:hint="eastAsia"/>
          <w:rtl/>
          <w:lang w:bidi="ur-PK"/>
        </w:rPr>
        <w:t>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،ناصح</w:t>
      </w:r>
      <w:r>
        <w:rPr>
          <w:rtl/>
          <w:lang w:bidi="ur-PK"/>
        </w:rPr>
        <w:t xml:space="preserve"> ،متوکل 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مشہورہ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(کشف الغمہ ص </w:t>
      </w:r>
      <w:r>
        <w:rPr>
          <w:rtl/>
          <w:lang w:bidi="fa-IR"/>
        </w:rPr>
        <w:t>۱۲۲</w:t>
      </w:r>
      <w:r>
        <w:rPr>
          <w:rtl/>
          <w:lang w:bidi="ur-PK"/>
        </w:rPr>
        <w:t xml:space="preserve"> ، نورالابصار </w:t>
      </w:r>
      <w:r>
        <w:rPr>
          <w:rtl/>
          <w:lang w:bidi="fa-IR"/>
        </w:rPr>
        <w:t>۱۴۹</w:t>
      </w:r>
      <w:r>
        <w:rPr>
          <w:rtl/>
          <w:lang w:bidi="ur-PK"/>
        </w:rPr>
        <w:t xml:space="preserve"> ، مطالب السؤل ص </w:t>
      </w:r>
      <w:r>
        <w:rPr>
          <w:rtl/>
          <w:lang w:bidi="fa-IR"/>
        </w:rPr>
        <w:t xml:space="preserve">۲۹۱)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87" w:name="_Toc509136909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کاعہدح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اوربادشاہان وقت</w:t>
      </w:r>
      <w:bookmarkEnd w:id="28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جب </w:t>
      </w:r>
      <w:r>
        <w:rPr>
          <w:rtl/>
          <w:lang w:bidi="fa-IR"/>
        </w:rPr>
        <w:t>۲۱۴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تواس وقت بادشاہ وقت مامون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</w:t>
      </w:r>
      <w:r>
        <w:rPr>
          <w:rtl/>
          <w:lang w:bidi="fa-IR"/>
        </w:rPr>
        <w:t>۲۱۸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مامن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انتقال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ااورمعتصم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ہوا(ابوالفداء)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۲۷۲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واثق بن معتصم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(ابوالفداء) </w:t>
      </w:r>
      <w:r>
        <w:rPr>
          <w:rtl/>
          <w:lang w:bidi="fa-IR"/>
        </w:rPr>
        <w:t>۲۳۲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واثق کاانتقا ل ہوا اورمتوکل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مقررک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(ابوالفداء)۔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پھر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۲۴۷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منتصربن متوکل اور </w:t>
      </w:r>
      <w:r>
        <w:rPr>
          <w:rtl/>
          <w:lang w:bidi="fa-IR"/>
        </w:rPr>
        <w:t>۲۴۸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</w:t>
      </w:r>
      <w:r>
        <w:rPr>
          <w:rtl/>
          <w:lang w:bidi="fa-IR"/>
        </w:rPr>
        <w:t>۲۵۲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رابن</w:t>
      </w:r>
      <w:r>
        <w:rPr>
          <w:rtl/>
          <w:lang w:bidi="ur-PK"/>
        </w:rPr>
        <w:t xml:space="preserve"> متوکل المکن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 متزباللہ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بنائے گئے(ابوالفداء ،دمعہ ساکبہ </w:t>
      </w:r>
      <w:r>
        <w:rPr>
          <w:rtl/>
          <w:lang w:bidi="fa-IR"/>
        </w:rPr>
        <w:t>۱۲۱) ۲۵۴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معتزکے 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</w:t>
      </w:r>
      <w:r>
        <w:rPr>
          <w:rtl/>
          <w:lang w:bidi="ur-PK"/>
        </w:rPr>
        <w:t xml:space="preserve"> (تذکرة المعصوم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88" w:name="_Toc509136910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کاسفربغداد اورحضرت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</w:t>
      </w:r>
      <w:r>
        <w:rPr>
          <w:rFonts w:hint="cs"/>
          <w:rtl/>
          <w:lang w:bidi="ur-PK"/>
        </w:rPr>
        <w:t>ی</w:t>
      </w:r>
      <w:bookmarkEnd w:id="28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مامون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انتقال کے بعد معتصم باللہ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ہواتواس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آبائ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کردارکوسراہا اورخاندان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کااتباع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 محمدک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وہ جذبات ابھرے جواس کے آباؤاجدادکے دلوں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ابھرچکے تھے،اس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چاہا کہ آل محمدکو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فردسطح ارض پرباق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</w:t>
      </w:r>
      <w:r>
        <w:rPr>
          <w:rFonts w:hint="eastAsia"/>
          <w:rtl/>
          <w:lang w:bidi="ur-PK"/>
        </w:rPr>
        <w:t>رہے</w:t>
      </w:r>
      <w:r>
        <w:rPr>
          <w:rtl/>
          <w:lang w:bidi="ur-PK"/>
        </w:rPr>
        <w:t xml:space="preserve"> ، چنانچہ اس نے تخت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بغدادطلب کرکے نظربندکرد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اامام</w:t>
      </w:r>
      <w:r>
        <w:rPr>
          <w:rtl/>
          <w:lang w:bidi="ur-PK"/>
        </w:rPr>
        <w:t xml:space="preserve">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جواپنے آباؤاجدادک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کے حالات سے واقف تھے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چلتے وقت اپنے فرزندکو اپناجانش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مقررکرد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 تمام تبرکات جو</w:t>
      </w: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کے پاس ہواکرتے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سپردکردئ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سے رونہ ہوکر آپ </w:t>
      </w:r>
      <w:r>
        <w:rPr>
          <w:rtl/>
          <w:lang w:bidi="fa-IR"/>
        </w:rPr>
        <w:t xml:space="preserve">۹/ </w:t>
      </w:r>
      <w:r>
        <w:rPr>
          <w:rtl/>
          <w:lang w:bidi="ur-PK"/>
        </w:rPr>
        <w:t xml:space="preserve">محرم الحرام </w:t>
      </w:r>
      <w:r>
        <w:rPr>
          <w:rtl/>
          <w:lang w:bidi="fa-IR"/>
        </w:rPr>
        <w:t>۲۲۰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واردبغدادہوئے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گزرتھاکہ معتصم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کوبتار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۲۰/ </w:t>
      </w:r>
      <w:r>
        <w:rPr>
          <w:rtl/>
          <w:lang w:bidi="ur-PK"/>
        </w:rPr>
        <w:t>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قعدہ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(نورالابصارص </w:t>
      </w:r>
      <w:r>
        <w:rPr>
          <w:rtl/>
          <w:lang w:bidi="fa-IR"/>
        </w:rPr>
        <w:t xml:space="preserve">۱۴۷)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اصول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بغدادطلب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</w:t>
      </w:r>
      <w:r>
        <w:rPr>
          <w:rtl/>
          <w:lang w:bidi="ur-PK"/>
        </w:rPr>
        <w:t xml:space="preserve">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بن مہران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مولا، آپ کوبلانے والے دشمن آل محمدہے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ہوکہ ہم بے امام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ہم کو علم ہے تم گھبراؤ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ہوگا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جب دوبارہ آپ کومعتصم نے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اتوپھر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حاضرہوکرعرض پردازہواکہ مولا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سفرک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سارہے</w:t>
      </w:r>
      <w:r>
        <w:rPr>
          <w:rtl/>
          <w:lang w:bidi="ur-PK"/>
        </w:rPr>
        <w:t xml:space="preserve"> گااس سوال کاجواب آپ نے آنسوؤں کے تارسے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اورباچشم نم کہاکہ اے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کواپناامام جاننا اورصبر وضبط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89" w:name="_Toc509136911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کاعلم لدن</w:t>
      </w:r>
      <w:r>
        <w:rPr>
          <w:rFonts w:hint="cs"/>
          <w:rtl/>
          <w:lang w:bidi="ur-PK"/>
        </w:rPr>
        <w:t>ی</w:t>
      </w:r>
      <w:bookmarkEnd w:id="289"/>
    </w:p>
    <w:p w:rsidR="000B625E" w:rsidRDefault="000B625E" w:rsidP="00F34F82">
      <w:pPr>
        <w:pStyle w:val="Heading2Center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90" w:name="_Toc509136912"/>
      <w:r>
        <w:rPr>
          <w:rFonts w:hint="eastAsia"/>
          <w:rtl/>
          <w:lang w:bidi="ur-PK"/>
        </w:rPr>
        <w:t>بچپن</w:t>
      </w:r>
      <w:r>
        <w:rPr>
          <w:rtl/>
          <w:lang w:bidi="ur-PK"/>
        </w:rPr>
        <w:t xml:space="preserve"> کاواقعہ</w:t>
      </w:r>
      <w:bookmarkEnd w:id="29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ہمارے مسلمات سے ہے کہ ہمارے آئمہ کوعلم لدن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سے علم وحکمت لے کرکامل اورمکمل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لاتے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علم حاصل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اورانہوں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اوالے</w:t>
      </w:r>
      <w:r>
        <w:rPr>
          <w:rtl/>
          <w:lang w:bidi="ur-PK"/>
        </w:rPr>
        <w:t xml:space="preserve"> کے سامنے زانوئے </w:t>
      </w:r>
      <w:r>
        <w:rPr>
          <w:rtl/>
          <w:lang w:bidi="ur-PK"/>
        </w:rPr>
        <w:lastRenderedPageBreak/>
        <w:t>ادب تہ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وحکمت کے عل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دشرف</w:t>
      </w:r>
      <w:r>
        <w:rPr>
          <w:rtl/>
          <w:lang w:bidi="ur-PK"/>
        </w:rPr>
        <w:t xml:space="preserve"> کمال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اپنے آباؤاجدادسے کرتے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بڑے بڑے عالموں کوعلم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شکست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رہے اورجب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اپنے کوان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فردسے مافوق سمجھا تووہ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ہوکررہ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اپھر</w:t>
      </w:r>
      <w:r>
        <w:rPr>
          <w:rtl/>
          <w:lang w:bidi="ur-PK"/>
        </w:rPr>
        <w:t xml:space="preserve"> سرتسل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خم کرنے پرمجبورہوگ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>
        <w:rPr>
          <w:rtl/>
          <w:lang w:bidi="ur-PK"/>
        </w:rPr>
        <w:cr/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مسعود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حضرت امام محمدتق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عمر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 xml:space="preserve">۶/ </w:t>
      </w:r>
      <w:r>
        <w:rPr>
          <w:rtl/>
          <w:lang w:bidi="ur-PK"/>
        </w:rPr>
        <w:t>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مرجع خلائق بن گئے تھے،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کروہ لوگ جوآل محمدسے 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سوچنے پرمجبورہوگئے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مرکز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ت کوختم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اورکوئ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سامعلم</w:t>
      </w:r>
      <w:r>
        <w:rPr>
          <w:rtl/>
          <w:lang w:bidi="ur-PK"/>
        </w:rPr>
        <w:t xml:space="preserve"> ان کے ساتھ لگاد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جوانہ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اصول پرترب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کرنے کے ساتھ ان کے پاس لوگوں کے پہونچنے کاسدباب کرے،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کہ عمربن فرج رجح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فراغت حج کے بعدمد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پہنچا لوگوں نے اس سے عرض مدعاک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بالآخ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حکومت کے دباؤسے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ساانتظام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عراق کاسب سے بڑاعالم، 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داللہ</w:t>
      </w:r>
      <w:r>
        <w:rPr>
          <w:rtl/>
          <w:lang w:bidi="ur-PK"/>
        </w:rPr>
        <w:t xml:space="preserve"> جن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معقول مشاہرہ پرلگا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 محمدک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خاص شہرت رکھتاتھا۔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الغرض</w:t>
      </w:r>
      <w:r>
        <w:rPr>
          <w:rtl/>
          <w:lang w:bidi="ur-PK"/>
        </w:rPr>
        <w:t xml:space="preserve"> جن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حکومت نے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ااورجن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کوخاص طورپراس امرک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 کے پاس روافض نہ پہنچنے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کوقصرصربا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پاس رکھا ہوتا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جب رات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تودروازہ بندکرد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اجاتاتھا</w:t>
      </w:r>
      <w:r>
        <w:rPr>
          <w:rtl/>
          <w:lang w:bidi="ur-PK"/>
        </w:rPr>
        <w:t xml:space="preserve"> اوردن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کے مل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آپ کے ماننے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آمدکاسلسلہ منقطع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ااورآپ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لوگ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اورآپ سے استفادہ سے محروم ہوگئے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جن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کہا غلام ہاشم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احال</w:t>
      </w:r>
      <w:r>
        <w:rPr>
          <w:rtl/>
          <w:lang w:bidi="ur-PK"/>
        </w:rPr>
        <w:t xml:space="preserve"> ہے اس نے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بناکر کہا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غلام ہاشم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کہو، وہ 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ہاشم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وہ اس 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مجھ سے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علم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سنو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کے بعد جب ادب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 ان کے </w:t>
      </w:r>
      <w:r>
        <w:rPr>
          <w:rFonts w:hint="eastAsia"/>
          <w:rtl/>
          <w:lang w:bidi="ur-PK"/>
        </w:rPr>
        <w:t>سامنے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کرتاہوں تو وہ اس کے متعلق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ابواب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جاتاہوں 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ظن</w:t>
      </w:r>
      <w:r>
        <w:rPr>
          <w:rtl/>
          <w:lang w:bidi="ur-PK"/>
        </w:rPr>
        <w:t xml:space="preserve"> الناس 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اعلمہ واناواللہ اتعلم مہ“ لوگ سمجھ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دے رہاہوں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سے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حاصل کررہاہوں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پڑھا س</w:t>
      </w:r>
      <w:r>
        <w:rPr>
          <w:rFonts w:hint="eastAsia"/>
          <w:rtl/>
          <w:lang w:bidi="ur-PK"/>
        </w:rPr>
        <w:t>کوں</w:t>
      </w:r>
      <w:r>
        <w:rPr>
          <w:rtl/>
          <w:lang w:bidi="ur-PK"/>
        </w:rPr>
        <w:t xml:space="preserve"> ”ہذاواللہ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راہل</w:t>
      </w:r>
      <w:r>
        <w:rPr>
          <w:rtl/>
          <w:lang w:bidi="ur-PK"/>
        </w:rPr>
        <w:t xml:space="preserve"> الارض وافضل من بقاء اللہ“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وہ حافظ قرآن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وتنز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اورمختصر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پربسنے والوں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بہتراورکائنات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افضل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(اثبات الوص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ودمعہ ساکبہ ص </w:t>
      </w:r>
      <w:r>
        <w:rPr>
          <w:rtl/>
          <w:lang w:bidi="fa-IR"/>
        </w:rPr>
        <w:t xml:space="preserve">۱۲۱)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91" w:name="_Toc509136913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کرامات اورآپ کاعلم باطن</w:t>
      </w:r>
      <w:bookmarkEnd w:id="29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۲۹/ </w:t>
      </w:r>
      <w:r>
        <w:rPr>
          <w:rtl/>
          <w:lang w:bidi="ur-PK"/>
        </w:rPr>
        <w:t>سال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ررہے</w:t>
      </w:r>
      <w:r>
        <w:rPr>
          <w:rtl/>
          <w:lang w:bidi="ur-PK"/>
        </w:rPr>
        <w:t xml:space="preserve"> آپنے اس مدت عمرم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بادشاہوں کازمانہ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کرنے سے احترازک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آپ امورامامت کوانجام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اورتحفظ بنائے مذہب اوررہ</w:t>
      </w:r>
      <w:r>
        <w:rPr>
          <w:rFonts w:hint="eastAsia"/>
          <w:rtl/>
          <w:lang w:bidi="ur-PK"/>
        </w:rPr>
        <w:t>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ہواخواہاں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فائزالمرام رہے آپ چونکہ اپنے آباؤاجدادک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علم باطن اورعلم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رکھتے تھے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اپنے ماننے والوں کوہونے والے واقعات سے باخبرفرماد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اورسع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تھے کہ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الوسع مقدورات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گزند نہ پہنچنے پائے اس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کرامات بے شمارہ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ہم اس مقام پرکتاب کشف الغمہ سے چندکرامات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محمدبن فرج رجح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مجھے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 اپنے تمام امورومعاملات کوراست اورنظام خانہ کودرست کرلو اور اپنے اسلحوں کوسنبھال لو،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 کے حکم کے بموجب تمام درست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 سکا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آپ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چ</w:t>
      </w:r>
      <w:r>
        <w:rPr>
          <w:rFonts w:hint="eastAsia"/>
          <w:rtl/>
          <w:lang w:bidi="ur-PK"/>
        </w:rPr>
        <w:t>نددنوں</w:t>
      </w:r>
      <w:r>
        <w:rPr>
          <w:rtl/>
          <w:lang w:bidi="ur-PK"/>
        </w:rPr>
        <w:t xml:space="preserve"> کے بعد مصرک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اورمجھے گرفتارکرکے لے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جوکچھ تھا سب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اورمجھے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آٹھ سال اس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پڑارہا،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کاخط پہنچا،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مرقوم تھا کہ اے محمدبن فرج تم اس ناح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نہ جا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جومغرب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واقع ہے خط پاتے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حدنہ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سوچتارہا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راتوادھرجاناممکن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پھرامام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کچھ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کے خط آنے کوابھ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دوچار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گذرے تھے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کاحکم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حسب الحکم مق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ممنوع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سے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کولکھا کہ حضور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دسے</w:t>
      </w:r>
      <w:r>
        <w:rPr>
          <w:rtl/>
          <w:lang w:bidi="ur-PK"/>
        </w:rPr>
        <w:t xml:space="preserve"> چھوٹ کرگھرآگ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اہوں،</w:t>
      </w:r>
      <w:r>
        <w:rPr>
          <w:rtl/>
          <w:lang w:bidi="ur-PK"/>
        </w:rPr>
        <w:t xml:space="preserve"> اب آپ خداسے دعاء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رامال</w:t>
      </w:r>
      <w:r>
        <w:rPr>
          <w:rtl/>
          <w:lang w:bidi="ur-PK"/>
        </w:rPr>
        <w:t xml:space="preserve"> مغصوبہ واپس کرادے آپ نے اس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تمہاراسارامال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واپس مل جائے گا چنانچہ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دونوں 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چل رہے تھے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آپ سے چندگآم آگے بڑھ کرلولے آپ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قدم بڑھاکرجلدآجائ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ابن 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”تمہ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پہلے جاناہے“ تم جاؤ اس واقعہ کے چار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بعدابن 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فوت ہوگئے۔</w:t>
      </w:r>
      <w:r>
        <w:rPr>
          <w:rtl/>
          <w:lang w:bidi="ur-PK"/>
        </w:rPr>
        <w:cr/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محمدبن فضل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کولکھا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دکان 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چنا</w:t>
      </w:r>
      <w:r>
        <w:rPr>
          <w:rtl/>
          <w:lang w:bidi="ur-PK"/>
        </w:rPr>
        <w:t xml:space="preserve"> چاہتاہوں آپ نے اس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جواب نہ ملنے پرمجھے افسوس ہوا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بغداد واپس پہنچا تووہ آگ لگ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جل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ابوا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کولکھاکہ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زوجہ حاملہ ہے، آپ دعا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لڑکاپ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داہو،آپ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اانشاء</w:t>
      </w:r>
      <w:r>
        <w:rPr>
          <w:rtl/>
          <w:lang w:bidi="ur-PK"/>
        </w:rPr>
        <w:t xml:space="preserve"> اللہ اس کے لڑکاہ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داہوگا</w:t>
      </w:r>
      <w:r>
        <w:rPr>
          <w:rtl/>
          <w:lang w:bidi="ur-PK"/>
        </w:rPr>
        <w:t xml:space="preserve"> اورجب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داہوتو</w:t>
      </w:r>
      <w:r>
        <w:rPr>
          <w:rtl/>
          <w:lang w:bidi="ur-PK"/>
        </w:rPr>
        <w:t xml:space="preserve"> اس کانام محمدرکھنا چنانچہ لڑکاہ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داہوا،</w:t>
      </w:r>
      <w:r>
        <w:rPr>
          <w:rtl/>
          <w:lang w:bidi="ur-PK"/>
        </w:rPr>
        <w:t xml:space="preserve"> اوراس کانام محمدرکھاگ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۵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کولکھاکہ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حاملہ ہے آپ دعافرمائ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لڑکاپ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داہوآپ</w:t>
      </w:r>
      <w:r>
        <w:rPr>
          <w:rtl/>
          <w:lang w:bidi="ur-PK"/>
        </w:rPr>
        <w:t xml:space="preserve"> نے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کہ بعض 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لڑکوں سے بہترہوت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چنانچہ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92" w:name="_Toc509136914"/>
      <w:r>
        <w:rPr>
          <w:rFonts w:hint="eastAsia"/>
          <w:rtl/>
          <w:lang w:bidi="ur-PK"/>
        </w:rPr>
        <w:t>عہدواثق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واقعہ</w:t>
      </w:r>
      <w:bookmarkEnd w:id="29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۶</w:t>
      </w:r>
      <w:r>
        <w:rPr>
          <w:rtl/>
          <w:lang w:bidi="ur-PK"/>
        </w:rPr>
        <w:t xml:space="preserve"> ۔ ابوہاشم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۲۲۷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حاضرتھا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آکرکہاکہ ترکوں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گذررہ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ائے ابوہاشم چلوان سے ملاقات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کے ہمراہ ہوکرلشکر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تک پہنچا حضرت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غل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ترک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گفتگوشروع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رتک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رہے اس ترک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سپاہ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کے قدموں کابوسہ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 سے پوچھا کہ وہ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زہے</w:t>
      </w:r>
      <w:r>
        <w:rPr>
          <w:rtl/>
          <w:lang w:bidi="ur-PK"/>
        </w:rPr>
        <w:t xml:space="preserve"> جس نے تجھے امام کاگرو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نے کہاامام نے مجھے اس نام سے پکاراجس کاجاننے والا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باپ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93" w:name="_Toc509136915"/>
      <w:r>
        <w:rPr>
          <w:rFonts w:hint="eastAsia"/>
          <w:rtl/>
          <w:lang w:bidi="ur-PK"/>
        </w:rPr>
        <w:t>تہترزبانوں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bookmarkEnd w:id="29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۷</w:t>
      </w:r>
      <w:r>
        <w:rPr>
          <w:rtl/>
          <w:lang w:bidi="ur-PK"/>
        </w:rPr>
        <w:t xml:space="preserve"> ۔ ابوہاشم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حاضرہواتوآپ نے مجھ سے 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گفتگوک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جواب نہ دے سکا توآپ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زبانوں کاجاننے والابتائے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سنگر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اوراسے اپنے منہ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اس کے بعداس سنگر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کومجھے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اسے چوسو،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منہ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 کراسے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چوسا، اس کانت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تہترزبانوں کاعالم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بعدسے پھرمجھے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کے سمجھنے اوربولنے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دقت نہ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۱۲۲</w:t>
      </w:r>
      <w:r>
        <w:rPr>
          <w:rtl/>
          <w:lang w:bidi="ur-PK"/>
        </w:rPr>
        <w:t xml:space="preserve"> تا </w:t>
      </w:r>
      <w:r>
        <w:rPr>
          <w:rtl/>
          <w:lang w:bidi="fa-IR"/>
        </w:rPr>
        <w:t>۱۲۵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94" w:name="_Toc509136916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ہاتھوں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قلب ماہ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29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۸</w:t>
      </w:r>
      <w:r>
        <w:rPr>
          <w:rtl/>
          <w:lang w:bidi="ur-PK"/>
        </w:rPr>
        <w:t xml:space="preserve"> ۔ آئمہ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اولوالامرہونے پرقرآن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 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موجودہے ان کے ہاتھوں اورزبان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خداوند جوارادہ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ہوجائے جوحکم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ہوجائے ابوہاشم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تنگ 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دورہوجائے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بعدآپ نے رمل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اٹھاکرم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دامن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ااسے</w:t>
      </w:r>
      <w:r>
        <w:rPr>
          <w:rtl/>
          <w:lang w:bidi="ur-PK"/>
        </w:rPr>
        <w:t xml:space="preserve"> غورسے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اوراسے فروخت کرکے کام نکالو ابوہاشم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کھاتووہ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سونا تھا،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اسے بازارلے جاکرفروخت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(مناقب ابن شہرآشوب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۱۱۹) 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95" w:name="_Toc509136917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اوراسم اعظم</w:t>
      </w:r>
      <w:bookmarkEnd w:id="295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۹</w:t>
      </w:r>
      <w:r>
        <w:rPr>
          <w:rtl/>
          <w:lang w:bidi="ur-PK"/>
        </w:rPr>
        <w:t xml:space="preserve"> ۔ حضرت ثقة الاسلام علامہ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اسم اللہ الاعظم </w:t>
      </w:r>
      <w:r>
        <w:rPr>
          <w:rtl/>
          <w:lang w:bidi="fa-IR"/>
        </w:rPr>
        <w:t xml:space="preserve">۷۳/ </w:t>
      </w:r>
      <w:r>
        <w:rPr>
          <w:rtl/>
          <w:lang w:bidi="ur-PK"/>
        </w:rPr>
        <w:t xml:space="preserve">حروف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حرف آصف برخ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انہوں نے چشم ردن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ملک سباسے تخت بلق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منگوال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اوراس منگ</w:t>
      </w:r>
      <w:r>
        <w:rPr>
          <w:rFonts w:hint="eastAsia"/>
          <w:rtl/>
          <w:lang w:bidi="ur-PK"/>
        </w:rPr>
        <w:t>وانے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سمٹ کرتخت کوقر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لے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اے نوفل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خداوندعالم نے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اسم عظم کے بہترحروف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حرف محفوظ رکھاہے جوعلم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متعلق ہے مسعود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کاکہناکاہے کہ اس کے بعدامام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خداونداعالم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اوراپن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اذن وعلم سے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زاورتعجب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امام جوچاہ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(اصول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،مناقب</w:t>
      </w:r>
      <w:r>
        <w:rPr>
          <w:rtl/>
          <w:lang w:bidi="ur-PK"/>
        </w:rPr>
        <w:t xml:space="preserve"> ابن شہرآشوب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۱۱۸</w:t>
      </w:r>
      <w:r>
        <w:rPr>
          <w:rtl/>
          <w:lang w:bidi="ur-PK"/>
        </w:rPr>
        <w:t xml:space="preserve"> ، دمعہ ساکبہ ص </w:t>
      </w:r>
      <w:r>
        <w:rPr>
          <w:rtl/>
          <w:lang w:bidi="fa-IR"/>
        </w:rPr>
        <w:t xml:space="preserve">۱۲۶)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96" w:name="_Toc509136918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حفہ</w:t>
      </w:r>
      <w:r>
        <w:rPr>
          <w:rtl/>
          <w:lang w:bidi="ur-PK"/>
        </w:rPr>
        <w:t xml:space="preserve"> کاملہ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دعا</w:t>
      </w:r>
      <w:bookmarkEnd w:id="29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سبع بن حمزہ قم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کوتحر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مولامجھے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معتصم کے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رسے</w:t>
      </w:r>
      <w:r>
        <w:rPr>
          <w:rtl/>
          <w:lang w:bidi="ur-PK"/>
        </w:rPr>
        <w:t xml:space="preserve"> بہت دکھ پہنچ رہاہے مجھے اس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ہے 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نہ لے لے حضرت نے اس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گھبراؤ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اوردعائے ”صح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کاملہ“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امن</w:t>
      </w:r>
      <w:r>
        <w:rPr>
          <w:rtl/>
          <w:lang w:bidi="ur-PK"/>
        </w:rPr>
        <w:t xml:space="preserve"> تحل بہ عقدالمکارہ الخ پڑھو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سے نجات پاؤگے۔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سع</w:t>
      </w:r>
      <w:r>
        <w:rPr>
          <w:rtl/>
          <w:lang w:bidi="ur-PK"/>
        </w:rPr>
        <w:t xml:space="preserve"> بن حمزہ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امام کے حسب الحکم نمازصبح کے بعداس دعاک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کاپہلے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نکلاکہ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خودم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اپنے ہمراہ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اورلباس فاخرہ پہناکرمجھے بادشاہ کے پہلو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بٹھاد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297" w:name="_Toc509136919"/>
      <w:r>
        <w:rPr>
          <w:rFonts w:hint="eastAsia"/>
          <w:rtl/>
          <w:lang w:bidi="ur-PK"/>
        </w:rPr>
        <w:t>حکومت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سامرہ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طلب</w:t>
      </w:r>
      <w:r>
        <w:rPr>
          <w:rFonts w:hint="cs"/>
          <w:rtl/>
          <w:lang w:bidi="ur-PK"/>
        </w:rPr>
        <w:t>ی</w:t>
      </w:r>
      <w:bookmarkEnd w:id="297"/>
    </w:p>
    <w:p w:rsidR="000B625E" w:rsidRDefault="000B625E" w:rsidP="00F34F82">
      <w:pPr>
        <w:pStyle w:val="Heading2Center"/>
        <w:rPr>
          <w:rtl/>
          <w:lang w:bidi="ur-PK"/>
        </w:rPr>
      </w:pPr>
      <w:bookmarkStart w:id="298" w:name="_Toc509136920"/>
      <w:r>
        <w:rPr>
          <w:rFonts w:hint="eastAsia"/>
          <w:rtl/>
          <w:lang w:bidi="ur-PK"/>
        </w:rPr>
        <w:t>اور</w:t>
      </w:r>
      <w:bookmarkEnd w:id="298"/>
    </w:p>
    <w:p w:rsidR="000B625E" w:rsidRDefault="000B625E" w:rsidP="00F34F82">
      <w:pPr>
        <w:pStyle w:val="Heading2Center"/>
        <w:rPr>
          <w:rtl/>
          <w:lang w:bidi="ur-PK"/>
        </w:rPr>
      </w:pPr>
      <w:bookmarkStart w:id="299" w:name="_Toc509136921"/>
      <w:r>
        <w:rPr>
          <w:rFonts w:hint="eastAsia"/>
          <w:rtl/>
          <w:lang w:bidi="ur-PK"/>
        </w:rPr>
        <w:t>راستہ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واقعہ</w:t>
      </w:r>
      <w:bookmarkEnd w:id="29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متوکل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۲۳۲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 اوراس نے </w:t>
      </w:r>
      <w:r>
        <w:rPr>
          <w:rtl/>
          <w:lang w:bidi="fa-IR"/>
        </w:rPr>
        <w:t>۲۳۶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قبرکے ساتھ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باربے ادب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حاصل ہونے پراپنے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جوآل محمدکے ساتھ تھا وہ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طرف متوجہ ہوا متوکل </w:t>
      </w:r>
      <w:r>
        <w:rPr>
          <w:rtl/>
          <w:lang w:bidi="fa-IR"/>
        </w:rPr>
        <w:t>۲۴۳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کوستانے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ہوا، اوراس نے حاکم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عبداللہ بن محمدکوخف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</w:t>
      </w:r>
      <w:r>
        <w:rPr>
          <w:rtl/>
          <w:lang w:bidi="ur-PK"/>
        </w:rPr>
        <w:lastRenderedPageBreak/>
        <w:t>دے کربھ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کہ فرزندرسول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کوستانے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فروگزاشت نہ کرے چنانچہ اس نے حکومت کے منشاء کے مطابق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اورپورے انہماک کے ساتھ اپنا کام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خودجس قدرستاسکا اس نے ستا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اورآپ کے خلاف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کارڈ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متوکل کوشکا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حاکم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نے آپ کے خلاف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دوان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شروع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متوکل کوآپ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توآپ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 لکھا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حاکم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اعتدال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اورظلم </w:t>
      </w:r>
      <w:r>
        <w:rPr>
          <w:rFonts w:hint="eastAsia"/>
          <w:rtl/>
          <w:lang w:bidi="ur-PK"/>
        </w:rPr>
        <w:t>آفر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کاخاص طورسے 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متوکل نے آپ کا خط پڑھ کرآپ کواس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لکھاکہ آپ ہمارے پاس چلے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حاکم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معذرت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جوکچھ وہ کررہاہے اچھانہ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ہم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معذرت خواہ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بہانہ سے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سامرہ بلالے خ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اتنانرم لہجہ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بادشاہ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ہواکرتا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ساز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اورغرض محض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چھوڑکرسامرہ پہنچ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(نورالابصارص </w:t>
      </w:r>
      <w:r>
        <w:rPr>
          <w:rtl/>
          <w:lang w:bidi="fa-IR"/>
        </w:rPr>
        <w:t xml:space="preserve">۱۴۹)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متوکل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لکھاتھا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خاطرسے عبداللہ ابن محمدکومعزول کرکے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پرمحمدبن فضل کومقررکررہاہوں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۲۹۲)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اربل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متوکل نے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کوخط لکھا ہوکہ آپ سامرہ چلے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بلکہ اس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سوکا لشکر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ہرثمہ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کرانہ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بلاناچاہا،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ہرثمہ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حکم متوکل پاکرامام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کولانے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بہ ارادہ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روانہ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ہمراہ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سوکالشکرتھا اوراس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کاتب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تھاجوامام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مذہب رکھتاتھا ہم لوگ اپنے راستہ پر جارہے تھے اوراس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جلدسے جلدمد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 کرامام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کولے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اورمتوکل کے سامنے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</w:t>
      </w:r>
      <w:r>
        <w:rPr>
          <w:rFonts w:hint="eastAsia"/>
          <w:rtl/>
          <w:lang w:bidi="ur-PK"/>
        </w:rPr>
        <w:t>ہمراہ</w:t>
      </w:r>
      <w:r>
        <w:rPr>
          <w:rtl/>
          <w:lang w:bidi="ur-PK"/>
        </w:rPr>
        <w:t xml:space="preserve"> 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کاتب تھا اس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لشکرکے افسرسے راستہ بھرمذہب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مناظرہ ہوتارہا۔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ہم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پہنچے جس کے اردگرد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جہاں سے انسان کامشکل سے گزرہوتاتھا بالکل جنگل اوربے آب 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صحراتھا جب ہمارے لشکروہاں پہنچاتواس افسرنے جس کانام ”شاد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تھا، اورجوکاتب سے مناظرہ کرتاچلا</w:t>
      </w:r>
      <w:r>
        <w:rPr>
          <w:rFonts w:hint="eastAsia"/>
          <w:rtl/>
          <w:lang w:bidi="ur-PK"/>
        </w:rPr>
        <w:t>آرہاتھا</w:t>
      </w:r>
      <w:r>
        <w:rPr>
          <w:rtl/>
          <w:lang w:bidi="ur-PK"/>
        </w:rPr>
        <w:t xml:space="preserve"> کہنے لگااے کاتب تمہارے امام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قول ہے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قبرنہ 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قبرنہ بن جائے کاتب نے کہا بے شک ہمارے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غالب کل غالب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ارشادہے اس نے کہابتاؤاس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پرکس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قبربن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تمہ</w:t>
      </w:r>
      <w:r>
        <w:rPr>
          <w:rFonts w:hint="eastAsia"/>
          <w:rtl/>
          <w:lang w:bidi="ur-PK"/>
        </w:rPr>
        <w:t>ارے</w:t>
      </w:r>
      <w:r>
        <w:rPr>
          <w:rtl/>
          <w:lang w:bidi="ur-PK"/>
        </w:rPr>
        <w:t xml:space="preserve"> امام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ابن ہرثمہ کاکہنا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چونکہ حشو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کاتھا لہذاجب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نے 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توہم سب ہنس پڑے اورکاتب شرمندہ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اغرض</w:t>
      </w:r>
      <w:r>
        <w:rPr>
          <w:rtl/>
          <w:lang w:bidi="ur-PK"/>
        </w:rPr>
        <w:t xml:space="preserve"> کہ لشکربڑھتارہااوراس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پہنچ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واردمد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ہونے کے بعد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متوکل کاخط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eastAsia"/>
          <w:rtl/>
          <w:lang w:bidi="ur-PK"/>
        </w:rPr>
        <w:t>دمت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اسے ملاحظہ فرماکرلشکرپرنظرڈال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اورسمجھ گئے کہ دال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کچھ کالاہے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ااے</w:t>
      </w:r>
      <w:r>
        <w:rPr>
          <w:rtl/>
          <w:lang w:bidi="ur-PK"/>
        </w:rPr>
        <w:t xml:space="preserve"> ابن ہرثمہ چلنے کوت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دوروزک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مہلت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حضور”خوش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سے“ جب حکم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حاضرہوجاؤں اورروانگ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ہرثمہ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سامنے ملازم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کہاکہ درز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بلادواوراس سے کہوکہ مجھے سامرہ جاناہے لہذا راستے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گرم کپڑے اورگرم ٹوپ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جلدسے جلدت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ارکردے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وہاں سے رخصت ہوکراپنے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گاہ پرپہنچااورراستے بھر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سوچتارہاکہ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وقوف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کوامام مانتے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جسے (معاذاللہ)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تک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کازمانہ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اجاڑے</w:t>
      </w:r>
      <w:r>
        <w:rPr>
          <w:rtl/>
          <w:lang w:bidi="ur-PK"/>
        </w:rPr>
        <w:t xml:space="preserve"> کا،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جاڑے کے کپڑے سلوارہے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اوراسے ہمراہ لے جانا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الغرض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دوسرے دن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حاضرہواتود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جاڑے کے بہت سے کپڑے سلے ہوئے رکھے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اورآپ سامان سفر درست فرمارہے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اوراپنے ملازم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کہتے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کھوکلاہ</w:t>
      </w:r>
      <w:r>
        <w:rPr>
          <w:rtl/>
          <w:lang w:bidi="ur-PK"/>
        </w:rPr>
        <w:t xml:space="preserve"> باران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اوربرسات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رہنے نہ پائے سب ساتھ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باندھ دو، اس کے بعدمجھے کہااے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ہرثمہ جاؤتم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اپناسامان درست کروتاکہ مناسب وقت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وہاں سے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بددل</w:t>
      </w:r>
      <w:r>
        <w:rPr>
          <w:rtl/>
          <w:lang w:bidi="ur-PK"/>
        </w:rPr>
        <w:t xml:space="preserve"> واپس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سوچتاتھا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اس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اوربرسات کاسامان ہمراہ لے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اورمجھے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قسم کے سامان ہمراہ لے لو۔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مختصر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سامان سفردرست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رالشکرامام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جارہاتھا کہ ناگاہ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جاپہنچے، جس کے متعلق کاتب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اورافسرشاد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گفتگوہوئ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پرکس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پہنچناتھا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آگئ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ادل</w:t>
      </w:r>
      <w:r>
        <w:rPr>
          <w:rtl/>
          <w:lang w:bidi="ur-PK"/>
        </w:rPr>
        <w:t xml:space="preserve"> گرجنے لگے،بجل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چمکنے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اوردوپہرکے وقت اس قدرتار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نہ سکتاتھا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بارش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موسلادھاربارش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عمربھرنہ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آثارپ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برسات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اورباران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پہن لو اور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برسات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ہرثمہ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کاتب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</w:t>
      </w:r>
      <w:r>
        <w:rPr>
          <w:rtl/>
          <w:lang w:bidi="ur-PK"/>
        </w:rPr>
        <w:t xml:space="preserve"> غرض کہ خوب بارش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اورہوااتن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جان کے لالے پڑگئے جب بارش تھم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اوربادل چھٹے تو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۸۰/ </w:t>
      </w:r>
      <w:r>
        <w:rPr>
          <w:rtl/>
          <w:lang w:bidi="ur-PK"/>
        </w:rPr>
        <w:t>افرادم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کے ہلاک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ہرثمہ اپنے مردوں کودفن کردو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 لو کہ ”خدائے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چن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گرواندبقاع راازقبور“ اس طرح خداوندعالم نے ہربقعہ ارض کو قبروں سے پرکرتاہے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جدنامدارحضرت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ٹکڑاا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tl/>
          <w:lang w:bidi="ur-PK"/>
        </w:rPr>
        <w:t xml:space="preserve"> ہوگا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قبرنہ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گھوڑے سے اترپڑااورامام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جاکرپابوس ہوا،اوران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آج آپ کے سامنے مسلمان ہوتاہوں،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 طرح کلمہ پڑھا ”اشہدان لاالہ الااللہ وان محمدا عبدہ ورسولہ وانکم خلفاء اللہ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ارضہ “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سوچنے لگاکہ اگرامام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جاڑے اوربرسات </w:t>
      </w:r>
      <w:r>
        <w:rPr>
          <w:rtl/>
          <w:lang w:bidi="ur-PK"/>
        </w:rPr>
        <w:lastRenderedPageBreak/>
        <w:t>کاسامان نہ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اہوتااوراگرمجھے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اہوتا</w:t>
      </w:r>
      <w:r>
        <w:rPr>
          <w:rtl/>
          <w:lang w:bidi="ur-PK"/>
        </w:rPr>
        <w:t xml:space="preserve"> توم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احشرہوتاپھروہاں</w:t>
      </w:r>
      <w:r>
        <w:rPr>
          <w:rtl/>
          <w:lang w:bidi="ur-PK"/>
        </w:rPr>
        <w:t xml:space="preserve"> سے روانہ ہوکر ”عسکر“ پہنچا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کاقائل رہ کرزندہ رہا اورتاح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آپ کے جدنامدارکاکلمہ پڑھ</w:t>
      </w:r>
      <w:r>
        <w:rPr>
          <w:rFonts w:hint="eastAsia"/>
          <w:rtl/>
          <w:lang w:bidi="ur-PK"/>
        </w:rPr>
        <w:t>تارہا</w:t>
      </w:r>
      <w:r>
        <w:rPr>
          <w:rtl/>
          <w:lang w:bidi="ur-PK"/>
        </w:rPr>
        <w:t xml:space="preserve"> (کشف الغمہ ص </w:t>
      </w:r>
      <w:r>
        <w:rPr>
          <w:rtl/>
          <w:lang w:bidi="fa-IR"/>
        </w:rPr>
        <w:t xml:space="preserve">۱۲۴)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دوسوسے زائدافرادآپ کے اپنے 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سامرہ پہنچے وہاں آپ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انتظام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اورحکم تھا متوکل کاکہ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کے ٹہرانے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اتاراجائے چنانچہ آپ کوخان الصعال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اتارگ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جگہ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شرفاء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صالح بن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جوآپ کے ماننے والے تھے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حاضرہوئے اورکہنے لگے مولا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آب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قدرومنزلت پرپردہ ڈالنے اورنورخداکوچھپانے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 قدرکوشش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کجاحضورک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اقدس اورکجا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گاہ حضرت نے فرما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اائے صالح تم دل تنگ نہ ہو۔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افزائ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کاخواہاں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کرم گستر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خداوندعالم نے آل محمدکوجودرجہ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اورجومقام عطافرما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اے صالح بن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خوش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بتاناچاہتاہوں کہ تم مجھے اس مقام پرد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کرپر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نہ ہوخداوندعالم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بہشت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بندوبست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کرآپ نے انگل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ااورصالح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باغ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قصوراوربہتر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نظرآنے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صالح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کرمجھے قدرے 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(شواہدالنبوت ص </w:t>
      </w:r>
      <w:r>
        <w:rPr>
          <w:rtl/>
          <w:lang w:bidi="fa-IR"/>
        </w:rPr>
        <w:t>۲۰۸</w:t>
      </w:r>
      <w:r>
        <w:rPr>
          <w:rtl/>
          <w:lang w:bidi="ur-PK"/>
        </w:rPr>
        <w:t xml:space="preserve"> ، نورالا</w:t>
      </w:r>
      <w:r>
        <w:rPr>
          <w:rFonts w:hint="eastAsia"/>
          <w:rtl/>
          <w:lang w:bidi="ur-PK"/>
        </w:rPr>
        <w:t>بصارص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۱۵۰)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00" w:name="_Toc509136922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نظربند</w:t>
      </w:r>
      <w:r>
        <w:rPr>
          <w:rFonts w:hint="cs"/>
          <w:rtl/>
          <w:lang w:bidi="ur-PK"/>
        </w:rPr>
        <w:t>ی</w:t>
      </w:r>
      <w:bookmarkEnd w:id="30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کودھوکہ سے بلانے کے بعدپہلے توخان الصعال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پھر اس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مقام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کونظربندکرد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اورتاح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درکھا</w:t>
      </w:r>
      <w:r>
        <w:rPr>
          <w:rtl/>
          <w:lang w:bidi="ur-PK"/>
        </w:rPr>
        <w:t xml:space="preserve"> امام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متوکل آپ کے ساتھ ظاہردار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ضرورکرتاتھا،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کاسخت دشمن تھا اس نے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ساز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اوردھ</w:t>
      </w:r>
      <w:r>
        <w:rPr>
          <w:rFonts w:hint="eastAsia"/>
          <w:rtl/>
          <w:lang w:bidi="ur-PK"/>
        </w:rPr>
        <w:t>وکہ</w:t>
      </w:r>
      <w:r>
        <w:rPr>
          <w:rtl/>
          <w:lang w:bidi="ur-PK"/>
        </w:rPr>
        <w:t xml:space="preserve">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آپ کوبلا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اوردر پردہ ستانے اورتباہ کرنے اورمص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مبتلاکرنے کے درپے رہا (نورالابصار ص </w:t>
      </w:r>
      <w:r>
        <w:rPr>
          <w:rtl/>
          <w:lang w:bidi="fa-IR"/>
        </w:rPr>
        <w:t xml:space="preserve">۱۵۰)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متوکل نے آپ کوجبرا بلاکرسامرہ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نظربندکرد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اورتازندگ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باہرنہ نکلنے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(صواعق محرقہ ص </w:t>
      </w:r>
      <w:r>
        <w:rPr>
          <w:rtl/>
          <w:lang w:bidi="fa-IR"/>
        </w:rPr>
        <w:t xml:space="preserve">۱۲۴)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01" w:name="_Toc509136923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جذبہ ہمدرد</w:t>
      </w:r>
      <w:r>
        <w:rPr>
          <w:rFonts w:hint="cs"/>
          <w:rtl/>
          <w:lang w:bidi="ur-PK"/>
        </w:rPr>
        <w:t>ی</w:t>
      </w:r>
      <w:bookmarkEnd w:id="30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سامرہ پہنچنے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پاس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آمدکاتانتا بندھارہا لوگ آپ سے فائدے اٹھاتے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سے مدد چاہتے رہے اورآپ حل مشکل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کام آتے رہے علمائے اسلام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سامرہ پہنچنے کے بعدجب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اورشدت 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آپ سامرہ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آپ کے جانے کے بعدا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سائل آپ کے مکان پرآ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ہوا کہ آپ فلاں گاوں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وہاں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اورجاکرآپ سے ملا، آپ نے پوچھا کہ 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آئے ہو تمہاراک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اکام</w:t>
      </w:r>
      <w:r>
        <w:rPr>
          <w:rtl/>
          <w:lang w:bidi="ur-PK"/>
        </w:rPr>
        <w:t xml:space="preserve"> ہے؟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ہوں، مجھ پردس ہزاردرہم قرض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مولا خداکے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مجھے اس بلاسے نجات دلائ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اگھبراؤنہ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،انشاء اللہ تمہاراقرضہ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کابندوبست ہوجائے گا وہ سائل رات کو آپ کے ہمراہ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رہ</w:t>
      </w:r>
      <w:r>
        <w:rPr>
          <w:rFonts w:hint="eastAsia"/>
          <w:rtl/>
          <w:lang w:bidi="ur-PK"/>
        </w:rPr>
        <w:t>اصبح</w:t>
      </w:r>
      <w:r>
        <w:rPr>
          <w:rtl/>
          <w:lang w:bidi="ur-PK"/>
        </w:rPr>
        <w:t xml:space="preserve"> کے وقت آپ نے اس سے کہاکہ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جوکہوں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کرنا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اس امر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ذرا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نہ کرنا اس نے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ارشادکاوعدہ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لکھ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مرقوم تھا کہ ”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دس ہزاردرہم اس کے اداکردوں گا“اورفرما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کل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سامرہ پہنچ جاؤں گا </w:t>
      </w: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وہاں کے بڑے بڑے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ٹھاہوں</w:t>
      </w:r>
      <w:r>
        <w:rPr>
          <w:rtl/>
          <w:lang w:bidi="ur-PK"/>
        </w:rPr>
        <w:t xml:space="preserve"> توتم مجھ سے روپے کاتقاضاکرنا اس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کرہوسکتاہے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لوگوں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کروں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 سے جوکہوں وہ کرو غرض کہ سائل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اورجب آپ سامرہ واپس ہوئے اورلوگوں کوآپ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شہرآپ سے ملنے آئے جس وقت آپ لوگوں سے محوملاقات تھے سائل مذکوربھ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سائل نے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 آپ سے رقم کاتقاضہ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بہت نرم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اسے ٹالنے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نہ ٹلا اوربدستوررقم مانگتارہا بالاخرحضرت نے اس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کاوعدہ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خبرجب بادشاہ وقت کوپہنچ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تواس نے مبلغ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ہزاردرہم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دن جب سائل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</w:t>
      </w:r>
      <w:r>
        <w:rPr>
          <w:rtl/>
          <w:lang w:bidi="ur-PK"/>
        </w:rPr>
        <w:t xml:space="preserve"> آپ نے اسے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ہزاردرہم لے لے 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لگ اس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قرضہ توصرف دس ہزارہے آپ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جوقرضہ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بچے اسے اپنے بچوں پرصرف کرنا وہ بہت خوش ہوا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پڑھتاہوا ”اللہ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جعل</w:t>
      </w:r>
      <w:r>
        <w:rPr>
          <w:rtl/>
          <w:lang w:bidi="ur-PK"/>
        </w:rPr>
        <w:t xml:space="preserve"> رسالتہ“ خداہ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 جانتاہے کہ رسالت وامامت کاکون اہل ہے) اپنے گھرچلاگ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(نورالابصارص </w:t>
      </w:r>
      <w:r>
        <w:rPr>
          <w:rtl/>
          <w:lang w:bidi="fa-IR"/>
        </w:rPr>
        <w:t>۱۴۹</w:t>
      </w:r>
      <w:r>
        <w:rPr>
          <w:rtl/>
          <w:lang w:bidi="ur-PK"/>
        </w:rPr>
        <w:t xml:space="preserve"> ، صواعق محرقہ، </w:t>
      </w:r>
      <w:r>
        <w:rPr>
          <w:rtl/>
          <w:lang w:bidi="fa-IR"/>
        </w:rPr>
        <w:t>۱۲۳</w:t>
      </w:r>
      <w:r>
        <w:rPr>
          <w:rtl/>
          <w:lang w:bidi="ur-PK"/>
        </w:rPr>
        <w:t xml:space="preserve"> ، شواہدالنبوت ص </w:t>
      </w:r>
      <w:r>
        <w:rPr>
          <w:rtl/>
          <w:lang w:bidi="fa-IR"/>
        </w:rPr>
        <w:t>۲۰۷</w:t>
      </w:r>
      <w:r>
        <w:rPr>
          <w:rtl/>
          <w:lang w:bidi="ur-PK"/>
        </w:rPr>
        <w:t xml:space="preserve"> ، ارجح المط</w:t>
      </w:r>
      <w:r>
        <w:rPr>
          <w:rFonts w:hint="eastAsia"/>
          <w:rtl/>
          <w:lang w:bidi="ur-PK"/>
        </w:rPr>
        <w:t>الب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۴۶۱)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02" w:name="_Toc50913692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سامرہ پہنچنے کے بعد</w:t>
      </w:r>
      <w:bookmarkEnd w:id="30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متوکل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خراب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سامرہ پہنچنے کے بعداس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کامظاہرعمل سے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اورآپ کے ساتھ نامناسب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دل کابخارنکالنے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اللہ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آوازنہ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نے اسے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فرکردارتک</w:t>
      </w:r>
      <w:r>
        <w:rPr>
          <w:rtl/>
          <w:lang w:bidi="ur-PK"/>
        </w:rPr>
        <w:t xml:space="preserve">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مگراس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آثاراوراثرات ظاہرکئے جس سے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لے کہ وہ جوکچھ کررہاتھا خداونداسے پسندنہ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مورخ اعظم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متوکل کے زمانے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سے علاقوں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زلزلے آئے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دھنس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آسمان سے ہولناک آواز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بادسموم سے بہت سے جانوراورآدم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ہلاک ہوئے ، آسمان سے مثل ٹڈ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کثرت سے ستارے ٹوٹے دس دس رطل کے پتھرآسمان سے برسے، رمضان </w:t>
      </w:r>
      <w:r>
        <w:rPr>
          <w:rtl/>
          <w:lang w:bidi="fa-IR"/>
        </w:rPr>
        <w:t>۲۴۳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حلب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پرندہ کوے سے </w:t>
      </w:r>
      <w:r>
        <w:rPr>
          <w:rtl/>
          <w:lang w:bidi="ur-PK"/>
        </w:rPr>
        <w:lastRenderedPageBreak/>
        <w:t>بڑاآکرب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شورمچا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ہاالناس</w:t>
      </w:r>
      <w:r>
        <w:rPr>
          <w:rtl/>
          <w:lang w:bidi="ur-PK"/>
        </w:rPr>
        <w:t xml:space="preserve"> اتقواللہ اللہ اللہ “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دفعہ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آوازلگاکر اڑگ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دودن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(</w:t>
      </w: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۶۵)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03" w:name="_Toc509136925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برق رفتار</w:t>
      </w:r>
      <w:r>
        <w:rPr>
          <w:rFonts w:hint="cs"/>
          <w:rtl/>
          <w:lang w:bidi="ur-PK"/>
        </w:rPr>
        <w:t>ی</w:t>
      </w:r>
      <w:bookmarkEnd w:id="30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سامرہ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جانے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ابوہاشم نے کہا مولام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دل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مانتا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سے محروم رہوں ، بلکہ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چاہتاہے کہ ہرروز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حاضرہواکروں حضرت نے پوچھا 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 ہے انہوں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بغدادہے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کمزورہے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ا”جاو“</w:t>
      </w:r>
      <w:r>
        <w:rPr>
          <w:rtl/>
          <w:lang w:bidi="ur-PK"/>
        </w:rPr>
        <w:t xml:space="preserve"> اب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کاجانور طاقتورہوجائے گا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رفتاربہت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زہوجائے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ابوہاشم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حضرت کے اس ارشادکے بعدسے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روزانہ نمازصبح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نمازظہرسامرہ عسکر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اورنمازمغرب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پڑھنے لگا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۲۰۸)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04" w:name="_Toc509136926"/>
      <w:r>
        <w:rPr>
          <w:rFonts w:hint="eastAsia"/>
          <w:rtl/>
          <w:lang w:bidi="ur-PK"/>
        </w:rPr>
        <w:t>دوماہ</w:t>
      </w:r>
      <w:r>
        <w:rPr>
          <w:rtl/>
          <w:lang w:bidi="ur-PK"/>
        </w:rPr>
        <w:t xml:space="preserve"> قبل عزل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</w:t>
      </w:r>
      <w:bookmarkEnd w:id="30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سے آپ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ماننے والے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ہوئے بغدادکے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اورکہاکہ مولاوہ بڑا ظالم ہے ہم لوگوں کو بے حد ستاتاہے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گھبراونہ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دوماہ بعد بغداد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رہے گا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دوماہ پورے ہوئے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منصب سے معزول ہوکراپنے گھرب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(شواہدالنبوت)۔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05" w:name="_Toc509136927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کااحترام جانوروں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 w:rsidR="00E8268B">
        <w:rPr>
          <w:rtl/>
          <w:lang w:bidi="ur-PK"/>
        </w:rPr>
        <w:t>میں</w:t>
      </w:r>
      <w:bookmarkEnd w:id="305"/>
      <w:r w:rsidR="00E8268B"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موصوف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متوکل کے مکان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بطخ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جاتاتووہ اتناشورمچا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کان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آوازسنائ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جاتے تھے تووہ سب خاموش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اورجب تک آپ وہاں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رکھتے تھے 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چپ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(شواہدالنبوت)۔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06" w:name="_Toc509136928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اورخواب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bookmarkEnd w:id="30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احمدبن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الکاتب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فرماہ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حاضرہوں، حضرت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نظراٹھاکرد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اوراپنے دست مبارک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خرمہ اس طشت سے عطافرما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جوآپ کے سامنے رکھاہوا</w:t>
      </w:r>
      <w:r>
        <w:rPr>
          <w:rFonts w:hint="eastAsia"/>
          <w:rtl/>
          <w:lang w:bidi="ur-PK"/>
        </w:rPr>
        <w:t>تھا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گناتووہ پچس تھے اس خواب کوابھ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دن نہ گزرے تھے کہ مجھے معلوم ہواکہ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سامرہ سے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حاضرہوا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ان کے سامنے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طشت رکھا ہے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خرمے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نے جواب سلام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خرمہ مجھے عطافرما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 خرموں کوشمارک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تووہ پچ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تھے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کچھ خرمہ اورمل سکتاہے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اگرخواب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خدانے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اہوتاتو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اضافہ کر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(دمعہ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 واقعہ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گزراہے۔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07" w:name="_Toc509136929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اورفقہائے 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bookmarkEnd w:id="30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کہ آل محمدوہ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دنازل</w:t>
      </w:r>
      <w:r>
        <w:rPr>
          <w:rtl/>
          <w:lang w:bidi="ur-PK"/>
        </w:rPr>
        <w:t xml:space="preserve"> ہوا ان سے بہترنہ قرآن کاسمجھنے والاہے، نہ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رجاننے</w:t>
      </w:r>
      <w:r>
        <w:rPr>
          <w:rtl/>
          <w:lang w:bidi="ur-PK"/>
        </w:rPr>
        <w:t xml:space="preserve"> والا، علماء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جب متوکل کوزہرد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تواس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نذرمان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”اگر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اچھاہوگ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اتوراہ</w:t>
      </w:r>
      <w:r>
        <w:rPr>
          <w:rtl/>
          <w:lang w:bidi="ur-PK"/>
        </w:rPr>
        <w:t xml:space="preserve">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مال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ردوں</w:t>
      </w:r>
      <w:r>
        <w:rPr>
          <w:rtl/>
          <w:lang w:bidi="ur-PK"/>
        </w:rPr>
        <w:t xml:space="preserve"> گا“ پھرصحت پانے کے بع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 نے اپنے علماء اسلام کوجمع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ااوران</w:t>
      </w:r>
      <w:r>
        <w:rPr>
          <w:rtl/>
          <w:lang w:bidi="ur-PK"/>
        </w:rPr>
        <w:t xml:space="preserve"> سے واقعہ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کرکے مال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معلوم کرناچاہ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کہا مال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ہزاردرہم دوسرے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کہا دس ہزاردرہم ،ت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نے کہاا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لاکھ درہم مرادل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چاہئے متوکل </w:t>
      </w:r>
      <w:r>
        <w:rPr>
          <w:rFonts w:hint="eastAsia"/>
          <w:rtl/>
          <w:lang w:bidi="ur-PK"/>
        </w:rPr>
        <w:t>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رہاتھا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دربان سامنے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کانام ”حسن“ تھا عرض کرنے لگا کہ حضوراگرمجھے حکم ہواتو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جواب لادوں متوکل نے کہابہترہے جواب لاو اگرتم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جواب لائے تو دس ہزاردرہم تم کوانعام دوں گا اوراگرتسل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 جواب نہ لاسکے توسوکوڑے ماروں گا اس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کہامجھے منظورہے اس کے بعد دربان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جونظربند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بسرکررہے تھے دربان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کربولے اچھامال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پوچھنے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جا اورمتوکل سے کہہ دے مال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درہم مرادہے دربان نے متوکل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متوکل نے کہا جاکردل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معلوم کر ،وہ واپس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آنحضرت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ہ ”لقدنصرکم اللہ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مواطن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رة“</w:t>
      </w:r>
      <w:r>
        <w:rPr>
          <w:rtl/>
          <w:lang w:bidi="ur-PK"/>
        </w:rPr>
        <w:t xml:space="preserve"> اے رسول اللہ نے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مددمواطن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سے مقامات پرک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ہم نے ان مقامات کاشمارک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تووہ حساب سے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ہواکہ لفظ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رکااطلاق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پرہوتاہے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کرمتوکل خوش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درہم صدقہ نکال کر دس ہزاردرہم دربان کوانعام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(مناقب ابن شہرآشوب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۱۱۶)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واقعہ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متوکل کے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اجومسلمان</w:t>
      </w:r>
      <w:r>
        <w:rPr>
          <w:rtl/>
          <w:lang w:bidi="ur-PK"/>
        </w:rPr>
        <w:t xml:space="preserve"> عورت سے زنا کرتاہواپکڑاگ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وہ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اتوکہنے</w:t>
      </w:r>
      <w:r>
        <w:rPr>
          <w:rtl/>
          <w:lang w:bidi="ur-PK"/>
        </w:rPr>
        <w:t xml:space="preserve"> لگا مجھ پرحدجار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وقت مسلمان ہوتاہوں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اکثم نے کہاکہ اسے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ناچاہئے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مسلمان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کہا کہ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ںحدجار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ہوناچاہئے غرض کہ فقہائے 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اختلاف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متوکل نے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مسئلہ حل ہوتانظرنہ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آتا توحکم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کوخط لکھ کران سے جواب منگا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مسئلہ لکھا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ضرب</w:t>
      </w:r>
      <w:r>
        <w:rPr>
          <w:rtl/>
          <w:lang w:bidi="ur-PK"/>
        </w:rPr>
        <w:t xml:space="preserve">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موت</w:t>
      </w:r>
      <w:r>
        <w:rPr>
          <w:rtl/>
          <w:lang w:bidi="ur-PK"/>
        </w:rPr>
        <w:t xml:space="preserve"> “ کہ اسے اتناماراجائے کہ مرجائے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 متوکل کے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پہنچا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اکثم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شہراورفق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سلطنت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گرفقہانے</w:t>
      </w:r>
      <w:r>
        <w:rPr>
          <w:rtl/>
          <w:lang w:bidi="ur-PK"/>
        </w:rPr>
        <w:t xml:space="preserve"> کہا اس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ثبوت قران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براہ مہربا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نے خط ملاحظہ فرماکر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کاترجمہ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(جب کافروں نے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توکہاکہ ہم اللہ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اوراپنے کفرسے توبہ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کاکہناان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دنہ</w:t>
      </w:r>
      <w:r>
        <w:rPr>
          <w:rtl/>
          <w:lang w:bidi="ur-PK"/>
        </w:rPr>
        <w:t xml:space="preserve"> ہوا، اورنہ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لاناکام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)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پڑھنے کے بعدمتوکل نے تمام فقہا کے اقوال کومستردکرد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اسے اس قدر ماراجائے کہ ”مرجائے“ (دمعہ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۱۴۰)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08" w:name="_Toc509136930"/>
      <w:r>
        <w:rPr>
          <w:rFonts w:hint="eastAsia"/>
          <w:rtl/>
          <w:lang w:bidi="ur-PK"/>
        </w:rPr>
        <w:t>شاہ</w:t>
      </w:r>
      <w:r>
        <w:rPr>
          <w:rtl/>
          <w:lang w:bidi="ur-PK"/>
        </w:rPr>
        <w:t xml:space="preserve"> روم کوحضرت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کاجواب</w:t>
      </w:r>
      <w:bookmarkEnd w:id="30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محمدباقرنجف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بادشاہ روم نے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کولکھا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پڑھاہے کہ جوشخص اس سورہ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کرے گا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سات لفظ نہ ہوں ث، ج، ح، ز، ش، ظ ، ف، وہ جنت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جائے گا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کے بعد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تور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وزبورکااچھ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مطالعہ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ق</w:t>
      </w:r>
      <w:r>
        <w:rPr>
          <w:rFonts w:hint="eastAsia"/>
          <w:rtl/>
          <w:lang w:bidi="ur-PK"/>
        </w:rPr>
        <w:t>سم</w:t>
      </w:r>
      <w:r>
        <w:rPr>
          <w:rtl/>
          <w:lang w:bidi="ur-PK"/>
        </w:rPr>
        <w:t xml:space="preserve">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سورہ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 آپ ذرااپنے علماء سے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کرکے لکھ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آپ کے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ہوبادشاہ وقت نے بہت سے علماء جمع کئے اوران کے سامنے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نے بہت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رتک</w:t>
      </w:r>
      <w:r>
        <w:rPr>
          <w:rtl/>
          <w:lang w:bidi="ur-PK"/>
        </w:rPr>
        <w:t xml:space="preserve"> غورک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پرنہ پہنچ سکا کہ 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 جواب دے سکے جب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وقت</w:t>
      </w:r>
      <w:r>
        <w:rPr>
          <w:rtl/>
          <w:lang w:bidi="ur-PK"/>
        </w:rPr>
        <w:t xml:space="preserve"> تمام علماء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ہوا جب آپ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اورآپ کے سامنے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مسئلہ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توآپ نے بلاتاخ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سورہ حمدہے اب جوغورک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توبالکل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بادشاہ اسلام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ابن رسول اللہ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ااچھاہوتا</w:t>
      </w:r>
      <w:r>
        <w:rPr>
          <w:rtl/>
          <w:lang w:bidi="ur-PK"/>
        </w:rPr>
        <w:t xml:space="preserve"> اگرآپ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حروف اس سورہ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سورہ رحمت وبرکت ہے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حروف اس لے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لائے گئے کہ (ث) سے ثبورہلاکت تباہ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برباد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طرف،ج ۔سے 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، خ۔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خسران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طرف،ز۔ سے زق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تھوہڑک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طرف،ش۔ سے شقاوت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طرف،ظ۔ سے ظلمت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طرف،ف۔ سے فرقت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تبادرذہن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ہوتاہے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رحمت وبرکت کے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نے آپ کاتفص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شاہ روم کوبھ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بادشاہ روم نے 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پڑھا وہ مسرورہوگ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اسلام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اورتاح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مسلمان رہا (معہ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۱۴۰</w:t>
      </w:r>
      <w:r>
        <w:rPr>
          <w:rtl/>
          <w:lang w:bidi="ur-PK"/>
        </w:rPr>
        <w:t xml:space="preserve"> بحوالہ شرح شاف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ابوفراس)۔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09" w:name="_Toc509136931"/>
      <w:r>
        <w:rPr>
          <w:rFonts w:hint="eastAsia"/>
          <w:rtl/>
          <w:lang w:bidi="ur-PK"/>
        </w:rPr>
        <w:t>متوکل</w:t>
      </w:r>
      <w:r>
        <w:rPr>
          <w:rtl/>
          <w:lang w:bidi="ur-PK"/>
        </w:rPr>
        <w:t xml:space="preserve"> کے کہنے سے ابن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وابن اکثم کاامام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سوال</w:t>
      </w:r>
      <w:bookmarkEnd w:id="30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متوکل اپنے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ٹھاہواتھا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گرکاموں</w:t>
      </w:r>
      <w:r>
        <w:rPr>
          <w:rtl/>
          <w:lang w:bidi="ur-PK"/>
        </w:rPr>
        <w:t xml:space="preserve"> سے فراغت کے بعدابن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ہوکر بولاابوالحسن سے ذراسخت سخت سوال کرو ابن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بھرسوال کئے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تمام سوالات کے مفصل اورمکمل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بن</w:t>
      </w:r>
      <w:r>
        <w:rPr>
          <w:rtl/>
          <w:lang w:bidi="ur-PK"/>
        </w:rPr>
        <w:t xml:space="preserve"> اکثم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نے کہااے ابن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تم نحو،شعر،لغت کے عالم ہو،تمہ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مناظرہ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ادلچسپ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ٹہرو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سوال کرتاہوں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سوالنامہ نکالاجوپہلے سے لکھ کراپنے ہمراہ رکھے ہوئے تھا اورحضرت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نے اس کااس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جوال لکھنا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سامکمل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شہرکو متوکل سے کہنا پڑا کہ ان جوابات کو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رکھاجائے ، ورنہ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حوصلہ افزائ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سوالات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”سبعة البحر“ اورنفدت کلمات اللہ“ جوہے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کن سات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اؤں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ہے اورکلمات اللہ سے مراد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آپ نے اس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سات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الکبر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،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البرہوت،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الطبر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احوران،</w:t>
      </w:r>
      <w:r>
        <w:rPr>
          <w:rtl/>
          <w:lang w:bidi="ur-PK"/>
        </w:rPr>
        <w:t xml:space="preserve"> اورکلمات سے ہم محمدوآل محمدمرادہ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فضائل کااحصاناممکن ہے (مناقب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۱۱۷)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10" w:name="_Toc509136932"/>
      <w:r>
        <w:rPr>
          <w:rFonts w:hint="eastAsia"/>
          <w:rtl/>
          <w:lang w:bidi="ur-PK"/>
        </w:rPr>
        <w:t>قضاوقدرکے</w:t>
      </w:r>
      <w:r>
        <w:rPr>
          <w:rtl/>
          <w:lang w:bidi="ur-PK"/>
        </w:rPr>
        <w:t xml:space="preserve"> متعلق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ورہنمائ</w:t>
      </w:r>
      <w:r>
        <w:rPr>
          <w:rFonts w:hint="cs"/>
          <w:rtl/>
          <w:lang w:bidi="ur-PK"/>
        </w:rPr>
        <w:t>ی</w:t>
      </w:r>
      <w:bookmarkEnd w:id="31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قضاوقدرکے</w:t>
      </w:r>
      <w:r>
        <w:rPr>
          <w:rtl/>
          <w:lang w:bidi="ur-PK"/>
        </w:rPr>
        <w:t xml:space="preserve">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باتمام</w:t>
      </w:r>
      <w:r>
        <w:rPr>
          <w:rtl/>
          <w:lang w:bidi="ur-PK"/>
        </w:rPr>
        <w:t xml:space="preserve"> فرقے جادہ اعتدال سے ہٹے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جبرکاقائل نظر آتاہے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مطلقا تفو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رکھتا ہوادکھائ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ہمارے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آباؤاجدادک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قضاوقدرک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ان لفظوں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”لاجبرولا</w:t>
      </w:r>
      <w:r>
        <w:rPr>
          <w:rFonts w:hint="eastAsia"/>
          <w:rtl/>
          <w:lang w:bidi="ur-PK"/>
        </w:rPr>
        <w:t>تفو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بل امرب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نہ انسان بالکل مجبورہے نہ بالکل آزادہے بلکہ دونوں حالتوں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(معہ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۱۳۴) </w:t>
      </w:r>
      <w:r>
        <w:rPr>
          <w:rtl/>
          <w:lang w:bidi="ur-PK"/>
        </w:rPr>
        <w:t>۔</w:t>
      </w:r>
    </w:p>
    <w:p w:rsidR="000B625E" w:rsidRDefault="00E8268B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حضرت کا مطلب 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ہ</w:t>
      </w:r>
      <w:r w:rsidR="000B625E">
        <w:rPr>
          <w:rtl/>
          <w:lang w:bidi="ur-PK"/>
        </w:rPr>
        <w:t xml:space="preserve"> سمجھتاہوں کہ انسان اسباب واعمال </w:t>
      </w:r>
      <w:r>
        <w:rPr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بالکل آزادہے اورنت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جہ</w:t>
      </w:r>
      <w:r w:rsidR="000B625E">
        <w:rPr>
          <w:rtl/>
          <w:lang w:bidi="ur-PK"/>
        </w:rPr>
        <w:t xml:space="preserve">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برآمدگ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</w:t>
      </w:r>
      <w:r>
        <w:rPr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خداکامحتاج 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11" w:name="_Toc509136933"/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متعلق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کاارشاد</w:t>
      </w:r>
      <w:bookmarkEnd w:id="31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ہمارے علماء ،غ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قائم آل محمدکے زمانے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محافظ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اوررہبرعلم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ہوں گے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بالکل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ناخداک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ہمارے 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عفوں</w:t>
      </w:r>
      <w:r>
        <w:rPr>
          <w:rtl/>
          <w:lang w:bidi="ur-PK"/>
        </w:rPr>
        <w:t xml:space="preserve"> کے دلوں کوتسل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وہ افضل ناس اور</w:t>
      </w:r>
      <w:r>
        <w:rPr>
          <w:rFonts w:hint="eastAsia"/>
          <w:rtl/>
          <w:lang w:bidi="ur-PK"/>
        </w:rPr>
        <w:t>قائدملت</w:t>
      </w:r>
      <w:r>
        <w:rPr>
          <w:rtl/>
          <w:lang w:bidi="ur-PK"/>
        </w:rPr>
        <w:t xml:space="preserve"> ہوں گے (معہ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۱۳۷)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12" w:name="_Toc509136934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اورعبدالرحمن مصر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کاذہن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انقلاب</w:t>
      </w:r>
      <w:bookmarkEnd w:id="31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اربل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متوکل نے برسردربارامام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کرکے آپ کودربار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عبدالرحمن مصر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سامرہ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اہواتھا</w:t>
      </w:r>
      <w:r>
        <w:rPr>
          <w:rtl/>
          <w:lang w:bidi="ur-PK"/>
        </w:rPr>
        <w:t xml:space="preserve"> اورمتوکل کے دربارکا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 سناکہ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قتل کاحکم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درواز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پراس انتظار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کھڑاہوگ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کھوں</w:t>
      </w:r>
      <w:r>
        <w:rPr>
          <w:rtl/>
          <w:lang w:bidi="ur-PK"/>
        </w:rPr>
        <w:t xml:space="preserve"> وہ کون شخص ہے جس کے قتل کے انتظامات ہورہے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قتل کابندوبست ہواہے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چہرہ پرپڑ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سرا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کرگ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دعا کرنے لگا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امتوکل</w:t>
      </w:r>
      <w:r>
        <w:rPr>
          <w:rtl/>
          <w:lang w:bidi="ur-PK"/>
        </w:rPr>
        <w:t xml:space="preserve"> کے شرسے اس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علو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کوبچانا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دعاکرہ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رہاتھا کہ آپ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آپہنچے اورمجھ سے بلاجانے پہچانے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عبدالرحمن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دعاقبول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انشاء اللہ محفوظ رہوں گا چنانچہ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ہاتھ نہ اٹھاسکا اور</w:t>
      </w: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محفوظ رہے پھرآپ نے مجھے دعاد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مالامال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اورصاحب اولادہوگ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عبدالرحمن کہتاہے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کاقائل ہوکرش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(کشف الغمہ ص </w:t>
      </w:r>
      <w:r>
        <w:rPr>
          <w:rtl/>
          <w:lang w:bidi="fa-IR"/>
        </w:rPr>
        <w:t>۱۲۳</w:t>
      </w:r>
      <w:r>
        <w:rPr>
          <w:rtl/>
          <w:lang w:bidi="ur-PK"/>
        </w:rPr>
        <w:t xml:space="preserve"> ، 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13" w:name="_Toc509136935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اوربرکتہ السباع</w:t>
      </w:r>
      <w:bookmarkEnd w:id="31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متوکل کے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عورت جوان اورخوبصورت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نے آکرکہا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بنت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وفاطمہ ہوں متوکل نے کہاکہ تو جوان ہے 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داہوئے</w:t>
      </w:r>
      <w:r>
        <w:rPr>
          <w:rtl/>
          <w:lang w:bidi="ur-PK"/>
        </w:rPr>
        <w:t xml:space="preserve"> اوروفات پائے عرصہ گذرگ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اگرتجھے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ماناجائے، کہ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عمرت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رہ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ہےں اس نے کہاکہ مجھے رسول خدانے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اورپچاس سال کے بعد جوان ہوجاؤں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جوان ہوں متوکل نے علماء دربارکوجمع کرکے ان کے سامنے اس مسئلہ 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اسب</w:t>
      </w:r>
      <w:r>
        <w:rPr>
          <w:rtl/>
          <w:lang w:bidi="ur-PK"/>
        </w:rPr>
        <w:t xml:space="preserve"> نے کہا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کے انتقال کوعرصہ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متوکل نے کہاکوئ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دو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جھٹلاسکوں سب نے اپنے عجزکاحوالہ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فتح</w:t>
      </w:r>
      <w:r>
        <w:rPr>
          <w:rtl/>
          <w:lang w:bidi="ur-PK"/>
        </w:rPr>
        <w:t xml:space="preserve"> ابن خاقان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رمتوکل</w:t>
      </w:r>
      <w:r>
        <w:rPr>
          <w:rtl/>
          <w:lang w:bidi="ur-PK"/>
        </w:rPr>
        <w:t xml:space="preserve"> نے کہاکہ اس مسئلہ کو”ابن الرضا“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سواکوئ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 لہذاانہ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متوکل نے حضرت کوزحمت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آور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آپ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پہنچے متوکل نے صورت مسئلہ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tl/>
          <w:lang w:bidi="ur-PK"/>
        </w:rPr>
        <w:lastRenderedPageBreak/>
        <w:t>متوکل نے کہاکوئ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اسے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کرسکوں 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جدنامدارکاارشادہے کہ ”حرم لحوم اولاد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السباع“ درندوں پرم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اولادکاگوشت حرام ہے اے بادشاہ تواس عورت کو درندوں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ڈال دے ،اگر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ہوناتودرکنار 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توجانوراسے نہ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</w:t>
      </w:r>
      <w:r>
        <w:rPr>
          <w:rFonts w:hint="eastAsia"/>
          <w:rtl/>
          <w:lang w:bidi="ur-PK"/>
        </w:rPr>
        <w:t>اگرسادات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بہرہ اورخال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تودرندے اسے پھاڑکھائ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گفتگوجار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اشارہ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اوردشمنوں نے مل جل کرمتوکل سے کہا کہ اس کاامتحان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کھاجائے</w:t>
      </w:r>
      <w:r>
        <w:rPr>
          <w:rtl/>
          <w:lang w:bidi="ur-PK"/>
        </w:rPr>
        <w:t xml:space="preserve"> کہ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درندے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کوکھاتے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مطلب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اگرانہ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جانوروں نے پھاڑکھا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تومتوکل کامنشاء پوراہوجائے گا اوراگر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بچ گئے تومتوکل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الجھن دورہوجائے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کذاب نے ڈآل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غرض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متوکل نے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کہا ”اے ابن الرضا“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ااچھاہوتا</w:t>
      </w:r>
      <w:r>
        <w:rPr>
          <w:rtl/>
          <w:lang w:bidi="ur-PK"/>
        </w:rPr>
        <w:t xml:space="preserve"> کہ آپ خودبرکتہ السباع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جاکر اسے ثاب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آل رسول کاگوشت درندوں پرحرام ہے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ارہوگئے</w:t>
      </w:r>
      <w:r>
        <w:rPr>
          <w:rtl/>
          <w:lang w:bidi="ur-PK"/>
        </w:rPr>
        <w:t xml:space="preserve"> متوکل نے اپنے بنائے ہوئے برکت السباع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کوڈلواکرپھاٹک بندکرواد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اورخود مکان کے بالاخانہ پرچلاگ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وہاں سے امام کے حالات کامطالعہ کرے۔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درندوں نے دروازہ کھلنے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توخاموش ہوگئے جب آپ صحن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 کرس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پرچڑھنے لگے تودرندے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بڑھے (جن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راوربروا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دمعہ ساکبہ چھ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تھے) اورٹہرگئے اورآپ کوچھوکرآپ کے گردپھرنے لگے، آپ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 پرملتے تھے پھردرندے گھٹنے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گئے متوکل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متعلق چھت پرسے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کھتارہااوراترآ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پھرجناب صحن سے باہرتشر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آئے متوکل نے آپ کے پاس گراں بہاصلہ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لوگوں نے متوکل سے کہاتوبھ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ساکرکے</w:t>
      </w:r>
      <w:r>
        <w:rPr>
          <w:rtl/>
          <w:lang w:bidi="ur-PK"/>
        </w:rPr>
        <w:t xml:space="preserve"> دکھلادے اس نے کہاشا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ناچاہتے</w:t>
      </w:r>
      <w:r>
        <w:rPr>
          <w:rtl/>
          <w:lang w:bidi="ur-PK"/>
        </w:rPr>
        <w:t xml:space="preserve"> ہو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محمدباقرلکھتے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کذابہ نے جب ان حالات کوبچشم خودد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توفورا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کذب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کااعتراف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بناپراسے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کرکے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بناپرمتوکل نے اسے درندوں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ڈلواکرپھڑواڈالا(صواعق محرقہ ص </w:t>
      </w:r>
      <w:r>
        <w:rPr>
          <w:rtl/>
          <w:lang w:bidi="fa-IR"/>
        </w:rPr>
        <w:t>۱۲۴</w:t>
      </w:r>
      <w:r>
        <w:rPr>
          <w:rtl/>
          <w:lang w:bidi="ur-PK"/>
        </w:rPr>
        <w:t xml:space="preserve"> ، ارحج المطالب ص </w:t>
      </w:r>
      <w:r>
        <w:rPr>
          <w:rtl/>
          <w:lang w:bidi="fa-IR"/>
        </w:rPr>
        <w:t>۴۶۱</w:t>
      </w:r>
      <w:r>
        <w:rPr>
          <w:rtl/>
          <w:lang w:bidi="ur-PK"/>
        </w:rPr>
        <w:t xml:space="preserve"> ،دمعہ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۱۴۵</w:t>
      </w:r>
      <w:r>
        <w:rPr>
          <w:rtl/>
          <w:lang w:bidi="ur-PK"/>
        </w:rPr>
        <w:t xml:space="preserve"> ، 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۳۹۳</w:t>
      </w:r>
      <w:r>
        <w:rPr>
          <w:rtl/>
          <w:lang w:bidi="ur-PK"/>
        </w:rPr>
        <w:t xml:space="preserve"> ،روضة الصفاء، 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فصل</w:t>
      </w:r>
      <w:r>
        <w:rPr>
          <w:rtl/>
          <w:lang w:bidi="ur-PK"/>
        </w:rPr>
        <w:t xml:space="preserve"> الخطاب، علامہ ابن حجرکاکہناہے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کاواقعہ عہدرش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عبداللہ بن حسن مثن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14" w:name="_Toc509136936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اورمتوکل کاعلاج</w:t>
      </w:r>
      <w:bookmarkEnd w:id="31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عبدالرحمن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جس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نظربند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بسرکررہے تھے متوکل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کمرکے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جسم کے پچھلے حصہ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زبردست زہر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لاپھوڑانکل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ہرچندکوشش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سے </w:t>
      </w:r>
      <w:r>
        <w:rPr>
          <w:rtl/>
          <w:lang w:bidi="ur-PK"/>
        </w:rPr>
        <w:lastRenderedPageBreak/>
        <w:t>شفاء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دنہ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جان خطرہ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پڑگئ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تومتوکل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نے منت 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اگرمتوکل اچھاہوگ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ابن الرضا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مال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رنذرکروں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اورفتح بن خاقان نے متوکل سے درخواست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اگرآپ کاحکم ہوتو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ابوالحسن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کرکے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دواء تجو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زکرالاؤں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متوکل</w:t>
      </w:r>
      <w:r>
        <w:rPr>
          <w:rtl/>
          <w:lang w:bidi="ur-PK"/>
        </w:rPr>
        <w:t xml:space="preserve"> نے اجازت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اورابن خاقان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حاضرہوئے انہوں نے ساراواقعہ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کرکے دواک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”کسب غنم“ (بکر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) لے کرگلاب کے عرق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حل کرکے لگاؤ، انشاء اللہ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ہوجائے گا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رفتح</w:t>
      </w:r>
      <w:r>
        <w:rPr>
          <w:rtl/>
          <w:lang w:bidi="ur-PK"/>
        </w:rPr>
        <w:t xml:space="preserve"> ابن خاقان نے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لوگ ہنس پڑے اورکہنے لگے کہ امام ہوکرک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دواتجو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کہااے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تجربہ کرنے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احرج</w:t>
      </w:r>
      <w:r>
        <w:rPr>
          <w:rtl/>
          <w:lang w:bidi="ur-PK"/>
        </w:rPr>
        <w:t xml:space="preserve"> ہے اگرحکم ہوتو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انتظام کروں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دوالگائ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پھوڑاپھوٹا، متوکل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کھل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اوررات بھرپورا سو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کے اندر</w:t>
      </w:r>
      <w:r>
        <w:rPr>
          <w:rFonts w:hint="eastAsia"/>
          <w:rtl/>
          <w:lang w:bidi="ur-PK"/>
        </w:rPr>
        <w:t>شفاء</w:t>
      </w:r>
      <w:r>
        <w:rPr>
          <w:rtl/>
          <w:lang w:bidi="ur-PK"/>
        </w:rPr>
        <w:t xml:space="preserve"> کامل ہوجانے کے بعدمتوکل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نے دس ہزار اشرف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سربمہرتھ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بھجواد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(شواہدالنبوت ص </w:t>
      </w:r>
      <w:r>
        <w:rPr>
          <w:rtl/>
          <w:lang w:bidi="fa-IR"/>
        </w:rPr>
        <w:t>۲۰۷</w:t>
      </w:r>
      <w:r>
        <w:rPr>
          <w:rtl/>
          <w:lang w:bidi="ur-PK"/>
        </w:rPr>
        <w:t xml:space="preserve"> ،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۲۰۸)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15" w:name="_Toc509136937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تصورحکومت پرخوف خوف خداغالب تھا</w:t>
      </w:r>
      <w:bookmarkEnd w:id="31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اوراخلاق وکمالات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جواس سلسلہ عصمت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ہرفردکے اپنے اپنے دور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 مشاہدہ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آتے رہتے تھے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اورنظربند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کاعالم 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کازمانہ ہروقت ہرحال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ادالہ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عبادت ، خلق خداسے استغناء، ثبات قدم، صبرواستقلال، مصائب کے ہج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ماتھے پرشکن کانہ ہونا ، دشمنوں کے ساتھ حلم ومروت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محتاجوں اورضرورت مندوں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امدادکرنا،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اوصاف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نظرآتے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رہے آپ کے مصلے کے سامنے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قبرکھد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والوں نے جب اس پرح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اوردہشت کااظہارک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اپنے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موت کاخ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قبراپن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نگاہوں کے سامنے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اررکھتاہوں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ظالم طاقت کواس کے باطل م</w:t>
      </w:r>
      <w:r>
        <w:rPr>
          <w:rFonts w:hint="eastAsia"/>
          <w:rtl/>
          <w:lang w:bidi="ur-PK"/>
        </w:rPr>
        <w:t>طالبہ</w:t>
      </w:r>
      <w:r>
        <w:rPr>
          <w:rtl/>
          <w:lang w:bidi="ur-PK"/>
        </w:rPr>
        <w:t xml:space="preserve"> اطاعت اوراسلام کے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نشرواشاعت کے ترک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سلاط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وقت کے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جوکچھ ہے وہ جان کالے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مگرجوشخص موت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اتنات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ارہوہ</w:t>
      </w:r>
      <w:r>
        <w:rPr>
          <w:rtl/>
          <w:lang w:bidi="ur-PK"/>
        </w:rPr>
        <w:t xml:space="preserve"> ہروقت کھد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قبراپنے سامنے رکھے وہ ظالم حکومت سے ڈرکرسرتسل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خم کرنے پرک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مجبورک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اجاسکتا</w:t>
      </w:r>
      <w:r>
        <w:rPr>
          <w:rtl/>
          <w:lang w:bidi="ur-PK"/>
        </w:rPr>
        <w:t xml:space="preserve"> ہے مگراس کے ساتھ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سازشوں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شرکت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احکومت</w:t>
      </w:r>
      <w:r>
        <w:rPr>
          <w:rtl/>
          <w:lang w:bidi="ur-PK"/>
        </w:rPr>
        <w:t xml:space="preserve"> وقت کے خلاف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محل اقدام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آپ کادامن اس طرح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رہاکہ باوجود دارالسلطنت کے اندرمستقل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اورحکومت کے سخت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جاسوس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انتظام کے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خلاف تشدد کے جوازک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مل 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باوجود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سلطنت عباس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وقت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کھوکھل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دارالسلطنت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ہرروزا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سازش کافتنہ کھڑاہوتاتھا۔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متوکل</w:t>
      </w:r>
      <w:r>
        <w:rPr>
          <w:rtl/>
          <w:lang w:bidi="ur-PK"/>
        </w:rPr>
        <w:t xml:space="preserve"> سے خوداس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اوراس کے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زغلام</w:t>
      </w:r>
      <w:r>
        <w:rPr>
          <w:rtl/>
          <w:lang w:bidi="ur-PK"/>
        </w:rPr>
        <w:t xml:space="preserve"> باغرروم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منتصرکے بعدامرائے حکومت کاانتشاراور آخر متوکل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کوخلافت سے محروم کرنے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مستع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دورحکومت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عمربن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خروج اورحسن 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دالملقب</w:t>
      </w:r>
      <w:r>
        <w:rPr>
          <w:rtl/>
          <w:lang w:bidi="ur-PK"/>
        </w:rPr>
        <w:t xml:space="preserve"> بہ داع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الحق کاعلاقہ طبرستان پرقبضہ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اورمستقل سلطنت قائم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پھردارالسلطنت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بغاوت، مستع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کاسامرہ کوچھوڑکربغدادک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بھاگنا اورقلعہ بندہوجانا آخرکوحکومت سے دست بردار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پرمجبورہونا اورکچھ عرصہ کے بعدمعتزباللہ کے ہاتھ سے تلو</w:t>
      </w:r>
      <w:r>
        <w:rPr>
          <w:rFonts w:hint="eastAsia"/>
          <w:rtl/>
          <w:lang w:bidi="ur-PK"/>
        </w:rPr>
        <w:t>ارکے</w:t>
      </w:r>
      <w:r>
        <w:rPr>
          <w:rtl/>
          <w:lang w:bidi="ur-PK"/>
        </w:rPr>
        <w:t xml:space="preserve"> گھاٹ اترنا، پھرمعتزباللہ کے دور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کامخالفت پرت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اررہنا،</w:t>
      </w:r>
      <w:r>
        <w:rPr>
          <w:rtl/>
          <w:lang w:bidi="ur-PK"/>
        </w:rPr>
        <w:t xml:space="preserve"> معتزباللہ کوخوداپنے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خطرہ محسوس ہونا اورمو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کاخاتمہ اورموفق کابصرہ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اجانا،</w:t>
      </w:r>
      <w:r>
        <w:rPr>
          <w:rtl/>
          <w:lang w:bidi="ur-PK"/>
        </w:rPr>
        <w:t xml:space="preserve"> ان تمام ہنگام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حالات، ان تمام شورشوں، ان تمام بے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اورجھگڑوں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شرکت کاشبہ تک 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داہونا،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طرزعمل کے خلاف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ہے؟۔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موقعوں پرجذبات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والوں کا ہواکرتاہے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اقتدارکے مقابلہ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جسے نہ صرف وہ حق وانصاف کے روسے ناجائزسمجھتے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ان کے ہاتھوں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جلاوطن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داوراہانتوں</w:t>
      </w:r>
      <w:r>
        <w:rPr>
          <w:rtl/>
          <w:lang w:bidi="ur-PK"/>
        </w:rPr>
        <w:t xml:space="preserve"> کاسامنابھ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کرناپڑاہے مگر جذبات سے بلنداورعظمت نفس کے کامل مظہردن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ہنگاموں او</w:t>
      </w:r>
      <w:r>
        <w:rPr>
          <w:rFonts w:hint="eastAsia"/>
          <w:rtl/>
          <w:lang w:bidi="ur-PK"/>
        </w:rPr>
        <w:t>روقت</w:t>
      </w:r>
      <w:r>
        <w:rPr>
          <w:rtl/>
          <w:lang w:bidi="ur-PK"/>
        </w:rPr>
        <w:t xml:space="preserve"> کے اتفاق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موقعوں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کافائدہ اٹھانا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لوث حقان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اورکوہ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گراں صداقت کے خلاف سمجھتاہے اورمخالفت پرپس پشت حملہ کرنے کواپنے بلندنقطہ نگاہ اورمع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ارعمل</w:t>
      </w:r>
      <w:r>
        <w:rPr>
          <w:rtl/>
          <w:lang w:bidi="ur-PK"/>
        </w:rPr>
        <w:t xml:space="preserve"> کے خلاف جانتے ہوئے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کنارہ کش رہتاہے (دسو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ص </w:t>
      </w:r>
      <w:r>
        <w:rPr>
          <w:rtl/>
          <w:lang w:bidi="fa-IR"/>
        </w:rPr>
        <w:t xml:space="preserve">۱۶)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16" w:name="_Toc509136938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</w:t>
      </w:r>
      <w:bookmarkEnd w:id="31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متوکل</w:t>
      </w:r>
      <w:r>
        <w:rPr>
          <w:rtl/>
          <w:lang w:bidi="ur-PK"/>
        </w:rPr>
        <w:t xml:space="preserve"> کے بعداس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مستنصرپھرمستع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پھر </w:t>
      </w:r>
      <w:r>
        <w:rPr>
          <w:rtl/>
          <w:lang w:bidi="fa-IR"/>
        </w:rPr>
        <w:t>۲۵۲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معتزباللہ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 معتزابن متوکل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کونہ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چھوڑااورحضرت کے ساتھ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کرتارہا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کوزہرد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”سمعہ</w:t>
      </w:r>
      <w:r>
        <w:rPr>
          <w:rtl/>
          <w:lang w:bidi="ur-PK"/>
        </w:rPr>
        <w:t xml:space="preserve"> المعتز، انوارالحس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۵۵</w:t>
      </w:r>
      <w:r>
        <w:rPr>
          <w:rtl/>
          <w:lang w:bidi="ur-PK"/>
        </w:rPr>
        <w:t xml:space="preserve"> ،اورآپ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۳/ </w:t>
      </w:r>
      <w:r>
        <w:rPr>
          <w:rtl/>
          <w:lang w:bidi="ur-PK"/>
        </w:rPr>
        <w:t xml:space="preserve">رجب </w:t>
      </w:r>
      <w:r>
        <w:rPr>
          <w:rtl/>
          <w:lang w:bidi="fa-IR"/>
        </w:rPr>
        <w:t>۲۵۴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دوشنبہ انتقال فرماگئے (دمعہ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۱۴۹)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تذکرة خواص الامة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معتزباللہ کے زمانہ خلافت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دکئے</w:t>
      </w:r>
      <w:r>
        <w:rPr>
          <w:rtl/>
          <w:lang w:bidi="ur-PK"/>
        </w:rPr>
        <w:t xml:space="preserve">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زہرسے واقع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کوزہرسے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(انوارالابصارص </w:t>
      </w:r>
      <w:r>
        <w:rPr>
          <w:rtl/>
          <w:lang w:bidi="fa-IR"/>
        </w:rPr>
        <w:t xml:space="preserve">۱۵۰)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حجرلکھتے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صواعق محرقہ ص </w:t>
      </w:r>
      <w:r>
        <w:rPr>
          <w:rtl/>
          <w:lang w:bidi="fa-IR"/>
        </w:rPr>
        <w:t>۱۲۴</w:t>
      </w:r>
      <w:r>
        <w:rPr>
          <w:rtl/>
          <w:lang w:bidi="ur-PK"/>
        </w:rPr>
        <w:t xml:space="preserve"> ، 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۱۴۸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نے انتقال سے قبل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کوموار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سپردفرمائے تھے وفات کے بعدجب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السلام نے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</w:t>
      </w:r>
      <w:r>
        <w:rPr>
          <w:rtl/>
          <w:lang w:bidi="ur-PK"/>
        </w:rPr>
        <w:t xml:space="preserve"> چاک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اتولوگ</w:t>
      </w:r>
      <w:r>
        <w:rPr>
          <w:rtl/>
          <w:lang w:bidi="ur-PK"/>
        </w:rPr>
        <w:t xml:space="preserve"> معترض ہوئے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سنت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ہے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وفات حضرت ہارون پراپناگر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</w:t>
      </w:r>
      <w:r>
        <w:rPr>
          <w:rtl/>
          <w:lang w:bidi="ur-PK"/>
        </w:rPr>
        <w:t xml:space="preserve"> پھاڑاتھا (دمعہ ساکبہ ص </w:t>
      </w:r>
      <w:r>
        <w:rPr>
          <w:rtl/>
          <w:lang w:bidi="fa-IR"/>
        </w:rPr>
        <w:t>۱۴۸</w:t>
      </w:r>
      <w:r>
        <w:rPr>
          <w:rtl/>
          <w:lang w:bidi="ur-PK"/>
        </w:rPr>
        <w:t xml:space="preserve"> ، 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۲۹۴)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پرامام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نمازپڑھ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سامرہ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کئے گئے ”اناللہ واناال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راجعون“ ،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 مپرس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انتقال کے وقت آپ کے پاس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تھا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۲۹۲)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17" w:name="_Toc509136939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ازواج واولاد</w:t>
      </w:r>
      <w:bookmarkEnd w:id="31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سے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اسماء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محمدبن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جعفربن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دخترموسومہ عائشہ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۵۰۲</w:t>
      </w:r>
      <w:r>
        <w:rPr>
          <w:rtl/>
          <w:lang w:bidi="ur-PK"/>
        </w:rPr>
        <w:t xml:space="preserve"> ،صواعق محرقہ ص </w:t>
      </w:r>
      <w:r>
        <w:rPr>
          <w:rtl/>
          <w:lang w:bidi="fa-IR"/>
        </w:rPr>
        <w:t>۱۲۶</w:t>
      </w:r>
      <w:r>
        <w:rPr>
          <w:rtl/>
          <w:lang w:bidi="ur-PK"/>
        </w:rPr>
        <w:t xml:space="preserve"> طبع مصر)۔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18" w:name="_Toc509136940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318"/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19" w:name="_Toc50913694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اوربچپن کے بعض حالات</w:t>
      </w:r>
      <w:bookmarkEnd w:id="31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کااتفاق ہے کہ آپ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۱۰/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الثان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۲۳۲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جمعہ بوقت صبح بطن جناب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ثہ</w:t>
      </w:r>
      <w:r>
        <w:rPr>
          <w:rtl/>
          <w:lang w:bidi="ur-PK"/>
        </w:rPr>
        <w:t xml:space="preserve"> خاتون سے بمقام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متولدہوئے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ملاحظہ ہوشواہدالنبوت ص </w:t>
      </w:r>
      <w:r>
        <w:rPr>
          <w:rtl/>
          <w:lang w:bidi="fa-IR"/>
        </w:rPr>
        <w:t>۲۱۰</w:t>
      </w:r>
      <w:r>
        <w:rPr>
          <w:rtl/>
          <w:lang w:bidi="ur-PK"/>
        </w:rPr>
        <w:t xml:space="preserve"> ،صواعق محرقہ ص </w:t>
      </w:r>
      <w:r>
        <w:rPr>
          <w:rtl/>
          <w:lang w:bidi="fa-IR"/>
        </w:rPr>
        <w:t>۱۲۴</w:t>
      </w:r>
      <w:r>
        <w:rPr>
          <w:rtl/>
          <w:lang w:bidi="ur-PK"/>
        </w:rPr>
        <w:t xml:space="preserve"> ، نورالابصارص </w:t>
      </w:r>
      <w:r>
        <w:rPr>
          <w:rtl/>
          <w:lang w:bidi="fa-IR"/>
        </w:rPr>
        <w:t>۱۱۰</w:t>
      </w:r>
      <w:r>
        <w:rPr>
          <w:rtl/>
          <w:lang w:bidi="ur-PK"/>
        </w:rPr>
        <w:t xml:space="preserve"> ، 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۲۹۵</w:t>
      </w:r>
      <w:r>
        <w:rPr>
          <w:rtl/>
          <w:lang w:bidi="ur-PK"/>
        </w:rPr>
        <w:t xml:space="preserve"> ، 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۵۰۲</w:t>
      </w:r>
      <w:r>
        <w:rPr>
          <w:rtl/>
          <w:lang w:bidi="ur-PK"/>
        </w:rPr>
        <w:t xml:space="preserve"> ، دمعہ س</w:t>
      </w:r>
      <w:r>
        <w:rPr>
          <w:rFonts w:hint="eastAsia"/>
          <w:rtl/>
          <w:lang w:bidi="ur-PK"/>
        </w:rPr>
        <w:t>اکبہ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۱۶۳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کے بعد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کے رکھے ہوئے ”نام حسن بن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سے موسوم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نابع</w:t>
      </w:r>
      <w:r>
        <w:rPr>
          <w:rtl/>
          <w:lang w:bidi="ur-PK"/>
        </w:rPr>
        <w:t xml:space="preserve"> المودة)۔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20" w:name="_Toc509136942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اورآپ کے القاب</w:t>
      </w:r>
      <w:bookmarkEnd w:id="32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”ابومحمد“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کے القاب بے شمارتھے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عسکر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ہاد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خالص، سراج اورابن الرضا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مشہورہ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(نورالابصار ص </w:t>
      </w:r>
      <w:r>
        <w:rPr>
          <w:rtl/>
          <w:lang w:bidi="fa-IR"/>
        </w:rPr>
        <w:t>۱۵۰</w:t>
      </w:r>
      <w:r>
        <w:rPr>
          <w:rtl/>
          <w:lang w:bidi="ur-PK"/>
        </w:rPr>
        <w:t xml:space="preserve"> ،شواہدالنبوت ص </w:t>
      </w:r>
      <w:r>
        <w:rPr>
          <w:rtl/>
          <w:lang w:bidi="fa-IR"/>
        </w:rPr>
        <w:t>۲۱۰</w:t>
      </w:r>
      <w:r>
        <w:rPr>
          <w:rtl/>
          <w:lang w:bidi="ur-PK"/>
        </w:rPr>
        <w:t xml:space="preserve"> ،دمعہ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۱۲۲</w:t>
      </w:r>
      <w:r>
        <w:rPr>
          <w:rtl/>
          <w:lang w:bidi="ur-PK"/>
        </w:rPr>
        <w:t xml:space="preserve"> ،مناقب ابن شہرآشوب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کالقب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لئے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مشہورہوا کہ آپ جس محلہ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بمقام ”سرمن رائے“ رہتے تھے اسے عسکرکہاجاتاتھا اوربظاہراس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جب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معتصم باللہ نے اس مقام پرلشکرجمع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اورخو دب</w:t>
      </w:r>
      <w:r w:rsidR="00A80FD5">
        <w:rPr>
          <w:rtl/>
          <w:lang w:bidi="ur-PK"/>
        </w:rPr>
        <w:t xml:space="preserve"> ہی </w:t>
      </w:r>
      <w:r>
        <w:rPr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رتھاتواسے</w:t>
      </w:r>
      <w:r>
        <w:rPr>
          <w:rtl/>
          <w:lang w:bidi="ur-PK"/>
        </w:rPr>
        <w:t xml:space="preserve"> ”عسکر“ کہنے لگے تھے، اورخل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متوکل نے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بلواکر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رہنے پرمجبورک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نے امام زمانہ کواس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پرنوے ہزار لشکر کامعائنہ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اورآپ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دوانگل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سے اسے اپنے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لشکرکامطالعہ 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وجوہ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بناپراس م</w:t>
      </w:r>
      <w:r>
        <w:rPr>
          <w:rFonts w:hint="eastAsia"/>
          <w:rtl/>
          <w:lang w:bidi="ur-PK"/>
        </w:rPr>
        <w:t>قام</w:t>
      </w:r>
      <w:r>
        <w:rPr>
          <w:rtl/>
          <w:lang w:bidi="ur-PK"/>
        </w:rPr>
        <w:t xml:space="preserve"> کانام عسکر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جہاں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ہماالسلام</w:t>
      </w:r>
      <w:r>
        <w:rPr>
          <w:rtl/>
          <w:lang w:bidi="ur-PK"/>
        </w:rPr>
        <w:t xml:space="preserve"> مدتوں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رہ کرعسکر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مشہورہوگئے (بحارالانوارجلد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۱۵۴</w:t>
      </w:r>
      <w:r>
        <w:rPr>
          <w:rtl/>
          <w:lang w:bidi="ur-PK"/>
        </w:rPr>
        <w:t xml:space="preserve"> ،وف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۱۳۵</w:t>
      </w:r>
      <w:r>
        <w:rPr>
          <w:rtl/>
          <w:lang w:bidi="ur-PK"/>
        </w:rPr>
        <w:t xml:space="preserve"> ،مجمع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۳۲۲</w:t>
      </w:r>
      <w:r>
        <w:rPr>
          <w:rtl/>
          <w:lang w:bidi="ur-PK"/>
        </w:rPr>
        <w:t xml:space="preserve"> ،دمعہ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۱۶۳</w:t>
      </w:r>
      <w:r>
        <w:rPr>
          <w:rtl/>
          <w:lang w:bidi="ur-PK"/>
        </w:rPr>
        <w:t xml:space="preserve"> ، تذکرة ا لمعصوم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۲۲۲)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21" w:name="_Toc509136943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کاعہدح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اوربادشاہان وقت</w:t>
      </w:r>
      <w:bookmarkEnd w:id="32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</w:t>
      </w:r>
      <w:r>
        <w:rPr>
          <w:rtl/>
          <w:lang w:bidi="fa-IR"/>
        </w:rPr>
        <w:t>۲۳۲</w:t>
      </w:r>
      <w:r>
        <w:rPr>
          <w:rtl/>
          <w:lang w:bidi="ur-PK"/>
        </w:rPr>
        <w:t xml:space="preserve"> ہجر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وقت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جبکہ واثق باللہ بن معتصم بادشاہ وقت تھا جو </w:t>
      </w:r>
      <w:r>
        <w:rPr>
          <w:rtl/>
          <w:lang w:bidi="fa-IR"/>
        </w:rPr>
        <w:t>۲۲۷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بناتھا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ابوالفداء) پھر </w:t>
      </w:r>
      <w:r>
        <w:rPr>
          <w:rtl/>
          <w:lang w:bidi="fa-IR"/>
        </w:rPr>
        <w:t>۲۳۳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متوکل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جوحضرت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اولادسے سخت بغض وعنادرکھتاتھا،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منقصت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اکرتا</w:t>
      </w:r>
      <w:r>
        <w:rPr>
          <w:rtl/>
          <w:lang w:bidi="ur-PK"/>
        </w:rPr>
        <w:t xml:space="preserve"> تھا (ح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واة</w:t>
      </w:r>
      <w:r>
        <w:rPr>
          <w:rtl/>
          <w:lang w:bidi="ur-PK"/>
        </w:rPr>
        <w:t xml:space="preserve"> 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وتار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کامل)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>
        <w:rPr>
          <w:rtl/>
          <w:lang w:bidi="fa-IR"/>
        </w:rPr>
        <w:t>۲۳۶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جرم قرارد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کے مزارکوختم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کامل)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کوجبرامد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رمن رائے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طلب کرال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(صواعق محرقہ) اورآپ کوگرفتارکراکے آپ کے مکان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) پھر </w:t>
      </w:r>
      <w:r>
        <w:rPr>
          <w:rtl/>
          <w:lang w:bidi="fa-IR"/>
        </w:rPr>
        <w:t>۲۴۷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مستنصربن متوکل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ہوا۔(تار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ابوالفداء)پھر </w:t>
      </w:r>
      <w:r>
        <w:rPr>
          <w:rtl/>
          <w:lang w:bidi="fa-IR"/>
        </w:rPr>
        <w:t>۲۴۸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بنا(ابوالفداء) پھر </w:t>
      </w:r>
      <w:r>
        <w:rPr>
          <w:rtl/>
          <w:lang w:bidi="fa-IR"/>
        </w:rPr>
        <w:t>۲۵۲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معتزباللہ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ہوا(ابوالفداء)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(نورالابصار) پھر </w:t>
      </w:r>
      <w:r>
        <w:rPr>
          <w:rtl/>
          <w:lang w:bidi="fa-IR"/>
        </w:rPr>
        <w:t>۲۵۵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باللہ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بنا(تار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) پھر </w:t>
      </w:r>
      <w:r>
        <w:rPr>
          <w:rtl/>
          <w:lang w:bidi="fa-IR"/>
        </w:rPr>
        <w:t>۲۵۶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معتمدعل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ابوالفداء)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۲۶۰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زہرسے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دہوئے</w:t>
      </w:r>
      <w:r>
        <w:rPr>
          <w:rtl/>
          <w:lang w:bidi="ur-PK"/>
        </w:rPr>
        <w:t xml:space="preserve">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کامل) ان تمام خلفاء نے آپ کے ساتھ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برتاؤک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جوآل محمدکے ساتھ برتاؤکئے جانے کادستورچلاآرہا</w:t>
      </w:r>
      <w:r>
        <w:rPr>
          <w:rFonts w:hint="eastAsia"/>
          <w:rtl/>
          <w:lang w:bidi="ur-PK"/>
        </w:rPr>
        <w:t>تھا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22" w:name="_Toc509136944"/>
      <w:r>
        <w:rPr>
          <w:rFonts w:hint="eastAsia"/>
          <w:rtl/>
          <w:lang w:bidi="ur-PK"/>
        </w:rPr>
        <w:t>چارماہ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عمراورمنصب امامت</w:t>
      </w:r>
      <w:bookmarkEnd w:id="32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عمرجب چارماہ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توآپ کے والدامام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بعدکے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منصب امامت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ہوں گے اوراس پربہت سے لوگوں کوگواہ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۵۰۲</w:t>
      </w:r>
      <w:r>
        <w:rPr>
          <w:rtl/>
          <w:lang w:bidi="ur-PK"/>
        </w:rPr>
        <w:t xml:space="preserve"> ، 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۱۶۳</w:t>
      </w:r>
      <w:r>
        <w:rPr>
          <w:rtl/>
          <w:lang w:bidi="ur-PK"/>
        </w:rPr>
        <w:t xml:space="preserve"> بح</w:t>
      </w:r>
      <w:r>
        <w:rPr>
          <w:rFonts w:hint="eastAsia"/>
          <w:rtl/>
          <w:lang w:bidi="ur-PK"/>
        </w:rPr>
        <w:t>والہ</w:t>
      </w:r>
      <w:r>
        <w:rPr>
          <w:rtl/>
          <w:lang w:bidi="ur-PK"/>
        </w:rPr>
        <w:t xml:space="preserve"> 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اجل وارفع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وافضل تھے۔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23" w:name="_Toc509136945"/>
      <w:r>
        <w:rPr>
          <w:rFonts w:hint="eastAsia"/>
          <w:rtl/>
          <w:lang w:bidi="ur-PK"/>
        </w:rPr>
        <w:t>چارسال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کاسفرعراق</w:t>
      </w:r>
      <w:bookmarkEnd w:id="32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متوکل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جوآل محمدکاہم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سے دشمن تھا اس نے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والدبزرگوارامام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کوجبرا </w:t>
      </w:r>
      <w:r>
        <w:rPr>
          <w:rtl/>
          <w:lang w:bidi="fa-IR"/>
        </w:rPr>
        <w:t>۲۳۶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”سرمن رائے“ بلال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ہمراہ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جاناپڑااس وقت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عمرچارسال چندماہ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(دمعہ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۱۶۲)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24" w:name="_Toc509136946"/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آل محمدکنوئ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>میں</w:t>
      </w:r>
      <w:bookmarkEnd w:id="324"/>
      <w:r w:rsidR="00E8268B"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نہ جانے کس طرح اپنے گھرکے کنوئ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گرگئے، آپ کے گرنے سے عورتوں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کہرام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برپاہوگ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خنے</w:t>
      </w:r>
      <w:r>
        <w:rPr>
          <w:rtl/>
          <w:lang w:bidi="ur-PK"/>
        </w:rPr>
        <w:t xml:space="preserve"> اورچلانے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مگرامام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جومحونمازتھے، مطلق متاثرنہ ہوئے اوراطم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سے </w:t>
      </w:r>
      <w:r>
        <w:rPr>
          <w:rtl/>
          <w:lang w:bidi="ur-PK"/>
        </w:rPr>
        <w:lastRenderedPageBreak/>
        <w:t>نمازکااختتام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کے بعدآ پ نے ف</w:t>
      </w:r>
      <w:r>
        <w:rPr>
          <w:rFonts w:hint="eastAsia"/>
          <w:rtl/>
          <w:lang w:bidi="ur-PK"/>
        </w:rPr>
        <w:t>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گھبراؤنہ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حجت خداکوکوئ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گزندنہ پہنچے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دوران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کھاکہ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بلندہورہاہے اورامام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(معہ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۱۷۹)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25" w:name="_Toc509136947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عروج فکر</w:t>
      </w:r>
      <w:bookmarkEnd w:id="32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آل</w:t>
      </w:r>
      <w:r>
        <w:rPr>
          <w:rtl/>
          <w:lang w:bidi="ur-PK"/>
        </w:rPr>
        <w:t xml:space="preserve"> محمدجوتدبرقرآن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اورعروج فکر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خاص مقام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بلند مقام بزرگ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علماء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لکھاہے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کھڑے رہے جس جگہ کچھ بچے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 تھے اتفاقا ادھرسے عارف آل محمدجناب بہلول داناگزرے، انہوں نے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کرکہ سب بچے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خوبصورت سرخ وسف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دبچہ</w:t>
      </w:r>
      <w:r>
        <w:rPr>
          <w:rtl/>
          <w:lang w:bidi="ur-PK"/>
        </w:rPr>
        <w:t xml:space="preserve"> کھڑارورہاہے ادھرمتوجہ ہوئے اورکہاکہ اے نونہال مجھے بڑاافسوس ہے کہ تم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رورہے رہو کہ تمہارے پاس وہ کھلونے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جوان بچوں کے پاس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سنو!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کھلونے لے کرآتاہوں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</w:t>
      </w:r>
      <w:r>
        <w:rPr>
          <w:rFonts w:hint="eastAsia"/>
          <w:rtl/>
          <w:lang w:bidi="ur-PK"/>
        </w:rPr>
        <w:t>تھا</w:t>
      </w:r>
      <w:r>
        <w:rPr>
          <w:rtl/>
          <w:lang w:bidi="ur-PK"/>
        </w:rPr>
        <w:t xml:space="preserve"> کہ اس 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باوجودبولے، انانہ سمجھ ہم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لنے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داکئے</w:t>
      </w:r>
      <w:r>
        <w:rPr>
          <w:rtl/>
          <w:lang w:bidi="ur-PK"/>
        </w:rPr>
        <w:t xml:space="preserve"> گئے ہم علم وعبادت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داکئے</w:t>
      </w:r>
      <w:r>
        <w:rPr>
          <w:rtl/>
          <w:lang w:bidi="ur-PK"/>
        </w:rPr>
        <w:t xml:space="preserve">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انہوں نے پوچھاکہ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ونکرمعلوم</w:t>
      </w:r>
      <w:r>
        <w:rPr>
          <w:rtl/>
          <w:lang w:bidi="ur-PK"/>
        </w:rPr>
        <w:t xml:space="preserve"> ہواکہ غرض خلقت علم وعبادت ہے،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درہبر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کرتاہے،ک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اتم</w:t>
      </w:r>
      <w:r>
        <w:rPr>
          <w:rtl/>
          <w:lang w:bidi="ur-PK"/>
        </w:rPr>
        <w:t xml:space="preserve"> 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پڑھاکہ خدافرما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”افحسبتم انماخلقناکم عبثا“ الخ(پ </w:t>
      </w:r>
      <w:r>
        <w:rPr>
          <w:rtl/>
          <w:lang w:bidi="fa-IR"/>
        </w:rPr>
        <w:t>۱۸</w:t>
      </w:r>
      <w:r>
        <w:rPr>
          <w:rtl/>
          <w:lang w:bidi="ur-PK"/>
        </w:rPr>
        <w:t xml:space="preserve"> رکوع </w:t>
      </w:r>
      <w:r>
        <w:rPr>
          <w:rtl/>
          <w:lang w:bidi="fa-IR"/>
        </w:rPr>
        <w:t xml:space="preserve">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اتم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ہم نے تم کوعبث (کھ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وکود)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اہے؟</w:t>
      </w:r>
      <w:r>
        <w:rPr>
          <w:rtl/>
          <w:lang w:bidi="ur-PK"/>
        </w:rPr>
        <w:t xml:space="preserve"> اورک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اتم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 کرنہ آؤگے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کربہلول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گئے، اورکہنے پرمجبورہوگئے کہ اے فرزندتمہ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تم رورہے تھے گناہ کاتصورتوہونہ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تم بہت کم سن ہو، آپ نے فرم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اہوتاہے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کھاہے</w:t>
      </w:r>
      <w:r>
        <w:rPr>
          <w:rtl/>
          <w:lang w:bidi="ur-PK"/>
        </w:rPr>
        <w:t xml:space="preserve"> کہ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کوجلانے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استعمال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ڈرتاہوں 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جہنم کے بڑے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ندھن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 چھوٹے اورکمسن لوگ استعمال نہ کئے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(صواعق محرقہ ص </w:t>
      </w:r>
      <w:r>
        <w:rPr>
          <w:rtl/>
          <w:lang w:bidi="fa-IR"/>
        </w:rPr>
        <w:t>۱۲۴</w:t>
      </w:r>
      <w:r>
        <w:rPr>
          <w:rtl/>
          <w:lang w:bidi="ur-PK"/>
        </w:rPr>
        <w:t xml:space="preserve"> ، نورالابصار ص </w:t>
      </w:r>
      <w:r>
        <w:rPr>
          <w:rtl/>
          <w:lang w:bidi="fa-IR"/>
        </w:rPr>
        <w:t>۱۵۰</w:t>
      </w:r>
      <w:r>
        <w:rPr>
          <w:rtl/>
          <w:lang w:bidi="ur-PK"/>
        </w:rPr>
        <w:t xml:space="preserve"> ،تذکرة المعصوم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۲۳۰)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26" w:name="_Toc509136948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 بادشاہان وقت کاسلوک اورطرزعمل</w:t>
      </w:r>
      <w:bookmarkEnd w:id="32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طرح آپ کے آباؤاجدادکے وجودکوان کے عہدکے بادشاہ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اورحکمران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روڑاسمجھتے رہے ان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رہاکہ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قلوب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فرندرسول اوراعمال صالح کے تاجدارہ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لہذا ان کوانظارعامہ سے دوررکھاجائے ورنہ امکان 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لوگ ان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بادشاہ وقت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اس کے علاوہ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بغض وحسدبھ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بادشاہ وقت کے مقابلہ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سے ہوں گے جوسلطنتوں کا انقلاب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تصورات نے جس طرح آپ کے بزرگوں کو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مصائب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آماجگاہ بنائے رکھااس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کے عہد کے </w:t>
      </w:r>
      <w:r>
        <w:rPr>
          <w:rtl/>
          <w:lang w:bidi="ur-PK"/>
        </w:rPr>
        <w:lastRenderedPageBreak/>
        <w:t>بادشاہوں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عہدواثق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اورعہدمتوکل کے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بچپناگزرا،متوکل جوآل محمدکا جان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تھا اس نے صرف اس جرم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 آل محمدک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ابن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شاعرک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گد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کھنچ</w:t>
      </w:r>
      <w:r>
        <w:rPr>
          <w:rFonts w:hint="eastAsia"/>
          <w:rtl/>
          <w:lang w:bidi="ur-PK"/>
        </w:rPr>
        <w:t>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(ابوالفداء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سب سے پہلے توآپ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چارسال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ترک وطن کرنے پرمجبورک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کوجبرا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سامرہ بلوال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 کے ہمراہ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کولازماجاناتھا پھروہاں آپ کے گھرک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کے کہنے سننے سے تلاش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اوراپ کے و</w:t>
      </w:r>
      <w:r>
        <w:rPr>
          <w:rFonts w:hint="eastAsia"/>
          <w:rtl/>
          <w:lang w:bidi="ur-PK"/>
        </w:rPr>
        <w:t>الدماجدکو</w:t>
      </w:r>
      <w:r>
        <w:rPr>
          <w:rtl/>
          <w:lang w:bidi="ur-PK"/>
        </w:rPr>
        <w:t xml:space="preserve"> جانوروں سے پھڑوا ڈالنے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غرضکہ جوجوسع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 محمدکوستانے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ممکن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سب اس نے اپنے عہدح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کرڈال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بعداس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مستنصرخل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پاپ کے نقش قدم پرچل کرآل محمدکوستانے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اداکرتارہا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مسلسل کوشش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لوگوں کوسکون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 ہونے پائے اس کے بعدمستع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کاجب عہدآ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اتواس</w:t>
      </w:r>
      <w:r>
        <w:rPr>
          <w:rtl/>
          <w:lang w:bidi="ur-PK"/>
        </w:rPr>
        <w:t xml:space="preserve"> نے آپ کے والدماجدکوق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رکھنے کے ساتھ ساتھ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سے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کوقتل کرادے اوراس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نے مختلف راستے تلاش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ملاجام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اس نے اپنے شوق کے مطابق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زبردست گھوڑاخر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اتفاق سے وہ کچھ اس درجہ سرکش نکلاکہ اس نے بڑے بڑے لوگوں کوسوار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اورجواس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پردے مارکرٹاپوں سے کچل ڈالا،ا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مستع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باللہ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دوست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رائے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کوبلاکرحکم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کہ وہ اس پرسوار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اگروہ اس پرکام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ہوگئے توگھوڑارام ہوجائے گا اوراگرکام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 ہوئے اورکچل ڈالے گئے تو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رامقصدحل</w:t>
      </w:r>
      <w:r>
        <w:rPr>
          <w:rtl/>
          <w:lang w:bidi="ur-PK"/>
        </w:rPr>
        <w:t xml:space="preserve"> ہوجائے گا چنانچہ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اللہ رے شان امامت جب آپ اس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پہنچے تووہ اس طر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کچھ جانتاہ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بادشاہ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کے پاس اس کے سواکوئ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اورچارہ نہ تھا کہ گھوڑاحضرت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حوالے کردے (شواہدالنبوت ص </w:t>
      </w:r>
      <w:r>
        <w:rPr>
          <w:rtl/>
          <w:lang w:bidi="fa-IR"/>
        </w:rPr>
        <w:t xml:space="preserve">۲۱۰)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پھرمستع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بعدجب معتزباللہ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ہواتواس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 محمدکوستانے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کرتارہا کہ عہدحاضرکے امام زمانہ اورفرزندرسول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کودرجہ شہادت پرفائزکردے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اوراس نے </w:t>
      </w:r>
      <w:r>
        <w:rPr>
          <w:rtl/>
          <w:lang w:bidi="fa-IR"/>
        </w:rPr>
        <w:t>۲۵۴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والدبزرگوارکوزہرسے ش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نے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کوبے انتہاما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خطرات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محصور ہوگئے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حکومت کارخ اب 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کوکھٹکالگاہ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کہ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عمل درآمدشروع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معتزنے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اورناصب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حراست اورنظربند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آپ کوستانے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فروگذاشت </w:t>
      </w:r>
      <w:r>
        <w:rPr>
          <w:rtl/>
          <w:lang w:bidi="ur-PK"/>
        </w:rPr>
        <w:lastRenderedPageBreak/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آخر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آپ کامعتقدبن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گزار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اورروزہ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ساگہرااثرک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حاضرہوکرمعاف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کودولت سراتک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لکھاتھا کہ تم خانہ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ہوجاؤ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بڑافتنہ اٹھنے والاہے غرضکہ تھوڑے دنوں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ہنگامہ برپاہوااورحجاج بن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نے معتزکوقتل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(کشف الغمہ ص </w:t>
      </w:r>
      <w:r>
        <w:rPr>
          <w:rtl/>
          <w:lang w:bidi="fa-IR"/>
        </w:rPr>
        <w:t xml:space="preserve">۱۲۷) </w:t>
      </w:r>
      <w:r>
        <w:rPr>
          <w:rtl/>
          <w:lang w:bidi="ur-PK"/>
        </w:rPr>
        <w:t>۔</w:t>
      </w:r>
      <w:r>
        <w:rPr>
          <w:rtl/>
          <w:lang w:bidi="ur-PK"/>
        </w:rPr>
        <w:cr/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پھرجب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باللہ کاعہدآ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تواس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بدستوراپناعمل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اورحضرت کوستانے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کرتارہا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اس نے صالح بن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حوالہ آپ کوکرد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ااورحکم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ہرممکن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آپ کوستائے، صالح کے مکان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حجرہ تھا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دکئے</w:t>
      </w:r>
      <w:r>
        <w:rPr>
          <w:rtl/>
          <w:lang w:bidi="ur-PK"/>
        </w:rPr>
        <w:t xml:space="preserve"> گئے صالح بدبخت نے جہاں اورطر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ستا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تھاکہ آپ کوکھانا اورپان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اورتنگ رکھتاتھا آخرا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ساہوتارہاکہ</w:t>
      </w:r>
      <w:r>
        <w:rPr>
          <w:rtl/>
          <w:lang w:bidi="ur-PK"/>
        </w:rPr>
        <w:t xml:space="preserve"> آپ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مم</w:t>
      </w:r>
      <w:r>
        <w:rPr>
          <w:rtl/>
          <w:lang w:bidi="ur-PK"/>
        </w:rPr>
        <w:t xml:space="preserve"> سے نمازادا فرماتے رہے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کہاکہ اے دشمن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فرزندرسول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ساتھ رحم کابرتاؤ کر، اس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توجہ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کاذکرہے کہ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نے صالح سے جاکردرخواست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اجاناچاہئے</w:t>
      </w:r>
      <w:r>
        <w:rPr>
          <w:rtl/>
          <w:lang w:bidi="ur-PK"/>
        </w:rPr>
        <w:t xml:space="preserve"> 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 کے اوپردوا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شخصوں کومسلط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جن کاظلم وتشدد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اکروں،</w:t>
      </w:r>
      <w:r>
        <w:rPr>
          <w:rtl/>
          <w:lang w:bidi="ur-PK"/>
        </w:rPr>
        <w:t xml:space="preserve"> کہ ان کے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گذار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وہ اس درجہ متاثرہوگئے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 سے جواب طلب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توانہوں نے قلب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مجبور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کروہ لوگ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واپس گئے (تذکرة المعصوم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۲۲۳)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غرضکہ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کاظلم وتشددزوروں پرتھا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پرسخت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کرتاتھا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وہ ان کے ماننے والوں کوبرابرقتل کررہاتھا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آپ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احمدبن محمدنے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اس کے ظلم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توآپ نے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گھبراؤنہ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مہ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عمراب صرف پانچ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چنانچہ چھٹے دن اسے کمال ذلت وخوار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(کشف الغمہ ص </w:t>
      </w:r>
      <w:r>
        <w:rPr>
          <w:rtl/>
          <w:lang w:bidi="fa-IR"/>
        </w:rPr>
        <w:t xml:space="preserve">۱۲۶) </w:t>
      </w:r>
      <w:r>
        <w:rPr>
          <w:rtl/>
          <w:lang w:bidi="ur-PK"/>
        </w:rPr>
        <w:t>۔اس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آپ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پہنچے توع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فتح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عمراس وقت </w:t>
      </w:r>
      <w:r>
        <w:rPr>
          <w:rtl/>
          <w:lang w:bidi="fa-IR"/>
        </w:rPr>
        <w:t>۶۵</w:t>
      </w:r>
      <w:r>
        <w:rPr>
          <w:rtl/>
          <w:lang w:bidi="ur-PK"/>
        </w:rPr>
        <w:t xml:space="preserve"> سال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ماہ 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نے نوٹ بک نکال کراس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خداتمہ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عطاکرے گا وہ خوش ہوکرکہنے لگا مولا!ک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اآپ</w:t>
      </w:r>
      <w:r>
        <w:rPr>
          <w:rtl/>
          <w:lang w:bidi="ur-PK"/>
        </w:rPr>
        <w:t xml:space="preserve"> کوخدافرزندنہ دے گا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عنقر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مجھے مالک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سافرزندعطاکرے</w:t>
      </w:r>
      <w:r>
        <w:rPr>
          <w:rtl/>
          <w:lang w:bidi="ur-PK"/>
        </w:rPr>
        <w:t xml:space="preserve"> گا جوسار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پرحکومت کرے گا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</w:t>
      </w:r>
      <w:r>
        <w:rPr>
          <w:rtl/>
          <w:lang w:bidi="ur-PK"/>
        </w:rPr>
        <w:t xml:space="preserve"> عدل وانصاف سے بھردے گا (نورالابصارص </w:t>
      </w:r>
      <w:r>
        <w:rPr>
          <w:rtl/>
          <w:lang w:bidi="fa-IR"/>
        </w:rPr>
        <w:t xml:space="preserve">۱۰۱) </w:t>
      </w:r>
      <w:r>
        <w:rPr>
          <w:rtl/>
          <w:lang w:bidi="ur-PK"/>
        </w:rPr>
        <w:t>پھرجب اس کے بعد</w:t>
      </w:r>
      <w:r>
        <w:rPr>
          <w:rFonts w:hint="eastAsia"/>
          <w:rtl/>
          <w:lang w:bidi="ur-PK"/>
        </w:rPr>
        <w:t>معتمدخل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ہواتواس نے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پرظلم وتشدد واستبدادکا خاتمہ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27" w:name="_Toc509136949"/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اورامام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کاآغازامامت</w:t>
      </w:r>
      <w:bookmarkEnd w:id="32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فرزندامام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نرجس خاتون سے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صرروم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اورشمعون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سے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۲۹۸)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28" w:name="_Toc509136950"/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بعدآپ </w:t>
      </w:r>
      <w:r>
        <w:rPr>
          <w:rtl/>
          <w:lang w:bidi="fa-IR"/>
        </w:rPr>
        <w:t xml:space="preserve">۳/ </w:t>
      </w:r>
      <w:r>
        <w:rPr>
          <w:rtl/>
          <w:lang w:bidi="ur-PK"/>
        </w:rPr>
        <w:t xml:space="preserve">رجب </w:t>
      </w:r>
      <w:r>
        <w:rPr>
          <w:rtl/>
          <w:lang w:bidi="fa-IR"/>
        </w:rPr>
        <w:t>۲۵۴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کودرجہ شہادت پرفائزہوئے۔</w:t>
      </w:r>
      <w:bookmarkEnd w:id="32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کاآغازہوا آپ کے تمام معتقد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آپ کومبارک بادد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سے ہرقسم کااستفادہ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آمدورفت اورسوالات وجوابات کاسلسلہ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جوابات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زمعلومات</w:t>
      </w:r>
      <w:r>
        <w:rPr>
          <w:rtl/>
          <w:lang w:bidi="ur-PK"/>
        </w:rPr>
        <w:t xml:space="preserve"> کاانکشاف فرم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لوگ دنگ رہ گئے آپ نے علم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اورعلم بالموت تک کاثبوت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فلاں شخص کواتنے دنوں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موت آجائے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ملاجام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اپنے والدسم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کرناچاہاکہ باپ کوپانچ سو درہم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سوردرہم اگرامام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توتوسارے کام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 راستے پرآپہنچے ،اتفاقا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امام کوپہچانتے نہ تھے امام خودان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گئے اوران سے کہاکہ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آٹھ سودرہم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آؤتمہ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دونوں ہمراہ ہول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اوررقم معہودحاصل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اورشخص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 اس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کولکھ کربھ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اورتنگ 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</w:t>
      </w:r>
      <w:r>
        <w:rPr>
          <w:rFonts w:hint="eastAsia"/>
          <w:rtl/>
          <w:lang w:bidi="ur-PK"/>
        </w:rPr>
        <w:t>ذکرشرم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آج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رہاہوجاؤگے اورتم نے جوشرم سے تنگدست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کاتذکرہ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متعلق معلوم کروکہ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مقام پرپہنچتے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دوں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آپ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اشرف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کے حوالہ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نارتھے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آپ کوتحر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مشکوة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حاملہ ہے اس سے جوفرزندپ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داہوگا</w:t>
      </w:r>
      <w:r>
        <w:rPr>
          <w:rtl/>
          <w:lang w:bidi="ur-PK"/>
        </w:rPr>
        <w:t xml:space="preserve"> اس کانام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نے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مشکوة سے مراد قلب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ہے اورآخر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”اعظم اللہ اجرک واخلف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ک“</w:t>
      </w:r>
      <w:r>
        <w:rPr>
          <w:rtl/>
          <w:lang w:bidi="ur-PK"/>
        </w:rPr>
        <w:t xml:space="preserve"> خداتمہ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جزائے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ردے</w:t>
      </w:r>
      <w:r>
        <w:rPr>
          <w:rtl/>
          <w:lang w:bidi="ur-PK"/>
        </w:rPr>
        <w:t xml:space="preserve"> اورنعم البدل عطاکرے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کہ اس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مردہ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حاملہ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فرزندنر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متولدہوا، ملاحظہ ہو(شواہدالنبوت ص </w:t>
      </w:r>
      <w:r>
        <w:rPr>
          <w:rtl/>
          <w:lang w:bidi="fa-IR"/>
        </w:rPr>
        <w:t xml:space="preserve">۲۱۱)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حسن ابن 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حضرت سے لکھ کردر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قائم آل محمدپوش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ہونے کے بعدکب ظہورکر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آپ نے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بعدلکھا کہ تم تپ ربع کاسوال کرنابھول گئے جسے تم مجھ سے پوچھناچاہتے تھے ، تود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ساکروکہ</w:t>
      </w:r>
      <w:r>
        <w:rPr>
          <w:rtl/>
          <w:lang w:bidi="ur-PK"/>
        </w:rPr>
        <w:t xml:space="preserve"> جواس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مبتلاہواس کے گلے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انارکون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برداولاما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م“</w:t>
      </w:r>
      <w:r>
        <w:rPr>
          <w:rtl/>
          <w:lang w:bidi="ur-PK"/>
        </w:rPr>
        <w:t xml:space="preserve"> لکھ کرلٹکادوشفا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ہوجائے گاعل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دابن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کاکہناہے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گھوڑاپرسوارہوکرحضرت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حاضرہواتوآپ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 گھوڑے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رات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چنانچہ وہ صبح ہونے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پہلے مرگ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بن محمدکاکہناہے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حاضرہوا،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 سے قسم کھاکرکہاکہ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آپ نے مسکراکر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قسم مت کھاؤ تمہارے گھردوسود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مدفون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کروہ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پھرحضرت نے غلام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واشرف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</w:t>
      </w:r>
      <w:r>
        <w:rPr>
          <w:rtl/>
          <w:lang w:bidi="ur-PK"/>
        </w:rPr>
        <w:t xml:space="preserve"> عبد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فرزندکو بصرہ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چھوڑکرسامرہ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ااوروہاں</w:t>
      </w:r>
      <w:r>
        <w:rPr>
          <w:rtl/>
          <w:lang w:bidi="ur-PK"/>
        </w:rPr>
        <w:t xml:space="preserve"> حضرت کوتحر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فرزندکے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دعائے شفاء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”خدااس پررحمت نازل فرمائے“ جس دن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 اسے ملااس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اس کافرزندانتقال کرچکاتھا محمد</w:t>
      </w:r>
      <w:r>
        <w:rPr>
          <w:rFonts w:hint="eastAsia"/>
          <w:rtl/>
          <w:lang w:bidi="ur-PK"/>
        </w:rPr>
        <w:t>بن</w:t>
      </w:r>
      <w:r>
        <w:rPr>
          <w:rtl/>
          <w:lang w:bidi="ur-PK"/>
        </w:rPr>
        <w:t xml:space="preserve"> افرغ کہتاہے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”آئمہ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احتلام ہوتاہے“ جب خط روانہ کرچکاتو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ہواکہ احتلام تووسوسہ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ہواکرتاہے اورامام تک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پہنچ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بہرحال جواب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امام نوم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دونوں حالتوں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وس</w:t>
      </w:r>
      <w:r>
        <w:rPr>
          <w:rFonts w:hint="eastAsia"/>
          <w:rtl/>
          <w:lang w:bidi="ur-PK"/>
        </w:rPr>
        <w:t>وسہ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دورہوتے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ساکہ</w:t>
      </w:r>
      <w:r>
        <w:rPr>
          <w:rtl/>
          <w:lang w:bidi="ur-PK"/>
        </w:rPr>
        <w:t xml:space="preserve"> تمہارے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داہواہے</w:t>
      </w:r>
      <w:r>
        <w:rPr>
          <w:rtl/>
          <w:lang w:bidi="ur-PK"/>
        </w:rPr>
        <w:t xml:space="preserve"> پھراحتلام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ونکرہوسکتاہے</w:t>
      </w:r>
      <w:r>
        <w:rPr>
          <w:rtl/>
          <w:lang w:bidi="ur-PK"/>
        </w:rPr>
        <w:t xml:space="preserve"> جعفربن محمدکاکہناہے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حاضرتھا،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 جوحاملہ ہے اگراس سے فرزندنر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داہوتوبہت</w:t>
      </w:r>
      <w:r>
        <w:rPr>
          <w:rtl/>
          <w:lang w:bidi="ur-PK"/>
        </w:rPr>
        <w:t xml:space="preserve"> اچھاہوآپ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جعفرلڑکان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ہوا(کشف الغمہ ص </w:t>
      </w:r>
      <w:r>
        <w:rPr>
          <w:rtl/>
          <w:lang w:bidi="fa-IR"/>
        </w:rPr>
        <w:t xml:space="preserve">۱۲۸)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29" w:name="_Toc509136951"/>
      <w:r>
        <w:rPr>
          <w:rFonts w:hint="eastAsia"/>
          <w:rtl/>
          <w:lang w:bidi="ur-PK"/>
        </w:rPr>
        <w:t>اپنے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مندوں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کادورہ</w:t>
      </w:r>
      <w:bookmarkEnd w:id="32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جعفربن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جرجان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حج سے فراغت کے بعدحضرت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 ،اوران سے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مولا! اہل جرجان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آور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خواستگارہ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آج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سونوے دن کے بعدواپس جرجان پہنچوگے اورجس دن تم پہچوگے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شا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 جاؤں گا تم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باخبرکرد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وطن پہنچ کرلوگوں کوآگاہ کرچکاتھا کہ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آور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سب سے ملاقات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اورسب نے شرف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پھرلوگوں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سب کومطمئن </w:t>
      </w:r>
      <w:r>
        <w:rPr>
          <w:rFonts w:hint="eastAsia"/>
          <w:rtl/>
          <w:lang w:bidi="ur-PK"/>
        </w:rPr>
        <w:t>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نصربن جابرنے اپنے فرزندکوپ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جوناب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ناتھا</w:t>
      </w:r>
      <w:r>
        <w:rPr>
          <w:rtl/>
          <w:lang w:bidi="ur-PK"/>
        </w:rPr>
        <w:t xml:space="preserve"> حضرت نے اس کے چہرہ پردست مبارک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رکراسے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پھرآپ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(کشف الغمہ ص </w:t>
      </w:r>
      <w:r>
        <w:rPr>
          <w:rtl/>
          <w:lang w:bidi="fa-IR"/>
        </w:rPr>
        <w:t xml:space="preserve">۱۲۸)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آپ 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بلاروشنائ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قلم سے لکھا آپ نے اس کاجواب مرحمت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ااورساتھ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لکھنے والے کا اوراس کے باپ کانام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کرامت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کروہ شخص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ااوراسلام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کامعتقدبن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(دمعہ ساکبہ ص </w:t>
      </w:r>
      <w:r>
        <w:rPr>
          <w:rtl/>
          <w:lang w:bidi="fa-IR"/>
        </w:rPr>
        <w:t xml:space="preserve">۱۷۲)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30" w:name="_Toc509136952"/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کاپتھرپرمہر لگانا</w:t>
      </w:r>
      <w:bookmarkEnd w:id="33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ثقة</w:t>
      </w:r>
      <w:r>
        <w:rPr>
          <w:rtl/>
          <w:lang w:bidi="ur-PK"/>
        </w:rPr>
        <w:t xml:space="preserve"> الاسلام علامہ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اورامام اہلسنت علامہ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خوبصورت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سنگ پارہ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پتھرکاٹکڑا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کرکے خواہش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اس پراپن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مہرکرد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نے مہرنکال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وراس</w:t>
      </w:r>
      <w:r>
        <w:rPr>
          <w:rtl/>
          <w:lang w:bidi="ur-PK"/>
        </w:rPr>
        <w:t xml:space="preserve"> پرلگاد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کااسم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کندہ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طرح موم پرلگانے سے کندہ ہوتاہے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سوال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آنے والامجمع ابن صلت بن عقبہ بن سمعان ابن غانم ابن ام غانم 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سنگ پارہ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جس پراس کے خاندان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عورت ام غانم نے تمام آئمہ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مہرلگوارکھ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کادعو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کرتاتھا تووہ اس کولے کراس کے پاس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اگراس مدع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پتھرپرمہرلگاد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تواس نے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امام زمانہ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اوراگروہ اس عمل سے عاجزرہاتووہ اسے نظراندازکرد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چونکہ اس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سنگ پارہ پرکئ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اماموں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مہرلگوائ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کالقب (صاحبةالحصاة)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مجمع بن صلت نے مہرلگوائ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تواس سے پوچھاگ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کوپہلے سے پہچانتے تھے اس نے کہانہ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واقعہ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کاانتظارکرہ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رہاتھا کہ کہ آپ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پہچانتانہ تھا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خاموش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ناشناس ن</w:t>
      </w:r>
      <w:r>
        <w:rPr>
          <w:rFonts w:hint="eastAsia"/>
          <w:rtl/>
          <w:lang w:bidi="ur-PK"/>
        </w:rPr>
        <w:t>وجوان</w:t>
      </w:r>
      <w:r>
        <w:rPr>
          <w:rtl/>
          <w:lang w:bidi="ur-PK"/>
        </w:rPr>
        <w:t xml:space="preserve">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نظروں کے سامنے آکرکہاکہ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حسن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ابوہاشم کہتاہے کہ جب وہ جوان آپ کے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کاش مجھے معلوم ہوتاکہ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کون ہے،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آناتھا کہ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مہرلگوانے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سنگ پارہ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 جس پرم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باپ داداک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چنانچہ اس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اورآپ نے مہرلگاد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شخص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”ذر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بعضہامن بعض“ پڑھتاہواچلاگ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،دمعہ ساکبہ ص </w:t>
      </w:r>
      <w:r>
        <w:rPr>
          <w:rtl/>
          <w:lang w:bidi="fa-IR"/>
        </w:rPr>
        <w:t>۱۶۴</w:t>
      </w:r>
      <w:r>
        <w:rPr>
          <w:rtl/>
          <w:lang w:bidi="ur-PK"/>
        </w:rPr>
        <w:t xml:space="preserve"> ،شواہدالنبوت ص </w:t>
      </w:r>
      <w:r>
        <w:rPr>
          <w:rtl/>
          <w:lang w:bidi="fa-IR"/>
        </w:rPr>
        <w:t>۲۱۱</w:t>
      </w:r>
      <w:r>
        <w:rPr>
          <w:rtl/>
          <w:lang w:bidi="ur-PK"/>
        </w:rPr>
        <w:t xml:space="preserve"> ،طبع لکھنو </w:t>
      </w:r>
      <w:r>
        <w:rPr>
          <w:rtl/>
          <w:lang w:bidi="fa-IR"/>
        </w:rPr>
        <w:t>۱۹۰۵</w:t>
      </w:r>
      <w:r>
        <w:rPr>
          <w:rtl/>
          <w:lang w:bidi="ur-PK"/>
        </w:rPr>
        <w:t xml:space="preserve"> ء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۲۱۴)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31" w:name="_Toc509136953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کاعراق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فلسف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کوشکست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bookmarkEnd w:id="33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عراق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فلسف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اسحاق کند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خبط سوارہواکہ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تناقض ثابت کرے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بتادے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سے،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مضمون دوسرے مضمون سے ٹکراتاہے اس نے اس مقصدک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”تناقض القرآن“ لکھناشروع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درجہ م</w:t>
      </w:r>
      <w:r>
        <w:rPr>
          <w:rFonts w:hint="eastAsia"/>
          <w:rtl/>
          <w:lang w:bidi="ur-PK"/>
        </w:rPr>
        <w:t>نہمک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لوگوں سے ملناجلنا اورکہ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آناجانا سب ترک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امام حسن عسکر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کوجب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آپ نے اس کے خبط کو دور کرنے کاارادہ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آپ کاخ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تھا کہ اس 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سااعتراض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کہ جس کا وہ جواب نہ دے سے اورمجبورااپنے ارادہ سے بازآئے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اتفاقا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شاگرد حاضرہوا، حضرت نے 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جواسحاق کند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”تناقض القرآن“ سے لکھنے سے بازرکھے اس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مولا!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کاشاگردہوں، بھلااس کے سامنے لب کشائ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کرسکتاہوں،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توکرس</w:t>
      </w:r>
      <w:r>
        <w:rPr>
          <w:rFonts w:hint="eastAsia"/>
          <w:rtl/>
          <w:lang w:bidi="ur-PK"/>
        </w:rPr>
        <w:t>کتے</w:t>
      </w:r>
      <w:r>
        <w:rPr>
          <w:rtl/>
          <w:lang w:bidi="ur-PK"/>
        </w:rPr>
        <w:t xml:space="preserve"> ہو کہ جو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کہوں وہ اس تک پہنچادو، اس نے کہاکرسکتاہوں،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پہلے توتم اس سے موانست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داکرو،</w:t>
      </w:r>
      <w:r>
        <w:rPr>
          <w:rtl/>
          <w:lang w:bidi="ur-PK"/>
        </w:rPr>
        <w:t xml:space="preserve"> اوراس پراعتبارجماؤ جب وہ تم سے مانوس ہوجائے اورتمہار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توجہ سے سننے لگے تواس سے کہناکہ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آپ اس کودورفرماد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وہ کہے کہ 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کروتوکہناکہ ”ان اتاک ہذالمتکلم بہذاالقرآن ہل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جوزمرادہ</w:t>
      </w:r>
      <w:r>
        <w:rPr>
          <w:rtl/>
          <w:lang w:bidi="ur-PK"/>
        </w:rPr>
        <w:t xml:space="preserve"> بماتکلم منہ عن المعان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قدظننتہا انک ذہبتھا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ہا“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اگراس</w:t>
      </w:r>
      <w:r>
        <w:rPr>
          <w:rtl/>
          <w:lang w:bidi="ur-PK"/>
        </w:rPr>
        <w:t xml:space="preserve"> کتاب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قرآن کامالک تمہارے پاس اسے لائے توک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اہوسکتاہے</w:t>
      </w:r>
      <w:r>
        <w:rPr>
          <w:rtl/>
          <w:lang w:bidi="ur-PK"/>
        </w:rPr>
        <w:t xml:space="preserve"> کہ اس کلام سے جومطلب اس کاہو، وہ تمہارے سمجھے ہوئے 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ومطالب کے خلاف ہو، جب وہ تمہارا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اعتراض سنے گا توچونکہ ذہ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فوراکہے گا کہ بے شک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ساہوسکتاہے</w:t>
      </w:r>
      <w:r>
        <w:rPr>
          <w:rtl/>
          <w:lang w:bidi="ur-PK"/>
        </w:rPr>
        <w:t xml:space="preserve"> جب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کہے توتم اس سے کہناکہ پھر</w:t>
      </w: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”تناقض القرآن“ لکھنے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افائدہ؟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تم اس کے جومعن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 کراس پراعتراض کررہے ہو ،ہوسکتاہے کہ وہ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مقصودکے خلاف ہو،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 ضائع اوربرباد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تناقض توجب ہوسکتاہے کہ تمہارا سمجھاہوا مطلب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اورمقصود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</w:t>
      </w:r>
      <w:r>
        <w:rPr>
          <w:rFonts w:hint="eastAsia"/>
          <w:rtl/>
          <w:lang w:bidi="ur-PK"/>
        </w:rPr>
        <w:t>طابق</w:t>
      </w:r>
      <w:r>
        <w:rPr>
          <w:rtl/>
          <w:lang w:bidi="ur-PK"/>
        </w:rPr>
        <w:t xml:space="preserve"> ہو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توتناقض کہاں رہا؟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الغرض</w:t>
      </w:r>
      <w:r>
        <w:rPr>
          <w:rtl/>
          <w:lang w:bidi="ur-PK"/>
        </w:rPr>
        <w:t xml:space="preserve"> وہ شاگرد ،اسحاق کند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نے امام کے بتائے ہوئے اصول پر اس سے مذکورہ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اسحاق کند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اعتراض سن کر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اورکہنے لگا کہ پھرسوال کودہراؤ اس نے پھراعادہ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اسحاق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محو تفکرہوگ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اورکہنے لگا کہ بے شک اس قسم کااحتم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باعتبار لغت اوربلحاظ فکروتدبرممکن ہے پھراپنے شاگرد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ہواکربولا!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قسم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تاہوں</w:t>
      </w:r>
      <w:r>
        <w:rPr>
          <w:rtl/>
          <w:lang w:bidi="ur-PK"/>
        </w:rPr>
        <w:t xml:space="preserve"> تم مجھے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بتاؤ کہ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اعتراض کس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شف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استاد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ذہن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داوارہے</w:t>
      </w:r>
      <w:r>
        <w:rPr>
          <w:rtl/>
          <w:lang w:bidi="ur-PK"/>
        </w:rPr>
        <w:t xml:space="preserve"> اسحاق نے کہاہرگزنہ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تمہارے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والے کے بس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تم سچ بتاؤ کہ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اعتراض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کس نے رہبر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شاگرد نے کہا کہ سچ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مجھے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بتائے ہوئے اصول پرآپ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اسحاق کند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بولا ”ان جئ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بہ “ اب تم نے سچ کہاہے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اعتراضات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خاندان رسالت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برآمدہوسکت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”ثم انہ دعا بالنا رواحرق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ماکان الفہ“ پھراس نے آگ منگائ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اورکتاب تناقض القرآن کاسارامسودہ نذرآتش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(مناقب ابن شہرآشوب مازندران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۱۲۷</w:t>
      </w:r>
      <w:r>
        <w:rPr>
          <w:rtl/>
          <w:lang w:bidi="ur-PK"/>
        </w:rPr>
        <w:t xml:space="preserve"> ،بحارالانوار جلد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۱۷۲</w:t>
      </w:r>
      <w:r>
        <w:rPr>
          <w:rtl/>
          <w:lang w:bidi="ur-PK"/>
        </w:rPr>
        <w:t xml:space="preserve"> ،دمعہ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۱۸۳)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32" w:name="_Toc509136954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مذہب</w:t>
      </w:r>
      <w:bookmarkEnd w:id="33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کاارشادہے کہ ہمارے مذہب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لوگوں کاشمارہوگا جواصول وفروع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گرلوزم</w:t>
      </w:r>
      <w:r>
        <w:rPr>
          <w:rtl/>
          <w:lang w:bidi="ur-PK"/>
        </w:rPr>
        <w:t xml:space="preserve"> کے ساتھ ساتھ ان دس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قائل ہوں بلکہ ان پرعامل ہوں گے۔: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شب وروز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۵۱/ </w:t>
      </w:r>
      <w:r>
        <w:rPr>
          <w:rtl/>
          <w:lang w:bidi="ur-PK"/>
        </w:rPr>
        <w:t>رکعت نمازپڑھنا۔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۔سجدگاہ کربلاپرسجدہ کرنا۔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داہنے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انگھوٹھ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۔اذان واقامت کے جملے دودومرتبہ کہنا۔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 xml:space="preserve"> ۔ اذان واقامت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رالعمل</w:t>
      </w:r>
      <w:r>
        <w:rPr>
          <w:rtl/>
          <w:lang w:bidi="ur-PK"/>
        </w:rPr>
        <w:t xml:space="preserve"> کہنا۔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۶</w:t>
      </w:r>
      <w:r>
        <w:rPr>
          <w:rtl/>
          <w:lang w:bidi="ur-PK"/>
        </w:rPr>
        <w:t xml:space="preserve"> ۔ 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بسم اللہ زورسے پڑھنا۔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۷</w:t>
      </w:r>
      <w:r>
        <w:rPr>
          <w:rtl/>
          <w:lang w:bidi="ur-PK"/>
        </w:rPr>
        <w:t xml:space="preserve"> ۔ ہردوسر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رکعت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قنوت پڑھنا۔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۸</w:t>
      </w:r>
      <w:r>
        <w:rPr>
          <w:rtl/>
          <w:lang w:bidi="ur-PK"/>
        </w:rPr>
        <w:t xml:space="preserve"> ۔ آفتاب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پہلے نمازعصراورتاروں کے ڈوب جانے سے پہلے نماز صبح پڑھنا۔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۹</w:t>
      </w:r>
      <w:r>
        <w:rPr>
          <w:rtl/>
          <w:lang w:bidi="ur-PK"/>
        </w:rPr>
        <w:t xml:space="preserve"> ۔سراورڈاڑھ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وسمہ کاخضاب کرنا۔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۱۰</w:t>
      </w:r>
      <w:r>
        <w:rPr>
          <w:rtl/>
          <w:lang w:bidi="ur-PK"/>
        </w:rPr>
        <w:t xml:space="preserve"> ۔ نمازم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پانچ تکبرکہنا (دمعہ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۱۷۲)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33" w:name="_Toc509136955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دنہم</w:t>
      </w:r>
      <w:r>
        <w:rPr>
          <w:rtl/>
          <w:lang w:bidi="ur-PK"/>
        </w:rPr>
        <w:t xml:space="preserve">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</w:t>
      </w:r>
      <w:bookmarkEnd w:id="33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چندعظ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اصحاب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احمدبن اسحاق قم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محمدبن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علاء ہمدان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محمدبن 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بغداد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۹/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دہونے</w:t>
      </w:r>
      <w:r>
        <w:rPr>
          <w:rtl/>
          <w:lang w:bidi="ur-PK"/>
        </w:rPr>
        <w:t xml:space="preserve"> پرگفتگوہورہ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بات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احمدبن اسحاق کے مکان پرگئے، </w:t>
      </w:r>
      <w:r>
        <w:rPr>
          <w:rFonts w:hint="eastAsia"/>
          <w:rtl/>
          <w:lang w:bidi="ur-PK"/>
        </w:rPr>
        <w:t>دق</w:t>
      </w:r>
      <w:r>
        <w:rPr>
          <w:rtl/>
          <w:lang w:bidi="ur-PK"/>
        </w:rPr>
        <w:t xml:space="preserve"> الباب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عراق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آنے کاسبب پوچھا کہا، احمدسے ملناہے اس نے کہاوہ اعمال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انہوں نے کہا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ساعمل</w:t>
      </w:r>
      <w:r>
        <w:rPr>
          <w:rtl/>
          <w:lang w:bidi="ur-PK"/>
        </w:rPr>
        <w:t xml:space="preserve"> ہے ؟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کہاکہ احمدبن اسحاق نے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</w:t>
      </w:r>
      <w:r>
        <w:rPr>
          <w:rtl/>
          <w:lang w:bidi="fa-IR"/>
        </w:rPr>
        <w:t xml:space="preserve">۹/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دہے</w:t>
      </w:r>
      <w:r>
        <w:rPr>
          <w:rtl/>
          <w:lang w:bidi="ur-PK"/>
        </w:rPr>
        <w:t xml:space="preserve"> اورہمار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دہے</w:t>
      </w:r>
      <w:r>
        <w:rPr>
          <w:rtl/>
          <w:lang w:bidi="ur-PK"/>
        </w:rPr>
        <w:t xml:space="preserve"> اورہمارے دوستوں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دہے</w:t>
      </w:r>
      <w:r>
        <w:rPr>
          <w:rtl/>
          <w:lang w:bidi="ur-PK"/>
        </w:rPr>
        <w:t xml:space="preserve"> الغرض وہ احمدسے ملے، انہوں نے کہا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غسل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دسے</w:t>
      </w:r>
      <w:r>
        <w:rPr>
          <w:rtl/>
          <w:lang w:bidi="ur-PK"/>
        </w:rPr>
        <w:t xml:space="preserve"> فارغ ہواہوں اورآج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دنہم</w:t>
      </w:r>
      <w:r>
        <w:rPr>
          <w:rtl/>
          <w:lang w:bidi="ur-PK"/>
        </w:rPr>
        <w:t xml:space="preserve"> ہے پھرانہوں نے کہاکہ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آج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حاضرہواہوں، ان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سلگ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اورتمام گھرکے لوگ اچھے کپڑے پہنے ہوئے تھے خوشبولگائے ہوئے تھے 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رسول اللہ آج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تازہ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مسرت ہے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اہاں</w:t>
      </w:r>
      <w:r>
        <w:rPr>
          <w:rtl/>
          <w:lang w:bidi="ur-PK"/>
        </w:rPr>
        <w:t xml:space="preserve"> آج </w:t>
      </w:r>
      <w:r>
        <w:rPr>
          <w:rtl/>
          <w:lang w:bidi="fa-IR"/>
        </w:rPr>
        <w:t xml:space="preserve">۹/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ہے، ہم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اورہمارے ماننے والوں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دہے</w:t>
      </w:r>
      <w:r>
        <w:rPr>
          <w:rtl/>
          <w:lang w:bidi="ur-PK"/>
        </w:rPr>
        <w:t xml:space="preserve"> پھرامام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دن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دہونے</w:t>
      </w:r>
      <w:r>
        <w:rPr>
          <w:rtl/>
          <w:lang w:bidi="ur-PK"/>
        </w:rPr>
        <w:t xml:space="preserve"> اوررسول خدا اورام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طرزعمل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 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34" w:name="_Toc509136956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پندسودمند</w:t>
      </w:r>
      <w:bookmarkEnd w:id="33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پندونصائح حکم اورمواعظ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مشت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نمونہ ازخروار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۔ دوبہتر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اللہ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رکھے اورلوگوں کوفائدے پہنچائے۔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</w:t>
      </w:r>
      <w:r>
        <w:rPr>
          <w:rtl/>
          <w:lang w:bidi="ur-PK"/>
        </w:rPr>
        <w:t xml:space="preserve"> ۔ اچھوں کودوست رکھنے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ثواب ہے۔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 xml:space="preserve"> ۔ تواضع اورفروتن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سے گزرے توسلام کرے اورمجلس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۴</w:t>
      </w:r>
      <w:r>
        <w:rPr>
          <w:rtl/>
          <w:lang w:bidi="ur-PK"/>
        </w:rPr>
        <w:t xml:space="preserve"> ۔بلاوجہ ہنسنا جہالت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۵</w:t>
      </w:r>
      <w:r>
        <w:rPr>
          <w:rtl/>
          <w:lang w:bidi="ur-PK"/>
        </w:rPr>
        <w:t xml:space="preserve"> ۔پڑوس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کوچھپانا، اوربرائ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کواچھالناہرشخص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کمرتوڑد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اوربے چارگ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۶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نماز،روزے کواداکرتارہے،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عبادت ہے کہ خداکے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سوچ وبچارکرے۔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۷</w:t>
      </w:r>
      <w:r>
        <w:rPr>
          <w:rtl/>
          <w:lang w:bidi="ur-PK"/>
        </w:rPr>
        <w:t xml:space="preserve"> ۔ وہ شخص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جودومونہااوردوزباناہو، جب دوست سامنے آئے تواپن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خوش کردے اورجب وہ چلاجائے تو اسے کھاجانے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رسوچے</w:t>
      </w:r>
      <w:r>
        <w:rPr>
          <w:rtl/>
          <w:lang w:bidi="ur-PK"/>
        </w:rPr>
        <w:t xml:space="preserve"> ،جب اسے کچھ ملے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حسدکرے اورجب اس 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آئے توقر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 پھٹکے۔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۸</w:t>
      </w:r>
      <w:r>
        <w:rPr>
          <w:rtl/>
          <w:lang w:bidi="ur-PK"/>
        </w:rPr>
        <w:t xml:space="preserve"> ۔ غصہ ہربرائ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۹</w:t>
      </w:r>
      <w:r>
        <w:rPr>
          <w:rtl/>
          <w:lang w:bidi="ur-PK"/>
        </w:rPr>
        <w:t xml:space="preserve"> ۔ حسدکرنے اورک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رکھنے والے کوکبھ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قلب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۱۰</w:t>
      </w:r>
      <w:r>
        <w:rPr>
          <w:rtl/>
          <w:lang w:bidi="ur-PK"/>
        </w:rPr>
        <w:t xml:space="preserve"> ۔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زگاروہ</w:t>
      </w:r>
      <w:r>
        <w:rPr>
          <w:rtl/>
          <w:lang w:bidi="ur-PK"/>
        </w:rPr>
        <w:t xml:space="preserve"> ہے کہ جوشب کے وقت توقف وتدبرسے کام لے اورہرامر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محتاط رہے۔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۱۱</w:t>
      </w:r>
      <w:r>
        <w:rPr>
          <w:rtl/>
          <w:lang w:bidi="ur-PK"/>
        </w:rPr>
        <w:t xml:space="preserve"> ۔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عبادت گزاروہ ہے جوفرائض اداکرتارہے۔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۱۲</w:t>
      </w:r>
      <w:r>
        <w:rPr>
          <w:rtl/>
          <w:lang w:bidi="ur-PK"/>
        </w:rPr>
        <w:t xml:space="preserve"> ۔بہتر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اورزاہدوہ ہے جوگناہ مطلقا چھوڑدے۔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۱۳</w:t>
      </w:r>
      <w:r>
        <w:rPr>
          <w:rtl/>
          <w:lang w:bidi="ur-PK"/>
        </w:rPr>
        <w:t xml:space="preserve"> ۔ جودن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بوئے گا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کاٹے گا۔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۱۴</w:t>
      </w:r>
      <w:r>
        <w:rPr>
          <w:rtl/>
          <w:lang w:bidi="ur-PK"/>
        </w:rPr>
        <w:t xml:space="preserve"> ۔ موت تمہارے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اچھابوگے تواچھاکاٹوگے، برا بوگے توندامت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۱۵</w:t>
      </w:r>
      <w:r>
        <w:rPr>
          <w:rtl/>
          <w:lang w:bidi="ur-PK"/>
        </w:rPr>
        <w:t xml:space="preserve"> ۔ حرص اورلالچ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جوملناہے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ملے گا 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۱۶</w:t>
      </w:r>
      <w:r>
        <w:rPr>
          <w:rtl/>
          <w:lang w:bidi="ur-PK"/>
        </w:rPr>
        <w:t xml:space="preserve">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مومن دوسرے مون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برکت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۱۷</w:t>
      </w:r>
      <w:r>
        <w:rPr>
          <w:rtl/>
          <w:lang w:bidi="ur-PK"/>
        </w:rPr>
        <w:t xml:space="preserve"> ۔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وقوف</w:t>
      </w:r>
      <w:r>
        <w:rPr>
          <w:rtl/>
          <w:lang w:bidi="ur-PK"/>
        </w:rPr>
        <w:t xml:space="preserve"> کادل اس کے منہ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ہوتاہے اورعقلمندکامنہ اس کے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ہوتاہے ۔ </w:t>
      </w:r>
      <w:r>
        <w:rPr>
          <w:rtl/>
          <w:lang w:bidi="fa-IR"/>
        </w:rPr>
        <w:t>۱۸</w:t>
      </w:r>
      <w:r>
        <w:rPr>
          <w:rtl/>
          <w:lang w:bidi="ur-PK"/>
        </w:rPr>
        <w:t xml:space="preserve"> ۔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نہ گنواد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۱۹</w:t>
      </w:r>
      <w:r>
        <w:rPr>
          <w:rtl/>
          <w:lang w:bidi="ur-PK"/>
        </w:rPr>
        <w:t xml:space="preserve"> ۔ طہارت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رممدوح</w:t>
      </w:r>
      <w:r>
        <w:rPr>
          <w:rtl/>
          <w:lang w:bidi="ur-PK"/>
        </w:rPr>
        <w:t xml:space="preserve"> ہے۔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۲۰</w:t>
      </w:r>
      <w:r>
        <w:rPr>
          <w:rtl/>
          <w:lang w:bidi="ur-PK"/>
        </w:rPr>
        <w:t xml:space="preserve"> 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بڑاآدم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 جب وہ حق کوچھوڑدے گاذل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ترہوجائے گا۔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۲۱</w:t>
      </w:r>
      <w:r>
        <w:rPr>
          <w:rtl/>
          <w:lang w:bidi="ur-PK"/>
        </w:rPr>
        <w:t xml:space="preserve"> ۔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اگرحق ہوتووہ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بڑاہے۔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۲۲</w:t>
      </w:r>
      <w:r>
        <w:rPr>
          <w:rtl/>
          <w:lang w:bidi="ur-PK"/>
        </w:rPr>
        <w:t xml:space="preserve"> ۔ جاہل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ہے۔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۲۳</w:t>
      </w:r>
      <w:r>
        <w:rPr>
          <w:rtl/>
          <w:lang w:bidi="ur-PK"/>
        </w:rPr>
        <w:t xml:space="preserve"> ۔ غمگ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سامنے ہنسنا بے ادب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اوربدعمل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۲۴</w:t>
      </w:r>
      <w:r>
        <w:rPr>
          <w:rtl/>
          <w:lang w:bidi="ur-PK"/>
        </w:rPr>
        <w:t xml:space="preserve"> ۔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زموت</w:t>
      </w:r>
      <w:r>
        <w:rPr>
          <w:rtl/>
          <w:lang w:bidi="ur-PK"/>
        </w:rPr>
        <w:t xml:space="preserve"> سے بدترہے جوتمہ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موت سے بہترنظرآئے۔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۲۵</w:t>
      </w:r>
      <w:r>
        <w:rPr>
          <w:rtl/>
          <w:lang w:bidi="ur-PK"/>
        </w:rPr>
        <w:t xml:space="preserve"> ۔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بہترہے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کوبراسمجھو۔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۲۶</w:t>
      </w:r>
      <w:r>
        <w:rPr>
          <w:rtl/>
          <w:lang w:bidi="ur-PK"/>
        </w:rPr>
        <w:t xml:space="preserve"> ۔ جاہل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کے ساتھ گزاراکرنا معجزہ کے مانندہے۔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۲۷</w:t>
      </w:r>
      <w:r>
        <w:rPr>
          <w:rtl/>
          <w:lang w:bidi="ur-PK"/>
        </w:rPr>
        <w:t xml:space="preserve"> ۔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کوچھڑانااعجازک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۲۸</w:t>
      </w:r>
      <w:r>
        <w:rPr>
          <w:rtl/>
          <w:lang w:bidi="ur-PK"/>
        </w:rPr>
        <w:t xml:space="preserve"> ۔ تواضع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 جس پرحسدنہ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اجاسکتا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۲۹</w:t>
      </w:r>
      <w:r>
        <w:rPr>
          <w:rtl/>
          <w:lang w:bidi="ur-PK"/>
        </w:rPr>
        <w:t xml:space="preserve"> ۔ اس اندازسے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نہ کروجسے وہ براسمجھے۔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۳۰</w:t>
      </w:r>
      <w:r>
        <w:rPr>
          <w:rtl/>
          <w:lang w:bidi="ur-PK"/>
        </w:rPr>
        <w:t xml:space="preserve"> ۔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کاسبب ہوتا۔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۳۱</w:t>
      </w:r>
      <w:r>
        <w:rPr>
          <w:rtl/>
          <w:lang w:bidi="ur-PK"/>
        </w:rPr>
        <w:t xml:space="preserve"> ۔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کرنابرائ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۳۲</w:t>
      </w:r>
      <w:r>
        <w:rPr>
          <w:rtl/>
          <w:lang w:bidi="ur-PK"/>
        </w:rPr>
        <w:t xml:space="preserve"> ۔ ہربلااورمص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کے پس منظر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رحمت اورنعمت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۳۳</w:t>
      </w:r>
      <w:r>
        <w:rPr>
          <w:rtl/>
          <w:lang w:bidi="ur-PK"/>
        </w:rPr>
        <w:t xml:space="preserve"> ۔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و الوں کووص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کرتاہوں کہ اللہ سے 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کوشعاربنال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خداکے متعلق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 کے احکام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سچ 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امانت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چاہے 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،اداکر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اوراپنے سجدوں کوطول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اورسوالات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تلاوت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موت اورخداکے ذکرسے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غافل نہ ہوں۔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۳۴</w:t>
      </w:r>
      <w:r>
        <w:rPr>
          <w:rtl/>
          <w:lang w:bidi="ur-PK"/>
        </w:rPr>
        <w:t xml:space="preserve"> ۔ جوشخص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دل کااندھااٹھے گا، آخرت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اندھارہے گا،دل کااندھاہونا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مودت سے غافل رہناہے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ہے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ظالم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”رب لماحشرتن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وکنت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را“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پالنے والے ہم تودن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ناتھے</w:t>
      </w:r>
      <w:r>
        <w:rPr>
          <w:rtl/>
          <w:lang w:bidi="ur-PK"/>
        </w:rPr>
        <w:t xml:space="preserve">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اندھاک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جواب ملے گا 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نے جونشان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نے 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نظراندازک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>۔ ”لوگو!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ہم آل محمدہ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نے دوشنبہ کے شرونحوست سے بچنے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نمازصبح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رکعت اول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سوہ ”ہل 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پڑھنا چاہئے،ن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نہارمنہ خربوزہ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کھاناچاہئے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سے فالج کااند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ہے (بحارالانوارجلد </w:t>
      </w:r>
      <w:r>
        <w:rPr>
          <w:rtl/>
          <w:lang w:bidi="fa-IR"/>
        </w:rPr>
        <w:t xml:space="preserve">۱۴)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35" w:name="_Toc509136957"/>
      <w:r>
        <w:rPr>
          <w:rFonts w:hint="eastAsia"/>
          <w:rtl/>
          <w:lang w:bidi="ur-PK"/>
        </w:rPr>
        <w:t>معتمدعباس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اورامام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گرفتار</w:t>
      </w:r>
      <w:r>
        <w:rPr>
          <w:rFonts w:hint="cs"/>
          <w:rtl/>
          <w:lang w:bidi="ur-PK"/>
        </w:rPr>
        <w:t>ی</w:t>
      </w:r>
      <w:bookmarkEnd w:id="33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۲۵۶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معتدعباس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مقبوضہ کے تخت پرمتمکن ہوا، اس نے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عنان سنبھالتے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آبائ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طرزعمل کواخت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ارکرنا</w:t>
      </w:r>
      <w:r>
        <w:rPr>
          <w:rtl/>
          <w:lang w:bidi="ur-PK"/>
        </w:rPr>
        <w:t xml:space="preserve"> اورجد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کردارکوپ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اوردل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آل محمدکے وجودسے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اگرچہ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باگ ڈوراپنے ہاتھوں 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بغاوت کاشکارہوگ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اوراپنے مشن سے غافل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رہا” اس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عہدحاضر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خاندان 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ادگار،امام</w:t>
      </w:r>
      <w:r>
        <w:rPr>
          <w:rtl/>
          <w:lang w:bidi="ur-PK"/>
        </w:rPr>
        <w:t xml:space="preserve">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اورانہ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کاسکون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حکم حاکم مرگ مفاجات آخرامام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بلا</w:t>
      </w:r>
      <w:r>
        <w:rPr>
          <w:rFonts w:hint="eastAsia"/>
          <w:rtl/>
          <w:lang w:bidi="ur-PK"/>
        </w:rPr>
        <w:t>جرم</w:t>
      </w:r>
      <w:r>
        <w:rPr>
          <w:rtl/>
          <w:lang w:bidi="ur-PK"/>
        </w:rPr>
        <w:t xml:space="preserve"> وخطاآزادوفضاسے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پہنچادئ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اورآپ پرعل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اوتاش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مسلط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جوآل محمداورال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کاسخت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دشمن تھا اوراس سے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جوج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چاہے کرو، تم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پوچھنے والانہ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ابن اوتاش نے حسب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آپ پرطرح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نے نہ خداکاخوف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اولادہونے کا لحاظ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اللہ رے آپ کا زہدوتقو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دوچارہ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دشمن کادل موم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 حضرت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پرپڑگ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گذار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وطہارت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وہ اتنامتاثرہواکہ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نظراٹھاکرد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نہ سکتاتھا،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وجلالت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سرجھکاکرآتااورچلاجاتا،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و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وقت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دشمن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 کرآپ کامعترف اورماننے والاہوگ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۲۱۸)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ابوہاشم</w:t>
      </w:r>
      <w:r>
        <w:rPr>
          <w:rtl/>
          <w:lang w:bidi="ur-PK"/>
        </w:rPr>
        <w:t xml:space="preserve"> داؤدبن قاسم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ہمراہ حسن بن محمد القتف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ومحمدبن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گربہت</w:t>
      </w:r>
      <w:r>
        <w:rPr>
          <w:rtl/>
          <w:lang w:bidi="ur-PK"/>
        </w:rPr>
        <w:t xml:space="preserve"> سے حضرات اس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آل محمد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کے جرم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سزابھگت رہے تھے کہ ناگاہ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معلوم ہواکہ ہمارے امام زمانہ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لار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نے ان کااستقبال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لاکرق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ہمارے پاس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گئے، اورب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اندھے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کرتے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نہ ہوتاتو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تاکہ</w:t>
      </w:r>
      <w:r>
        <w:rPr>
          <w:rtl/>
          <w:lang w:bidi="ur-PK"/>
        </w:rPr>
        <w:t xml:space="preserve"> 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معاملہ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اورتم کب رہاہوگے لوگوں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کراس اندھے سے کہا کہ تم ذراہمار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پاس سے چندمنٹ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ہٹ جاؤ، چنانچہ وہ ہٹ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چلے جانے کے بعدآپ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بلکہ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حکومت کاجاسوس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کاغذات موجودہ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کاثبوت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کرلوگوں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اورواقعہ بالکل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نکلاابوہاشم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گذاررہے تھے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غلام کھانالا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نے شام کا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کھانانہ لوں گا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ہواکہ آپ عصرکے وقت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سے برآمدہوگئے۔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۲۱۴)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36" w:name="_Toc509136958"/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پرامام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کااحسان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واقعہ قحط</w:t>
      </w:r>
      <w:bookmarkEnd w:id="33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دخانہ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تھے کہ سامرہ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سے قحط پڑاہواتھا اس نے شدت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اورلوگون کاحال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مرنے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پہنچ گئے بھوک اورپ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شدت نے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عاجزکرد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معتمدعباس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لوگوں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تک باہرنکل 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نمازاستسقاء پڑھ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چنانچہ سب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،مگرپان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برسا، چوتھے روزبغدادکے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جماعت صحرا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راہب نے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اپناہاتھ بلندک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کاہاتھ بلندہوناتھا کہ بادل چھاگئے اورپان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برسناشروع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 راہب نے دوسرے دن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اوربدستوراس دن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باران رحمت کانزول ہوا،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کرسب کونہا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تعجب ہوا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بعض جاہلوں کے دلوں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شک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بلکہ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مرتدہوگئے،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پربہت شاق گذرا۔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کوطلب کرکے کہا کہ ائے ابومحمداپنے جدکے کلمہ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خبرلو، اوران کوہلاکت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بچاؤ،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اچھاراہبوں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کہ کل پھروہ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آکردعائے باران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،انشاء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لوگوں کے شکوک زائل </w:t>
      </w:r>
      <w:r>
        <w:rPr>
          <w:rFonts w:hint="eastAsia"/>
          <w:rtl/>
          <w:lang w:bidi="ur-PK"/>
        </w:rPr>
        <w:t>کردوں</w:t>
      </w:r>
      <w:r>
        <w:rPr>
          <w:rtl/>
          <w:lang w:bidi="ur-PK"/>
        </w:rPr>
        <w:t xml:space="preserve"> گا، پھرجب دوسرے دن وہ لوگ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طلب باران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جمع ہوئے تواس راہب نے معمول کے مطابق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ہاتھ بلندک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ناگہاں آسمان پرابرنمودارہوئے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برسنے لگا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سے کہا کہ راہب کاہاتھ پکڑکر جوچ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زراہب</w:t>
      </w:r>
      <w:r>
        <w:rPr>
          <w:rtl/>
          <w:lang w:bidi="ur-PK"/>
        </w:rPr>
        <w:t xml:space="preserve"> کے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ملے</w:t>
      </w:r>
      <w:r>
        <w:rPr>
          <w:rtl/>
          <w:lang w:bidi="ur-PK"/>
        </w:rPr>
        <w:t xml:space="preserve"> لے لو، اس شخص نے راہب کے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سے لے کرحضرت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انہوں نے راہب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اب توہاتھ اٹھاکر بارش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دعاکراس نے ہاتھ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اتوبجائے</w:t>
      </w:r>
      <w:r>
        <w:rPr>
          <w:rtl/>
          <w:lang w:bidi="ur-PK"/>
        </w:rPr>
        <w:t xml:space="preserve"> بارش ہونے کے مطلع صاف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اوردھوپ نکل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لوگ </w:t>
      </w:r>
      <w:r>
        <w:rPr>
          <w:rFonts w:hint="eastAsia"/>
          <w:rtl/>
          <w:lang w:bidi="ur-PK"/>
        </w:rPr>
        <w:t>کمال</w:t>
      </w:r>
      <w:r>
        <w:rPr>
          <w:rtl/>
          <w:lang w:bidi="ur-PK"/>
        </w:rPr>
        <w:t xml:space="preserve"> تعجب ہوئے۔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معتمدنے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پوچھا، کہ ائے ابومحمد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زہے؟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راہب اپنے مدعا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ہوتارہا،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اثرہے کہ جب وہ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رآسمان</w:t>
      </w:r>
      <w:r>
        <w:rPr>
          <w:rtl/>
          <w:lang w:bidi="ur-PK"/>
        </w:rPr>
        <w:t xml:space="preserve"> کھول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توباران رحمت ضرورنازل ہوگا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کرلوگوں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اس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کاامتحان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واقعہ سے لوگوں کے دلوں کے وہ شکوک زائل ہوگئے جوپہلے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داہوگئے</w:t>
      </w:r>
      <w:r>
        <w:rPr>
          <w:rtl/>
          <w:lang w:bidi="ur-PK"/>
        </w:rPr>
        <w:t xml:space="preserve"> تھے پھرامام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کولے کراپن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گاہ 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لائے(صواعق محرقہ ص </w:t>
      </w:r>
      <w:r>
        <w:rPr>
          <w:rtl/>
          <w:lang w:bidi="fa-IR"/>
        </w:rPr>
        <w:t>۱۲۴</w:t>
      </w:r>
      <w:r>
        <w:rPr>
          <w:rtl/>
          <w:lang w:bidi="ur-PK"/>
        </w:rPr>
        <w:t xml:space="preserve"> ،کشف الغمہ ص </w:t>
      </w:r>
      <w:r>
        <w:rPr>
          <w:rtl/>
          <w:lang w:bidi="fa-IR"/>
        </w:rPr>
        <w:t xml:space="preserve">۱۲۹) </w:t>
      </w:r>
      <w:r>
        <w:rPr>
          <w:rtl/>
          <w:lang w:bidi="ur-PK"/>
        </w:rPr>
        <w:t>۔/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پھرآپ</w:t>
      </w:r>
      <w:r>
        <w:rPr>
          <w:rtl/>
          <w:lang w:bidi="ur-PK"/>
        </w:rPr>
        <w:t xml:space="preserve"> نے اس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کوکپڑے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کردفن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(اخبارالدول ص </w:t>
      </w:r>
      <w:r>
        <w:rPr>
          <w:rtl/>
          <w:lang w:bidi="fa-IR"/>
        </w:rPr>
        <w:t xml:space="preserve">۱۱۷)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شہاب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قلبون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کتاب غرائب وعجائب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واقعہ کوصوف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کرامات کے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لکھاہے بعض کتابوں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گرفت کے بعدآپ نے نمازاداک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اوردعافرمائ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خداوندعالم نے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جل تھل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اورقحط جاتارہا۔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مرقوم ہے کہ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دسے</w:t>
      </w:r>
      <w:r>
        <w:rPr>
          <w:rtl/>
          <w:lang w:bidi="ur-PK"/>
        </w:rPr>
        <w:t xml:space="preserve"> نکلتے وقت اپنے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مطالبہ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جومنظورہوگ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>
        <w:rPr>
          <w:rtl/>
          <w:lang w:bidi="ur-PK"/>
        </w:rPr>
        <w:t xml:space="preserve"> اوروہ لوگ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ہوااکھاڑنے کلے ہمراہ تھے (نورالابصار ص </w:t>
      </w:r>
      <w:r>
        <w:rPr>
          <w:rtl/>
          <w:lang w:bidi="fa-IR"/>
        </w:rPr>
        <w:t xml:space="preserve">۱۵۱)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آپ نے دعائے باران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اورابرآ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اتوآپ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فلاں ملک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ہے اوروہ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بارہوا پھر وہاں برسا۔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37" w:name="_Toc509136959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داللہ</w:t>
      </w:r>
      <w:r>
        <w:rPr>
          <w:rtl/>
          <w:lang w:bidi="ur-PK"/>
        </w:rPr>
        <w:t xml:space="preserve">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رمعتمدعباس</w:t>
      </w:r>
      <w:r>
        <w:rPr>
          <w:rFonts w:hint="cs"/>
          <w:rtl/>
          <w:lang w:bidi="ur-PK"/>
        </w:rPr>
        <w:t>ی</w:t>
      </w:r>
      <w:bookmarkEnd w:id="33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متوکل کے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رفتح</w:t>
      </w:r>
      <w:r>
        <w:rPr>
          <w:rtl/>
          <w:lang w:bidi="ur-PK"/>
        </w:rPr>
        <w:t xml:space="preserve"> ابن خاقان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داللہ</w:t>
      </w:r>
      <w:r>
        <w:rPr>
          <w:rtl/>
          <w:lang w:bidi="ur-PK"/>
        </w:rPr>
        <w:t xml:space="preserve"> ابن خاقان جوکہ معتمدکاوز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رتھا</w:t>
      </w:r>
      <w:r>
        <w:rPr>
          <w:rtl/>
          <w:lang w:bidi="ur-PK"/>
        </w:rPr>
        <w:t xml:space="preserve"> ملنے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انتہا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سے اس طرح محوگفتگورہاکہ معتمدکابھائ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موفق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تواس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پرواہ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جلالت اورخداک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اس واقعہ کوعب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داللہ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احمدخاقان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کتب معتبرہ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جس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احمدخاقان قم کاوال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اس کے دربار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علو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کاتذکرہ چھڑگ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اگرچہ دشمن آل محمدہونے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کہنے پرمجبورہوگ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بہترکوئ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جووقعت ان کے ماننے والوں اوراراک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دولت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ان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،سنو!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والدعب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داللہ</w:t>
      </w:r>
      <w:r>
        <w:rPr>
          <w:rtl/>
          <w:lang w:bidi="ur-PK"/>
        </w:rPr>
        <w:t xml:space="preserve"> ابن خاقان کے پاس کھڑاتھاکہ ناگاہ دربان نے اطلاع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اجازت داخل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والدنے پکارکرکہاکہ حضرت ابن الرضاکوآنے دو، والدنے چونکہ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ساتھ 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مجھے سخت تعجب ہوا،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طرح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عہدکے</w:t>
      </w:r>
      <w:r>
        <w:rPr>
          <w:rtl/>
          <w:lang w:bidi="ur-PK"/>
        </w:rPr>
        <w:t xml:space="preserve">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اجاتاتھا</w:t>
      </w:r>
      <w:r>
        <w:rPr>
          <w:rtl/>
          <w:lang w:bidi="ur-PK"/>
        </w:rPr>
        <w:t xml:space="preserve"> اس کے بعد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صاحب جو</w:t>
      </w:r>
      <w:r>
        <w:rPr>
          <w:rFonts w:hint="eastAsia"/>
          <w:rtl/>
          <w:lang w:bidi="ur-PK"/>
        </w:rPr>
        <w:t>سبزرنگ</w:t>
      </w:r>
      <w:r>
        <w:rPr>
          <w:rtl/>
          <w:lang w:bidi="ur-PK"/>
        </w:rPr>
        <w:t xml:space="preserve"> ، خوش قامت، خوب صورت، نازک اندام جوان تھے، داخل ہوگئے جن کے چہرے سے رعب وجلال 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داتھا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نظرجونہ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اوپرپڑ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اٹھ کھڑے ہوئے اوران کے استقبال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آگے بڑھے اورانھ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لگاکر ان کے چہرہ اورس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کابوسہ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ااوراپنے</w:t>
      </w:r>
      <w:r>
        <w:rPr>
          <w:rtl/>
          <w:lang w:bidi="ur-PK"/>
        </w:rPr>
        <w:t xml:space="preserve"> مصلے پرانہ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اورکمال ادب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مخاطب رہے، اورتھوڑ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بعدکہتے تھے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آپ پرقربان ائے فرزندرسول۔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اثناء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دربان نے آکراطلاع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کابھائ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موفق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نہ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،حالانکہ اس کاعموما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اندازرہتاتھا کہ جب تک واپس نہ چلاجائے دربارکے لوگ دورو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سر جھکائے کھڑے رہتے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موفق کے غلامان خاص کواس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نظروں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کے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والدنے کہا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اابن</w:t>
      </w:r>
      <w:r>
        <w:rPr>
          <w:rtl/>
          <w:lang w:bidi="ur-PK"/>
        </w:rPr>
        <w:t xml:space="preserve"> رسول اللہ اگراجازت ہوتو موفق سے کچھ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کرلوں حضرت نے وہاں سے اٹھ کرروانہ ہوجانے کاارادہ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اوردربانوں کوحکم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ںدومکمل</w:t>
      </w:r>
      <w:r>
        <w:rPr>
          <w:rtl/>
          <w:lang w:bidi="ur-PK"/>
        </w:rPr>
        <w:t xml:space="preserve"> صفوں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سے لے جاؤ کہ موفق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نظرآپ پرنہ پڑے </w:t>
      </w: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اندازسے 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آپ</w:t>
      </w:r>
      <w:r>
        <w:rPr>
          <w:rtl/>
          <w:lang w:bidi="ur-PK"/>
        </w:rPr>
        <w:t xml:space="preserve"> کے جانے کے 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خادموں اورغلاموں سے کہاکہ وائے ہوتم نے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ساتھ کس کانام لے کراسے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والدکے سامنے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اس درجہ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توقع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لوگوں نے پھرکہا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سادات علو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تھا اس کانام حسن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الرضا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غم وغصہ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انتہانہ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دن بھراس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غصہ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بھنتارہا کہ علو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سادات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والدنے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وتوق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رات آگئ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والدنماز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تھے جب وہ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عشاء سے فارغ ہوئے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حاضرہوا انہوں نے پوچھااے احمد اس وقت آنے کاسبب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اجازت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تو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کچھ پوچھوں، انہوں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چاہے پوچھو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کون تھا ؟ جوصبح آپ کے پاس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زبردست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اورہربات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کو اوراپنے ماں باپ کو اس پرسے فداکرتے تھے انہوں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ائے فرزند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امام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کانام حسن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مشہورکن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ابن الرضا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فرماکر وہ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رچپ</w:t>
      </w:r>
      <w:r>
        <w:rPr>
          <w:rtl/>
          <w:lang w:bidi="ur-PK"/>
        </w:rPr>
        <w:t xml:space="preserve"> رہے پھر بولے اے فرزند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کامل انس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اگرعباس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سلطنت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تواس وقت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اس حکومت کامستحق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عفت زہد،کثرت عبادت، حسن اخلاق، صلاح،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تمام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سے افضل واعل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اورائے فرزند اگرتوان کے باپ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رہ جاتا وہ اتنے صاحب کرم اورفاضل تھے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 کر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خاموش توہوگ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والدسے حددرجہ ناخوش رہنے لگا اورساتھ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 ابن الرضا کے حالات کاتفحص کرنااپناش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،امراء لشکر،منش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دفترقضاة اورفقہاء اورعوام الناس سے حضرت کاحالات کااستفسارک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سب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حضرت ابن الرضا کوجل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القدراورعظ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اورسب نے بالاتفاق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مرتبہ اوران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خاندان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دوست اوردشمن کو حضرت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اخلاق اوراظہارمکارم اخلاق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متفق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کادل سے ماننے والاہوگ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اوراب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قدرومنزلت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بے انتہاہے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کرتمام اہل دربارخاموش ہوگئے البتہ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بول اٹھا کہ ائے احمدتمہار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کے برادرجعف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احمدنے کہاکہ ان کے مقابلہ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اذکرکرتے</w:t>
      </w:r>
      <w:r>
        <w:rPr>
          <w:rtl/>
          <w:lang w:bidi="ur-PK"/>
        </w:rPr>
        <w:t xml:space="preserve"> ہو وہ توعلان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فسق وفجورکاارتکاب کرتاتھا، دائم الخمرتھا 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العقل تھا، انواع ملاہ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ومناہ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کامرتکب ہوتاتھا۔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الرضاکے بعد جب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معتمدسے اس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تواس نے اس کے کردارک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اسے دربارسے نکلواد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(مناقب ابن آشوب جلد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۱۲۴</w:t>
      </w:r>
      <w:r>
        <w:rPr>
          <w:rtl/>
          <w:lang w:bidi="ur-PK"/>
        </w:rPr>
        <w:t xml:space="preserve"> ، 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۵۰۵)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علماء نے لکھا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گفتگوامام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</w:t>
      </w:r>
      <w:r>
        <w:rPr>
          <w:rtl/>
          <w:lang w:bidi="fa-IR"/>
        </w:rPr>
        <w:t xml:space="preserve">۱۸/ </w:t>
      </w:r>
      <w:r>
        <w:rPr>
          <w:rtl/>
          <w:lang w:bidi="ur-PK"/>
        </w:rPr>
        <w:t xml:space="preserve">سال بعد ماہ شعبان </w:t>
      </w:r>
      <w:r>
        <w:rPr>
          <w:rtl/>
          <w:lang w:bidi="fa-IR"/>
        </w:rPr>
        <w:t>۲۷۸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(دمعہ ساکبہ ص </w:t>
      </w:r>
      <w:r>
        <w:rPr>
          <w:rtl/>
          <w:lang w:bidi="fa-IR"/>
        </w:rPr>
        <w:t>۱۹۲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طبع نجف اشرف)۔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38" w:name="_Toc509136960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</w:t>
      </w:r>
      <w:bookmarkEnd w:id="33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ازدہم</w:t>
      </w:r>
      <w:r>
        <w:rPr>
          <w:rtl/>
          <w:lang w:bidi="ur-PK"/>
        </w:rPr>
        <w:t xml:space="preserve">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دوبندک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گزارنے کے دوران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اپنے خادم ابوالاد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سے ارشادفرماتے ہوئے کہ تم جب اپنے سفرمدائن سے </w:t>
      </w:r>
      <w:r>
        <w:rPr>
          <w:rtl/>
          <w:lang w:bidi="fa-IR"/>
        </w:rPr>
        <w:t xml:space="preserve">۱۵/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کے بعد پلٹوگے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وبکاک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۲۹۹)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زآپ</w:t>
      </w:r>
      <w:r>
        <w:rPr>
          <w:rtl/>
          <w:lang w:bidi="ur-PK"/>
        </w:rPr>
        <w:t xml:space="preserve">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فرمانابھ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معقول ہے کہ </w:t>
      </w:r>
      <w:r>
        <w:rPr>
          <w:rtl/>
          <w:lang w:bidi="fa-IR"/>
        </w:rPr>
        <w:t>۲۶۰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ماننے والوں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انقلاب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آئے گا (دمعہ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۱۷۷)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الغرض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کم</w:t>
      </w:r>
      <w:r>
        <w:rPr>
          <w:rtl/>
          <w:lang w:bidi="ur-PK"/>
        </w:rPr>
        <w:t xml:space="preserve">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۲۶۰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معتمدعباس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زہردلواد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اورآپ </w:t>
      </w:r>
      <w:r>
        <w:rPr>
          <w:rtl/>
          <w:lang w:bidi="fa-IR"/>
        </w:rPr>
        <w:t xml:space="preserve">۸/ </w:t>
      </w:r>
      <w:r>
        <w:rPr>
          <w:rtl/>
          <w:lang w:bidi="ur-PK"/>
        </w:rPr>
        <w:t>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۲۶۰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کوجمعہ کے دن بوقت نمازصبح خلعت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اتارکر بطرف ملک جاودان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رحلت فرماگئے ”اناللہ وانا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راجعون“ (صواعق محرقہ ص </w:t>
      </w:r>
      <w:r>
        <w:rPr>
          <w:rtl/>
          <w:lang w:bidi="fa-IR"/>
        </w:rPr>
        <w:t>۱۲۴</w:t>
      </w:r>
      <w:r>
        <w:rPr>
          <w:rtl/>
          <w:lang w:bidi="ur-PK"/>
        </w:rPr>
        <w:t xml:space="preserve"> ، فصولف المہ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،ارجح المطالب ص </w:t>
      </w:r>
      <w:r>
        <w:rPr>
          <w:rtl/>
          <w:lang w:bidi="fa-IR"/>
        </w:rPr>
        <w:t>۲۶۴</w:t>
      </w:r>
      <w:r>
        <w:rPr>
          <w:rtl/>
          <w:lang w:bidi="ur-PK"/>
        </w:rPr>
        <w:t xml:space="preserve"> ، جلاء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۲۹۶</w:t>
      </w:r>
      <w:r>
        <w:rPr>
          <w:rtl/>
          <w:lang w:bidi="ur-PK"/>
        </w:rPr>
        <w:t xml:space="preserve"> ،انوارالحس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کااتفاق ہے کہ آپ نے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(مطالب السول ص </w:t>
      </w:r>
      <w:r>
        <w:rPr>
          <w:rtl/>
          <w:lang w:bidi="fa-IR"/>
        </w:rPr>
        <w:t>۲۹۲</w:t>
      </w:r>
      <w:r>
        <w:rPr>
          <w:rtl/>
          <w:lang w:bidi="ur-PK"/>
        </w:rPr>
        <w:t xml:space="preserve"> ، صواعق محرقہ ص </w:t>
      </w:r>
      <w:r>
        <w:rPr>
          <w:rtl/>
          <w:lang w:bidi="fa-IR"/>
        </w:rPr>
        <w:t>۱۲۴</w:t>
      </w:r>
      <w:r>
        <w:rPr>
          <w:rtl/>
          <w:lang w:bidi="ur-PK"/>
        </w:rPr>
        <w:t xml:space="preserve"> ،نورالابصار ارجح المطالب </w:t>
      </w:r>
      <w:r>
        <w:rPr>
          <w:rtl/>
          <w:lang w:bidi="fa-IR"/>
        </w:rPr>
        <w:t>۴۶۲</w:t>
      </w:r>
      <w:r>
        <w:rPr>
          <w:rtl/>
          <w:lang w:bidi="ur-PK"/>
        </w:rPr>
        <w:t xml:space="preserve"> ،کشف الغمہ ص </w:t>
      </w:r>
      <w:r>
        <w:rPr>
          <w:rtl/>
          <w:lang w:bidi="fa-IR"/>
        </w:rPr>
        <w:t>۱۲۶</w:t>
      </w:r>
      <w:r>
        <w:rPr>
          <w:rtl/>
          <w:lang w:bidi="ur-PK"/>
        </w:rPr>
        <w:t xml:space="preserve"> ،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۲۱۸) </w:t>
      </w:r>
      <w:r>
        <w:rPr>
          <w:rtl/>
          <w:lang w:bidi="ur-PK"/>
        </w:rPr>
        <w:t>۔</w:t>
      </w: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39" w:name="_Toc509136961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 مھد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bookmarkEnd w:id="339"/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زمانہ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سلسلہ عصمت محمد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چودھو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ںاورسلک</w:t>
      </w:r>
      <w:r>
        <w:rPr>
          <w:rtl/>
          <w:lang w:bidi="ur-PK"/>
        </w:rPr>
        <w:t xml:space="preserve"> امامت علو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بارھوےں کڑ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والد ماجد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 والدہ ماجدہ جناب نرجس( </w:t>
      </w:r>
      <w:r>
        <w:rPr>
          <w:rtl/>
          <w:lang w:bidi="fa-IR"/>
        </w:rPr>
        <w:t xml:space="preserve">۱) </w:t>
      </w:r>
      <w:r>
        <w:rPr>
          <w:rtl/>
          <w:lang w:bidi="ur-PK"/>
        </w:rPr>
        <w:t>خاتون تھےں۔</w:t>
      </w:r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اپنے آباو</w:t>
      </w:r>
      <w:r>
        <w:rPr>
          <w:rFonts w:hint="eastAsia"/>
          <w:rtl/>
          <w:lang w:bidi="ur-PK"/>
        </w:rPr>
        <w:t>اجدادک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امام منصوص ،معصوم ،اعلم زمانہ اورافضل کا ئنات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۔آپ بچپن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علم وحکمت سے بھرپور تھے۔ (صواعق محرقہ </w:t>
      </w:r>
      <w:r>
        <w:rPr>
          <w:rtl/>
          <w:lang w:bidi="fa-IR"/>
        </w:rPr>
        <w:t xml:space="preserve">۲۴۱# ) </w:t>
      </w:r>
      <w:r>
        <w:rPr>
          <w:rtl/>
          <w:lang w:bidi="ur-PK"/>
        </w:rPr>
        <w:t>آپ کو پانچ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</w:t>
      </w:r>
      <w:r w:rsidR="007F6485">
        <w:rPr>
          <w:rtl/>
          <w:lang w:bidi="ur-PK"/>
        </w:rPr>
        <w:t>یس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حکمت دے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،ج</w:t>
      </w:r>
      <w:r w:rsidR="007F6485">
        <w:rPr>
          <w:rtl/>
          <w:lang w:bidi="ur-PK"/>
        </w:rPr>
        <w:t>یس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</w:t>
      </w:r>
      <w:r w:rsidR="007F6485">
        <w:rPr>
          <w:rtl/>
          <w:lang w:bidi="ur-PK"/>
        </w:rPr>
        <w:t>یح</w:t>
      </w:r>
      <w:r w:rsidR="00980366">
        <w:rPr>
          <w:rtl/>
          <w:lang w:bidi="ur-PK"/>
        </w:rPr>
        <w:t>یی</w:t>
      </w:r>
      <w:r>
        <w:rPr>
          <w:rtl/>
          <w:lang w:bidi="ur-PK"/>
        </w:rPr>
        <w:t xml:space="preserve"> کو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بطن مادر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امام قراردئ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گ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تھے،جس طرح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قرارپائے تھے۔(کشف الغمہ ص </w:t>
      </w:r>
      <w:r>
        <w:rPr>
          <w:rtl/>
          <w:lang w:bidi="fa-IR"/>
        </w:rPr>
        <w:t xml:space="preserve">۱۳۰ ) </w:t>
      </w:r>
      <w:r>
        <w:rPr>
          <w:rtl/>
          <w:lang w:bidi="ur-PK"/>
        </w:rPr>
        <w:t>آپ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سے بہترہ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۔(اسعاف الراغب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۱۲۸) </w:t>
      </w:r>
      <w:r>
        <w:rPr>
          <w:rtl/>
          <w:lang w:bidi="ur-PK"/>
        </w:rPr>
        <w:t>آپ کے متعلق حضرت رسول</w:t>
      </w:r>
      <w:r w:rsidR="00F145FD">
        <w:rPr>
          <w:rtl/>
          <w:lang w:bidi="ur-PK"/>
        </w:rPr>
        <w:t xml:space="preserve"> کریم </w:t>
      </w:r>
      <w:r>
        <w:rPr>
          <w:rtl/>
          <w:lang w:bidi="ur-PK"/>
        </w:rPr>
        <w:t>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نے بے شمار پ</w:t>
      </w:r>
      <w:r w:rsidR="007F6485">
        <w:rPr>
          <w:rtl/>
          <w:lang w:bidi="ur-PK"/>
        </w:rPr>
        <w:t>یش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گوئ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آپ حضورک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عترت اورحضرت فاطمةا</w:t>
      </w:r>
      <w:r>
        <w:rPr>
          <w:rFonts w:hint="eastAsia"/>
          <w:rtl/>
          <w:lang w:bidi="ur-PK"/>
        </w:rPr>
        <w:t>لزہرا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سے ہوں گے۔ ملاحظہ ہوجامع صغ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۱۶۰</w:t>
      </w:r>
      <w:r>
        <w:rPr>
          <w:rtl/>
          <w:lang w:bidi="ur-PK"/>
        </w:rPr>
        <w:t xml:space="preserve"> طبع مصرومسند احمدبن حنبل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۸۴</w:t>
      </w:r>
      <w:r>
        <w:rPr>
          <w:rtl/>
          <w:lang w:bidi="ur-PK"/>
        </w:rPr>
        <w:t xml:space="preserve"> طبع مصروکنوزالحقائق ص </w:t>
      </w:r>
      <w:r>
        <w:rPr>
          <w:rtl/>
          <w:lang w:bidi="fa-IR"/>
        </w:rPr>
        <w:t>۱۲۲</w:t>
      </w:r>
      <w:r>
        <w:rPr>
          <w:rtl/>
          <w:lang w:bidi="ur-PK"/>
        </w:rPr>
        <w:t xml:space="preserve"> ومستدرک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۵۲۰</w:t>
      </w:r>
      <w:r>
        <w:rPr>
          <w:rtl/>
          <w:lang w:bidi="ur-PK"/>
        </w:rPr>
        <w:t xml:space="preserve"> ومشکوة شر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 ) آپ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ظہورآخرزمانہ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ہوگا ۔اورحضرت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پ</w:t>
      </w:r>
      <w:r w:rsidR="007F6485">
        <w:rPr>
          <w:rtl/>
          <w:lang w:bidi="ur-PK"/>
        </w:rPr>
        <w:t>یچ</w:t>
      </w:r>
      <w:r>
        <w:rPr>
          <w:rtl/>
          <w:lang w:bidi="ur-PK"/>
        </w:rPr>
        <w:t>ھے نماز پڑھےں گے ۔ملا</w:t>
      </w:r>
      <w:r>
        <w:rPr>
          <w:rFonts w:hint="eastAsia"/>
          <w:rtl/>
          <w:lang w:bidi="ur-PK"/>
        </w:rPr>
        <w:t>حظہ</w:t>
      </w:r>
      <w:r>
        <w:rPr>
          <w:rtl/>
          <w:lang w:bidi="ur-PK"/>
        </w:rPr>
        <w:t xml:space="preserve"> ہو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 </w:t>
      </w:r>
      <w:r>
        <w:rPr>
          <w:rtl/>
          <w:lang w:bidi="fa-IR"/>
        </w:rPr>
        <w:t>۱۴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۳۹۹</w:t>
      </w:r>
      <w:r>
        <w:rPr>
          <w:rtl/>
          <w:lang w:bidi="ur-PK"/>
        </w:rPr>
        <w:t xml:space="preserve"> وصح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۹۵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ترمذ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۲۷۰</w:t>
      </w:r>
      <w:r>
        <w:rPr>
          <w:rtl/>
          <w:lang w:bidi="ur-PK"/>
        </w:rPr>
        <w:t xml:space="preserve"> وصح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ابوداؤد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۲۱۰</w:t>
      </w:r>
      <w:r>
        <w:rPr>
          <w:rtl/>
          <w:lang w:bidi="ur-PK"/>
        </w:rPr>
        <w:t xml:space="preserve"> وصح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ابن ماجہ ص </w:t>
      </w:r>
      <w:r>
        <w:rPr>
          <w:rtl/>
          <w:lang w:bidi="fa-IR"/>
        </w:rPr>
        <w:t>۳۴</w:t>
      </w:r>
      <w:r>
        <w:rPr>
          <w:rtl/>
          <w:lang w:bidi="ur-PK"/>
        </w:rPr>
        <w:t xml:space="preserve"> وص </w:t>
      </w:r>
      <w:r>
        <w:rPr>
          <w:rtl/>
          <w:lang w:bidi="fa-IR"/>
        </w:rPr>
        <w:t>۳۰۹</w:t>
      </w:r>
      <w:r>
        <w:rPr>
          <w:rtl/>
          <w:lang w:bidi="ur-PK"/>
        </w:rPr>
        <w:t xml:space="preserve"> وجامع صغ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 xml:space="preserve">ص </w:t>
      </w:r>
      <w:r>
        <w:rPr>
          <w:rtl/>
          <w:lang w:bidi="fa-IR"/>
        </w:rPr>
        <w:t>۱۳۴</w:t>
      </w:r>
      <w:r>
        <w:rPr>
          <w:rtl/>
          <w:lang w:bidi="ur-PK"/>
        </w:rPr>
        <w:t xml:space="preserve"> وکنوزالحقائق ص </w:t>
      </w:r>
      <w:r>
        <w:rPr>
          <w:rtl/>
          <w:lang w:bidi="fa-IR"/>
        </w:rPr>
        <w:t xml:space="preserve">۹۰) </w:t>
      </w:r>
      <w:r>
        <w:rPr>
          <w:rtl/>
          <w:lang w:bidi="ur-PK"/>
        </w:rPr>
        <w:t xml:space="preserve">آپ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خل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>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ظہورکر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</w:t>
      </w:r>
      <w:r w:rsidR="007F6485">
        <w:rPr>
          <w:rtl/>
          <w:lang w:bidi="ur-PK"/>
        </w:rPr>
        <w:t>یخ</w:t>
      </w:r>
      <w:r>
        <w:rPr>
          <w:rtl/>
          <w:lang w:bidi="ur-PK"/>
        </w:rPr>
        <w:t>تم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بہ کما فتح بنا جس </w:t>
      </w:r>
      <w:r>
        <w:rPr>
          <w:rFonts w:hint="eastAsia"/>
          <w:rtl/>
          <w:lang w:bidi="ur-PK"/>
        </w:rPr>
        <w:t>طرح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سے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اسلام کا آغاز ہوا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 کے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سے مہراختتام لگاد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 w:rsidR="00523C85">
        <w:rPr>
          <w:rtl/>
          <w:lang w:bidi="ur-PK"/>
        </w:rPr>
        <w:t>یگ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ملاحظہ ہوکنوزالحقائق ص </w:t>
      </w:r>
      <w:r>
        <w:rPr>
          <w:rtl/>
          <w:lang w:bidi="fa-IR"/>
        </w:rPr>
        <w:t>۲۰۹</w:t>
      </w:r>
      <w:r>
        <w:rPr>
          <w:rtl/>
          <w:lang w:bidi="ur-PK"/>
        </w:rPr>
        <w:t xml:space="preserve"> آپ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اصل نام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محمد اورکن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ابوالقاسم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جب ظہورکر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توسا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</w:t>
      </w:r>
      <w:r>
        <w:rPr>
          <w:rtl/>
          <w:lang w:bidi="ur-PK"/>
        </w:rPr>
        <w:t xml:space="preserve"> عدل وانصاف سے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پرکرد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جس طرح وہ اس وقت ظلم وجورسے بھر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ملاحظہ ہو جامع صغ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 xml:space="preserve">ص </w:t>
      </w:r>
      <w:r>
        <w:rPr>
          <w:rtl/>
          <w:lang w:bidi="fa-IR"/>
        </w:rPr>
        <w:t>۱۰۴</w:t>
      </w:r>
      <w:r>
        <w:rPr>
          <w:rtl/>
          <w:lang w:bidi="ur-PK"/>
        </w:rPr>
        <w:t xml:space="preserve"> ومستدرک امام حاکم ص </w:t>
      </w:r>
      <w:r>
        <w:rPr>
          <w:rtl/>
          <w:lang w:bidi="fa-IR"/>
        </w:rPr>
        <w:t>۴۲۲</w:t>
      </w:r>
      <w:r>
        <w:rPr>
          <w:rtl/>
          <w:lang w:bidi="ur-PK"/>
        </w:rPr>
        <w:t xml:space="preserve"> و </w:t>
      </w:r>
      <w:r>
        <w:rPr>
          <w:rtl/>
          <w:lang w:bidi="fa-IR"/>
        </w:rPr>
        <w:t>۴۱۵</w:t>
      </w:r>
      <w:r>
        <w:rPr>
          <w:rtl/>
          <w:lang w:bidi="ur-PK"/>
        </w:rPr>
        <w:t xml:space="preserve"> ظہورکے بعد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فوراب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نکہ وہ خداکے خل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ہ ہوں گے ۔ (سنن ابن ماجہ اردوص </w:t>
      </w:r>
      <w:r>
        <w:rPr>
          <w:rtl/>
          <w:lang w:bidi="fa-IR"/>
        </w:rPr>
        <w:t>۲۶۱</w:t>
      </w:r>
      <w:r>
        <w:rPr>
          <w:rtl/>
          <w:lang w:bidi="ur-PK"/>
        </w:rPr>
        <w:t xml:space="preserve"> طبع کراچ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۱۳۷۷</w:t>
      </w:r>
      <w:r>
        <w:rPr>
          <w:rtl/>
          <w:lang w:bidi="ur-PK"/>
        </w:rPr>
        <w:t xml:space="preserve"> ھج)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40" w:name="_Toc509136962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باسعادت</w:t>
      </w:r>
      <w:bookmarkEnd w:id="340"/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مورخ</w:t>
      </w:r>
      <w:r w:rsidR="00B0571B">
        <w:rPr>
          <w:rFonts w:hint="eastAsia"/>
          <w:rtl/>
          <w:lang w:bidi="ur-PK"/>
        </w:rPr>
        <w:t>ین</w:t>
      </w:r>
      <w:r>
        <w:rPr>
          <w:rtl/>
          <w:lang w:bidi="ur-PK"/>
        </w:rPr>
        <w:t xml:space="preserve"> کا اتفاق 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باسعادت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شعبان </w:t>
      </w:r>
      <w:r>
        <w:rPr>
          <w:rtl/>
          <w:lang w:bidi="fa-IR"/>
        </w:rPr>
        <w:t>۲۵۵</w:t>
      </w:r>
      <w:r>
        <w:rPr>
          <w:rtl/>
          <w:lang w:bidi="ur-PK"/>
        </w:rPr>
        <w:t xml:space="preserve"> ھج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م جمعہ بوقت طلوع فجرواقع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 کہ (وف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،روضة الاحباب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الورد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ابع المودة،تار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،کشف الغمہ ،جل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الع</w:t>
      </w:r>
      <w:r w:rsidR="00980366">
        <w:rPr>
          <w:rFonts w:hint="eastAsia"/>
          <w:rtl/>
          <w:lang w:bidi="ur-PK"/>
        </w:rPr>
        <w:t>یو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نور الا بصار ، ارشاد </w:t>
      </w:r>
      <w:r>
        <w:rPr>
          <w:rtl/>
          <w:lang w:bidi="ur-PK"/>
        </w:rPr>
        <w:lastRenderedPageBreak/>
        <w:t>، جامع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اعلام </w:t>
      </w:r>
      <w:r>
        <w:rPr>
          <w:rFonts w:hint="eastAsia"/>
          <w:rtl/>
          <w:lang w:bidi="ur-PK"/>
        </w:rPr>
        <w:t>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اور انوار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 xml:space="preserve">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 ہے (بعض 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کا کہنا ہے کہ ولادت کا سن </w:t>
      </w:r>
      <w:r>
        <w:rPr>
          <w:rtl/>
          <w:lang w:bidi="fa-IR"/>
        </w:rPr>
        <w:t>۲۵۶</w:t>
      </w:r>
      <w:r>
        <w:rPr>
          <w:rtl/>
          <w:lang w:bidi="ur-PK"/>
        </w:rPr>
        <w:t xml:space="preserve"> ھج اور ما دہ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نور ہے )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شب برات کے اختتام پر بوقت صبح صادق عالم ظھور وشہود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۱#</w:t>
      </w:r>
      <w:r>
        <w:rPr>
          <w:rtl/>
          <w:lang w:bidi="ur-PK"/>
        </w:rPr>
        <w:t xml:space="preserve"> نرجس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کے پھول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شعر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آنکھوں سے تشب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(المنجد ص </w:t>
      </w:r>
      <w:r>
        <w:rPr>
          <w:rtl/>
          <w:lang w:bidi="fa-IR"/>
        </w:rPr>
        <w:t xml:space="preserve">۸۶۵ ) </w:t>
      </w:r>
      <w:r>
        <w:rPr>
          <w:rtl/>
          <w:lang w:bidi="ur-PK"/>
        </w:rPr>
        <w:t>منتہ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الادب جلد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۲۲۲۷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جملہ دخ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اورمعرب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 صراح ص </w:t>
      </w:r>
      <w:r>
        <w:rPr>
          <w:rtl/>
          <w:lang w:bidi="fa-IR"/>
        </w:rPr>
        <w:t>۴۲۵</w:t>
      </w:r>
      <w:r>
        <w:rPr>
          <w:rtl/>
          <w:lang w:bidi="ur-PK"/>
        </w:rPr>
        <w:t xml:space="preserve"> اورالعماط صد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 حسن ص </w:t>
      </w:r>
      <w:r>
        <w:rPr>
          <w:rtl/>
          <w:lang w:bidi="fa-IR"/>
        </w:rPr>
        <w:t>۴۷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لفظ نرجس ،نرگس سے معر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جوکہ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۔رسالہ آج کل لکھنؤ کے سالنامہ </w:t>
      </w:r>
      <w:r>
        <w:rPr>
          <w:rtl/>
          <w:lang w:bidi="fa-IR"/>
        </w:rPr>
        <w:t>۱۹۴۷</w:t>
      </w:r>
      <w:r>
        <w:rPr>
          <w:rtl/>
          <w:lang w:bidi="ur-PK"/>
        </w:rPr>
        <w:t xml:space="preserve"> کے ص </w:t>
      </w:r>
      <w:r>
        <w:rPr>
          <w:rtl/>
          <w:lang w:bidi="fa-IR"/>
        </w:rPr>
        <w:t>۱۱۸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لفظ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نرکسوس سے معرب ہے ، جسے لاط</w:t>
      </w:r>
      <w:r w:rsidR="00B0571B">
        <w:rPr>
          <w:rtl/>
          <w:lang w:bidi="ur-PK"/>
        </w:rPr>
        <w:t>ین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نرکسس اورانگ</w:t>
      </w:r>
      <w:r w:rsidR="007F6485">
        <w:rPr>
          <w:rtl/>
          <w:lang w:bidi="ur-PK"/>
        </w:rPr>
        <w:t>یریز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نرس سس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>۱۲</w:t>
      </w:r>
    </w:p>
    <w:p w:rsidR="000B625E" w:rsidRDefault="000B625E" w:rsidP="00917F1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پھوپھ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حک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ہ خاتون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پاس گئتو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اے پھوپھ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آج ہمارے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رہئے</w:t>
      </w:r>
      <w:r>
        <w:rPr>
          <w:rtl/>
          <w:lang w:bidi="ur-PK"/>
        </w:rPr>
        <w:t xml:space="preserve"> 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نکہ خداوندعالم مجھے آج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وارث عطافرماے گا ۔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کہاکہ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فرزند کس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بطن سے ہوگا ۔آپ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بطن نرجس سے متولد ہوگا ،جناب حک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ہ نے کہا :ب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>ے!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تونرجس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حمل کے آثارنہ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،امام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اسے پھوپھ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نرجس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مادرموس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 w:rsidR="007F6485">
        <w:rPr>
          <w:rtl/>
          <w:lang w:bidi="ur-PK"/>
        </w:rPr>
        <w:t>یس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طرح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کاحمل ولادت کے وقت سے پہلے ظاہرنہ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۔اس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فرزن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حمل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بروقت ظاہرہوگا غرضکہ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کے فرمانے سے اس شب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آدھ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گذرگئ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اورنمازتہجد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اورنرجس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اٹھ کرنمازتہجدپڑھنے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اس کے بعدم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گذراکہ صبح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ہے اورامام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جوکہاتھا 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ظاہرنہ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ںہوا</w:t>
      </w:r>
      <w:r>
        <w:rPr>
          <w:rtl/>
          <w:lang w:bidi="ur-PK"/>
        </w:rPr>
        <w:t xml:space="preserve"> ، اس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کے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حجرہ سے آوازد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:اے پھوپھ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ئے ،حجت خداکے ظہورکا وقت بالکل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نرجس کے حجرہ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،نرجس مجھے راستے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ملےں ، مگران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اس وقت متغ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،وہ لرز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براندام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کا ساراجسم کانپ رہاتھا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 کران کواپنے س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ے سے لپٹال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،اورسورہ قل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اللہ ،اناانزلنا واےة الکرس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پڑھ کران پردم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بطن مادرسے بچے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آنے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جوکچھ پڑھت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،وہ بچہ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بطن مادر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پڑھتا تھا اس کے بعد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ھا کہ تمام حجرہ روشن ومنورہوگ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اب جو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مولود مسعود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پرسجدہ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پڑاہوا ہے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بچہ کواٹھال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حجرہ سے آواز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اے پھوپھ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فرزند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لائ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لے گئ</w:t>
      </w:r>
      <w:r w:rsidR="00980366">
        <w:rPr>
          <w:rtl/>
          <w:lang w:bidi="ur-PK"/>
        </w:rPr>
        <w:t>یی</w:t>
      </w:r>
      <w:r>
        <w:rPr>
          <w:rtl/>
          <w:lang w:bidi="ur-PK"/>
        </w:rPr>
        <w:t xml:space="preserve"> آپ نے اسے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eastAsia"/>
          <w:rtl/>
          <w:lang w:bidi="ur-PK"/>
        </w:rPr>
        <w:t>ود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بٹھال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،اورزبان دردھان دے کراوراپن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بچے کے منہ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 w:rsidR="007F6485">
        <w:rPr>
          <w:rtl/>
          <w:lang w:bidi="ur-PK"/>
        </w:rPr>
        <w:t>ید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اورکہا کہ اے فرزند !خدا کے حکم سے کچھ بات کرو ،بچے نے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Pr="00917F12">
        <w:rPr>
          <w:rStyle w:val="libAieChar"/>
          <w:rtl/>
        </w:rPr>
        <w:t>: بسم الل</w:t>
      </w:r>
      <w:r w:rsidR="005274C1" w:rsidRPr="001F4EA2">
        <w:rPr>
          <w:rStyle w:val="libAieChar"/>
          <w:rFonts w:hint="cs"/>
          <w:rtl/>
        </w:rPr>
        <w:t>ه</w:t>
      </w:r>
      <w:r w:rsidRPr="00917F12">
        <w:rPr>
          <w:rStyle w:val="libAieChar"/>
          <w:rFonts w:hint="cs"/>
          <w:rtl/>
        </w:rPr>
        <w:t xml:space="preserve"> الرحمن الرح</w:t>
      </w:r>
      <w:r w:rsidR="00917F12" w:rsidRPr="00917F12">
        <w:rPr>
          <w:rStyle w:val="libAieChar"/>
          <w:rFonts w:hint="cs"/>
          <w:rtl/>
        </w:rPr>
        <w:t>ي</w:t>
      </w:r>
      <w:r w:rsidRPr="00917F12">
        <w:rPr>
          <w:rStyle w:val="libAieChar"/>
          <w:rtl/>
        </w:rPr>
        <w:t>م ونر</w:t>
      </w:r>
      <w:r w:rsidR="00917F12" w:rsidRPr="00917F12">
        <w:rPr>
          <w:rStyle w:val="libAieChar"/>
          <w:rFonts w:hint="cs"/>
          <w:rtl/>
        </w:rPr>
        <w:t>ي</w:t>
      </w:r>
      <w:r w:rsidRPr="00917F12">
        <w:rPr>
          <w:rStyle w:val="libAieChar"/>
          <w:rtl/>
        </w:rPr>
        <w:t>دان نمن عل</w:t>
      </w:r>
      <w:r w:rsidRPr="00917F12">
        <w:rPr>
          <w:rStyle w:val="libAieChar"/>
          <w:rFonts w:hint="cs"/>
          <w:rtl/>
        </w:rPr>
        <w:t>ی</w:t>
      </w:r>
      <w:r w:rsidRPr="00917F12">
        <w:rPr>
          <w:rStyle w:val="libAieChar"/>
          <w:rtl/>
        </w:rPr>
        <w:t xml:space="preserve"> اللذ</w:t>
      </w:r>
      <w:r w:rsidR="00917F12" w:rsidRPr="00917F12">
        <w:rPr>
          <w:rStyle w:val="libAieChar"/>
          <w:rFonts w:hint="cs"/>
          <w:rtl/>
        </w:rPr>
        <w:t>ي</w:t>
      </w:r>
      <w:r w:rsidRPr="00917F12">
        <w:rPr>
          <w:rStyle w:val="libAieChar"/>
          <w:rtl/>
        </w:rPr>
        <w:t>ن استضعفوا ف</w:t>
      </w:r>
      <w:r w:rsidRPr="00917F12">
        <w:rPr>
          <w:rStyle w:val="libAieChar"/>
          <w:rFonts w:hint="cs"/>
          <w:rtl/>
        </w:rPr>
        <w:t>ی</w:t>
      </w:r>
      <w:r w:rsidRPr="00917F12">
        <w:rPr>
          <w:rStyle w:val="libAieChar"/>
          <w:rtl/>
        </w:rPr>
        <w:t xml:space="preserve"> الارض ونجعل</w:t>
      </w:r>
      <w:r w:rsidR="005274C1" w:rsidRPr="005274C1">
        <w:rPr>
          <w:rStyle w:val="libAieChar"/>
          <w:rFonts w:hint="cs"/>
          <w:rtl/>
        </w:rPr>
        <w:t>ه</w:t>
      </w:r>
      <w:r w:rsidRPr="00917F12">
        <w:rPr>
          <w:rStyle w:val="libAieChar"/>
          <w:rFonts w:hint="cs"/>
          <w:rtl/>
        </w:rPr>
        <w:t>م الوارثی</w:t>
      </w:r>
      <w:r w:rsidRPr="00917F12">
        <w:rPr>
          <w:rStyle w:val="libAieChar"/>
          <w:rFonts w:hint="eastAsia"/>
          <w:rtl/>
        </w:rPr>
        <w:t>ن</w:t>
      </w:r>
      <w:r w:rsidRPr="00917F12">
        <w:rPr>
          <w:rStyle w:val="libAieChar"/>
          <w:rtl/>
        </w:rPr>
        <w:t xml:space="preserve">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جس کا ترجمہ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ہم چاہت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احسان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لوگوں پرجوزم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پرکمزورکردئ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کوامام بنائےں اورانھےں کوروئے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کاوارث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tl/>
          <w:lang w:bidi="ur-PK"/>
        </w:rPr>
        <w:t xml:space="preserve"> کے بعد کچھ سبزطائروں نے آکرہ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گھ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طائرکوبلا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اوربچے کود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ے ہوئے کہا کہ خدہ فاحفظہ الخ اس کولے جاکراس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ہاںتک</w:t>
      </w:r>
      <w:r>
        <w:rPr>
          <w:rtl/>
          <w:lang w:bidi="ur-PK"/>
        </w:rPr>
        <w:t xml:space="preserve"> کہ خدا اس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دے 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 xml:space="preserve">نکہ خدا اپنے حکم کوپورا کرکے رہے گآ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پوچھا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طائرکون تھا اوردوسرے طائر کون تھے ؟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تھے ،اوردوسرے فرشتگان رحمت تھے اس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اے پھوپھ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فرزند کواس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کے پاس لے آوتاکہ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آنکھےں خنک ہوں اورمحزون ومغوم نہ ہو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 لے کہ خدا کاوعدہ حق ہے واکثرھ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لا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لمون 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اکثرلوگ اسے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جانتے ۔ اس کے بعد اس مولود مسعود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کے پاس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(شواہدالنبوة ص </w:t>
      </w:r>
      <w:r>
        <w:rPr>
          <w:rtl/>
          <w:lang w:bidi="fa-IR"/>
        </w:rPr>
        <w:t>۲۱۲</w:t>
      </w:r>
      <w:r>
        <w:rPr>
          <w:rtl/>
          <w:lang w:bidi="ur-PK"/>
        </w:rPr>
        <w:t xml:space="preserve"> طبع لکھنؤ </w:t>
      </w:r>
      <w:r>
        <w:rPr>
          <w:rtl/>
          <w:lang w:bidi="fa-IR"/>
        </w:rPr>
        <w:t>۱۹۰۵</w:t>
      </w:r>
      <w:r>
        <w:rPr>
          <w:rtl/>
          <w:lang w:bidi="ur-PK"/>
        </w:rPr>
        <w:t xml:space="preserve"> ء علامہ حائر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ولادت کے بعد آپ کو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پرورش کے لئے اٹھاکرلے گئے (غا</w:t>
      </w:r>
      <w:r>
        <w:rPr>
          <w:rFonts w:hint="cs"/>
          <w:rtl/>
          <w:lang w:bidi="ur-PK"/>
        </w:rPr>
        <w:t>یۃ</w:t>
      </w:r>
      <w:r>
        <w:rPr>
          <w:rFonts w:hint="eastAsia"/>
          <w:rtl/>
          <w:lang w:bidi="ur-PK"/>
        </w:rPr>
        <w:t>المقصود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۷۵) </w:t>
      </w:r>
      <w:r>
        <w:rPr>
          <w:rtl/>
          <w:lang w:bidi="ur-PK"/>
        </w:rPr>
        <w:t>کتاب شواہدالنبوت اور</w:t>
      </w:r>
      <w:r>
        <w:rPr>
          <w:rFonts w:hint="eastAsia"/>
          <w:rtl/>
          <w:lang w:bidi="ur-PK"/>
        </w:rPr>
        <w:t>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وروضةالاحباب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آپ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اہوے تومختون اورناف بر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ہ تھے اورآپ کے داہنے بازوپر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منقوش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Pr="00967932">
        <w:rPr>
          <w:rStyle w:val="libAieChar"/>
          <w:rtl/>
        </w:rPr>
        <w:t>جاء الحق وز</w:t>
      </w:r>
      <w:r w:rsidR="005274C1" w:rsidRPr="005274C1">
        <w:rPr>
          <w:rStyle w:val="libAieChar"/>
          <w:rFonts w:hint="cs"/>
          <w:rtl/>
        </w:rPr>
        <w:t>ه</w:t>
      </w:r>
      <w:r w:rsidRPr="00967932">
        <w:rPr>
          <w:rStyle w:val="libAieChar"/>
          <w:rFonts w:hint="cs"/>
          <w:rtl/>
        </w:rPr>
        <w:t>ق الباطل ان الباطل کان ز</w:t>
      </w:r>
      <w:r w:rsidR="005274C1" w:rsidRPr="005274C1">
        <w:rPr>
          <w:rStyle w:val="libAieChar"/>
          <w:rFonts w:hint="cs"/>
          <w:rtl/>
        </w:rPr>
        <w:t>ه</w:t>
      </w:r>
      <w:r w:rsidRPr="00967932">
        <w:rPr>
          <w:rStyle w:val="libAieChar"/>
          <w:rFonts w:hint="cs"/>
          <w:rtl/>
        </w:rPr>
        <w:t>وقا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اورباطل مٹ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اورباطل مٹنے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قابل تھا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قدرت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طورپربحرمتقارب کے دومصرعے بن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نس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امروہو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پرک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خوب تضم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#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ّ</w:t>
      </w:r>
      <w:r>
        <w:rPr>
          <w:rtl/>
          <w:lang w:bidi="ur-PK"/>
        </w:rPr>
        <w:t xml:space="preserve"> چشم وچراغ د</w:t>
      </w:r>
      <w:r w:rsidR="007F6485">
        <w:rPr>
          <w:rtl/>
          <w:lang w:bidi="ur-PK"/>
        </w:rPr>
        <w:t>ید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نرجس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کاتارا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بدرکمال</w:t>
      </w:r>
      <w:r>
        <w:rPr>
          <w:rtl/>
          <w:lang w:bidi="ur-PK"/>
        </w:rPr>
        <w:t xml:space="preserve"> ن</w:t>
      </w:r>
      <w:r w:rsidR="00B0571B">
        <w:rPr>
          <w:rtl/>
          <w:lang w:bidi="ur-PK"/>
        </w:rPr>
        <w:t>یم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شعبان چودھواں اختراوج بقاکا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ملت ماح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بدعت کفرمٹانے خلق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وقت</w:t>
      </w:r>
      <w:r>
        <w:rPr>
          <w:rtl/>
          <w:lang w:bidi="ur-PK"/>
        </w:rPr>
        <w:t xml:space="preserve"> ولادت ماشاء اللہ قرآن صورت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 کے بولا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جاء</w:t>
      </w:r>
      <w:r>
        <w:rPr>
          <w:rtl/>
          <w:lang w:bidi="ur-PK"/>
        </w:rPr>
        <w:t xml:space="preserve"> الحق وزھق الباطل ان الباطل کان زھوقا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محدث</w:t>
      </w:r>
      <w:r>
        <w:rPr>
          <w:rtl/>
          <w:lang w:bidi="ur-PK"/>
        </w:rPr>
        <w:t xml:space="preserve"> دہلو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عبدالحق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مناقب ائمہ اطہار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حک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ہ خاتون جب نرجس کے پاس آئےں تود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ھا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مولود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اہوا ہے ،جومختون اورمفروغ منہ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کا ختنہ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 اورنہلانے دھلانے کے کاموں سے جومولود کے ساتھ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بالکل مستغن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حک</w:t>
      </w:r>
      <w:r w:rsidR="00B0571B">
        <w:rPr>
          <w:rFonts w:hint="eastAsia"/>
          <w:rtl/>
          <w:lang w:bidi="ur-PK"/>
        </w:rPr>
        <w:t>یم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خاتون بچے کو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امام نے بچے کول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اقدس </w:t>
      </w:r>
      <w:r>
        <w:rPr>
          <w:rtl/>
          <w:lang w:bidi="ur-PK"/>
        </w:rPr>
        <w:lastRenderedPageBreak/>
        <w:t>اور چشم مبارک پرہاتھ پھ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مطہران کے منہ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اورداہنے 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اذان اوربائےں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اقامت 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مضمون فصل الخطاب اوربحارالانوار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کتاب روضةالاحباب 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</w:t>
      </w:r>
      <w:r>
        <w:rPr>
          <w:rFonts w:hint="eastAsia"/>
          <w:rtl/>
          <w:lang w:bidi="ur-PK"/>
        </w:rPr>
        <w:t>بع</w:t>
      </w:r>
      <w:r>
        <w:rPr>
          <w:rtl/>
          <w:lang w:bidi="ur-PK"/>
        </w:rPr>
        <w:t xml:space="preserve"> المودة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بمقام سرمن رائے سامرہ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کشف الغمہ ص </w:t>
      </w:r>
      <w:r>
        <w:rPr>
          <w:rtl/>
          <w:lang w:bidi="fa-IR"/>
        </w:rPr>
        <w:t>۱۳۰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چھپائ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ائ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کومعلوم نہ ہوسکے ، کتاب 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۱۹۴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اس لئے چھپائ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بادشاہ وقت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کے ساتھ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کے ص </w:t>
      </w:r>
      <w:r>
        <w:rPr>
          <w:rtl/>
          <w:lang w:bidi="fa-IR"/>
        </w:rPr>
        <w:t>۱۹۲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اس کا 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حضرت حجت کوقتل کرکے نسل رسالت کاخاتمہ کردے ۔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ابوالفد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بادشاہ وقت معتزباللہ تھا ، تذکرہ خواص الامة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کوزہرد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۔ معتزکے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مورخ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کچھ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ترجمہ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الخلف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علامہ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ص </w:t>
      </w:r>
      <w:r>
        <w:rPr>
          <w:rtl/>
          <w:lang w:bidi="fa-IR"/>
        </w:rPr>
        <w:t>۳۶۳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اس نے اپنے عہد خلافت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معزول کرنے کے بعد کوڑے لگوائے تھے اورتاح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ق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رکھاتھا</w:t>
      </w:r>
      <w:r>
        <w:rPr>
          <w:rtl/>
          <w:lang w:bidi="ur-PK"/>
        </w:rPr>
        <w:t xml:space="preserve"> ۔ ا کثرتوار</w:t>
      </w:r>
      <w:r w:rsidR="007F6485">
        <w:rPr>
          <w:rtl/>
          <w:lang w:bidi="ur-PK"/>
        </w:rPr>
        <w:t>یخ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بادشاہ وقت معتمد بن متوکل تھا جس نے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کوزہرسے شہ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تا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۶۷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خل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>ہ معتمد بن متوکل کمزورمتلون مزاج اورع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 پسند تھا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اورشراب نوش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بسرکرتاتھا 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کے صفحہ </w:t>
      </w:r>
      <w:r>
        <w:rPr>
          <w:rtl/>
          <w:lang w:bidi="fa-IR"/>
        </w:rPr>
        <w:t>۲۹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معتمد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کوزہرسے شہ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کرنے کے بعدحضرت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کوقتل کرنے کے درپے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41" w:name="_Toc509136963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 نسب نامہ</w:t>
      </w:r>
      <w:bookmarkEnd w:id="34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کاپدر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 نامہ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محمد بن حسن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جعفربن 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وفاطمہ بنت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فرزندرسول ،دلبند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اورنورنظربتول علےھم السلام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امام احمد بن حنبل کاکہناہے کہ اس سلس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نسب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اسم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مجنون پردم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تواسے </w:t>
      </w:r>
      <w:r w:rsidR="00523C85">
        <w:rPr>
          <w:rtl/>
          <w:lang w:bidi="ur-PK"/>
        </w:rPr>
        <w:t>یق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 شفاحاصل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(مسندامام رضاص </w:t>
      </w:r>
      <w:r>
        <w:rPr>
          <w:rtl/>
          <w:lang w:bidi="fa-IR"/>
        </w:rPr>
        <w:t xml:space="preserve">۷) </w:t>
      </w:r>
      <w:r>
        <w:rPr>
          <w:rtl/>
          <w:lang w:bidi="ur-PK"/>
        </w:rPr>
        <w:t>آپ سلس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نسب 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حضرت شمعون بن حمون الصف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پہنچتاہے ۔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اورعلامہ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جناب نرجس خاتون تھےں ، جن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 ”مل</w:t>
      </w:r>
      <w:r w:rsidR="00523C85">
        <w:rPr>
          <w:rtl/>
          <w:lang w:bidi="ur-PK"/>
        </w:rPr>
        <w:t>یک</w:t>
      </w:r>
      <w:r>
        <w:rPr>
          <w:rFonts w:hint="eastAsia"/>
          <w:rtl/>
          <w:lang w:bidi="ur-PK"/>
        </w:rPr>
        <w:t>ہ“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،نرجس خاتون 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وعا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 w:rsidR="007F6485">
        <w:rPr>
          <w:rtl/>
          <w:lang w:bidi="ur-PK"/>
        </w:rPr>
        <w:t>یٹ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تھےں ، جوروم کے بادشاہ” ق</w:t>
      </w:r>
      <w:r w:rsidR="007F6485">
        <w:rPr>
          <w:rtl/>
          <w:lang w:bidi="ur-PK"/>
        </w:rPr>
        <w:t>یص</w:t>
      </w:r>
      <w:r>
        <w:rPr>
          <w:rtl/>
          <w:lang w:bidi="ur-PK"/>
        </w:rPr>
        <w:t>ر“ کے فرزند تھے جن کاسلسل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نسب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شمعون تک منتہ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ہوتاہے ۔ </w:t>
      </w:r>
      <w:r>
        <w:rPr>
          <w:rtl/>
          <w:lang w:bidi="fa-IR"/>
        </w:rPr>
        <w:t>۱۳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 w:rsidR="007F6485">
        <w:rPr>
          <w:rtl/>
          <w:lang w:bidi="ur-PK"/>
        </w:rPr>
        <w:t>یص</w:t>
      </w:r>
      <w:r>
        <w:rPr>
          <w:rtl/>
          <w:lang w:bidi="ur-PK"/>
        </w:rPr>
        <w:t>رروم نے چاہاتھا کہ نرجس کاعقد اپنے بھت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ے سے کردے 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بعض قدرت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وہ اس مقصد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 ہوسکا، بالاخرا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 وقت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عالم ارواح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جناب شمعون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جناب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اورحضرت فاطمہ بمقام قصرق</w:t>
      </w:r>
      <w:r w:rsidR="007F6485">
        <w:rPr>
          <w:rtl/>
          <w:lang w:bidi="ur-PK"/>
        </w:rPr>
        <w:t>یص</w:t>
      </w:r>
      <w:r>
        <w:rPr>
          <w:rtl/>
          <w:lang w:bidi="ur-PK"/>
        </w:rPr>
        <w:t>رجمع ہوئے ، جناب س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ہ نے نرجس خاتون کواسلام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اورآنحضرت صلعم نے بتوسط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شمعون سے امام حسن </w:t>
      </w:r>
      <w:r>
        <w:rPr>
          <w:rFonts w:hint="eastAsia"/>
          <w:rtl/>
          <w:lang w:bidi="ur-PK"/>
        </w:rPr>
        <w:t>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نرجس خاتون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خواستگار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،نسبت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بعد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منبرپرب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 xml:space="preserve">ھ کرعقد پڑھا اورکمال مسرت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محفل نشاط برخواست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جناب نرجس کوخواب کے طورپرہوئ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بالاخروہ وقت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جناب نرجس خاتون حضرت امام ح</w:t>
      </w:r>
      <w:r>
        <w:rPr>
          <w:rFonts w:hint="eastAsia"/>
          <w:rtl/>
          <w:lang w:bidi="ur-PK"/>
        </w:rPr>
        <w:t>سن</w:t>
      </w:r>
      <w:r>
        <w:rPr>
          <w:rtl/>
          <w:lang w:bidi="ur-PK"/>
        </w:rPr>
        <w:t xml:space="preserve">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آپہنچےں اورآپ کے بطن مبارک سے نورخدا کاظہور ہوا۔ (کتاب جل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الع</w:t>
      </w:r>
      <w:r w:rsidR="00980366">
        <w:rPr>
          <w:rFonts w:hint="eastAsia"/>
          <w:rtl/>
          <w:lang w:bidi="ur-PK"/>
        </w:rPr>
        <w:t>یو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۲۹۸</w:t>
      </w:r>
      <w:r>
        <w:rPr>
          <w:rtl/>
          <w:lang w:bidi="ur-PK"/>
        </w:rPr>
        <w:t xml:space="preserve"> وغا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ص </w:t>
      </w:r>
      <w:r>
        <w:rPr>
          <w:rtl/>
          <w:lang w:bidi="fa-IR"/>
        </w:rPr>
        <w:t xml:space="preserve">۱۷۵)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42" w:name="_Toc509136964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 اسم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:</w:t>
      </w:r>
      <w:bookmarkEnd w:id="34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کانام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واسم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”محمد“ اورمشہورلقب ”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 ہے 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کاکہنا ہے کہ آپ کانام زبان پرجار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ممانعت ہے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کرتے ہوئے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”حکمت آن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 “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پوش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ہ اورغ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معلوم ہے ۔ (جل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الع</w:t>
      </w:r>
      <w:r w:rsidR="00980366">
        <w:rPr>
          <w:rFonts w:hint="eastAsia"/>
          <w:rtl/>
          <w:lang w:bidi="ur-PK"/>
        </w:rPr>
        <w:t>یو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۲۹۸) </w:t>
      </w:r>
      <w:r>
        <w:rPr>
          <w:rtl/>
          <w:lang w:bidi="ur-PK"/>
        </w:rPr>
        <w:t>علماء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آپ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نام خود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رکھا تھا ۔ ملاحظہ ہو روضة الاحباب و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ابع المودة ۔ مورخ اعظم ذاکرحس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۳۱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”آنحضرت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بارہ خل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>ہ قر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 سے ہوں گے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آخرزمانہ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ظلم وجورسے بھرجائے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،توم</w:t>
      </w:r>
      <w:r w:rsidR="007F6485">
        <w:rPr>
          <w:rFonts w:hint="eastAsia"/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کاظہورہوگا جوظلم وجورکودورکرکے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کوعدل وانصاف سے بھردے گا ۔ شرک وکفرکودن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نابود کردے گا ، نام ”محمد “ اورلقب ”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 ہوگا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آسمان سے اترکر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اوراس کے پ</w:t>
      </w:r>
      <w:r w:rsidR="007F6485">
        <w:rPr>
          <w:rtl/>
          <w:lang w:bidi="ur-PK"/>
        </w:rPr>
        <w:t>یچ</w:t>
      </w:r>
      <w:r>
        <w:rPr>
          <w:rtl/>
          <w:lang w:bidi="ur-PK"/>
        </w:rPr>
        <w:t>ھے نماز پڑھےں گے ،اوردجال کوقتل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43" w:name="_Toc509136965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:</w:t>
      </w:r>
      <w:bookmarkEnd w:id="34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پرعلم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کااتفاق 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” ابوالقاسم “ اورآپ ابوعبداللہ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متفق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ابوالقاسم 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خود سرورکائنات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تجو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کردہ ہے ۔ ملاحظہ ہو جامع صغ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 xml:space="preserve">ص </w:t>
      </w:r>
      <w:r>
        <w:rPr>
          <w:rtl/>
          <w:lang w:bidi="fa-IR"/>
        </w:rPr>
        <w:t>۱۰۴</w:t>
      </w:r>
      <w:r>
        <w:rPr>
          <w:rtl/>
          <w:lang w:bidi="ur-PK"/>
        </w:rPr>
        <w:t xml:space="preserve"> تذکرہ خواص الامة </w:t>
      </w:r>
      <w:r>
        <w:rPr>
          <w:rtl/>
          <w:lang w:bidi="fa-IR"/>
        </w:rPr>
        <w:t>۲۰۴</w:t>
      </w:r>
      <w:r>
        <w:rPr>
          <w:rtl/>
          <w:lang w:bidi="ur-PK"/>
        </w:rPr>
        <w:t xml:space="preserve"> روضة الشہد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۴۳۹</w:t>
      </w:r>
      <w:r>
        <w:rPr>
          <w:rtl/>
          <w:lang w:bidi="ur-PK"/>
        </w:rPr>
        <w:t xml:space="preserve"> صواعق محرقہ ص </w:t>
      </w:r>
      <w:r>
        <w:rPr>
          <w:rtl/>
          <w:lang w:bidi="fa-IR"/>
        </w:rPr>
        <w:t>۱۳۴</w:t>
      </w:r>
      <w:r>
        <w:rPr>
          <w:rtl/>
          <w:lang w:bidi="ur-PK"/>
        </w:rPr>
        <w:t xml:space="preserve"> شواہدالنبوت ص </w:t>
      </w:r>
      <w:r>
        <w:rPr>
          <w:rtl/>
          <w:lang w:bidi="fa-IR"/>
        </w:rPr>
        <w:t>۳۱۲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کشف الغمہ ص </w:t>
      </w:r>
      <w:r>
        <w:rPr>
          <w:rtl/>
          <w:lang w:bidi="fa-IR"/>
        </w:rPr>
        <w:t>۱۳۰</w:t>
      </w:r>
      <w:r>
        <w:rPr>
          <w:rtl/>
          <w:lang w:bidi="ur-PK"/>
        </w:rPr>
        <w:t xml:space="preserve"> جل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الع</w:t>
      </w:r>
      <w:r w:rsidR="00980366">
        <w:rPr>
          <w:rFonts w:hint="eastAsia"/>
          <w:rtl/>
          <w:lang w:bidi="ur-PK"/>
        </w:rPr>
        <w:t>یو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۲۹۸</w:t>
      </w:r>
      <w:r>
        <w:rPr>
          <w:rtl/>
          <w:lang w:bidi="ur-PK"/>
        </w:rPr>
        <w:t xml:space="preserve"> 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مسلمات سے ہے کہ آنحضرت صلعم نے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کانام م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انام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اس روآ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بض اہل اسلام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اضافہ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آنحضرت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باپ کانام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 محترم کانام ہوگا مگر ہمارے راو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ں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eastAsia"/>
          <w:rtl/>
          <w:lang w:bidi="ur-PK"/>
        </w:rPr>
        <w:t>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اورخود ترمذ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 ا سم 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اسم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،تاہم بقول صاحب المناقب علامہ کنج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کہاجاسکتاہے کہ روآ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لفظ ”اب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ہ“</w:t>
      </w:r>
      <w:r>
        <w:rPr>
          <w:rtl/>
          <w:lang w:bidi="ur-PK"/>
        </w:rPr>
        <w:t xml:space="preserve"> سے مراد ابوعبداللہ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اس امرک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44" w:name="_Toc509136966"/>
      <w:r>
        <w:rPr>
          <w:rtl/>
          <w:lang w:bidi="ur-PK"/>
        </w:rPr>
        <w:t>آپ کے القاب :</w:t>
      </w:r>
      <w:bookmarkEnd w:id="344"/>
      <w:r>
        <w:rPr>
          <w:rtl/>
          <w:lang w:bidi="ur-PK"/>
        </w:rPr>
        <w:t xml:space="preserve"> </w:t>
      </w:r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>آپ کے القاب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حجة اللہ ، خلف الصالح ، صاحب ا لعصر، صاحب الامر ، والزمان القائم ، الباق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اورالمنتظرہ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ملاحظہ ہو تذکرہ خواص الامة </w:t>
      </w:r>
      <w:r>
        <w:rPr>
          <w:rtl/>
          <w:lang w:bidi="fa-IR"/>
        </w:rPr>
        <w:t>۲۰۴</w:t>
      </w:r>
      <w:r>
        <w:rPr>
          <w:rtl/>
          <w:lang w:bidi="ur-PK"/>
        </w:rPr>
        <w:t xml:space="preserve"> ، روضة الشہد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۴۳۹</w:t>
      </w:r>
      <w:r>
        <w:rPr>
          <w:rtl/>
          <w:lang w:bidi="ur-PK"/>
        </w:rPr>
        <w:t xml:space="preserve"> ، کشف الغمہ </w:t>
      </w:r>
      <w:r>
        <w:rPr>
          <w:rtl/>
          <w:lang w:bidi="fa-IR"/>
        </w:rPr>
        <w:t>۱۳۱</w:t>
      </w:r>
      <w:r>
        <w:rPr>
          <w:rtl/>
          <w:lang w:bidi="ur-PK"/>
        </w:rPr>
        <w:t xml:space="preserve"> ، صواعق محرقہ </w:t>
      </w:r>
      <w:r>
        <w:rPr>
          <w:rtl/>
          <w:lang w:bidi="fa-IR"/>
        </w:rPr>
        <w:t>۱۲۴</w:t>
      </w:r>
      <w:r>
        <w:rPr>
          <w:rtl/>
          <w:lang w:bidi="ur-PK"/>
        </w:rPr>
        <w:t xml:space="preserve"> ،مطالب السؤال </w:t>
      </w:r>
      <w:r>
        <w:rPr>
          <w:rtl/>
          <w:lang w:bidi="fa-IR"/>
        </w:rPr>
        <w:t>۲۹۴</w:t>
      </w:r>
      <w:r>
        <w:rPr>
          <w:rtl/>
          <w:lang w:bidi="ur-PK"/>
        </w:rPr>
        <w:t xml:space="preserve"> ،اعلام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۲۴</w:t>
      </w:r>
      <w:r>
        <w:rPr>
          <w:rtl/>
          <w:lang w:bidi="ur-PK"/>
        </w:rPr>
        <w:t xml:space="preserve"> حضرت دان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حضرت اما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سے </w:t>
      </w:r>
      <w:r>
        <w:rPr>
          <w:rtl/>
          <w:lang w:bidi="fa-IR"/>
        </w:rPr>
        <w:t>۱۴۲۰</w:t>
      </w:r>
      <w:r>
        <w:rPr>
          <w:rtl/>
          <w:lang w:bidi="ur-PK"/>
        </w:rPr>
        <w:t xml:space="preserve"> سال پہلے آپ کالقب منتظرقرارد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۔ ملاحظہ ہو کتاب دان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باب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۔ علامہ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المنتظرک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کرتے ہوے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انھےں منتظر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کاانتظارک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اس لئے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سرداب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غائب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کہ کہاں سے گئ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(مطلب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لوگ ان کاانتظارکررہے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العراق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عبدالرضا 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کومنتظراس لئے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آپ کے مخلص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آپ کاانتظارکررہے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ملاحظہ ہو۔ (انوارالحس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۵۷</w:t>
      </w:r>
      <w:r>
        <w:rPr>
          <w:rtl/>
          <w:lang w:bidi="ur-PK"/>
        </w:rPr>
        <w:t xml:space="preserve"> طبع بمبئ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)۔</w:t>
      </w:r>
      <w:r>
        <w:rPr>
          <w:rtl/>
          <w:lang w:bidi="ur-PK"/>
        </w:rPr>
        <w:cr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45" w:name="_Toc509136967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مبارک</w:t>
      </w:r>
      <w:bookmarkEnd w:id="34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اکمال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صدوق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سرورکائنات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کاارشادہے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،شکل وشباہت خلق وخلق شمائل وخصا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،اقوال وافعال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مشابہہ ہوں 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متعلق 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نے لکھا ہے کہ آپ کارنگ گندگون ، قدم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ہے ۔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اورآپ کے ابرو گھنے اورباہم پ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ستہ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ناک بار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اوربلند ہے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آنکھےں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کا چہر ہ نہآ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آپ کے داہنے رخسارہ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تل ہے ”کانہ کوکب 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 جوستارہ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چمکتاہے ، آپ کے دانت چمکداراورکھلے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زلفےں کندھوں پرپڑ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آپ کاس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ہ چوڑا اورآپ کے کندھے کھلے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مہرامامت ثبت ہے جس طرح پشت رسالت مآب پرمہرنبوت ثبت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۲۶۵</w:t>
      </w:r>
      <w:r>
        <w:rPr>
          <w:rtl/>
          <w:lang w:bidi="ur-PK"/>
        </w:rPr>
        <w:t xml:space="preserve"> وغا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۶۴</w:t>
      </w:r>
      <w:r>
        <w:rPr>
          <w:rtl/>
          <w:lang w:bidi="ur-PK"/>
        </w:rPr>
        <w:t xml:space="preserve"> ونورالابصارص </w:t>
      </w:r>
      <w:r>
        <w:rPr>
          <w:rtl/>
          <w:lang w:bidi="fa-IR"/>
        </w:rPr>
        <w:t xml:space="preserve">۱۵۲) </w:t>
      </w:r>
      <w:r>
        <w:rPr>
          <w:rtl/>
          <w:lang w:bidi="ur-PK"/>
        </w:rPr>
        <w:t>۔</w:t>
      </w:r>
    </w:p>
    <w:p w:rsidR="000B625E" w:rsidRDefault="000B625E" w:rsidP="00F34F82">
      <w:pPr>
        <w:pStyle w:val="Heading2Center"/>
        <w:rPr>
          <w:rtl/>
          <w:lang w:bidi="ur-PK"/>
        </w:rPr>
      </w:pPr>
      <w:bookmarkStart w:id="346" w:name="_Toc509136968"/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حجت اللہ ہونے کادعو</w:t>
      </w:r>
      <w:r>
        <w:rPr>
          <w:rFonts w:hint="cs"/>
          <w:rtl/>
          <w:lang w:bidi="ur-PK"/>
        </w:rPr>
        <w:t>ی</w:t>
      </w:r>
      <w:bookmarkEnd w:id="34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کتب</w:t>
      </w:r>
      <w:r>
        <w:rPr>
          <w:rtl/>
          <w:lang w:bidi="ur-PK"/>
        </w:rPr>
        <w:t xml:space="preserve"> تورا</w:t>
      </w:r>
      <w:r w:rsidR="007F6485">
        <w:rPr>
          <w:rtl/>
          <w:lang w:bidi="ur-PK"/>
        </w:rPr>
        <w:t>یخ</w:t>
      </w:r>
      <w:r>
        <w:rPr>
          <w:rtl/>
          <w:lang w:bidi="ur-PK"/>
        </w:rPr>
        <w:t xml:space="preserve"> وس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 xml:space="preserve"> سے معلوم ہوتا 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کاکام جناب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 لسلام کے سپرد تھا اوروہ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وپرداخت کرتے تھے ظاہرہے کہ جوبچہ ولادت کے وقت کلام کرچکاہو اورجس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ج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ے مقرب فرشتہ کے سپرد ہووہ </w:t>
      </w:r>
      <w:r w:rsidR="00523C85">
        <w:rPr>
          <w:rtl/>
          <w:lang w:bidi="ur-PK"/>
        </w:rPr>
        <w:t>یق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چنددن گزارنے کے بعد بہرصورت اس صلاح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کامالک ہوسکتاہے کہ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حجت اللہ ہونے کادعو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کرسکے ۔ علامہ اربل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احمد ابن اسحاق اورسعدالاشقر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حاضرہوئے اورانھوںنے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آج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آپ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بعد حجت اللہ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الارض کون ہوگا ، جب سامناہوا توامام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اے احمد !تم جودل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لے کرآئے ہو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کا جواب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دےئے 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اہوں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فرماکرآپ اپنے مقام سے </w:t>
      </w:r>
      <w:r>
        <w:rPr>
          <w:rtl/>
          <w:lang w:bidi="ur-PK"/>
        </w:rPr>
        <w:lastRenderedPageBreak/>
        <w:t>اٹھے اوراندجاکر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ں واپس آئے کہ آپ کے کندھے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خوب صورت بچہ تھا ،جس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اے احمد !م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حجت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ہوگا اس کانام محمد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ابوالقاسم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خضرک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زندہ رہے گا ۔ اورذوالقرن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اپرحکومت</w:t>
      </w:r>
      <w:r>
        <w:rPr>
          <w:rtl/>
          <w:lang w:bidi="ur-PK"/>
        </w:rPr>
        <w:t xml:space="preserve"> کرے گا ۔احمدبن اسحاق نے کہا مولا!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 w:rsidR="007F6485">
        <w:rPr>
          <w:rtl/>
          <w:lang w:bidi="ur-PK"/>
        </w:rPr>
        <w:t>یس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علامت بتاد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ئے کہ جس سے دل کواطم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ان کامل ہو</w:t>
      </w:r>
      <w:r>
        <w:rPr>
          <w:rFonts w:hint="eastAsia"/>
          <w:rtl/>
          <w:lang w:bidi="ur-PK"/>
        </w:rPr>
        <w:t>جائے</w:t>
      </w:r>
      <w:r>
        <w:rPr>
          <w:rtl/>
          <w:lang w:bidi="ur-PK"/>
        </w:rPr>
        <w:t xml:space="preserve"> ۔ آپ نے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ہوکرفرما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،ب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>ا ! اس کوتم جواب دو ۔ ا 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باوجود بزبان فص</w:t>
      </w:r>
      <w:r w:rsidR="007F6485">
        <w:rPr>
          <w:rtl/>
          <w:lang w:bidi="ur-PK"/>
        </w:rPr>
        <w:t>یح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”اناحجة اللہ وانا بقےةاللہ “ ۔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اورحکم خداسے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والاہوں،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دن آئے گاجس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دشمن خداسے بدلہ ل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گا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کراحمدخوش ومسروراورمطمئن ہوگئے (کشف الغمہ </w:t>
      </w:r>
      <w:r>
        <w:rPr>
          <w:rtl/>
          <w:lang w:bidi="fa-IR"/>
        </w:rPr>
        <w:t>۱۳۸ )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47" w:name="_Toc509136969"/>
      <w:r>
        <w:rPr>
          <w:rFonts w:hint="eastAsia"/>
          <w:rtl/>
          <w:lang w:bidi="ur-PK"/>
        </w:rPr>
        <w:t>پانچ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خاص الخاص اصحاب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</w:t>
      </w:r>
      <w:bookmarkEnd w:id="347"/>
    </w:p>
    <w:p w:rsidR="000B625E" w:rsidRDefault="00523C85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یع</w:t>
      </w:r>
      <w:r w:rsidR="000B625E">
        <w:rPr>
          <w:rFonts w:hint="eastAsia"/>
          <w:rtl/>
          <w:lang w:bidi="ur-PK"/>
        </w:rPr>
        <w:t>قوب</w:t>
      </w:r>
      <w:r w:rsidR="000B625E">
        <w:rPr>
          <w:rtl/>
          <w:lang w:bidi="ur-PK"/>
        </w:rPr>
        <w:t xml:space="preserve"> بن منقوش ومحمد بن عثمان عمر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واب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ہاشم جعفر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اورموس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بن جعفربن وہب بغداد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کاب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ان</w:t>
      </w:r>
      <w:r w:rsidR="000B625E">
        <w:rPr>
          <w:rtl/>
          <w:lang w:bidi="ur-PK"/>
        </w:rPr>
        <w:t xml:space="preserve"> ہے کہ ہم حضرت امام حسن عسکر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عل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ہ</w:t>
      </w:r>
      <w:r w:rsidR="000B625E">
        <w:rPr>
          <w:rtl/>
          <w:lang w:bidi="ur-PK"/>
        </w:rPr>
        <w:t xml:space="preserve"> السلام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حاضرہوئے اورہم نے عرض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مولا! آپ کے بعد امرامامت کس کے سپرد ہوگا اورکون حجت خداقرارپائے گا ۔ آپ نے فرما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</w:t>
      </w:r>
      <w:r w:rsidR="000B625E">
        <w:rPr>
          <w:rtl/>
          <w:lang w:bidi="ur-PK"/>
        </w:rPr>
        <w:t xml:space="preserve"> کہ م</w:t>
      </w:r>
      <w:r w:rsidR="007F6485">
        <w:rPr>
          <w:rtl/>
          <w:lang w:bidi="ur-PK"/>
        </w:rPr>
        <w:t>یر</w:t>
      </w:r>
      <w:r w:rsidR="000B625E">
        <w:rPr>
          <w:rtl/>
          <w:lang w:bidi="ur-PK"/>
        </w:rPr>
        <w:t>ا ف</w:t>
      </w:r>
      <w:r w:rsidR="000B625E">
        <w:rPr>
          <w:rFonts w:hint="eastAsia"/>
          <w:rtl/>
          <w:lang w:bidi="ur-PK"/>
        </w:rPr>
        <w:t>رزند</w:t>
      </w:r>
      <w:r w:rsidR="000B625E">
        <w:rPr>
          <w:rtl/>
          <w:lang w:bidi="ur-PK"/>
        </w:rPr>
        <w:t xml:space="preserve"> محمدم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رے</w:t>
      </w:r>
      <w:r w:rsidR="000B625E">
        <w:rPr>
          <w:rtl/>
          <w:lang w:bidi="ur-PK"/>
        </w:rPr>
        <w:t xml:space="preserve"> بعد حجت اللہ ف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الارض ہوگا ہم نے عرض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مولا ہ</w:t>
      </w:r>
      <w:r w:rsidR="00E8268B">
        <w:rPr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ان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ز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ارت</w:t>
      </w:r>
      <w:r w:rsidR="000B625E">
        <w:rPr>
          <w:rtl/>
          <w:lang w:bidi="ur-PK"/>
        </w:rPr>
        <w:t xml:space="preserve"> کرواد</w:t>
      </w:r>
      <w:r w:rsidR="007F6485">
        <w:rPr>
          <w:rtl/>
          <w:lang w:bidi="ur-PK"/>
        </w:rPr>
        <w:t>یج</w:t>
      </w:r>
      <w:r w:rsidR="000B625E">
        <w:rPr>
          <w:rtl/>
          <w:lang w:bidi="ur-PK"/>
        </w:rPr>
        <w:t>ئے آپ نے فرما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</w:t>
      </w:r>
      <w:r w:rsidR="000B625E">
        <w:rPr>
          <w:rtl/>
          <w:lang w:bidi="ur-PK"/>
        </w:rPr>
        <w:t xml:space="preserve"> وہ پردہ جوسامنے آو</w:t>
      </w:r>
      <w:r w:rsidR="007F6485">
        <w:rPr>
          <w:rtl/>
          <w:lang w:bidi="ur-PK"/>
        </w:rPr>
        <w:t>یخ</w:t>
      </w:r>
      <w:r w:rsidR="000B625E">
        <w:rPr>
          <w:rtl/>
          <w:lang w:bidi="ur-PK"/>
        </w:rPr>
        <w:t xml:space="preserve">تہ ہے اسے اٹھاؤ ۔ ہم نے پردہ اٹھا 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</w:t>
      </w:r>
      <w:r w:rsidR="000B625E">
        <w:rPr>
          <w:rtl/>
          <w:lang w:bidi="ur-PK"/>
        </w:rPr>
        <w:t xml:space="preserve"> ، تواس سے ا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ک</w:t>
      </w:r>
      <w:r w:rsidR="000B625E">
        <w:rPr>
          <w:rtl/>
          <w:lang w:bidi="ur-PK"/>
        </w:rPr>
        <w:t xml:space="preserve"> نہآ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ت</w:t>
      </w:r>
      <w:r w:rsidR="000B625E">
        <w:rPr>
          <w:rtl/>
          <w:lang w:bidi="ur-PK"/>
        </w:rPr>
        <w:t xml:space="preserve"> خوب صورت بچہ جس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عمرپانچ سال تھ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برآمدہوا ،اور وہ آکر امام حسن عسکر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آغوش </w:t>
      </w:r>
      <w:r w:rsidR="00E8268B">
        <w:rPr>
          <w:rFonts w:hint="eastAsia"/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ب</w:t>
      </w:r>
      <w:r w:rsidR="007F6485">
        <w:rPr>
          <w:rtl/>
          <w:lang w:bidi="ur-PK"/>
        </w:rPr>
        <w:t>یٹ</w:t>
      </w:r>
      <w:r w:rsidR="000B625E">
        <w:rPr>
          <w:rtl/>
          <w:lang w:bidi="ur-PK"/>
        </w:rPr>
        <w:t>ھ گ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</w:t>
      </w:r>
      <w:r w:rsidR="000B625E">
        <w:rPr>
          <w:rtl/>
          <w:lang w:bidi="ur-PK"/>
        </w:rPr>
        <w:t>۔ ا مام نے فرما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اکہ</w:t>
      </w:r>
      <w:r w:rsidR="000B625E">
        <w:rPr>
          <w:rtl/>
          <w:lang w:bidi="ur-PK"/>
        </w:rPr>
        <w:t xml:space="preserve"> 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ہ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م</w:t>
      </w:r>
      <w:r w:rsidR="007F6485">
        <w:rPr>
          <w:rtl/>
          <w:lang w:bidi="ur-PK"/>
        </w:rPr>
        <w:t>یر</w:t>
      </w:r>
      <w:r w:rsidR="000B625E">
        <w:rPr>
          <w:rtl/>
          <w:lang w:bidi="ur-PK"/>
        </w:rPr>
        <w:t>افرزند م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رے</w:t>
      </w:r>
      <w:r w:rsidR="000B625E">
        <w:rPr>
          <w:rtl/>
          <w:lang w:bidi="ur-PK"/>
        </w:rPr>
        <w:t xml:space="preserve"> بعد حجت اللہ ہوگا محمد بن عثمان کا کہناہے کہ ہم اس وقت چال</w:t>
      </w:r>
      <w:r w:rsidR="007F6485">
        <w:rPr>
          <w:rtl/>
          <w:lang w:bidi="ur-PK"/>
        </w:rPr>
        <w:t>یس</w:t>
      </w:r>
      <w:r w:rsidR="000B625E">
        <w:rPr>
          <w:rtl/>
          <w:lang w:bidi="ur-PK"/>
        </w:rPr>
        <w:t xml:space="preserve"> افراد تھے اورہم سب نے ان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ز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ارت</w:t>
      </w:r>
      <w:r w:rsidR="000B625E">
        <w:rPr>
          <w:rtl/>
          <w:lang w:bidi="ur-PK"/>
        </w:rPr>
        <w:t xml:space="preserve">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۔ امام حسن عسکر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نے اپنے فرزند امام مہد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کوحکم د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</w:t>
      </w:r>
      <w:r w:rsidR="000B625E">
        <w:rPr>
          <w:rtl/>
          <w:lang w:bidi="ur-PK"/>
        </w:rPr>
        <w:t xml:space="preserve"> کہ وہ اندرواپس چلے جائ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ں</w:t>
      </w:r>
      <w:r w:rsidR="000B625E">
        <w:rPr>
          <w:rtl/>
          <w:lang w:bidi="ur-PK"/>
        </w:rPr>
        <w:t xml:space="preserve"> اورہم سے فرما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</w:t>
      </w:r>
      <w:r w:rsidR="000B625E">
        <w:rPr>
          <w:rtl/>
          <w:lang w:bidi="ur-PK"/>
        </w:rPr>
        <w:t xml:space="preserve"> : ”شمااورا نخو</w:t>
      </w:r>
      <w:r w:rsidR="00544BD6">
        <w:rPr>
          <w:rtl/>
          <w:lang w:bidi="ur-PK"/>
        </w:rPr>
        <w:t>اہ</w:t>
      </w:r>
      <w:r w:rsidR="007F6485">
        <w:rPr>
          <w:rFonts w:hint="eastAsia"/>
          <w:rtl/>
          <w:lang w:bidi="ur-PK"/>
        </w:rPr>
        <w:t>ید</w:t>
      </w:r>
      <w:r w:rsidR="000B625E">
        <w:rPr>
          <w:rtl/>
          <w:lang w:bidi="ur-PK"/>
        </w:rPr>
        <w:t xml:space="preserve"> د</w:t>
      </w:r>
      <w:r w:rsidR="007F6485">
        <w:rPr>
          <w:rtl/>
          <w:lang w:bidi="ur-PK"/>
        </w:rPr>
        <w:t>ید</w:t>
      </w:r>
      <w:r w:rsidR="000B625E">
        <w:rPr>
          <w:rtl/>
          <w:lang w:bidi="ur-PK"/>
        </w:rPr>
        <w:t xml:space="preserve"> غ</w:t>
      </w:r>
      <w:r w:rsidR="007F6485">
        <w:rPr>
          <w:rtl/>
          <w:lang w:bidi="ur-PK"/>
        </w:rPr>
        <w:t>یر</w:t>
      </w:r>
      <w:r w:rsidR="000B625E">
        <w:rPr>
          <w:rtl/>
          <w:lang w:bidi="ur-PK"/>
        </w:rPr>
        <w:t>ازامروز “ کہ اب تم آج کے بعد پھراسے نہ د</w:t>
      </w:r>
      <w:r>
        <w:rPr>
          <w:rtl/>
          <w:lang w:bidi="ur-PK"/>
        </w:rPr>
        <w:t>یک</w:t>
      </w:r>
      <w:r w:rsidR="000B625E">
        <w:rPr>
          <w:rtl/>
          <w:lang w:bidi="ur-PK"/>
        </w:rPr>
        <w:t>ھ سکوگے ۔ چنانچہ ا</w:t>
      </w:r>
      <w:r w:rsidR="007F6485">
        <w:rPr>
          <w:rtl/>
          <w:lang w:bidi="ur-PK"/>
        </w:rPr>
        <w:t>یس</w:t>
      </w:r>
      <w:r w:rsidR="000B625E">
        <w:rPr>
          <w:rtl/>
          <w:lang w:bidi="ur-PK"/>
        </w:rPr>
        <w:t>اہ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ہوا ، پھرغ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بت</w:t>
      </w:r>
      <w:r w:rsidR="000B625E">
        <w:rPr>
          <w:rtl/>
          <w:lang w:bidi="ur-PK"/>
        </w:rPr>
        <w:t xml:space="preserve"> شروع ہوگئ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(کشف الغمہ ص </w:t>
      </w:r>
      <w:r w:rsidR="000B625E">
        <w:rPr>
          <w:rtl/>
          <w:lang w:bidi="fa-IR"/>
        </w:rPr>
        <w:t>۱۳۹</w:t>
      </w:r>
      <w:r w:rsidR="000B625E">
        <w:rPr>
          <w:rtl/>
          <w:lang w:bidi="ur-PK"/>
        </w:rPr>
        <w:t xml:space="preserve"> وشواہدالنبوت ص </w:t>
      </w:r>
      <w:r w:rsidR="000B625E">
        <w:rPr>
          <w:rtl/>
          <w:lang w:bidi="fa-IR"/>
        </w:rPr>
        <w:t xml:space="preserve">۲۱۳) </w:t>
      </w:r>
      <w:r w:rsidR="000B625E">
        <w:rPr>
          <w:rtl/>
          <w:lang w:bidi="ur-PK"/>
        </w:rPr>
        <w:t>علامہ طبرس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اعلام الور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کے ص </w:t>
      </w:r>
      <w:r w:rsidR="000B625E">
        <w:rPr>
          <w:rtl/>
          <w:lang w:bidi="fa-IR"/>
        </w:rPr>
        <w:t>۲۴۳</w:t>
      </w:r>
      <w:r w:rsidR="000B625E"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تحر</w:t>
      </w:r>
      <w:r w:rsidR="007F6485">
        <w:rPr>
          <w:rtl/>
          <w:lang w:bidi="ur-PK"/>
        </w:rPr>
        <w:t>یر</w:t>
      </w:r>
      <w:r w:rsidR="000B625E">
        <w:rPr>
          <w:rtl/>
          <w:lang w:bidi="ur-PK"/>
        </w:rPr>
        <w:t>فرماتے ہ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ں</w:t>
      </w:r>
      <w:r w:rsidR="000B625E">
        <w:rPr>
          <w:rtl/>
          <w:lang w:bidi="ur-PK"/>
        </w:rPr>
        <w:t xml:space="preserve"> کہ آئمہ کے نزد</w:t>
      </w:r>
      <w:r>
        <w:rPr>
          <w:rtl/>
          <w:lang w:bidi="ur-PK"/>
        </w:rPr>
        <w:t>یک</w:t>
      </w:r>
      <w:r w:rsidR="000B625E">
        <w:rPr>
          <w:rtl/>
          <w:lang w:bidi="ur-PK"/>
        </w:rPr>
        <w:t xml:space="preserve"> محمد اورعثمان عمر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دونوں ثقہ ہ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ں</w:t>
      </w:r>
      <w:r w:rsidR="000B625E">
        <w:rPr>
          <w:rtl/>
          <w:lang w:bidi="ur-PK"/>
        </w:rPr>
        <w:t xml:space="preserve"> ۔ پھراس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صفحہ </w:t>
      </w:r>
      <w:r w:rsidR="00E8268B">
        <w:rPr>
          <w:rFonts w:hint="eastAsia"/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فرماتے ہ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ں</w:t>
      </w:r>
      <w:r w:rsidR="000B625E">
        <w:rPr>
          <w:rtl/>
          <w:lang w:bidi="ur-PK"/>
        </w:rPr>
        <w:t xml:space="preserve"> کہ ابوہارون کاکہنا ہے کہ </w:t>
      </w:r>
      <w:r w:rsidR="00E8268B">
        <w:rPr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نے بچپن </w:t>
      </w:r>
      <w:r w:rsidR="00E8268B">
        <w:rPr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صاحب الزمان کود</w:t>
      </w:r>
      <w:r>
        <w:rPr>
          <w:rtl/>
          <w:lang w:bidi="ur-PK"/>
        </w:rPr>
        <w:t>یک</w:t>
      </w:r>
      <w:r w:rsidR="000B625E">
        <w:rPr>
          <w:rtl/>
          <w:lang w:bidi="ur-PK"/>
        </w:rPr>
        <w:t>ھا ہے ” کانہ القمرل</w:t>
      </w:r>
      <w:r w:rsidR="00B0571B">
        <w:rPr>
          <w:rtl/>
          <w:lang w:bidi="ur-PK"/>
        </w:rPr>
        <w:t>یل</w:t>
      </w:r>
      <w:r w:rsidR="000B625E">
        <w:rPr>
          <w:rtl/>
          <w:lang w:bidi="ur-PK"/>
        </w:rPr>
        <w:t>ة البدر “ ان کا چہرہ چودھوےں رات کے چاند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طرح چمکتاتھا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48" w:name="_Toc509136970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>میں</w:t>
      </w:r>
      <w:bookmarkEnd w:id="348"/>
      <w:r w:rsidR="00E8268B">
        <w:rPr>
          <w:rtl/>
          <w:lang w:bidi="ur-PK"/>
        </w:rPr>
        <w:t xml:space="preserve"> </w:t>
      </w:r>
      <w:r>
        <w:rPr>
          <w:rtl/>
          <w:lang w:bidi="ur-PK"/>
        </w:rPr>
        <w:t xml:space="preserve"> </w:t>
      </w:r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بحوالہ حضرات معصوم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 لسلام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بہت سے انب</w:t>
      </w:r>
      <w:r>
        <w:rPr>
          <w:rFonts w:hint="cs"/>
          <w:rtl/>
          <w:lang w:bidi="ur-PK"/>
        </w:rPr>
        <w:t>ی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حالات وک</w:t>
      </w:r>
      <w:r w:rsidR="00523C85">
        <w:rPr>
          <w:rtl/>
          <w:lang w:bidi="ur-PK"/>
        </w:rPr>
        <w:t>یف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نظرآتے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اورجن واقعات سے مختلف انب</w:t>
      </w:r>
      <w:r>
        <w:rPr>
          <w:rFonts w:hint="cs"/>
          <w:rtl/>
          <w:lang w:bidi="ur-PK"/>
        </w:rPr>
        <w:t>ی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کودوچارہوناپڑا ۔ وہ تمام واقعات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ستودہ صفات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دکھا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مثال کے لئ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نوح ،حضرت ابراہ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،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حضرت ا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 xml:space="preserve">ب ،حضرت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 xml:space="preserve">نس ، </w:t>
      </w:r>
      <w:r>
        <w:rPr>
          <w:rtl/>
          <w:lang w:bidi="ur-PK"/>
        </w:rPr>
        <w:lastRenderedPageBreak/>
        <w:t>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کولے ل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ئے اور ان کے حالات پرغورک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ئے ، آپ کوحضرت نوح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ابراہ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چھپائ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اورلوگوں سے کنارہ کش ہوکر روپوش ہونا پڑا ۔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حجت کے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اٹھ جانے کا خوف لاحق ہوا ، اورانھےں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پوش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ہ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اورانھےں کے ماننے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کے ماننے والوں کو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کے بعد ستا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لوگوں نے اختلاف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</w:t>
      </w:r>
      <w:r>
        <w:rPr>
          <w:rFonts w:hint="eastAsia"/>
          <w:rtl/>
          <w:lang w:bidi="ur-PK"/>
        </w:rPr>
        <w:t>ضرت</w:t>
      </w:r>
      <w:r>
        <w:rPr>
          <w:rtl/>
          <w:lang w:bidi="ur-PK"/>
        </w:rPr>
        <w:t xml:space="preserve"> ا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تمام امتحانات کے بعد آپ کوفرج وکشائش نص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۔حضرت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سف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عوام اورخواص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کے بعد آپ کا ظہورہوگا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طرح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سے غائب ہوکربڑھاپے کے باوجود نوجوان تھے ۔ ا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کا جب ظہورہوگا توآپ </w:t>
      </w:r>
      <w:r>
        <w:rPr>
          <w:rFonts w:hint="eastAsia"/>
          <w:rtl/>
          <w:lang w:bidi="ur-PK"/>
        </w:rPr>
        <w:t>چال</w:t>
      </w:r>
      <w:r w:rsidR="007F6485">
        <w:rPr>
          <w:rFonts w:hint="eastAsia"/>
          <w:rtl/>
          <w:lang w:bidi="ur-PK"/>
        </w:rPr>
        <w:t>یس</w:t>
      </w:r>
      <w:r>
        <w:rPr>
          <w:rtl/>
          <w:lang w:bidi="ur-PK"/>
        </w:rPr>
        <w:t xml:space="preserve"> سالہ جوان ہوں گے اورحضرت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صاحب الس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 ہوں گے ۔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۲۶۴</w:t>
      </w:r>
      <w:r>
        <w:rPr>
          <w:rtl/>
          <w:lang w:bidi="ur-PK"/>
        </w:rPr>
        <w:t xml:space="preserve"> طبع بمبئ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۱۳۱۲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49" w:name="_Toc50913697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:</w:t>
      </w:r>
      <w:bookmarkEnd w:id="34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پانچ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خل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>ہ معتمد بن متوکل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مدتوں ق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رکھنے کے بعد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کوزہرد</w:t>
      </w:r>
      <w:r w:rsidR="007F6485">
        <w:rPr>
          <w:rtl/>
          <w:lang w:bidi="ur-PK"/>
        </w:rPr>
        <w:t>ید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آپ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رب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۲۶۰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مطابق </w:t>
      </w:r>
      <w:r>
        <w:rPr>
          <w:rtl/>
          <w:lang w:bidi="fa-IR"/>
        </w:rPr>
        <w:t>۸۷۳</w:t>
      </w:r>
      <w:r>
        <w:rPr>
          <w:rtl/>
          <w:lang w:bidi="ur-PK"/>
        </w:rPr>
        <w:t xml:space="preserve"> ء بعمر </w:t>
      </w:r>
      <w:r>
        <w:rPr>
          <w:rtl/>
          <w:lang w:bidi="fa-IR"/>
        </w:rPr>
        <w:t>۲۸</w:t>
      </w:r>
      <w:r>
        <w:rPr>
          <w:rtl/>
          <w:lang w:bidi="ur-PK"/>
        </w:rPr>
        <w:t xml:space="preserve"> سال رحلت فرماگئے ”وخلف من الولد ابنہ محمد “ اورآپ نے اولاد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امام محمد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کوچھوڑا ۔ (نورالابصارص </w:t>
      </w:r>
      <w:r>
        <w:rPr>
          <w:rtl/>
          <w:lang w:bidi="fa-IR"/>
        </w:rPr>
        <w:t>۱۵۲</w:t>
      </w:r>
      <w:r>
        <w:rPr>
          <w:rtl/>
          <w:lang w:bidi="ur-PK"/>
        </w:rPr>
        <w:t xml:space="preserve"> دمعة الساکبة ص </w:t>
      </w:r>
      <w:r>
        <w:rPr>
          <w:rtl/>
          <w:lang w:bidi="fa-IR"/>
        </w:rPr>
        <w:t xml:space="preserve">۱۹۱ ) </w:t>
      </w:r>
      <w:r>
        <w:rPr>
          <w:rtl/>
          <w:lang w:bidi="ur-PK"/>
        </w:rPr>
        <w:t>علامہ شلنجب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خبرمشہورہوئ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توسارے شہرسامرہ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ہلچل مچ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وفغاں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آوازےں بلند ہوگئےں ، سارس شہر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ہڑتال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دکانےں </w:t>
      </w:r>
      <w:r>
        <w:rPr>
          <w:rFonts w:hint="eastAsia"/>
          <w:rtl/>
          <w:lang w:bidi="ur-PK"/>
        </w:rPr>
        <w:t>بند</w:t>
      </w:r>
      <w:r>
        <w:rPr>
          <w:rtl/>
          <w:lang w:bidi="ur-PK"/>
        </w:rPr>
        <w:t xml:space="preserve"> ہوگئےں ۔ لوگوں نے اپنے کاوربارچھوڑدئ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>۔ تمام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حکام دولت ، منش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ارکان عدالت 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حکومت اور عامہ خلائق حضرت کے جنازے کے لئے دوڑپڑے ،حالت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شہرسامرہ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کامنظرپ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 کررہاتھا ۔تجہ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اورنماز سے فراغت کے بعد آپ کواس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مدفون تھے ۔ نورالابصار ص </w:t>
      </w:r>
      <w:r>
        <w:rPr>
          <w:rtl/>
          <w:lang w:bidi="fa-IR"/>
        </w:rPr>
        <w:t>۱۵۲</w:t>
      </w:r>
      <w:r>
        <w:rPr>
          <w:rtl/>
          <w:lang w:bidi="ur-PK"/>
        </w:rPr>
        <w:t xml:space="preserve"> وتار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صواعق محرقہ وفصول مہمہ،جل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الع</w:t>
      </w:r>
      <w:r w:rsidR="00980366">
        <w:rPr>
          <w:rFonts w:hint="eastAsia"/>
          <w:rtl/>
          <w:lang w:bidi="ur-PK"/>
        </w:rPr>
        <w:t>یو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۲۹۶) </w:t>
      </w:r>
      <w:r>
        <w:rPr>
          <w:rtl/>
          <w:lang w:bidi="ur-PK"/>
        </w:rPr>
        <w:t>علامہ محمد باقرفرماتے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 نمازجنازہ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پڑھائ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،ملاحظہ ہو ، دمعہ ساکبہ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۱۹۲</w:t>
      </w:r>
      <w:r>
        <w:rPr>
          <w:rtl/>
          <w:lang w:bidi="ur-PK"/>
        </w:rPr>
        <w:t xml:space="preserve"> وجل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الع</w:t>
      </w:r>
      <w:r w:rsidR="00980366">
        <w:rPr>
          <w:rFonts w:hint="eastAsia"/>
          <w:rtl/>
          <w:lang w:bidi="ur-PK"/>
        </w:rPr>
        <w:t>یو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۲۹۷ ) </w:t>
      </w:r>
      <w:r>
        <w:rPr>
          <w:rtl/>
          <w:lang w:bidi="ur-PK"/>
        </w:rPr>
        <w:t>علامہ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نمازکے بعد آپ کوبہت سے لوگوں نے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ھا اور آپ کے ہاتھوں کا بوسہ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۲۴۲ ) </w:t>
      </w:r>
      <w:r>
        <w:rPr>
          <w:rtl/>
          <w:lang w:bidi="ur-PK"/>
        </w:rPr>
        <w:t>علامہ ابن طاؤس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رب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الاول کوامام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واقع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رب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الاول سے حضرت حجت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کا آغاز</w:t>
      </w:r>
      <w:r>
        <w:rPr>
          <w:rFonts w:hint="eastAsia"/>
          <w:rtl/>
          <w:lang w:bidi="ur-PK"/>
        </w:rPr>
        <w:t>ہوا</w:t>
      </w:r>
      <w:r>
        <w:rPr>
          <w:rtl/>
          <w:lang w:bidi="ur-PK"/>
        </w:rPr>
        <w:t xml:space="preserve"> ہم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رب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الاول کوجوخوش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(کتاب اقبال)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رب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الاول کوعمربن سعد بدست مختارآل محمد قتل ہواہے ۔(زادالمعاد ص </w:t>
      </w:r>
      <w:r>
        <w:rPr>
          <w:rtl/>
          <w:lang w:bidi="fa-IR"/>
        </w:rPr>
        <w:t xml:space="preserve">۵۸۵) </w:t>
      </w:r>
      <w:r>
        <w:rPr>
          <w:rtl/>
          <w:lang w:bidi="ur-PK"/>
        </w:rPr>
        <w:t>جوعب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اللہ 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کا سپہ سالارتھا جس کے قتل کے بعد آل محمد نے پورے طورپرخوش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(بحارالانوارومختارآل محمد) کتاب دمعہ ساکبہ کے ص </w:t>
      </w:r>
      <w:r>
        <w:rPr>
          <w:rtl/>
          <w:lang w:bidi="fa-IR"/>
        </w:rPr>
        <w:t>۱۹۲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 xml:space="preserve">السلام نے </w:t>
      </w:r>
      <w:r>
        <w:rPr>
          <w:rtl/>
          <w:lang w:bidi="fa-IR"/>
        </w:rPr>
        <w:t>۲۵۹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کوحج کے لئے بھ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،اورفرماد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</w:t>
      </w:r>
      <w:r>
        <w:rPr>
          <w:rtl/>
          <w:lang w:bidi="fa-IR"/>
        </w:rPr>
        <w:t>۲۶۰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کوجملہ تبرکات د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تھے اوراسم اعظم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تعل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(دمعہ ساکبہ وجل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الع</w:t>
      </w:r>
      <w:r w:rsidR="00980366">
        <w:rPr>
          <w:rFonts w:hint="eastAsia"/>
          <w:rtl/>
          <w:lang w:bidi="ur-PK"/>
        </w:rPr>
        <w:t>یو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۲۹۸ ) </w:t>
      </w:r>
      <w:r>
        <w:rPr>
          <w:rtl/>
          <w:lang w:bidi="ur-PK"/>
        </w:rPr>
        <w:t xml:space="preserve">انھےں تبرکات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</w:t>
      </w:r>
      <w:r>
        <w:rPr>
          <w:rtl/>
          <w:lang w:bidi="ur-PK"/>
        </w:rPr>
        <w:t xml:space="preserve"> وہ قرآن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جوترت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نزول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پرسرورکائنات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مرتب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۔ 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الخلف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واتقان) اورجسے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اپنے عہد خلافت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لئے رائج 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دوقرآن رواج پاجائ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 اوراسلام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تفرقہ پڑجائے گا (ازالةالخلف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۲۷۳) </w:t>
      </w:r>
      <w:r>
        <w:rPr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نرجس خاتون کاانتقال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ہواہے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نے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50" w:name="_Toc509136972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:</w:t>
      </w:r>
      <w:bookmarkEnd w:id="350"/>
      <w:r>
        <w:rPr>
          <w:rtl/>
          <w:lang w:bidi="ur-PK"/>
        </w:rPr>
        <w:t xml:space="preserve"> </w:t>
      </w:r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بادشاہ</w:t>
      </w:r>
      <w:r>
        <w:rPr>
          <w:rtl/>
          <w:lang w:bidi="ur-PK"/>
        </w:rPr>
        <w:t xml:space="preserve"> وقت خل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>ہ معتمدبن متوکل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جواپنے آباؤاجداد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ظلم وستم کاخوگراورآل محمد کاجان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تھا ۔ اس کے کانوں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بھنک پڑچک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اس نے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تکف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وتدف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سے پہلے بقول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کے گ</w:t>
      </w:r>
      <w:r>
        <w:rPr>
          <w:rFonts w:hint="eastAsia"/>
          <w:rtl/>
          <w:lang w:bidi="ur-PK"/>
        </w:rPr>
        <w:t>ھرپرپول</w:t>
      </w:r>
      <w:r w:rsidR="007F6485">
        <w:rPr>
          <w:rFonts w:hint="eastAsia"/>
          <w:rtl/>
          <w:lang w:bidi="ur-PK"/>
        </w:rPr>
        <w:t>یس</w:t>
      </w:r>
      <w:r>
        <w:rPr>
          <w:rtl/>
          <w:lang w:bidi="ur-PK"/>
        </w:rPr>
        <w:t xml:space="preserve"> کاچھاپہ ڈلوا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ااورچاہاکہ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گرفتارکرالے 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ن چونکہ وہ بحکم خدا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رمضان المبارک </w:t>
      </w:r>
      <w:r>
        <w:rPr>
          <w:rtl/>
          <w:lang w:bidi="fa-IR"/>
        </w:rPr>
        <w:t>۲۵۹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کوسرداب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جاکرغائب ہوچکے تھے۔ ج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 کہ شواہدالنبوت ،نورالابصار،دمعة ساکبہ ،روضة الشہد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،مناقب الا ئمہ ،انوارالحس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سے مستفاد و</w:t>
      </w:r>
      <w:r>
        <w:rPr>
          <w:rFonts w:hint="eastAsia"/>
          <w:rtl/>
          <w:lang w:bidi="ur-PK"/>
        </w:rPr>
        <w:t>مستنبط</w:t>
      </w:r>
      <w:r>
        <w:rPr>
          <w:rtl/>
          <w:lang w:bidi="ur-PK"/>
        </w:rPr>
        <w:t xml:space="preserve"> ہوتاہے ۔ اس لئے وہ اسے دست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 ہوسکے ۔اس نے اس کے رد عمل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ب</w:t>
      </w:r>
      <w:r w:rsidR="00980366">
        <w:rPr>
          <w:rtl/>
          <w:lang w:bidi="ur-PK"/>
        </w:rPr>
        <w:t>یبیو</w:t>
      </w:r>
      <w:r>
        <w:rPr>
          <w:rtl/>
          <w:lang w:bidi="ur-PK"/>
        </w:rPr>
        <w:t>ں کوگرفتارکرال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امرک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کہ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حاملہ تونہ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اگرکوئ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حاملہ ہو تواس کاحمل ضائع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،ک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نکہ وہ حضرت سرورکائنات صلعم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یش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گوئ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خائف تھا کہ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فرزند جس کانام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۔ کائنات عالم کے انقلاب کا ضامن ہوگا ۔ اوراسے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تھا کہ وہ فرزند امام حسن عسکر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سے ہوگا لہذا اس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اورآپ کے قتل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۳۱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</w:t>
      </w:r>
      <w:r>
        <w:rPr>
          <w:rtl/>
          <w:lang w:bidi="fa-IR"/>
        </w:rPr>
        <w:t>۲۶۰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جب معتمد خل</w:t>
      </w:r>
      <w:r w:rsidR="00523C85">
        <w:rPr>
          <w:rtl/>
          <w:lang w:bidi="ur-PK"/>
        </w:rPr>
        <w:t>یف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کے قتل کرنے کے لئے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 xml:space="preserve">ے توآپ سرداب ( </w:t>
      </w:r>
      <w:r>
        <w:rPr>
          <w:rtl/>
          <w:lang w:bidi="fa-IR"/>
        </w:rPr>
        <w:t xml:space="preserve">۱) ” </w:t>
      </w:r>
      <w:r>
        <w:rPr>
          <w:rtl/>
          <w:lang w:bidi="ur-PK"/>
        </w:rPr>
        <w:t>سرمن رائے “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غائب ہوگئے بعض اکابرعلم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اہل سنت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امر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وں کے ہم زبان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چنانچہ </w:t>
      </w:r>
      <w:r>
        <w:rPr>
          <w:rFonts w:hint="eastAsia"/>
          <w:rtl/>
          <w:lang w:bidi="ur-PK"/>
        </w:rPr>
        <w:t>ملاجام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شواہدالنبوت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عبدالوہاب شعران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لواقع الانواروال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اق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والجواہر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احمدمح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ابن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فتوحات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اورخواجہ پارسانے فصل الخطاب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اورعبدالحق محدث دہلو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رسال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ا 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اورجمال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محدث نے روضةالاحباب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،ا</w:t>
      </w:r>
      <w:r>
        <w:rPr>
          <w:rFonts w:hint="eastAsia"/>
          <w:rtl/>
          <w:lang w:bidi="ur-PK"/>
        </w:rPr>
        <w:t>ورابوعبداللہ</w:t>
      </w:r>
      <w:r>
        <w:rPr>
          <w:rtl/>
          <w:lang w:bidi="ur-PK"/>
        </w:rPr>
        <w:t xml:space="preserve"> شام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کفاےةالطالب نے کتاب التب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اخبارصاحب الزمان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اورسبط 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تذکرة خواص الامہ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اورابن صباغ نورالد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فصول المہمہ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اورکمال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ابن طلحہ </w:t>
      </w:r>
      <w:r>
        <w:rPr>
          <w:rFonts w:hint="eastAsia"/>
          <w:rtl/>
          <w:lang w:bidi="ur-PK"/>
        </w:rPr>
        <w:t>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مطالب السؤل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اورشاہ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نے فضل المب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ل</w:t>
      </w:r>
      <w:r w:rsidR="00B0571B">
        <w:rPr>
          <w:rFonts w:hint="eastAsia"/>
          <w:rtl/>
          <w:lang w:bidi="ur-PK"/>
        </w:rPr>
        <w:t>یم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ابع المودة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اوربعض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گرعلم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لکھا ہے اورجولوگ ان حضرت کے طول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تعجب کرکب انکارکرتے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ان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 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سے کچھ بع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جس نے آدم کوبغ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رماں</w:t>
      </w:r>
      <w:r>
        <w:rPr>
          <w:rtl/>
          <w:lang w:bidi="ur-PK"/>
        </w:rPr>
        <w:t xml:space="preserve"> باپ کے اورع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رباپ</w:t>
      </w:r>
      <w:r>
        <w:rPr>
          <w:rtl/>
          <w:lang w:bidi="ur-PK"/>
        </w:rPr>
        <w:t xml:space="preserve"> کے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،تمام اہل اسلام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خضرکواب تک زندہ ماناہوا ہے ،ادر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بہشت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آسمان پراب تک زندہ مانے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اگرخدائے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آل محمد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کوعمرعنآ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اتوتعجب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؟حالانکہ اہل اسلام کودجال کے موجود ہونے اورقر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ظہورکرنے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انکارنہ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۱ 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سرداب ،مقام ”سرمن رائے“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واقع ہے جسے اصل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سامر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کہتے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سامر</w:t>
      </w:r>
      <w:r w:rsidR="001F4EA2">
        <w:rPr>
          <w:rFonts w:hint="eastAsia"/>
          <w:rtl/>
          <w:lang w:bidi="ur-PK"/>
        </w:rPr>
        <w:t>ا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</w:t>
      </w:r>
      <w:r w:rsidR="00B0571B">
        <w:rPr>
          <w:rtl/>
          <w:lang w:bidi="ur-PK"/>
        </w:rPr>
        <w:t>یم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قد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شہروں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، اس سام بن نوح نے آبادک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(معجم البلدان)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سام راہ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سامر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آب وہواک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خل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>ہ معتصم نے فوج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پ بناکرآبادک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دارالسلطنت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اتھا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فرسخ لمب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اسے اس نے نہآ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خوبصورت شہربناد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۔ ا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اس کانام سرمن رائے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شہرجسے جوبھ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ھے خوش ہوجائے ،عسکر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محلہ ہے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نظربندتھے بعد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انھوں نے دل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بن 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قوب نصرا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مکان خر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کامزارمقدس واقع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سامر</w:t>
      </w:r>
      <w:r w:rsidR="001F4EA2"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ہم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ہ 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آباد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لئے اب تک وہاں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آباد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کے جملہ خدام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حجت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غائب ہونے کاسرداب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مسجدکے کنارے واقع ہے جوکہ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مزاراقدس کے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ہے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منہ۔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شواہدالنبوت کے ص </w:t>
      </w:r>
      <w:r>
        <w:rPr>
          <w:rtl/>
          <w:lang w:bidi="fa-IR"/>
        </w:rPr>
        <w:t>۶۸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خاندان نبوت کے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ارہوےں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۲۶۰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زہرسے شہ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کردےئے گئے تھے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پران کے صاحبزادے محمد ملقب بہ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وں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ہوئے۔مولو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خاندان رسالت کے ان اماموں کے حالات نہآ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دردناک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ظالم متوکل نے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والدماجد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سامرہ پکڑبلا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۔اوروہاں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تک ان کونظربندرکھا تھا ۔ (پھرزہرسے ہلاک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)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متوکل کے جانش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وں نے بدگمان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اورحسدکے مارے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رکھاتھا ،ان کے کمس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صاحبزادے محمدالمہد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عمراپنے والدک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وقت پانچ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خوف کے مارے اپنے گھرکے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چھپ گئے اورغائے ہوگئے ۔الخ ابن بطوطہ نے اپنے سفرنامہ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 ہے کہ جس غار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اسے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د</w:t>
      </w:r>
      <w:r w:rsidR="00523C85">
        <w:rPr>
          <w:rtl/>
          <w:lang w:bidi="ur-PK"/>
        </w:rPr>
        <w:t>یک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ہے ۔(نورالابصارجلد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۱۵۲) </w:t>
      </w:r>
      <w:r>
        <w:rPr>
          <w:rtl/>
          <w:lang w:bidi="ur-PK"/>
        </w:rPr>
        <w:t>علامہ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کاارشادہے،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غائب ہوے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۔” فلم 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رف ا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ذھب “ پھرمعلوم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کہاں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گئے۔ (صواعق محرقہ ص </w:t>
      </w:r>
      <w:r>
        <w:rPr>
          <w:rtl/>
          <w:lang w:bidi="fa-IR"/>
        </w:rPr>
        <w:t xml:space="preserve">۱۲۴)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1B067F">
      <w:pPr>
        <w:pStyle w:val="Heading2Center"/>
        <w:rPr>
          <w:rtl/>
          <w:lang w:bidi="ur-PK"/>
        </w:rPr>
      </w:pPr>
      <w:bookmarkStart w:id="351" w:name="_Toc509136973"/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پرعلما</w:t>
      </w:r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سنت کااجماع :</w:t>
      </w:r>
      <w:bookmarkEnd w:id="35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جمہورعلم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اسلام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وجودکوتسل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اورسن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کاسوال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ہرفرقہ کے علماء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آپ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 ہوچکے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اورموجودہ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۔ہم علماء اہل سنت کے اسماء مع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اورمختصراقوال کے درج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۱ ) </w:t>
      </w:r>
      <w:r>
        <w:rPr>
          <w:rtl/>
          <w:lang w:bidi="ur-PK"/>
        </w:rPr>
        <w:t xml:space="preserve">۔ علامہ محمدبن طلحہ </w:t>
      </w:r>
      <w:r>
        <w:rPr>
          <w:rFonts w:hint="eastAsia"/>
          <w:rtl/>
          <w:lang w:bidi="ur-PK"/>
        </w:rPr>
        <w:t>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مطالب السوال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جوبغداد سے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 فرسخ کے فاصلہ پرہے۔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۲ ) </w:t>
      </w:r>
      <w:r>
        <w:rPr>
          <w:rtl/>
          <w:lang w:bidi="ur-PK"/>
        </w:rPr>
        <w:t>۔ علامہ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محمدصباغ مالک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فصول المہمہ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ارہوےں</w:t>
      </w:r>
      <w:r>
        <w:rPr>
          <w:rtl/>
          <w:lang w:bidi="ur-PK"/>
        </w:rPr>
        <w:t xml:space="preserve"> امام نے اپنے ب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>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بادشاہ وقت کے خوف سے پرش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ہ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۳ ) </w:t>
      </w:r>
      <w:r>
        <w:rPr>
          <w:rtl/>
          <w:lang w:bidi="ur-PK"/>
        </w:rPr>
        <w:t>۔علامہ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عبداللہ بن احمد خشاب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موال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کانام محمد اورکن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ابوالقاسم ہے ۔آپ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ظہوروخروج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۴ ) </w:t>
      </w:r>
      <w:r>
        <w:rPr>
          <w:rtl/>
          <w:lang w:bidi="ur-PK"/>
        </w:rPr>
        <w:t>۔ علامہ مح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ابن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حنبل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فتوحات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ظلو وجورسے بھرجائے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ظہورکر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۵ ) </w:t>
      </w:r>
      <w:r>
        <w:rPr>
          <w:rtl/>
          <w:lang w:bidi="ur-PK"/>
        </w:rPr>
        <w:t>۔علامہ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عبدالوہاب شعران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ال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اق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والجواہر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شعبان </w:t>
      </w:r>
      <w:r>
        <w:rPr>
          <w:rtl/>
          <w:lang w:bidi="fa-IR"/>
        </w:rPr>
        <w:t>۲۵۵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اہوئے اب اس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۹۵۸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>۷۰۶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مضمون علامہ بدخشان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مفتاح النجاة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۶ ) </w:t>
      </w:r>
      <w:r>
        <w:rPr>
          <w:rtl/>
          <w:lang w:bidi="ur-PK"/>
        </w:rPr>
        <w:t>۔ علامہ عبدالرحمن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شواہدالنبوت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پوش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ہ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غائب ہوگئے تھے ۔اس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ولادت کاپوراواقعہ حک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ہ خاتون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مندرج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۷ ) </w:t>
      </w:r>
      <w:r>
        <w:rPr>
          <w:rtl/>
          <w:lang w:bidi="ur-PK"/>
        </w:rPr>
        <w:t>۔ 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عبدالحق محدث دہلو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مناقب الائمہ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شعبان </w:t>
      </w:r>
      <w:r>
        <w:rPr>
          <w:rtl/>
          <w:lang w:bidi="fa-IR"/>
        </w:rPr>
        <w:t>۲۵۵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ان کے اذان واقامت 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اورتھوڑے عرصہ کے بعد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وہ اس مالک کے سپردہوگئے جن کے پاس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بچپنے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تھے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۸ ) </w:t>
      </w:r>
      <w:r>
        <w:rPr>
          <w:rtl/>
          <w:lang w:bidi="ur-PK"/>
        </w:rPr>
        <w:t>۔ علامہ جمال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محدث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روضةالاحباب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شعبان </w:t>
      </w:r>
      <w:r>
        <w:rPr>
          <w:rtl/>
          <w:lang w:bidi="fa-IR"/>
        </w:rPr>
        <w:t>۲۵۵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اہوئے اورزمانہ معتمد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بمقام ”سرمن رائے“ ازنظربرا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اغائب</w:t>
      </w:r>
      <w:r>
        <w:rPr>
          <w:rtl/>
          <w:lang w:bidi="ur-PK"/>
        </w:rPr>
        <w:t xml:space="preserve"> شد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نظرسے سرداب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غائب ہوگئے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۹ ) </w:t>
      </w:r>
      <w:r>
        <w:rPr>
          <w:rtl/>
          <w:lang w:bidi="ur-PK"/>
        </w:rPr>
        <w:t>۔ علامہ عبدالرحمن صوف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مر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ةالاسرار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بطن نرجس سے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شعبان </w:t>
      </w:r>
      <w:r>
        <w:rPr>
          <w:rtl/>
          <w:lang w:bidi="fa-IR"/>
        </w:rPr>
        <w:t>۲۵۵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( </w:t>
      </w:r>
      <w:r>
        <w:rPr>
          <w:rtl/>
          <w:lang w:bidi="fa-IR"/>
        </w:rPr>
        <w:t xml:space="preserve">۱۰ ) </w:t>
      </w:r>
      <w:r>
        <w:rPr>
          <w:rtl/>
          <w:lang w:bidi="ur-PK"/>
        </w:rPr>
        <w:t>۔ علامہ شہاب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دولت آباد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ربحرمواج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ہداےة السعداء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خلافت رسول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واسطہ سے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پہونچ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۱۱ ) </w:t>
      </w:r>
      <w:r>
        <w:rPr>
          <w:rtl/>
          <w:lang w:bidi="ur-PK"/>
        </w:rPr>
        <w:t>۔ علامہ نصربن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موال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الائمہ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نرجس خاتون کے بطن سے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اہوئے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۱۲ ) </w:t>
      </w:r>
      <w:r>
        <w:rPr>
          <w:rtl/>
          <w:lang w:bidi="ur-PK"/>
        </w:rPr>
        <w:t>۔ علامہ ملا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مرقات شرح مشکوة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باہوےں امام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وں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کہناغلط ہے کہ اہل سنب اہل ب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کے دشمن ہ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۱۳ ) </w:t>
      </w:r>
      <w:r>
        <w:rPr>
          <w:rtl/>
          <w:lang w:bidi="ur-PK"/>
        </w:rPr>
        <w:t>۔ علامہ جواد ساباط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براہ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ساباط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اولادفاطمہ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وہ بقولے </w:t>
      </w:r>
      <w:r>
        <w:rPr>
          <w:rtl/>
          <w:lang w:bidi="fa-IR"/>
        </w:rPr>
        <w:t>۲۵۵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متولد ہوکرا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عرصہ کے بعد غائب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۱۴ ) </w:t>
      </w:r>
      <w:r>
        <w:rPr>
          <w:rtl/>
          <w:lang w:bidi="ur-PK"/>
        </w:rPr>
        <w:t>۔ 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حسن عراق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 کتاب الواقع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انھوںنے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ملاقات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۱۵ ) </w:t>
      </w:r>
      <w:r>
        <w:rPr>
          <w:rtl/>
          <w:lang w:bidi="ur-PK"/>
        </w:rPr>
        <w:t>۔ علامہ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خواص جن کے متعلق شعران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ال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اق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 ہے کہ انھوںنے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ملاقات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۱۶ ) </w:t>
      </w:r>
      <w:r>
        <w:rPr>
          <w:rtl/>
          <w:lang w:bidi="ur-PK"/>
        </w:rPr>
        <w:t>۔ 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سعدالد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کاکہناہے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اہوکرغائب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”دورآخرزمانہ آشکارگردد“ اوروہ آخرزمانہ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ظاہرہوں گے ۔ج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اکہ کتاب مقصداقص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۱۷ ) </w:t>
      </w:r>
      <w:r>
        <w:rPr>
          <w:rtl/>
          <w:lang w:bidi="ur-PK"/>
        </w:rPr>
        <w:t>۔ علامہ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اکبرابن اسعداللہ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مکاشفات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اہوکرقطب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۱۸ ) </w:t>
      </w:r>
      <w:r>
        <w:rPr>
          <w:rtl/>
          <w:lang w:bidi="ur-PK"/>
        </w:rPr>
        <w:t>۔ علامہ احمدبلاذر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ااحاد</w:t>
      </w:r>
      <w:r w:rsidR="007F6485">
        <w:rPr>
          <w:rtl/>
          <w:lang w:bidi="ur-PK"/>
        </w:rPr>
        <w:t>یث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اہوکرمحجوب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۱۹ ) </w:t>
      </w:r>
      <w:r>
        <w:rPr>
          <w:rtl/>
          <w:lang w:bidi="ur-PK"/>
        </w:rPr>
        <w:t>۔ علامہ شاہ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محدث دہلو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رسالہ نوارد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ہے، محمد بن حسن( المہد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وں کاکہنا درست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۲۰ ) </w:t>
      </w:r>
      <w:r>
        <w:rPr>
          <w:rtl/>
          <w:lang w:bidi="ur-PK"/>
        </w:rPr>
        <w:t>۔ علامہ شمس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جزر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بحوالہ مسلسلات بلاذر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اعتراف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 </w:t>
      </w:r>
      <w:r>
        <w:rPr>
          <w:rtl/>
          <w:lang w:bidi="fa-IR"/>
        </w:rPr>
        <w:t xml:space="preserve">۲۱ ) </w:t>
      </w:r>
      <w:r>
        <w:rPr>
          <w:rtl/>
          <w:lang w:bidi="ur-PK"/>
        </w:rPr>
        <w:t>۔علامہ عل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الدولہ</w:t>
      </w:r>
      <w:r>
        <w:rPr>
          <w:rtl/>
          <w:lang w:bidi="ur-PK"/>
        </w:rPr>
        <w:t xml:space="preserve"> احمدمنان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خم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دراحوال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النفس نف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کے بعد ابدال پھرقطب ہوگئے۔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نوراللہ بحوالہ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الاحسان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صفات کے لئے غائب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۲۴</w:t>
      </w:r>
      <w:r>
        <w:rPr>
          <w:rtl/>
          <w:lang w:bidi="ur-PK"/>
        </w:rPr>
        <w:t xml:space="preserve"> علامہ 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۲۵۶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اہوکرمعدوم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۲۵</w:t>
      </w:r>
      <w:r>
        <w:rPr>
          <w:rtl/>
          <w:lang w:bidi="ur-PK"/>
        </w:rPr>
        <w:t xml:space="preserve"> علامہ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صواعق محرقہ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المنتظرپ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اہوکرسرداب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غائب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۲۶</w:t>
      </w:r>
      <w:r>
        <w:rPr>
          <w:rtl/>
          <w:lang w:bidi="ur-PK"/>
        </w:rPr>
        <w:t xml:space="preserve"> علامہ عصرک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</w:t>
      </w:r>
      <w:r>
        <w:rPr>
          <w:rtl/>
          <w:lang w:bidi="fa-IR"/>
        </w:rPr>
        <w:t>۴۵۱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وقت </w:t>
      </w:r>
      <w:r>
        <w:rPr>
          <w:rtl/>
          <w:lang w:bidi="fa-IR"/>
        </w:rPr>
        <w:t>۵</w:t>
      </w:r>
      <w:r>
        <w:rPr>
          <w:rtl/>
          <w:lang w:bidi="ur-PK"/>
        </w:rPr>
        <w:t>سال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سرداب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غائب ہوکرپھرواپس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۲۷</w:t>
      </w:r>
      <w:r>
        <w:rPr>
          <w:rtl/>
          <w:lang w:bidi="ur-PK"/>
        </w:rPr>
        <w:t xml:space="preserve"> علامہ سبط 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تذکرةالخواص الامہ کے ص </w:t>
      </w:r>
      <w:r>
        <w:rPr>
          <w:rtl/>
          <w:lang w:bidi="fa-IR"/>
        </w:rPr>
        <w:t>۲۰۴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کہ آپ کالقب القائم ، المنتظر،الباق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>۲۸</w:t>
      </w:r>
      <w:r>
        <w:rPr>
          <w:rtl/>
          <w:lang w:bidi="ur-PK"/>
        </w:rPr>
        <w:t xml:space="preserve"> علامہ عب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اللہ امرتسر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ارجح المطالب کے ص </w:t>
      </w:r>
      <w:r>
        <w:rPr>
          <w:rtl/>
          <w:lang w:bidi="fa-IR"/>
        </w:rPr>
        <w:t>۳۷۷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بحوالہ کتاب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اخبارصاحب الزمان مرقوم ہے کہ آپ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زندہ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طرح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خضر،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ہم 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۲۹</w:t>
      </w:r>
      <w:r>
        <w:rPr>
          <w:rtl/>
          <w:lang w:bidi="ur-PK"/>
        </w:rPr>
        <w:t xml:space="preserve"> 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سل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ان تمندوز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کتاب 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ابع المودة ص </w:t>
      </w:r>
      <w:r>
        <w:rPr>
          <w:rtl/>
          <w:lang w:bidi="fa-IR"/>
        </w:rPr>
        <w:t>۳۹۳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۳۰</w:t>
      </w:r>
      <w:r>
        <w:rPr>
          <w:rtl/>
          <w:lang w:bidi="ur-PK"/>
        </w:rPr>
        <w:t xml:space="preserve"> علامہ ابن خشاب نے کتاب موال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اہل ب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۳۱</w:t>
      </w:r>
      <w:r>
        <w:rPr>
          <w:rtl/>
          <w:lang w:bidi="ur-PK"/>
        </w:rPr>
        <w:t>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نورالابصارکے ص</w:t>
      </w:r>
      <w:r>
        <w:rPr>
          <w:rtl/>
          <w:lang w:bidi="fa-IR"/>
        </w:rPr>
        <w:t>۱۵۲</w:t>
      </w:r>
      <w:r>
        <w:rPr>
          <w:rtl/>
          <w:lang w:bidi="ur-PK"/>
        </w:rPr>
        <w:t xml:space="preserve"> طبع مصر</w:t>
      </w:r>
      <w:r>
        <w:rPr>
          <w:rtl/>
          <w:lang w:bidi="fa-IR"/>
        </w:rPr>
        <w:t>۱۲۲۲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بحوالہ</w:t>
      </w:r>
      <w:r>
        <w:rPr>
          <w:rtl/>
          <w:lang w:bidi="ur-PK"/>
        </w:rPr>
        <w:t xml:space="preserve"> کتاب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لکھا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غائب ہونے کے بعد اب تک 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کے وجود کے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،اورزندہ ہونے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طرح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،حضرت خضراورحضرت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</w:t>
      </w:r>
      <w:r>
        <w:rPr>
          <w:rFonts w:hint="eastAsia"/>
          <w:rtl/>
          <w:lang w:bidi="ur-PK"/>
        </w:rPr>
        <w:t>غ</w:t>
      </w:r>
      <w:r w:rsidR="007F6485">
        <w:rPr>
          <w:rFonts w:hint="eastAsia"/>
          <w:rtl/>
          <w:lang w:bidi="ur-PK"/>
        </w:rPr>
        <w:t>یر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اللہ والوں کے علاوہ دجال ،ابل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سے ثابت ہے لہذا ”لاامتناع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بقائہ“ان کے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اورزندہ ہونے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وشبہ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علامہ چلپ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کشف الظنون کے ص</w:t>
      </w:r>
      <w:r>
        <w:rPr>
          <w:rtl/>
          <w:lang w:bidi="fa-IR"/>
        </w:rPr>
        <w:t>۲۰۸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کتاب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اخبارصاحب الزمان ابوعبداللہ محمد بن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سف کنج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تصن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 ہے ۔ (علامہ فاضل روزبہان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ابطال الباطل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قائم ومنتظرہ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آفتاب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ظاہرہوکردن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 w:rsidR="00523C85">
        <w:rPr>
          <w:rtl/>
          <w:lang w:bidi="ur-PK"/>
        </w:rPr>
        <w:t>یک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،کفرزائل کردے گے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۳۱</w:t>
      </w:r>
      <w:r>
        <w:rPr>
          <w:rtl/>
          <w:lang w:bidi="ur-PK"/>
        </w:rPr>
        <w:t xml:space="preserve"> علامہ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کنزالعمال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کے ص</w:t>
      </w:r>
      <w:r>
        <w:rPr>
          <w:rtl/>
          <w:lang w:bidi="fa-IR"/>
        </w:rPr>
        <w:t>۱۱۴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غائب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ظہورکرکے </w:t>
      </w:r>
      <w:r>
        <w:rPr>
          <w:rtl/>
          <w:lang w:bidi="fa-IR"/>
        </w:rPr>
        <w:t>۹</w:t>
      </w:r>
      <w:r>
        <w:rPr>
          <w:rtl/>
          <w:lang w:bidi="ur-PK"/>
        </w:rPr>
        <w:t>سال حکزمت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۳۲</w:t>
      </w:r>
      <w:r>
        <w:rPr>
          <w:rtl/>
          <w:lang w:bidi="ur-PK"/>
        </w:rPr>
        <w:t>علامہ جلال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درمنشورجلد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ص </w:t>
      </w:r>
      <w:r>
        <w:rPr>
          <w:rtl/>
          <w:lang w:bidi="fa-IR"/>
        </w:rPr>
        <w:t>۲۳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ظہورکے بعد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 ہوںگے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ہ۔</w:t>
      </w:r>
    </w:p>
    <w:p w:rsidR="000B625E" w:rsidRDefault="000B625E" w:rsidP="00F34F82">
      <w:pPr>
        <w:pStyle w:val="Heading2Center"/>
        <w:rPr>
          <w:rtl/>
          <w:lang w:bidi="ur-PK"/>
        </w:rPr>
      </w:pPr>
      <w:bookmarkStart w:id="352" w:name="_Toc50913697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اورآپ کاوجود وظہورقرآن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:</w:t>
      </w:r>
      <w:bookmarkEnd w:id="35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اورآپ کے موجودہونے اورآپ کے طول عمرن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آپ کے ظہوروشہود اورظہورکے بعد سارے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ے کے متعلق </w:t>
      </w:r>
      <w:r>
        <w:rPr>
          <w:rtl/>
          <w:lang w:bidi="fa-IR"/>
        </w:rPr>
        <w:t>۹۴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اکثردونوں فر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 نے تسل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۔اس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بے شمارخصوص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 w:rsidR="007F6485">
        <w:rPr>
          <w:rtl/>
          <w:lang w:bidi="ur-PK"/>
        </w:rPr>
        <w:t>یث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ںتفص</w:t>
      </w:r>
      <w:r w:rsidR="00B0571B">
        <w:rPr>
          <w:rFonts w:hint="eastAsia"/>
          <w:rtl/>
          <w:lang w:bidi="ur-PK"/>
        </w:rPr>
        <w:t>یل</w:t>
      </w:r>
      <w:r>
        <w:rPr>
          <w:rtl/>
          <w:lang w:bidi="ur-PK"/>
        </w:rPr>
        <w:t xml:space="preserve"> کے لئے ملاحظہ ہو 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وغا</w:t>
      </w:r>
      <w:r>
        <w:rPr>
          <w:rFonts w:hint="cs"/>
          <w:rtl/>
          <w:lang w:bidi="ur-PK"/>
        </w:rPr>
        <w:t>یۃ</w:t>
      </w:r>
      <w:r>
        <w:rPr>
          <w:rFonts w:hint="eastAsia"/>
          <w:rtl/>
          <w:lang w:bidi="ur-PK"/>
        </w:rPr>
        <w:t>المرام</w:t>
      </w:r>
      <w:r>
        <w:rPr>
          <w:rtl/>
          <w:lang w:bidi="ur-PK"/>
        </w:rPr>
        <w:t xml:space="preserve"> علامہ ہاشم بحران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ابع المودة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مقام پرصرف دوت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تےں</w:t>
      </w:r>
      <w:r>
        <w:rPr>
          <w:rtl/>
          <w:lang w:bidi="ur-PK"/>
        </w:rPr>
        <w:t xml:space="preserve"> لکھتاہوں :</w:t>
      </w:r>
    </w:p>
    <w:p w:rsidR="000B625E" w:rsidRDefault="000B625E" w:rsidP="00967932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 ) </w:t>
      </w:r>
      <w:r>
        <w:rPr>
          <w:rtl/>
          <w:lang w:bidi="ur-PK"/>
        </w:rPr>
        <w:t>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کے متعلق : </w:t>
      </w:r>
      <w:r w:rsidRPr="00967932">
        <w:rPr>
          <w:rStyle w:val="libAieChar"/>
          <w:rtl/>
        </w:rPr>
        <w:t>آلم ذلک الکتاب لار</w:t>
      </w:r>
      <w:r w:rsidR="00967932" w:rsidRPr="00967932">
        <w:rPr>
          <w:rStyle w:val="libAieChar"/>
          <w:rFonts w:hint="cs"/>
          <w:rtl/>
        </w:rPr>
        <w:t>ي</w:t>
      </w:r>
      <w:r w:rsidRPr="00967932">
        <w:rPr>
          <w:rStyle w:val="libAieChar"/>
          <w:rtl/>
        </w:rPr>
        <w:t>ب ف</w:t>
      </w:r>
      <w:r w:rsidRPr="00967932">
        <w:rPr>
          <w:rStyle w:val="libAieChar"/>
          <w:rFonts w:hint="cs"/>
          <w:rtl/>
        </w:rPr>
        <w:t>ی</w:t>
      </w:r>
      <w:r w:rsidR="005274C1" w:rsidRPr="001F4EA2">
        <w:rPr>
          <w:rStyle w:val="libAieChar"/>
          <w:rFonts w:hint="cs"/>
          <w:rtl/>
        </w:rPr>
        <w:t>ه</w:t>
      </w:r>
      <w:r w:rsidRPr="00967932">
        <w:rPr>
          <w:rStyle w:val="libAieChar"/>
          <w:rtl/>
        </w:rPr>
        <w:t xml:space="preserve"> </w:t>
      </w:r>
      <w:r w:rsidR="005274C1" w:rsidRPr="005274C1">
        <w:rPr>
          <w:rStyle w:val="libAieChar"/>
          <w:rFonts w:hint="cs"/>
          <w:rtl/>
        </w:rPr>
        <w:t>ه</w:t>
      </w:r>
      <w:r w:rsidRPr="00967932">
        <w:rPr>
          <w:rStyle w:val="libAieChar"/>
          <w:rFonts w:hint="cs"/>
          <w:rtl/>
        </w:rPr>
        <w:t>دی</w:t>
      </w:r>
      <w:r w:rsidRPr="00967932">
        <w:rPr>
          <w:rStyle w:val="libAieChar"/>
          <w:rtl/>
        </w:rPr>
        <w:t xml:space="preserve"> للمتق</w:t>
      </w:r>
      <w:r w:rsidR="00967932" w:rsidRPr="00967932">
        <w:rPr>
          <w:rStyle w:val="libAieChar"/>
          <w:rFonts w:hint="cs"/>
          <w:rtl/>
        </w:rPr>
        <w:t>ي</w:t>
      </w:r>
      <w:r w:rsidRPr="00967932">
        <w:rPr>
          <w:rStyle w:val="libAieChar"/>
          <w:rtl/>
        </w:rPr>
        <w:t>ن الذ</w:t>
      </w:r>
      <w:r w:rsidR="00967932" w:rsidRPr="00967932">
        <w:rPr>
          <w:rStyle w:val="libAieChar"/>
          <w:rFonts w:hint="cs"/>
          <w:rtl/>
        </w:rPr>
        <w:t>ي</w:t>
      </w:r>
      <w:r w:rsidRPr="00967932">
        <w:rPr>
          <w:rStyle w:val="libAieChar"/>
          <w:rtl/>
        </w:rPr>
        <w:t xml:space="preserve">ن </w:t>
      </w:r>
      <w:r w:rsidR="00967932" w:rsidRPr="00967932">
        <w:rPr>
          <w:rStyle w:val="libAieChar"/>
          <w:rFonts w:hint="cs"/>
          <w:rtl/>
        </w:rPr>
        <w:t>ي</w:t>
      </w:r>
      <w:r w:rsidRPr="00967932">
        <w:rPr>
          <w:rStyle w:val="libAieChar"/>
          <w:rtl/>
        </w:rPr>
        <w:t>ومنون بالغ</w:t>
      </w:r>
      <w:r w:rsidR="00967932" w:rsidRPr="00967932">
        <w:rPr>
          <w:rStyle w:val="libAieChar"/>
          <w:rFonts w:hint="cs"/>
          <w:rtl/>
        </w:rPr>
        <w:t>ي</w:t>
      </w:r>
      <w:r w:rsidRPr="00967932">
        <w:rPr>
          <w:rStyle w:val="libAieChar"/>
          <w:rtl/>
        </w:rPr>
        <w:t>ب</w:t>
      </w:r>
      <w:r w:rsidRPr="00967932">
        <w:rPr>
          <w:rStyle w:val="libAieChar"/>
          <w:rFonts w:hint="cs"/>
          <w:rtl/>
        </w:rPr>
        <w:t xml:space="preserve"> </w:t>
      </w:r>
      <w:r>
        <w:rPr>
          <w:rtl/>
          <w:lang w:bidi="ur-PK"/>
        </w:rPr>
        <w:t>ہے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والہ وسلم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</w:t>
      </w:r>
      <w:r w:rsidR="00F145FD">
        <w:rPr>
          <w:rtl/>
          <w:lang w:bidi="ur-PK"/>
        </w:rPr>
        <w:t>ایمان</w:t>
      </w:r>
      <w:r>
        <w:rPr>
          <w:rtl/>
          <w:lang w:bidi="ur-PK"/>
        </w:rPr>
        <w:t xml:space="preserve"> بالغ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سے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مراد ہے ۔ن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بخت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لوگ جوان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پرصبرکر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اورمبارک باد کے قابل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وہ </w:t>
      </w:r>
      <w:r>
        <w:rPr>
          <w:rFonts w:hint="eastAsia"/>
          <w:rtl/>
          <w:lang w:bidi="ur-PK"/>
        </w:rPr>
        <w:t>سمجھدار</w:t>
      </w:r>
      <w:r>
        <w:rPr>
          <w:rtl/>
          <w:lang w:bidi="ur-PK"/>
        </w:rPr>
        <w:t xml:space="preserve"> لوگ جوغ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پرقائم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۔(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ابع المودة ص</w:t>
      </w:r>
      <w:r>
        <w:rPr>
          <w:rtl/>
          <w:lang w:bidi="fa-IR"/>
        </w:rPr>
        <w:t>۳۷۰</w:t>
      </w:r>
      <w:r>
        <w:rPr>
          <w:rtl/>
          <w:lang w:bidi="ur-PK"/>
        </w:rPr>
        <w:t>طبع بمےئ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 xml:space="preserve">۲ ) </w:t>
      </w:r>
      <w:r>
        <w:rPr>
          <w:rtl/>
          <w:lang w:bidi="ur-PK"/>
        </w:rPr>
        <w:t>آپ کے موجود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کے متعلق ”جعلھا کلمةباقےة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عقبہ “ ہے ابر</w:t>
      </w:r>
      <w:r w:rsidR="00544BD6">
        <w:rPr>
          <w:rtl/>
          <w:lang w:bidi="ur-PK"/>
        </w:rPr>
        <w:t>اہ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کلمہ باق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جوباق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اورزندہ رہے گا اس کلمہ باق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مراد ہے اوروہ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 محمد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۔(تفس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واعظ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</w:t>
      </w:r>
      <w:r>
        <w:rPr>
          <w:rtl/>
          <w:lang w:bidi="fa-IR"/>
        </w:rPr>
        <w:t xml:space="preserve">۲۲۶)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3) آپ کے ظہوراورغلبہ کے متعلق ”</w:t>
      </w:r>
      <w:r w:rsidR="00523C85">
        <w:rPr>
          <w:rtl/>
          <w:lang w:bidi="ur-PK"/>
        </w:rPr>
        <w:t>یظ</w:t>
      </w:r>
      <w:r>
        <w:rPr>
          <w:rtl/>
          <w:lang w:bidi="ur-PK"/>
        </w:rPr>
        <w:t>ہرہ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کلہ “ جب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بحکم خداظہورفرمائےں گے توتمام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وں پرغلبہ حاصل کرلےں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 سلام کے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نہ ہوگا ۔(نورالابصارص</w:t>
      </w:r>
      <w:r>
        <w:rPr>
          <w:rtl/>
          <w:lang w:bidi="fa-IR"/>
        </w:rPr>
        <w:t>۱۵۳</w:t>
      </w:r>
      <w:r>
        <w:rPr>
          <w:rtl/>
          <w:lang w:bidi="ur-PK"/>
        </w:rPr>
        <w:t xml:space="preserve"> طبع مصر)۔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53" w:name="_Toc50913697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کاذکرکتب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>میں</w:t>
      </w:r>
      <w:bookmarkEnd w:id="353"/>
      <w:r w:rsidR="00E8268B">
        <w:rPr>
          <w:rtl/>
          <w:lang w:bidi="ur-PK"/>
        </w:rPr>
        <w:t xml:space="preserve"> </w:t>
      </w:r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داؤد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۴#</w:t>
      </w:r>
      <w:r>
        <w:rPr>
          <w:rtl/>
          <w:lang w:bidi="ur-PK"/>
        </w:rPr>
        <w:t xml:space="preserve"> مرموز </w:t>
      </w:r>
      <w:r>
        <w:rPr>
          <w:rtl/>
          <w:lang w:bidi="fa-IR"/>
        </w:rPr>
        <w:t>۹۷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جوانصاف کامجسمہ انسان آئے گا ، اس کے سر پرابرسا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فگن ہوگا ۔ کتاب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پ</w:t>
      </w:r>
      <w:r w:rsidR="00523C85">
        <w:rPr>
          <w:rtl/>
          <w:lang w:bidi="ur-PK"/>
        </w:rPr>
        <w:t>یغ</w:t>
      </w:r>
      <w:r>
        <w:rPr>
          <w:rtl/>
          <w:lang w:bidi="ur-PK"/>
        </w:rPr>
        <w:t xml:space="preserve">مبرکے فصل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تمام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موحدہوجائے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۔کتاب زبورمرموز </w:t>
      </w:r>
      <w:r>
        <w:rPr>
          <w:rtl/>
          <w:lang w:bidi="fa-IR"/>
        </w:rPr>
        <w:t>۱۲۰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جوآخرالزماں آئے گا، اس پرآ</w:t>
      </w:r>
      <w:r>
        <w:rPr>
          <w:rFonts w:hint="eastAsia"/>
          <w:rtl/>
          <w:lang w:bidi="ur-PK"/>
        </w:rPr>
        <w:t>فتاب</w:t>
      </w:r>
      <w:r>
        <w:rPr>
          <w:rtl/>
          <w:lang w:bidi="ur-PK"/>
        </w:rPr>
        <w:t xml:space="preserve"> اثراندازنہ ہوگا۔صح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>ہ شع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</w:t>
      </w:r>
      <w:r w:rsidR="00523C85">
        <w:rPr>
          <w:rFonts w:hint="eastAsia"/>
          <w:rtl/>
          <w:lang w:bidi="ur-PK"/>
        </w:rPr>
        <w:t>یغ</w:t>
      </w:r>
      <w:r>
        <w:rPr>
          <w:rFonts w:hint="eastAsia"/>
          <w:rtl/>
          <w:lang w:bidi="ur-PK"/>
        </w:rPr>
        <w:t>مبرکے</w:t>
      </w:r>
      <w:r>
        <w:rPr>
          <w:rtl/>
          <w:lang w:bidi="ur-PK"/>
        </w:rPr>
        <w:t xml:space="preserve"> فصل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نورخداظہورکرے گا توعدل وانصاف کا ڈنکا بجے گا ۔ش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اوربکر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ااوربزغالہ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چرےں گے ش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اورگوسالہ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،گوسالہ اورمرغ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ہوںگے ش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 xml:space="preserve">اورگائے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طفل </w:t>
      </w:r>
      <w:r>
        <w:rPr>
          <w:rFonts w:hint="eastAsia"/>
          <w:rtl/>
          <w:lang w:bidi="ur-PK"/>
        </w:rPr>
        <w:t>ش</w:t>
      </w:r>
      <w:r w:rsidR="007F6485">
        <w:rPr>
          <w:rFonts w:hint="eastAsia"/>
          <w:rtl/>
          <w:lang w:bidi="ur-PK"/>
        </w:rPr>
        <w:t>یر</w:t>
      </w:r>
      <w:r>
        <w:rPr>
          <w:rFonts w:hint="eastAsia"/>
          <w:rtl/>
          <w:lang w:bidi="ur-PK"/>
        </w:rPr>
        <w:t>خوارسانپ</w:t>
      </w:r>
      <w:r>
        <w:rPr>
          <w:rtl/>
          <w:lang w:bidi="ur-PK"/>
        </w:rPr>
        <w:t xml:space="preserve"> کب بل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ہاتھ ڈالے گااوروہ کاٹے گانہ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صفحہ کے فصل </w:t>
      </w:r>
      <w:r>
        <w:rPr>
          <w:rtl/>
          <w:lang w:bidi="fa-IR"/>
        </w:rPr>
        <w:t>۲۷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نورخدا جب ظاہرہوگا، توتلوارکے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سے تمام دشمنوں سے بدلہ لے گا صح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ہ تنجاس حرف الف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ظہورکے بعد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بت مٹادئ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،ظالم اورمنافق ختم کردئ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ظہورکرنے والاکن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خدا (نرجس) کاب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>اہوگا ۔ تور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کے سفرانب</w:t>
      </w:r>
      <w:r>
        <w:rPr>
          <w:rFonts w:hint="cs"/>
          <w:rtl/>
          <w:lang w:bidi="ur-PK"/>
        </w:rPr>
        <w:t>ی</w:t>
      </w:r>
      <w:r w:rsidR="001F4EA2"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ہے کہ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ظہورکر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آسمان سے اترےں گے ،دجال کوقتل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انج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دجال اورش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کوقتل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مکمل واقعہ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شہادت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اورظہورمہد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</w:t>
      </w:r>
      <w:r>
        <w:rPr>
          <w:rFonts w:hint="eastAsia"/>
          <w:rtl/>
          <w:lang w:bidi="ur-PK"/>
        </w:rPr>
        <w:t>سلام</w:t>
      </w:r>
      <w:r>
        <w:rPr>
          <w:rtl/>
          <w:lang w:bidi="ur-PK"/>
        </w:rPr>
        <w:t xml:space="preserve"> کااشارہ ہے ۔انج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کتاب دان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باب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فصل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۲۴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۲#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 ہے (کتاب الوسائل س </w:t>
      </w:r>
      <w:r>
        <w:rPr>
          <w:rtl/>
          <w:lang w:bidi="fa-IR"/>
        </w:rPr>
        <w:t>۱۲۹</w:t>
      </w:r>
      <w:r>
        <w:rPr>
          <w:rtl/>
          <w:lang w:bidi="ur-PK"/>
        </w:rPr>
        <w:t xml:space="preserve"> طبع بمبئ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۱۳۳۹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)۔</w:t>
      </w:r>
    </w:p>
    <w:p w:rsidR="000B625E" w:rsidRDefault="000B625E" w:rsidP="00F34F82">
      <w:pPr>
        <w:pStyle w:val="Heading2Center"/>
        <w:rPr>
          <w:rtl/>
          <w:lang w:bidi="ur-PK"/>
        </w:rPr>
      </w:pPr>
      <w:bookmarkStart w:id="354" w:name="_Toc509136976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:</w:t>
      </w:r>
      <w:bookmarkEnd w:id="35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مذکورہ</w:t>
      </w:r>
      <w:r>
        <w:rPr>
          <w:rtl/>
          <w:lang w:bidi="ur-PK"/>
        </w:rPr>
        <w:t xml:space="preserve"> بالاتحر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وں سے علم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کااعتراف ثابت ہوچکا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واضح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متعلق جوعقائد اہل تش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منصف مزاج اورغ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متعصب اہل تسنن کے علماء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اورمقصد اصل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،اب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اس کے </w:t>
      </w:r>
      <w:r>
        <w:rPr>
          <w:rFonts w:hint="eastAsia"/>
          <w:rtl/>
          <w:lang w:bidi="ur-PK"/>
        </w:rPr>
        <w:t>متعلق</w:t>
      </w:r>
      <w:r>
        <w:rPr>
          <w:rtl/>
          <w:lang w:bidi="ur-PK"/>
        </w:rPr>
        <w:t xml:space="preserve"> عرض ہے کہ :</w:t>
      </w:r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 xml:space="preserve">۱ ) </w:t>
      </w:r>
      <w:r>
        <w:rPr>
          <w:rtl/>
          <w:lang w:bidi="ur-PK"/>
        </w:rPr>
        <w:t>اخلاق عالم نے ہدآ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خلق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لاکھ چوب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ہزارپ</w:t>
      </w:r>
      <w:r w:rsidR="00523C85">
        <w:rPr>
          <w:rtl/>
          <w:lang w:bidi="ur-PK"/>
        </w:rPr>
        <w:t>یغ</w:t>
      </w:r>
      <w:r>
        <w:rPr>
          <w:rtl/>
          <w:lang w:bidi="ur-PK"/>
        </w:rPr>
        <w:t>مبراورکث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رالتعداد</w:t>
      </w:r>
      <w:r>
        <w:rPr>
          <w:rtl/>
          <w:lang w:bidi="ur-PK"/>
        </w:rPr>
        <w:t xml:space="preserve"> ان کے اوص</w:t>
      </w:r>
      <w:r>
        <w:rPr>
          <w:rFonts w:hint="cs"/>
          <w:rtl/>
          <w:lang w:bidi="ur-PK"/>
        </w:rPr>
        <w:t>ی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ے ۔پ</w:t>
      </w:r>
      <w:r w:rsidR="00523C85">
        <w:rPr>
          <w:rtl/>
          <w:lang w:bidi="ur-PK"/>
        </w:rPr>
        <w:t>یغ</w:t>
      </w:r>
      <w:r>
        <w:rPr>
          <w:rtl/>
          <w:lang w:bidi="ur-PK"/>
        </w:rPr>
        <w:t xml:space="preserve">مبروں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لاکھ ت</w:t>
      </w:r>
      <w:r w:rsidR="00B0571B">
        <w:rPr>
          <w:rtl/>
          <w:lang w:bidi="ur-PK"/>
        </w:rPr>
        <w:t>یس</w:t>
      </w:r>
      <w:r>
        <w:rPr>
          <w:rtl/>
          <w:lang w:bidi="ur-PK"/>
        </w:rPr>
        <w:t xml:space="preserve"> ہزار نوسو ننانوےں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بعد چونکہ حضوررسول</w:t>
      </w:r>
      <w:r w:rsidR="00F145FD">
        <w:rPr>
          <w:rtl/>
          <w:lang w:bidi="ur-PK"/>
        </w:rPr>
        <w:t xml:space="preserve"> کریم </w:t>
      </w:r>
      <w:r>
        <w:rPr>
          <w:rtl/>
          <w:lang w:bidi="ur-PK"/>
        </w:rPr>
        <w:t>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تھے ۔لہذا ان کے جملہ صفات وکمالات ومعجزات 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صلعم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مع</w:t>
      </w:r>
      <w:r>
        <w:rPr>
          <w:rtl/>
          <w:lang w:bidi="ur-PK"/>
        </w:rPr>
        <w:t xml:space="preserve"> کردئ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تھے اورآپ کوخدانے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صفات کا جلوہ برواربنا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بلکہ خود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کامظہرقرارد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اورچونکہ آپ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طورپرجاناتھا اس لئے آپ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کوہرقسم کے کمالات سے بھرپورکرد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 کے علاوہ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ممتازہوگئے تھے ۔سرورکائنات کے بعد کائنات عالم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جوکمالات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بعد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کمالات اوص</w:t>
      </w:r>
      <w:r>
        <w:rPr>
          <w:rFonts w:hint="cs"/>
          <w:rtl/>
          <w:lang w:bidi="ur-PK"/>
        </w:rPr>
        <w:t>ی</w:t>
      </w:r>
      <w:r w:rsidR="001F4EA2"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منتقل ہوتے ہوئے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پہونچے بادشاہ وقت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کوقتل کرنا چاہتاتھا اگروہ قتل ہ</w:t>
      </w:r>
      <w:r>
        <w:rPr>
          <w:rFonts w:hint="eastAsia"/>
          <w:rtl/>
          <w:lang w:bidi="ur-PK"/>
        </w:rPr>
        <w:t>وجاتے</w:t>
      </w:r>
      <w:r>
        <w:rPr>
          <w:rtl/>
          <w:lang w:bidi="ur-PK"/>
        </w:rPr>
        <w:t xml:space="preserve"> تودن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واوص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کا نام ونشان مٹ جاتا اورسب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ادگارب</w:t>
      </w:r>
      <w:r w:rsidR="00523C85">
        <w:rPr>
          <w:rFonts w:hint="eastAsia"/>
          <w:rtl/>
          <w:lang w:bidi="ur-PK"/>
        </w:rPr>
        <w:t>یک</w:t>
      </w:r>
      <w:r>
        <w:rPr>
          <w:rtl/>
          <w:lang w:bidi="ur-PK"/>
        </w:rPr>
        <w:t xml:space="preserve"> ضرب شمش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ختم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اورچونکہ انھےں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سے خداوند عالم متعارف ہواتھا لہذا اس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ذکرختم ہوجاتا اس لئے ضرورت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</w:t>
      </w:r>
      <w:r w:rsidR="007F6485">
        <w:rPr>
          <w:rtl/>
          <w:lang w:bidi="ur-PK"/>
        </w:rPr>
        <w:t>یس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کومحفوظ رکھا جائے جوجملہ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اوراوص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ادگاراورتمام</w:t>
      </w:r>
      <w:r>
        <w:rPr>
          <w:rtl/>
          <w:lang w:bidi="ur-PK"/>
        </w:rPr>
        <w:t xml:space="preserve"> کے کمالات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مظہرہو ۔</w:t>
      </w:r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۲ ) </w:t>
      </w:r>
      <w:r>
        <w:rPr>
          <w:rtl/>
          <w:lang w:bidi="ur-PK"/>
        </w:rPr>
        <w:t>خداوندے عالم نے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 w:rsidRPr="00B0571B">
        <w:rPr>
          <w:rStyle w:val="libArabicChar"/>
          <w:rtl/>
        </w:rPr>
        <w:t>” وجعل</w:t>
      </w:r>
      <w:r w:rsidR="00B0571B" w:rsidRPr="00B0571B">
        <w:rPr>
          <w:rStyle w:val="libArabicChar"/>
          <w:rFonts w:hint="cs"/>
          <w:rtl/>
        </w:rPr>
        <w:t>ه</w:t>
      </w:r>
      <w:r w:rsidRPr="00B0571B">
        <w:rPr>
          <w:rStyle w:val="libArabicChar"/>
          <w:rtl/>
        </w:rPr>
        <w:t>ا کلمة باق</w:t>
      </w:r>
      <w:r w:rsidR="00B0571B" w:rsidRPr="00B0571B">
        <w:rPr>
          <w:rStyle w:val="libArabicChar"/>
          <w:rFonts w:hint="cs"/>
          <w:rtl/>
        </w:rPr>
        <w:t>ی</w:t>
      </w:r>
      <w:r w:rsidRPr="00B0571B">
        <w:rPr>
          <w:rStyle w:val="libArabicChar"/>
          <w:rtl/>
        </w:rPr>
        <w:t>ة ف</w:t>
      </w:r>
      <w:r w:rsidRPr="00B0571B">
        <w:rPr>
          <w:rStyle w:val="libArabicChar"/>
          <w:rFonts w:hint="cs"/>
          <w:rtl/>
        </w:rPr>
        <w:t>ی</w:t>
      </w:r>
      <w:r w:rsidRPr="00B0571B">
        <w:rPr>
          <w:rStyle w:val="libArabicChar"/>
          <w:rtl/>
        </w:rPr>
        <w:t xml:space="preserve"> عقب</w:t>
      </w:r>
      <w:r w:rsidR="00B0571B" w:rsidRPr="00B0571B">
        <w:rPr>
          <w:rStyle w:val="libArabicChar"/>
          <w:rFonts w:hint="cs"/>
          <w:rtl/>
        </w:rPr>
        <w:t>ة</w:t>
      </w:r>
      <w:r w:rsidRPr="00B0571B">
        <w:rPr>
          <w:rStyle w:val="libArabicChar"/>
          <w:rFonts w:hint="cs"/>
          <w:rtl/>
        </w:rPr>
        <w:t xml:space="preserve"> “</w:t>
      </w:r>
      <w:r>
        <w:rPr>
          <w:rtl/>
          <w:lang w:bidi="ur-PK"/>
        </w:rPr>
        <w:t xml:space="preserve"> ابراہ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کلمہ باق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نسل ابراہ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دوفرزندوں سے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اسحاق اوردوسرے اسماع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۔ اسحاق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سے خداوندعالم جناب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کوزندہ وباق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قراردے کر آسمان پرمحفوظ ک</w:t>
      </w:r>
      <w:r>
        <w:rPr>
          <w:rFonts w:hint="eastAsia"/>
          <w:rtl/>
          <w:lang w:bidi="ur-PK"/>
        </w:rPr>
        <w:t>رچکاتھا</w:t>
      </w:r>
      <w:r>
        <w:rPr>
          <w:rtl/>
          <w:lang w:bidi="ur-PK"/>
        </w:rPr>
        <w:t xml:space="preserve"> ۔ اب بہ مقتضائے انصاف ضرورت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نسل اسماع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رکھے اوروہ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نکہ آسمان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موجودتھا ،لہذا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کوجونسل اسماع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اورانھےں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دشمنوں کے شرسے محفوظ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طرح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کومحفوظ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۳ 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مسلمات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ہے کہ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حجت خدا اورامام زمانہ سے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۱۰۳</w:t>
      </w:r>
      <w:r>
        <w:rPr>
          <w:rtl/>
          <w:lang w:bidi="ur-PK"/>
        </w:rPr>
        <w:t>طبع نولکشور) چونکہ حجت خدا اس وقت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سوا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تھا اورانھےں دشمن قتل کرد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ے پرتلے ہوئے تھے اس لئے انھےں محفوظ ومستورکرد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۔حد</w:t>
      </w:r>
      <w:r w:rsidR="007F6485">
        <w:rPr>
          <w:rtl/>
          <w:lang w:bidi="ur-PK"/>
        </w:rPr>
        <w:t>یث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حجت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وجہ</w:t>
      </w:r>
      <w:r>
        <w:rPr>
          <w:rtl/>
          <w:lang w:bidi="ur-PK"/>
        </w:rPr>
        <w:t xml:space="preserve"> سے بارش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اورانھےں کے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سے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تقس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(بحار)۔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۴ 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 ہے کہ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جملہ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مظہرتھے اس لئے ضرورت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انھےں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طرح بادشاہ وقت کے مظالم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حضرت نوح ،حضرت ابراہ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،حضرت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والہ وسلم اپنے عہدح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ناسب</w:t>
      </w:r>
      <w:r>
        <w:rPr>
          <w:rtl/>
          <w:lang w:bidi="ur-PK"/>
        </w:rPr>
        <w:t xml:space="preserve"> مدت تک غائب رہ چکے تھے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غائب رہتے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۵ ) </w:t>
      </w:r>
      <w:r>
        <w:rPr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کاآنا مسلم ہے اورواقعہ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ذکربتاتاہے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مصلحت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بناء پرہوئ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lastRenderedPageBreak/>
        <w:t xml:space="preserve">۶ ) </w:t>
      </w:r>
      <w:r>
        <w:rPr>
          <w:rtl/>
          <w:lang w:bidi="ur-PK"/>
        </w:rPr>
        <w:t>سور ہ اناانزلنا سے معلوم ہوتاہے کہ نزول ملائکہ شب قدر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ہوتا رہتاہے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ظاہرہے کہ نزول ملائکہ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واوص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پرہواکرتاہے ۔امام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کواس لئے موجود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تاکہ نزول ملائکہ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مرکز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ہوسکے ،اورشب قدر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انھےںپرنزول ملائکہ ہوسکے حد</w:t>
      </w:r>
      <w:r w:rsidR="007F6485">
        <w:rPr>
          <w:rtl/>
          <w:lang w:bidi="ur-PK"/>
        </w:rPr>
        <w:t>یث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شب قدر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سال بھرک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پہونچاد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تقس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کرتے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۷ ) </w:t>
      </w:r>
      <w:r>
        <w:rPr>
          <w:rtl/>
          <w:lang w:bidi="ur-PK"/>
        </w:rPr>
        <w:t>حک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کافعل حکمت سے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کے عام لوگ اس حکمت ومصلحت سے واقف نہ ہوں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مصلحت وحکمت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بناپرعمل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طرح طواف کعبہ ،رم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جمرہ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مصلحت خداوندعالم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کومعلوم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۸ ) </w:t>
      </w:r>
      <w:r>
        <w:rPr>
          <w:rtl/>
          <w:lang w:bidi="ur-PK"/>
        </w:rPr>
        <w:t>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کافرماناہے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کواس لئے غائب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تاکہ خداوندعالم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کا امتحان کرکے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جانچے کہ ن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بندے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اورباطل پرست کون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(اکمال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۹ ) </w:t>
      </w:r>
      <w:r>
        <w:rPr>
          <w:rtl/>
          <w:lang w:bidi="ur-PK"/>
        </w:rPr>
        <w:t>چونکہ آپ 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کاخوف تھا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طے شدہ ہے کہ ” من خاف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نفسہ احتاج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الاستتار“ کہ جسے اپنے نفس 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کاخوف ہو وہ پوش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ہ ہونے کولازم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جانتاہے (المرتض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10)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اس لئے واقع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خداوندعالم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وقت مع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آل محمد پرجومظالم ک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ان کابدلہ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ہ سے لے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عہد اول سے لے کربن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کے ظالموں سے مکمل بدلہ لےں گے ۔ (اکمال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)۔</w:t>
      </w: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55" w:name="_Toc509136977"/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جفرجامعہ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:</w:t>
      </w:r>
      <w:bookmarkEnd w:id="35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قندوز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سد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ص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ہم اورمفضل بن عمر،ابوبص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،ابان بن تغلب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صادق آل محمد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حاضرہوئے تود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ھا کہ آپ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پرب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>ھے ہوئے رورہے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اورکہتے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” اے محمد!تمہار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خبرنے م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 دل بے چ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حضورخدا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رلائے بات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کس لئے حضورگر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کناںہ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ا ے سد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!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آج کتاب ”جعفرجامع“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بوقت صبح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کا مطالعہ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،اے سد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!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کتاب ہے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 w:rsidRPr="00967932">
        <w:rPr>
          <w:rStyle w:val="libArabicChar"/>
          <w:rtl/>
        </w:rPr>
        <w:t>”علم ماکان وما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کون“</w:t>
      </w:r>
      <w:r>
        <w:rPr>
          <w:rtl/>
          <w:lang w:bidi="ur-PK"/>
        </w:rPr>
        <w:t xml:space="preserve"> کااندراج ہے اورجوکچھ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تک</w:t>
      </w:r>
      <w:r>
        <w:rPr>
          <w:rtl/>
          <w:lang w:bidi="ur-PK"/>
        </w:rPr>
        <w:t xml:space="preserve"> ہونے والا ہے سب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لکھا ہواہے اے سد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 xml:space="preserve">!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اس کتاب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ھا ہے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سے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گے ۔ پھروہ غائب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ن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عمر بہت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کے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مصائب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مبتلا ہوںگے اور ان کے امتحانات ہوتے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</w:t>
      </w:r>
      <w:r>
        <w:rPr>
          <w:rFonts w:hint="eastAsia"/>
          <w:rtl/>
          <w:lang w:bidi="ur-PK"/>
        </w:rPr>
        <w:t>ورغ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تاخ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 کے دلوں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شکوک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اہوتے ہوں گے پھرفرما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اے سد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سنو!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کے ظہورکا حال حضرت نوح کے مانند ہوگا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عمرحضرت خضرک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عمرج</w:t>
      </w:r>
      <w:r w:rsidR="007F6485">
        <w:rPr>
          <w:rtl/>
          <w:lang w:bidi="ur-PK"/>
        </w:rPr>
        <w:t>یس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ابع المودة) اس حد</w:t>
      </w:r>
      <w:r w:rsidR="007F6485">
        <w:rPr>
          <w:rtl/>
          <w:lang w:bidi="ur-PK"/>
        </w:rPr>
        <w:t>یث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</w:t>
      </w:r>
      <w:r>
        <w:rPr>
          <w:rFonts w:hint="eastAsia"/>
          <w:rtl/>
          <w:lang w:bidi="ur-PK"/>
        </w:rPr>
        <w:t>تصرشرح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 ) </w:t>
      </w:r>
      <w:r>
        <w:rPr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فرعون کومعلوم ہوا کہ 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کا زوال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مولود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کے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ہوگا تواس نے حکم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ملک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 حاملہ نہ رہنے پائے اورکوئ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رکھا جائے چنانچہ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سلسلہ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۴۰</w:t>
      </w:r>
      <w:r>
        <w:rPr>
          <w:rtl/>
          <w:lang w:bidi="ur-PK"/>
        </w:rPr>
        <w:t xml:space="preserve"> ہزاربچے ضائع کئے گئے 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نے خدا حضرت مو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کوفرعون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ترک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>وں کے باوجود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اورانھےں کے ہاتھوں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کاتختہ الٹوا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ہوا کہ تمام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</w:t>
      </w:r>
      <w:r w:rsidR="00523C85">
        <w:rPr>
          <w:rtl/>
          <w:lang w:bidi="ur-PK"/>
        </w:rPr>
        <w:t>یغ</w:t>
      </w:r>
      <w:r>
        <w:rPr>
          <w:rtl/>
          <w:lang w:bidi="ur-PK"/>
        </w:rPr>
        <w:t xml:space="preserve"> کے باوجود آپ بطن نرجس خاتون سے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اہوئے اورکوئ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کود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 تک نہ سکا۔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۲ ) </w:t>
      </w:r>
      <w:r>
        <w:rPr>
          <w:rtl/>
          <w:lang w:bidi="ur-PK"/>
        </w:rPr>
        <w:t>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متفق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کو سول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آپ قتل کئے جاچکے ،ل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خدا وندعالم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ردفرماد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وہ نہ قتل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اورنہ ان کوسول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خداوندعالم نے اپنے پاس بلال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اوروہ آسمان پرامن وامان </w:t>
      </w: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ہے کہ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حالانکہ وہ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اہوکر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غائب ہوچکے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>۳</w:t>
      </w:r>
      <w:r>
        <w:rPr>
          <w:rtl/>
          <w:lang w:bidi="ur-PK"/>
        </w:rPr>
        <w:t>حضرت نوح نے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عاجزآکرخداکے عذاب کے نزول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 عالم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پہلے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درخت لگاؤوہ پھل لائے گاتب عذاب کروںگا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نوح نے سات مرتبہ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بالاخراس تاخ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آپ کے تمام دوست وموال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 w:rsidR="00F145FD">
        <w:rPr>
          <w:rtl/>
          <w:lang w:bidi="ur-PK"/>
        </w:rPr>
        <w:t>ایمان</w:t>
      </w:r>
      <w:r>
        <w:rPr>
          <w:rtl/>
          <w:lang w:bidi="ur-PK"/>
        </w:rPr>
        <w:t xml:space="preserve"> دار کافرہوگئے اورصرف سترم</w:t>
      </w:r>
      <w:r>
        <w:rPr>
          <w:rFonts w:hint="eastAsia"/>
          <w:rtl/>
          <w:lang w:bidi="ur-PK"/>
        </w:rPr>
        <w:t>ومن</w:t>
      </w:r>
      <w:r>
        <w:rPr>
          <w:rtl/>
          <w:lang w:bidi="ur-PK"/>
        </w:rPr>
        <w:t xml:space="preserve"> رہ گئے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اورتاخ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ظہورک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ہورہا ہے ۔ </w:t>
      </w:r>
      <w:r>
        <w:rPr>
          <w:rtl/>
          <w:lang w:bidi="ur-PK"/>
        </w:rPr>
        <w:lastRenderedPageBreak/>
        <w:t>لوگ فرام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پ</w:t>
      </w:r>
      <w:r w:rsidR="00523C85">
        <w:rPr>
          <w:rtl/>
          <w:lang w:bidi="ur-PK"/>
        </w:rPr>
        <w:t>یغ</w:t>
      </w:r>
      <w:r>
        <w:rPr>
          <w:rtl/>
          <w:lang w:bidi="ur-PK"/>
        </w:rPr>
        <w:t>مبراور آئمہ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تکذ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اورعوام مسلم بلاوجہ اعتراضات کرکے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عاقبت خراب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اورشا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مشہور ہے کہ جب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چال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مومن کامل رہ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تب آپ کا ظہورہوگا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3) حضرت خضرجوزندہ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موجود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اورجب کہ حضرت خضرکے 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مسلمانوں کوکوئ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1B067F">
      <w:pPr>
        <w:pStyle w:val="Heading2Center"/>
        <w:rPr>
          <w:rtl/>
          <w:lang w:bidi="ur-PK"/>
        </w:rPr>
      </w:pPr>
      <w:bookmarkStart w:id="356" w:name="_Toc509136978"/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صغر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کے سفرا</w:t>
      </w:r>
      <w:bookmarkEnd w:id="35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صغر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صغر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</w:t>
      </w:r>
      <w:r>
        <w:rPr>
          <w:rtl/>
          <w:lang w:bidi="fa-IR"/>
        </w:rPr>
        <w:t>۷۵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۷۳</w:t>
      </w:r>
      <w:r>
        <w:rPr>
          <w:rtl/>
          <w:lang w:bidi="ur-PK"/>
        </w:rPr>
        <w:t xml:space="preserve"> سال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اس کے بعد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صغر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زمانے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نائب خاص ہوتا تھا جس کے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اہتمام ہرقسم کانظام چلتاتھا سوال وجواب، خمس وزکوة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گرمراحل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واسط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طے ہوتے تھے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مقامات محروسہ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اورسفارش سے سفر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مقررکئے جاتے تھے ۔</w:t>
      </w:r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سے پہلے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نائب خاص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نص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۔ان کانام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واسم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عثمان بن سع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عمر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آپ حضرت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معتمد خاص اوراصحاب خلص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تھے آپ قب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>ہ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اسد سے تھے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ابوعمرتھ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،آپ سامرہ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عسکرکے رہنے والے تھے وفات کے بعد آپ بغداد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دروازہ جبلہ کے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مسجد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کئے گئے آپ ک وفات کے بعد بحکم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آپ کے فرزند،حضرت محمد بن عثمان بن سع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منزلت پرفائزہوئے ،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ابوجعفرتھ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سے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ماہ قبل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قبرکھدواد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کاکہناتھا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لئے کررہاہوں کہ مجھے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بتاد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وفات سے واقف ہوں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جماد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الاول </w:t>
      </w:r>
      <w:r>
        <w:rPr>
          <w:rtl/>
          <w:lang w:bidi="fa-IR"/>
        </w:rPr>
        <w:t>۳۰۵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واقع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اورآپ ماں کے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بمقام دروازہ کوفہ سرراہ دفن ہوئے ۔ پھرآپ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 بواسط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مرحوم حضرت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حکم سے حضرت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روح اس منصب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پرفائزہوئے ۔جعفربن محمد بن عثمان سع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کاکہناہے ،کہ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 حضرت محمد بن عثمان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سامنے حضرت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روح کواپنے بعد اس منصب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متعلق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پ</w:t>
      </w:r>
      <w:r w:rsidR="00523C85">
        <w:rPr>
          <w:rtl/>
          <w:lang w:bidi="ur-PK"/>
        </w:rPr>
        <w:t>یغ</w:t>
      </w:r>
      <w:r>
        <w:rPr>
          <w:rtl/>
          <w:lang w:bidi="ur-PK"/>
        </w:rPr>
        <w:t>ام 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۔حضرت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روح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ابوقاسم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محلہ نوبخت کے رہنے والے تھے آپ 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طورپرجملہ ممالک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کادورہ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آپ دونوں فرقوں کے نزد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معتمد ،ثقہ ،صالحاورام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قراردئے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شعبان </w:t>
      </w:r>
      <w:r>
        <w:rPr>
          <w:rtl/>
          <w:lang w:bidi="fa-IR"/>
        </w:rPr>
        <w:t>۳۲۶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محلہ نوبخت 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مدفون ہوئے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 بحکم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 السمر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عہدہ </w:t>
      </w:r>
      <w:r>
        <w:rPr>
          <w:rFonts w:hint="eastAsia"/>
          <w:rtl/>
          <w:lang w:bidi="ur-PK"/>
        </w:rPr>
        <w:t>جل</w:t>
      </w:r>
      <w:r w:rsidR="00B0571B">
        <w:rPr>
          <w:rFonts w:hint="eastAsia"/>
          <w:rtl/>
          <w:lang w:bidi="ur-PK"/>
        </w:rPr>
        <w:t>یل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پرفائزہوئے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ابوالحسن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،آپ اپنے فرائض انجام دئے رہے تھے ،جب وقت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اتوآپ</w:t>
      </w:r>
      <w:r>
        <w:rPr>
          <w:rtl/>
          <w:lang w:bidi="ur-PK"/>
        </w:rPr>
        <w:t xml:space="preserve"> سے کہاگ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آپ اپنے بعد کاک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اانتظام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۔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اب آئندہ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سلسہ قائم نہ رہے گا ۔ (مجالس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۸۹</w:t>
      </w:r>
      <w:r>
        <w:rPr>
          <w:rtl/>
          <w:lang w:bidi="ur-PK"/>
        </w:rPr>
        <w:t xml:space="preserve"> وجز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 xml:space="preserve">ہ </w:t>
      </w:r>
      <w:r>
        <w:rPr>
          <w:rtl/>
          <w:lang w:bidi="ur-PK"/>
        </w:rPr>
        <w:lastRenderedPageBreak/>
        <w:t xml:space="preserve">خضرا ص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وانوارالحس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۵۵) </w:t>
      </w:r>
      <w:r>
        <w:rPr>
          <w:rtl/>
          <w:lang w:bidi="ur-PK"/>
        </w:rPr>
        <w:t>۔ ملاجام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شواہدالنبوت کے ص </w:t>
      </w:r>
      <w:r>
        <w:rPr>
          <w:rtl/>
          <w:lang w:bidi="fa-IR"/>
        </w:rPr>
        <w:t>۲۱۴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محمد السمر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انتقال سے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م قبل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فرمان ناح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مقدسہ سے برآمد ہوا ۔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کا ذکراورسلس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سفارت کے ختم ہونے کا تذکرہ تھا ۔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خط کے ع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 xml:space="preserve">ن الفاظ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0B625E" w:rsidRDefault="000B625E" w:rsidP="00967932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بسم</w:t>
      </w:r>
      <w:r>
        <w:rPr>
          <w:rtl/>
          <w:lang w:bidi="ur-PK"/>
        </w:rPr>
        <w:t xml:space="preserve"> الل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 xml:space="preserve"> الرحمن ا لرحی</w:t>
      </w:r>
      <w:r>
        <w:rPr>
          <w:rFonts w:hint="eastAsia"/>
          <w:rtl/>
          <w:lang w:bidi="ur-PK"/>
        </w:rPr>
        <w:t>م</w:t>
      </w:r>
    </w:p>
    <w:p w:rsidR="000B625E" w:rsidRDefault="000B625E" w:rsidP="005274C1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 عظم الل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 xml:space="preserve"> اجراخرانک ف</w:t>
      </w:r>
      <w:r w:rsidR="005274C1" w:rsidRPr="001F4EA2">
        <w:rPr>
          <w:rFonts w:hint="cs"/>
          <w:rtl/>
          <w:lang w:bidi="ur-PK"/>
        </w:rPr>
        <w:t>ي</w:t>
      </w:r>
      <w:r>
        <w:rPr>
          <w:rFonts w:hint="cs"/>
          <w:rtl/>
          <w:lang w:bidi="ur-PK"/>
        </w:rPr>
        <w:t>ک فانک م</w:t>
      </w:r>
      <w:r w:rsidR="005274C1" w:rsidRPr="001F4EA2">
        <w:rPr>
          <w:rFonts w:hint="cs"/>
          <w:rtl/>
          <w:lang w:bidi="ur-PK"/>
        </w:rPr>
        <w:t>ي</w:t>
      </w:r>
      <w:r>
        <w:rPr>
          <w:rFonts w:hint="cs"/>
          <w:rtl/>
          <w:lang w:bidi="ur-PK"/>
        </w:rPr>
        <w:t>ت ماب</w:t>
      </w:r>
      <w:r w:rsidR="005274C1" w:rsidRPr="001F4EA2">
        <w:rPr>
          <w:rFonts w:hint="cs"/>
          <w:rtl/>
          <w:lang w:bidi="ur-PK"/>
        </w:rPr>
        <w:t>ي</w:t>
      </w:r>
      <w:r>
        <w:rPr>
          <w:rFonts w:hint="cs"/>
          <w:rtl/>
          <w:lang w:bidi="ur-PK"/>
        </w:rPr>
        <w:t>نک وب</w:t>
      </w:r>
      <w:r w:rsidR="005274C1" w:rsidRPr="001F4EA2">
        <w:rPr>
          <w:rFonts w:hint="cs"/>
          <w:rtl/>
          <w:lang w:bidi="ur-PK"/>
        </w:rPr>
        <w:t>ي</w:t>
      </w:r>
      <w:r>
        <w:rPr>
          <w:rFonts w:hint="cs"/>
          <w:rtl/>
          <w:lang w:bidi="ur-PK"/>
        </w:rPr>
        <w:t>ن ستة ای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فاجمع امرک ولاترض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احد </w:t>
      </w:r>
      <w:r w:rsidR="005274C1" w:rsidRPr="001F4EA2">
        <w:rPr>
          <w:rFonts w:hint="cs"/>
          <w:rtl/>
          <w:lang w:bidi="ur-PK"/>
        </w:rPr>
        <w:t>ي</w:t>
      </w:r>
      <w:r>
        <w:rPr>
          <w:rFonts w:hint="cs"/>
          <w:rtl/>
          <w:lang w:bidi="ur-PK"/>
        </w:rPr>
        <w:t>قوم مقامک بعدوفاتک فقد وقعت الغ</w:t>
      </w:r>
      <w:r w:rsidR="005274C1" w:rsidRPr="001F4EA2">
        <w:rPr>
          <w:rFonts w:hint="cs"/>
          <w:rtl/>
          <w:lang w:bidi="ur-PK"/>
        </w:rPr>
        <w:t>ي</w:t>
      </w:r>
      <w:r>
        <w:rPr>
          <w:rFonts w:hint="cs"/>
          <w:rtl/>
          <w:lang w:bidi="ur-PK"/>
        </w:rPr>
        <w:t>بة السامة فلاظ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>ورالا بعداذن الل</w:t>
      </w:r>
      <w:r w:rsidR="005274C1" w:rsidRPr="001F4EA2">
        <w:rPr>
          <w:rFonts w:hint="cs"/>
          <w:rtl/>
          <w:lang w:bidi="ur-PK"/>
        </w:rPr>
        <w:t>ه</w:t>
      </w:r>
      <w:r>
        <w:rPr>
          <w:rFonts w:hint="cs"/>
          <w:rtl/>
          <w:lang w:bidi="ur-PK"/>
        </w:rPr>
        <w:t xml:space="preserve"> تعالی</w:t>
      </w:r>
      <w:r>
        <w:rPr>
          <w:rtl/>
          <w:lang w:bidi="ur-PK"/>
        </w:rPr>
        <w:t xml:space="preserve"> وذلک بعد طول الامد الخ“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ترجمہ</w:t>
      </w:r>
      <w:r>
        <w:rPr>
          <w:rtl/>
          <w:lang w:bidi="ur-PK"/>
        </w:rPr>
        <w:t xml:space="preserve"> : 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 ! خداوند عالم تمھارے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تمھارے بھائ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ں اورتمھارے اوردوستوں کواجرجز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عطاکرے ،تمہ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ہو کہ تم چھ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 xml:space="preserve">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وفات پانے والے ہو،تم اپنے انتظامات کرلو۔ اورآئندہ کے لئے اپنا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قائم مقام تجو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 xml:space="preserve"> وتلاش نہ کرو۔ اس لئے کہ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</w:t>
      </w:r>
      <w:r>
        <w:rPr>
          <w:rFonts w:hint="eastAsia"/>
          <w:rtl/>
          <w:lang w:bidi="ur-PK"/>
        </w:rPr>
        <w:t>اقع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اذن خدا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رظہورناممکن</w:t>
      </w:r>
      <w:r>
        <w:rPr>
          <w:rtl/>
          <w:lang w:bidi="ur-PK"/>
        </w:rPr>
        <w:t xml:space="preserve"> ہوگا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ظہوربہت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عرصہ کے بعد ہوگا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غرضکہ</w:t>
      </w:r>
      <w:r>
        <w:rPr>
          <w:rtl/>
          <w:lang w:bidi="ur-PK"/>
        </w:rPr>
        <w:t xml:space="preserve"> چھ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م گذرنے کے بعد حضرت ابوالحسن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محمدالسمر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شعبان </w:t>
      </w:r>
      <w:r>
        <w:rPr>
          <w:rtl/>
          <w:lang w:bidi="fa-IR"/>
        </w:rPr>
        <w:t>۳۲۹</w:t>
      </w:r>
      <w:r>
        <w:rPr>
          <w:rtl/>
          <w:lang w:bidi="ur-PK"/>
        </w:rPr>
        <w:t xml:space="preserve"> انتقال فرماگئے ۔اورپھرکوئ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مقررنہ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اورغ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1B067F">
      <w:pPr>
        <w:pStyle w:val="Heading2Center"/>
        <w:rPr>
          <w:rtl/>
          <w:lang w:bidi="ur-PK"/>
        </w:rPr>
      </w:pPr>
      <w:bookmarkStart w:id="357" w:name="_Toc509136979"/>
      <w:r>
        <w:rPr>
          <w:rFonts w:hint="eastAsia"/>
          <w:rtl/>
          <w:lang w:bidi="ur-PK"/>
        </w:rPr>
        <w:t>سفرا</w:t>
      </w:r>
      <w:r>
        <w:rPr>
          <w:rtl/>
          <w:lang w:bidi="ur-PK"/>
        </w:rPr>
        <w:t xml:space="preserve"> 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اسماء</w:t>
      </w:r>
      <w:bookmarkEnd w:id="357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مناسب</w:t>
      </w:r>
      <w:r>
        <w:rPr>
          <w:rtl/>
          <w:lang w:bidi="ur-PK"/>
        </w:rPr>
        <w:t xml:space="preserve"> معلوم ہوتاہے کہ ان سفر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کے اسماء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 ذ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کردئے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جوانھےں نواب خاص کے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ہ اورسفارش سے بحکم امام ممالک محروسہ مخصوصہ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کاکام کرتے تھے اورحضرت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حاضرہوتے رہتے تھے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بغداد</w:t>
      </w:r>
      <w:r>
        <w:rPr>
          <w:rtl/>
          <w:lang w:bidi="ur-PK"/>
        </w:rPr>
        <w:t xml:space="preserve"> سے حاجز،بلال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،عطار ۔ کوفہ سے عاصم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اہوازسے محمد بن ابراہ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بن مہر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۔ ہمدان سے محمد بن صالح ۔ رے سے بسام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واسد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آذربائ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ان سے قسم بن عل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>۔ ن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اپورسے محمد بن شاذان ۔ قسم سے احمد بن اسحاق۔ (غا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جلد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۱۲۰)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58" w:name="_Toc509136980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کے بعد :</w:t>
      </w:r>
      <w:bookmarkEnd w:id="358"/>
    </w:p>
    <w:p w:rsidR="000B625E" w:rsidRDefault="000B625E" w:rsidP="00B0571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چونکہ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بطورلطف خاص عمل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،اس لئے آپ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ہمہ تن منہمک ہوگئے اورغائب ہونے کے بعد آپ نے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شروع فرماد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مسلمانوں، مومنوں کے خطوط کے جوابات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ے ، ا 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بوقت ضرورت رہب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اورانھےں راہ راست دکھانے کا فر</w:t>
      </w:r>
      <w:r w:rsidR="007F6485">
        <w:rPr>
          <w:rtl/>
          <w:lang w:bidi="ur-PK"/>
        </w:rPr>
        <w:t>یض</w:t>
      </w:r>
      <w:r>
        <w:rPr>
          <w:rtl/>
          <w:lang w:bidi="ur-PK"/>
        </w:rPr>
        <w:t>ہ اداکرنا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خدمات آپ زمان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صغر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بواسطہ </w:t>
      </w:r>
      <w:r>
        <w:rPr>
          <w:rFonts w:hint="eastAsia"/>
          <w:rtl/>
          <w:lang w:bidi="ur-PK"/>
        </w:rPr>
        <w:t>سفر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ابلاوسطہ</w:t>
      </w:r>
      <w:r>
        <w:rPr>
          <w:rtl/>
          <w:lang w:bidi="ur-PK"/>
        </w:rPr>
        <w:t xml:space="preserve"> اورزمانہ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بلاواسطہ انجام 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ے رہے اورق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انجام 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59" w:name="_Toc509136981"/>
      <w:r>
        <w:rPr>
          <w:rtl/>
          <w:lang w:bidi="fa-IR"/>
        </w:rPr>
        <w:t>۳۰۷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کا حجراسود نصب کرنا :</w:t>
      </w:r>
      <w:bookmarkEnd w:id="35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اربل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زمان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بعہد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روح ،ابوالقاسم جعفربن محمد بن قولو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باراد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حج بغداد گئے اوروہ مکہ معظمہ پہنچ کرحج کرنے کاف</w:t>
      </w:r>
      <w:r w:rsidR="007F6485">
        <w:rPr>
          <w:rtl/>
          <w:lang w:bidi="ur-PK"/>
        </w:rPr>
        <w:t>یص</w:t>
      </w:r>
      <w:r>
        <w:rPr>
          <w:rtl/>
          <w:lang w:bidi="ur-PK"/>
        </w:rPr>
        <w:t>لہ کئے ہوئے تھے ۔ 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وہ بغداد پہنچ کرسخت عل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ہوگئے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نے سناکہ قرامطہ نے حجراسود کونکال 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اوروہ اسے کچھ درست کرکے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حج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پھرنصب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۔ کتابوں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چونکہ</w:t>
      </w:r>
      <w:r>
        <w:rPr>
          <w:rtl/>
          <w:lang w:bidi="ur-PK"/>
        </w:rPr>
        <w:t xml:space="preserve"> پڑھ چکے تھے کہ حجراسود صرف امام زمانہ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نصب کرسکتاہے ج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اکہ پہلے آنحضرت صلعم نے نصب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،پھرزمان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حجاج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ز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العابد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نے نصب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بناء پرانھوں نے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کرم فرم</w:t>
      </w:r>
      <w:r>
        <w:rPr>
          <w:rFonts w:hint="eastAsia"/>
          <w:rtl/>
          <w:lang w:bidi="ur-PK"/>
        </w:rPr>
        <w:t>ا”</w:t>
      </w:r>
      <w:r>
        <w:rPr>
          <w:rtl/>
          <w:lang w:bidi="ur-PK"/>
        </w:rPr>
        <w:t xml:space="preserve"> ابن ھشام “ کے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ارسال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اوراسے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جوحجراسود نصب کرے 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 د</w:t>
      </w:r>
      <w:r w:rsidR="007F6485">
        <w:rPr>
          <w:rtl/>
          <w:lang w:bidi="ur-PK"/>
        </w:rPr>
        <w:t>ید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 ۔ نصب حجرک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کررہے تھے ۔ل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پرقرارنہ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اتھا کہ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خوبصورت نوجوان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سے سامنے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نے اسے نصب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پرم</w:t>
      </w:r>
      <w:r>
        <w:rPr>
          <w:rFonts w:hint="eastAsia"/>
          <w:rtl/>
          <w:lang w:bidi="ur-PK"/>
        </w:rPr>
        <w:t>ستقرہوگ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۔جب وہ وہاںسے روانہ ہوا توابن ہشام ان کے پ</w:t>
      </w:r>
      <w:r w:rsidR="007F6485">
        <w:rPr>
          <w:rtl/>
          <w:lang w:bidi="ur-PK"/>
        </w:rPr>
        <w:t>یچ</w:t>
      </w:r>
      <w:r>
        <w:rPr>
          <w:rtl/>
          <w:lang w:bidi="ur-PK"/>
        </w:rPr>
        <w:t xml:space="preserve">ھے ہولئے ۔راستہ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انھوںنے پلٹ کرکہا اے ابن ہشام ،توجعفربن محمد کاخط مجھے د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ے ۔د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ھ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نے مجھ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وہ کب تک زندہ رہے گا ۔ ا س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 کہ وہ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سال اورزندہ رہے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</w:t>
      </w:r>
      <w:r>
        <w:rPr>
          <w:rFonts w:hint="eastAsia"/>
          <w:rtl/>
          <w:lang w:bidi="ur-PK"/>
        </w:rPr>
        <w:t>روہ</w:t>
      </w:r>
      <w:r>
        <w:rPr>
          <w:rtl/>
          <w:lang w:bidi="ur-PK"/>
        </w:rPr>
        <w:t xml:space="preserve"> ونظروں سے غائب ہوگئے ۔ ابن ہشام نے ساراواقعہ بغداد پہنچ کرجعفربن قولو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غرضکہ وہ ت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سال کے بعد وفات پاگئے ۔(کشف الغمہ ص </w:t>
      </w:r>
      <w:r>
        <w:rPr>
          <w:rtl/>
          <w:lang w:bidi="fa-IR"/>
        </w:rPr>
        <w:t xml:space="preserve">۱۳۳) </w:t>
      </w:r>
      <w:r>
        <w:rPr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واقعات کتاب مذکور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عبدالرحمن ملاجام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اسماع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بن حسن ہرقل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جونواح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مق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تھا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ران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زخم نمودارہوگ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جوہرزمان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بحار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ابل آتاتھا جس کے علاج سے تمام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اطب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عاجزاورقاصرہوگئے تھے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اپنے ب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>ے شمس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کوہمراہ لے کرس</w:t>
      </w:r>
      <w:r w:rsidR="007F6485">
        <w:rPr>
          <w:rtl/>
          <w:lang w:bidi="ur-PK"/>
        </w:rPr>
        <w:t>ید</w:t>
      </w:r>
      <w:r>
        <w:rPr>
          <w:rFonts w:hint="eastAsia"/>
          <w:rtl/>
          <w:lang w:bidi="ur-PK"/>
        </w:rPr>
        <w:t>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طاؤس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۔انھوں نے پہلے توبڑ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چارہ کارنہ ہوا ہرطب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کہتاتھا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پھوڑا ”رگ اکحل “ پرہے اگراسے نشتر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توجان کاخطرہ ہے اس لئے اس کاعلاج ناممکن ہے ۔اسماع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”چون ازاطب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ما</w:t>
      </w:r>
      <w:r w:rsidR="00980366">
        <w:rPr>
          <w:rFonts w:hint="eastAsia"/>
          <w:rtl/>
          <w:lang w:bidi="ur-PK"/>
        </w:rPr>
        <w:t>یو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شدم عز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ت مشہد</w:t>
      </w:r>
      <w:r>
        <w:rPr>
          <w:rFonts w:hint="eastAsia"/>
          <w:rtl/>
          <w:lang w:bidi="ur-PK"/>
        </w:rPr>
        <w:t>شر</w:t>
      </w:r>
      <w:r w:rsidR="00523C85">
        <w:rPr>
          <w:rFonts w:hint="eastAsia"/>
          <w:rtl/>
          <w:lang w:bidi="ur-PK"/>
        </w:rPr>
        <w:t>یف</w:t>
      </w:r>
      <w:r>
        <w:rPr>
          <w:rtl/>
          <w:lang w:bidi="ur-PK"/>
        </w:rPr>
        <w:t xml:space="preserve"> سرمن رائے کردم“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تمام اطباء سے ما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س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توسامرہ کے سرداب کے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ا،اوروہاں</w:t>
      </w:r>
      <w:r>
        <w:rPr>
          <w:rtl/>
          <w:lang w:bidi="ur-PK"/>
        </w:rPr>
        <w:t xml:space="preserve"> پرحضرت صاحب الامرکومتوجہ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دجلہ سے غسل کرکے واپس آرہاتھا کہ چارسوارنظرآئے ،ان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زخم کے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ہاتھ پھ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بالکل اچھا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صحت پرتعجب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کررہاتھا کہ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سوارنے جوسف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ر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 تھے کہا کہ تعجب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تجھے شفاد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ے والے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ان کے قدموں کا بوسہ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 لوگ نظروں سے غائب ہوگئے ۔ (شواہدالنبوت ص </w:t>
      </w:r>
      <w:r>
        <w:rPr>
          <w:rtl/>
          <w:lang w:bidi="fa-IR"/>
        </w:rPr>
        <w:t>۲۱۴</w:t>
      </w:r>
      <w:r>
        <w:rPr>
          <w:rtl/>
          <w:lang w:bidi="ur-PK"/>
        </w:rPr>
        <w:t xml:space="preserve"> وکشف الغمہ ص </w:t>
      </w:r>
      <w:r>
        <w:rPr>
          <w:rtl/>
          <w:lang w:bidi="fa-IR"/>
        </w:rPr>
        <w:t xml:space="preserve">۱۳۲)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60" w:name="_Toc509136982"/>
      <w:r>
        <w:rPr>
          <w:rFonts w:hint="eastAsia"/>
          <w:rtl/>
          <w:lang w:bidi="ur-PK"/>
        </w:rPr>
        <w:lastRenderedPageBreak/>
        <w:t>اسحاق</w:t>
      </w:r>
      <w:r>
        <w:rPr>
          <w:rtl/>
          <w:lang w:bidi="ur-PK"/>
        </w:rPr>
        <w:t xml:space="preserve"> بن 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قوب کے نام امام عصرکاخط :</w:t>
      </w:r>
      <w:bookmarkEnd w:id="36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بحوالہ محمد بن 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قوب کل</w:t>
      </w:r>
      <w:r w:rsidR="00B0571B">
        <w:rPr>
          <w:rtl/>
          <w:lang w:bidi="ur-PK"/>
        </w:rPr>
        <w:t>ین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اسحق بن 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قوب نے بذر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محمد بن عثمان عمر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ارسال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سوالات مندرج تھے ۔حضرت نے بخط خود جواب 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اورتمام سوالات کے جوابات 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 عنآ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فرمائے ج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اجز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 ) </w:t>
      </w:r>
      <w:r>
        <w:rPr>
          <w:rtl/>
          <w:lang w:bidi="ur-PK"/>
        </w:rPr>
        <w:t>جوہمارامنکرہے ،وہ ہم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۲ ) </w:t>
      </w:r>
      <w:r>
        <w:rPr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عز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 xml:space="preserve">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جومخالفت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ابن نوح اوربرادران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سف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۳ ) </w:t>
      </w:r>
      <w:r>
        <w:rPr>
          <w:rtl/>
          <w:lang w:bidi="ur-PK"/>
        </w:rPr>
        <w:t xml:space="preserve">فقاع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شراب کاپ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 حرام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۴ ) </w:t>
      </w:r>
      <w:r>
        <w:rPr>
          <w:rtl/>
          <w:lang w:bidi="ur-PK"/>
        </w:rPr>
        <w:t>ہم تمہارے مال صرف اس لئے (بطورخمس قبول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 پاک ہوجاؤ اورعذاب سے نجات حاصل کرسکو۔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۵ ) </w:t>
      </w:r>
      <w:r>
        <w:rPr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ظہورکرنے اورنہ کرنے کا تعلق صرف خداسے ہے جولوگ وقت ظہورمقررکرتے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جھوٹ بولتے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۶ ) </w:t>
      </w:r>
      <w:r>
        <w:rPr>
          <w:rtl/>
          <w:lang w:bidi="ur-PK"/>
        </w:rPr>
        <w:t xml:space="preserve">جولوگ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قتل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وہ کافرجھوٹے ا ورگمراہ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۷ ) </w:t>
      </w:r>
      <w:r>
        <w:rPr>
          <w:rtl/>
          <w:lang w:bidi="ur-PK"/>
        </w:rPr>
        <w:t xml:space="preserve">تمام واقع ہونے والے حوادث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سفر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پراعتماد</w:t>
      </w:r>
      <w:r>
        <w:rPr>
          <w:rtl/>
          <w:lang w:bidi="ur-PK"/>
        </w:rPr>
        <w:t xml:space="preserve"> کرو ،وہ 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تمھارے لئے حجت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حجت اللہ ہوں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۸ ) ” </w:t>
      </w:r>
      <w:r>
        <w:rPr>
          <w:rtl/>
          <w:lang w:bidi="ur-PK"/>
        </w:rPr>
        <w:t>محمد بن عثمان “ ام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اورثقہ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۹ ) </w:t>
      </w:r>
      <w:r>
        <w:rPr>
          <w:rtl/>
          <w:lang w:bidi="ur-PK"/>
        </w:rPr>
        <w:t>محمد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اراہواز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کادل انشاء اللہ بہت صاف ہوجائے گا اورانھےں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نہ رہے گا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۱۰ ) </w:t>
      </w:r>
      <w:r>
        <w:rPr>
          <w:rtl/>
          <w:lang w:bidi="ur-PK"/>
        </w:rPr>
        <w:t>گانے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اجرت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حرام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۱۱ ) </w:t>
      </w:r>
      <w:r>
        <w:rPr>
          <w:rtl/>
          <w:lang w:bidi="ur-PK"/>
        </w:rPr>
        <w:t>محمد بن شاذان بن ن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م ہمارے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۱۲ ) </w:t>
      </w:r>
      <w:r>
        <w:rPr>
          <w:rtl/>
          <w:lang w:bidi="ur-PK"/>
        </w:rPr>
        <w:t>ابوالخطاب محمدبن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ب اجدع ملعون ہے اوران کے ماننے والے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ملعون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باپ دادا اس سے اور اس کے باپ دادا سے ہم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ہ بے زاررہے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۱۳ ) </w:t>
      </w:r>
      <w:r>
        <w:rPr>
          <w:rtl/>
          <w:lang w:bidi="ur-PK"/>
        </w:rPr>
        <w:t>جوہمارا مال کھاتے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اپنے پ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 xml:space="preserve">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آگ بھررہے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۱۴ ) </w:t>
      </w:r>
      <w:r>
        <w:rPr>
          <w:rtl/>
          <w:lang w:bidi="ur-PK"/>
        </w:rPr>
        <w:t>خمس ہمارے سادات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کے لئے حلال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۱۵ ) </w:t>
      </w:r>
      <w:r>
        <w:rPr>
          <w:rtl/>
          <w:lang w:bidi="ur-PK"/>
        </w:rPr>
        <w:t>جولوگ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خدا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شک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اپنے خود ذمہ دارہ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۱۶ ) </w:t>
      </w:r>
      <w:r>
        <w:rPr>
          <w:rtl/>
          <w:lang w:bidi="ur-PK"/>
        </w:rPr>
        <w:t>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ں واقع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 سے متعلق ہے اس کے متعلق سوال ب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ارہے۔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آباؤاجداد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والوں کے شکنجہ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خدانے مجھے اس شکنجہ سے بچال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ظہورکروںگا بالکل آزاد ہوںگا ۔</w:t>
      </w:r>
    </w:p>
    <w:p w:rsidR="000B625E" w:rsidRDefault="000B625E" w:rsidP="001F4EA2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>17) زمانہ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مجھ سے فائدہ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؟ اس کے متعلق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لوکہ 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</w:t>
      </w:r>
      <w:r w:rsidR="007F6485">
        <w:rPr>
          <w:rtl/>
          <w:lang w:bidi="ur-PK"/>
        </w:rPr>
        <w:t>یس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ے ابر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چھپے ہوئے آفتاب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ستاروں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اہل ارض کے لئے امان ہوں تم لوگ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اورظہورسے متعلق سوالات کا سلسلہ بندکرواورخداوندعالم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دعاکرو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وہ جلد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ظہورکاحکم دے ،اے اسحاق ! تم پراوران لوگوں پرم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اسلام ہو جوہدآ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اتباع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۲۵۸</w:t>
      </w:r>
      <w:r>
        <w:rPr>
          <w:rtl/>
          <w:lang w:bidi="ur-PK"/>
        </w:rPr>
        <w:t xml:space="preserve"> مجالس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</w:t>
      </w:r>
      <w:r>
        <w:rPr>
          <w:rtl/>
          <w:lang w:bidi="fa-IR"/>
        </w:rPr>
        <w:t>۱۹۰</w:t>
      </w:r>
      <w:r>
        <w:rPr>
          <w:rtl/>
          <w:lang w:bidi="ur-PK"/>
        </w:rPr>
        <w:t>، کشف الغمہ ص</w:t>
      </w:r>
      <w:r>
        <w:rPr>
          <w:rtl/>
          <w:lang w:bidi="fa-IR"/>
        </w:rPr>
        <w:t>۱۴۰)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61" w:name="_Toc509136983"/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محمدبن محمد کے نام امام زمانہ کامکتوب گرام</w:t>
      </w:r>
      <w:r>
        <w:rPr>
          <w:rFonts w:hint="cs"/>
          <w:rtl/>
          <w:lang w:bidi="ur-PK"/>
        </w:rPr>
        <w:t>ی</w:t>
      </w:r>
      <w:bookmarkEnd w:id="36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حضرت امام عصرعل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جناب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ابوعبداللہ محمد بن محمد بن نعمان کے نام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مکتوب ارسال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انھوں نے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اوربہت سے واقعات سے موصوف کوآگاہ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ان کے مکتوب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ترجمہ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B0571B">
        <w:rPr>
          <w:rFonts w:hint="eastAsia"/>
          <w:rtl/>
          <w:lang w:bidi="ur-PK"/>
        </w:rPr>
        <w:t>یے</w:t>
      </w:r>
      <w:r>
        <w:rPr>
          <w:rtl/>
          <w:lang w:bidi="ur-PK"/>
        </w:rPr>
        <w:t xml:space="preserve"> ن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برادراورلائق محب، تم پرم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اسلام ہو ۔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 w:rsidR="00B0571B">
        <w:rPr>
          <w:rtl/>
          <w:lang w:bidi="ur-PK"/>
        </w:rPr>
        <w:t>ین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معاملہ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خلوص حاصل ہے اورتم ہمارے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 w:rsidR="00523C85">
        <w:rPr>
          <w:rtl/>
          <w:lang w:bidi="ur-PK"/>
        </w:rPr>
        <w:t>یق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کامل رکھتے ہو ۔ہم اس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کے سواکوئ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معبود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ہم درود بھ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 آل پرہمار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دعاء ہے کہ خداتمہ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>ات د</w:t>
      </w:r>
      <w:r w:rsidR="00B0571B">
        <w:rPr>
          <w:rtl/>
          <w:lang w:bidi="ur-PK"/>
        </w:rPr>
        <w:t>ین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ہ قائم رکھے اورتمہ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ںنصرت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ہم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ہ متوجہ رکھے ۔تم جوہمارے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صدق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رہتے ہو ،خدا تم کواس کااجرعطافرمائے ۔تم نے جوہم سے خط وکتابت کاسلسہ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اوردوستوں کوفائدہ پہونچا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وہ قابل مدح وستائش ہے ۔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دعاہے کہ خ</w:t>
      </w:r>
      <w:r>
        <w:rPr>
          <w:rFonts w:hint="eastAsia"/>
          <w:rtl/>
          <w:lang w:bidi="ur-PK"/>
        </w:rPr>
        <w:t>داتم</w:t>
      </w:r>
      <w:r>
        <w:rPr>
          <w:rtl/>
          <w:lang w:bidi="ur-PK"/>
        </w:rPr>
        <w:t xml:space="preserve"> کو دشمنوں کے مقابلہ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رکھے ۔ اب ذرا ٹہرجاؤ ۔ اورج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اہم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پرعمل کرو ۔ اگرچہ ہم ظالموں کے امکانات سے دورہ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ہمارے لئے خداکاف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نے ہم کوہمارے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ذرائع دکھائے دئ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جب تک دولت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فاسقوں کے ہاتھ 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ہم کوتمہار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خبرےں پہونچت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اورتمہارے معاملات کے متعلق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ہم سے پوش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ہ نہ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ہم ان لغزشوں کوجانتے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جولوگوں سے اپنے ن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اسلاف کے خلاف ظاہرہورہ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(شا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اس سے اپنے چچا جعفرک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) انھوںنے اپنے عہدوں کوپس </w:t>
      </w:r>
      <w:r>
        <w:rPr>
          <w:rFonts w:hint="eastAsia"/>
          <w:rtl/>
          <w:lang w:bidi="ur-PK"/>
        </w:rPr>
        <w:t>پشت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اوہ</w:t>
      </w:r>
      <w:r>
        <w:rPr>
          <w:rtl/>
          <w:lang w:bidi="ur-PK"/>
        </w:rPr>
        <w:t xml:space="preserve"> کچھ جانتے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تاہم ہم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کوچھوڑنے والے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اورنہ ان کے ذکربھولنے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اگرا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اہوتا توان پرمص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>تےں نازل ہوجاتےں اوردشمنوں کوغلبہ حاصل ہوجاتا ،پس ان سے کہو کہ خداسے ڈرواورہمارے امرونہ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کرو اوراللہ اپنے نور</w:t>
      </w:r>
      <w:r>
        <w:rPr>
          <w:rFonts w:hint="eastAsia"/>
          <w:rtl/>
          <w:lang w:bidi="ur-PK"/>
        </w:rPr>
        <w:t>کاکامل</w:t>
      </w:r>
      <w:r>
        <w:rPr>
          <w:rtl/>
          <w:lang w:bidi="ur-PK"/>
        </w:rPr>
        <w:t xml:space="preserve"> کرنے والاہے ،چاہے مشرک ک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کراہت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کوپکڑے رہو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کاضامن ہوں جوخداک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کاراستہ چلے گا ۔ ا س سال جماد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الاول کامہ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ہ آئے گا تواس کے واقعات سے عبرت حاصل کرنا تمہارے لئے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وآسمان سے روشن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تےں</w:t>
      </w:r>
      <w:r>
        <w:rPr>
          <w:rtl/>
          <w:lang w:bidi="ur-PK"/>
        </w:rPr>
        <w:t xml:space="preserve"> ظاہرہوںگ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۔مسلمانوں کے گرو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حزن وقلق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بمقام عراق پھنس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بداعمال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رزق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ذلت ومص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>ت شر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ھلاکت کے بعد دورہوجائ</w:t>
      </w:r>
      <w:r w:rsidR="00523C85">
        <w:rPr>
          <w:rtl/>
          <w:lang w:bidi="ur-PK"/>
        </w:rPr>
        <w:t>یگ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  <w:r>
        <w:rPr>
          <w:rtl/>
          <w:lang w:bidi="ur-PK"/>
        </w:rPr>
        <w:lastRenderedPageBreak/>
        <w:t>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ھلاکت سے ن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اورمتق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 خوش ہوں گے لوگوں کوچاہ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کہ وہ ا 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ے کام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سے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ہوناچاہ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کہ جب موت 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توباب توبہ بند ہوجائے گا اورخدائ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قہرسے نجات نہ ملے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تم کون</w:t>
      </w:r>
      <w:r w:rsidR="00523C85">
        <w:rPr>
          <w:rtl/>
          <w:lang w:bidi="ur-PK"/>
        </w:rPr>
        <w:t>یک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پرقائم رکھے ،اورتم پررحمت نازل کرے ۔ “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 عہد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کاہے ،ک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</w:t>
      </w:r>
      <w:r>
        <w:rPr>
          <w:rtl/>
          <w:lang w:bidi="fa-IR"/>
        </w:rPr>
        <w:t>۱۱</w:t>
      </w:r>
      <w:r>
        <w:rPr>
          <w:rtl/>
          <w:lang w:bidi="ur-PK"/>
        </w:rPr>
        <w:t xml:space="preserve">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قعدہ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۳۳۶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اوروفات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رمضان </w:t>
      </w:r>
      <w:r>
        <w:rPr>
          <w:rtl/>
          <w:lang w:bidi="fa-IR"/>
        </w:rPr>
        <w:t>۴۱۳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صغر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کااختتام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شعبان </w:t>
      </w:r>
      <w:r>
        <w:rPr>
          <w:rtl/>
          <w:lang w:bidi="fa-IR"/>
        </w:rPr>
        <w:t>۳۲۹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ہواہے علامہ کب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حضرت شہ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ثالث علامہ نوراللہ شوشتر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مجالس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ص </w:t>
      </w:r>
      <w:r>
        <w:rPr>
          <w:rtl/>
          <w:lang w:bidi="fa-IR"/>
        </w:rPr>
        <w:t>۲۰۶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مرنے کے بعد حضرت امام عصرنے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شعر ارسال فرمائے تھے جومرحوم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قبرپرکندہ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1B067F">
      <w:pPr>
        <w:pStyle w:val="Heading2Center"/>
        <w:rPr>
          <w:rtl/>
          <w:lang w:bidi="ur-PK"/>
        </w:rPr>
      </w:pPr>
      <w:bookmarkStart w:id="362" w:name="_Toc509136984"/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حضرات کے نام جنھوں نے زمانہ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صغر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ہے</w:t>
      </w:r>
      <w:bookmarkEnd w:id="36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چاروکلائے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اورسات وکلائے 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جن لوگوں نے حضرت امام عصرعل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ھا ہے ان کے اسماء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بعض کے نام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بغداد</w:t>
      </w:r>
      <w:r>
        <w:rPr>
          <w:rtl/>
          <w:lang w:bidi="ur-PK"/>
        </w:rPr>
        <w:t xml:space="preserve"> کے رہنے والوں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( </w:t>
      </w:r>
      <w:r>
        <w:rPr>
          <w:rtl/>
          <w:lang w:bidi="fa-IR"/>
        </w:rPr>
        <w:t xml:space="preserve">۱) </w:t>
      </w:r>
      <w:r>
        <w:rPr>
          <w:rtl/>
          <w:lang w:bidi="ur-PK"/>
        </w:rPr>
        <w:t>ابوالقاسم بن رئ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۲) </w:t>
      </w:r>
      <w:r>
        <w:rPr>
          <w:rtl/>
          <w:lang w:bidi="ur-PK"/>
        </w:rPr>
        <w:t xml:space="preserve">ابوعبداللہ ابن فروخ ( </w:t>
      </w:r>
      <w:r>
        <w:rPr>
          <w:rtl/>
          <w:lang w:bidi="fa-IR"/>
        </w:rPr>
        <w:t xml:space="preserve">۳) </w:t>
      </w:r>
      <w:r>
        <w:rPr>
          <w:rtl/>
          <w:lang w:bidi="ur-PK"/>
        </w:rPr>
        <w:t xml:space="preserve">مسرورالطباخ(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 xml:space="preserve">۵) </w:t>
      </w:r>
      <w:r>
        <w:rPr>
          <w:rtl/>
          <w:lang w:bidi="ur-PK"/>
        </w:rPr>
        <w:t xml:space="preserve">احمدومحمدپسران حسن ( </w:t>
      </w:r>
      <w:r>
        <w:rPr>
          <w:rtl/>
          <w:lang w:bidi="fa-IR"/>
        </w:rPr>
        <w:t xml:space="preserve">۶) </w:t>
      </w:r>
      <w:r>
        <w:rPr>
          <w:rtl/>
          <w:lang w:bidi="ur-PK"/>
        </w:rPr>
        <w:t xml:space="preserve">اسحاق کاتب ازنوبخت ( </w:t>
      </w:r>
      <w:r>
        <w:rPr>
          <w:rtl/>
          <w:lang w:bidi="fa-IR"/>
        </w:rPr>
        <w:t xml:space="preserve">۷) </w:t>
      </w:r>
      <w:r>
        <w:rPr>
          <w:rtl/>
          <w:lang w:bidi="ur-PK"/>
        </w:rPr>
        <w:t>صاحب الفر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۸) </w:t>
      </w:r>
      <w:r>
        <w:rPr>
          <w:rtl/>
          <w:lang w:bidi="ur-PK"/>
        </w:rPr>
        <w:t xml:space="preserve">صاحب الصرة المختومہ ( </w:t>
      </w:r>
      <w:r>
        <w:rPr>
          <w:rtl/>
          <w:lang w:bidi="fa-IR"/>
        </w:rPr>
        <w:t xml:space="preserve">۹) </w:t>
      </w:r>
      <w:r>
        <w:rPr>
          <w:rtl/>
          <w:lang w:bidi="ur-PK"/>
        </w:rPr>
        <w:t>ابوالقاسم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۱۰) </w:t>
      </w:r>
      <w:r>
        <w:rPr>
          <w:rtl/>
          <w:lang w:bidi="ur-PK"/>
        </w:rPr>
        <w:t>ابوعبداللہ الکند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۱۱) </w:t>
      </w:r>
      <w:r>
        <w:rPr>
          <w:rtl/>
          <w:lang w:bidi="ur-PK"/>
        </w:rPr>
        <w:t>ابوعبداللہ الج</w:t>
      </w:r>
      <w:r>
        <w:rPr>
          <w:rFonts w:hint="eastAsia"/>
          <w:rtl/>
          <w:lang w:bidi="ur-PK"/>
        </w:rPr>
        <w:t>ن</w:t>
      </w:r>
      <w:r w:rsidR="007F6485">
        <w:rPr>
          <w:rFonts w:hint="eastAsia"/>
          <w:rtl/>
          <w:lang w:bidi="ur-PK"/>
        </w:rPr>
        <w:t>ید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۱۲) </w:t>
      </w:r>
      <w:r>
        <w:rPr>
          <w:rtl/>
          <w:lang w:bidi="ur-PK"/>
        </w:rPr>
        <w:t xml:space="preserve">ہارون الفراز ( </w:t>
      </w:r>
      <w:r>
        <w:rPr>
          <w:rtl/>
          <w:lang w:bidi="fa-IR"/>
        </w:rPr>
        <w:t xml:space="preserve">۱۳) </w:t>
      </w:r>
      <w:r>
        <w:rPr>
          <w:rtl/>
          <w:lang w:bidi="ur-PK"/>
        </w:rPr>
        <w:t>الن</w:t>
      </w:r>
      <w:r w:rsidR="00B0571B">
        <w:rPr>
          <w:rtl/>
          <w:lang w:bidi="ur-PK"/>
        </w:rPr>
        <w:t>یل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(ہمدان کے باشندوں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) ( </w:t>
      </w:r>
      <w:r>
        <w:rPr>
          <w:rtl/>
          <w:lang w:bidi="fa-IR"/>
        </w:rPr>
        <w:t xml:space="preserve">۱۴) </w:t>
      </w:r>
      <w:r>
        <w:rPr>
          <w:rtl/>
          <w:lang w:bidi="ur-PK"/>
        </w:rPr>
        <w:t xml:space="preserve">محمد بن کشمر( </w:t>
      </w:r>
      <w:r>
        <w:rPr>
          <w:rtl/>
          <w:lang w:bidi="fa-IR"/>
        </w:rPr>
        <w:t xml:space="preserve">۱۵) </w:t>
      </w:r>
      <w:r>
        <w:rPr>
          <w:rtl/>
          <w:lang w:bidi="ur-PK"/>
        </w:rPr>
        <w:t>و جعفربن ہمدان (د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ورکے رہنے والوں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) ( </w:t>
      </w:r>
      <w:r>
        <w:rPr>
          <w:rtl/>
          <w:lang w:bidi="fa-IR"/>
        </w:rPr>
        <w:t xml:space="preserve">۱۶) </w:t>
      </w:r>
      <w:r>
        <w:rPr>
          <w:rtl/>
          <w:lang w:bidi="ur-PK"/>
        </w:rPr>
        <w:t xml:space="preserve">حسن بن ہروان( </w:t>
      </w:r>
      <w:r>
        <w:rPr>
          <w:rtl/>
          <w:lang w:bidi="fa-IR"/>
        </w:rPr>
        <w:t xml:space="preserve">۱۷) </w:t>
      </w:r>
      <w:r>
        <w:rPr>
          <w:rtl/>
          <w:lang w:bidi="ur-PK"/>
        </w:rPr>
        <w:t xml:space="preserve">احمدبن ہروان (ازاصفہان ) ( </w:t>
      </w:r>
      <w:r>
        <w:rPr>
          <w:rtl/>
          <w:lang w:bidi="fa-IR"/>
        </w:rPr>
        <w:t xml:space="preserve">۱۸) </w:t>
      </w:r>
      <w:r>
        <w:rPr>
          <w:rtl/>
          <w:lang w:bidi="ur-PK"/>
        </w:rPr>
        <w:t>ابن بازشالہ (ازض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ر) ( </w:t>
      </w:r>
      <w:r>
        <w:rPr>
          <w:rtl/>
          <w:lang w:bidi="fa-IR"/>
        </w:rPr>
        <w:t xml:space="preserve">۱۹) </w:t>
      </w:r>
      <w:r>
        <w:rPr>
          <w:rtl/>
          <w:lang w:bidi="ur-PK"/>
        </w:rPr>
        <w:t>ز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ان (ازقم) ( </w:t>
      </w:r>
      <w:r>
        <w:rPr>
          <w:rtl/>
          <w:lang w:bidi="fa-IR"/>
        </w:rPr>
        <w:t xml:space="preserve">۲۰) </w:t>
      </w:r>
      <w:r>
        <w:rPr>
          <w:rtl/>
          <w:lang w:bidi="ur-PK"/>
        </w:rPr>
        <w:t xml:space="preserve">حسن بن نصر ( </w:t>
      </w:r>
      <w:r>
        <w:rPr>
          <w:rtl/>
          <w:lang w:bidi="fa-IR"/>
        </w:rPr>
        <w:t xml:space="preserve">۲۱) </w:t>
      </w:r>
      <w:r>
        <w:rPr>
          <w:rtl/>
          <w:lang w:bidi="ur-PK"/>
        </w:rPr>
        <w:t>محمدبن م</w:t>
      </w:r>
      <w:r>
        <w:rPr>
          <w:rFonts w:hint="eastAsia"/>
          <w:rtl/>
          <w:lang w:bidi="ur-PK"/>
        </w:rPr>
        <w:t>حمد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۲۲) </w:t>
      </w:r>
      <w:r>
        <w:rPr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 بن اسحاق ( </w:t>
      </w:r>
      <w:r>
        <w:rPr>
          <w:rtl/>
          <w:lang w:bidi="fa-IR"/>
        </w:rPr>
        <w:t xml:space="preserve">۲۳) </w:t>
      </w:r>
      <w:r>
        <w:rPr>
          <w:rtl/>
          <w:lang w:bidi="ur-PK"/>
        </w:rPr>
        <w:t xml:space="preserve">محمدبن اسحاق ( </w:t>
      </w:r>
      <w:r>
        <w:rPr>
          <w:rtl/>
          <w:lang w:bidi="fa-IR"/>
        </w:rPr>
        <w:t xml:space="preserve">۲۴) </w:t>
      </w:r>
      <w:r>
        <w:rPr>
          <w:rtl/>
          <w:lang w:bidi="ur-PK"/>
        </w:rPr>
        <w:t xml:space="preserve">حسن بن 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قوب (ازر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 ( </w:t>
      </w:r>
      <w:r>
        <w:rPr>
          <w:rtl/>
          <w:lang w:bidi="fa-IR"/>
        </w:rPr>
        <w:t xml:space="preserve">۲۵) </w:t>
      </w:r>
      <w:r>
        <w:rPr>
          <w:rtl/>
          <w:lang w:bidi="ur-PK"/>
        </w:rPr>
        <w:t>قسم بن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۲۶) </w:t>
      </w:r>
      <w:r>
        <w:rPr>
          <w:rtl/>
          <w:lang w:bidi="ur-PK"/>
        </w:rPr>
        <w:t>فرزند قسم بن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>۹۲۷</w:t>
      </w:r>
      <w:r>
        <w:rPr>
          <w:rtl/>
          <w:lang w:bidi="ur-PK"/>
        </w:rPr>
        <w:t xml:space="preserve"> ابن محمد بن ہارون ( </w:t>
      </w:r>
      <w:r>
        <w:rPr>
          <w:rtl/>
          <w:lang w:bidi="fa-IR"/>
        </w:rPr>
        <w:t xml:space="preserve">۲۸) </w:t>
      </w:r>
      <w:r>
        <w:rPr>
          <w:rtl/>
          <w:lang w:bidi="ur-PK"/>
        </w:rPr>
        <w:t xml:space="preserve">صاحب الحصاقہ ( </w:t>
      </w:r>
      <w:r>
        <w:rPr>
          <w:rtl/>
          <w:lang w:bidi="fa-IR"/>
        </w:rPr>
        <w:t xml:space="preserve">۲۹) </w:t>
      </w:r>
      <w:r>
        <w:rPr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 ( </w:t>
      </w:r>
      <w:r>
        <w:rPr>
          <w:rtl/>
          <w:lang w:bidi="fa-IR"/>
        </w:rPr>
        <w:t xml:space="preserve">۳۰) </w:t>
      </w:r>
      <w:r>
        <w:rPr>
          <w:rtl/>
          <w:lang w:bidi="ur-PK"/>
        </w:rPr>
        <w:t xml:space="preserve">محمد بن 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قوب کل</w:t>
      </w:r>
      <w:r w:rsidR="00B0571B">
        <w:rPr>
          <w:rtl/>
          <w:lang w:bidi="ur-PK"/>
        </w:rPr>
        <w:t>ین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۳۱) </w:t>
      </w:r>
      <w:r>
        <w:rPr>
          <w:rtl/>
          <w:lang w:bidi="ur-PK"/>
        </w:rPr>
        <w:t>ابوجعفرالرق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(ازقزو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) ( </w:t>
      </w:r>
      <w:r>
        <w:rPr>
          <w:rtl/>
          <w:lang w:bidi="fa-IR"/>
        </w:rPr>
        <w:t xml:space="preserve">۳۲) </w:t>
      </w:r>
      <w:r>
        <w:rPr>
          <w:rtl/>
          <w:lang w:bidi="ur-PK"/>
        </w:rPr>
        <w:t xml:space="preserve">مرواس ( </w:t>
      </w:r>
      <w:r>
        <w:rPr>
          <w:rtl/>
          <w:lang w:bidi="fa-IR"/>
        </w:rPr>
        <w:t xml:space="preserve">۳۳) </w:t>
      </w:r>
      <w:r>
        <w:rPr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احمد (ازفارس ) ( </w:t>
      </w:r>
      <w:r>
        <w:rPr>
          <w:rtl/>
          <w:lang w:bidi="fa-IR"/>
        </w:rPr>
        <w:t xml:space="preserve">۳۴) </w:t>
      </w:r>
      <w:r>
        <w:rPr>
          <w:rtl/>
          <w:lang w:bidi="ur-PK"/>
        </w:rPr>
        <w:t xml:space="preserve">المجروح (ازشہزور) ( </w:t>
      </w:r>
      <w:r>
        <w:rPr>
          <w:rtl/>
          <w:lang w:bidi="fa-IR"/>
        </w:rPr>
        <w:t xml:space="preserve">۳۵) </w:t>
      </w:r>
      <w:r>
        <w:rPr>
          <w:rtl/>
          <w:lang w:bidi="ur-PK"/>
        </w:rPr>
        <w:t xml:space="preserve">ابن الجمال (ازقدس) ( </w:t>
      </w:r>
      <w:r>
        <w:rPr>
          <w:rtl/>
          <w:lang w:bidi="fa-IR"/>
        </w:rPr>
        <w:t xml:space="preserve">۳۶) </w:t>
      </w:r>
      <w:r>
        <w:rPr>
          <w:rtl/>
          <w:lang w:bidi="ur-PK"/>
        </w:rPr>
        <w:t xml:space="preserve">مجروح (ازمرو) ( </w:t>
      </w:r>
      <w:r>
        <w:rPr>
          <w:rtl/>
          <w:lang w:bidi="fa-IR"/>
        </w:rPr>
        <w:t xml:space="preserve">۳۷) </w:t>
      </w:r>
      <w:r>
        <w:rPr>
          <w:rtl/>
          <w:lang w:bidi="ur-PK"/>
        </w:rPr>
        <w:t>صاحب الالف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ار ( </w:t>
      </w:r>
      <w:r>
        <w:rPr>
          <w:rtl/>
          <w:lang w:bidi="fa-IR"/>
        </w:rPr>
        <w:t xml:space="preserve">۳۸) </w:t>
      </w:r>
      <w:r>
        <w:rPr>
          <w:rtl/>
          <w:lang w:bidi="ur-PK"/>
        </w:rPr>
        <w:t>صاحب المال والرقة الب</w:t>
      </w:r>
      <w:r w:rsidR="007F6485">
        <w:rPr>
          <w:rtl/>
          <w:lang w:bidi="ur-PK"/>
        </w:rPr>
        <w:t>یض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۳۹) </w:t>
      </w:r>
      <w:r>
        <w:rPr>
          <w:rtl/>
          <w:lang w:bidi="ur-PK"/>
        </w:rPr>
        <w:t>ابوثابت (ازن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ابور) ( </w:t>
      </w:r>
      <w:r>
        <w:rPr>
          <w:rtl/>
          <w:lang w:bidi="fa-IR"/>
        </w:rPr>
        <w:t xml:space="preserve">۴۰) </w:t>
      </w:r>
      <w:r>
        <w:rPr>
          <w:rtl/>
          <w:lang w:bidi="ur-PK"/>
        </w:rPr>
        <w:t>محمدبن شع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بن صالح (از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ن) ( </w:t>
      </w:r>
      <w:r>
        <w:rPr>
          <w:rtl/>
          <w:lang w:bidi="fa-IR"/>
        </w:rPr>
        <w:t xml:space="preserve">۴۱) </w:t>
      </w:r>
      <w:r>
        <w:rPr>
          <w:rtl/>
          <w:lang w:bidi="ur-PK"/>
        </w:rPr>
        <w:t>فضل بن بر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۴۲) </w:t>
      </w:r>
      <w:r>
        <w:rPr>
          <w:rtl/>
          <w:lang w:bidi="ur-PK"/>
        </w:rPr>
        <w:t xml:space="preserve">حسن بن فضل ( </w:t>
      </w:r>
      <w:r>
        <w:rPr>
          <w:rtl/>
          <w:lang w:bidi="fa-IR"/>
        </w:rPr>
        <w:t xml:space="preserve">۴۳) </w:t>
      </w:r>
      <w:r>
        <w:rPr>
          <w:rtl/>
          <w:lang w:bidi="ur-PK"/>
        </w:rPr>
        <w:t>جعفر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۴۴) </w:t>
      </w:r>
      <w:r>
        <w:rPr>
          <w:rtl/>
          <w:lang w:bidi="ur-PK"/>
        </w:rPr>
        <w:t>ابن الاعجم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۴۵) </w:t>
      </w:r>
      <w:r>
        <w:rPr>
          <w:rtl/>
          <w:lang w:bidi="ur-PK"/>
        </w:rPr>
        <w:t>شمشاط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(ازمصر) ( </w:t>
      </w:r>
      <w:r>
        <w:rPr>
          <w:rtl/>
          <w:lang w:bidi="fa-IR"/>
        </w:rPr>
        <w:t xml:space="preserve">۴۶) </w:t>
      </w:r>
      <w:r>
        <w:rPr>
          <w:rtl/>
          <w:lang w:bidi="ur-PK"/>
        </w:rPr>
        <w:t>صاحب المولود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۴۷) </w:t>
      </w:r>
      <w:r>
        <w:rPr>
          <w:rtl/>
          <w:lang w:bidi="ur-PK"/>
        </w:rPr>
        <w:t xml:space="preserve">صاحب ا لمال ( </w:t>
      </w:r>
      <w:r>
        <w:rPr>
          <w:rtl/>
          <w:lang w:bidi="fa-IR"/>
        </w:rPr>
        <w:t xml:space="preserve">۴۸) </w:t>
      </w:r>
      <w:r>
        <w:rPr>
          <w:rtl/>
          <w:lang w:bidi="ur-PK"/>
        </w:rPr>
        <w:t>ابورح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(ازنص</w:t>
      </w:r>
      <w:r w:rsidR="00980366">
        <w:rPr>
          <w:rtl/>
          <w:lang w:bidi="ur-PK"/>
        </w:rPr>
        <w:t>یب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) ( </w:t>
      </w:r>
      <w:r>
        <w:rPr>
          <w:rtl/>
          <w:lang w:bidi="fa-IR"/>
        </w:rPr>
        <w:t xml:space="preserve">۴۹) </w:t>
      </w:r>
      <w:r>
        <w:rPr>
          <w:rtl/>
          <w:lang w:bidi="ur-PK"/>
        </w:rPr>
        <w:t xml:space="preserve">ابومحمدابن الوجنا(ازاہواز) ( </w:t>
      </w:r>
      <w:r>
        <w:rPr>
          <w:rtl/>
          <w:lang w:bidi="fa-IR"/>
        </w:rPr>
        <w:t xml:space="preserve">۵۰) </w:t>
      </w:r>
      <w:r>
        <w:rPr>
          <w:rtl/>
          <w:lang w:bidi="ur-PK"/>
        </w:rPr>
        <w:t>الحص</w:t>
      </w:r>
      <w:r w:rsidR="00B0571B">
        <w:rPr>
          <w:rtl/>
          <w:lang w:bidi="ur-PK"/>
        </w:rPr>
        <w:t>ین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(عاےة المقصود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۱۲۱)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63" w:name="_Toc509136985"/>
      <w:r>
        <w:rPr>
          <w:rFonts w:hint="eastAsia"/>
          <w:rtl/>
          <w:lang w:bidi="ur-PK"/>
        </w:rPr>
        <w:t>ِِز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ناح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:</w:t>
      </w:r>
      <w:bookmarkEnd w:id="36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کہتے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صغر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مقدسہ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 w:rsidR="007F6485">
        <w:rPr>
          <w:rtl/>
          <w:lang w:bidi="ur-PK"/>
        </w:rPr>
        <w:t>یس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برآمد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</w:t>
      </w:r>
      <w:r w:rsidR="00E8268B">
        <w:rPr>
          <w:rtl/>
          <w:lang w:bidi="ur-PK"/>
        </w:rPr>
        <w:t xml:space="preserve">میں </w:t>
      </w:r>
      <w:r w:rsidR="00967932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تمام</w:t>
      </w:r>
      <w:r>
        <w:rPr>
          <w:rtl/>
          <w:lang w:bidi="ur-PK"/>
        </w:rPr>
        <w:t xml:space="preserve"> شہد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کربلا کے نام اورانکے قاتلوں کے آسم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اس ”ز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ناح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“ کے نام سے موسوم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اجاتاہے</w:t>
      </w:r>
      <w:r>
        <w:rPr>
          <w:rtl/>
          <w:lang w:bidi="ur-PK"/>
        </w:rPr>
        <w:t xml:space="preserve">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کہاجاتاہے کہ 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جوکہ حضرت ثقة الاسلام علامہ کل</w:t>
      </w:r>
      <w:r w:rsidR="00B0571B">
        <w:rPr>
          <w:rtl/>
          <w:lang w:bidi="ur-PK"/>
        </w:rPr>
        <w:t>ین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المتوف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۳۲۸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 سالہ تصن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 ہے وہ جب ا مام عصرک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” ھذا کاف لش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تنا۔“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ہمارے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وں کے لئے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ناح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توث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 بہت سے علماء 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علامہ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دعائے سباسب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64" w:name="_Toc509136986"/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کامرکز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:</w:t>
      </w:r>
      <w:bookmarkEnd w:id="36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چونکہ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طرح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،حضرت ادر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،حضرت خضر،حضرت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۔ ن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 xml:space="preserve"> دجال بطال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اجوج</w:t>
      </w:r>
      <w:r>
        <w:rPr>
          <w:rtl/>
          <w:lang w:bidi="ur-PK"/>
        </w:rPr>
        <w:t xml:space="preserve"> ماجوج اورابل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لع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اوران سب کامرکز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موجود ہے ۔ جہاں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مثلا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چوتھے آسمان پر(قرآن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>) ح</w:t>
      </w:r>
      <w:r>
        <w:rPr>
          <w:rFonts w:hint="eastAsia"/>
          <w:rtl/>
          <w:lang w:bidi="ur-PK"/>
        </w:rPr>
        <w:t>ضرت</w:t>
      </w:r>
      <w:r>
        <w:rPr>
          <w:rtl/>
          <w:lang w:bidi="ur-PK"/>
        </w:rPr>
        <w:t xml:space="preserve"> ادر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جنت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(قرآن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>) حضرت خضراورال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،مجمع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فارس وروم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قصر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(عجائب القصص علامہ عبدالواحد ص </w:t>
      </w:r>
      <w:r>
        <w:rPr>
          <w:rtl/>
          <w:lang w:bidi="fa-IR"/>
        </w:rPr>
        <w:t xml:space="preserve">۱۷۶) </w:t>
      </w:r>
      <w:r>
        <w:rPr>
          <w:rtl/>
          <w:lang w:bidi="ur-PK"/>
        </w:rPr>
        <w:t>اوردجال بطال طبرستان کے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مغرب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(کتاب 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۱۰۲) </w:t>
      </w:r>
      <w:r>
        <w:rPr>
          <w:rtl/>
          <w:lang w:bidi="ur-PK"/>
        </w:rPr>
        <w:t>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اجوج</w:t>
      </w:r>
      <w:r>
        <w:rPr>
          <w:rtl/>
          <w:lang w:bidi="ur-PK"/>
        </w:rPr>
        <w:t xml:space="preserve"> ماجوج بح</w:t>
      </w:r>
      <w:r w:rsidR="007F6485">
        <w:rPr>
          <w:rtl/>
          <w:lang w:bidi="ur-PK"/>
        </w:rPr>
        <w:t>یر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روم کے عقب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دوپہ</w:t>
      </w:r>
      <w:r>
        <w:rPr>
          <w:rFonts w:hint="eastAsia"/>
          <w:rtl/>
          <w:lang w:bidi="ur-PK"/>
        </w:rPr>
        <w:t>اڑوں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(کتاب 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۴۷) </w:t>
      </w:r>
      <w:r>
        <w:rPr>
          <w:rtl/>
          <w:lang w:bidi="ur-PK"/>
        </w:rPr>
        <w:t>اورابل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لع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،استعمارارض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والے پا</w:t>
      </w:r>
      <w:r>
        <w:rPr>
          <w:rFonts w:hint="cs"/>
          <w:rtl/>
          <w:lang w:bidi="ur-PK"/>
        </w:rPr>
        <w:t>ی</w:t>
      </w:r>
      <w:r w:rsidR="001F4EA2">
        <w:rPr>
          <w:rFonts w:hint="eastAsia"/>
          <w:rtl/>
          <w:lang w:bidi="ur-PK"/>
        </w:rPr>
        <w:t xml:space="preserve">ہ </w:t>
      </w:r>
      <w:r>
        <w:rPr>
          <w:rtl/>
          <w:lang w:bidi="ur-PK"/>
        </w:rPr>
        <w:t xml:space="preserve"> تخت ملتان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>(کتاب ارشادالطالب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علامہ اخوند درو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 xml:space="preserve">ہ ص </w:t>
      </w:r>
      <w:r>
        <w:rPr>
          <w:rtl/>
          <w:lang w:bidi="fa-IR"/>
        </w:rPr>
        <w:t xml:space="preserve">۲۴۳) </w:t>
      </w:r>
      <w:r>
        <w:rPr>
          <w:rtl/>
          <w:lang w:bidi="ur-PK"/>
        </w:rPr>
        <w:t>تو لامحالہ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مرکز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ہوناضرور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جہاں آپ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فرماہوں اوروہاں سے </w:t>
      </w:r>
      <w:r>
        <w:rPr>
          <w:rFonts w:hint="eastAsia"/>
          <w:rtl/>
          <w:lang w:bidi="ur-PK"/>
        </w:rPr>
        <w:t>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فرائض انجام 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ے ہوں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کہاجاتاہے کہ زمانہ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(جز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خضر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اوربحراب</w:t>
      </w:r>
      <w:r w:rsidR="007F6485">
        <w:rPr>
          <w:rFonts w:hint="eastAsia"/>
          <w:rtl/>
          <w:lang w:bidi="ur-PK"/>
        </w:rPr>
        <w:t>یض</w:t>
      </w:r>
      <w:r>
        <w:rPr>
          <w:rtl/>
          <w:lang w:bidi="ur-PK"/>
        </w:rPr>
        <w:t xml:space="preserve">)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اپنے اصحاب سم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باعجازتمام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اورہرجگہ پہنچاکرتے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خضر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سرزم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ولآ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بربر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اندلس واقع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معموروآبادہے ، اس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ساحل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موضع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جوبشکل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ہے اسے اندلس والے (جز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رفضہ )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 xml:space="preserve">نکہ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تمام آباد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خوراک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خضراسے براہ بحراب</w:t>
      </w:r>
      <w:r w:rsidR="007F6485">
        <w:rPr>
          <w:rtl/>
          <w:lang w:bidi="ur-PK"/>
        </w:rPr>
        <w:t>یض</w:t>
      </w:r>
      <w:r>
        <w:rPr>
          <w:rtl/>
          <w:lang w:bidi="ur-PK"/>
        </w:rPr>
        <w:t xml:space="preserve"> سال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دوب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ارسال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۔ملاحظہ ہو(تار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جہاں آرا۔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العماء ،کفاےة المہد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،کشف القناع ،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،رسالہ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خضراء وبحراب</w:t>
      </w:r>
      <w:r w:rsidR="007F6485">
        <w:rPr>
          <w:rtl/>
          <w:lang w:bidi="ur-PK"/>
        </w:rPr>
        <w:t>یض</w:t>
      </w:r>
      <w:r>
        <w:rPr>
          <w:rtl/>
          <w:lang w:bidi="ur-PK"/>
        </w:rPr>
        <w:t xml:space="preserve"> اورمجالس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علامہ نوراللہ شوشتر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وبحارالانوار،علامہ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روضة الشہداء علامہ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واعظ کاشف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۴۳۹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اقصائے بلاد مغرب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ہونے اوران کے شہروں پرتصرف رکھنے اورصاحب اولادوغ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ہونے کاحوالہ ہے ۔ امام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عبدالمومن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نورالابصارکے ص </w:t>
      </w:r>
      <w:r>
        <w:rPr>
          <w:rtl/>
          <w:lang w:bidi="fa-IR"/>
        </w:rPr>
        <w:t>۱۵۲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بحوالہ کتاب جامع الفنون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اث</w:t>
      </w:r>
      <w:r>
        <w:rPr>
          <w:rtl/>
          <w:lang w:bidi="ur-PK"/>
        </w:rPr>
        <w:t xml:space="preserve"> اللغاث کے ص </w:t>
      </w:r>
      <w:r>
        <w:rPr>
          <w:rtl/>
          <w:lang w:bidi="fa-IR"/>
        </w:rPr>
        <w:t>۷۲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جس کے جانب مشرق چ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،جانب غرب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ن ، جانب شمال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ہند، جانب جنوب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مح</w:t>
      </w:r>
      <w:r w:rsidR="007F6485">
        <w:rPr>
          <w:rtl/>
          <w:lang w:bidi="ur-PK"/>
        </w:rPr>
        <w:t>یط</w:t>
      </w:r>
      <w:r>
        <w:rPr>
          <w:rtl/>
          <w:lang w:bidi="ur-PK"/>
        </w:rPr>
        <w:t xml:space="preserve"> واقع ہے ۔ اس بحراب</w:t>
      </w:r>
      <w:r w:rsidR="007F6485">
        <w:rPr>
          <w:rtl/>
          <w:lang w:bidi="ur-PK"/>
        </w:rPr>
        <w:t>یض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 xml:space="preserve">واخضرکاطول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ہزارفرسخ اورعرض پانچ سوفرسخ ہے اس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بہت</w:t>
      </w:r>
      <w:r>
        <w:rPr>
          <w:rtl/>
          <w:lang w:bidi="ur-PK"/>
        </w:rPr>
        <w:t xml:space="preserve"> سے جز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ے آباد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سراند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کتاب کے ص </w:t>
      </w:r>
      <w:r>
        <w:rPr>
          <w:rtl/>
          <w:lang w:bidi="fa-IR"/>
        </w:rPr>
        <w:t>۲۹۵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”صاحب الزمان“ حضرت امام مہ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کالقب ہے علامہ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جس مکان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”ب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الحمد“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۲۶۳)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1B067F">
      <w:pPr>
        <w:pStyle w:val="Heading2Center"/>
        <w:rPr>
          <w:rtl/>
          <w:lang w:bidi="ur-PK"/>
        </w:rPr>
      </w:pPr>
      <w:bookmarkStart w:id="365" w:name="_Toc509136987"/>
      <w:r>
        <w:rPr>
          <w:rFonts w:hint="eastAsia"/>
          <w:rtl/>
          <w:lang w:bidi="ur-PK"/>
        </w:rPr>
        <w:t>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خضرا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ملاقات</w:t>
      </w:r>
      <w:bookmarkEnd w:id="36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گاہ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خضر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جولوگ پہنچے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 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صالح ،ش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ز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العابد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فاضل مازندران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کانام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طورپرنظرآتاہے ۔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 ، فضل بن </w:t>
      </w:r>
      <w:r w:rsidR="007F6485">
        <w:rPr>
          <w:rtl/>
          <w:lang w:bidi="ur-PK"/>
        </w:rPr>
        <w:t>یح</w:t>
      </w:r>
      <w:r w:rsidR="00980366">
        <w:rPr>
          <w:rtl/>
          <w:lang w:bidi="ur-PK"/>
        </w:rPr>
        <w:t>یی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 w:rsidR="00523C85">
        <w:rPr>
          <w:rtl/>
          <w:lang w:bidi="ur-PK"/>
        </w:rPr>
        <w:t>یع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عالم عامل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شمس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نجح حل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جلال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، عبداللہ ابن عوام حل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کے سفرک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وؤ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رسالہ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ضبط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۔ جس کامفصل ذکربحارالانوار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 ہے رسالہ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خضراء کے ص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اجل سع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شہ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بن محمد 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شمس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محمد اسداللہ شو</w:t>
      </w:r>
      <w:r>
        <w:rPr>
          <w:rFonts w:hint="eastAsia"/>
          <w:rtl/>
          <w:lang w:bidi="ur-PK"/>
        </w:rPr>
        <w:t>شتر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مؤلف</w:t>
      </w:r>
      <w:r>
        <w:rPr>
          <w:rtl/>
          <w:lang w:bidi="ur-PK"/>
        </w:rPr>
        <w:t xml:space="preserve"> کتاب ہذا کہتاہے کہ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،حضرت کاظہوروغ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جس طرح رمزخداوند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اوررازالہ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رازہے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اطلاع عام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،واضح ہوکہ کولمبس کے ادراک سے قبل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ہ کاوجود تھا۔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66" w:name="_Toc509136988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غائب کاہرجگہ حاضرہونا</w:t>
      </w:r>
      <w:bookmarkEnd w:id="366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احاد</w:t>
      </w:r>
      <w:r w:rsidR="007F6485">
        <w:rPr>
          <w:rFonts w:hint="eastAsia"/>
          <w:rtl/>
          <w:lang w:bidi="ur-PK"/>
        </w:rPr>
        <w:t>یث</w:t>
      </w:r>
      <w:r>
        <w:rPr>
          <w:rtl/>
          <w:lang w:bidi="ur-PK"/>
        </w:rPr>
        <w:t xml:space="preserve"> سے ثابت ہے کہ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جوکہ مظہرالعجائب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پوتے ،ہرمقام پرپہونچتے اورہرجگہ اپنے ماننے والوں کے کام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نے لکھا ہے کہ آپ بوقت ضرورت 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سے ملتے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 انھےں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اوربات ہے کہ انھےں پہچان نہ سکےں ۔(غا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لمقصود</w:t>
      </w:r>
      <w:r>
        <w:rPr>
          <w:rtl/>
          <w:lang w:bidi="ur-PK"/>
        </w:rPr>
        <w:t xml:space="preserve">)۔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67" w:name="_Toc509136989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اورحج کعبہ</w:t>
      </w:r>
      <w:bookmarkEnd w:id="36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مسلمات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ہے کہ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ہرسال حج کعبہ کے لئے مکہ معظمہ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طرح حضرت خضروال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(سراج القلوب </w:t>
      </w:r>
      <w:r>
        <w:rPr>
          <w:rtl/>
          <w:lang w:bidi="fa-IR"/>
        </w:rPr>
        <w:t xml:space="preserve">۷۷) </w:t>
      </w:r>
      <w:r>
        <w:rPr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احمد کوف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طواف کعبہ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 ومشغول تھا کہ 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خوبصورت نوجوان پرپ</w:t>
      </w:r>
      <w:r>
        <w:rPr>
          <w:rFonts w:hint="eastAsia"/>
          <w:rtl/>
          <w:lang w:bidi="ur-PK"/>
        </w:rPr>
        <w:t>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پوچھا آپ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 اورکہاںسے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Pr="00967932">
        <w:rPr>
          <w:rStyle w:val="libArabicChar"/>
          <w:rtl/>
        </w:rPr>
        <w:t>”انا الم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دی</w:t>
      </w:r>
      <w:r w:rsidRPr="00967932">
        <w:rPr>
          <w:rStyle w:val="libArabicChar"/>
          <w:rtl/>
        </w:rPr>
        <w:t xml:space="preserve"> وانا القائم</w:t>
      </w:r>
      <w:r>
        <w:rPr>
          <w:rtl/>
          <w:lang w:bidi="ur-PK"/>
        </w:rPr>
        <w:t xml:space="preserve">۔“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آخرالزماں اورقائم آل محمد ہوں ۔ غانم 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بغداد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پل سے گزرتے ہوئے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صاحب ملے اور وہ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لے گئے اورانھوںنے مجھ سے 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امسال حج کے لئے نہ جاؤ،ورنہ نقصان پہونچے گا محمد بن شاذان کاکہنا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دفعہ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ہوا توحضرت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ملاقات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،انھوں نے م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اپورانام لے کرمجھے پ</w:t>
      </w:r>
      <w:r>
        <w:rPr>
          <w:rFonts w:hint="eastAsia"/>
          <w:rtl/>
          <w:lang w:bidi="ur-PK"/>
        </w:rPr>
        <w:t>کارا</w:t>
      </w:r>
      <w:r>
        <w:rPr>
          <w:rtl/>
          <w:lang w:bidi="ur-PK"/>
        </w:rPr>
        <w:t xml:space="preserve"> ،چونکہ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پورے نام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واقف نہ تھا اس لئے مجھے تعجب ہوا۔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پوچھا آپ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زمانہ ہوں ۔ 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سل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ان قندوز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عبداللہ بن صالح نے کہا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کوحجراسود کے نز</w:t>
      </w:r>
      <w:r>
        <w:rPr>
          <w:rFonts w:hint="eastAsia"/>
          <w:rtl/>
          <w:lang w:bidi="ur-PK"/>
        </w:rPr>
        <w:t>د</w:t>
      </w:r>
      <w:r w:rsidR="00523C85">
        <w:rPr>
          <w:rFonts w:hint="eastAsia"/>
          <w:rtl/>
          <w:lang w:bidi="ur-PK"/>
        </w:rPr>
        <w:t>یک</w:t>
      </w:r>
      <w:r>
        <w:rPr>
          <w:rtl/>
          <w:lang w:bidi="ur-PK"/>
        </w:rPr>
        <w:t xml:space="preserve"> اس حال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کھڑے ہوئے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ھاکہ انھےں لوگ چاروں طرف سے گھ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(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ابع المودة 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68" w:name="_Toc509136990"/>
      <w:r>
        <w:rPr>
          <w:rFonts w:hint="eastAsia"/>
          <w:rtl/>
          <w:lang w:bidi="ur-PK"/>
        </w:rPr>
        <w:t>زمانہ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:</w:t>
      </w:r>
      <w:bookmarkEnd w:id="36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عبداللط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 حلب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ابراہ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کاشمارحلب کے مشائخ عظام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 ۔وہ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استاد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حضر 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ہاتھ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(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ابع المودةباب </w:t>
      </w:r>
      <w:r>
        <w:rPr>
          <w:rtl/>
          <w:lang w:bidi="fa-IR"/>
        </w:rPr>
        <w:t>۸۵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۳۹۲ )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69" w:name="_Toc50913699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ملاقات :</w:t>
      </w:r>
      <w:bookmarkEnd w:id="36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رسالہ</w:t>
      </w:r>
      <w:r>
        <w:rPr>
          <w:rtl/>
          <w:lang w:bidi="ur-PK"/>
        </w:rPr>
        <w:t xml:space="preserve">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خضرا کے ص </w:t>
      </w:r>
      <w:r>
        <w:rPr>
          <w:rtl/>
          <w:lang w:bidi="fa-IR"/>
        </w:rPr>
        <w:t>۱۶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بحوالہ احاد</w:t>
      </w:r>
      <w:r w:rsidR="007F6485">
        <w:rPr>
          <w:rtl/>
          <w:lang w:bidi="ur-PK"/>
        </w:rPr>
        <w:t>یث</w:t>
      </w:r>
      <w:r>
        <w:rPr>
          <w:rtl/>
          <w:lang w:bidi="ur-PK"/>
        </w:rPr>
        <w:t xml:space="preserve"> آل محمد مرقوم ہے کہ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ہرمومن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اوربات ہے کہ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انھےں مصلحت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بناء پراس طرح نہ پہچان سک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جس طرح پہچاننا چاہ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مناسب معلوم ہوتاہے اس مقام 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</w:t>
      </w:r>
      <w:r>
        <w:rPr>
          <w:rFonts w:hint="eastAsia"/>
          <w:rtl/>
          <w:lang w:bidi="ur-PK"/>
        </w:rPr>
        <w:t>واب</w:t>
      </w:r>
      <w:r>
        <w:rPr>
          <w:rtl/>
          <w:lang w:bidi="ur-PK"/>
        </w:rPr>
        <w:t xml:space="preserve"> لکھ دوں ۔ واقعہ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آج کل جبکہ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زمانہ کے حالات لکھ رہاہوں حد</w:t>
      </w:r>
      <w:r w:rsidR="007F6485">
        <w:rPr>
          <w:rtl/>
          <w:lang w:bidi="ur-PK"/>
        </w:rPr>
        <w:t>یث</w:t>
      </w:r>
      <w:r>
        <w:rPr>
          <w:rtl/>
          <w:lang w:bidi="ur-PK"/>
        </w:rPr>
        <w:t xml:space="preserve"> مذکورہ پرنظرڈالنے کے بعد فورا ذہن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اہواکہ مولا سب کودکھائ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مجھے آج تک نظرنہ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،اس کے بعد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استراحت پرگ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اورسونے کے ارادے سے ل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>اابھ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د نہ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طورپرن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ب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تھا کہ ناگاہ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کان سے جانب مشرق تابحد نظرا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 پڑاہواہے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کاسارا حصہ عالم پہاڑہے اوراس پرامام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برہنہ تلوارلئے کھڑے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ہوئے کہ ”نصف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اآج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eastAsia"/>
          <w:rtl/>
          <w:lang w:bidi="ur-PK"/>
        </w:rPr>
        <w:t>تح</w:t>
      </w:r>
      <w:r>
        <w:rPr>
          <w:rtl/>
          <w:lang w:bidi="ur-PK"/>
        </w:rPr>
        <w:t xml:space="preserve"> کرلوں گا ۔“ شمال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پاؤں بڑھارہے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کاقد عام انسانوں کے قد سے ڈ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ڑھا اورجسم دوہراہے ،بڑ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سرمگ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آنکھےں اورچہرہ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 ہے آپ کے پٹے کٹے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اورسارا لباس سف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ہے اوروقت عصرکاہے۔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</w:t>
      </w:r>
      <w:r>
        <w:rPr>
          <w:rtl/>
          <w:lang w:bidi="fa-IR"/>
        </w:rPr>
        <w:t>۳۰</w:t>
      </w:r>
      <w:r>
        <w:rPr>
          <w:rtl/>
          <w:lang w:bidi="ur-PK"/>
        </w:rPr>
        <w:t xml:space="preserve"> نومبر </w:t>
      </w:r>
      <w:r>
        <w:rPr>
          <w:rtl/>
          <w:lang w:bidi="fa-IR"/>
        </w:rPr>
        <w:t>۱۹۵۸</w:t>
      </w:r>
      <w:r>
        <w:rPr>
          <w:rtl/>
          <w:lang w:bidi="ur-PK"/>
        </w:rPr>
        <w:t xml:space="preserve"> شب 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شنبہ بوقت ساڑھے چاربجے شب کاہے۔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70" w:name="_Toc509136992"/>
      <w:r>
        <w:rPr>
          <w:rFonts w:hint="eastAsia"/>
          <w:rtl/>
          <w:lang w:bidi="ur-PK"/>
        </w:rPr>
        <w:lastRenderedPageBreak/>
        <w:t>ملامحمد</w:t>
      </w:r>
      <w:r>
        <w:rPr>
          <w:rtl/>
          <w:lang w:bidi="ur-PK"/>
        </w:rPr>
        <w:t xml:space="preserve"> باقرداماد کاامام عصرسے استفادہ کرنا :</w:t>
      </w:r>
      <w:bookmarkEnd w:id="37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ہمارے</w:t>
      </w:r>
      <w:r>
        <w:rPr>
          <w:rtl/>
          <w:lang w:bidi="ur-PK"/>
        </w:rPr>
        <w:t xml:space="preserve"> اکثرعلم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اورمذہب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ومعاشرت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مراحل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طے کرتے آئے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ملامحمد باقرداماد جوہمارے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القدرمجتہد تھے ان کے متعلق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آپ نے ضر</w:t>
      </w:r>
      <w:r w:rsidR="007F6485">
        <w:rPr>
          <w:rtl/>
          <w:lang w:bidi="ur-PK"/>
        </w:rPr>
        <w:t>یح</w:t>
      </w:r>
      <w:r>
        <w:rPr>
          <w:rtl/>
          <w:lang w:bidi="ur-PK"/>
        </w:rPr>
        <w:t xml:space="preserve"> نجف اشرف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مسئلہ لکھ کرڈالا اس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سے 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 کہاگ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تمھارا امام زما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اس وقت مسجدکوفہ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نمازگذارہے تم وہاں جاؤ،وہ وہاں جاپہونچے ،خود بخود دروازہ مسجد کھل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اورآپ اندرداخل ہوگئے آپ نے مسئلہ کاجواب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اواآپ مطمئن ہوکر برآمد ہوئے۔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71" w:name="_Toc509136993"/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بحرالعلوم کا امام زمانہ سے ملاقات کرنا :</w:t>
      </w:r>
      <w:bookmarkEnd w:id="371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قصص العلم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مولفہ علامہ تنکابن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مجتہد اعظم کربلائے معل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آقا محمدمہد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بحرالعلوم کے تذکرہ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مرقوم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آپ نماز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اندرون حرم مشغول تھے کہ 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عصراپنے اب وجدک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لئے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لکنت ہو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اوربدن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قسم کا رعشہ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پھرجب وہ 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توان پرجوا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 w:rsidR="00523C85">
        <w:rPr>
          <w:rtl/>
          <w:lang w:bidi="ur-PK"/>
        </w:rPr>
        <w:t>یف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طار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۔اس کے علاوہ آپ کے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واقعات کتاب مذکورہ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مندرج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1B067F">
      <w:pPr>
        <w:pStyle w:val="Heading2Center"/>
        <w:rPr>
          <w:rtl/>
          <w:lang w:bidi="ur-PK"/>
        </w:rPr>
      </w:pPr>
      <w:bookmarkStart w:id="372" w:name="_Toc50913699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مذہب فرمانا واقعہ </w:t>
      </w:r>
      <w:r>
        <w:rPr>
          <w:rFonts w:hint="eastAsia"/>
          <w:rtl/>
          <w:lang w:bidi="ur-PK"/>
        </w:rPr>
        <w:t>انار</w:t>
      </w:r>
      <w:r>
        <w:rPr>
          <w:rtl/>
          <w:lang w:bidi="ur-PK"/>
        </w:rPr>
        <w:t xml:space="preserve"> :</w:t>
      </w:r>
      <w:bookmarkEnd w:id="37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کشف الغمہ </w:t>
      </w:r>
      <w:r>
        <w:rPr>
          <w:rtl/>
          <w:lang w:bidi="fa-IR"/>
        </w:rPr>
        <w:t>۱۳۳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س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عطوہ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مذہب کے تھے اوران کے والدز</w:t>
      </w:r>
      <w:r w:rsidR="007F6485">
        <w:rPr>
          <w:rtl/>
          <w:lang w:bidi="ur-PK"/>
        </w:rPr>
        <w:t>ید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رکھتے تھے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ان کے والدعطوہ نے کہا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سخت عل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اہوں</w:t>
      </w:r>
      <w:r>
        <w:rPr>
          <w:rtl/>
          <w:lang w:bidi="ur-PK"/>
        </w:rPr>
        <w:t xml:space="preserve"> اوراب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۔ہرقسم کے اطب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کاعلاج کراچکاہوں، اے نورنظر !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 سے وعدہ کرتاہوں کہ اگر</w:t>
      </w:r>
      <w:r>
        <w:rPr>
          <w:rFonts w:hint="eastAsia"/>
          <w:rtl/>
          <w:lang w:bidi="ur-PK"/>
        </w:rPr>
        <w:t>مجھے</w:t>
      </w:r>
      <w:r>
        <w:rPr>
          <w:rtl/>
          <w:lang w:bidi="ur-PK"/>
        </w:rPr>
        <w:t xml:space="preserve"> تمہارے امام نے شفاد</w:t>
      </w:r>
      <w:r w:rsidR="007F6485">
        <w:rPr>
          <w:rtl/>
          <w:lang w:bidi="ur-PK"/>
        </w:rPr>
        <w:t>ید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،تو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مذہب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ارکرلوںگا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کہنے کے بعد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رات کوبسترپرگئے توامام زمانہ کاان پرظہورہوا،امام نے مقام مرض کواپناہاتھ سے مس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اوروہ مرض جاتارہا عطوہ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مذہب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رات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جاکر اپنے فرزند ب</w:t>
      </w:r>
      <w:r>
        <w:rPr>
          <w:rFonts w:hint="eastAsia"/>
          <w:rtl/>
          <w:lang w:bidi="ur-PK"/>
        </w:rPr>
        <w:t>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کوخوشخبر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 w:rsidR="007F6485">
        <w:rPr>
          <w:rtl/>
          <w:lang w:bidi="ur-PK"/>
        </w:rPr>
        <w:t>ید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کتاب جواہرالب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کاوز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رخارج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،وز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بادشاہ کے سامنے چند تازہ انار پ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 کئے جن پرخلف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کے نام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الترت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کندہ تھے اوربادشاہ کو</w:t>
      </w:r>
      <w:r w:rsidR="00523C85">
        <w:rPr>
          <w:rtl/>
          <w:lang w:bidi="ur-PK"/>
        </w:rPr>
        <w:t>یق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دلا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ہمارامذہب حق ہے اورترت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خلافت منش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قدرت</w:t>
      </w:r>
      <w:r>
        <w:rPr>
          <w:rtl/>
          <w:lang w:bidi="ur-PK"/>
        </w:rPr>
        <w:t xml:space="preserve"> کے مطابق درست ہے بادشاہ کے د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کچھ اس طرح ب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>ھ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سمجھنے پرمجبور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رکامذہب</w:t>
      </w:r>
      <w:r>
        <w:rPr>
          <w:rtl/>
          <w:lang w:bidi="ur-PK"/>
        </w:rPr>
        <w:t xml:space="preserve"> حق ہے اورامام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راہ باطل پرگامزن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،چنانچہ اس نے اپنے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لئے جملہ 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 جواس کے عہد حکومت تھے بلابھ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ا اورانھےں اناردکھاکر ان سے کہاکہ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معقول</w:t>
      </w:r>
      <w:r>
        <w:rPr>
          <w:rtl/>
          <w:lang w:bidi="ur-PK"/>
        </w:rPr>
        <w:t xml:space="preserve"> دل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لاؤ ورنہ ہم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967932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قتل</w:t>
      </w:r>
      <w:r>
        <w:rPr>
          <w:rtl/>
          <w:lang w:bidi="ur-PK"/>
        </w:rPr>
        <w:t xml:space="preserve"> کرکے تمام مذہب کوب</w:t>
      </w:r>
      <w:r w:rsidR="007F6485">
        <w:rPr>
          <w:rtl/>
          <w:lang w:bidi="ur-PK"/>
        </w:rPr>
        <w:t>یخ</w:t>
      </w:r>
      <w:r>
        <w:rPr>
          <w:rtl/>
          <w:lang w:bidi="ur-PK"/>
        </w:rPr>
        <w:t xml:space="preserve"> وبن سے اکھاڑد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،اس واقعہ نے علم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کرام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قسم کاہ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ان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بالاخرسب علماء آپس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مشورہ کے بعد ا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ے دس 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پرمتفق ہوگئے </w:t>
      </w:r>
      <w:r>
        <w:rPr>
          <w:rtl/>
          <w:lang w:bidi="ur-PK"/>
        </w:rPr>
        <w:lastRenderedPageBreak/>
        <w:t xml:space="preserve">جوان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نسبتا مقدس تھے اورپروگرام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جنگل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ک عالم بوقت شب جاکرامام زمانہ سے استعانت کرے ،چونکہ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مہلت ومدت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،اس لئے پر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غرضکہ علماء نے جنگل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جاکرامام زمانہ سے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کاسلسلہ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۔دوعالم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،فر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ادوفغاں</w:t>
      </w:r>
      <w:r>
        <w:rPr>
          <w:rtl/>
          <w:lang w:bidi="ur-PK"/>
        </w:rPr>
        <w:t xml:space="preserve"> ختم ہونے پرجب واپس آئے اورت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رے عالم حضرت 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توآپ نے بدستورصحرا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جاکرمصل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،اورنماز کے بعد امام زمانہ کواپن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ناکام ہوکر واپس آتے ہوئے انھےں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راستے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ملا اس نے پوچھا 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ابات</w:t>
      </w:r>
      <w:r>
        <w:rPr>
          <w:rtl/>
          <w:lang w:bidi="ur-PK"/>
        </w:rPr>
        <w:t xml:space="preserve"> ہے 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ں پر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ان ہو،آپ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زمانہ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ہے اوروہ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لانہ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۔ اس شخص نے کہا :” اناصاحب العصرفاذکرحاجتک “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تمہارا امام زمانہ ہوں ،کہوک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اکہتے</w:t>
      </w:r>
      <w:r>
        <w:rPr>
          <w:rtl/>
          <w:lang w:bidi="ur-PK"/>
        </w:rPr>
        <w:t xml:space="preserve"> ہو محمدبن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کہا کہ اگرآپ صاحب العصرہ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توآپ سے حاجت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ا،آپ</w:t>
      </w:r>
      <w:r>
        <w:rPr>
          <w:rtl/>
          <w:lang w:bidi="ur-PK"/>
        </w:rPr>
        <w:t xml:space="preserve"> کوخود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ہوگا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انھوں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سنو !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فلاں کمرہ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لکڑ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صندوق ہے اس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چند سانچے رکھے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انارچھوٹاہوتاہے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راس</w:t>
      </w:r>
      <w:r>
        <w:rPr>
          <w:rtl/>
          <w:lang w:bidi="ur-PK"/>
        </w:rPr>
        <w:t xml:space="preserve"> پرسانچہ چڑھاد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اہے ۔ اورجب وہ بڑھتاہے تواس پروہ نام کندہ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جوسانچہ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کندہ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محمد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! تم بادشاہ ک</w:t>
      </w:r>
      <w:r>
        <w:rPr>
          <w:rFonts w:hint="eastAsia"/>
          <w:rtl/>
          <w:lang w:bidi="ur-PK"/>
        </w:rPr>
        <w:t>واپنے</w:t>
      </w:r>
      <w:r>
        <w:rPr>
          <w:rtl/>
          <w:lang w:bidi="ur-PK"/>
        </w:rPr>
        <w:t xml:space="preserve"> ہمراہ لے جاکروز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دجل وفر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کوواضح کردو،وہ اپنے ارادہ سے بازآجائے گا اوروز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رکوسزا</w:t>
      </w:r>
      <w:r>
        <w:rPr>
          <w:rtl/>
          <w:lang w:bidi="ur-PK"/>
        </w:rPr>
        <w:t xml:space="preserve"> دے گا چنانچہ ا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ربرخواست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(کتاب بدا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الاخبارملا اسماع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سبزوار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۱۵۰</w:t>
      </w:r>
      <w:r>
        <w:rPr>
          <w:rtl/>
          <w:lang w:bidi="ur-PK"/>
        </w:rPr>
        <w:t xml:space="preserve"> وسف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ة البحارجلد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۵۳۶</w:t>
      </w:r>
      <w:r>
        <w:rPr>
          <w:rtl/>
          <w:lang w:bidi="ur-PK"/>
        </w:rPr>
        <w:t xml:space="preserve"> طبع نجف اشرف)۔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1B067F">
      <w:pPr>
        <w:pStyle w:val="Heading2Center"/>
        <w:rPr>
          <w:rtl/>
          <w:lang w:bidi="ur-PK"/>
        </w:rPr>
      </w:pPr>
      <w:bookmarkStart w:id="373" w:name="_Toc50913699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عصرکا واقعہ کربلاب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:</w:t>
      </w:r>
      <w:bookmarkEnd w:id="37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پوچھاگ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” کھ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ص “ کاک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امطلب</w:t>
      </w:r>
      <w:r>
        <w:rPr>
          <w:rtl/>
          <w:lang w:bidi="ur-PK"/>
        </w:rPr>
        <w:t xml:space="preserve"> ہے توفرما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(ک)سے کربلا (ہ) سے ہلاکت عترت (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 سے </w:t>
      </w:r>
      <w:r w:rsidR="007F6485">
        <w:rPr>
          <w:rtl/>
          <w:lang w:bidi="ur-PK"/>
        </w:rPr>
        <w:t>یزید</w:t>
      </w:r>
      <w:r>
        <w:rPr>
          <w:rtl/>
          <w:lang w:bidi="ur-PK"/>
        </w:rPr>
        <w:t>ملعون (ع) سے عطش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(ص ) سے صبرآل محمدمراد ہے ۔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جناب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اکاذکر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۔جب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اکوواقع</w:t>
      </w:r>
      <w:r w:rsidR="001F4EA2">
        <w:rPr>
          <w:rFonts w:hint="eastAsia"/>
          <w:rtl/>
          <w:lang w:bidi="ur-PK"/>
        </w:rPr>
        <w:t xml:space="preserve">ہ </w:t>
      </w:r>
      <w:r>
        <w:rPr>
          <w:rtl/>
          <w:lang w:bidi="ur-PK"/>
        </w:rPr>
        <w:t xml:space="preserve"> کربلاک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</w:t>
      </w:r>
      <w:r>
        <w:rPr>
          <w:rFonts w:hint="eastAsia"/>
          <w:rtl/>
          <w:lang w:bidi="ur-PK"/>
        </w:rPr>
        <w:t>لاع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تووہ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روزتک مسلسل روتے رہے ۔(تفس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رصاف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۲۷۹)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74" w:name="_Toc509136996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طول عمرک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 :</w:t>
      </w:r>
      <w:bookmarkEnd w:id="37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مستشرق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وماہر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اعمارکاکہناہے کہ ”جن کے اعمال وکرداراچھے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اورجن کا صفائے باطن کامل ہوتاہے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عمرےں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فقہاء اورصلح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عمرےں اکثرطو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اورہوسکتاہے کہ طول عمرمہد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وجہ ہو 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سے قبل جوآئمہ علہ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السلام گزرے وہ شہ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کردئ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گئے ،اوران پردشمنوں کادسترس نہ ہوا ،تو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زندہ رہ گئے اوراب تک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عمرکاتقرر وتع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دست ا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 xml:space="preserve">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اسے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ارہے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عمرکم رکھے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کردہ مدت عمر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پل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فرقہ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توار</w:t>
      </w:r>
      <w:r w:rsidR="007F6485">
        <w:rPr>
          <w:rFonts w:hint="eastAsia"/>
          <w:rtl/>
          <w:lang w:bidi="ur-PK"/>
        </w:rPr>
        <w:t>یخ</w:t>
      </w:r>
      <w:r>
        <w:rPr>
          <w:rtl/>
          <w:lang w:bidi="ur-PK"/>
        </w:rPr>
        <w:t xml:space="preserve"> واحاد</w:t>
      </w:r>
      <w:r w:rsidR="007F6485">
        <w:rPr>
          <w:rtl/>
          <w:lang w:bidi="ur-PK"/>
        </w:rPr>
        <w:t>یث</w:t>
      </w:r>
      <w:r>
        <w:rPr>
          <w:rtl/>
          <w:lang w:bidi="ur-PK"/>
        </w:rPr>
        <w:t xml:space="preserve"> سے معلوم ہوتاہے کہ خداوندعالم نے بعض لوگوں کوکاف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عمرےں عطاک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عمرک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طوالت مصلحت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پرمبن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سے اس نے اپنے دوست اوردشمن دونوں کونوازاہے ۔دوستوں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،حضرت ادر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،حضرت خضروحضرت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، اوردشمنوں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ابل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لع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،</w:t>
      </w:r>
      <w:r>
        <w:rPr>
          <w:rFonts w:hint="eastAsia"/>
          <w:rtl/>
          <w:lang w:bidi="ur-PK"/>
        </w:rPr>
        <w:t>دجال</w:t>
      </w:r>
      <w:r>
        <w:rPr>
          <w:rtl/>
          <w:lang w:bidi="ur-PK"/>
        </w:rPr>
        <w:t xml:space="preserve"> بطال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اجوج</w:t>
      </w:r>
      <w:r>
        <w:rPr>
          <w:rtl/>
          <w:lang w:bidi="ur-PK"/>
        </w:rPr>
        <w:t xml:space="preserve"> ماجوج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اورہوسکتاہے کہ چونکہ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اصول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اسلام سے ہے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کاظہورخاص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رکھتاہے لہذا ان کازندہ وباق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رکھنامقصودہاہو ،اوران کے طول عمرکے اعتراض کورداوررفع ودفع کرنے کے لئے اس نے بہت سے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عمرےں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مذکورہ ا فراد کوجانے د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ئے ۔ عام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عمروں کود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ھئے بہت سے ا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ے لوگ ملےں گے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عمرےں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،مثال کے لئے ملاحظہ ہو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۱ ) </w:t>
      </w:r>
      <w:r>
        <w:rPr>
          <w:rtl/>
          <w:lang w:bidi="ur-PK"/>
        </w:rPr>
        <w:t>۔ لقمان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>۳۵۰۰</w:t>
      </w:r>
      <w:r>
        <w:rPr>
          <w:rtl/>
          <w:lang w:bidi="ur-PK"/>
        </w:rPr>
        <w:t xml:space="preserve"> سال ۔(</w:t>
      </w:r>
      <w:r>
        <w:rPr>
          <w:rtl/>
          <w:lang w:bidi="fa-IR"/>
        </w:rPr>
        <w:t xml:space="preserve">۲) </w:t>
      </w:r>
      <w:r>
        <w:rPr>
          <w:rtl/>
          <w:lang w:bidi="ur-PK"/>
        </w:rPr>
        <w:t>عوج بن عنق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>۳۳۰۰</w:t>
      </w:r>
      <w:r>
        <w:rPr>
          <w:rtl/>
          <w:lang w:bidi="ur-PK"/>
        </w:rPr>
        <w:t xml:space="preserve"> سال اوربقولے </w:t>
      </w:r>
      <w:r>
        <w:rPr>
          <w:rtl/>
          <w:lang w:bidi="fa-IR"/>
        </w:rPr>
        <w:t>۳۶۰۰</w:t>
      </w:r>
      <w:r>
        <w:rPr>
          <w:rtl/>
          <w:lang w:bidi="ur-PK"/>
        </w:rPr>
        <w:t xml:space="preserve"> سال ۔ (</w:t>
      </w:r>
      <w:r>
        <w:rPr>
          <w:rtl/>
          <w:lang w:bidi="fa-IR"/>
        </w:rPr>
        <w:t xml:space="preserve">۳) </w:t>
      </w:r>
      <w:r>
        <w:rPr>
          <w:rtl/>
          <w:lang w:bidi="ur-PK"/>
        </w:rPr>
        <w:t>ذوالقرن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۳۰۰۰</w:t>
      </w:r>
      <w:r>
        <w:rPr>
          <w:rtl/>
          <w:lang w:bidi="ur-PK"/>
        </w:rPr>
        <w:t xml:space="preserve"> سال۔ (</w:t>
      </w:r>
      <w:r>
        <w:rPr>
          <w:rtl/>
          <w:lang w:bidi="fa-IR"/>
        </w:rPr>
        <w:t xml:space="preserve">۴) </w:t>
      </w:r>
      <w:r>
        <w:rPr>
          <w:rtl/>
          <w:lang w:bidi="ur-PK"/>
        </w:rPr>
        <w:t>حضرت نوح و(</w:t>
      </w:r>
      <w:r>
        <w:rPr>
          <w:rtl/>
          <w:lang w:bidi="fa-IR"/>
        </w:rPr>
        <w:t xml:space="preserve">۵) </w:t>
      </w:r>
      <w:r>
        <w:rPr>
          <w:rtl/>
          <w:lang w:bidi="ur-PK"/>
        </w:rPr>
        <w:t>ضحاک و(</w:t>
      </w:r>
      <w:r>
        <w:rPr>
          <w:rtl/>
          <w:lang w:bidi="fa-IR"/>
        </w:rPr>
        <w:t xml:space="preserve">۶) </w:t>
      </w:r>
      <w:r>
        <w:rPr>
          <w:rtl/>
          <w:lang w:bidi="ur-PK"/>
        </w:rPr>
        <w:t>طمہورث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عمرےں </w:t>
      </w:r>
      <w:r>
        <w:rPr>
          <w:rtl/>
          <w:lang w:bidi="fa-IR"/>
        </w:rPr>
        <w:t>۱۰۰۰</w:t>
      </w:r>
      <w:r>
        <w:rPr>
          <w:rtl/>
          <w:lang w:bidi="ur-PK"/>
        </w:rPr>
        <w:t xml:space="preserve"> سال۔(</w:t>
      </w:r>
      <w:r>
        <w:rPr>
          <w:rtl/>
          <w:lang w:bidi="fa-IR"/>
        </w:rPr>
        <w:t xml:space="preserve">۷) </w:t>
      </w:r>
      <w:r>
        <w:rPr>
          <w:rtl/>
          <w:lang w:bidi="ur-PK"/>
        </w:rPr>
        <w:t>ق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۹۰۰</w:t>
      </w:r>
      <w:r>
        <w:rPr>
          <w:rtl/>
          <w:lang w:bidi="ur-PK"/>
        </w:rPr>
        <w:t xml:space="preserve"> سال ۔ (</w:t>
      </w:r>
      <w:r>
        <w:rPr>
          <w:rtl/>
          <w:lang w:bidi="fa-IR"/>
        </w:rPr>
        <w:t xml:space="preserve">۸) </w:t>
      </w:r>
      <w:r>
        <w:rPr>
          <w:rtl/>
          <w:lang w:bidi="ur-PK"/>
        </w:rPr>
        <w:t>مہلائ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۸۰۰</w:t>
      </w:r>
      <w:r>
        <w:rPr>
          <w:rtl/>
          <w:lang w:bidi="ur-PK"/>
        </w:rPr>
        <w:t>سال (</w:t>
      </w:r>
      <w:r>
        <w:rPr>
          <w:rtl/>
          <w:lang w:bidi="fa-IR"/>
        </w:rPr>
        <w:t xml:space="preserve">۹) </w:t>
      </w:r>
      <w:r>
        <w:rPr>
          <w:rtl/>
          <w:lang w:bidi="ur-PK"/>
        </w:rPr>
        <w:t>نف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بن عبداللہ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۷۰۰</w:t>
      </w:r>
      <w:r>
        <w:rPr>
          <w:rtl/>
          <w:lang w:bidi="ur-PK"/>
        </w:rPr>
        <w:t xml:space="preserve"> سال۔ (</w:t>
      </w:r>
      <w:r>
        <w:rPr>
          <w:rtl/>
          <w:lang w:bidi="fa-IR"/>
        </w:rPr>
        <w:t xml:space="preserve">۱۰) </w:t>
      </w:r>
      <w:r>
        <w:rPr>
          <w:rtl/>
          <w:lang w:bidi="ur-PK"/>
        </w:rPr>
        <w:t>رب</w:t>
      </w:r>
      <w:r w:rsidR="00523C85">
        <w:rPr>
          <w:rFonts w:hint="eastAsia"/>
          <w:rtl/>
          <w:lang w:bidi="ur-PK"/>
        </w:rPr>
        <w:t>یع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 عمرعرف سط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کاہن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۶۰۰</w:t>
      </w:r>
      <w:r>
        <w:rPr>
          <w:rtl/>
          <w:lang w:bidi="ur-PK"/>
        </w:rPr>
        <w:t xml:space="preserve"> سال ۔ (</w:t>
      </w:r>
      <w:r>
        <w:rPr>
          <w:rtl/>
          <w:lang w:bidi="fa-IR"/>
        </w:rPr>
        <w:t xml:space="preserve">۱۱) </w:t>
      </w:r>
      <w:r>
        <w:rPr>
          <w:rtl/>
          <w:lang w:bidi="ur-PK"/>
        </w:rPr>
        <w:t>حاکم عرب عامربن ضرب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۵۰۰</w:t>
      </w:r>
      <w:r>
        <w:rPr>
          <w:rtl/>
          <w:lang w:bidi="ur-PK"/>
        </w:rPr>
        <w:t xml:space="preserve"> سال ۔ (</w:t>
      </w:r>
      <w:r>
        <w:rPr>
          <w:rtl/>
          <w:lang w:bidi="fa-IR"/>
        </w:rPr>
        <w:t xml:space="preserve">۱۲) </w:t>
      </w:r>
      <w:r>
        <w:rPr>
          <w:rtl/>
          <w:lang w:bidi="ur-PK"/>
        </w:rPr>
        <w:t>سام بن نوح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۵۰۰</w:t>
      </w:r>
      <w:r>
        <w:rPr>
          <w:rtl/>
          <w:lang w:bidi="ur-PK"/>
        </w:rPr>
        <w:t xml:space="preserve"> سال۔ (</w:t>
      </w:r>
      <w:r>
        <w:rPr>
          <w:rtl/>
          <w:lang w:bidi="fa-IR"/>
        </w:rPr>
        <w:t xml:space="preserve">۱۳) </w:t>
      </w:r>
      <w:r>
        <w:rPr>
          <w:rtl/>
          <w:lang w:bidi="ur-PK"/>
        </w:rPr>
        <w:t>حرث بن مضاض جرہم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۴۰۰</w:t>
      </w:r>
      <w:r>
        <w:rPr>
          <w:rtl/>
          <w:lang w:bidi="ur-PK"/>
        </w:rPr>
        <w:t xml:space="preserve"> سال ۔ (</w:t>
      </w:r>
      <w:r>
        <w:rPr>
          <w:rtl/>
          <w:lang w:bidi="fa-IR"/>
        </w:rPr>
        <w:t xml:space="preserve">۱۴) </w:t>
      </w:r>
      <w:r>
        <w:rPr>
          <w:rtl/>
          <w:lang w:bidi="ur-PK"/>
        </w:rPr>
        <w:t>ارفخشد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۴۰۰</w:t>
      </w:r>
      <w:r>
        <w:rPr>
          <w:rtl/>
          <w:lang w:bidi="ur-PK"/>
        </w:rPr>
        <w:t xml:space="preserve"> سال ۔ (</w:t>
      </w:r>
      <w:r>
        <w:rPr>
          <w:rtl/>
          <w:lang w:bidi="fa-IR"/>
        </w:rPr>
        <w:t xml:space="preserve">۱۵) </w:t>
      </w:r>
      <w:r>
        <w:rPr>
          <w:rtl/>
          <w:lang w:bidi="ur-PK"/>
        </w:rPr>
        <w:t>در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بن ز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۴۵۶</w:t>
      </w:r>
      <w:r>
        <w:rPr>
          <w:rtl/>
          <w:lang w:bidi="ur-PK"/>
        </w:rPr>
        <w:t xml:space="preserve"> سال۔ (</w:t>
      </w:r>
      <w:r>
        <w:rPr>
          <w:rtl/>
          <w:lang w:bidi="fa-IR"/>
        </w:rPr>
        <w:t xml:space="preserve">۱۶) </w:t>
      </w:r>
      <w:r>
        <w:rPr>
          <w:rtl/>
          <w:lang w:bidi="ur-PK"/>
        </w:rPr>
        <w:t>سلمان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۴۰۰</w:t>
      </w:r>
      <w:r>
        <w:rPr>
          <w:rtl/>
          <w:lang w:bidi="ur-PK"/>
        </w:rPr>
        <w:t xml:space="preserve"> سال۔ (</w:t>
      </w:r>
      <w:r>
        <w:rPr>
          <w:rtl/>
          <w:lang w:bidi="fa-IR"/>
        </w:rPr>
        <w:t xml:space="preserve">۱۷) </w:t>
      </w:r>
      <w:r>
        <w:rPr>
          <w:rtl/>
          <w:lang w:bidi="ur-PK"/>
        </w:rPr>
        <w:t>عمروبن روس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۴۰۰</w:t>
      </w:r>
      <w:r>
        <w:rPr>
          <w:rtl/>
          <w:lang w:bidi="ur-PK"/>
        </w:rPr>
        <w:t xml:space="preserve"> سال۔ (</w:t>
      </w:r>
      <w:r>
        <w:rPr>
          <w:rtl/>
          <w:lang w:bidi="fa-IR"/>
        </w:rPr>
        <w:t xml:space="preserve">۱۸) </w:t>
      </w:r>
      <w:r>
        <w:rPr>
          <w:rtl/>
          <w:lang w:bidi="ur-PK"/>
        </w:rPr>
        <w:t>زہ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بن جناب بن عبداللہ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۴۳۰</w:t>
      </w:r>
      <w:r>
        <w:rPr>
          <w:rtl/>
          <w:lang w:bidi="ur-PK"/>
        </w:rPr>
        <w:t>سال۔ (</w:t>
      </w:r>
      <w:r>
        <w:rPr>
          <w:rtl/>
          <w:lang w:bidi="fa-IR"/>
        </w:rPr>
        <w:t xml:space="preserve">۱۹) </w:t>
      </w:r>
      <w:r>
        <w:rPr>
          <w:rtl/>
          <w:lang w:bidi="ur-PK"/>
        </w:rPr>
        <w:t>حرث بن 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اص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۴۰۰</w:t>
      </w:r>
      <w:r>
        <w:rPr>
          <w:rtl/>
          <w:lang w:bidi="ur-PK"/>
        </w:rPr>
        <w:t xml:space="preserve"> سال۔ (</w:t>
      </w:r>
      <w:r>
        <w:rPr>
          <w:rtl/>
          <w:lang w:bidi="fa-IR"/>
        </w:rPr>
        <w:t xml:space="preserve">۲۰) </w:t>
      </w:r>
      <w:r>
        <w:rPr>
          <w:rtl/>
          <w:lang w:bidi="ur-PK"/>
        </w:rPr>
        <w:t>کعب بن جمجہ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۳۹۰</w:t>
      </w:r>
      <w:r>
        <w:rPr>
          <w:rtl/>
          <w:lang w:bidi="ur-PK"/>
        </w:rPr>
        <w:t xml:space="preserve"> سال ۔ (</w:t>
      </w:r>
      <w:r>
        <w:rPr>
          <w:rtl/>
          <w:lang w:bidi="fa-IR"/>
        </w:rPr>
        <w:t xml:space="preserve">۲۱) </w:t>
      </w:r>
      <w:r>
        <w:rPr>
          <w:rtl/>
          <w:lang w:bidi="ur-PK"/>
        </w:rPr>
        <w:t>نصربن دھمان بن سل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۳۹۰</w:t>
      </w:r>
      <w:r>
        <w:rPr>
          <w:rtl/>
          <w:lang w:bidi="ur-PK"/>
        </w:rPr>
        <w:t xml:space="preserve"> سال۔ (</w:t>
      </w:r>
      <w:r>
        <w:rPr>
          <w:rtl/>
          <w:lang w:bidi="fa-IR"/>
        </w:rPr>
        <w:t xml:space="preserve">۲۲) </w:t>
      </w:r>
      <w:r>
        <w:rPr>
          <w:rtl/>
          <w:lang w:bidi="ur-PK"/>
        </w:rPr>
        <w:t>ق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بن ساعدہ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۳۸۰</w:t>
      </w:r>
      <w:r>
        <w:rPr>
          <w:rtl/>
          <w:lang w:bidi="ur-PK"/>
        </w:rPr>
        <w:t>سال ۔ (</w:t>
      </w:r>
      <w:r>
        <w:rPr>
          <w:rtl/>
          <w:lang w:bidi="fa-IR"/>
        </w:rPr>
        <w:t xml:space="preserve">۲۳) </w:t>
      </w:r>
      <w:r>
        <w:rPr>
          <w:rtl/>
          <w:lang w:bidi="ur-PK"/>
        </w:rPr>
        <w:t>عمربن رب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۳۳۳</w:t>
      </w:r>
      <w:r>
        <w:rPr>
          <w:rtl/>
          <w:lang w:bidi="ur-PK"/>
        </w:rPr>
        <w:t>سال۔ (</w:t>
      </w:r>
      <w:r>
        <w:rPr>
          <w:rtl/>
          <w:lang w:bidi="fa-IR"/>
        </w:rPr>
        <w:t xml:space="preserve">۲۴) </w:t>
      </w:r>
      <w:r>
        <w:rPr>
          <w:rtl/>
          <w:lang w:bidi="ur-PK"/>
        </w:rPr>
        <w:t>اکثم بن ض</w:t>
      </w:r>
      <w:r w:rsidR="00523C85">
        <w:rPr>
          <w:rtl/>
          <w:lang w:bidi="ur-PK"/>
        </w:rPr>
        <w:t>یف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۳۳۶</w:t>
      </w:r>
      <w:r>
        <w:rPr>
          <w:rtl/>
          <w:lang w:bidi="ur-PK"/>
        </w:rPr>
        <w:t xml:space="preserve"> سال ۔ (</w:t>
      </w:r>
      <w:r>
        <w:rPr>
          <w:rtl/>
          <w:lang w:bidi="fa-IR"/>
        </w:rPr>
        <w:t xml:space="preserve">۲۵) </w:t>
      </w:r>
      <w:r>
        <w:rPr>
          <w:rtl/>
          <w:lang w:bidi="ur-PK"/>
        </w:rPr>
        <w:t>عمربن طف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عدوان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>
        <w:rPr>
          <w:rtl/>
          <w:lang w:bidi="fa-IR"/>
        </w:rPr>
        <w:t>۲۰۰</w:t>
      </w:r>
      <w:r>
        <w:rPr>
          <w:rtl/>
          <w:lang w:bidi="ur-PK"/>
        </w:rPr>
        <w:t xml:space="preserve"> سال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ص</w:t>
      </w:r>
      <w:r>
        <w:rPr>
          <w:rtl/>
          <w:lang w:bidi="fa-IR"/>
        </w:rPr>
        <w:t>۱۰۳</w:t>
      </w:r>
      <w:r>
        <w:rPr>
          <w:rtl/>
          <w:lang w:bidi="ur-PK"/>
        </w:rPr>
        <w:t xml:space="preserve"> 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</w:t>
      </w:r>
      <w:r>
        <w:rPr>
          <w:rtl/>
          <w:lang w:bidi="fa-IR"/>
        </w:rPr>
        <w:t xml:space="preserve">۲۷۰ ) </w:t>
      </w:r>
      <w:r>
        <w:rPr>
          <w:rtl/>
          <w:lang w:bidi="ur-PK"/>
        </w:rPr>
        <w:t>ان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عمروں کود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ھنے کے بعدہرگزنہ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کہاجاسکتا کہ ”چونکہ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عمرکاانسان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،اس لئے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کاوجود ہم تسل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۔ 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عمراس وقت </w:t>
      </w:r>
      <w:r>
        <w:rPr>
          <w:rtl/>
          <w:lang w:bidi="fa-IR"/>
        </w:rPr>
        <w:t>۱۳۹۳</w:t>
      </w:r>
      <w:r>
        <w:rPr>
          <w:rtl/>
          <w:lang w:bidi="ur-PK"/>
        </w:rPr>
        <w:t>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ارہ</w:t>
      </w:r>
      <w:r>
        <w:rPr>
          <w:rtl/>
          <w:lang w:bidi="ur-PK"/>
        </w:rPr>
        <w:t xml:space="preserve"> سواڑتال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جومذکورہ عمروں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لقمان حک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اورذوالقرن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ج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ے مقدس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عمروں سے بہت کم 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الغرض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،اقوال علم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اوراحاد</w:t>
      </w:r>
      <w:r w:rsidR="007F6485">
        <w:rPr>
          <w:rtl/>
          <w:lang w:bidi="ur-PK"/>
        </w:rPr>
        <w:t>یث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ثابت ہوتا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اہوکر غائب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ظہورکر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،اورآپ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زمان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خداہ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طرح بعض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اپنے عہدنبوت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غائب ہونے کے دوران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تھے (عجائب القص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۱۹۱ ) </w:t>
      </w:r>
      <w:r>
        <w:rPr>
          <w:rtl/>
          <w:lang w:bidi="ur-PK"/>
        </w:rPr>
        <w:t>اورعقل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آپ 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نکہ جس کے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اہونے پرعلم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کااتفاق</w:t>
      </w:r>
      <w:r>
        <w:rPr>
          <w:rtl/>
          <w:lang w:bidi="ur-PK"/>
        </w:rPr>
        <w:t xml:space="preserve"> ہواوروفات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متعصب عالم قائل نہ ہو اور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العمرانسانوں کے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مثالےں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ہوں تولامحالہ اس کاموجود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ہونا ماننا پڑے گا ۔ دل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منطق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ہوتا ہے لہذا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زندہ اورباق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ان</w:t>
      </w:r>
      <w:r>
        <w:rPr>
          <w:rtl/>
          <w:lang w:bidi="ur-PK"/>
        </w:rPr>
        <w:t xml:space="preserve"> تماشواہد اوردلائل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جن کا ہم نے اس کتاب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ذکرک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،مولو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محمد ام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مصر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رسالہ ”طلوع اسلام “ کراچ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۱۴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۵۴#</w:t>
      </w:r>
      <w:r>
        <w:rPr>
          <w:rtl/>
          <w:lang w:bidi="ur-PK"/>
        </w:rPr>
        <w:t xml:space="preserve"> و </w:t>
      </w:r>
      <w:r>
        <w:rPr>
          <w:rtl/>
          <w:lang w:bidi="fa-IR"/>
        </w:rPr>
        <w:t>۹۴#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کہناکہ :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وں کو ابتداء 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مملکت قائم کرنے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،ان کوتکل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>ےں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گئےں اورپراکندہ اورمنتشر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توانھوں نے ہمارے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کے مطابق امام منتظراورمہد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کے پرام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عقائد ا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اد کرلئے تاکہ عوام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ڈھارس بندھ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رہے۔ “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اورملا</w:t>
      </w:r>
      <w:r>
        <w:rPr>
          <w:rtl/>
          <w:lang w:bidi="ur-PK"/>
        </w:rPr>
        <w:t xml:space="preserve"> اخوند درو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ہ کاکتاب ارشادالطالب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۳۹۶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فرمانا کہ :</w:t>
      </w:r>
    </w:p>
    <w:p w:rsidR="000B625E" w:rsidRDefault="000B625E" w:rsidP="001F4EA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ہندوستان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عبداللہ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اہوگا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 w:rsidR="00980366">
        <w:rPr>
          <w:rtl/>
          <w:lang w:bidi="ur-PK"/>
        </w:rPr>
        <w:t>یو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نہ (آمنہ)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اس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لڑکاپ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اہوگاجس کانان محمد ہوگاوہ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کوفہ جاکرحکومت کرے گا </w:t>
      </w:r>
      <w:r>
        <w:rPr>
          <w:rFonts w:hint="cs"/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لوگوں</w:t>
      </w:r>
      <w:r>
        <w:rPr>
          <w:rtl/>
          <w:lang w:bidi="ur-PK"/>
        </w:rPr>
        <w:t xml:space="preserve">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درست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فرزندہ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 لخ حددرجہ مضحکہ خ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،افسوس ناک اورح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ت انگ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 xml:space="preserve"> ہے ،ک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نکہ 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کااتفاق ہے کہ ”المھد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 ولدالامام الحسن العسکر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۔“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>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شعبان </w:t>
      </w:r>
      <w:r>
        <w:rPr>
          <w:rtl/>
          <w:lang w:bidi="fa-IR"/>
        </w:rPr>
        <w:t>۲۵۵</w:t>
      </w:r>
      <w:r>
        <w:rPr>
          <w:rtl/>
          <w:lang w:bidi="ur-PK"/>
        </w:rPr>
        <w:t xml:space="preserve"> کوپ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،ملاحظہ ہو ،اسعاف الراغب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،وف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،روضة الاحباب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ا لورد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ابع المودة 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کامل ،تار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،نورالابصار،اصول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،کشف الغمہ ،جل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الع</w:t>
      </w:r>
      <w:r w:rsidR="00980366">
        <w:rPr>
          <w:rFonts w:hint="eastAsia"/>
          <w:rtl/>
          <w:lang w:bidi="ur-PK"/>
        </w:rPr>
        <w:t>یو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،اعلام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،جامع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،صواعق محرقہ ،مطالب السول ،شواہدالنبوت ،ار</w:t>
      </w:r>
      <w:r>
        <w:rPr>
          <w:rFonts w:hint="eastAsia"/>
          <w:rtl/>
          <w:lang w:bidi="ur-PK"/>
        </w:rPr>
        <w:t>جح</w:t>
      </w:r>
      <w:r>
        <w:rPr>
          <w:rtl/>
          <w:lang w:bidi="ur-PK"/>
        </w:rPr>
        <w:t xml:space="preserve"> المطالب ،بحارالانوار ومناقب وغ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75" w:name="_Toc509136997"/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نعثل اورامام عصر :</w:t>
      </w:r>
      <w:bookmarkEnd w:id="37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نعثل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جس سے حضرت عائشہ ،حضرت عثمان کوتشب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تھےں ،اوررسول اسلام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کب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تھےں : اس نعثل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عثمان کوقتل کردو ۔ (ملاحظہ ہو،نہاےةاللغة علامہ ابن اث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جزر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۳۲۱)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نعثل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حضوررسول</w:t>
      </w:r>
      <w:r w:rsidR="00F145FD">
        <w:rPr>
          <w:rtl/>
          <w:lang w:bidi="ur-PK"/>
        </w:rPr>
        <w:t xml:space="preserve"> کریم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حاضرہوک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عرض پردازہوا مجھے اپنے خدا ،اپنے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،اپنے خلف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کاتعارف کرائ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اگر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جواب سے مطمئن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تومسلمان ہوجاؤں گا ۔ حضرت نے نہآ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بل</w:t>
      </w:r>
      <w:r w:rsidR="00523C85">
        <w:rPr>
          <w:rtl/>
          <w:lang w:bidi="ur-PK"/>
        </w:rPr>
        <w:t>یغ</w:t>
      </w:r>
      <w:r>
        <w:rPr>
          <w:rtl/>
          <w:lang w:bidi="ur-PK"/>
        </w:rPr>
        <w:t xml:space="preserve"> اوربہتر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انداز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خلاق عالم کاتعارف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</w:t>
      </w:r>
      <w:r>
        <w:rPr>
          <w:rtl/>
          <w:lang w:bidi="ur-PK"/>
        </w:rPr>
        <w:t xml:space="preserve"> کے بعد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”قال صدقت ۔“ نعثل نے کہا آپ نے بالکل </w:t>
      </w:r>
      <w:r>
        <w:rPr>
          <w:rFonts w:hint="eastAsia"/>
          <w:rtl/>
          <w:lang w:bidi="ur-PK"/>
        </w:rPr>
        <w:t>درست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پھراس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اپنے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آگاہ ک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>ئے اوربتائ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کہ وہ کون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طرح ہمارے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شع بن نون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آپ کے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اور ان کے فرزند حسن وحس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پھرحس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صلب سے نوب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>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تک</w:t>
      </w:r>
      <w:r>
        <w:rPr>
          <w:rtl/>
          <w:lang w:bidi="ur-PK"/>
        </w:rPr>
        <w:t xml:space="preserve"> ہوں گے ۔ اس نے کہا سب کے نام بتائ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آپ نے بارہ اماموں کے نام بتائے ناموں کوسننے کے بعد وہ مسلمان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اورکہنے لگا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نے کتب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بارہ ناموں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کے الفاظ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ھا ہے ،پھراس نے ہروص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حالات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،کربلا </w:t>
      </w:r>
      <w:r>
        <w:rPr>
          <w:rtl/>
          <w:lang w:bidi="ur-PK"/>
        </w:rPr>
        <w:lastRenderedPageBreak/>
        <w:t>کاہونے والا واقعہ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،امام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اورکہا کہ ہمارے بارہ اسباط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برخ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اغائب</w:t>
      </w:r>
      <w:r>
        <w:rPr>
          <w:rtl/>
          <w:lang w:bidi="ur-PK"/>
        </w:rPr>
        <w:t xml:space="preserve"> ہوگئے تھے پھرمدتوں کے بعد ظاہر ہوئے اورازسرنود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استوارکےں ۔حضرت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ہمارابارہواں جانش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محمدبن حسن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مدت تک غائب رہ کر ظہورکرے گا ۔ اوردن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کو عدل وانصاف سے بھردے گا ۔ (غا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ص </w:t>
      </w:r>
      <w:r>
        <w:rPr>
          <w:rtl/>
          <w:lang w:bidi="fa-IR"/>
        </w:rPr>
        <w:t>۱۳۴</w:t>
      </w:r>
      <w:r>
        <w:rPr>
          <w:rtl/>
          <w:lang w:bidi="ur-PK"/>
        </w:rPr>
        <w:t xml:space="preserve"> بحوالہ فرائدالسمط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حمو</w:t>
      </w:r>
      <w:r w:rsidR="00B0571B">
        <w:rPr>
          <w:rtl/>
          <w:lang w:bidi="ur-PK"/>
        </w:rPr>
        <w:t>ین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76" w:name="_Toc509136998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کاظہورموفورالسرور :</w:t>
      </w:r>
      <w:bookmarkEnd w:id="376"/>
    </w:p>
    <w:p w:rsidR="000B625E" w:rsidRDefault="000B625E" w:rsidP="001F4EA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ظہورسے پہلے حوعلامات ظاہرہوں گے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دوران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فتح ممالک عالم کا ارادہ کرکے اٹھ کھڑے ہوں گے اورب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مار ممالک پرقابوحاصل کرنے کے بعد ان پرحکمران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ابوسف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ظالم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اہوگا جوعرب وش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پرحکمران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 ۔اس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سادات کے وجود سے ممالک محروسہ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نسل محمد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فرزند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رہے ۔چنانچہ وہ سادات کو نہآ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بے 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قتل کرے گا ۔ پھراس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اثن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بادشاہ روم کو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فرقہ سے جنگ کرنا پڑے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شاہ روم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فرقہ کوہمنوابناکر دوسرے فرقہ سے جنگ کرے گا اورشہر قسطنطن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پرقبضہ کرلے گا ۔ قسطنطن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بادشاہ وہاں سے بھاگ کر شام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پناہ لے گا ،پھروہ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دوسرے فرقہ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معاونت سے فرقہ مخالف کے ساتھ نبرد آزماہوگا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زبردست فتح نص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فتح اسلام کے باوجود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”صل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“ غالب آگئ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،اس پرنصار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مسلمانوں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جنگ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غالب آجائ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 بادشاہ اسلام قتل ہوجائے گا ۔ اورملک شام 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جھنڈا لہرانے لگے گا اور مسلمانوں کاقتل عام ہوگا ۔ مسلمان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بچاکر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کوچ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کو وسعت 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>ے ہوئے خ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>ر تک پہونچ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عالم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نہ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۔مسلمان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بچانے سے عاجزہوں گے اس وقت وہ گروہ درگروہ سارے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کوتلاش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،تاکہ اسلام محفوظ رہ سکے او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جانےں بچ سکےں اورعوام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قطب ،ابدال ،اور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جستجو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ومصروف ہوں گے کہ ناگاہ آپ مکہ معظمہ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رکن ومقام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سے برآمد ہوں گے ۔ (ق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نامہ قدوة المحدث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شاہ رف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دہلو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طبع پشاور </w:t>
      </w:r>
      <w:r>
        <w:rPr>
          <w:rtl/>
          <w:lang w:bidi="fa-IR"/>
        </w:rPr>
        <w:t xml:space="preserve">۱۹۲۶) </w:t>
      </w:r>
      <w:r>
        <w:rPr>
          <w:rtl/>
          <w:lang w:bidi="ur-PK"/>
        </w:rPr>
        <w:t>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کاکہنا ہے کہ آپ ق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”کرعہ “ سے روانہ ہوکر مکہ معظمہ سے ظہورفرمائےں گے (غا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ص </w:t>
      </w:r>
      <w:r>
        <w:rPr>
          <w:rtl/>
          <w:lang w:bidi="fa-IR"/>
        </w:rPr>
        <w:t>۱۶۵</w:t>
      </w:r>
      <w:r>
        <w:rPr>
          <w:rtl/>
          <w:lang w:bidi="ur-PK"/>
        </w:rPr>
        <w:t xml:space="preserve"> ،نورالابصار </w:t>
      </w:r>
      <w:r>
        <w:rPr>
          <w:rtl/>
          <w:lang w:bidi="fa-IR"/>
        </w:rPr>
        <w:t xml:space="preserve">۱۵۴) </w:t>
      </w:r>
      <w:r>
        <w:rPr>
          <w:rtl/>
          <w:lang w:bidi="ur-PK"/>
        </w:rPr>
        <w:t>علامہ کنج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محمد صاحب کفاےة الاثر کابحوالہ ابوہر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حضرت سرورکائنات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 w:rsidR="001F4EA2">
        <w:rPr>
          <w:rFonts w:hint="eastAsia"/>
          <w:rtl/>
          <w:lang w:bidi="ur-PK"/>
        </w:rPr>
        <w:t xml:space="preserve">ہ </w:t>
      </w:r>
      <w:r>
        <w:rPr>
          <w:rtl/>
          <w:lang w:bidi="ur-PK"/>
        </w:rPr>
        <w:t xml:space="preserve"> کرعہ جومد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بطرف مکہ ت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فاصلہ پرواقع ہے (مجمع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۴۳۵) </w:t>
      </w:r>
      <w:r>
        <w:rPr>
          <w:rtl/>
          <w:lang w:bidi="ur-PK"/>
        </w:rPr>
        <w:t>نکل کر مکہ معظمہ سے ظہورکر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،وہ 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ذرہ پہنے ہوںگے اورم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 عمامہ باندھے ہوں گے ان کے سر پرابرکاسا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ہوگا اور ملک آواز 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اہوگا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اتباع کرو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آوازد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”ہوا“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کو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پہنچا 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اورلوگ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(غا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</w:t>
      </w:r>
      <w:r>
        <w:rPr>
          <w:rtl/>
          <w:lang w:bidi="fa-IR"/>
        </w:rPr>
        <w:t xml:space="preserve">۱۶۵)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لغت</w:t>
      </w:r>
      <w:r>
        <w:rPr>
          <w:rtl/>
          <w:lang w:bidi="ur-PK"/>
        </w:rPr>
        <w:t xml:space="preserve"> سرور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۵۳۰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آپ قصبہ خ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واں سے ظہورفرمائےں گے ۔ معصوم کافرماناہے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ظہورکے متعلق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مع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کرنا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الحق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>ت اپنے آپ کوعلم غ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خداکاشر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قرارد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ا ہے ۔ وہ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بے خبرظہورکر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،ان کے سرپرزرد رنگ کاعمامہ ہوگا بدن پررس</w:t>
      </w:r>
      <w:r>
        <w:rPr>
          <w:rFonts w:hint="eastAsia"/>
          <w:rtl/>
          <w:lang w:bidi="ur-PK"/>
        </w:rPr>
        <w:t>الت</w:t>
      </w:r>
      <w:r>
        <w:rPr>
          <w:rtl/>
          <w:lang w:bidi="ur-PK"/>
        </w:rPr>
        <w:t xml:space="preserve"> مآب صلعم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چادر اورپاؤں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انھےں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نعل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مبارک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وہ اپنے سامنے چند بھ</w:t>
      </w:r>
      <w:r w:rsidR="007F6485">
        <w:rPr>
          <w:rtl/>
          <w:lang w:bidi="ur-PK"/>
        </w:rPr>
        <w:t>یڑ</w:t>
      </w:r>
      <w:r>
        <w:rPr>
          <w:rtl/>
          <w:lang w:bidi="ur-PK"/>
        </w:rPr>
        <w:t>ےں رکھےں گے ،کوئ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انھےں پہچان نہ سکے گا ۔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ہ وتنہا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 کے کعبة اللہ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جس وقت عالم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چادر اوڑھ لے گا اورلوگ سوجائ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اس وقت </w:t>
      </w:r>
      <w:r>
        <w:rPr>
          <w:rFonts w:hint="eastAsia"/>
          <w:rtl/>
          <w:lang w:bidi="ur-PK"/>
        </w:rPr>
        <w:t>ملائکہ</w:t>
      </w:r>
      <w:r>
        <w:rPr>
          <w:rtl/>
          <w:lang w:bidi="ur-PK"/>
        </w:rPr>
        <w:t xml:space="preserve"> صف بہ صف ان پراترےں گے اورحضرت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وم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ائ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انھےں نو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الھ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سنائےں گے کہ ان کا حکم تمام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بشارت پاتے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شکرخدابجالائ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اوررکن حجراسود اورمقام ا براہ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کھڑے ہوکر بآواز بلند نداد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اے وہ گروہ جوم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مخصوصوں اوربزرگوں سے ہوا اوروہ لوگو!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ظاہرہونے سے پہلے 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کے لئے 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۔”آجاؤ۔“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ندا حضرت کے ان لوگوںتک خواہ وہ مشرق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امغرب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اوروہ 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آواز سن کر چشم زدن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کے پاس جمع ہوج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</w:t>
      </w:r>
      <w:r>
        <w:rPr>
          <w:rtl/>
          <w:lang w:bidi="fa-IR"/>
        </w:rPr>
        <w:t>۳۱۳</w:t>
      </w:r>
      <w:r>
        <w:rPr>
          <w:rtl/>
          <w:lang w:bidi="ur-PK"/>
        </w:rPr>
        <w:t xml:space="preserve"> ہوں گے ،اورنق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امام کہلائ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۔اس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نورزم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آسمان تک بلند ہوگا جوصفحہ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ہرمومن کے گھر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 ہوگا جس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عتےں</w:t>
      </w:r>
      <w:r>
        <w:rPr>
          <w:rtl/>
          <w:lang w:bidi="ur-PK"/>
        </w:rPr>
        <w:t xml:space="preserve"> مسرورہوجائ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کومعلوم نہ ہوگا کہ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ظہور ہواہے صبح ا 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مع ان </w:t>
      </w:r>
      <w:r>
        <w:rPr>
          <w:rtl/>
          <w:lang w:bidi="fa-IR"/>
        </w:rPr>
        <w:t>۳۱۳</w:t>
      </w:r>
      <w:r>
        <w:rPr>
          <w:rtl/>
          <w:lang w:bidi="ur-PK"/>
        </w:rPr>
        <w:t xml:space="preserve"> ،اشخاص کے جورات کوان کے پاس جمع ہوگئے تھے کعبہ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کھڑے ہوںگے اورد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ار سے تک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لگاکر اپنا ہاتھ کھولےں گے جوموس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ب</w:t>
      </w:r>
      <w:r w:rsidR="007F6485">
        <w:rPr>
          <w:rtl/>
          <w:lang w:bidi="ur-PK"/>
        </w:rPr>
        <w:t>یض</w:t>
      </w:r>
      <w:r>
        <w:rPr>
          <w:rtl/>
          <w:lang w:bidi="ur-PK"/>
        </w:rPr>
        <w:t>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ہوگا اورکہ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جوکوئ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ہاتھ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کرے گا وہ ا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اہے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”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اللہ “ پرب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سب سے پہلے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شرف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سے مشرف ہوںگے ۔ان کے بعد ملائکہ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 پھرمقدم الذکرنقب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( </w:t>
      </w:r>
      <w:r>
        <w:rPr>
          <w:rtl/>
          <w:lang w:bidi="fa-IR"/>
        </w:rPr>
        <w:t xml:space="preserve">۳۱۳) </w:t>
      </w:r>
      <w:r>
        <w:rPr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سے مشرف ہوں گے اس ہلچل اوراژدھام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تہلکہ مچ جائے گا اورلوگ ح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ت زدہ ہوکر ہرسمت سے استفسارکر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کون شخص ہے،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واقعات طلوع آفتاب سے پہلے سرانجام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پھرج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سورج چڑھے گا توقرص آفتاب کے سامنے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مناد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والا ظاہرہوگا اورباآوازبلند کہے گا جس کوتمام ساکنان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وآسمان سنےں گے کہ ”اے گروہ خلائق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 محمد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کرو ،پھرملائکہ اور( </w:t>
      </w:r>
      <w:r>
        <w:rPr>
          <w:rtl/>
          <w:lang w:bidi="fa-IR"/>
        </w:rPr>
        <w:t xml:space="preserve">۳۱۳) </w:t>
      </w:r>
      <w:r>
        <w:rPr>
          <w:rtl/>
          <w:lang w:bidi="ur-PK"/>
        </w:rPr>
        <w:t>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ہرگوشہ سے جوق درجوق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ارت کے لئے لوگ روانہ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،اورعالم پرحجت قائم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،اس کے بعد دس ہزار افراد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۔اورکوئ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چھوڑاجائے گا ۔ صرف اللہ کانام ہوگا اورامام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کاکام ہوگا جومخالفت کرے گا اس پرآسمان سے آگ برسے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اوراسے جلاکر خاکستر کردے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۔“ (نورالابصارامام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۱۵۵</w:t>
      </w:r>
      <w:r>
        <w:rPr>
          <w:rtl/>
          <w:lang w:bidi="ur-PK"/>
        </w:rPr>
        <w:t xml:space="preserve"> ،اعلام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۲۶۴)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علم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لکھا ہے کہ </w:t>
      </w:r>
      <w:r>
        <w:rPr>
          <w:rtl/>
          <w:lang w:bidi="fa-IR"/>
        </w:rPr>
        <w:t>۲۷</w:t>
      </w:r>
      <w:r>
        <w:rPr>
          <w:rtl/>
          <w:lang w:bidi="ur-PK"/>
        </w:rPr>
        <w:t xml:space="preserve"> مخلص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کوفہ سے اس قسم کے پہونچ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جوحاکم بنائےں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جن کے اسم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(کتاب منتخب بصائر)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شع بن نون ،سلمان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ابودجانہ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،مقداد بن اسود، مالک اشتر، اورقوم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افراد اورسات اصحاب کہف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۲۶۴</w:t>
      </w:r>
      <w:r>
        <w:rPr>
          <w:rtl/>
          <w:lang w:bidi="ur-PK"/>
        </w:rPr>
        <w:t xml:space="preserve"> ، ارشاد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۵۳۶) </w:t>
      </w:r>
      <w:r>
        <w:rPr>
          <w:rtl/>
          <w:lang w:bidi="ur-PK"/>
        </w:rPr>
        <w:t>علامہ عبدالرحمن جام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 ہے کہ قطب ،ابدال ،عرف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سب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 ﷼ آپ جانوروں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واقف ہوں گے اور آپ انسانوں اورجنوں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عدل</w:t>
      </w:r>
      <w:r>
        <w:rPr>
          <w:rtl/>
          <w:lang w:bidi="ur-PK"/>
        </w:rPr>
        <w:t xml:space="preserve"> وانصاف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۔(شواہدالنبوت </w:t>
      </w:r>
      <w:r>
        <w:rPr>
          <w:rtl/>
          <w:lang w:bidi="fa-IR"/>
        </w:rPr>
        <w:t xml:space="preserve">۲۱۶) </w:t>
      </w:r>
      <w:r>
        <w:rPr>
          <w:rtl/>
          <w:lang w:bidi="ur-PK"/>
        </w:rPr>
        <w:t>علامہ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 ہے کہ آپ حضرت داؤد کے اصول پ</w:t>
      </w:r>
      <w:r>
        <w:rPr>
          <w:rFonts w:hint="eastAsia"/>
          <w:rtl/>
          <w:lang w:bidi="ur-PK"/>
        </w:rPr>
        <w:t>راحکام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،آپ کو گواہ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عمل سے بالہام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واقف ہوں گے ۔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۲۶۴) </w:t>
      </w:r>
      <w:r>
        <w:rPr>
          <w:rtl/>
          <w:lang w:bidi="ur-PK"/>
        </w:rPr>
        <w:t>امام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جب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کاظہورہوگا توتمام مسلمان خواص اورعوام خوش ومسرورہوجائ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ان کے کچھ وزر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ہوںگے جوآپ کے احکام پر</w:t>
      </w:r>
      <w:r>
        <w:rPr>
          <w:rFonts w:hint="eastAsia"/>
          <w:rtl/>
          <w:lang w:bidi="ur-PK"/>
        </w:rPr>
        <w:t>لوگوں</w:t>
      </w:r>
      <w:r>
        <w:rPr>
          <w:rtl/>
          <w:lang w:bidi="ur-PK"/>
        </w:rPr>
        <w:t xml:space="preserve"> سے عمل کروائےں گے ۔ (نورالابصار </w:t>
      </w:r>
      <w:r>
        <w:rPr>
          <w:rtl/>
          <w:lang w:bidi="fa-IR"/>
        </w:rPr>
        <w:t>۱۵۳</w:t>
      </w:r>
      <w:r>
        <w:rPr>
          <w:rtl/>
          <w:lang w:bidi="ur-PK"/>
        </w:rPr>
        <w:t xml:space="preserve"> بحوالہ فتوحات مک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) علامہ حلب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 ہے کہ اصحاب کہف آپ کے وزر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ہوںگے</w:t>
      </w:r>
      <w:r>
        <w:rPr>
          <w:rtl/>
          <w:lang w:bidi="ur-PK"/>
        </w:rPr>
        <w:t xml:space="preserve"> (س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ت حلب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) حمو</w:t>
      </w:r>
      <w:r w:rsidR="00B0571B">
        <w:rPr>
          <w:rtl/>
          <w:lang w:bidi="ur-PK"/>
        </w:rPr>
        <w:t>ین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کہ آپ کے جسم کاسا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ہوگا ۔(غا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۱۵۰) </w:t>
      </w:r>
      <w:r>
        <w:rPr>
          <w:rtl/>
          <w:lang w:bidi="ur-PK"/>
        </w:rPr>
        <w:t>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کافرمانا ہے کہ انصارواصحاب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،خالص اللہ والے ہوںگے (ارجح المطالب </w:t>
      </w:r>
      <w:r>
        <w:rPr>
          <w:rtl/>
          <w:lang w:bidi="fa-IR"/>
        </w:rPr>
        <w:t>۴۶۹</w:t>
      </w:r>
      <w:r>
        <w:rPr>
          <w:rtl/>
          <w:lang w:bidi="ur-PK"/>
        </w:rPr>
        <w:t xml:space="preserve"> ا)ورآپ کے گرد لوگ اس طرح جمع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جس طرح شہد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”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سوب “ بادشاہ کے گرد جمع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ارجح المطالب </w:t>
      </w:r>
      <w:r>
        <w:rPr>
          <w:rtl/>
          <w:lang w:bidi="fa-IR"/>
        </w:rPr>
        <w:t>۴۶۹</w:t>
      </w:r>
      <w:r>
        <w:rPr>
          <w:rtl/>
          <w:lang w:bidi="ur-PK"/>
        </w:rPr>
        <w:t xml:space="preserve"> 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ظہورکے بعد آپ سب سے پہلے کوفہ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اوروہاں کے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رافراد</w:t>
      </w:r>
      <w:r>
        <w:rPr>
          <w:rtl/>
          <w:lang w:bidi="ur-PK"/>
        </w:rPr>
        <w:t xml:space="preserve"> قتل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77" w:name="_Toc509136999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ظہور کاسن :</w:t>
      </w:r>
      <w:bookmarkEnd w:id="377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خلاق</w:t>
      </w:r>
      <w:r>
        <w:rPr>
          <w:rtl/>
          <w:lang w:bidi="ur-PK"/>
        </w:rPr>
        <w:t xml:space="preserve"> عالم نے پانچ چ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 xml:space="preserve">وں کاعلم اپنے لئے مخصوص رکھا ہے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>) ظہورامامہد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چونکہ لازمہ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سے ہے ،لہذا اس کاعلم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کوہے کہ آپ کب ظہورفرمائےںگے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کونسا سن ہوگا ،تاہم احاد</w:t>
      </w:r>
      <w:r w:rsidR="007F6485">
        <w:rPr>
          <w:rtl/>
          <w:lang w:bidi="ur-PK"/>
        </w:rPr>
        <w:t>یث</w:t>
      </w:r>
      <w:r>
        <w:rPr>
          <w:rtl/>
          <w:lang w:bidi="ur-PK"/>
        </w:rPr>
        <w:t xml:space="preserve"> معصوم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جوالہام اورق</w:t>
      </w:r>
      <w:r>
        <w:rPr>
          <w:rFonts w:hint="eastAsia"/>
          <w:rtl/>
          <w:lang w:bidi="ur-PK"/>
        </w:rPr>
        <w:t>رآن</w:t>
      </w:r>
      <w:r>
        <w:rPr>
          <w:rtl/>
          <w:lang w:bidi="ur-PK"/>
        </w:rPr>
        <w:t xml:space="preserve"> سے مستنبط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اشارے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۔علامہ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،علامہ س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،علامہ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،علامہ شبلنج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آپ طاق سن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ظہورفرمائےںگے جو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سے مل کر بنے گا ۔ مثلا </w:t>
      </w:r>
      <w:r>
        <w:rPr>
          <w:rtl/>
          <w:lang w:bidi="fa-IR"/>
        </w:rPr>
        <w:t>۱۳</w:t>
      </w:r>
      <w:r>
        <w:rPr>
          <w:rtl/>
          <w:lang w:bidi="ur-PK"/>
        </w:rPr>
        <w:t xml:space="preserve"> سو ،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سو ، </w:t>
      </w:r>
      <w:r>
        <w:rPr>
          <w:rtl/>
          <w:lang w:bidi="fa-IR"/>
        </w:rPr>
        <w:t>۱۷</w:t>
      </w:r>
      <w:r>
        <w:rPr>
          <w:rtl/>
          <w:lang w:bidi="ur-PK"/>
        </w:rPr>
        <w:t xml:space="preserve"> سو ، </w:t>
      </w:r>
      <w:r>
        <w:rPr>
          <w:rtl/>
          <w:lang w:bidi="fa-IR"/>
        </w:rPr>
        <w:t>۱۹</w:t>
      </w:r>
      <w:r>
        <w:rPr>
          <w:rtl/>
          <w:lang w:bidi="ur-PK"/>
        </w:rPr>
        <w:t xml:space="preserve"> سو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ہزار ،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ہزار ،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ہزار ،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ہزار ۔ ا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آپ کے اسم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کااعلان بذر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جناب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کوکرد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اورظہور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م عاشورہ کوہوگا جس دن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بمقام کربلا شہ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(شرح ارشاد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۵۳۲</w:t>
      </w:r>
      <w:r>
        <w:rPr>
          <w:rtl/>
          <w:lang w:bidi="ur-PK"/>
        </w:rPr>
        <w:t xml:space="preserve"> ،غا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۱۶۱</w:t>
      </w:r>
      <w:r>
        <w:rPr>
          <w:rtl/>
          <w:lang w:bidi="ur-PK"/>
        </w:rPr>
        <w:t xml:space="preserve"> ،اعلام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۲۶۲</w:t>
      </w:r>
      <w:r>
        <w:rPr>
          <w:rtl/>
          <w:lang w:bidi="ur-PK"/>
        </w:rPr>
        <w:t xml:space="preserve"> ،نورالابصار </w:t>
      </w:r>
      <w:r>
        <w:rPr>
          <w:rtl/>
          <w:lang w:bidi="fa-IR"/>
        </w:rPr>
        <w:t xml:space="preserve">۱۵۵) </w:t>
      </w:r>
      <w:r>
        <w:rPr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نکہ نفس 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قتل اورظہور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راتوں کافاصلہ ہونامسلم ہے امکان ہے کہ قتل نفس 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بعد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 کااعلان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،پھراس کے بعد ظہور</w:t>
      </w:r>
      <w:r>
        <w:rPr>
          <w:rFonts w:hint="eastAsia"/>
          <w:rtl/>
          <w:lang w:bidi="ur-PK"/>
        </w:rPr>
        <w:t>ہو،</w:t>
      </w:r>
      <w:r>
        <w:rPr>
          <w:rtl/>
          <w:lang w:bidi="ur-PK"/>
        </w:rPr>
        <w:t xml:space="preserve"> ملاجواد ساباط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کاکہنا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م جمعہ بوقت صبح بتار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محرم الحرام </w:t>
      </w:r>
      <w:r>
        <w:rPr>
          <w:rtl/>
          <w:lang w:bidi="fa-IR"/>
        </w:rPr>
        <w:t>۷۱۰۰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ظہو</w:t>
      </w:r>
      <w:r>
        <w:rPr>
          <w:rtl/>
          <w:lang w:bidi="ur-PK"/>
        </w:rPr>
        <w:t xml:space="preserve"> ر فرمائےں گے۔غا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</w:t>
      </w:r>
      <w:r>
        <w:rPr>
          <w:rtl/>
          <w:lang w:bidi="fa-IR"/>
        </w:rPr>
        <w:t>۱۶۱</w:t>
      </w:r>
      <w:r>
        <w:rPr>
          <w:rtl/>
          <w:lang w:bidi="ur-PK"/>
        </w:rPr>
        <w:t xml:space="preserve"> بحوالہ </w:t>
      </w:r>
      <w:r>
        <w:rPr>
          <w:rtl/>
          <w:lang w:bidi="ur-PK"/>
        </w:rPr>
        <w:lastRenderedPageBreak/>
        <w:t>بر</w:t>
      </w:r>
      <w:r w:rsidR="00544BD6">
        <w:rPr>
          <w:rtl/>
          <w:lang w:bidi="ur-PK"/>
        </w:rPr>
        <w:t>اہ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ساباط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) امام جعفر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کاارشاد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کاظہوربوقت عصرہوگا اور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عصرآےة ”والعصران ا</w:t>
      </w:r>
      <w:r>
        <w:rPr>
          <w:rFonts w:hint="eastAsia"/>
          <w:rtl/>
          <w:lang w:bidi="ur-PK"/>
        </w:rPr>
        <w:t>لانسان</w:t>
      </w:r>
      <w:r>
        <w:rPr>
          <w:rtl/>
          <w:lang w:bidi="ur-PK"/>
        </w:rPr>
        <w:t xml:space="preserve"> لف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خسر “ سے مراد ہے شاہ نعمت اللہ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المتوف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۸۲۷ ( </w:t>
      </w:r>
      <w:r>
        <w:rPr>
          <w:rtl/>
          <w:lang w:bidi="ur-PK"/>
        </w:rPr>
        <w:t>مجالس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۲۷۶) </w:t>
      </w:r>
      <w:r>
        <w:rPr>
          <w:rtl/>
          <w:lang w:bidi="ur-PK"/>
        </w:rPr>
        <w:t>جوشاعرہونے کے علاوہ عالم اورمنجم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آپ کوعلم جفر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دخل تھا ۔ آپ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مشہورپ</w:t>
      </w:r>
      <w:r w:rsidR="007F6485">
        <w:rPr>
          <w:rtl/>
          <w:lang w:bidi="ur-PK"/>
        </w:rPr>
        <w:t>یش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گوئ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۱۳۸۰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جس کاغلط ہونا ثابت ہے 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 xml:space="preserve">نکہ </w:t>
      </w:r>
      <w:r>
        <w:rPr>
          <w:rtl/>
          <w:lang w:bidi="fa-IR"/>
        </w:rPr>
        <w:t>۱۳۹۳</w:t>
      </w:r>
      <w:r>
        <w:rPr>
          <w:rtl/>
          <w:lang w:bidi="ur-PK"/>
        </w:rPr>
        <w:t xml:space="preserve"> ہے (ق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نامہ</w:t>
      </w:r>
      <w:r>
        <w:rPr>
          <w:rtl/>
          <w:lang w:bidi="ur-PK"/>
        </w:rPr>
        <w:t xml:space="preserve"> قدوة المحدث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شاہ رف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۳۸) </w:t>
      </w:r>
      <w:r>
        <w:rPr>
          <w:rtl/>
          <w:lang w:bidi="ur-PK"/>
        </w:rPr>
        <w:t>۔(والعلم عنداللہ 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78" w:name="_Toc509137000"/>
      <w:r>
        <w:rPr>
          <w:rFonts w:hint="eastAsia"/>
          <w:rtl/>
          <w:lang w:bidi="ur-PK"/>
        </w:rPr>
        <w:t>ظہورکے</w:t>
      </w:r>
      <w:r>
        <w:rPr>
          <w:rtl/>
          <w:lang w:bidi="ur-PK"/>
        </w:rPr>
        <w:t xml:space="preserve"> وقت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:</w:t>
      </w:r>
      <w:bookmarkEnd w:id="378"/>
    </w:p>
    <w:p w:rsidR="000B625E" w:rsidRDefault="00980366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یو</w:t>
      </w:r>
      <w:r w:rsidR="000B625E">
        <w:rPr>
          <w:rFonts w:hint="eastAsia"/>
          <w:rtl/>
          <w:lang w:bidi="ur-PK"/>
        </w:rPr>
        <w:t>م</w:t>
      </w:r>
      <w:r w:rsidR="000B625E">
        <w:rPr>
          <w:rtl/>
          <w:lang w:bidi="ur-PK"/>
        </w:rPr>
        <w:t xml:space="preserve"> ولادت سے تابظہورآپ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ک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اعمرہوگ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؟ اسے توخداہ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جانے ل</w:t>
      </w:r>
      <w:r w:rsidR="00523C85">
        <w:rPr>
          <w:rtl/>
          <w:lang w:bidi="ur-PK"/>
        </w:rPr>
        <w:t>یک</w:t>
      </w:r>
      <w:r w:rsidR="000B625E">
        <w:rPr>
          <w:rtl/>
          <w:lang w:bidi="ur-PK"/>
        </w:rPr>
        <w:t xml:space="preserve">ن 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ہ</w:t>
      </w:r>
      <w:r w:rsidR="000B625E">
        <w:rPr>
          <w:rtl/>
          <w:lang w:bidi="ur-PK"/>
        </w:rPr>
        <w:t xml:space="preserve"> مسلمات سے ہے کہ جس وقت آپ ظہورفرمائےں گے مثل حضرت ع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س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آپ چال</w:t>
      </w:r>
      <w:r w:rsidR="007F6485">
        <w:rPr>
          <w:rtl/>
          <w:lang w:bidi="ur-PK"/>
        </w:rPr>
        <w:t>یس</w:t>
      </w:r>
      <w:r w:rsidR="000B625E">
        <w:rPr>
          <w:rtl/>
          <w:lang w:bidi="ur-PK"/>
        </w:rPr>
        <w:t xml:space="preserve"> سالہ جوان ک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ح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ث</w:t>
      </w:r>
      <w:r w:rsidR="000B625E">
        <w:rPr>
          <w:rFonts w:hint="cs"/>
          <w:rtl/>
          <w:lang w:bidi="ur-PK"/>
        </w:rPr>
        <w:t>ی</w:t>
      </w:r>
      <w:r w:rsidR="000B625E">
        <w:rPr>
          <w:rFonts w:hint="eastAsia"/>
          <w:rtl/>
          <w:lang w:bidi="ur-PK"/>
        </w:rPr>
        <w:t>ت</w:t>
      </w:r>
      <w:r w:rsidR="000B625E"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 w:rsidR="000B625E">
        <w:rPr>
          <w:rtl/>
          <w:lang w:bidi="ur-PK"/>
        </w:rPr>
        <w:t xml:space="preserve"> ہوں گے ،(اعلام الور</w:t>
      </w:r>
      <w:r w:rsidR="000B625E">
        <w:rPr>
          <w:rFonts w:hint="cs"/>
          <w:rtl/>
          <w:lang w:bidi="ur-PK"/>
        </w:rPr>
        <w:t>ی</w:t>
      </w:r>
      <w:r w:rsidR="000B625E">
        <w:rPr>
          <w:rtl/>
          <w:lang w:bidi="ur-PK"/>
        </w:rPr>
        <w:t xml:space="preserve"> </w:t>
      </w:r>
      <w:r w:rsidR="000B625E">
        <w:rPr>
          <w:rtl/>
          <w:lang w:bidi="fa-IR"/>
        </w:rPr>
        <w:t>۲۶۵</w:t>
      </w:r>
      <w:r w:rsidR="000B625E">
        <w:rPr>
          <w:rtl/>
          <w:lang w:bidi="ur-PK"/>
        </w:rPr>
        <w:t xml:space="preserve"> ،وغا</w:t>
      </w:r>
      <w:r w:rsidR="000B625E">
        <w:rPr>
          <w:rFonts w:hint="cs"/>
          <w:rtl/>
          <w:lang w:bidi="ur-PK"/>
        </w:rPr>
        <w:t>یۃ</w:t>
      </w:r>
      <w:r w:rsidR="000B625E">
        <w:rPr>
          <w:rtl/>
          <w:lang w:bidi="ur-PK"/>
        </w:rPr>
        <w:t xml:space="preserve"> المقصود ص </w:t>
      </w:r>
      <w:r w:rsidR="000B625E">
        <w:rPr>
          <w:rtl/>
          <w:lang w:bidi="fa-IR"/>
        </w:rPr>
        <w:t xml:space="preserve">۷۶،۱۱۹) </w:t>
      </w:r>
      <w:r w:rsidR="000B625E"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79" w:name="_Toc509137001"/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کاپرچم</w:t>
      </w:r>
      <w:bookmarkEnd w:id="379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جھنڈ ے پر ” البعےة اللہ “ لکھا ہوگا اورآپ اپنے ہاتھوں پرخداکے لئے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لےں گے اورکائنات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اسلام کاپرچم لہرائے گا ۔ (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ابع المودة </w:t>
      </w:r>
      <w:r>
        <w:rPr>
          <w:rtl/>
          <w:lang w:bidi="fa-IR"/>
        </w:rPr>
        <w:t xml:space="preserve">۴۳۴) </w:t>
      </w:r>
      <w:r>
        <w:rPr>
          <w:rtl/>
          <w:lang w:bidi="ur-PK"/>
        </w:rPr>
        <w:t xml:space="preserve">۔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80" w:name="_Toc509137002"/>
      <w:r>
        <w:rPr>
          <w:rFonts w:hint="eastAsia"/>
          <w:rtl/>
          <w:lang w:bidi="ur-PK"/>
        </w:rPr>
        <w:t>ظہورکے</w:t>
      </w:r>
      <w:r>
        <w:rPr>
          <w:rtl/>
          <w:lang w:bidi="ur-PK"/>
        </w:rPr>
        <w:t xml:space="preserve"> بعد :</w:t>
      </w:r>
      <w:bookmarkEnd w:id="38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ظہورکے</w:t>
      </w:r>
      <w:r>
        <w:rPr>
          <w:rtl/>
          <w:lang w:bidi="ur-PK"/>
        </w:rPr>
        <w:t xml:space="preserve"> بعد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کعبہ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ارسے ٹ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لگاکرکھڑے ہوں گے ۔ ابرکاسا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آپ کے سرمبارک پرہوگا ، آسمان سے آوازآت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“ اس کے بعدآپ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منبرپرجلوہ افروزہوںگے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آنے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کوہد</w:t>
      </w:r>
      <w:r>
        <w:rPr>
          <w:rFonts w:hint="eastAsia"/>
          <w:rtl/>
          <w:lang w:bidi="ur-PK"/>
        </w:rPr>
        <w:t>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فرمائےں گے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س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ت پ</w:t>
      </w:r>
      <w:r w:rsidR="00523C85">
        <w:rPr>
          <w:rtl/>
          <w:lang w:bidi="ur-PK"/>
        </w:rPr>
        <w:t>یغ</w:t>
      </w:r>
      <w:r>
        <w:rPr>
          <w:rtl/>
          <w:lang w:bidi="ur-PK"/>
        </w:rPr>
        <w:t>مبراسلام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اورانھےں کے طر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>ہ پرعمل پ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 ہوں گے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کاخطبہ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کہ آسمان سے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ومکائ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آکرب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،پھرملائکہ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ہزاروں ملائکہ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کے بعد وہ </w:t>
      </w:r>
      <w:r>
        <w:rPr>
          <w:rtl/>
          <w:lang w:bidi="fa-IR"/>
        </w:rPr>
        <w:t>۳۱۳</w:t>
      </w:r>
      <w:r>
        <w:rPr>
          <w:rtl/>
          <w:lang w:bidi="ur-PK"/>
        </w:rPr>
        <w:t xml:space="preserve"> مومن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۔ جوآپ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حاضرہوچکے ہوںگے پھرعام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کاسلسہ شروع ہوگا دس ہزار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کے بعد آپ سب سے پہلے کوفہ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،اوردشمنان آل محمد کاقلع قمع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آپ کے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عص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جواژدھے کاکام کرے گا اورتلوارحمائل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۔(ع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۹۲) </w:t>
      </w:r>
      <w:r>
        <w:rPr>
          <w:rtl/>
          <w:lang w:bidi="ur-PK"/>
        </w:rPr>
        <w:t>توار</w:t>
      </w:r>
      <w:r w:rsidR="007F6485">
        <w:rPr>
          <w:rtl/>
          <w:lang w:bidi="ur-PK"/>
        </w:rPr>
        <w:t>یخ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جب آپ کوفہ پہونچےں گے توکئ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ہزار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کے لئے نکل پڑے گا ،اورکہے گا کہ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فاطمہ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،آپ واپس چلے جائ</w:t>
      </w:r>
      <w:r w:rsidR="00B0571B">
        <w:rPr>
          <w:rtl/>
          <w:lang w:bidi="ur-PK"/>
        </w:rPr>
        <w:t>یے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آپ تلوار سے ان سب کاقصہ پاک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زندہ نہ چھوڑےں گے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آل محمد اورمنافق </w:t>
      </w:r>
      <w:r>
        <w:rPr>
          <w:rFonts w:hint="eastAsia"/>
          <w:rtl/>
          <w:lang w:bidi="ur-PK"/>
        </w:rPr>
        <w:t>وہاں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رہے گا توآپ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منبرپرتشر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گھنٹے تک رونے کاسلسہ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گا پھرآپ حکم </w:t>
      </w:r>
      <w:r>
        <w:rPr>
          <w:rtl/>
          <w:lang w:bidi="ur-PK"/>
        </w:rPr>
        <w:lastRenderedPageBreak/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مشہد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تک نہرفرات کاٹ کرلائ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مسجد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۔ جس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درہوں ،چنانچہ ا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اس کے بعد آپ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سرورکائنات کے لئے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 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۲۶۳</w:t>
      </w:r>
      <w:r>
        <w:rPr>
          <w:rtl/>
          <w:lang w:bidi="ur-PK"/>
        </w:rPr>
        <w:t xml:space="preserve"> ،ارشادمف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۵۳۲</w:t>
      </w:r>
      <w:r>
        <w:rPr>
          <w:rtl/>
          <w:lang w:bidi="ur-PK"/>
        </w:rPr>
        <w:t xml:space="preserve"> ،نورالابصار </w:t>
      </w:r>
      <w:r>
        <w:rPr>
          <w:rtl/>
          <w:lang w:bidi="fa-IR"/>
        </w:rPr>
        <w:t xml:space="preserve">۱۵۵)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قدوة</w:t>
      </w:r>
      <w:r>
        <w:rPr>
          <w:rtl/>
          <w:lang w:bidi="ur-PK"/>
        </w:rPr>
        <w:t xml:space="preserve"> المحدث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شاہ رف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رقمطرازہ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جوعلم لدن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بھرپورہوںگے تجب مکہ سے آپ کاظہورہوگا اور اس ظہورک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شہرت اطراف واکناف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>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توافواج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ومکہ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حاضرہوںگ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اورشام وعراق و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ن کے ابدال اوراول</w:t>
      </w:r>
      <w:r>
        <w:rPr>
          <w:rFonts w:hint="cs"/>
          <w:rtl/>
          <w:lang w:bidi="ur-PK"/>
        </w:rPr>
        <w:t>ی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خدمت شر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حا</w:t>
      </w:r>
      <w:r>
        <w:rPr>
          <w:rFonts w:hint="eastAsia"/>
          <w:rtl/>
          <w:lang w:bidi="ur-PK"/>
        </w:rPr>
        <w:t>ضرہوںگے</w:t>
      </w:r>
      <w:r>
        <w:rPr>
          <w:rtl/>
          <w:lang w:bidi="ur-PK"/>
        </w:rPr>
        <w:t xml:space="preserve"> اورعرب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فوجےں جمع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،آپ ان تمام لوگو ں کو اس خزانہ سے مال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جوکعبہ سے برآمد ہوگا ۔ اورمقام خزانہ کو ” تاج الکعبہ“ کہتے ہوں گے 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اثن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خراسان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فوج لے کر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کے لئے مکہ معظمہ کوروانہ ہوگا ،راستے اس لشکرخراس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مقدمہ الج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 xml:space="preserve"> کے کمانڈر منصورسے 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ٹکرہوگ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،اورخراسان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لشکرنصران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کوپسپا کرکے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 جائے گا اس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کلب سے ہوگا حضرت سے مقابلہ کے لئے لشکرعظ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ارسال کرے گا 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بحکم خدا جب وہ لشکر مکہ معظمہ اورکعب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منورہ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پہنچے گا اورپہاڑ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کرے گا توزم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دھنس جائے گاپھرسف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جودشمن آل محمد ہوگا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سازبازکرکے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مقابلہ کے لئے زبردست فوج فراہم کرے گا 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کے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 ہوں گے اورہرنشان کے ن</w:t>
      </w:r>
      <w:r w:rsidR="007F6485">
        <w:rPr>
          <w:rtl/>
          <w:lang w:bidi="ur-PK"/>
        </w:rPr>
        <w:t>یچ</w:t>
      </w:r>
      <w:r>
        <w:rPr>
          <w:rtl/>
          <w:lang w:bidi="ur-PK"/>
        </w:rPr>
        <w:t xml:space="preserve">ے </w:t>
      </w:r>
      <w:r>
        <w:rPr>
          <w:rtl/>
          <w:lang w:bidi="fa-IR"/>
        </w:rPr>
        <w:t>۱۲</w:t>
      </w:r>
      <w:r>
        <w:rPr>
          <w:rtl/>
          <w:lang w:bidi="ur-PK"/>
        </w:rPr>
        <w:t xml:space="preserve"> ہزار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ان کا دارالخلافہ شام ہوگاحضرت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ہوتے ہوے جلد سے جلد شام پہنچےں گے جب آپ کاورود مسعود دمشق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ہوگا ،تودشمن آل محمد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اوردشمن اسلام 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سے مقابلہ کے لئے صف آراہوںگے ،اس جنگ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بے شمار افراد قتل ہو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بالاخر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کوفتح کامل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شام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رہے گا اس کے بعد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لشکر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 xml:space="preserve">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انعام کوتقس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اوران مسلمانوں کو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سے واپس بلالےں گے جونصران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بادشاہ کے ظلم وجورسے عاجزآکر شام سے ہجرت کر</w:t>
      </w:r>
      <w:r>
        <w:rPr>
          <w:rFonts w:hint="eastAsia"/>
          <w:rtl/>
          <w:lang w:bidi="ur-PK"/>
        </w:rPr>
        <w:t>گئے</w:t>
      </w:r>
      <w:r>
        <w:rPr>
          <w:rtl/>
          <w:lang w:bidi="ur-PK"/>
        </w:rPr>
        <w:t xml:space="preserve"> تھے ۔(ق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نامہ </w:t>
      </w:r>
      <w:r>
        <w:rPr>
          <w:rtl/>
          <w:lang w:bidi="fa-IR"/>
        </w:rPr>
        <w:t xml:space="preserve">۴) </w:t>
      </w:r>
      <w:r>
        <w:rPr>
          <w:rtl/>
          <w:lang w:bidi="ur-PK"/>
        </w:rPr>
        <w:t>اس کے بعد مکہ معظمہ 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اورمسجد سہلہ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فرمائےں گے ے(ارشاد </w:t>
      </w:r>
      <w:r>
        <w:rPr>
          <w:rtl/>
          <w:lang w:bidi="fa-IR"/>
        </w:rPr>
        <w:t xml:space="preserve">۵۲۳) </w:t>
      </w:r>
      <w:r>
        <w:rPr>
          <w:rtl/>
          <w:lang w:bidi="ur-PK"/>
        </w:rPr>
        <w:t>اس کے بعد مسجد الحرام کوازسرنوبنائےں گے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مساجد کو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پرکرد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ہر بدعت کوختم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اورہرسنت کوقائم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،نظام عالم در</w:t>
      </w:r>
      <w:r>
        <w:rPr>
          <w:rFonts w:hint="eastAsia"/>
          <w:rtl/>
          <w:lang w:bidi="ur-PK"/>
        </w:rPr>
        <w:t>ست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اورشہروں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فوجےں ارسال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،انصرام وانتظام کے لئے وزراء روانہ ہوںگے ۔(اعلام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۲۶۲،۲۶۴)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آپ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،کامل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اورکافر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کوزندہ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،اوراس ز 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ہوگا کہ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عروج سے خوش ہوں اورکافر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سے بدلہ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۔ ان زندہ کئے جانے والوں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قاب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سے لے کر امت محمد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فراعنہ تک زندہ کئے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،اوران کے کئے کاپورا پورا بدل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انھےں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جوجوظلم انھوں نے کئے ان کامزہ چکھےں گے غر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>وں ،مظلوموں اورب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سوں </w:t>
      </w:r>
      <w:r>
        <w:rPr>
          <w:rtl/>
          <w:lang w:bidi="ur-PK"/>
        </w:rPr>
        <w:lastRenderedPageBreak/>
        <w:t>پرجوظلم ہواہے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(ظالم کو) سزاد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،سب سے پہلے جوواپس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وہ </w:t>
      </w:r>
      <w:r w:rsidR="007F6485">
        <w:rPr>
          <w:rtl/>
          <w:lang w:bidi="ur-PK"/>
        </w:rPr>
        <w:t>یزید</w:t>
      </w:r>
      <w:r>
        <w:rPr>
          <w:rtl/>
          <w:lang w:bidi="ur-PK"/>
        </w:rPr>
        <w:t>بن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ملعون ہوگا اورامام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 (غا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المقصود)۔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81" w:name="_Toc509137003"/>
      <w:r>
        <w:rPr>
          <w:rFonts w:hint="eastAsia"/>
          <w:rtl/>
          <w:lang w:bidi="ur-PK"/>
        </w:rPr>
        <w:t>دجال</w:t>
      </w:r>
      <w:r>
        <w:rPr>
          <w:rtl/>
          <w:lang w:bidi="ur-PK"/>
        </w:rPr>
        <w:t xml:space="preserve"> اوراس کا خروج :</w:t>
      </w:r>
      <w:bookmarkEnd w:id="381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دجال</w:t>
      </w:r>
      <w:r>
        <w:rPr>
          <w:rtl/>
          <w:lang w:bidi="ur-PK"/>
        </w:rPr>
        <w:t xml:space="preserve"> ،دجل سے مشتق ہے جس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،اس کا اصل نام صائف ،باپ کانام صائد ،ماں کانام ہستہ عرف قطامہ ہے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عہد رسالت مآب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بمقام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فاصلہ پرواقع ہے ، چہارشنبہ کے دن بوقت غروب آفتاب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 ہواہے ،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ائش کے بعد آنافانا بڑھ رہات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،اس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پھوٹ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اوربائےں آنکھ پ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پرچمک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،وہ چند دنوں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بڑھ کردعو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لگا ،سروکائنات جوحالات سے برابر مطلع ہورہے تھے ۔ انھوں نے سلمان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اورچند اصحاب کول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اوربمقام تہ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جاکراس کوتبل</w:t>
      </w:r>
      <w:r w:rsidR="00523C85">
        <w:rPr>
          <w:rtl/>
          <w:lang w:bidi="ur-PK"/>
        </w:rPr>
        <w:t>یغ</w:t>
      </w:r>
      <w:r>
        <w:rPr>
          <w:rtl/>
          <w:lang w:bidi="ur-PK"/>
        </w:rPr>
        <w:t xml:space="preserve"> کرناچاہ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،اس نے بہت برا بھلا</w:t>
      </w:r>
      <w:r>
        <w:rPr>
          <w:rFonts w:hint="eastAsia"/>
          <w:rtl/>
          <w:lang w:bidi="ur-PK"/>
        </w:rPr>
        <w:t>کہا</w:t>
      </w:r>
      <w:r>
        <w:rPr>
          <w:rtl/>
          <w:lang w:bidi="ur-PK"/>
        </w:rPr>
        <w:t xml:space="preserve"> اورچاہا کہ حضرت پرحملہ کردے ۔ل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آپ کے اصحاب نے مدافعت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،آپ نے اس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کہ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چھوڑ دئے اورم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کومان لے علماء نے لکھا ہے کہ دجال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بخط 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”الکافرباللہ “ لکھاہوا تھا اورآنکھ کے ڈھ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>ے 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(ک،ف ،ر) مرقوم تھا غ</w:t>
      </w:r>
      <w:r>
        <w:rPr>
          <w:rFonts w:hint="eastAsia"/>
          <w:rtl/>
          <w:lang w:bidi="ur-PK"/>
        </w:rPr>
        <w:t>رضکہ</w:t>
      </w:r>
      <w:r>
        <w:rPr>
          <w:rtl/>
          <w:lang w:bidi="ur-PK"/>
        </w:rPr>
        <w:t xml:space="preserve"> آپ نے وہاں 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واپس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لانے کاارادہ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دجال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سنگ گراں جوپہاڑک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تھا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رکھ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 کرحضرت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آسمان سے آئے اوراسے ہٹاد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پہونچے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کہ دجال لشکرعظ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لے کرمد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جاپہنچا حضرت نے بارگا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احد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! اسے اس وقت تک کے لئے محبوس کردے جب تک اسے زندہ رکھنا مقصود ہے ،اس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آئے اورانھوں نے دجال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کو پشت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پکڑکر اٹھا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اوراسے لے جاکر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طبرستان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محبوس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۔لط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اسے لے ک</w:t>
      </w:r>
      <w:r>
        <w:rPr>
          <w:rFonts w:hint="eastAsia"/>
          <w:rtl/>
          <w:lang w:bidi="ur-PK"/>
        </w:rPr>
        <w:t>رجانے</w:t>
      </w:r>
      <w:r>
        <w:rPr>
          <w:rtl/>
          <w:lang w:bidi="ur-PK"/>
        </w:rPr>
        <w:t xml:space="preserve"> لگے تواس نے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پردونوں ہاتھ مارکرتحت الثر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دومٹھ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خاک لے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،اوراسے طبرستان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ڈال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جبرئ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نے حضرت سرورکائنات کے سوال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کہاکہ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سے </w:t>
      </w:r>
      <w:r>
        <w:rPr>
          <w:rtl/>
          <w:lang w:bidi="fa-IR"/>
        </w:rPr>
        <w:t>۹۷۰</w:t>
      </w:r>
      <w:r>
        <w:rPr>
          <w:rtl/>
          <w:lang w:bidi="ur-PK"/>
        </w:rPr>
        <w:t xml:space="preserve"> سال بعد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خاک عالم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پھ</w:t>
      </w:r>
      <w:r w:rsidR="00B0571B">
        <w:rPr>
          <w:rFonts w:hint="eastAsia"/>
          <w:rtl/>
          <w:lang w:bidi="ur-PK"/>
        </w:rPr>
        <w:t>یل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سے آثارق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شروع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 (غا</w:t>
      </w:r>
      <w:r>
        <w:rPr>
          <w:rFonts w:hint="cs"/>
          <w:rtl/>
          <w:lang w:bidi="ur-PK"/>
        </w:rPr>
        <w:t>یۃ</w:t>
      </w:r>
      <w:r>
        <w:rPr>
          <w:rFonts w:hint="eastAsia"/>
          <w:rtl/>
          <w:lang w:bidi="ur-PK"/>
        </w:rPr>
        <w:t>المقصود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۶۴</w:t>
      </w:r>
      <w:r>
        <w:rPr>
          <w:rtl/>
          <w:lang w:bidi="ur-PK"/>
        </w:rPr>
        <w:t xml:space="preserve"> ، ارشادالطالب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۳۹۴ ) </w:t>
      </w:r>
      <w:r>
        <w:rPr>
          <w:rtl/>
          <w:lang w:bidi="ur-PK"/>
        </w:rPr>
        <w:t>پ</w:t>
      </w:r>
      <w:r w:rsidR="00523C85">
        <w:rPr>
          <w:rtl/>
          <w:lang w:bidi="ur-PK"/>
        </w:rPr>
        <w:t>یغ</w:t>
      </w:r>
      <w:r>
        <w:rPr>
          <w:rtl/>
          <w:lang w:bidi="ur-PK"/>
        </w:rPr>
        <w:t>مبراسلام کاارشاد ہے کہ دجال کومحبوس ہونے کے بعد تم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دارم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جوپہلے 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،جز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طبرستان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بچشم خود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ھا ہے۔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کتاب صحاح المصاب</w:t>
      </w:r>
      <w:r w:rsidR="007F6485">
        <w:rPr>
          <w:rtl/>
          <w:lang w:bidi="ur-PK"/>
        </w:rPr>
        <w:t>یح</w:t>
      </w:r>
      <w:r>
        <w:rPr>
          <w:rtl/>
          <w:lang w:bidi="ur-PK"/>
        </w:rPr>
        <w:t xml:space="preserve"> ،زہرة الر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،صح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موجودہے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غرضکہ</w:t>
      </w:r>
      <w:r>
        <w:rPr>
          <w:rtl/>
          <w:lang w:bidi="ur-PK"/>
        </w:rPr>
        <w:t xml:space="preserve"> اکثرروا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مطابق دجال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ظہورفرمانے کے </w:t>
      </w:r>
      <w:r>
        <w:rPr>
          <w:rtl/>
          <w:lang w:bidi="fa-IR"/>
        </w:rPr>
        <w:t>۱۸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بعد خروج کرے گا (مجمع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۵۶۰) </w:t>
      </w:r>
      <w:r>
        <w:rPr>
          <w:rtl/>
          <w:lang w:bidi="ur-PK"/>
        </w:rPr>
        <w:t>وغا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۶۹) </w:t>
      </w:r>
      <w:r>
        <w:rPr>
          <w:rtl/>
          <w:lang w:bidi="ur-PK"/>
        </w:rPr>
        <w:t>ظہور امام ا ورخروج دجال سے پہلے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تک سخت قحط پڑے گا ۔ پہلے سال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زراعت ختم ہوجائ</w:t>
      </w:r>
      <w:r w:rsidR="00523C85">
        <w:rPr>
          <w:rtl/>
          <w:lang w:bidi="ur-PK"/>
        </w:rPr>
        <w:t>یگ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سال آسمان 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ورحمت ختم ہوجائے گا ت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رے سال بالکل بارش نہ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والے موت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پہنچنے کے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ظلم وجو ر،اضطراب وپر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بالکل پرہوگ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 ما 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ظہورکے </w:t>
      </w:r>
      <w:r>
        <w:rPr>
          <w:rtl/>
          <w:lang w:bidi="ur-PK"/>
        </w:rPr>
        <w:lastRenderedPageBreak/>
        <w:t xml:space="preserve">بعد </w:t>
      </w:r>
      <w:r>
        <w:rPr>
          <w:rtl/>
          <w:lang w:bidi="fa-IR"/>
        </w:rPr>
        <w:t>۱۸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کائنات</w:t>
      </w:r>
      <w:r>
        <w:rPr>
          <w:rtl/>
          <w:lang w:bidi="ur-PK"/>
        </w:rPr>
        <w:t xml:space="preserve"> نہآ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پرپہنچ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ناگاہ دجال ملعون کے خروج </w:t>
      </w:r>
      <w:r>
        <w:rPr>
          <w:rFonts w:hint="eastAsia"/>
          <w:rtl/>
          <w:lang w:bidi="ur-PK"/>
        </w:rPr>
        <w:t>کاغلغلہ</w:t>
      </w:r>
      <w:r>
        <w:rPr>
          <w:rtl/>
          <w:lang w:bidi="ur-PK"/>
        </w:rPr>
        <w:t xml:space="preserve"> اٹھے گا وہ بروآ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اخوند درو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ہ ہندوستان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پہاڑپر نمودارہوگا اوروہاں سے بآواز بلند کہے گا ۔”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خدائے بزرگ ہوں ،م</w:t>
      </w:r>
      <w:r w:rsidR="007F6485">
        <w:rPr>
          <w:rtl/>
          <w:lang w:bidi="ur-PK"/>
        </w:rPr>
        <w:t>یر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کرو۔“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آوازمشرق ومغرب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پہنچے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اس کے بعد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 xml:space="preserve">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ابروآ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۴۰</w:t>
      </w:r>
      <w:r>
        <w:rPr>
          <w:rtl/>
          <w:lang w:bidi="ur-PK"/>
        </w:rPr>
        <w:t xml:space="preserve">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رہ کر لشکرت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ارکرے</w:t>
      </w:r>
      <w:r>
        <w:rPr>
          <w:rtl/>
          <w:lang w:bidi="ur-PK"/>
        </w:rPr>
        <w:t xml:space="preserve"> گا ۔پھرشام وعراق ہ</w:t>
      </w:r>
      <w:r>
        <w:rPr>
          <w:rFonts w:hint="eastAsia"/>
          <w:rtl/>
          <w:lang w:bidi="ur-PK"/>
        </w:rPr>
        <w:t>وتا</w:t>
      </w:r>
      <w:r>
        <w:rPr>
          <w:rtl/>
          <w:lang w:bidi="ur-PK"/>
        </w:rPr>
        <w:t xml:space="preserve"> ہوا اصفہان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“ سے خروج کرے گا ۔ اس کے ہمراہ بہت بڑا لشکرہوگا ،جس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سترلاکھ مرقوم ہے جن ،د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،پر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ان کے علاوہ ہوں گے ۔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گدھے پرسوارہوگا ۔ جوابلق رنگ کا ہوگا اس کے جسم کا بالائ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سرخ ،ہاتھ پاؤں تازانوس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اس کے بعد سے سم تک سف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 ہوگا ۔ اس کے دونوں کانوں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۴۰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کافاصلہ ہوگا ۔وہ </w:t>
      </w:r>
      <w:r>
        <w:rPr>
          <w:rtl/>
          <w:lang w:bidi="fa-IR"/>
        </w:rPr>
        <w:t>۲۱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اونچااور </w:t>
      </w:r>
      <w:r>
        <w:rPr>
          <w:rtl/>
          <w:lang w:bidi="fa-IR"/>
        </w:rPr>
        <w:t>۹۰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لمبا ہوگا اس کاہرقدم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کاہوگا اس کے دونوں کانوں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خلق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رب</w:t>
      </w:r>
      <w:r w:rsidR="007F6485">
        <w:rPr>
          <w:rFonts w:hint="eastAsia"/>
          <w:rtl/>
          <w:lang w:bidi="ur-PK"/>
        </w:rPr>
        <w:t>یٹ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کے بالوں سے ہرقسم کے باجوں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آوازآئے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گدھے پرسوارہوگا ۔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جب وہ روانہ ہوگا تواس کے داہنے طرف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پہاڑہوگا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ہرقسم کے سانپ بچھوہوں گے ،وہ لوگوں کو انھےں چ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وں کے ذر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ہ سے بہکائے گا اورکہے گا 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خداہوں جوم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 xml:space="preserve">احکم ماننے گا جنت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رکھوں گا جونہ مانے گا اس جہنم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ڈال دوںگا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چال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 xml:space="preserve">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چکرلگاکراور سب کوبہکاکرامام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اسک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کوناکام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بنانے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وہ خانہ کعبہ کوگرانا چاہے گا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لشکربھ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 xml:space="preserve"> کر کعبہ اورمد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کوتباہ کرنے پرمامورکرے گا اورخود باارادہ کوفہ روانہ ہوگا اس کامقصد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ہوگا کہ کوفہ جوامام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آماجگاہ ہے اسے تباہ کردے ”چون آن لع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نزد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کوفہ برسد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باست</w:t>
      </w:r>
      <w:r w:rsidR="007F6485">
        <w:rPr>
          <w:rtl/>
          <w:lang w:bidi="ur-PK"/>
        </w:rPr>
        <w:t>یص</w:t>
      </w:r>
      <w:r>
        <w:rPr>
          <w:rtl/>
          <w:lang w:bidi="ur-PK"/>
        </w:rPr>
        <w:t>ال اوبرسد “ل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ن خداکاکرنا 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ھئے کہ جب وہ کوفہ کے نزد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 پہنچے گا ،توحضرت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خود وہاں پہنچ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،اوراسے بحکم خدا ب</w:t>
      </w:r>
      <w:r w:rsidR="007F6485">
        <w:rPr>
          <w:rtl/>
          <w:lang w:bidi="ur-PK"/>
        </w:rPr>
        <w:t>یخ</w:t>
      </w:r>
      <w:r>
        <w:rPr>
          <w:rtl/>
          <w:lang w:bidi="ur-PK"/>
        </w:rPr>
        <w:t xml:space="preserve"> وبن سے اکھاڑد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غرضکہ گھمسان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اورشام</w:t>
      </w:r>
      <w:r>
        <w:rPr>
          <w:rtl/>
          <w:lang w:bidi="ur-PK"/>
        </w:rPr>
        <w:t xml:space="preserve"> تک پھ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>ے ہوئے لشکر پرامام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زبردست حملے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،بالاخروہ ملعون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ضربوں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تاب نہ لاکرشام کے مقام عقب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رف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ابمقام</w:t>
      </w:r>
      <w:r>
        <w:rPr>
          <w:rtl/>
          <w:lang w:bidi="ur-PK"/>
        </w:rPr>
        <w:t xml:space="preserve"> لد جمعہ کے دن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چڑھے ماراجائے گا اس کے مرنے کے بعد دس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تک دجال اوراس کے گدھے اورلشکرکاخون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گا علم</w:t>
      </w:r>
      <w:r w:rsidR="001F4EA2">
        <w:rPr>
          <w:rtl/>
          <w:lang w:bidi="ur-PK"/>
        </w:rPr>
        <w:t>ا</w:t>
      </w:r>
      <w:r>
        <w:rPr>
          <w:rFonts w:hint="eastAsia"/>
          <w:rtl/>
          <w:lang w:bidi="ur-PK"/>
        </w:rPr>
        <w:t>کاکہنا</w:t>
      </w:r>
      <w:r>
        <w:rPr>
          <w:rtl/>
          <w:lang w:bidi="ur-PK"/>
        </w:rPr>
        <w:t xml:space="preserve"> ہے کہ قتل دجال کے بعد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 کے لشکر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ں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زبردست حملہ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اورسب کوقتل کرڈالےں گے ۔اس وقت جوکافر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گوشہ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چھپے گا ،وہ آوازدے گا کہ فلاں کافر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روپوش ہے ۔امام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اسے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آخرکارزم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پرک</w:t>
      </w:r>
      <w:r>
        <w:rPr>
          <w:rFonts w:hint="eastAsia"/>
          <w:rtl/>
          <w:lang w:bidi="ur-PK"/>
        </w:rPr>
        <w:t>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دجال کاماننے والا نہ رہے گا ۔(ارشادالطالب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۳۹۷</w:t>
      </w:r>
      <w:r>
        <w:rPr>
          <w:rtl/>
          <w:lang w:bidi="ur-PK"/>
        </w:rPr>
        <w:t xml:space="preserve"> ،معارف الملة </w:t>
      </w:r>
      <w:r>
        <w:rPr>
          <w:rtl/>
          <w:lang w:bidi="fa-IR"/>
        </w:rPr>
        <w:t>۳۴۸</w:t>
      </w:r>
      <w:r>
        <w:rPr>
          <w:rtl/>
          <w:lang w:bidi="ur-PK"/>
        </w:rPr>
        <w:t xml:space="preserve"> ،صح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،لمعات شرح مشکوةعبدالحق ،مرقات شرح مشکوة مجمع البحار) بعض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دجال کوحضرت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بحکم حضرت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قتل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82" w:name="_Toc509137004"/>
      <w:r>
        <w:rPr>
          <w:rFonts w:hint="eastAsia"/>
          <w:rtl/>
          <w:lang w:bidi="ur-PK"/>
        </w:rPr>
        <w:t>نزول</w:t>
      </w:r>
      <w:r>
        <w:rPr>
          <w:rtl/>
          <w:lang w:bidi="ur-PK"/>
        </w:rPr>
        <w:t xml:space="preserve">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:</w:t>
      </w:r>
      <w:bookmarkEnd w:id="38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سنت کے قائم کرنے اوربدعت کومٹانے ن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 xml:space="preserve">انصرام وانتظام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مشغول ومصروف ہوںگے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نمازصبح کے وقت بروآ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نمازعصرکے وقت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دوفرشتوں کے کندھوں پرہاتھ رکھے ہوئے دمشق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جامع مسجد ک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منارہ </w:t>
      </w:r>
      <w:r>
        <w:rPr>
          <w:rFonts w:hint="eastAsia"/>
          <w:rtl/>
          <w:lang w:bidi="ur-PK"/>
        </w:rPr>
        <w:t>شرق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پرنزول فرمائےں </w:t>
      </w:r>
      <w:r>
        <w:rPr>
          <w:rFonts w:hint="eastAsia"/>
          <w:rtl/>
          <w:lang w:bidi="ur-PK"/>
        </w:rPr>
        <w:t>گے</w:t>
      </w:r>
      <w:r>
        <w:rPr>
          <w:rtl/>
          <w:lang w:bidi="ur-PK"/>
        </w:rPr>
        <w:t xml:space="preserve">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کااستقبال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اورفرمائےںگے کہ آپ نمازپڑھئے ،حضرت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ناممکن ہے ،نمازآپ کوپڑھان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۔چنانچہ حضرت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امامت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ان کے پ</w:t>
      </w:r>
      <w:r w:rsidR="007F6485">
        <w:rPr>
          <w:rtl/>
          <w:lang w:bidi="ur-PK"/>
        </w:rPr>
        <w:t>یچ</w:t>
      </w:r>
      <w:r>
        <w:rPr>
          <w:rtl/>
          <w:lang w:bidi="ur-PK"/>
        </w:rPr>
        <w:t>ھے نمازپڑھےں گے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۔(نورالابصار </w:t>
      </w:r>
      <w:r>
        <w:rPr>
          <w:rtl/>
          <w:lang w:bidi="fa-IR"/>
        </w:rPr>
        <w:t>۱۵۴</w:t>
      </w:r>
      <w:r>
        <w:rPr>
          <w:rtl/>
          <w:lang w:bidi="ur-PK"/>
        </w:rPr>
        <w:t xml:space="preserve"> ،غا</w:t>
      </w:r>
      <w:r>
        <w:rPr>
          <w:rFonts w:hint="cs"/>
          <w:rtl/>
          <w:lang w:bidi="ur-PK"/>
        </w:rPr>
        <w:t>یۃ</w:t>
      </w:r>
      <w:r>
        <w:rPr>
          <w:rFonts w:hint="eastAsia"/>
          <w:rtl/>
          <w:lang w:bidi="ur-PK"/>
        </w:rPr>
        <w:t>المقصود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۱۰۴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>۱۰۵</w:t>
      </w:r>
      <w:r>
        <w:rPr>
          <w:rtl/>
          <w:lang w:bidi="ur-PK"/>
        </w:rPr>
        <w:t xml:space="preserve"> ،بحوالہ مسلم وابن ماجہ ،مشکوة </w:t>
      </w:r>
      <w:r>
        <w:rPr>
          <w:rtl/>
          <w:lang w:bidi="fa-IR"/>
        </w:rPr>
        <w:t xml:space="preserve">۴۵۸) </w:t>
      </w:r>
      <w:r>
        <w:rPr>
          <w:rtl/>
          <w:lang w:bidi="ur-PK"/>
        </w:rPr>
        <w:t>اس وقت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عمرچال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سالہ جوان ج</w:t>
      </w:r>
      <w:r w:rsidR="007F6485">
        <w:rPr>
          <w:rtl/>
          <w:lang w:bidi="ur-PK"/>
        </w:rPr>
        <w:t>یس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۔وہ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،اوران کے دولڑکے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اہوںگے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کانام احمداوردوسرے کانام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۔(اسعاف الراغب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برحاش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نورالابصار </w:t>
      </w:r>
      <w:r>
        <w:rPr>
          <w:rtl/>
          <w:lang w:bidi="fa-IR"/>
        </w:rPr>
        <w:t>۱۳۵</w:t>
      </w:r>
      <w:r>
        <w:rPr>
          <w:rtl/>
          <w:lang w:bidi="ur-PK"/>
        </w:rPr>
        <w:t xml:space="preserve"> ،ق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نامہ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حوالہ</w:t>
      </w:r>
      <w:r>
        <w:rPr>
          <w:rtl/>
          <w:lang w:bidi="ur-PK"/>
        </w:rPr>
        <w:t xml:space="preserve"> کتاب الوفاابن جوز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،مشکوة </w:t>
      </w:r>
      <w:r>
        <w:rPr>
          <w:rtl/>
          <w:lang w:bidi="fa-IR"/>
        </w:rPr>
        <w:t>۴۶۵</w:t>
      </w:r>
      <w:r>
        <w:rPr>
          <w:rtl/>
          <w:lang w:bidi="ur-PK"/>
        </w:rPr>
        <w:t xml:space="preserve"> وسراج القلوب </w:t>
      </w:r>
      <w:r>
        <w:rPr>
          <w:rtl/>
          <w:lang w:bidi="fa-IR"/>
        </w:rPr>
        <w:t xml:space="preserve">۷۷)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83" w:name="_Toc50913700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مر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کادورہ :</w:t>
      </w:r>
      <w:bookmarkEnd w:id="38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بلاد ،ممالک کادورہ کرنے اورحالات کاجائزہ ل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ے کے لئے برآمد ہوںگے اوردجال ملعون کے پہنچائے ہوئے نقصانات اوراس کے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کئے ہوئے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حالات کوبہتر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سطح پرلائ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،حضرت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خنز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رکوقتل</w:t>
      </w:r>
      <w:r>
        <w:rPr>
          <w:rtl/>
          <w:lang w:bidi="ur-PK"/>
        </w:rPr>
        <w:t xml:space="preserve"> کرنے ،صل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>وں کوتوڑنے اورلوگوںکے اسلام قبول کرنے کاانصرام وبندوبست فرمائےںگے ۔ عدل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بلاد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اسلام کاڈنکا بجے گا اورظلم وستم کاتختہ بتاہ ہوجائے گا ۔(ق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نامہ قدوة المحدث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بحوالہ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84" w:name="_Toc509137006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کاقسطنطن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کوفتح کرنا :</w:t>
      </w:r>
      <w:bookmarkEnd w:id="38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ہے کہ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قسطنطن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،چ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اورجبل و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>م کوفتح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قسطنطن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جسے استنبول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اورجس پراس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کاقبضہ ہوگا ۔ اوران کاقبضہ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بادشاہ کوقتل کرنے کے بعد ہواہوگا ۔چ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اورجبل د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>م 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قبضہ ہو</w:t>
      </w:r>
      <w:r>
        <w:rPr>
          <w:rFonts w:hint="eastAsia"/>
          <w:rtl/>
          <w:lang w:bidi="ur-PK"/>
        </w:rPr>
        <w:t>گااوروہ</w:t>
      </w:r>
      <w:r>
        <w:rPr>
          <w:rtl/>
          <w:lang w:bidi="ur-PK"/>
        </w:rPr>
        <w:t xml:space="preserve">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مقابلہ کاپوراانتظام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،چ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جس کوعرب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”ص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“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حوالہ سے علامہ طر</w:t>
      </w:r>
      <w:r w:rsidR="007F6485">
        <w:rPr>
          <w:rtl/>
          <w:lang w:bidi="ur-PK"/>
        </w:rPr>
        <w:t>یح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مجمع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</w:t>
      </w:r>
      <w:r>
        <w:rPr>
          <w:rtl/>
          <w:lang w:bidi="fa-IR"/>
        </w:rPr>
        <w:t>۶۱۵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لکھا</w:t>
      </w:r>
      <w:r>
        <w:rPr>
          <w:rtl/>
          <w:lang w:bidi="ur-PK"/>
        </w:rPr>
        <w:t xml:space="preserve"> ہے کہ: ( </w:t>
      </w:r>
      <w:r>
        <w:rPr>
          <w:rtl/>
          <w:lang w:bidi="fa-IR"/>
        </w:rPr>
        <w:t xml:space="preserve">۱) </w:t>
      </w:r>
      <w:r>
        <w:rPr>
          <w:rtl/>
          <w:lang w:bidi="ur-PK"/>
        </w:rPr>
        <w:t>ص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پہاڑ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ہے( </w:t>
      </w:r>
      <w:r>
        <w:rPr>
          <w:rtl/>
          <w:lang w:bidi="fa-IR"/>
        </w:rPr>
        <w:t xml:space="preserve">۲) </w:t>
      </w:r>
      <w:r>
        <w:rPr>
          <w:rtl/>
          <w:lang w:bidi="ur-PK"/>
        </w:rPr>
        <w:t xml:space="preserve">مشرق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مملکت ہے ( </w:t>
      </w:r>
      <w:r>
        <w:rPr>
          <w:rtl/>
          <w:lang w:bidi="fa-IR"/>
        </w:rPr>
        <w:t xml:space="preserve">۳) </w:t>
      </w:r>
      <w:r>
        <w:rPr>
          <w:rtl/>
          <w:lang w:bidi="ur-PK"/>
        </w:rPr>
        <w:t xml:space="preserve">کوفہ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موضع ہے ۔پتہ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چل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کہ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ےں فتح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،ان کے علاوہ سندھ اورہندکے مکانات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اشارہ ہے ، بہرحال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شہرقسطنطن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کوفتح کرنے کے لئے روانہ ہوںگے اوران کے ہمرا ہجوسترہزاربنواسحاق کے نوجوان ہوںگے انھےں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روم کے کنارے شہر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جاکراسے</w:t>
      </w:r>
      <w:r>
        <w:rPr>
          <w:rtl/>
          <w:lang w:bidi="ur-PK"/>
        </w:rPr>
        <w:t xml:space="preserve"> فتح ک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کاحکم ہوگا ،جب وہاں پہنچ کرفص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کے کنارے نعر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تکب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لگائےںگے توخود بخود راستہ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اہوجائے گا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داخل ہوکر اسے فتح کرلےںگے ،کفارقتل ہوںگے </w:t>
      </w:r>
      <w:r>
        <w:rPr>
          <w:rtl/>
          <w:lang w:bidi="ur-PK"/>
        </w:rPr>
        <w:lastRenderedPageBreak/>
        <w:t xml:space="preserve">اوراس پرپوراپورا قبضہ ہوجائے گا ۔(نورالابصار </w:t>
      </w:r>
      <w:r>
        <w:rPr>
          <w:rtl/>
          <w:lang w:bidi="fa-IR"/>
        </w:rPr>
        <w:t>۱۵۵</w:t>
      </w:r>
      <w:r>
        <w:rPr>
          <w:rtl/>
          <w:lang w:bidi="ur-PK"/>
        </w:rPr>
        <w:t xml:space="preserve"> بحوالہ طبران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۱۵۲</w:t>
      </w:r>
      <w:r>
        <w:rPr>
          <w:rtl/>
          <w:lang w:bidi="ur-PK"/>
        </w:rPr>
        <w:t xml:space="preserve"> وبحوالہ ابونع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 xml:space="preserve"> ،اعلام ا</w:t>
      </w:r>
      <w:r>
        <w:rPr>
          <w:rFonts w:hint="eastAsia"/>
          <w:rtl/>
          <w:lang w:bidi="ur-PK"/>
        </w:rPr>
        <w:t>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بحوالہ امام جعفرصادق </w:t>
      </w:r>
      <w:r>
        <w:rPr>
          <w:rtl/>
          <w:lang w:bidi="fa-IR"/>
        </w:rPr>
        <w:t>۲۶۴</w:t>
      </w:r>
      <w:r>
        <w:rPr>
          <w:rtl/>
          <w:lang w:bidi="ur-PK"/>
        </w:rPr>
        <w:t xml:space="preserve"> ،ق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نامہ ،بحوالہ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)۔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85" w:name="_Toc509137007"/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اجوج</w:t>
      </w:r>
      <w:r>
        <w:rPr>
          <w:rtl/>
          <w:lang w:bidi="ur-PK"/>
        </w:rPr>
        <w:t xml:space="preserve"> ماجوج اوران کاخروج :</w:t>
      </w:r>
      <w:bookmarkEnd w:id="385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صغر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ظہورآل محمداورق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دجال کے بعد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اجوج</w:t>
      </w:r>
      <w:r>
        <w:rPr>
          <w:rtl/>
          <w:lang w:bidi="ur-PK"/>
        </w:rPr>
        <w:t xml:space="preserve"> اورماجوج کاخروج ہوگا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سد سکندر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نکل کرسارے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امن وامان کوتباہ وبربادکرد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ے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اجوج</w:t>
      </w:r>
      <w:r>
        <w:rPr>
          <w:rtl/>
          <w:lang w:bidi="ur-PK"/>
        </w:rPr>
        <w:t xml:space="preserve"> ماجوج حضرت نوح کے ب</w:t>
      </w:r>
      <w:r w:rsidR="007F6485">
        <w:rPr>
          <w:rtl/>
          <w:lang w:bidi="ur-PK"/>
        </w:rPr>
        <w:t>یٹ</w:t>
      </w:r>
      <w:r>
        <w:rPr>
          <w:rtl/>
          <w:lang w:bidi="ur-PK"/>
        </w:rPr>
        <w:t xml:space="preserve">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دونوںچارسوقب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>ہ اورامتوںکے سرداراورسربرآورہ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کثرت کاکئ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اندازہ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اجاسکتا</w:t>
      </w:r>
      <w:r>
        <w:rPr>
          <w:rtl/>
          <w:lang w:bidi="ur-PK"/>
        </w:rPr>
        <w:t xml:space="preserve"> ۔مخلوقات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ملائکہ کے بعد انھےں کثرت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اولاد نہ ہو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</w:t>
      </w:r>
      <w:r>
        <w:rPr>
          <w:rFonts w:hint="eastAsia"/>
          <w:rtl/>
          <w:lang w:bidi="ur-PK"/>
        </w:rPr>
        <w:t>وقت</w:t>
      </w:r>
      <w:r>
        <w:rPr>
          <w:rtl/>
          <w:lang w:bidi="ur-PK"/>
        </w:rPr>
        <w:t xml:space="preserve"> تک مرتے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تک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ہزاربہادرپ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قسم کے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جوتاڑسے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لمبے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،دوسرے وہ جولمبے اورچوڑے برابرہ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بہت بڑے ہاتھ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،ت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رے وہ جواپناا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کان بچھاتے اوردوسرا اوڑھتے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ںان</w:t>
      </w:r>
      <w:r>
        <w:rPr>
          <w:rtl/>
          <w:lang w:bidi="ur-PK"/>
        </w:rPr>
        <w:t xml:space="preserve"> کے سامنے لوہا ،پتھر،پ</w:t>
      </w:r>
      <w:r>
        <w:rPr>
          <w:rFonts w:hint="eastAsia"/>
          <w:rtl/>
          <w:lang w:bidi="ur-PK"/>
        </w:rPr>
        <w:t>ہاڑتووہ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ںہے</w:t>
      </w:r>
      <w:r>
        <w:rPr>
          <w:rtl/>
          <w:lang w:bidi="ur-PK"/>
        </w:rPr>
        <w:t xml:space="preserve">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نوح کے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اخ</w:t>
      </w:r>
      <w:r w:rsidR="007F6485">
        <w:rPr>
          <w:rtl/>
          <w:lang w:bidi="ur-PK"/>
        </w:rPr>
        <w:t>یر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 جگہ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اہوئے ، جہاں سے پہلے سورج نے طلوع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زمانہ فطرت سے پہلے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سے نکل پڑے تھے اوراپنے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کوکھا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،گھوڑا ،اونٹ،انسان ،جانور،کھ</w:t>
      </w:r>
      <w:r w:rsidR="00980366">
        <w:rPr>
          <w:rtl/>
          <w:lang w:bidi="ur-PK"/>
        </w:rPr>
        <w:t>یت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غرضکہ جوکچھ سامنے آتاتھا سب کوہضم کرجاتے تھے ۔ وہاں کے لوگ ان سے سخت تنگ اورعاجزتھے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زمانہ فطرت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بروائت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ذوالقرن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اس منزل تک پہنچے توانھےں وہاں کاسارا واقعہ معلوم ہوا اوروہاں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نے ان سے درخواست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ہ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بلائے بے درمان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اجوج</w:t>
      </w:r>
      <w:r>
        <w:rPr>
          <w:rtl/>
          <w:lang w:bidi="ur-PK"/>
        </w:rPr>
        <w:t xml:space="preserve"> ماجوج سے بچائے ۔چنانچہ انھوں نے دوپہاڑوں کے اس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راستے کوجس سے وہ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اکرتے</w:t>
      </w:r>
      <w:r>
        <w:rPr>
          <w:rtl/>
          <w:lang w:bidi="ur-PK"/>
        </w:rPr>
        <w:t xml:space="preserve"> تھے بحکم خدالوہے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ارسے جودوسوگزاونچ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اورپچاس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اساٹھ</w:t>
      </w:r>
      <w:r>
        <w:rPr>
          <w:rtl/>
          <w:lang w:bidi="ur-PK"/>
        </w:rPr>
        <w:t xml:space="preserve"> گزچوڑ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ارکوسد سکندر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۔ک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نکہ ذوالقرن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کااصل نام سکندراعظم تھا ،سدسکندر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لگ جانے کے بعد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خوراک سانپ قرارد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،جوآسمان سے برستے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تابظہورامام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محصوررہ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ان کااصول اورطر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سد سکندر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رات چاٹ کرکاٹتے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،جب صبح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اوردھوپ لگت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توہٹ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،پھردوسر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اربھ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اوروہ پھراسے کاٹنے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لگ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بحکم</w:t>
      </w:r>
      <w:r>
        <w:rPr>
          <w:rtl/>
          <w:lang w:bidi="ur-PK"/>
        </w:rPr>
        <w:t xml:space="preserve"> خداسے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زمانہ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خروج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د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ارکٹ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نکل پڑےں گے ۔اس وقت کاعالم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سم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پھ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کر نظام عالم کودرہم برہم کرنا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گے،لاکھوں جانےں ضائع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چ</w:t>
      </w:r>
      <w:r w:rsidR="007F6485">
        <w:rPr>
          <w:rFonts w:hint="eastAsia"/>
          <w:rtl/>
          <w:lang w:bidi="ur-PK"/>
        </w:rPr>
        <w:t>یز</w:t>
      </w:r>
      <w:r>
        <w:rPr>
          <w:rFonts w:hint="eastAsia"/>
          <w:rtl/>
          <w:lang w:bidi="ur-PK"/>
        </w:rPr>
        <w:t>ا</w:t>
      </w:r>
      <w:r w:rsidR="007F6485">
        <w:rPr>
          <w:rFonts w:hint="eastAsia"/>
          <w:rtl/>
          <w:lang w:bidi="ur-PK"/>
        </w:rPr>
        <w:t>یس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جاسکے ،اور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پرتصرف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بلاکے جنگجولوگ </w:t>
      </w:r>
      <w:r>
        <w:rPr>
          <w:rtl/>
          <w:lang w:bidi="ur-PK"/>
        </w:rPr>
        <w:lastRenderedPageBreak/>
        <w:t>ہوںگے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اکومارکر</w:t>
      </w:r>
      <w:r>
        <w:rPr>
          <w:rtl/>
          <w:lang w:bidi="ur-PK"/>
        </w:rPr>
        <w:t xml:space="preserve"> کھاجائ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اوراپنے ت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پھ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ک کرآسمان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کومارنے کاحوصلہ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اورجب ادھرسے بحکم خدا ت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خون آلود آئے گا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خوش ہوںگے اورآپس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اب ہمارااقتدارزم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بلند ہوکر آسمان پرپہنچ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۔اس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دوران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اورحضرت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خداوندعالم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 w:rsidR="007F6485">
        <w:rPr>
          <w:rtl/>
          <w:lang w:bidi="ur-PK"/>
        </w:rPr>
        <w:t>یج</w:t>
      </w:r>
      <w:r>
        <w:rPr>
          <w:rtl/>
          <w:lang w:bidi="ur-PK"/>
        </w:rPr>
        <w:t xml:space="preserve"> دے گا جس کوعرب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”نغف “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ناک سے شروع ہوکر طاعون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طرح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س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کاکام تمام کردے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پھران کے مردارکوکھانے کے لئے ”عنقا “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پرندہ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اہوگا ،جوزم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صاف کرے گا ۔اورانسان ان کے ت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وکمان اورقابل سوختن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آلات حرب کو سات سال تک جلائ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(تفس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رصاف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۲۷۸</w:t>
      </w:r>
      <w:r>
        <w:rPr>
          <w:rtl/>
          <w:lang w:bidi="ur-PK"/>
        </w:rPr>
        <w:t xml:space="preserve"> ،مشکوة </w:t>
      </w:r>
      <w:r>
        <w:rPr>
          <w:rtl/>
          <w:lang w:bidi="fa-IR"/>
        </w:rPr>
        <w:t>۳۶۶</w:t>
      </w:r>
      <w:r>
        <w:rPr>
          <w:rtl/>
          <w:lang w:bidi="ur-PK"/>
        </w:rPr>
        <w:t xml:space="preserve"> ،صح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مسلم ،ترمذ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،ارشادالطالب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۳۹۸</w:t>
      </w:r>
      <w:r>
        <w:rPr>
          <w:rtl/>
          <w:lang w:bidi="ur-PK"/>
        </w:rPr>
        <w:t xml:space="preserve"> ،غا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المقصودجلد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۷۶</w:t>
      </w:r>
      <w:r>
        <w:rPr>
          <w:rtl/>
          <w:lang w:bidi="ur-PK"/>
        </w:rPr>
        <w:t xml:space="preserve"> ،مجمع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۴۶۶</w:t>
      </w:r>
      <w:r>
        <w:rPr>
          <w:rtl/>
          <w:lang w:bidi="ur-PK"/>
        </w:rPr>
        <w:t xml:space="preserve"> ،ق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نامہ </w:t>
      </w:r>
      <w:r>
        <w:rPr>
          <w:rtl/>
          <w:lang w:bidi="fa-IR"/>
        </w:rPr>
        <w:t xml:space="preserve">۸)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86" w:name="_Toc509137008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حکومت اورخاتمہ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  <w:bookmarkEnd w:id="386"/>
      <w:r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کاپا</w:t>
      </w:r>
      <w:r>
        <w:rPr>
          <w:rFonts w:hint="cs"/>
          <w:rtl/>
          <w:lang w:bidi="ur-PK"/>
        </w:rPr>
        <w:t>ی</w:t>
      </w:r>
      <w:r w:rsidR="001F4EA2">
        <w:rPr>
          <w:rFonts w:hint="eastAsia"/>
          <w:rtl/>
          <w:lang w:bidi="ur-PK"/>
        </w:rPr>
        <w:t xml:space="preserve">ہ </w:t>
      </w:r>
      <w:r>
        <w:rPr>
          <w:rtl/>
          <w:lang w:bidi="ur-PK"/>
        </w:rPr>
        <w:t xml:space="preserve"> تخت شہرکوفہ ہوگا مکہ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نائب کاتقررہوگا ۔آپ کاد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ان خانہ اورآپ کے اجر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مسجد کوفہ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۔ب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المال ،مسجد سہلہ قرارد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 w:rsidR="00523C85">
        <w:rPr>
          <w:rtl/>
          <w:lang w:bidi="ur-PK"/>
        </w:rPr>
        <w:t>یگ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اورخلوت کدہ نجف اشرف ہوگا ۔(حق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۱۴۵) </w:t>
      </w:r>
      <w:r>
        <w:rPr>
          <w:rtl/>
          <w:lang w:bidi="ur-PK"/>
        </w:rPr>
        <w:t xml:space="preserve">آپکے عہد حکومت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مکمل امن وسکون ہوگا ۔بکر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اوربھ</w:t>
      </w:r>
      <w:r w:rsidR="007F6485">
        <w:rPr>
          <w:rtl/>
          <w:lang w:bidi="ur-PK"/>
        </w:rPr>
        <w:t>یڑ</w:t>
      </w:r>
      <w:r>
        <w:rPr>
          <w:rtl/>
          <w:lang w:bidi="ur-PK"/>
        </w:rPr>
        <w:t>،گائے اورش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،انسان اورسانپ ،زنب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اورچوہے سب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بے خوف ہوںگے (درمنثورس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۲۳) </w:t>
      </w:r>
      <w:r>
        <w:rPr>
          <w:rtl/>
          <w:lang w:bidi="ur-PK"/>
        </w:rPr>
        <w:t>۔معاص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کاارتکاب بالکل بندہوجائے گااورتمام لوگ پاک بازہوجائ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۔ جہل ،جبن ،بخل کافورہو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۔عاجزوں،ضع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دادرس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۔ظلم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مٹ جائ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گا اسلام کے قالب بے جان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روح تازہ پ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تمام مذاہب ختم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۔نہ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گے 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اورمسلک ہوگا ۔صرف اسلام ہوگا ۔اوراس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کاڈنکابجتاہوگا آپ دعوت بالس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جوآپ کے درپئے نزاع ہوگا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۔جز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موقوف ہوگا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شہر عکاکے ہرے بھرے م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 xml:space="preserve">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مہمان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مسرتوں سے مملوہوگ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۔غرضکہ عدل وانصاف 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بھرجائے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،(ال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واقت</w:t>
      </w:r>
      <w:r>
        <w:rPr>
          <w:rtl/>
          <w:lang w:bidi="ur-PK"/>
        </w:rPr>
        <w:t xml:space="preserve"> الجواہرجلد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۱۲۷) </w:t>
      </w:r>
      <w:r>
        <w:rPr>
          <w:rtl/>
          <w:lang w:bidi="ur-PK"/>
        </w:rPr>
        <w:t xml:space="preserve">۔ </w:t>
      </w:r>
    </w:p>
    <w:p w:rsidR="000B625E" w:rsidRDefault="000B625E" w:rsidP="005274C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تمام مظلوم بلائ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اوران پرظلم کرنے والے حاضرکئے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آل محمد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اوران پرظلم کے پہاڑتوڑنے والے بلائے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حضرت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مظلوم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فرمائےںگے اورظالم کوک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>روکردارتک پہنچائےں گے ۔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ان تمام امور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نگران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کافر</w:t>
      </w:r>
      <w:r w:rsidR="007F6485">
        <w:rPr>
          <w:rtl/>
          <w:lang w:bidi="ur-PK"/>
        </w:rPr>
        <w:t>یض</w:t>
      </w:r>
      <w:r>
        <w:rPr>
          <w:rtl/>
          <w:lang w:bidi="ur-PK"/>
        </w:rPr>
        <w:t>ہ اداکرنے کے لئے جلوہ افروزہوںگے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دوران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سابقہ ارض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سالہ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سالہ موجودہ ارض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کااضافہ کرکے چال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انتقال کرجائ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اور آپ کوروض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</w:t>
      </w:r>
      <w:r>
        <w:rPr>
          <w:rFonts w:hint="eastAsia"/>
          <w:rtl/>
          <w:lang w:bidi="ur-PK"/>
        </w:rPr>
        <w:t>لعم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دفن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۔(حاش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مشکوة </w:t>
      </w:r>
      <w:r>
        <w:rPr>
          <w:rtl/>
          <w:lang w:bidi="fa-IR"/>
        </w:rPr>
        <w:t xml:space="preserve">۴۶۳) </w:t>
      </w:r>
      <w:r>
        <w:rPr>
          <w:rtl/>
          <w:lang w:bidi="ur-PK"/>
        </w:rPr>
        <w:t xml:space="preserve">،سراج القلزب </w:t>
      </w:r>
      <w:r>
        <w:rPr>
          <w:rtl/>
          <w:lang w:bidi="fa-IR"/>
        </w:rPr>
        <w:t>۷۷</w:t>
      </w:r>
      <w:r>
        <w:rPr>
          <w:rtl/>
          <w:lang w:bidi="ur-PK"/>
        </w:rPr>
        <w:t xml:space="preserve"> ،عجائب القصص </w:t>
      </w:r>
      <w:r>
        <w:rPr>
          <w:rtl/>
          <w:lang w:bidi="fa-IR"/>
        </w:rPr>
        <w:t xml:space="preserve">۲۳) </w:t>
      </w:r>
      <w:r>
        <w:rPr>
          <w:rtl/>
          <w:lang w:bidi="ur-PK"/>
        </w:rPr>
        <w:t>اس کے بعدحضرت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کاخاتمہ ہوجائے گا اورحضرت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نظام کائنات پرحکمران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”دابة الارض “ سے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اب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کہ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حکومت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؟اس کے متعلق سخت اختلاف ہے ارشاد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</w:t>
      </w:r>
      <w:r>
        <w:rPr>
          <w:rtl/>
          <w:lang w:bidi="fa-IR"/>
        </w:rPr>
        <w:t>۵۳۳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سات سال اور </w:t>
      </w:r>
      <w:r>
        <w:rPr>
          <w:rtl/>
          <w:lang w:bidi="fa-IR"/>
        </w:rPr>
        <w:t>۵۳۷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سال اوراعلام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>
        <w:rPr>
          <w:rtl/>
          <w:lang w:bidi="fa-IR"/>
        </w:rPr>
        <w:t>۳۶۵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۱۹</w:t>
      </w:r>
      <w:r>
        <w:rPr>
          <w:rtl/>
          <w:lang w:bidi="ur-PK"/>
        </w:rPr>
        <w:t xml:space="preserve"> سال ،مشکوة کے </w:t>
      </w:r>
      <w:r>
        <w:rPr>
          <w:rtl/>
          <w:lang w:bidi="fa-IR"/>
        </w:rPr>
        <w:t>۴۶۲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سال ،نورالابصارکے </w:t>
      </w:r>
      <w:r>
        <w:rPr>
          <w:rtl/>
          <w:lang w:bidi="fa-IR"/>
        </w:rPr>
        <w:t>۱۵۴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سال ۔ 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جلد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۱۶۲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بحوالہ حلےةالاول</w:t>
      </w:r>
      <w:r>
        <w:rPr>
          <w:rFonts w:hint="cs"/>
          <w:rtl/>
          <w:lang w:bidi="ur-PK"/>
        </w:rPr>
        <w:t>ی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۷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،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سال اور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ابع المودة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سل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ان قندوز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>
        <w:rPr>
          <w:rtl/>
          <w:lang w:bidi="fa-IR"/>
        </w:rPr>
        <w:t>۴۳۳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مرقوم ہے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حالات احاد</w:t>
      </w:r>
      <w:r w:rsidR="007F6485">
        <w:rPr>
          <w:rtl/>
          <w:lang w:bidi="ur-PK"/>
        </w:rPr>
        <w:t>یث</w:t>
      </w:r>
      <w:r>
        <w:rPr>
          <w:rtl/>
          <w:lang w:bidi="ur-PK"/>
        </w:rPr>
        <w:t xml:space="preserve"> ،اقوال علم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سے استنباط کرکے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کوترج</w:t>
      </w:r>
      <w:r w:rsidR="007F6485">
        <w:rPr>
          <w:rtl/>
          <w:lang w:bidi="ur-PK"/>
        </w:rPr>
        <w:t>یح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ہوسکتاہے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دس سال کے برابرہوں (ارشادمف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۵۳۳</w:t>
      </w:r>
      <w:r>
        <w:rPr>
          <w:rtl/>
          <w:lang w:bidi="ur-PK"/>
        </w:rPr>
        <w:t xml:space="preserve"> ،نورالابصار </w:t>
      </w:r>
      <w:r>
        <w:rPr>
          <w:rtl/>
          <w:lang w:bidi="fa-IR"/>
        </w:rPr>
        <w:t xml:space="preserve">۱۵۵) </w:t>
      </w:r>
      <w:r>
        <w:rPr>
          <w:rtl/>
          <w:lang w:bidi="ur-PK"/>
        </w:rPr>
        <w:t>غر</w:t>
      </w:r>
      <w:r>
        <w:rPr>
          <w:rFonts w:hint="eastAsia"/>
          <w:rtl/>
          <w:lang w:bidi="ur-PK"/>
        </w:rPr>
        <w:t>ضکہ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آپ کوغسل وکفن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اورنمازپڑھاکر دفن فرمائےں گے ،ج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اکہ علامہ س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عبدالحم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نے کتاب انوارالمضئ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عہدظہور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سے پہلے زندہ ہونے کورجعت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رجعت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مذھب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ہے (مجمع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۴۲۲) </w:t>
      </w:r>
      <w:r>
        <w:rPr>
          <w:rtl/>
          <w:lang w:bidi="ur-PK"/>
        </w:rPr>
        <w:t xml:space="preserve">اس کامطلب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ظہورکے بعد بحکم خداشد</w:t>
      </w:r>
      <w:r w:rsidR="007F6485">
        <w:rPr>
          <w:rtl/>
          <w:lang w:bidi="ur-PK"/>
        </w:rPr>
        <w:t>ید</w:t>
      </w:r>
      <w:r>
        <w:rPr>
          <w:rtl/>
          <w:lang w:bidi="ur-PK"/>
        </w:rPr>
        <w:t>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کافراورمنافق اورکامل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حضرت رسول</w:t>
      </w:r>
      <w:r w:rsidR="00F145FD">
        <w:rPr>
          <w:rtl/>
          <w:lang w:bidi="ur-PK"/>
        </w:rPr>
        <w:t xml:space="preserve"> کریم </w:t>
      </w:r>
      <w:r>
        <w:rPr>
          <w:rtl/>
          <w:lang w:bidi="ur-PK"/>
        </w:rPr>
        <w:t>اورآئمہ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،بعض انب</w:t>
      </w:r>
      <w:r>
        <w:rPr>
          <w:rFonts w:hint="cs"/>
          <w:rtl/>
          <w:lang w:bidi="ur-PK"/>
        </w:rPr>
        <w:t>ی</w:t>
      </w:r>
      <w:r w:rsid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سلف برائے اظہاردولت حق محمد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پلٹ کرآئےں گے۔(تکل</w:t>
      </w:r>
      <w:r w:rsidR="00523C85">
        <w:rPr>
          <w:rtl/>
          <w:lang w:bidi="ur-PK"/>
        </w:rPr>
        <w:t>یف</w:t>
      </w:r>
      <w:r>
        <w:rPr>
          <w:rtl/>
          <w:lang w:bidi="ur-PK"/>
        </w:rPr>
        <w:t xml:space="preserve"> المکلف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۲۵) </w:t>
      </w:r>
      <w:r>
        <w:rPr>
          <w:rtl/>
          <w:lang w:bidi="ur-PK"/>
        </w:rPr>
        <w:t xml:space="preserve">اس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ظالموں کاظلم کابدلہ اورمظلوموں کوانتقام کاموقع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اوراسلام کواتنافروغ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کہ ”ل</w:t>
      </w:r>
      <w:r w:rsidR="00523C85">
        <w:rPr>
          <w:rtl/>
          <w:lang w:bidi="ur-PK"/>
        </w:rPr>
        <w:t>یظ</w:t>
      </w:r>
      <w:r>
        <w:rPr>
          <w:rtl/>
          <w:lang w:bidi="ur-PK"/>
        </w:rPr>
        <w:t>ہرہ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کلہ “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اسلام رہ جائ</w:t>
      </w:r>
      <w:r w:rsidR="00523C85">
        <w:rPr>
          <w:rtl/>
          <w:lang w:bidi="ur-PK"/>
        </w:rPr>
        <w:t>یگ</w:t>
      </w:r>
      <w:r>
        <w:rPr>
          <w:rtl/>
          <w:lang w:bidi="ur-PK"/>
        </w:rPr>
        <w:t>ا (معارف الملة الناج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والنار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۳۸۰) </w:t>
      </w:r>
      <w:r>
        <w:rPr>
          <w:rtl/>
          <w:lang w:bidi="ur-PK"/>
        </w:rPr>
        <w:t>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مکمل بدلہ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(غا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ج</w:t>
      </w:r>
      <w:r>
        <w:rPr>
          <w:rFonts w:hint="eastAsia"/>
          <w:rtl/>
          <w:lang w:bidi="ur-PK"/>
        </w:rPr>
        <w:t>لد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۱۸۴</w:t>
      </w:r>
      <w:r>
        <w:rPr>
          <w:rtl/>
          <w:lang w:bidi="ur-PK"/>
        </w:rPr>
        <w:t xml:space="preserve"> بحوالہ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 اوردشمنان آل محمد کوق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عذاب اکبرسے پہلے رجعت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عذاب ادن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کامزہ چکھا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 گا (حق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۱۴۷</w:t>
      </w:r>
      <w:r>
        <w:rPr>
          <w:rtl/>
          <w:lang w:bidi="ur-PK"/>
        </w:rPr>
        <w:t xml:space="preserve"> بحوالہ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>) ۔ش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سرورکائنات کے ہاتھوں سے نہرفرات 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جنگ کے بعد قتل ہوگا ۔آئمہ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ہرعہدحکومت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اچھے </w:t>
      </w:r>
      <w:r>
        <w:rPr>
          <w:rFonts w:hint="eastAsia"/>
          <w:rtl/>
          <w:lang w:bidi="ur-PK"/>
        </w:rPr>
        <w:t>برے</w:t>
      </w:r>
      <w:r>
        <w:rPr>
          <w:rtl/>
          <w:lang w:bidi="ur-PK"/>
        </w:rPr>
        <w:t xml:space="preserve"> زندہ کئے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اورحضرت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عہد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جولوگ زندہ ہوں گے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چارہزارہوگ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۱۷۸) </w:t>
      </w:r>
      <w:r>
        <w:rPr>
          <w:rtl/>
          <w:lang w:bidi="ur-PK"/>
        </w:rPr>
        <w:t>شہداء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رجعت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تاکہ اس کے بعد جوموت آئے اس سے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حکم </w:t>
      </w:r>
      <w:r w:rsidRPr="00967932">
        <w:rPr>
          <w:rStyle w:val="libAieChar"/>
          <w:rtl/>
        </w:rPr>
        <w:t>” کل نفس ذائقة الموت “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ہوسکے </w:t>
      </w:r>
      <w:r>
        <w:rPr>
          <w:rFonts w:hint="eastAsia"/>
          <w:rtl/>
          <w:lang w:bidi="ur-PK"/>
        </w:rPr>
        <w:t>اورانھےں</w:t>
      </w:r>
      <w:r>
        <w:rPr>
          <w:rtl/>
          <w:lang w:bidi="ur-PK"/>
        </w:rPr>
        <w:t xml:space="preserve"> موت کامزہ نص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ہوجائے (غا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۱۷۳) </w:t>
      </w:r>
      <w:r>
        <w:rPr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رجعت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بوعد</w:t>
      </w:r>
      <w:r w:rsidR="001F4EA2">
        <w:rPr>
          <w:rtl/>
          <w:lang w:bidi="ur-PK"/>
        </w:rPr>
        <w:t xml:space="preserve">ہ </w:t>
      </w:r>
      <w:r>
        <w:rPr>
          <w:rtl/>
          <w:lang w:bidi="ur-PK"/>
        </w:rPr>
        <w:t xml:space="preserve">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 محمد کوحکومت عامہ عالم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گوشہ ا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انہ ہوگا جس پرآل محمد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نہ ہو ،اس کے متعلق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: </w:t>
      </w:r>
      <w:r w:rsidRPr="00967932">
        <w:rPr>
          <w:rStyle w:val="libAieChar"/>
          <w:rtl/>
        </w:rPr>
        <w:t xml:space="preserve">” ان الارض </w:t>
      </w:r>
      <w:r w:rsidR="005274C1" w:rsidRPr="005274C1">
        <w:rPr>
          <w:rStyle w:val="libAieChar"/>
          <w:rFonts w:hint="cs"/>
          <w:rtl/>
        </w:rPr>
        <w:t>ي</w:t>
      </w:r>
      <w:r w:rsidRPr="00967932">
        <w:rPr>
          <w:rStyle w:val="libAieChar"/>
          <w:rFonts w:hint="cs"/>
          <w:rtl/>
        </w:rPr>
        <w:t>رث</w:t>
      </w:r>
      <w:r w:rsidR="005274C1" w:rsidRPr="005274C1">
        <w:rPr>
          <w:rStyle w:val="libAieChar"/>
          <w:rFonts w:hint="cs"/>
          <w:rtl/>
        </w:rPr>
        <w:t>ه</w:t>
      </w:r>
      <w:r w:rsidRPr="00967932">
        <w:rPr>
          <w:rStyle w:val="libAieChar"/>
          <w:rFonts w:hint="cs"/>
          <w:rtl/>
        </w:rPr>
        <w:t>ا عبادی</w:t>
      </w:r>
      <w:r w:rsidRPr="00967932">
        <w:rPr>
          <w:rStyle w:val="libAieChar"/>
          <w:rtl/>
        </w:rPr>
        <w:t xml:space="preserve"> الصالحون “ و ”نر</w:t>
      </w:r>
      <w:r w:rsidR="005274C1" w:rsidRPr="005274C1">
        <w:rPr>
          <w:rStyle w:val="libAieChar"/>
          <w:rFonts w:hint="cs"/>
          <w:rtl/>
        </w:rPr>
        <w:t>ي</w:t>
      </w:r>
      <w:r w:rsidRPr="00967932">
        <w:rPr>
          <w:rStyle w:val="libAieChar"/>
          <w:rFonts w:hint="cs"/>
          <w:rtl/>
        </w:rPr>
        <w:t>دان ن</w:t>
      </w:r>
      <w:r w:rsidRPr="00967932">
        <w:rPr>
          <w:rStyle w:val="libAieChar"/>
          <w:rFonts w:hint="eastAsia"/>
          <w:rtl/>
        </w:rPr>
        <w:t>من</w:t>
      </w:r>
      <w:r w:rsidRPr="00967932">
        <w:rPr>
          <w:rStyle w:val="libAieChar"/>
          <w:rtl/>
        </w:rPr>
        <w:t xml:space="preserve"> عل</w:t>
      </w:r>
      <w:r w:rsidRPr="00967932">
        <w:rPr>
          <w:rStyle w:val="libAieChar"/>
          <w:rFonts w:hint="cs"/>
          <w:rtl/>
        </w:rPr>
        <w:t>ی</w:t>
      </w:r>
      <w:r w:rsidRPr="00967932">
        <w:rPr>
          <w:rStyle w:val="libAieChar"/>
          <w:rtl/>
        </w:rPr>
        <w:t xml:space="preserve"> الذ</w:t>
      </w:r>
      <w:r w:rsidR="005274C1" w:rsidRPr="005274C1">
        <w:rPr>
          <w:rStyle w:val="libAieChar"/>
          <w:rFonts w:hint="cs"/>
          <w:rtl/>
        </w:rPr>
        <w:t>ي</w:t>
      </w:r>
      <w:r w:rsidRPr="00967932">
        <w:rPr>
          <w:rStyle w:val="libAieChar"/>
          <w:rFonts w:hint="cs"/>
          <w:rtl/>
        </w:rPr>
        <w:t>ن استضعفوا فی</w:t>
      </w:r>
      <w:r w:rsidRPr="00967932">
        <w:rPr>
          <w:rStyle w:val="libAieChar"/>
          <w:rtl/>
        </w:rPr>
        <w:t xml:space="preserve"> الارض ونجعل</w:t>
      </w:r>
      <w:r w:rsidR="005274C1" w:rsidRPr="005274C1">
        <w:rPr>
          <w:rStyle w:val="libAieChar"/>
          <w:rFonts w:hint="cs"/>
          <w:rtl/>
        </w:rPr>
        <w:t>ه</w:t>
      </w:r>
      <w:r w:rsidRPr="00967932">
        <w:rPr>
          <w:rStyle w:val="libAieChar"/>
          <w:rFonts w:hint="cs"/>
          <w:rtl/>
        </w:rPr>
        <w:t>م الوارثی</w:t>
      </w:r>
      <w:r w:rsidRPr="00967932">
        <w:rPr>
          <w:rStyle w:val="libAieChar"/>
          <w:rFonts w:hint="eastAsia"/>
          <w:rtl/>
        </w:rPr>
        <w:t>ن</w:t>
      </w:r>
      <w:r w:rsidRPr="00967932">
        <w:rPr>
          <w:rStyle w:val="libAieChar"/>
          <w:rtl/>
        </w:rPr>
        <w:t xml:space="preserve"> </w:t>
      </w:r>
      <w:r w:rsidRPr="00967932">
        <w:rPr>
          <w:rStyle w:val="libAieChar"/>
          <w:rFonts w:hint="cs"/>
          <w:rtl/>
        </w:rPr>
        <w:t>“</w:t>
      </w:r>
      <w:r>
        <w:rPr>
          <w:rtl/>
          <w:lang w:bidi="ur-PK"/>
        </w:rPr>
        <w:t xml:space="preserve"> موجود ہے (حق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۱۴۶)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ووراثت آل محمد کے پاس کب تک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،اس کے متعلق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آٹھ ہزارسال کاحوالہ دے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اورپتہ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چلتاہے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،حضرت محمدمصطف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گرآئمہ</w:t>
      </w:r>
      <w:r>
        <w:rPr>
          <w:rtl/>
          <w:lang w:bidi="ur-PK"/>
        </w:rPr>
        <w:t xml:space="preserve">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 کے وزر</w:t>
      </w:r>
      <w:r w:rsidR="001F4EA2">
        <w:rPr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اورسفر</w:t>
      </w:r>
      <w:r w:rsidR="001F4EA2" w:rsidRPr="001F4EA2"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ممالک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انتظام وانصرام فرمائےں گے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ہے کہ ہرامام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الترت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حکومت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حق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وغا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المقصود ۔حضرت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ظہوراورنظام عالم پرحکمران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متعلق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بصراحت موجود ہے ۔ارشادہوتاہے :</w:t>
      </w:r>
    </w:p>
    <w:p w:rsidR="000B625E" w:rsidRDefault="000B625E" w:rsidP="005274C1">
      <w:pPr>
        <w:pStyle w:val="libNormal"/>
        <w:rPr>
          <w:rtl/>
          <w:lang w:bidi="ur-PK"/>
        </w:rPr>
      </w:pPr>
      <w:r w:rsidRPr="00967932">
        <w:rPr>
          <w:rStyle w:val="libAieChar"/>
          <w:rFonts w:hint="eastAsia"/>
          <w:rtl/>
        </w:rPr>
        <w:t>”</w:t>
      </w:r>
      <w:r w:rsidRPr="00967932">
        <w:rPr>
          <w:rStyle w:val="libAieChar"/>
          <w:rtl/>
        </w:rPr>
        <w:t xml:space="preserve"> اخرجنال</w:t>
      </w:r>
      <w:r w:rsidR="005274C1" w:rsidRPr="005274C1">
        <w:rPr>
          <w:rStyle w:val="libAieChar"/>
          <w:rFonts w:hint="cs"/>
          <w:rtl/>
        </w:rPr>
        <w:t>ه</w:t>
      </w:r>
      <w:r w:rsidRPr="00967932">
        <w:rPr>
          <w:rStyle w:val="libAieChar"/>
          <w:rFonts w:hint="cs"/>
          <w:rtl/>
        </w:rPr>
        <w:t>م دابة من الارض “</w:t>
      </w:r>
      <w:r>
        <w:rPr>
          <w:rtl/>
          <w:lang w:bidi="ur-PK"/>
        </w:rPr>
        <w:t xml:space="preserve">(پارہ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 رکوع </w:t>
      </w:r>
      <w:r>
        <w:rPr>
          <w:rtl/>
          <w:lang w:bidi="fa-IR"/>
        </w:rPr>
        <w:t xml:space="preserve">۱ ) </w:t>
      </w:r>
    </w:p>
    <w:p w:rsidR="000B625E" w:rsidRDefault="000B625E" w:rsidP="005274C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وسن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کااتفاق ہے کہ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مراد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۔ملاحظہ ہو۔م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>ان الاعتدال علامہ 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ومعالم التنز</w:t>
      </w:r>
      <w:r w:rsidR="00B0571B">
        <w:rPr>
          <w:rtl/>
          <w:lang w:bidi="ur-PK"/>
        </w:rPr>
        <w:t>یل</w:t>
      </w:r>
      <w:r>
        <w:rPr>
          <w:rtl/>
          <w:lang w:bidi="ur-PK"/>
        </w:rPr>
        <w:t xml:space="preserve"> علامہ بغو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وحق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رصاف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علامہ محسن ف</w:t>
      </w:r>
      <w:r w:rsidR="007F6485">
        <w:rPr>
          <w:rtl/>
          <w:lang w:bidi="ur-PK"/>
        </w:rPr>
        <w:t>یض</w:t>
      </w:r>
      <w:r>
        <w:rPr>
          <w:rtl/>
          <w:lang w:bidi="ur-PK"/>
        </w:rPr>
        <w:t xml:space="preserve"> کاشان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تور</w:t>
      </w:r>
      <w:r w:rsidR="00980366">
        <w:rPr>
          <w:rtl/>
          <w:lang w:bidi="ur-PK"/>
        </w:rPr>
        <w:t>یت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اشارہ موجودہے ۔(تذکرة المعصوم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ن </w:t>
      </w:r>
      <w:r>
        <w:rPr>
          <w:rtl/>
          <w:lang w:bidi="fa-IR"/>
        </w:rPr>
        <w:t xml:space="preserve">۲۴۶) </w:t>
      </w:r>
      <w:r>
        <w:rPr>
          <w:rtl/>
          <w:lang w:bidi="ur-PK"/>
        </w:rPr>
        <w:t xml:space="preserve">آپ کاکام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ہوگا کہ آپ ا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>ے لوگوںک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 w:rsidR="00523C85">
        <w:rPr>
          <w:rtl/>
          <w:lang w:bidi="ur-PK"/>
        </w:rPr>
        <w:t>یق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جوخداکے مخالف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پر</w:t>
      </w:r>
      <w:r w:rsidR="00523C85">
        <w:rPr>
          <w:rtl/>
          <w:lang w:bidi="ur-PK"/>
        </w:rPr>
        <w:t>یق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نہ رکھنے والے ہوںگے وہ صفااورمروہ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سے برآمد ہوںگے ،ان کے ہاتھ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سل</w:t>
      </w:r>
      <w:r w:rsidR="00B0571B">
        <w:rPr>
          <w:rtl/>
          <w:lang w:bidi="ur-PK"/>
        </w:rPr>
        <w:t>یم</w:t>
      </w:r>
      <w:r>
        <w:rPr>
          <w:rtl/>
          <w:lang w:bidi="ur-PK"/>
        </w:rPr>
        <w:t>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انگوٹھ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کاعصا ہوگا جب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قر</w:t>
      </w:r>
      <w:r w:rsidR="00980366">
        <w:rPr>
          <w:rtl/>
          <w:lang w:bidi="ur-PK"/>
        </w:rPr>
        <w:t>یب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توآپ عصا اورانگشتر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ہرمومن وکافرک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پرنشان لگائےں گے ۔مومن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</w:t>
      </w:r>
      <w:r w:rsidRPr="00967932">
        <w:rPr>
          <w:rStyle w:val="libArabicChar"/>
          <w:rtl/>
        </w:rPr>
        <w:t>”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ذا مومن حقا “</w:t>
      </w:r>
      <w:r>
        <w:rPr>
          <w:rtl/>
          <w:lang w:bidi="ur-PK"/>
        </w:rPr>
        <w:t xml:space="preserve"> اور کافرک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 w:rsidRPr="00967932">
        <w:rPr>
          <w:rStyle w:val="libArabicChar"/>
          <w:rtl/>
        </w:rPr>
        <w:t xml:space="preserve">” 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ذا کافرحقا“</w:t>
      </w:r>
      <w:r>
        <w:rPr>
          <w:rtl/>
          <w:lang w:bidi="ur-PK"/>
        </w:rPr>
        <w:t xml:space="preserve"> 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ہوجائے گا ۔ملاحظہ ہو(کتاب ارشادالطالب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اخوند درو</w:t>
      </w:r>
      <w:r w:rsidR="007F6485">
        <w:rPr>
          <w:rtl/>
          <w:lang w:bidi="ur-PK"/>
        </w:rPr>
        <w:t>یز</w:t>
      </w:r>
      <w:r>
        <w:rPr>
          <w:rtl/>
          <w:lang w:bidi="ur-PK"/>
        </w:rPr>
        <w:t xml:space="preserve">ہ </w:t>
      </w:r>
      <w:r>
        <w:rPr>
          <w:rtl/>
          <w:lang w:bidi="fa-IR"/>
        </w:rPr>
        <w:t>۴۰۰</w:t>
      </w:r>
      <w:r>
        <w:rPr>
          <w:rtl/>
          <w:lang w:bidi="ur-PK"/>
        </w:rPr>
        <w:t xml:space="preserve"> 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نامہ قدوةالمحدث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علامہ رف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 xml:space="preserve"> الد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۱۰) </w:t>
      </w:r>
      <w:r>
        <w:rPr>
          <w:rtl/>
          <w:lang w:bidi="ur-PK"/>
        </w:rPr>
        <w:t>علامہ لغو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مشکوة المصاب</w:t>
      </w:r>
      <w:r w:rsidR="007F6485">
        <w:rPr>
          <w:rtl/>
          <w:lang w:bidi="ur-PK"/>
        </w:rPr>
        <w:t>یح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۴۶۴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تحر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دابة الارض دوپہرکے وقت نکلے گا ،اورجب اس دابة الارض کا عمل درآمد شروع ہوجائے گا توباب توبہ بند ہوجائے گا اوراس وقت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</w:t>
      </w:r>
      <w:r w:rsidR="00F145FD">
        <w:rPr>
          <w:rtl/>
          <w:lang w:bidi="ur-PK"/>
        </w:rPr>
        <w:t>ایمان</w:t>
      </w:r>
      <w:r>
        <w:rPr>
          <w:rtl/>
          <w:lang w:bidi="ur-PK"/>
        </w:rPr>
        <w:t xml:space="preserve"> لانا کارگرنہ ہوگا حضرت امام جعفرصادق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سورہے ت</w:t>
      </w:r>
      <w:r>
        <w:rPr>
          <w:rFonts w:hint="eastAsia"/>
          <w:rtl/>
          <w:lang w:bidi="ur-PK"/>
        </w:rPr>
        <w:t>ھے</w:t>
      </w:r>
      <w:r>
        <w:rPr>
          <w:rtl/>
          <w:lang w:bidi="ur-PK"/>
        </w:rPr>
        <w:t xml:space="preserve"> ،اتنے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رسول</w:t>
      </w:r>
      <w:r w:rsidR="00F145FD">
        <w:rPr>
          <w:rtl/>
          <w:lang w:bidi="ur-PK"/>
        </w:rPr>
        <w:t xml:space="preserve"> کریم </w:t>
      </w:r>
      <w:r>
        <w:rPr>
          <w:rtl/>
          <w:lang w:bidi="ur-PK"/>
        </w:rPr>
        <w:t>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،اورآپ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Pr="00967932">
        <w:rPr>
          <w:rStyle w:val="libArabicChar"/>
          <w:rtl/>
        </w:rPr>
        <w:t xml:space="preserve">”قم 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ادابة</w:t>
      </w:r>
      <w:r w:rsidRPr="00967932">
        <w:rPr>
          <w:rStyle w:val="libArabicChar"/>
          <w:rtl/>
        </w:rPr>
        <w:t xml:space="preserve"> الل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 xml:space="preserve"> “</w:t>
      </w:r>
      <w:r>
        <w:rPr>
          <w:rtl/>
          <w:lang w:bidi="ur-PK"/>
        </w:rPr>
        <w:t xml:space="preserve"> اس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</w:t>
      </w:r>
      <w:r w:rsidRPr="00967932">
        <w:rPr>
          <w:rStyle w:val="libArabicChar"/>
          <w:rtl/>
        </w:rPr>
        <w:t xml:space="preserve">” 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اعل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اذا کان اخرجک الل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 xml:space="preserve"> الخ “</w:t>
      </w:r>
      <w:r>
        <w:rPr>
          <w:rtl/>
          <w:lang w:bidi="ur-PK"/>
        </w:rPr>
        <w:t xml:space="preserve"> 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! جب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آئے گا توخداوند عالم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برآمد کر</w:t>
      </w:r>
      <w:r w:rsidR="00523C85">
        <w:rPr>
          <w:rtl/>
          <w:lang w:bidi="ur-PK"/>
        </w:rPr>
        <w:t>یگ</w:t>
      </w:r>
      <w:r>
        <w:rPr>
          <w:rtl/>
          <w:lang w:bidi="ur-PK"/>
        </w:rPr>
        <w:t>ا اس وقت تم اپنے دشمنوں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یش</w:t>
      </w:r>
      <w:r>
        <w:rPr>
          <w:rtl/>
          <w:lang w:bidi="ur-PK"/>
        </w:rPr>
        <w:t>ا</w:t>
      </w:r>
      <w:r w:rsidR="00F145FD">
        <w:rPr>
          <w:rtl/>
          <w:lang w:bidi="ur-PK"/>
        </w:rPr>
        <w:t>نیو</w:t>
      </w:r>
      <w:r>
        <w:rPr>
          <w:rtl/>
          <w:lang w:bidi="ur-PK"/>
        </w:rPr>
        <w:t>ں پرنشان لگاؤگے ۔ (مج</w:t>
      </w:r>
      <w:r>
        <w:rPr>
          <w:rFonts w:hint="eastAsia"/>
          <w:rtl/>
          <w:lang w:bidi="ur-PK"/>
        </w:rPr>
        <w:t>مع</w:t>
      </w:r>
      <w:r>
        <w:rPr>
          <w:rtl/>
          <w:lang w:bidi="ur-PK"/>
        </w:rPr>
        <w:t xml:space="preserve">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۱۲۷) </w:t>
      </w:r>
      <w:r>
        <w:rPr>
          <w:rtl/>
          <w:lang w:bidi="ur-PK"/>
        </w:rPr>
        <w:t xml:space="preserve">آپ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 w:rsidRPr="00967932">
        <w:rPr>
          <w:rStyle w:val="libArabicChar"/>
          <w:rtl/>
        </w:rPr>
        <w:t>” عل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دابة ا لجنة “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لغت </w:t>
      </w:r>
      <w:r w:rsidR="00E8268B">
        <w:rPr>
          <w:rtl/>
          <w:lang w:bidi="ur-PK"/>
        </w:rPr>
        <w:t xml:space="preserve">میں </w:t>
      </w:r>
      <w:r w:rsidR="00967932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کہ دابہ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وں</w:t>
      </w:r>
      <w:r w:rsidR="00F145FD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سے چلنے پھرنے والے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۔(مجمع البحر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۱۲۷)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معلوم ہوتاہے کہ آل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جسے صاحب ارجح المطالب نے بادشاہ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لکھاہے اس وقت تک قائم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تک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ختم ہونے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چال</w:t>
      </w:r>
      <w:r w:rsidR="007F6485">
        <w:rPr>
          <w:rFonts w:hint="eastAsia"/>
          <w:rtl/>
          <w:lang w:bidi="ur-PK"/>
        </w:rPr>
        <w:t>یس</w:t>
      </w:r>
      <w:r>
        <w:rPr>
          <w:rtl/>
          <w:lang w:bidi="ur-PK"/>
        </w:rPr>
        <w:t xml:space="preserve"> </w:t>
      </w:r>
      <w:r w:rsidR="00980366">
        <w:rPr>
          <w:rtl/>
          <w:lang w:bidi="ur-PK"/>
        </w:rPr>
        <w:t>یو</w:t>
      </w:r>
      <w:r>
        <w:rPr>
          <w:rtl/>
          <w:lang w:bidi="ur-PK"/>
        </w:rPr>
        <w:t>م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۔( ارشادمف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۱۳۷</w:t>
      </w:r>
      <w:r>
        <w:rPr>
          <w:rtl/>
          <w:lang w:bidi="ur-PK"/>
        </w:rPr>
        <w:t xml:space="preserve"> ،واعلام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۲۶۵) </w:t>
      </w:r>
      <w:r>
        <w:rPr>
          <w:rtl/>
          <w:lang w:bidi="ur-PK"/>
        </w:rPr>
        <w:t xml:space="preserve">اس کامطلب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چال</w:t>
      </w:r>
      <w:r w:rsidR="007F6485">
        <w:rPr>
          <w:rtl/>
          <w:lang w:bidi="ur-PK"/>
        </w:rPr>
        <w:t>یس</w:t>
      </w:r>
      <w:r>
        <w:rPr>
          <w:rtl/>
          <w:lang w:bidi="ur-PK"/>
        </w:rPr>
        <w:t xml:space="preserve"> 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قبروں سے مردوں کے نکلنے اور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۔حشرونشر،حساب وکتاب ،صورپھونکنا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گرلوازمات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اداہوںگے ۔(اعلام الور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۲۶۵) </w:t>
      </w:r>
      <w:r>
        <w:rPr>
          <w:rtl/>
          <w:lang w:bidi="ur-PK"/>
        </w:rPr>
        <w:t>اس کے بعد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لوگوں کوجنت کاپروانہ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۔لوگ اس لے کرپل صراط پرسے گزر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۔(صواعق محرقہ علامہ ابن حجرمک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۷۵) </w:t>
      </w:r>
      <w:r>
        <w:rPr>
          <w:rtl/>
          <w:lang w:bidi="ur-PK"/>
        </w:rPr>
        <w:t>واسعاف الراغب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۷۵</w:t>
      </w:r>
      <w:r>
        <w:rPr>
          <w:rtl/>
          <w:lang w:bidi="ur-PK"/>
        </w:rPr>
        <w:t xml:space="preserve"> برحاش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نورالابصار) پھرآپ جوض کوثرک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جو دشمن آل محمدحوض کوثرپرہوگا ،اسے آپ اٹھاد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۔(ارجح ا لمطالب </w:t>
      </w:r>
      <w:r>
        <w:rPr>
          <w:rtl/>
          <w:lang w:bidi="fa-IR"/>
        </w:rPr>
        <w:t xml:space="preserve">۷۶۷) </w:t>
      </w:r>
      <w:r>
        <w:rPr>
          <w:rtl/>
          <w:lang w:bidi="ur-PK"/>
        </w:rPr>
        <w:t xml:space="preserve">پھرآپ لواء الحمد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جھنڈا لے کرجنت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چلےں گے ،پ</w:t>
      </w:r>
      <w:r w:rsidR="00523C85">
        <w:rPr>
          <w:rtl/>
          <w:lang w:bidi="ur-PK"/>
        </w:rPr>
        <w:t>یغ</w:t>
      </w:r>
      <w:r>
        <w:rPr>
          <w:rtl/>
          <w:lang w:bidi="ur-PK"/>
        </w:rPr>
        <w:t>مبراسلام آگے آگے ہوںگے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اورشہداء وصالح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گرآل</w:t>
      </w:r>
      <w:r>
        <w:rPr>
          <w:rtl/>
          <w:lang w:bidi="ur-PK"/>
        </w:rPr>
        <w:t xml:space="preserve"> محمدکے ماننے و</w:t>
      </w:r>
      <w:r>
        <w:rPr>
          <w:rFonts w:hint="eastAsia"/>
          <w:rtl/>
          <w:lang w:bidi="ur-PK"/>
        </w:rPr>
        <w:t>الے</w:t>
      </w:r>
      <w:r>
        <w:rPr>
          <w:rtl/>
          <w:lang w:bidi="ur-PK"/>
        </w:rPr>
        <w:t xml:space="preserve"> پ</w:t>
      </w:r>
      <w:r w:rsidR="007F6485">
        <w:rPr>
          <w:rtl/>
          <w:lang w:bidi="ur-PK"/>
        </w:rPr>
        <w:t>یچ</w:t>
      </w:r>
      <w:r>
        <w:rPr>
          <w:rtl/>
          <w:lang w:bidi="ur-PK"/>
        </w:rPr>
        <w:t>ھے ہوںگے ۔(مناقب اخطب خوارزم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وارجح المطالب </w:t>
      </w:r>
      <w:r>
        <w:rPr>
          <w:rtl/>
          <w:lang w:bidi="fa-IR"/>
        </w:rPr>
        <w:t xml:space="preserve">۷۷۴) </w:t>
      </w:r>
      <w:r>
        <w:rPr>
          <w:rtl/>
          <w:lang w:bidi="ur-PK"/>
        </w:rPr>
        <w:t>پھرآپ جنت کے دروازہ پرجائ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اوراپنے </w:t>
      </w:r>
      <w:r>
        <w:rPr>
          <w:rtl/>
          <w:lang w:bidi="ur-PK"/>
        </w:rPr>
        <w:lastRenderedPageBreak/>
        <w:t>دوستوںکوبغ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رحساب</w:t>
      </w:r>
      <w:r>
        <w:rPr>
          <w:rtl/>
          <w:lang w:bidi="ur-PK"/>
        </w:rPr>
        <w:t xml:space="preserve"> داخل جنت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اوردشمنوںکوجہنم </w:t>
      </w:r>
      <w:r w:rsidR="00E8268B">
        <w:rPr>
          <w:rtl/>
          <w:lang w:bidi="ur-PK"/>
        </w:rPr>
        <w:t xml:space="preserve">میں </w:t>
      </w:r>
      <w:r w:rsidR="00967932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جھونک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(کتاب شفاقاض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وصواعق محرقہ)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نے حضرت ابوب</w:t>
      </w:r>
      <w:r>
        <w:rPr>
          <w:rFonts w:hint="eastAsia"/>
          <w:rtl/>
          <w:lang w:bidi="ur-PK"/>
        </w:rPr>
        <w:t>کر،حضرت</w:t>
      </w:r>
      <w:r>
        <w:rPr>
          <w:rtl/>
          <w:lang w:bidi="ur-PK"/>
        </w:rPr>
        <w:t xml:space="preserve"> عمر حضرت عثمان اوربہت سے اصحاب کوجمع کرکے 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اتھاکہ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اورآسمان دونوں</w:t>
      </w:r>
      <w:r w:rsidR="00E8268B">
        <w:rPr>
          <w:rtl/>
          <w:lang w:bidi="ur-PK"/>
        </w:rPr>
        <w:t xml:space="preserve">میں </w:t>
      </w:r>
      <w:r w:rsidR="00967932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اگرتم لوگ خداکوراض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چاہتے ہو توعل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کرو،اس لئے 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کاغضب خداکا غضب ہے ۔(مودة القرب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۵۵</w:t>
      </w:r>
      <w:r>
        <w:rPr>
          <w:rtl/>
          <w:lang w:bidi="ur-PK"/>
        </w:rPr>
        <w:t xml:space="preserve"> ۔ </w:t>
      </w:r>
      <w:r>
        <w:rPr>
          <w:rtl/>
          <w:lang w:bidi="fa-IR"/>
        </w:rPr>
        <w:t xml:space="preserve">۶۲) </w:t>
      </w:r>
      <w:r>
        <w:rPr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کے بارے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تم</w:t>
      </w:r>
      <w:r>
        <w:rPr>
          <w:rtl/>
          <w:lang w:bidi="ur-PK"/>
        </w:rPr>
        <w:t xml:space="preserve"> سب کوخداکے سامنے جواب د</w:t>
      </w:r>
      <w:r w:rsidR="00B0571B">
        <w:rPr>
          <w:rtl/>
          <w:lang w:bidi="ur-PK"/>
        </w:rPr>
        <w:t>ین</w:t>
      </w:r>
      <w:r>
        <w:rPr>
          <w:rtl/>
          <w:lang w:bidi="ur-PK"/>
        </w:rPr>
        <w:t>اپڑے گااورتم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رجنت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جاسکوگے اورعل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 اورتمہارے ش</w:t>
      </w:r>
      <w:r w:rsidR="00523C85">
        <w:rPr>
          <w:rtl/>
          <w:lang w:bidi="ur-PK"/>
        </w:rPr>
        <w:t>یع</w:t>
      </w:r>
      <w:r>
        <w:rPr>
          <w:rtl/>
          <w:lang w:bidi="ur-PK"/>
        </w:rPr>
        <w:t>ہ ”خ</w:t>
      </w:r>
      <w:r w:rsidR="007F6485">
        <w:rPr>
          <w:rtl/>
          <w:lang w:bidi="ur-PK"/>
        </w:rPr>
        <w:t>یر</w:t>
      </w:r>
      <w:r>
        <w:rPr>
          <w:rtl/>
          <w:lang w:bidi="ur-PK"/>
        </w:rPr>
        <w:t>البر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اچھے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خوش</w:t>
      </w:r>
      <w:r>
        <w:rPr>
          <w:rtl/>
          <w:lang w:bidi="ur-PK"/>
        </w:rPr>
        <w:t xml:space="preserve"> ہوںگے اورتمہارے دشمن ناشاد ونامراد ہوںگے ،ملاحظہ ہو (کنزالعمال جلد </w:t>
      </w:r>
      <w:r>
        <w:rPr>
          <w:rtl/>
          <w:lang w:bidi="fa-IR"/>
        </w:rPr>
        <w:t>۶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>۲۱۸</w:t>
      </w:r>
      <w:r>
        <w:rPr>
          <w:rtl/>
          <w:lang w:bidi="ur-PK"/>
        </w:rPr>
        <w:t xml:space="preserve"> و</w:t>
      </w:r>
      <w:r>
        <w:rPr>
          <w:rFonts w:hint="eastAsia"/>
          <w:rtl/>
          <w:lang w:bidi="ur-PK"/>
        </w:rPr>
        <w:t>تحف</w:t>
      </w:r>
      <w:r w:rsidR="001F4EA2" w:rsidRPr="001F4EA2">
        <w:rPr>
          <w:rFonts w:hint="eastAsia"/>
          <w:rtl/>
          <w:lang w:bidi="ur-PK"/>
        </w:rPr>
        <w:t xml:space="preserve">ہ </w:t>
      </w:r>
      <w:r w:rsidRPr="001F4EA2">
        <w:rPr>
          <w:rtl/>
        </w:rPr>
        <w:t xml:space="preserve"> </w:t>
      </w:r>
      <w:r>
        <w:rPr>
          <w:rtl/>
          <w:lang w:bidi="ur-PK"/>
        </w:rPr>
        <w:t>اثناعشر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۶۰۴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رفتح</w:t>
      </w:r>
      <w:r>
        <w:rPr>
          <w:rtl/>
          <w:lang w:bidi="ur-PK"/>
        </w:rPr>
        <w:t xml:space="preserve">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جلد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ص </w:t>
      </w:r>
      <w:r>
        <w:rPr>
          <w:rtl/>
          <w:lang w:bidi="fa-IR"/>
        </w:rPr>
        <w:t xml:space="preserve">۳۲۳) </w:t>
      </w:r>
      <w:r>
        <w:rPr>
          <w:rtl/>
          <w:lang w:bidi="ur-PK"/>
        </w:rPr>
        <w:t>۔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2600FD" w:rsidRDefault="002600FD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87" w:name="_Toc509137009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>میں</w:t>
      </w:r>
      <w:bookmarkEnd w:id="387"/>
      <w:r w:rsidR="00E8268B">
        <w:rPr>
          <w:rtl/>
          <w:lang w:bidi="ur-PK"/>
        </w:rPr>
        <w:t xml:space="preserve">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کا شمار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ے جنھوں نے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بقاء اور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فلاح و بھبود کے لئے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 کر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ـ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گواہ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جب سے اس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آثار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مرتب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نا شروع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اور وجود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مراحل سے گزر تا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ظھور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 اور ابوالبشر حضرت آدم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نمونہ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خلافت الھ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عھدہ دار بن کر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وارد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پھر آپکے بعد سے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مصلح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جس نے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عروج اور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فلاح و بھبود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اسکو اسکے خالق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متعارف کرانے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اپنے</w:t>
      </w:r>
      <w:r>
        <w:rPr>
          <w:rtl/>
          <w:lang w:bidi="ur-PK"/>
        </w:rPr>
        <w:t xml:space="preserve"> دور کے خودپرست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سامنا کرتے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مصائب وآلام سے دوچار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تا رھا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صفحات پران مصلح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کچہ ھمدردوںاور جانثاروںکے نام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آتے 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ںجو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قدم پر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سپر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گئے اور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ان سرکش افراد کے مقابلے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ھمدرد اورمخلص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جانفشان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آج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وجود برقرار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ورنہ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صلح</w:t>
      </w:r>
      <w:r>
        <w:rPr>
          <w:rtl/>
          <w:lang w:bidi="ur-PK"/>
        </w:rPr>
        <w:t xml:space="preserve"> قوم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رسول کس طرح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مقابلہ کرسکتا تھا جوھر آن اسکے در پئے آزارھو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 دوست اور فداکار تھے جنکے وجود سے مصلح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حوصلے پست</w:t>
      </w:r>
      <w:r w:rsidR="00CA4A31">
        <w:rPr>
          <w:rtl/>
          <w:lang w:bidi="ur-PK"/>
        </w:rPr>
        <w:t xml:space="preserve"> نہیں </w:t>
      </w:r>
      <w:r w:rsidR="00A80FD5">
        <w:rPr>
          <w:rtl/>
          <w:lang w:bidi="ur-PK"/>
        </w:rPr>
        <w:t>ہو</w:t>
      </w:r>
      <w:r>
        <w:rPr>
          <w:rtl/>
          <w:lang w:bidi="ur-PK"/>
        </w:rPr>
        <w:t>نے پاتے تھےـ</w:t>
      </w:r>
    </w:p>
    <w:p w:rsidR="000B625E" w:rsidRDefault="000B625E" w:rsidP="00E8268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مرور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کے ساتھ پرچم اسلام آدم (ع)و نوح (ع)و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وابر</w:t>
      </w:r>
      <w:r w:rsidR="00544BD6">
        <w:rPr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کے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تھوں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وعروج حاصل کرتا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 ھمارے رسول کے دست مبارک تک پھونچااورعرب کے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گزار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آفتاب</w:t>
      </w:r>
      <w:r>
        <w:rPr>
          <w:rtl/>
          <w:lang w:bidi="ur-PK"/>
        </w:rPr>
        <w:t xml:space="preserve"> رسالت نے طلوع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کر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ذرہ کو رشک قمر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ا،ھرطرف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شاد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انے</w:t>
      </w:r>
      <w:r>
        <w:rPr>
          <w:rtl/>
          <w:lang w:bidi="ur-PK"/>
        </w:rPr>
        <w:t xml:space="preserve"> بجنے لگے از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آسمان لا ال</w:t>
      </w:r>
      <w:r w:rsidR="00E8268B">
        <w:rPr>
          <w:rFonts w:hint="cs"/>
          <w:rtl/>
          <w:lang w:bidi="ur-PK"/>
        </w:rPr>
        <w:t>ہ</w:t>
      </w:r>
      <w:r>
        <w:rPr>
          <w:rtl/>
          <w:lang w:bidi="ur-PK"/>
        </w:rPr>
        <w:t>ٰ الا اللہ</w:t>
      </w:r>
      <w:r w:rsidR="00E8268B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باطل کے قلوب کو مرتعش کرنے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،محمد رسول اللہ کا شور دونوں عالم پر مح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اور ھدا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رحمت بنکر عرب کے خشک صحرا پر چھاتا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 سارے عالم پر مح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باطل ک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پرچم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ونمرود ،فرعون وشداد کے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تھوں سے گذرتا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 ابولھب ،ابو جھل اور ابوسف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ناپاک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تھوں بلند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ناپاک کاوشوں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ـرسول کے کلمہ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ذا</w:t>
      </w:r>
      <w:r>
        <w:rPr>
          <w:rtl/>
          <w:lang w:bidi="ur-PK"/>
        </w:rPr>
        <w:t xml:space="preserve"> رسان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حق وباطل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برسر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</w:t>
      </w:r>
      <w:r>
        <w:rPr>
          <w:rFonts w:hint="eastAsia"/>
          <w:rtl/>
          <w:lang w:bidi="ur-PK"/>
        </w:rPr>
        <w:t>رف</w:t>
      </w:r>
      <w:r>
        <w:rPr>
          <w:rtl/>
          <w:lang w:bidi="ur-PK"/>
        </w:rPr>
        <w:t xml:space="preserve"> مکہ کے خاص وعام تھے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بظ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تنگ دست اور کم سن جوان جس کے اپنے اس کے مخالف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 چکے تھے ـ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عظمت، مصائب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کثرت پر غالب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جواب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رسول اللہ کا جوش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تا جاتا تھا ـ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کسمپر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جھاں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آپکے چچا ابوطالب نے آپ ک</w:t>
      </w:r>
      <w:r>
        <w:rPr>
          <w:rFonts w:hint="cs"/>
          <w:rtl/>
          <w:lang w:bidi="ur-PK"/>
        </w:rPr>
        <w:t>ی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ممکنہ مدد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 دامن زوجہ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دلجوئ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مدارات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آپکو کفار مکہ سے پھچنے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تکال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کسرہ</w:t>
      </w:r>
      <w:r>
        <w:rPr>
          <w:rtl/>
          <w:lang w:bidi="ur-PK"/>
        </w:rPr>
        <w:t xml:space="preserve"> فراموش کرنے پرمجبورکرد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ـ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نے آپ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خبر بعثت سنتے</w:t>
      </w:r>
      <w:r w:rsidR="00A80FD5">
        <w:rPr>
          <w:rtl/>
          <w:lang w:bidi="ur-PK"/>
        </w:rPr>
        <w:t xml:space="preserve"> ہی </w:t>
      </w:r>
      <w:r>
        <w:rPr>
          <w:rtl/>
          <w:lang w:bidi="ur-PK"/>
        </w:rPr>
        <w:t>اٰمنا وصدقنا کھہ کر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پھلے</w:t>
      </w:r>
      <w:r w:rsidR="00A80FD5">
        <w:rPr>
          <w:rtl/>
          <w:lang w:bidi="ur-PK"/>
        </w:rPr>
        <w:t xml:space="preserve"> ہی </w:t>
      </w:r>
      <w:r>
        <w:rPr>
          <w:rtl/>
          <w:lang w:bidi="ur-PK"/>
        </w:rPr>
        <w:t xml:space="preserve">مرحلے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ـجناب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اقدام رسول اکرم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 w:rsidR="00A80FD5">
        <w:rPr>
          <w:rtl/>
          <w:lang w:bidi="ur-PK"/>
        </w:rPr>
        <w:t xml:space="preserve"> بہت </w:t>
      </w:r>
      <w:r>
        <w:rPr>
          <w:rtl/>
          <w:lang w:bidi="ur-PK"/>
        </w:rPr>
        <w:t>حوصلہ افزاء ثابت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 ـآپک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وتعاون کو رسول اکرم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فرماتے</w:t>
      </w:r>
      <w:r w:rsidR="00CA4A31">
        <w:rPr>
          <w:rtl/>
          <w:lang w:bidi="ur-PK"/>
        </w:rPr>
        <w:t xml:space="preserve"> رہتے </w:t>
      </w:r>
      <w:r>
        <w:rPr>
          <w:rtl/>
          <w:lang w:bidi="ur-PK"/>
        </w:rPr>
        <w:t>تھے اور اکثر 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شتر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اقدس پر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کا تذکرہ رھتا تھا </w:t>
      </w:r>
      <w:r w:rsidRPr="0087301C">
        <w:rPr>
          <w:rStyle w:val="libFootnotenumChar"/>
          <w:rtl/>
          <w:lang w:bidi="ur-PK"/>
        </w:rPr>
        <w:t>(1)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عائشہ</w:t>
      </w:r>
      <w:r>
        <w:rPr>
          <w:rtl/>
          <w:lang w:bidi="ur-PK"/>
        </w:rPr>
        <w:t xml:space="preserve"> نے جب آپ کے اس فعل پر اعتراض کرتے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کھا کہ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کے سوا کچہ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خدا نے آپ کو اس سے بھتر عطا کرد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(عائشہ کا اشارہ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تھا )تو حضور ناراض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 گئے </w:t>
      </w:r>
      <w:r w:rsidRPr="0087301C">
        <w:rPr>
          <w:rStyle w:val="libFootnotenumChar"/>
          <w:rtl/>
          <w:lang w:bidi="ur-PK"/>
        </w:rPr>
        <w:t>(2 )ـ</w:t>
      </w:r>
    </w:p>
    <w:p w:rsidR="000B625E" w:rsidRDefault="000B625E" w:rsidP="0096793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غضب کے عالم</w:t>
      </w:r>
      <w:r w:rsidR="00967932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خدا نے مجھکو اس سے بھتر عطا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وللٰہ لقد اٰمنت 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اذکفر الناس واٰوت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اذرفضن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الناس و صدقتن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اذکذبن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الناس </w:t>
      </w:r>
      <w:r w:rsidRPr="0087301C">
        <w:rPr>
          <w:rStyle w:val="libFootnotenumChar"/>
          <w:rtl/>
          <w:lang w:bidi="ur-PK"/>
        </w:rPr>
        <w:t>(3)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وہ (خد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)اس وقت مجھ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لوگ کفر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کئے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 ئے تھے اس نے مجھے اس وقت </w:t>
      </w:r>
      <w:r>
        <w:rPr>
          <w:rFonts w:hint="eastAsia"/>
          <w:rtl/>
          <w:lang w:bidi="ur-PK"/>
        </w:rPr>
        <w:t>پنا</w:t>
      </w:r>
      <w:r>
        <w:rPr>
          <w:rtl/>
          <w:lang w:bidi="ur-PK"/>
        </w:rPr>
        <w:t xml:space="preserve"> 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لوگوں نے مجھے ترک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اس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لوگ مجھے جھٹلا</w:t>
      </w:r>
      <w:r w:rsidR="0017790D">
        <w:rPr>
          <w:rtl/>
          <w:lang w:bidi="ur-PK"/>
        </w:rPr>
        <w:t xml:space="preserve">رہے </w:t>
      </w:r>
      <w:r>
        <w:rPr>
          <w:rtl/>
          <w:lang w:bidi="ur-PK"/>
        </w:rPr>
        <w:t>تھے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88" w:name="_Toc509137010"/>
      <w:r>
        <w:rPr>
          <w:rFonts w:hint="eastAsia"/>
          <w:rtl/>
          <w:lang w:bidi="ur-PK"/>
        </w:rPr>
        <w:t>خاندان</w:t>
      </w:r>
      <w:r>
        <w:rPr>
          <w:rtl/>
          <w:lang w:bidi="ur-PK"/>
        </w:rPr>
        <w:t xml:space="preserve"> و نام ونسب</w:t>
      </w:r>
      <w:bookmarkEnd w:id="388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شجر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مراحل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وسط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مراحل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شاخوں کو نمو بخشنے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خاتون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کے اص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گھرانے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ـروا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عام 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پندرہ سال قبل ذکر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بعض لوگوں نے اس سے کم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ـآپ کے وال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لد</w:t>
      </w:r>
      <w:r>
        <w:rPr>
          <w:rtl/>
          <w:lang w:bidi="ur-PK"/>
        </w:rPr>
        <w:t xml:space="preserve"> ابن اسد بن عبد العز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قص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شمار عرب کے دانشمند وں </w:t>
      </w:r>
      <w:r w:rsidR="00E8268B">
        <w:rPr>
          <w:rtl/>
          <w:lang w:bidi="ur-PK"/>
        </w:rPr>
        <w:t xml:space="preserve">میں 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تا تھا ـاور آپک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فاطمہ بنت زائدہ بن رواحہ</w:t>
      </w:r>
      <w:r w:rsidR="0013326D">
        <w:rPr>
          <w:rtl/>
          <w:lang w:bidi="ur-PK"/>
        </w:rPr>
        <w:t xml:space="preserve"> ہیں </w:t>
      </w:r>
      <w:r w:rsidRPr="0087301C">
        <w:rPr>
          <w:rStyle w:val="libFootnotenumChar"/>
          <w:rtl/>
          <w:lang w:bidi="ur-PK"/>
        </w:rPr>
        <w:t>(4)</w:t>
      </w:r>
      <w:r>
        <w:rPr>
          <w:rtl/>
          <w:lang w:bidi="ur-PK"/>
        </w:rPr>
        <w:t>آپ کا خاندان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فداکار افراد پر مشتمل تھا جو خانہ کعبہ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محفاظت کے عھد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تھے ـ جس وقت بادشاہ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”تبع “نے حجر اسود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مسجد الحرام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منتقل کرنے کا ارادہ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کے والد ذات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جنھوں نے اس کے خلاف صدائے احتجاج بلند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مجبور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کر ”تبع “کو اپنے ارادہ سے منصرف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 نا پڑا ـ</w:t>
      </w:r>
      <w:r w:rsidRPr="0087301C">
        <w:rPr>
          <w:rStyle w:val="libFootnotenumChar"/>
          <w:rtl/>
          <w:lang w:bidi="ur-PK"/>
        </w:rPr>
        <w:t>(5)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کے جد اسد بن عبد العز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حلف الفضول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سرگرم رکن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عرب کے بعض با صفا وعدالت خواہ افراد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 ا تھا جس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متفقہ طور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عھد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مظلوم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دفاع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اور خود رسول اکرم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تھے </w:t>
      </w:r>
      <w:r w:rsidRPr="0087301C">
        <w:rPr>
          <w:rStyle w:val="libFootnotenumChar"/>
          <w:rtl/>
          <w:lang w:bidi="ur-PK"/>
        </w:rPr>
        <w:t>(6)</w:t>
      </w:r>
      <w:r>
        <w:rPr>
          <w:rtl/>
          <w:lang w:bidi="ur-PK"/>
        </w:rPr>
        <w:t>”ورقہ بن نوفل “(حضرت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کے چچا زاد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)عرب کے دانشمند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افراد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تھے اور انکا شمار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</w:t>
      </w:r>
      <w:r w:rsidR="00E8268B">
        <w:rPr>
          <w:rtl/>
          <w:lang w:bidi="ur-PK"/>
        </w:rPr>
        <w:t xml:space="preserve">میں 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تا تھا جو بت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نا پسند کرتے تھے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(7)</w:t>
      </w:r>
      <w:r>
        <w:rPr>
          <w:rtl/>
          <w:lang w:bidi="ur-PK"/>
        </w:rPr>
        <w:t>اور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کو چند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بار اپنے مطالعہ کتب </w:t>
      </w:r>
      <w:r>
        <w:rPr>
          <w:rtl/>
          <w:lang w:bidi="ur-PK"/>
        </w:rPr>
        <w:lastRenderedPageBreak/>
        <w:t>عھد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خبر دار کرچکے تھے کہ محمد اس امت کے نب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ـ</w:t>
      </w:r>
      <w:r w:rsidRPr="0087301C">
        <w:rPr>
          <w:rStyle w:val="libFootnotenumChar"/>
          <w:rtl/>
          <w:lang w:bidi="ur-PK"/>
        </w:rPr>
        <w:t>(8)</w:t>
      </w:r>
      <w:r>
        <w:rPr>
          <w:rtl/>
          <w:lang w:bidi="ur-PK"/>
        </w:rPr>
        <w:t xml:space="preserve">خلاصہ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المرتبت خاتون کے خاندان کے افراد، متفکر ،دانشمنداورد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ابر</w:t>
      </w:r>
      <w:r w:rsidR="00544BD6">
        <w:rPr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tl/>
          <w:lang w:bidi="ur-PK"/>
        </w:rPr>
        <w:t xml:space="preserve"> تھے 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89" w:name="_Toc509137011"/>
      <w:r>
        <w:rPr>
          <w:rFonts w:hint="eastAsia"/>
          <w:rtl/>
          <w:lang w:bidi="ur-PK"/>
        </w:rPr>
        <w:t>تجارت</w:t>
      </w:r>
      <w:bookmarkEnd w:id="389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با عظمت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عاطفت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پروردہ خاتون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اپنے آبا و اجداد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رفق ودانشمند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زش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کے سبب آپ نے اپنے والد کے قتل کے بعد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تجارت کو بطر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احسن سنبھال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اپنے متفکر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tl/>
          <w:lang w:bidi="ur-PK"/>
        </w:rPr>
        <w:t xml:space="preserve"> ذھن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اپنے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کوروز افزوں کرن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ـ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تجارت با تجربہ اور با کردار افراد کے توسط سے عرب کے گوشہ وکنارتک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”ھزاروں اونٹ آپ کے کار کنان تجارت کے قبضہ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تھے جو مصر ،شام اور حبشہ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ممالک کے اطراف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 تجارت تھے“ </w:t>
      </w:r>
      <w:r w:rsidRPr="0087301C">
        <w:rPr>
          <w:rStyle w:val="libFootnotenumChar"/>
          <w:rtl/>
          <w:lang w:bidi="ur-PK"/>
        </w:rPr>
        <w:t>(9)</w:t>
      </w:r>
      <w:r>
        <w:rPr>
          <w:rtl/>
          <w:lang w:bidi="ur-PK"/>
        </w:rPr>
        <w:t xml:space="preserve"> جن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آپ نے ثر</w:t>
      </w:r>
      <w:r>
        <w:rPr>
          <w:rFonts w:hint="eastAsia"/>
          <w:rtl/>
          <w:lang w:bidi="ur-PK"/>
        </w:rPr>
        <w:t>وت</w:t>
      </w:r>
      <w:r>
        <w:rPr>
          <w:rtl/>
          <w:lang w:bidi="ur-PK"/>
        </w:rPr>
        <w:t xml:space="preserve"> سرشار حاصل کر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ـ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تجارت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پر موقوف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tl/>
          <w:lang w:bidi="ur-PK"/>
        </w:rPr>
        <w:t xml:space="preserve"> مکہ جاکر اجرت پر تجارت کے فرائض انجام دے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چنانچہ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،شرافت ،اورد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اثر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نے آپ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تجارت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ب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م قرار داد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تجارت </w:t>
      </w:r>
      <w:r w:rsidR="00E8268B">
        <w:rPr>
          <w:rtl/>
          <w:lang w:bidi="ur-PK"/>
        </w:rPr>
        <w:t xml:space="preserve">میں 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نے والے نفع اور ض</w:t>
      </w:r>
      <w:r>
        <w:rPr>
          <w:rFonts w:hint="eastAsia"/>
          <w:rtl/>
          <w:lang w:bidi="ur-PK"/>
        </w:rPr>
        <w:t>رر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دونوں برابر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ں گے ـ</w:t>
      </w:r>
      <w:r w:rsidRPr="0087301C">
        <w:rPr>
          <w:rStyle w:val="libFootnotenumChar"/>
          <w:rtl/>
          <w:lang w:bidi="ur-PK"/>
        </w:rPr>
        <w:t>(10)</w:t>
      </w:r>
      <w:r>
        <w:rPr>
          <w:rtl/>
          <w:lang w:bidi="ur-PK"/>
        </w:rPr>
        <w:t xml:space="preserve"> اور بعض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مطابق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نے آپ کو اجرت پر کاروان تجارت کا سربراہ مقرر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ـ </w:t>
      </w:r>
      <w:r w:rsidRPr="0087301C">
        <w:rPr>
          <w:rStyle w:val="libFootnotenumChar"/>
          <w:rtl/>
          <w:lang w:bidi="ur-PK"/>
        </w:rPr>
        <w:t>(11)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مقابل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جس کے مطابق رسول اللہ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CA4A31">
        <w:rPr>
          <w:rtl/>
          <w:lang w:bidi="ur-PK"/>
        </w:rPr>
        <w:t xml:space="preserve"> نہیں </w:t>
      </w:r>
      <w:r w:rsidR="00A80FD5">
        <w:rPr>
          <w:rtl/>
          <w:lang w:bidi="ur-PK"/>
        </w:rPr>
        <w:t>ہو</w:t>
      </w:r>
      <w:r>
        <w:rPr>
          <w:rtl/>
          <w:lang w:bidi="ur-PK"/>
        </w:rPr>
        <w:t xml:space="preserve">ئے ـ </w:t>
      </w:r>
      <w:r w:rsidRPr="0087301C">
        <w:rPr>
          <w:rStyle w:val="libFootnotenumChar"/>
          <w:rtl/>
          <w:lang w:bidi="ur-PK"/>
        </w:rPr>
        <w:t>(12)</w:t>
      </w:r>
      <w:r>
        <w:rPr>
          <w:rtl/>
          <w:lang w:bidi="ur-PK"/>
        </w:rPr>
        <w:t xml:space="preserve"> بھر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حضرت کاروان تجارت کے ھمراہ روانہ شام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کا غلام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ساتھ تھا ـ</w:t>
      </w:r>
      <w:r w:rsidRPr="0087301C">
        <w:rPr>
          <w:rStyle w:val="libFootnotenumChar"/>
          <w:rtl/>
          <w:lang w:bidi="ur-PK"/>
        </w:rPr>
        <w:t>(13)</w:t>
      </w:r>
      <w:r>
        <w:rPr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راہ آپ سے کرامات سرزد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ر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 xml:space="preserve">ب نے آپ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علائم نبوت کا مش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”م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سرہ“کوآپ</w:t>
      </w:r>
      <w:r>
        <w:rPr>
          <w:rtl/>
          <w:lang w:bidi="ur-PK"/>
        </w:rPr>
        <w:t xml:space="preserve"> کے نب</w:t>
      </w:r>
      <w:r>
        <w:rPr>
          <w:rFonts w:hint="cs"/>
          <w:rtl/>
          <w:lang w:bidi="ur-PK"/>
        </w:rPr>
        <w:t>ی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ـ </w:t>
      </w:r>
      <w:r w:rsidRPr="0087301C">
        <w:rPr>
          <w:rStyle w:val="libFootnotenumChar"/>
          <w:rtl/>
          <w:lang w:bidi="ur-PK"/>
        </w:rPr>
        <w:t>(14)</w:t>
      </w:r>
      <w:r>
        <w:rPr>
          <w:rtl/>
          <w:lang w:bidi="ur-PK"/>
        </w:rPr>
        <w:t xml:space="preserve">تمام تاجروں کو اس سفر </w:t>
      </w:r>
      <w:r w:rsidR="00E8268B">
        <w:rPr>
          <w:rtl/>
          <w:lang w:bidi="ur-PK"/>
        </w:rPr>
        <w:t xml:space="preserve">میں 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مرتبہ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نفع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قافلہ مک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واپس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 تو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نفع حاصل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خود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اکرم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نے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کو خوش حال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علاوہ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سرہ</w:t>
      </w:r>
      <w:r>
        <w:rPr>
          <w:rtl/>
          <w:lang w:bidi="ur-PK"/>
        </w:rPr>
        <w:t xml:space="preserve"> (غلام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)نے راستے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</w:t>
      </w:r>
      <w:r w:rsidR="00F145FD">
        <w:rPr>
          <w:rtl/>
          <w:lang w:bidi="ur-PK"/>
        </w:rPr>
        <w:t>نیو</w:t>
      </w:r>
      <w:r>
        <w:rPr>
          <w:rtl/>
          <w:lang w:bidi="ur-PK"/>
        </w:rPr>
        <w:t>الے واقعات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جس سے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 شرافت سے متاثر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90" w:name="_Toc509137012"/>
      <w:r>
        <w:rPr>
          <w:rFonts w:hint="eastAsia"/>
          <w:rtl/>
          <w:lang w:bidi="ur-PK"/>
        </w:rPr>
        <w:t>ازدواج</w:t>
      </w:r>
      <w:bookmarkEnd w:id="390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برجستہ و درخشندہ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پھلو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رسالت مآب کے ساتھ ازدواج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داستان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ـج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سابقہ ذکر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 کہ ”حضرت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تجارت عرب کے ا طراف واکناف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 کا شھرہ تھا “ چنانچہ اس بنا پر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کے دولت مند طبقہ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تعلق رکھنے والے افراد چند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ازدواج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کرچکے تھے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جنکو زمانہ ج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”ط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 xml:space="preserve">رھ“کھا جاتاتھا </w:t>
      </w:r>
      <w:r w:rsidRPr="0087301C">
        <w:rPr>
          <w:rStyle w:val="libFootnotenumChar"/>
          <w:rtl/>
          <w:lang w:bidi="ur-PK"/>
        </w:rPr>
        <w:t>(15)</w:t>
      </w:r>
      <w:r>
        <w:rPr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پاکدامن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سب کو جواب دے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ـحضرت جعفر 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فرماتے</w:t>
      </w:r>
      <w:r w:rsidR="0013326D">
        <w:rPr>
          <w:rtl/>
          <w:lang w:bidi="ur-PK"/>
        </w:rPr>
        <w:t xml:space="preserve"> ہیں </w:t>
      </w:r>
      <w:r w:rsidRPr="00967932">
        <w:rPr>
          <w:rStyle w:val="libArabicChar"/>
          <w:rtl/>
        </w:rPr>
        <w:lastRenderedPageBreak/>
        <w:t>”ولقد کانت خد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ج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tl/>
        </w:rPr>
        <w:t xml:space="preserve"> عل</w:t>
      </w:r>
      <w:r w:rsidRPr="00967932">
        <w:rPr>
          <w:rStyle w:val="libArabicChar"/>
          <w:rFonts w:hint="cs"/>
          <w:rtl/>
        </w:rPr>
        <w:t>ی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ا</w:t>
      </w:r>
      <w:r w:rsidRPr="00967932">
        <w:rPr>
          <w:rStyle w:val="libArabicChar"/>
          <w:rtl/>
        </w:rPr>
        <w:t xml:space="preserve"> السلام من خ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رة</w:t>
      </w:r>
      <w:r w:rsidRPr="00967932">
        <w:rPr>
          <w:rStyle w:val="libArabicChar"/>
          <w:rtl/>
        </w:rPr>
        <w:t xml:space="preserve"> النساء القر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ش</w:t>
      </w:r>
      <w:r w:rsidRPr="00967932">
        <w:rPr>
          <w:rStyle w:val="libArabicChar"/>
          <w:rtl/>
        </w:rPr>
        <w:t xml:space="preserve"> شرفا واکثر 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ن مالا واحسن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ن جمالا وی</w:t>
      </w:r>
      <w:r w:rsidRPr="00967932">
        <w:rPr>
          <w:rStyle w:val="libArabicChar"/>
          <w:rFonts w:hint="eastAsia"/>
          <w:rtl/>
        </w:rPr>
        <w:t>قال</w:t>
      </w:r>
      <w:r w:rsidRPr="00967932">
        <w:rPr>
          <w:rStyle w:val="libArabicChar"/>
          <w:rtl/>
        </w:rPr>
        <w:t xml:space="preserve"> ل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ا سی</w:t>
      </w:r>
      <w:r w:rsidRPr="00967932">
        <w:rPr>
          <w:rStyle w:val="libArabicChar"/>
          <w:rFonts w:hint="eastAsia"/>
          <w:rtl/>
        </w:rPr>
        <w:t>دةالقر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ش</w:t>
      </w:r>
      <w:r w:rsidRPr="00967932">
        <w:rPr>
          <w:rStyle w:val="libArabicChar"/>
          <w:rtl/>
        </w:rPr>
        <w:t xml:space="preserve"> وکل قوم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ا کان حری</w:t>
      </w:r>
      <w:r w:rsidRPr="00967932">
        <w:rPr>
          <w:rStyle w:val="libArabicChar"/>
          <w:rFonts w:hint="eastAsia"/>
          <w:rtl/>
        </w:rPr>
        <w:t>صا</w:t>
      </w:r>
      <w:r w:rsidRPr="00967932">
        <w:rPr>
          <w:rStyle w:val="libArabicChar"/>
          <w:rtl/>
        </w:rPr>
        <w:t xml:space="preserve"> ًعل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الاقتران ب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 xml:space="preserve">ا </w:t>
      </w:r>
      <w:r w:rsidRPr="00967932">
        <w:rPr>
          <w:rStyle w:val="libArabicChar"/>
          <w:rtl/>
        </w:rPr>
        <w:t xml:space="preserve">لو 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قدر</w:t>
      </w:r>
      <w:r w:rsidRPr="00967932">
        <w:rPr>
          <w:rStyle w:val="libArabicChar"/>
          <w:rtl/>
        </w:rPr>
        <w:t xml:space="preserve"> عل</w:t>
      </w:r>
      <w:r w:rsidRPr="00967932">
        <w:rPr>
          <w:rStyle w:val="libArabicChar"/>
          <w:rFonts w:hint="cs"/>
          <w:rtl/>
        </w:rPr>
        <w:t>ی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ا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(16)</w:t>
      </w:r>
      <w:r>
        <w:rPr>
          <w:rtl/>
          <w:lang w:bidi="ur-PK"/>
        </w:rPr>
        <w:t>الصح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رة</w:t>
      </w:r>
      <w:r>
        <w:rPr>
          <w:rtl/>
          <w:lang w:bidi="ur-PK"/>
        </w:rPr>
        <w:t xml:space="preserve"> النب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الاعظم ج2/ص107)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”حضرت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شرف و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،دولت وثروت اور حسن وجمال کے اعتبار سے سب سے بلند و بالاتھ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آپ کو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کھا جاتا تھا اور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کا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افراد آپ سے رشتئہ ازدواج قائم کرنے کا خو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اں تھا“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کو حبالئہ عقد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لانے کے متمن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افراد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”عقبہ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“”صلت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عاب</w:t>
      </w:r>
      <w:r>
        <w:rPr>
          <w:rtl/>
          <w:lang w:bidi="ur-PK"/>
        </w:rPr>
        <w:t xml:space="preserve"> “”ابوجھل “اور ”ابو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“ج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تھے جن کوعرب کے دولتمند اورباح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لوگوں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اجاتاتھا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(17)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باوجود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اصالت ونجابت اورذات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وثروت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 بے شمار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سے گھر</w:t>
      </w:r>
      <w:r>
        <w:rPr>
          <w:rFonts w:hint="cs"/>
          <w:rtl/>
          <w:lang w:bidi="ur-PK"/>
        </w:rPr>
        <w:t>ی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آپ سے ازدواج کے متمن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اوربڑے بڑے مھرد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اس رشتے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کوممکن بنانے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ھمہ وقت آمادہ تھے </w:t>
      </w:r>
      <w:r w:rsidR="0017790D">
        <w:rPr>
          <w:rtl/>
          <w:lang w:bidi="ur-PK"/>
        </w:rPr>
        <w:t>ہمیشہ</w:t>
      </w:r>
      <w:r>
        <w:rPr>
          <w:rtl/>
          <w:lang w:bidi="ur-PK"/>
        </w:rPr>
        <w:t xml:space="preserve"> ازدواج سے کنارہ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ـکس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اورصاحب کردار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کاوجود صحراء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وسرگرداں تھاـا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عرب اقوام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شرافت 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کاخاتمہ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چکاتھا،خرافات وانحرافات لوگوں کے دلوں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رسوخ کرکے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ومذھب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کرچکے تھے خود باعظمت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گذارنااوراپنے لئے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</w:t>
      </w:r>
      <w:r w:rsidR="00A80FD5">
        <w:rPr>
          <w:rtl/>
          <w:lang w:bidi="ur-PK"/>
        </w:rPr>
        <w:t xml:space="preserve"> ہی </w:t>
      </w:r>
      <w:r>
        <w:rPr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صاحب عزوشرف شوھر کاانتخاب کرناا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م اورم</w:t>
      </w:r>
      <w:r>
        <w:rPr>
          <w:rFonts w:hint="eastAsia"/>
          <w:rtl/>
          <w:lang w:bidi="ur-PK"/>
        </w:rPr>
        <w:t>شکل</w:t>
      </w:r>
      <w:r>
        <w:rPr>
          <w:rtl/>
          <w:lang w:bidi="ur-PK"/>
        </w:rPr>
        <w:t xml:space="preserve"> مرحلہ تھا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ماحول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جب صدق وصفاکافقدان تھاآپ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انتخاب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پر آکر ٹھھر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صداقت 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کاشھرہ تھا،حضرتخد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نے کم ظرف صاحبان دولت واقتتدار کے مقابلے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ظرف ،مجسمہ شرافت 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اورعظ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کردار کے حامل </w:t>
      </w: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کو جو بظ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ر تنگ دست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اوربے سھاراتھے 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دے کر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آنے والے جوانوں کو درس عمل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دولت وشھرت اوراقتدار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شرافت ،عزت اور کردار کے سامنے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CA4A31">
        <w:rPr>
          <w:rtl/>
          <w:lang w:bidi="ur-PK"/>
        </w:rPr>
        <w:t xml:space="preserve"> نہیں ہ</w:t>
      </w:r>
      <w:r w:rsidR="00980366">
        <w:rPr>
          <w:rtl/>
          <w:lang w:bidi="ur-PK"/>
        </w:rPr>
        <w:t>یا</w:t>
      </w:r>
      <w:r>
        <w:rPr>
          <w:rtl/>
          <w:lang w:bidi="ur-PK"/>
        </w:rPr>
        <w:t>لمختصر برسر اقتدار افراد کوما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“نے باکمال شوق وعلاقہ ازطرف خ</w:t>
      </w:r>
      <w:r>
        <w:rPr>
          <w:rFonts w:hint="eastAsia"/>
          <w:rtl/>
          <w:lang w:bidi="ur-PK"/>
        </w:rPr>
        <w:t>ود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(18)</w:t>
      </w:r>
      <w:r>
        <w:rPr>
          <w:rtl/>
          <w:lang w:bidi="ur-PK"/>
        </w:rPr>
        <w:t>اورمھر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مال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اجس</w:t>
      </w:r>
      <w:r>
        <w:rPr>
          <w:rtl/>
          <w:lang w:bidi="ur-PK"/>
        </w:rPr>
        <w:t xml:space="preserve"> پر حضرت ابوطالب نے خطبئہ نکاح پڑھنے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ا”لوگوںگواہ</w:t>
      </w:r>
      <w:r>
        <w:rPr>
          <w:rtl/>
          <w:lang w:bidi="ur-PK"/>
        </w:rPr>
        <w:t xml:space="preserve"> رھنا“”خد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“نے خود کومحمدصل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سے منسوب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ااورمھر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مال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قرار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 w:rsidR="00544BD6">
        <w:rPr>
          <w:rFonts w:hint="eastAsia"/>
          <w:rtl/>
          <w:lang w:bidi="ur-PK"/>
        </w:rPr>
        <w:t>اہ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پربعض لوگوں نے ابوطالب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پرطنز کرتے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ئے کھا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اعجب</w:t>
      </w:r>
      <w:r w:rsidR="00544BD6">
        <w:rPr>
          <w:rFonts w:hint="eastAsia"/>
          <w:rtl/>
          <w:lang w:bidi="ur-PK"/>
        </w:rPr>
        <w:t>اہ</w:t>
      </w:r>
      <w:r>
        <w:rPr>
          <w:rtl/>
          <w:lang w:bidi="ur-PK"/>
        </w:rPr>
        <w:t>!المھر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النساء للرجل (تعجب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مرد عورت کے مال سے مھر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)جس پرحضرت ابوطالب نے ناراضگ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کااظھار کرتے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ئے غضب کے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Pr="00967932">
        <w:rPr>
          <w:rStyle w:val="libArabicChar"/>
          <w:rFonts w:hint="eastAsia"/>
          <w:rtl/>
        </w:rPr>
        <w:t>،”اذاکانوا</w:t>
      </w:r>
      <w:r w:rsidRPr="00967932">
        <w:rPr>
          <w:rStyle w:val="libArabicChar"/>
          <w:rtl/>
        </w:rPr>
        <w:t xml:space="preserve"> مثل ابن اخ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ذاطلبت الرجل باغلی</w:t>
      </w:r>
      <w:r w:rsidRPr="00967932">
        <w:rPr>
          <w:rStyle w:val="libArabicChar"/>
          <w:rtl/>
        </w:rPr>
        <w:t xml:space="preserve"> الاثمان وان کانوا امثالکم لم 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زوجوا</w:t>
      </w:r>
      <w:r w:rsidRPr="00967932">
        <w:rPr>
          <w:rStyle w:val="libArabicChar"/>
          <w:rtl/>
        </w:rPr>
        <w:t xml:space="preserve"> الابالم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tl/>
        </w:rPr>
        <w:t>ر الفا</w:t>
      </w:r>
      <w:r w:rsidRPr="00967932">
        <w:rPr>
          <w:rStyle w:val="libArabicChar"/>
          <w:rFonts w:hint="eastAsia"/>
          <w:rtl/>
        </w:rPr>
        <w:t>ل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“</w:t>
      </w:r>
      <w:r>
        <w:rPr>
          <w:rtl/>
          <w:lang w:bidi="ur-PK"/>
        </w:rPr>
        <w:t xml:space="preserve"> </w:t>
      </w:r>
      <w:r w:rsidRPr="00967932">
        <w:rPr>
          <w:rStyle w:val="libFootnotenumChar"/>
          <w:rtl/>
        </w:rPr>
        <w:t>(19)</w:t>
      </w:r>
      <w:r>
        <w:rPr>
          <w:rtl/>
          <w:lang w:bidi="ur-PK"/>
        </w:rPr>
        <w:t>(اگرکوئ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اس 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کے مانند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گاتوعورت اس کوبڑے بھار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مھر دے کرحاصل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وہ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 تواسکو خود گراںو بھار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 حضرت نے اپنامھر (جو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بکرہ نقل</w:t>
      </w:r>
      <w:r w:rsidR="00A80FD5">
        <w:rPr>
          <w:rtl/>
          <w:lang w:bidi="ur-PK"/>
        </w:rPr>
        <w:t xml:space="preserve"> ہو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ے)خود ادا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(20)</w:t>
      </w:r>
      <w:r>
        <w:rPr>
          <w:rtl/>
          <w:lang w:bidi="ur-PK"/>
        </w:rPr>
        <w:t>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 آپ کے مھر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قبول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کے سلسلے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تمام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کااس پراتفاق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سے آپ نے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25/سال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خود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کے </w:t>
      </w:r>
      <w:r>
        <w:rPr>
          <w:rtl/>
          <w:lang w:bidi="ur-PK"/>
        </w:rPr>
        <w:lastRenderedPageBreak/>
        <w:t xml:space="preserve">بارے </w:t>
      </w:r>
      <w:r w:rsidR="00E8268B">
        <w:rPr>
          <w:rtl/>
          <w:lang w:bidi="ur-PK"/>
        </w:rPr>
        <w:t xml:space="preserve">میں </w:t>
      </w:r>
      <w:r w:rsidR="00596532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اختلاف وارد</w:t>
      </w:r>
      <w:r w:rsidR="00A80FD5">
        <w:rPr>
          <w:rtl/>
          <w:lang w:bidi="ur-PK"/>
        </w:rPr>
        <w:t xml:space="preserve"> ہو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ے چنانچہ25،28،30/اور40سال ت</w:t>
      </w:r>
      <w:r>
        <w:rPr>
          <w:rFonts w:hint="eastAsia"/>
          <w:rtl/>
          <w:lang w:bidi="ur-PK"/>
        </w:rPr>
        <w:t>ک</w:t>
      </w:r>
      <w:r w:rsidR="00A80FD5">
        <w:rPr>
          <w:rtl/>
          <w:lang w:bidi="ur-PK"/>
        </w:rPr>
        <w:t xml:space="preserve"> بہت </w:t>
      </w:r>
      <w:r>
        <w:rPr>
          <w:rtl/>
          <w:lang w:bidi="ur-PK"/>
        </w:rPr>
        <w:t>کثرت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وارد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ہیں </w:t>
      </w:r>
      <w:r w:rsidRPr="0087301C">
        <w:rPr>
          <w:rStyle w:val="libFootnotenumChar"/>
          <w:rtl/>
          <w:lang w:bidi="ur-PK"/>
        </w:rPr>
        <w:t>(21)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معروف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قول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40سال تھ</w:t>
      </w:r>
      <w:r>
        <w:rPr>
          <w:rFonts w:hint="cs"/>
          <w:rtl/>
          <w:lang w:bidi="ur-PK"/>
        </w:rPr>
        <w:t>ی</w:t>
      </w:r>
      <w:r w:rsidR="00544BD6">
        <w:rPr>
          <w:rFonts w:hint="cs"/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(22)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91" w:name="_Toc509137013"/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احضرت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(ع)رسول سے قبل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</w:t>
      </w:r>
      <w:bookmarkEnd w:id="391"/>
    </w:p>
    <w:p w:rsidR="000B625E" w:rsidRDefault="000B625E" w:rsidP="0059653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مسئلہ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ارسول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کے حبالہ عقد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آنے سے قبل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دوسرے افراد کے ساتھ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مناکحت سے منسلک ر</w:t>
      </w:r>
      <w:r w:rsidR="00596532">
        <w:rPr>
          <w:rFonts w:hint="cs"/>
          <w:rtl/>
          <w:lang w:bidi="ur-PK"/>
        </w:rPr>
        <w:t xml:space="preserve">ہ </w:t>
      </w:r>
      <w:r>
        <w:rPr>
          <w:rtl/>
          <w:lang w:bidi="ur-PK"/>
        </w:rPr>
        <w:t>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مختلف اوراق پر متعدد راو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اقوال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اختلاف واقع</w:t>
      </w:r>
      <w:r w:rsidR="00A80FD5">
        <w:rPr>
          <w:rtl/>
          <w:lang w:bidi="ur-PK"/>
        </w:rPr>
        <w:t xml:space="preserve"> ہو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ے چنانچہ بعض راو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رسول ص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سے قبل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سابقہ شوھرو ں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 w:rsidR="00E46F0D">
        <w:rPr>
          <w:rFonts w:hint="cs"/>
          <w:rtl/>
          <w:lang w:bidi="ur-PK"/>
        </w:rPr>
        <w:t xml:space="preserve">ں </w:t>
      </w:r>
      <w:r>
        <w:rPr>
          <w:rFonts w:hint="eastAsia"/>
          <w:rtl/>
          <w:lang w:bidi="ur-PK"/>
        </w:rPr>
        <w:t>ـ</w:t>
      </w:r>
    </w:p>
    <w:p w:rsidR="000B625E" w:rsidRDefault="000B625E" w:rsidP="00E46F0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مطابق آپ کے سابق شوھروں کے نام بالترت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”عت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بن 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ذبن</w:t>
      </w:r>
      <w:r>
        <w:rPr>
          <w:rtl/>
          <w:lang w:bidi="ur-PK"/>
        </w:rPr>
        <w:t xml:space="preserve"> عبد اللہ</w:t>
      </w:r>
      <w:r w:rsidR="00E46F0D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فخرو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“اور”ابوھالہ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 w:rsidR="00E46F0D">
        <w:rPr>
          <w:rFonts w:hint="cs"/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(23)</w:t>
      </w:r>
      <w:r>
        <w:rPr>
          <w:rtl/>
          <w:lang w:bidi="ur-PK"/>
        </w:rPr>
        <w:t xml:space="preserve">اس کے علاوہ خود آنحضرت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وارد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”عائشھ“کے علاوہ آپ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خاتون سے شاد</w:t>
      </w:r>
      <w:r>
        <w:rPr>
          <w:rFonts w:hint="cs"/>
          <w:rtl/>
          <w:lang w:bidi="ur-PK"/>
        </w:rPr>
        <w:t>ی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(24)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ثابت </w:t>
      </w:r>
      <w:r>
        <w:rPr>
          <w:rFonts w:hint="eastAsia"/>
          <w:rtl/>
          <w:lang w:bidi="ur-PK"/>
        </w:rPr>
        <w:t>کرت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کہ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اوررسول سے قبل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رہ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،دلائل اوردوسر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معتبرہ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نظرنھ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،بلکہ تمام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کے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تھوں مسخ کئے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ناکام کوششوں </w:t>
      </w:r>
      <w:r w:rsidR="00E8268B">
        <w:rPr>
          <w:rtl/>
          <w:lang w:bidi="ur-PK"/>
        </w:rPr>
        <w:t xml:space="preserve">میں </w:t>
      </w:r>
      <w:r w:rsidR="0013326D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 w:rsidR="0013326D">
        <w:rPr>
          <w:rtl/>
          <w:lang w:bidi="ur-PK"/>
        </w:rPr>
        <w:t xml:space="preserve"> ہیں </w:t>
      </w:r>
    </w:p>
    <w:p w:rsidR="000B625E" w:rsidRDefault="000B625E" w:rsidP="00F34F82">
      <w:pPr>
        <w:pStyle w:val="Heading2Center"/>
        <w:rPr>
          <w:rtl/>
          <w:lang w:bidi="ur-PK"/>
        </w:rPr>
      </w:pPr>
      <w:bookmarkStart w:id="392" w:name="_Toc509137014"/>
      <w:r>
        <w:rPr>
          <w:rFonts w:hint="eastAsia"/>
          <w:rtl/>
          <w:lang w:bidi="ur-PK"/>
        </w:rPr>
        <w:t>تجز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وتحل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bookmarkEnd w:id="392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1)ـابن شھر آشوب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”مرتض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اورابوجعفرتلخ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رقم طراز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کھ</w:t>
      </w:r>
      <w:r w:rsidRPr="00967932">
        <w:rPr>
          <w:rStyle w:val="libArabicChar"/>
          <w:rtl/>
        </w:rPr>
        <w:t>”ان النب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تزوج وکانت عذراء“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(25)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درحال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آپ کنوار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ں“ـ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علاوہ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جو ثابت کرت</w:t>
      </w:r>
      <w:r>
        <w:rPr>
          <w:rFonts w:hint="cs"/>
          <w:rtl/>
          <w:lang w:bidi="ur-PK"/>
        </w:rPr>
        <w:t>ی</w:t>
      </w:r>
      <w:r w:rsidR="00CA4A31">
        <w:rPr>
          <w:rtl/>
          <w:lang w:bidi="ur-PK"/>
        </w:rPr>
        <w:t xml:space="preserve"> ہے</w:t>
      </w:r>
      <w:r w:rsidRPr="00967932">
        <w:rPr>
          <w:rStyle w:val="libArabicChar"/>
          <w:rtl/>
        </w:rPr>
        <w:t>”ان رق</w:t>
      </w:r>
      <w:r w:rsidRPr="00967932">
        <w:rPr>
          <w:rStyle w:val="libArabicChar"/>
          <w:rFonts w:hint="cs"/>
          <w:rtl/>
        </w:rPr>
        <w:t>ی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tl/>
        </w:rPr>
        <w:t xml:space="preserve"> وز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نب</w:t>
      </w:r>
      <w:r w:rsidRPr="00967932">
        <w:rPr>
          <w:rStyle w:val="libArabicChar"/>
          <w:rtl/>
        </w:rPr>
        <w:t xml:space="preserve"> کانتاابت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الةاخت خدی</w:t>
      </w:r>
      <w:r w:rsidRPr="00967932">
        <w:rPr>
          <w:rStyle w:val="libArabicChar"/>
          <w:rFonts w:hint="eastAsia"/>
          <w:rtl/>
        </w:rPr>
        <w:t>ج</w:t>
      </w:r>
      <w:r w:rsidR="005274C1" w:rsidRPr="001F4EA2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(26)</w:t>
      </w:r>
      <w:r>
        <w:rPr>
          <w:rtl/>
          <w:lang w:bidi="ur-PK"/>
        </w:rPr>
        <w:t>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بہن ہا</w:t>
      </w:r>
      <w:r>
        <w:rPr>
          <w:rtl/>
          <w:lang w:bidi="ur-PK"/>
        </w:rPr>
        <w:t>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(نہ کہ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)ـ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2)ابوالقاسم کوف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”خاص وعام اس بات پر متفق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کہ تمام اشراف سربرآور دہ افراد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سے ازدواج کے آرزومند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کے بلند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کے سامنے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اورشان وشوکت 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نظر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نے سب کے رشتوں کوٹھ</w:t>
      </w:r>
      <w:r>
        <w:rPr>
          <w:rFonts w:hint="eastAsia"/>
          <w:rtl/>
          <w:lang w:bidi="ur-PK"/>
        </w:rPr>
        <w:t>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انتھا نہ </w:t>
      </w:r>
      <w:r w:rsidR="0013326D">
        <w:rPr>
          <w:rtl/>
          <w:lang w:bidi="ur-PK"/>
        </w:rPr>
        <w:t>رہی</w:t>
      </w:r>
      <w:r>
        <w:rPr>
          <w:rtl/>
          <w:lang w:bidi="ur-PK"/>
        </w:rPr>
        <w:t xml:space="preserve"> جب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نے عرب کے صاحبان مال وزراورفرزندان دولت و اقتدار کوٹھکراکر حضرت رسالت مآب سے رشتہ ازدواج قائم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اجن</w:t>
      </w:r>
      <w:r>
        <w:rPr>
          <w:rtl/>
          <w:lang w:bidi="ur-PK"/>
        </w:rPr>
        <w:t xml:space="preserve"> کے پاس مال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سے کچہ نہ تھا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سے تح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آم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ناراضگ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</w:t>
      </w:r>
      <w:r>
        <w:rPr>
          <w:rFonts w:hint="eastAsia"/>
          <w:rtl/>
          <w:lang w:bidi="ur-PK"/>
        </w:rPr>
        <w:t>اظھار</w:t>
      </w:r>
      <w:r>
        <w:rPr>
          <w:rtl/>
          <w:lang w:bidi="ur-PK"/>
        </w:rPr>
        <w:t xml:space="preserve"> کرتے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سوال 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اے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!تو نے شرفاوامراء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کوجواب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نہ 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ابوطالب کوجو تنگ دست وبے روزگار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 xml:space="preserve">انتخاب </w:t>
      </w:r>
      <w:r>
        <w:rPr>
          <w:rtl/>
          <w:lang w:bidi="ur-PK"/>
        </w:rPr>
        <w:lastRenderedPageBreak/>
        <w:t>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واضح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نے مکہ کے صاحبان دولت وثروت کو رد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اتھااورکس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پر آمادہ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اس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رد سے جوسابقا ذکر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شوھر کانام ”ابوھالہ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“ھے جوبن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تھا،عقل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بات پر متح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کس طرح ممکن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اشراف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کوٹھکرادے اورا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کواپنے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طور پرانتخاب کرلے ،علاوہ برا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تعجب کا مقام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کے اشراف کونظر انداز کرکے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کو (جو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اعتبار سے بلند مقام کے حامل تھے )انتخاب کرنے پر توقر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انگشت 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خلاف عقل فعل پر، پر سخن زمانہ ساکت رہ جائے (الصح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رة</w:t>
      </w:r>
      <w:r>
        <w:rPr>
          <w:rtl/>
          <w:lang w:bidi="ur-PK"/>
        </w:rPr>
        <w:t xml:space="preserve"> النب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الاعظم ج/2ص/123)اس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واضح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ے کہ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نے رسول سے قبل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اوراگر ک</w:t>
      </w:r>
      <w:r>
        <w:rPr>
          <w:rFonts w:hint="cs"/>
          <w:rtl/>
          <w:lang w:bidi="ur-PK"/>
        </w:rPr>
        <w:t>ی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توزمانے کے اعتراضات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محفوظ</w:t>
      </w:r>
      <w:r w:rsidR="00A80FD5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تےـ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3)بعض لوگوں نے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نے پر ا س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استدلال ک</w:t>
      </w:r>
      <w:r>
        <w:rPr>
          <w:rFonts w:hint="cs"/>
          <w:rtl/>
          <w:lang w:bidi="ur-PK"/>
        </w:rPr>
        <w:t>ی</w:t>
      </w:r>
      <w:r w:rsidR="00544BD6">
        <w:rPr>
          <w:rFonts w:hint="eastAsia"/>
          <w:rtl/>
          <w:lang w:bidi="ur-PK"/>
        </w:rPr>
        <w:t>اہ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کھ”راہ اسلام کااول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حارث بن اب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لہ فرزند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 w:rsidR="0017790D">
        <w:rPr>
          <w:rtl/>
          <w:lang w:bidi="ur-PK"/>
        </w:rPr>
        <w:t xml:space="preserve"> ہے </w:t>
      </w:r>
      <w:r w:rsidRPr="0087301C">
        <w:rPr>
          <w:rStyle w:val="libFootnotenumChar"/>
          <w:rtl/>
          <w:lang w:bidi="ur-PK"/>
        </w:rPr>
        <w:t>(27)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مذکورہ</w:t>
      </w:r>
      <w:r>
        <w:rPr>
          <w:rtl/>
          <w:lang w:bidi="ur-PK"/>
        </w:rPr>
        <w:t xml:space="preserve"> بالاروا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مقابلے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معتبر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”ابو عمار اور ام عمار“کو اسلام کے پھلے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کرتے</w:t>
      </w:r>
      <w:r w:rsidR="0013326D">
        <w:rPr>
          <w:rtl/>
          <w:lang w:bidi="ur-PK"/>
        </w:rPr>
        <w:t xml:space="preserve"> ہیں </w:t>
      </w:r>
      <w:r w:rsidRPr="00967932">
        <w:rPr>
          <w:rStyle w:val="libArabicChar"/>
          <w:rtl/>
        </w:rPr>
        <w:t>”ان اول ش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د</w:t>
      </w:r>
      <w:r w:rsidRPr="00967932">
        <w:rPr>
          <w:rStyle w:val="libArabicChar"/>
          <w:rtl/>
        </w:rPr>
        <w:t xml:space="preserve"> ف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الاسلام سم</w:t>
      </w:r>
      <w:r w:rsidRPr="00967932">
        <w:rPr>
          <w:rStyle w:val="libArabicChar"/>
          <w:rFonts w:hint="cs"/>
          <w:rtl/>
        </w:rPr>
        <w:t>ی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tl/>
        </w:rPr>
        <w:t xml:space="preserve"> والد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 xml:space="preserve"> عمار “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(28)</w:t>
      </w:r>
      <w:r>
        <w:rPr>
          <w:rtl/>
          <w:lang w:bidi="ur-PK"/>
        </w:rPr>
        <w:t>(اسلام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والدہ عمار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)اورابن عباس اور</w:t>
      </w:r>
      <w:r>
        <w:rPr>
          <w:rFonts w:hint="eastAsia"/>
          <w:rtl/>
          <w:lang w:bidi="ur-PK"/>
        </w:rPr>
        <w:t>مج</w:t>
      </w:r>
      <w:r w:rsidR="00544BD6">
        <w:rPr>
          <w:rFonts w:hint="eastAsia"/>
          <w:rtl/>
          <w:lang w:bidi="ur-PK"/>
        </w:rPr>
        <w:t>اہ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 </w:t>
      </w:r>
      <w:r w:rsidRPr="00967932">
        <w:rPr>
          <w:rStyle w:val="libArabicChar"/>
          <w:rtl/>
        </w:rPr>
        <w:t>”قتل ابوعماروام عماراول قت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ل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ن</w:t>
      </w:r>
      <w:r w:rsidRPr="00967932">
        <w:rPr>
          <w:rStyle w:val="libArabicChar"/>
          <w:rtl/>
        </w:rPr>
        <w:t xml:space="preserve"> قتلا من المسلم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ن“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(29)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نے والے پھلے افراد ابوعمار اورام عمار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ـ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کاملاًردھوت</w:t>
      </w:r>
      <w:r>
        <w:rPr>
          <w:rFonts w:hint="cs"/>
          <w:rtl/>
          <w:lang w:bidi="ur-PK"/>
        </w:rPr>
        <w:t>ی</w:t>
      </w:r>
      <w:r w:rsidR="00CA4A31">
        <w:rPr>
          <w:rtl/>
          <w:lang w:bidi="ur-PK"/>
        </w:rPr>
        <w:t xml:space="preserve"> ہ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 xml:space="preserve">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جسکو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صفحات پر مرقوم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 w:rsidR="00544BD6">
        <w:rPr>
          <w:rFonts w:hint="eastAsia"/>
          <w:rtl/>
          <w:lang w:bidi="ur-PK"/>
        </w:rPr>
        <w:t>اہ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قربان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نے والاپھلاشھ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تھا،لھذامعلوم 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596532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ھے</w:t>
      </w:r>
      <w:r>
        <w:rPr>
          <w:rtl/>
          <w:lang w:bidi="ur-PK"/>
        </w:rPr>
        <w:t xml:space="preserve"> کہ اس شخص کاوجود خارج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ںچہ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کافرزند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ناپائے ثبوت کو</w:t>
      </w:r>
      <w:r w:rsidR="00596532">
        <w:rPr>
          <w:rtl/>
          <w:lang w:bidi="ur-PK"/>
        </w:rPr>
        <w:t>پہنچےـ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tl/>
          <w:lang w:bidi="ur-PK"/>
        </w:rPr>
        <w:t>4)،روا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معلوم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ے کہ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13326D">
        <w:rPr>
          <w:rtl/>
          <w:lang w:bidi="ur-PK"/>
        </w:rPr>
        <w:t xml:space="preserve"> بہن </w:t>
      </w:r>
      <w:r>
        <w:rPr>
          <w:rtl/>
          <w:lang w:bidi="ur-PK"/>
        </w:rPr>
        <w:t>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کانام ’ھالۂ</w:t>
      </w:r>
      <w:r w:rsidR="00596532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تھااس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فخرو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کے ساتھ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544BD6">
        <w:rPr>
          <w:rFonts w:hint="eastAsia"/>
          <w:rtl/>
          <w:lang w:bidi="ur-PK"/>
        </w:rPr>
        <w:t>اہ</w:t>
      </w:r>
      <w:r>
        <w:rPr>
          <w:rFonts w:hint="eastAsia"/>
          <w:rtl/>
          <w:lang w:bidi="ur-PK"/>
        </w:rPr>
        <w:t>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کانام ”</w:t>
      </w:r>
      <w:r w:rsidR="00596532">
        <w:rPr>
          <w:rtl/>
          <w:lang w:bidi="ur-PK"/>
        </w:rPr>
        <w:t>ہالہ</w:t>
      </w:r>
      <w:r>
        <w:rPr>
          <w:rtl/>
          <w:lang w:bidi="ur-PK"/>
        </w:rPr>
        <w:t>“تھا،پھراس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لہ اول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(خو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رخد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(ع))سے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تعلق رکھنے والے شخص نے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جوابوھند کے </w:t>
      </w:r>
      <w:r>
        <w:rPr>
          <w:rFonts w:hint="eastAsia"/>
          <w:rtl/>
          <w:lang w:bidi="ur-PK"/>
        </w:rPr>
        <w:t>نام</w:t>
      </w:r>
      <w:r>
        <w:rPr>
          <w:rtl/>
          <w:lang w:bidi="ur-PK"/>
        </w:rPr>
        <w:t xml:space="preserve"> سے معروف</w:t>
      </w:r>
      <w:r w:rsidR="00CA4A31">
        <w:rPr>
          <w:rtl/>
          <w:lang w:bidi="ur-PK"/>
        </w:rPr>
        <w:t xml:space="preserve"> ہ</w:t>
      </w:r>
      <w:r w:rsidR="00980366">
        <w:rPr>
          <w:rtl/>
          <w:lang w:bidi="ur-PK"/>
        </w:rPr>
        <w:t>یا</w:t>
      </w:r>
      <w:r>
        <w:rPr>
          <w:rtl/>
          <w:lang w:bidi="ur-PK"/>
        </w:rPr>
        <w:t>س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لہ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544BD6">
        <w:rPr>
          <w:rFonts w:hint="eastAsia"/>
          <w:rtl/>
          <w:lang w:bidi="ur-PK"/>
        </w:rPr>
        <w:t>اہ</w:t>
      </w:r>
      <w:r>
        <w:rPr>
          <w:rFonts w:hint="eastAsia"/>
          <w:rtl/>
          <w:lang w:bidi="ur-PK"/>
        </w:rPr>
        <w:t>وا</w:t>
      </w:r>
      <w:r>
        <w:rPr>
          <w:rtl/>
          <w:lang w:bidi="ur-PK"/>
        </w:rPr>
        <w:t xml:space="preserve"> جس کانام ھند تھااوراس شخص ابوھند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(شوھر خو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رخد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’رق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ۂاور”ز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نب“کچہ</w:t>
      </w:r>
      <w:r>
        <w:rPr>
          <w:rtl/>
          <w:lang w:bidi="ur-PK"/>
        </w:rPr>
        <w:t xml:space="preserve"> عرصے کے بعد ابو ھند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فوت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اورپھر کچہ</w:t>
      </w:r>
      <w:r w:rsidR="00A80FD5">
        <w:rPr>
          <w:rtl/>
          <w:lang w:bidi="ur-PK"/>
        </w:rPr>
        <w:t xml:space="preserve"> ہی </w:t>
      </w:r>
      <w:r>
        <w:rPr>
          <w:rtl/>
          <w:lang w:bidi="ur-PK"/>
        </w:rPr>
        <w:t xml:space="preserve">مدت کے </w:t>
      </w:r>
      <w:r>
        <w:rPr>
          <w:rFonts w:hint="eastAsia"/>
          <w:rtl/>
          <w:lang w:bidi="ur-PK"/>
        </w:rPr>
        <w:t>بعد</w:t>
      </w:r>
      <w:r>
        <w:rPr>
          <w:rtl/>
          <w:lang w:bidi="ur-PK"/>
        </w:rPr>
        <w:t xml:space="preserve"> ”ابوھند “بھ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رخصت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ٹا”ھند</w:t>
      </w:r>
      <w:r>
        <w:rPr>
          <w:rtl/>
          <w:lang w:bidi="ur-PK"/>
        </w:rPr>
        <w:t xml:space="preserve"> “جوھالہ سے تھا اوردوب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جو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کا نام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،رق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ذکر کرت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”خد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“ک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بہن </w:t>
      </w:r>
      <w:r>
        <w:rPr>
          <w:rtl/>
          <w:lang w:bidi="ur-PK"/>
        </w:rPr>
        <w:t>کے پاس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گئے جن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سے ھند اپنے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کے بعد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ملحق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ااور”ھالہ</w:t>
      </w:r>
      <w:r>
        <w:rPr>
          <w:rtl/>
          <w:lang w:bidi="ur-PK"/>
        </w:rPr>
        <w:t xml:space="preserve"> “(حضرت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بہن </w:t>
      </w:r>
      <w:r>
        <w:rPr>
          <w:rtl/>
          <w:lang w:bidi="ur-PK"/>
        </w:rPr>
        <w:t xml:space="preserve">)اوراس </w:t>
      </w:r>
      <w:r>
        <w:rPr>
          <w:rtl/>
          <w:lang w:bidi="ur-PK"/>
        </w:rPr>
        <w:lastRenderedPageBreak/>
        <w:t>کے شوھرک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دونوں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کفالت آگئے ،اور آنحضرت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</w:t>
      </w:r>
      <w:r w:rsidR="00A80FD5">
        <w:rPr>
          <w:rtl/>
          <w:lang w:bidi="ur-PK"/>
        </w:rPr>
        <w:t xml:space="preserve"> ہی </w:t>
      </w:r>
      <w:r>
        <w:rPr>
          <w:rtl/>
          <w:lang w:bidi="ur-PK"/>
        </w:rPr>
        <w:t xml:space="preserve">کے ساتھ </w:t>
      </w:r>
      <w:r w:rsidR="005D20BC">
        <w:rPr>
          <w:rtl/>
          <w:lang w:bidi="ur-PK"/>
        </w:rPr>
        <w:t>رہیں</w:t>
      </w:r>
      <w:r>
        <w:rPr>
          <w:rtl/>
          <w:lang w:bidi="ur-PK"/>
        </w:rPr>
        <w:t xml:space="preserve"> اورآپ</w:t>
      </w:r>
      <w:r w:rsidR="00A80FD5">
        <w:rPr>
          <w:rtl/>
          <w:lang w:bidi="ur-PK"/>
        </w:rPr>
        <w:t xml:space="preserve"> ہی </w:t>
      </w:r>
      <w:r>
        <w:rPr>
          <w:rtl/>
          <w:lang w:bidi="ur-PK"/>
        </w:rPr>
        <w:t xml:space="preserve">کے گھر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اس لئے عرب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کرنے لگے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 w:rsidR="00A80FD5">
        <w:rPr>
          <w:rtl/>
          <w:lang w:bidi="ur-PK"/>
        </w:rPr>
        <w:t xml:space="preserve"> ہی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اورپھر ان کوحضرت سے منسوب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13326D">
        <w:rPr>
          <w:rtl/>
          <w:lang w:bidi="ur-PK"/>
        </w:rPr>
        <w:t xml:space="preserve"> بہن </w:t>
      </w:r>
      <w:r>
        <w:rPr>
          <w:rtl/>
          <w:lang w:bidi="ur-PK"/>
        </w:rPr>
        <w:t>”ھالہ “کے شوھر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ںـ</w:t>
      </w:r>
      <w:r>
        <w:rPr>
          <w:rtl/>
          <w:lang w:bidi="ur-PK"/>
        </w:rPr>
        <w:t xml:space="preserve"> (الصح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رة</w:t>
      </w:r>
      <w:r>
        <w:rPr>
          <w:rtl/>
          <w:lang w:bidi="ur-PK"/>
        </w:rPr>
        <w:t xml:space="preserve"> النب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الاعظم ج/2ص/126)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مذکورہ</w:t>
      </w:r>
      <w:r>
        <w:rPr>
          <w:rtl/>
          <w:lang w:bidi="ur-PK"/>
        </w:rPr>
        <w:t xml:space="preserve"> بالادلائل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پائے ثبوت کو پھنچ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رسول کے حبالئہ عقد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آنے سے قبل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اورآپ کے شوھروں اورفرزندوں کے نام جوتار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نظر آتے</w:t>
      </w:r>
      <w:r w:rsidR="0013326D">
        <w:rPr>
          <w:rtl/>
          <w:lang w:bidi="ur-PK"/>
        </w:rPr>
        <w:t xml:space="preserve"> ہیں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 فھم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 w:rsidR="0013326D">
        <w:rPr>
          <w:rtl/>
          <w:lang w:bidi="ur-PK"/>
        </w:rPr>
        <w:t xml:space="preserve"> ہیں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کے</w:t>
      </w:r>
      <w:r w:rsidR="0013326D">
        <w:rPr>
          <w:rtl/>
          <w:lang w:bidi="ur-PK"/>
        </w:rPr>
        <w:t xml:space="preserve"> ہا</w:t>
      </w:r>
      <w:r>
        <w:rPr>
          <w:rtl/>
          <w:lang w:bidi="ur-PK"/>
        </w:rPr>
        <w:t>تھوں عظمت رسول کو کم کرن</w:t>
      </w:r>
      <w:r w:rsidR="00523C85">
        <w:rPr>
          <w:rtl/>
          <w:lang w:bidi="ur-PK"/>
        </w:rPr>
        <w:t>یک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ناکام</w:t>
      </w:r>
      <w:r>
        <w:rPr>
          <w:rtl/>
          <w:lang w:bidi="ur-PK"/>
        </w:rPr>
        <w:t xml:space="preserve"> کوشش ،مذکورہ دلائل کے علاوہ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اورنقض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جوابات دئے گئے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جو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سے پردہ اٹھانے والے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مختصر مضمون ان تمام دلائل اورروا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کامتحمل 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ںھوسکت</w:t>
      </w:r>
      <w:r w:rsidR="00544BD6">
        <w:rPr>
          <w:rFonts w:hint="eastAsia"/>
          <w:rtl/>
          <w:lang w:bidi="ur-PK"/>
        </w:rPr>
        <w:t>اہ</w:t>
      </w:r>
      <w:r>
        <w:rPr>
          <w:rFonts w:hint="eastAsia"/>
          <w:rtl/>
          <w:lang w:bidi="ur-PK"/>
        </w:rPr>
        <w:t>ے،آپ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فاطمہ زھرا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فرزند زندہ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رھ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93" w:name="_Toc509137015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 اورحضرت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لانا</w:t>
      </w:r>
      <w:bookmarkEnd w:id="393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کے مبعوث بہ رسالت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نے کے بعد عورتوں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جس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نے سب سے پھلے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گرام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 w:rsidRPr="0087301C">
        <w:rPr>
          <w:rStyle w:val="libFootnotenumChar"/>
          <w:rtl/>
          <w:lang w:bidi="ur-PK"/>
        </w:rPr>
        <w:t>(30)</w:t>
      </w:r>
      <w:r>
        <w:rPr>
          <w:rtl/>
          <w:lang w:bidi="ur-PK"/>
        </w:rPr>
        <w:t>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واقد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 xml:space="preserve">کہ </w:t>
      </w:r>
      <w:r w:rsidRPr="00967932">
        <w:rPr>
          <w:rStyle w:val="libArabicChar"/>
          <w:rtl/>
        </w:rPr>
        <w:t>”اجتمع اصحابنا عل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ان اول ا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>ل القبلة استجاب لرسول ال</w:t>
      </w:r>
      <w:r w:rsidRPr="00967932">
        <w:rPr>
          <w:rStyle w:val="libArabicChar"/>
          <w:rFonts w:hint="eastAsia"/>
          <w:rtl/>
        </w:rPr>
        <w:t>ل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tl/>
        </w:rPr>
        <w:t xml:space="preserve"> خد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ج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tl/>
        </w:rPr>
        <w:t xml:space="preserve"> بنت خو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لد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(31)</w:t>
      </w:r>
      <w:r>
        <w:rPr>
          <w:rtl/>
          <w:lang w:bidi="ur-PK"/>
        </w:rPr>
        <w:t>علماء کااس بات پر اتفاق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پر سب سے پھلے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گرام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)خود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للہ</w:t>
      </w:r>
      <w:r>
        <w:rPr>
          <w:rtl/>
          <w:lang w:bidi="ur-PK"/>
        </w:rPr>
        <w:t xml:space="preserve"> ع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کا ارشاد</w:t>
      </w:r>
      <w:r w:rsidR="0017790D">
        <w:rPr>
          <w:rtl/>
          <w:lang w:bidi="ur-PK"/>
        </w:rPr>
        <w:t xml:space="preserve"> ہے </w:t>
      </w:r>
      <w:r w:rsidRPr="00967932">
        <w:rPr>
          <w:rStyle w:val="libArabicChar"/>
          <w:rtl/>
        </w:rPr>
        <w:t>”والل</w:t>
      </w:r>
      <w:r w:rsidR="005274C1" w:rsidRPr="001F4EA2">
        <w:rPr>
          <w:rStyle w:val="libArabicChar"/>
          <w:rFonts w:hint="cs"/>
          <w:rtl/>
        </w:rPr>
        <w:t>ه</w:t>
      </w:r>
      <w:r w:rsidRPr="00967932">
        <w:rPr>
          <w:rStyle w:val="libArabicChar"/>
          <w:rFonts w:hint="cs"/>
          <w:rtl/>
        </w:rPr>
        <w:t xml:space="preserve"> لقد امنت بی</w:t>
      </w:r>
      <w:r w:rsidRPr="00967932">
        <w:rPr>
          <w:rStyle w:val="libArabicChar"/>
          <w:rtl/>
        </w:rPr>
        <w:t xml:space="preserve"> اذ کفر الناس واو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Fonts w:hint="eastAsia"/>
          <w:rtl/>
        </w:rPr>
        <w:t>تن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اذ رفضن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النا</w:t>
      </w:r>
      <w:r w:rsidRPr="00967932">
        <w:rPr>
          <w:rStyle w:val="libArabicChar"/>
          <w:rFonts w:hint="eastAsia"/>
          <w:rtl/>
        </w:rPr>
        <w:t>س</w:t>
      </w:r>
      <w:r w:rsidRPr="00967932">
        <w:rPr>
          <w:rStyle w:val="libArabicChar"/>
          <w:rtl/>
        </w:rPr>
        <w:t xml:space="preserve"> وصدقتن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اذکذبن</w:t>
      </w:r>
      <w:r w:rsidRPr="00967932">
        <w:rPr>
          <w:rStyle w:val="libArabicChar"/>
          <w:rFonts w:hint="cs"/>
          <w:rtl/>
        </w:rPr>
        <w:t>ی</w:t>
      </w:r>
      <w:r w:rsidRPr="00967932">
        <w:rPr>
          <w:rStyle w:val="libArabicChar"/>
          <w:rtl/>
        </w:rPr>
        <w:t xml:space="preserve"> الناس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(32)</w:t>
      </w:r>
      <w:r>
        <w:rPr>
          <w:rtl/>
          <w:lang w:bidi="ur-PK"/>
        </w:rPr>
        <w:t>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وہ (خد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)مجھ پر اس وقت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لوگ کفر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کئے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تھے اس نے مجھے اس وقت پناہ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لوگوں نے مجھے ترک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اتھااوراس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موقع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لوگ مجھے جھٹلا</w:t>
      </w:r>
      <w:r w:rsidR="00A80FD5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تھے)</w:t>
      </w:r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:</w:t>
      </w:r>
      <w:r w:rsidRPr="0008332B">
        <w:rPr>
          <w:rStyle w:val="libArabicChar"/>
          <w:rtl/>
        </w:rPr>
        <w:t xml:space="preserve">ـلم 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Fonts w:hint="eastAsia"/>
          <w:rtl/>
        </w:rPr>
        <w:t>جمع</w:t>
      </w:r>
      <w:r w:rsidRPr="0008332B">
        <w:rPr>
          <w:rStyle w:val="libArabicChar"/>
          <w:rtl/>
        </w:rPr>
        <w:t xml:space="preserve"> ب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Fonts w:hint="eastAsia"/>
          <w:rtl/>
        </w:rPr>
        <w:t>ت</w:t>
      </w:r>
      <w:r w:rsidRPr="0008332B">
        <w:rPr>
          <w:rStyle w:val="libArabicChar"/>
          <w:rtl/>
        </w:rPr>
        <w:t xml:space="preserve"> واحد 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Fonts w:hint="eastAsia"/>
          <w:rtl/>
        </w:rPr>
        <w:t>ومئ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Fonts w:hint="eastAsia"/>
          <w:rtl/>
        </w:rPr>
        <w:t>ذ</w:t>
      </w:r>
      <w:r w:rsidRPr="0008332B">
        <w:rPr>
          <w:rStyle w:val="libArabicChar"/>
          <w:rtl/>
        </w:rPr>
        <w:t xml:space="preserve"> ف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tl/>
        </w:rPr>
        <w:t xml:space="preserve"> الاسلام غ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Fonts w:hint="eastAsia"/>
          <w:rtl/>
        </w:rPr>
        <w:t>ر</w:t>
      </w:r>
      <w:r w:rsidRPr="0008332B">
        <w:rPr>
          <w:rStyle w:val="libArabicChar"/>
          <w:rtl/>
        </w:rPr>
        <w:t xml:space="preserve"> رسول الل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 xml:space="preserve"> وخدی</w:t>
      </w:r>
      <w:r w:rsidRPr="0008332B">
        <w:rPr>
          <w:rStyle w:val="libArabicChar"/>
          <w:rFonts w:hint="eastAsia"/>
          <w:rtl/>
        </w:rPr>
        <w:t>ج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tl/>
        </w:rPr>
        <w:t xml:space="preserve"> واناثالث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>ا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(33)</w:t>
      </w:r>
      <w:r>
        <w:rPr>
          <w:rtl/>
          <w:lang w:bidi="ur-PK"/>
        </w:rPr>
        <w:t>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وقت تھاجب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نہ تھابجز اس خاندان کے جو رسول اور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پر مشتمل تھا اور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ان </w:t>
      </w:r>
      <w:r w:rsidR="00E8268B">
        <w:rPr>
          <w:rtl/>
          <w:lang w:bidi="ur-PK"/>
        </w:rPr>
        <w:t xml:space="preserve">میں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فرد تھا )ابن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:</w:t>
      </w:r>
      <w:r w:rsidRPr="0008332B">
        <w:rPr>
          <w:rStyle w:val="libArabicChar"/>
          <w:rtl/>
        </w:rPr>
        <w:t>ـا</w:t>
      </w:r>
      <w:r w:rsidRPr="0008332B">
        <w:rPr>
          <w:rStyle w:val="libArabicChar"/>
          <w:rFonts w:hint="eastAsia"/>
          <w:rtl/>
        </w:rPr>
        <w:t>ول</w:t>
      </w:r>
      <w:r w:rsidRPr="0008332B">
        <w:rPr>
          <w:rStyle w:val="libArabicChar"/>
          <w:rtl/>
        </w:rPr>
        <w:t xml:space="preserve"> امراء ةتزوج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>ا واول خلق الل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 xml:space="preserve"> اسلم بالاجماع المسلمی</w:t>
      </w:r>
      <w:r w:rsidRPr="0008332B">
        <w:rPr>
          <w:rStyle w:val="libArabicChar"/>
          <w:rFonts w:hint="eastAsia"/>
          <w:rtl/>
        </w:rPr>
        <w:t>ن</w:t>
      </w:r>
      <w:r w:rsidRPr="0008332B">
        <w:rPr>
          <w:rStyle w:val="libArabicChar"/>
          <w:rtl/>
        </w:rPr>
        <w:t xml:space="preserve"> لم 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Fonts w:hint="eastAsia"/>
          <w:rtl/>
        </w:rPr>
        <w:t>تقد</w:t>
      </w:r>
      <w:r w:rsidRPr="0008332B">
        <w:rPr>
          <w:rStyle w:val="libArabicChar"/>
          <w:rtl/>
        </w:rPr>
        <w:t xml:space="preserve"> م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>اوجل ولاامراء ة</w:t>
      </w:r>
      <w:r>
        <w:rPr>
          <w:rtl/>
          <w:lang w:bidi="ur-PK"/>
        </w:rPr>
        <w:t xml:space="preserve">“ </w:t>
      </w:r>
      <w:r w:rsidRPr="0087301C">
        <w:rPr>
          <w:rStyle w:val="libFootnotenumChar"/>
          <w:rtl/>
          <w:lang w:bidi="ur-PK"/>
        </w:rPr>
        <w:t>(34)</w:t>
      </w:r>
      <w:r>
        <w:rPr>
          <w:rtl/>
          <w:lang w:bidi="ur-PK"/>
        </w:rPr>
        <w:t>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خاتون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جن سے آنحضرت نے رشتئہ ازدواج قائم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ااوراس</w:t>
      </w:r>
      <w:r>
        <w:rPr>
          <w:rtl/>
          <w:lang w:bidi="ur-PK"/>
        </w:rPr>
        <w:t xml:space="preserve"> امر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مسلمانوں کا اجماع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آپ سے پھلے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 نے اسلام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)</w:t>
      </w:r>
    </w:p>
    <w:p w:rsidR="000B625E" w:rsidRDefault="000B625E" w:rsidP="000B625E">
      <w:pPr>
        <w:pStyle w:val="libNormal"/>
        <w:rPr>
          <w:rtl/>
          <w:lang w:bidi="ur-PK"/>
        </w:rPr>
      </w:pPr>
    </w:p>
    <w:p w:rsidR="000B625E" w:rsidRDefault="000B625E" w:rsidP="00F34F82">
      <w:pPr>
        <w:pStyle w:val="Heading2Center"/>
        <w:rPr>
          <w:rtl/>
          <w:lang w:bidi="ur-PK"/>
        </w:rPr>
      </w:pPr>
      <w:bookmarkStart w:id="394" w:name="_Toc509137016"/>
      <w:r>
        <w:rPr>
          <w:rFonts w:hint="eastAsia"/>
          <w:rtl/>
          <w:lang w:bidi="ur-PK"/>
        </w:rPr>
        <w:lastRenderedPageBreak/>
        <w:t>آنحضرت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>(ع) سے محبت وعق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bookmarkEnd w:id="394"/>
    </w:p>
    <w:p w:rsidR="000B625E" w:rsidRDefault="000B625E" w:rsidP="000B625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محبت و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اورقدرومنزلت کااندازہ اس بات سے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اجاسکت</w:t>
      </w:r>
      <w:r w:rsidR="00544BD6">
        <w:rPr>
          <w:rFonts w:hint="eastAsia"/>
          <w:rtl/>
          <w:lang w:bidi="ur-PK"/>
        </w:rPr>
        <w:t>اہ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آپک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آنحضرت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خاتون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بناناگوارہ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(35)</w:t>
      </w:r>
      <w:r>
        <w:rPr>
          <w:rtl/>
          <w:lang w:bidi="ur-PK"/>
        </w:rPr>
        <w:t xml:space="preserve">آپ کے بارے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حضرت کاارشاد</w:t>
      </w:r>
      <w:r w:rsidR="00CA4A31">
        <w:rPr>
          <w:rtl/>
          <w:lang w:bidi="ur-PK"/>
        </w:rPr>
        <w:t xml:space="preserve"> ہ</w:t>
      </w:r>
      <w:r w:rsidR="00523C85">
        <w:rPr>
          <w:rtl/>
          <w:lang w:bidi="ur-PK"/>
        </w:rPr>
        <w:t>یک</w:t>
      </w:r>
      <w:r>
        <w:rPr>
          <w:rtl/>
          <w:lang w:bidi="ur-PK"/>
        </w:rPr>
        <w:t>ہ ”خد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اس 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عورتوں </w:t>
      </w:r>
      <w:r w:rsidR="00E8268B">
        <w:rPr>
          <w:rtl/>
          <w:lang w:bidi="ur-PK"/>
        </w:rPr>
        <w:t xml:space="preserve">میں </w:t>
      </w:r>
      <w:r w:rsidR="00CA4A31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CA4A31">
        <w:rPr>
          <w:rtl/>
          <w:lang w:bidi="ur-PK"/>
        </w:rPr>
        <w:t xml:space="preserve"> ہے</w:t>
      </w:r>
    </w:p>
    <w:p w:rsidR="000B625E" w:rsidRDefault="000B625E" w:rsidP="00CA4A31">
      <w:pPr>
        <w:pStyle w:val="libNormal"/>
        <w:rPr>
          <w:rtl/>
          <w:lang w:bidi="ur-PK"/>
        </w:rPr>
      </w:pPr>
      <w:r w:rsidRPr="0087301C">
        <w:rPr>
          <w:rStyle w:val="libFootnotenumChar"/>
          <w:rtl/>
          <w:lang w:bidi="ur-PK"/>
        </w:rPr>
        <w:t>(36)</w:t>
      </w:r>
      <w:r>
        <w:rPr>
          <w:rtl/>
          <w:lang w:bidi="ur-PK"/>
        </w:rPr>
        <w:t>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17790D">
        <w:rPr>
          <w:rtl/>
          <w:lang w:bidi="ur-PK"/>
        </w:rPr>
        <w:t>ہمیشہ</w:t>
      </w:r>
      <w:r>
        <w:rPr>
          <w:rtl/>
          <w:lang w:bidi="ur-PK"/>
        </w:rPr>
        <w:t xml:space="preserve"> آپ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فرمات</w:t>
      </w:r>
      <w:r w:rsidR="007F6485">
        <w:rPr>
          <w:rtl/>
          <w:lang w:bidi="ur-PK"/>
        </w:rPr>
        <w:t>یر</w:t>
      </w:r>
      <w:r w:rsidR="0017790D">
        <w:rPr>
          <w:rtl/>
          <w:lang w:bidi="ur-PK"/>
        </w:rPr>
        <w:t xml:space="preserve">ہے </w:t>
      </w:r>
      <w:r w:rsidRPr="0087301C">
        <w:rPr>
          <w:rStyle w:val="libFootnotenumChar"/>
          <w:rtl/>
          <w:lang w:bidi="ur-PK"/>
        </w:rPr>
        <w:t>(37)</w:t>
      </w:r>
      <w:r>
        <w:rPr>
          <w:rtl/>
          <w:lang w:bidi="ur-PK"/>
        </w:rPr>
        <w:t>عائشہ کاب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مجھے رسول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زوجہ سے اتناحسد</w:t>
      </w:r>
      <w:r w:rsidR="00CA4A31">
        <w:rPr>
          <w:rtl/>
          <w:lang w:bidi="ur-PK"/>
        </w:rPr>
        <w:t xml:space="preserve"> نہیں </w:t>
      </w:r>
      <w:r w:rsidR="00CA4A31">
        <w:rPr>
          <w:rFonts w:hint="cs"/>
          <w:rtl/>
          <w:lang w:bidi="ur-PK"/>
        </w:rPr>
        <w:t>ہ</w:t>
      </w:r>
      <w:r>
        <w:rPr>
          <w:rFonts w:hint="eastAsia"/>
          <w:rtl/>
          <w:lang w:bidi="ur-PK"/>
        </w:rPr>
        <w:t>واجتناخد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سے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احالانکہ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مجھ سے قبل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اوراس حسد کاسبب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تھاکہ آنحضرت آپ کاتذکرہ</w:t>
      </w:r>
      <w:r w:rsidR="00A80FD5">
        <w:rPr>
          <w:rtl/>
          <w:lang w:bidi="ur-PK"/>
        </w:rPr>
        <w:t xml:space="preserve"> بہت </w:t>
      </w:r>
      <w:r>
        <w:rPr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فرما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</w:t>
      </w:r>
      <w:r w:rsidRPr="0087301C">
        <w:rPr>
          <w:rStyle w:val="libFootnotenumChar"/>
          <w:rtl/>
          <w:lang w:bidi="ur-PK"/>
        </w:rPr>
        <w:t>(38)</w:t>
      </w:r>
      <w:r>
        <w:rPr>
          <w:rtl/>
          <w:lang w:bidi="ur-PK"/>
        </w:rPr>
        <w:t xml:space="preserve">چنانچہ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سبب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 xml:space="preserve">کہ دوسر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عائشہ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نقل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کہ ”ا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فرما</w:t>
      </w:r>
      <w:r w:rsidR="00A80FD5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 مجھے حسد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544BD6">
        <w:rPr>
          <w:rFonts w:hint="eastAsia"/>
          <w:rtl/>
          <w:lang w:bidi="ur-PK"/>
        </w:rPr>
        <w:t>اہ</w:t>
      </w:r>
      <w:r>
        <w:rPr>
          <w:rFonts w:hint="eastAsia"/>
          <w:rtl/>
          <w:lang w:bidi="ur-PK"/>
        </w:rPr>
        <w:t>وااور</w:t>
      </w:r>
      <w:r w:rsidR="00E8268B">
        <w:rPr>
          <w:rFonts w:hint="eastAsia"/>
          <w:rtl/>
          <w:lang w:bidi="ur-PK"/>
        </w:rPr>
        <w:t xml:space="preserve">میں 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ارسول</w:t>
      </w:r>
      <w:r>
        <w:rPr>
          <w:rtl/>
          <w:lang w:bidi="ur-PK"/>
        </w:rPr>
        <w:t xml:space="preserve"> اللہ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کے علاوہ کچہ بھ</w:t>
      </w:r>
      <w:r>
        <w:rPr>
          <w:rFonts w:hint="cs"/>
          <w:rtl/>
          <w:lang w:bidi="ur-PK"/>
        </w:rPr>
        <w:t>ی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مرگئ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اورخدانے آپ کواس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بھتر عطا کرد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>(عائشہ کااشارہ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تھا)رسول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کرناراض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گئے </w:t>
      </w:r>
      <w:r w:rsidRPr="0087301C">
        <w:rPr>
          <w:rStyle w:val="libFootnotenumChar"/>
          <w:rtl/>
          <w:lang w:bidi="ur-PK"/>
        </w:rPr>
        <w:t>(39)</w:t>
      </w:r>
      <w:r>
        <w:rPr>
          <w:rtl/>
          <w:lang w:bidi="ur-PK"/>
        </w:rPr>
        <w:t xml:space="preserve">اورغضب کے عالم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Pr="0008332B">
        <w:rPr>
          <w:rStyle w:val="libArabicChar"/>
          <w:rFonts w:hint="eastAsia"/>
          <w:rtl/>
        </w:rPr>
        <w:t>”لاوالل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tl/>
        </w:rPr>
        <w:t xml:space="preserve"> ماابد لن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tl/>
        </w:rPr>
        <w:t xml:space="preserve"> الل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 xml:space="preserve"> خی</w:t>
      </w:r>
      <w:r w:rsidRPr="0008332B">
        <w:rPr>
          <w:rStyle w:val="libArabicChar"/>
          <w:rFonts w:hint="eastAsia"/>
          <w:rtl/>
        </w:rPr>
        <w:t>ر</w:t>
      </w:r>
      <w:r w:rsidRPr="0008332B">
        <w:rPr>
          <w:rStyle w:val="libArabicChar"/>
          <w:rtl/>
        </w:rPr>
        <w:t xml:space="preserve"> امن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>ااٰمنت بی</w:t>
      </w:r>
      <w:r w:rsidRPr="0008332B">
        <w:rPr>
          <w:rStyle w:val="libArabicChar"/>
          <w:rtl/>
        </w:rPr>
        <w:t xml:space="preserve"> اذکفر الناس وصدقتن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tl/>
        </w:rPr>
        <w:t xml:space="preserve"> اذکذبن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tl/>
        </w:rPr>
        <w:t xml:space="preserve"> الناس وواستن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tl/>
        </w:rPr>
        <w:t xml:space="preserve"> ب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>ال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>ا</w:t>
      </w:r>
      <w:r w:rsidRPr="0008332B">
        <w:rPr>
          <w:rStyle w:val="libArabicChar"/>
          <w:rtl/>
        </w:rPr>
        <w:t>اذحرمن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tl/>
        </w:rPr>
        <w:t xml:space="preserve"> الناس ورزقن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tl/>
        </w:rPr>
        <w:t xml:space="preserve"> من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>االل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 xml:space="preserve"> ولدادون غی</w:t>
      </w:r>
      <w:r w:rsidRPr="0008332B">
        <w:rPr>
          <w:rStyle w:val="libArabicChar"/>
          <w:rtl/>
        </w:rPr>
        <w:t>ر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>امن النساء“</w:t>
      </w:r>
      <w:r w:rsidRPr="0087301C">
        <w:rPr>
          <w:rStyle w:val="libFootnotenumChar"/>
          <w:rtl/>
          <w:lang w:bidi="ur-PK"/>
        </w:rPr>
        <w:t>(40)</w:t>
      </w:r>
      <w:r>
        <w:rPr>
          <w:rtl/>
          <w:lang w:bidi="ur-PK"/>
        </w:rPr>
        <w:t>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خدانے مجھکو اس سے بھتر عطانھ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مجھ پر اس وقت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لوگ کفر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کئے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تھے اس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لوگ مجھکو جھٹلا</w:t>
      </w:r>
      <w:r w:rsidR="00A80FD5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 اوراس نے اپنے مال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مدد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لوگوں نے مجھے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محروم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 xml:space="preserve"> اورخدانے صرف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مجھے اولاد عطافرمائ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مجھے صاحب اولاد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ارسول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کے اس جواب سے 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محبت اورعق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واحترام کااندازہ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ے ـخد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کااسلام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اپنااورسب کچہ قربان کرکے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نشرواشاعت کاجذبہ</w:t>
      </w:r>
      <w:r w:rsidR="00A80FD5">
        <w:rPr>
          <w:rtl/>
          <w:lang w:bidi="ur-PK"/>
        </w:rPr>
        <w:t xml:space="preserve"> ہی </w:t>
      </w:r>
      <w:r>
        <w:rPr>
          <w:rtl/>
          <w:lang w:bidi="ur-PK"/>
        </w:rPr>
        <w:t>تھاجس نے اسلام کودن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اکے</w:t>
      </w:r>
      <w:r>
        <w:rPr>
          <w:rtl/>
          <w:lang w:bidi="ur-PK"/>
        </w:rPr>
        <w:t xml:space="preserve"> گوشہ وکنار تک پھنچنے کے مواقع فر</w:t>
      </w:r>
      <w:r w:rsidR="00544BD6">
        <w:rPr>
          <w:rtl/>
          <w:lang w:bidi="ur-PK"/>
        </w:rPr>
        <w:t>اہ</w:t>
      </w:r>
      <w:r>
        <w:rPr>
          <w:rtl/>
          <w:lang w:bidi="ur-PK"/>
        </w:rPr>
        <w:t>م کئے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سبب تھاکہ ”حضرت نے آپ کوخداکے حکم سے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“عائشہ سے مسلم نے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 w:rsidR="0017790D">
        <w:rPr>
          <w:rtl/>
          <w:lang w:bidi="ur-PK"/>
        </w:rPr>
        <w:t xml:space="preserve"> ہے </w:t>
      </w:r>
      <w:r>
        <w:rPr>
          <w:rtl/>
          <w:lang w:bidi="ur-PK"/>
        </w:rPr>
        <w:t xml:space="preserve">کہ </w:t>
      </w:r>
      <w:r w:rsidRPr="0008332B">
        <w:rPr>
          <w:rStyle w:val="libArabicChar"/>
          <w:rtl/>
        </w:rPr>
        <w:t>”بشر رسول الل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 xml:space="preserve"> صلی</w:t>
      </w:r>
      <w:r w:rsidRPr="0008332B">
        <w:rPr>
          <w:rStyle w:val="libArabicChar"/>
          <w:rtl/>
        </w:rPr>
        <w:t xml:space="preserve"> الل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 xml:space="preserve"> علی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tl/>
        </w:rPr>
        <w:t xml:space="preserve"> وآل</w:t>
      </w:r>
      <w:r w:rsidR="005274C1" w:rsidRPr="001F4EA2">
        <w:rPr>
          <w:rStyle w:val="libArabicChar"/>
          <w:rFonts w:hint="cs"/>
          <w:rtl/>
        </w:rPr>
        <w:t>ه</w:t>
      </w:r>
      <w:r w:rsidRPr="0008332B">
        <w:rPr>
          <w:rStyle w:val="libArabicChar"/>
          <w:rFonts w:hint="cs"/>
          <w:rtl/>
        </w:rPr>
        <w:t xml:space="preserve"> وسلم بنت خ</w:t>
      </w:r>
      <w:r w:rsidRPr="0008332B">
        <w:rPr>
          <w:rStyle w:val="libArabicChar"/>
          <w:rFonts w:hint="eastAsia"/>
          <w:rtl/>
        </w:rPr>
        <w:t>و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Fonts w:hint="eastAsia"/>
          <w:rtl/>
        </w:rPr>
        <w:t>لد</w:t>
      </w:r>
      <w:r w:rsidRPr="0008332B">
        <w:rPr>
          <w:rStyle w:val="libArabicChar"/>
          <w:rtl/>
        </w:rPr>
        <w:t xml:space="preserve"> بب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Fonts w:hint="eastAsia"/>
          <w:rtl/>
        </w:rPr>
        <w:t>ت</w:t>
      </w:r>
      <w:r w:rsidRPr="0008332B">
        <w:rPr>
          <w:rStyle w:val="libArabicChar"/>
          <w:rtl/>
        </w:rPr>
        <w:t xml:space="preserve"> ف</w:t>
      </w:r>
      <w:r w:rsidRPr="0008332B">
        <w:rPr>
          <w:rStyle w:val="libArabicChar"/>
          <w:rFonts w:hint="cs"/>
          <w:rtl/>
        </w:rPr>
        <w:t>ی</w:t>
      </w:r>
      <w:r w:rsidRPr="0008332B">
        <w:rPr>
          <w:rStyle w:val="libArabicChar"/>
          <w:rtl/>
        </w:rPr>
        <w:t xml:space="preserve"> الجنة “</w:t>
      </w:r>
      <w:r>
        <w:rPr>
          <w:rtl/>
          <w:lang w:bidi="ur-PK"/>
        </w:rPr>
        <w:t>(حضرت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نے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سلام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ھاکو</w:t>
      </w:r>
      <w:r>
        <w:rPr>
          <w:rtl/>
          <w:lang w:bidi="ur-PK"/>
        </w:rPr>
        <w:t xml:space="preserve">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</w:t>
      </w:r>
      <w:r w:rsidRPr="0087301C">
        <w:rPr>
          <w:rStyle w:val="libFootnotenumChar"/>
          <w:rtl/>
          <w:lang w:bidi="ur-PK"/>
        </w:rPr>
        <w:t>(41)</w:t>
      </w:r>
      <w:r>
        <w:rPr>
          <w:rtl/>
          <w:lang w:bidi="ur-PK"/>
        </w:rPr>
        <w:t>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اور ابوطالب رسول کے دو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مدافع تھے جنک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کفار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آپ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گزند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پھنچا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رسول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جانثار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80FD5">
        <w:rPr>
          <w:rtl/>
          <w:lang w:bidi="ur-PK"/>
        </w:rPr>
        <w:t xml:space="preserve"> ہی </w:t>
      </w:r>
      <w:r>
        <w:rPr>
          <w:rtl/>
          <w:lang w:bidi="ur-PK"/>
        </w:rPr>
        <w:t>سال</w:t>
      </w:r>
      <w:r w:rsidR="00A80FD5">
        <w:rPr>
          <w:rtl/>
          <w:lang w:bidi="ur-PK"/>
        </w:rPr>
        <w:t xml:space="preserve"> بہت </w:t>
      </w:r>
      <w:r>
        <w:rPr>
          <w:rtl/>
          <w:lang w:bidi="ur-PK"/>
        </w:rPr>
        <w:t xml:space="preserve">مختصر وقفہ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بعد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گرے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رخصت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گئے اورروا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مطابق رسول پر دونوں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80FD5">
        <w:rPr>
          <w:rtl/>
          <w:lang w:bidi="ur-PK"/>
        </w:rPr>
        <w:t xml:space="preserve"> ہجرت </w:t>
      </w:r>
      <w:r>
        <w:rPr>
          <w:rtl/>
          <w:lang w:bidi="ur-PK"/>
        </w:rPr>
        <w:t>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قبل اورشعب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سے</w:t>
      </w:r>
      <w:r w:rsidR="00A80FD5">
        <w:rPr>
          <w:rtl/>
          <w:lang w:bidi="ur-PK"/>
        </w:rPr>
        <w:t xml:space="preserve"> باہر </w:t>
      </w:r>
      <w:r>
        <w:rPr>
          <w:rtl/>
          <w:lang w:bidi="ur-PK"/>
        </w:rPr>
        <w:t>آنے کے کچہ روز بعد واقع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87301C">
        <w:rPr>
          <w:rStyle w:val="libFootnotenumChar"/>
          <w:rtl/>
          <w:lang w:bidi="ur-PK"/>
        </w:rPr>
        <w:t>(42)</w:t>
      </w:r>
      <w:r>
        <w:rPr>
          <w:rtl/>
          <w:lang w:bidi="ur-PK"/>
        </w:rPr>
        <w:t>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نے اس سال کو عام الحزن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Pr="0087301C">
        <w:rPr>
          <w:rStyle w:val="libFootnotenumChar"/>
          <w:rtl/>
          <w:lang w:bidi="ur-PK"/>
        </w:rPr>
        <w:t>(43)</w:t>
      </w:r>
      <w:r>
        <w:rPr>
          <w:rtl/>
          <w:lang w:bidi="ur-PK"/>
        </w:rPr>
        <w:t>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رسول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رسول خانہ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گئے اورآپ نے حضرت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اورابوطالب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</w:t>
      </w:r>
      <w:r w:rsidR="00A80FD5">
        <w:rPr>
          <w:rtl/>
          <w:lang w:bidi="ur-PK"/>
        </w:rPr>
        <w:t xml:space="preserve"> باہر </w:t>
      </w:r>
      <w:r>
        <w:rPr>
          <w:rtl/>
          <w:lang w:bidi="ur-PK"/>
        </w:rPr>
        <w:t>نکلنابھت کم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 w:rsidRPr="0008332B">
        <w:rPr>
          <w:rStyle w:val="libFootnotenumChar"/>
          <w:rtl/>
        </w:rPr>
        <w:t>(44)</w:t>
      </w: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کافر نے آپ کے سر پر خاک ڈال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گھر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داخل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 </w:t>
      </w: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کلمات ت</w:t>
      </w:r>
      <w:r>
        <w:rPr>
          <w:rFonts w:hint="eastAsia"/>
          <w:rtl/>
          <w:lang w:bidi="ur-PK"/>
        </w:rPr>
        <w:t>ھے”مانالت</w:t>
      </w:r>
      <w:r>
        <w:rPr>
          <w:rtl/>
          <w:lang w:bidi="ur-PK"/>
        </w:rPr>
        <w:t xml:space="preserve"> 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اکرھہ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مات ابوطالب“</w:t>
      </w:r>
      <w:r w:rsidRPr="0087301C">
        <w:rPr>
          <w:rStyle w:val="libFootnotenumChar"/>
          <w:rtl/>
          <w:lang w:bidi="ur-PK"/>
        </w:rPr>
        <w:t>(45)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ابوطالب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مجھکوکوئ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گزند</w:t>
      </w:r>
      <w:r w:rsidR="00CA4A31">
        <w:rPr>
          <w:rtl/>
          <w:lang w:bidi="ur-PK"/>
        </w:rPr>
        <w:t xml:space="preserve"> نہیں </w:t>
      </w:r>
      <w:r>
        <w:rPr>
          <w:rtl/>
          <w:lang w:bidi="ur-PK"/>
        </w:rPr>
        <w:t>پھنچا سکے)آپ حضرت ابوطالب اورخد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سے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مصروف</w:t>
      </w:r>
      <w:r w:rsidR="00CA4A31">
        <w:rPr>
          <w:rtl/>
          <w:lang w:bidi="ur-PK"/>
        </w:rPr>
        <w:t xml:space="preserve"> رہتے </w:t>
      </w:r>
      <w:r>
        <w:rPr>
          <w:rtl/>
          <w:lang w:bidi="ur-PK"/>
        </w:rPr>
        <w:t>تھے ـخد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اور ابوطالب مکہ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آپ کے مدافع تھے </w:t>
      </w:r>
      <w:r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جب تک زندہ </w:t>
      </w:r>
      <w:r w:rsidR="005D20BC">
        <w:rPr>
          <w:rtl/>
          <w:lang w:bidi="ur-PK"/>
        </w:rPr>
        <w:t>رہیں</w:t>
      </w:r>
      <w:r>
        <w:rPr>
          <w:rtl/>
          <w:lang w:bidi="ur-PK"/>
        </w:rPr>
        <w:t xml:space="preserve"> رسول اللہ</w:t>
      </w:r>
      <w:r w:rsidR="00CA4A31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کے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وسکون کا سبب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5D20BC">
        <w:rPr>
          <w:rtl/>
          <w:lang w:bidi="ur-PK"/>
        </w:rPr>
        <w:t>رہیں</w:t>
      </w:r>
      <w:r>
        <w:rPr>
          <w:rtl/>
          <w:lang w:bidi="ur-PK"/>
        </w:rPr>
        <w:t xml:space="preserve"> دن بھر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کے بعد تھک کر چور اورکفار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ذارسان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شکستہ دل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جانے والارسول جب بجھے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ئے دل اورپژمردہ چھرے کے ساتھ گھر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قدم رکھتاتو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محبت آ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مسکر</w:t>
      </w:r>
      <w:r w:rsidR="0013326D">
        <w:rPr>
          <w:rtl/>
          <w:lang w:bidi="ur-PK"/>
        </w:rPr>
        <w:t>اہٹ</w:t>
      </w:r>
      <w:r>
        <w:rPr>
          <w:rtl/>
          <w:lang w:bidi="ur-PK"/>
        </w:rPr>
        <w:t xml:space="preserve"> رسول کے مرجھائے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چھرے کوپھر سے ماہ تمام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محبتوں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کاناخدا عالم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رحمت بنکر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ذارسان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بھلاکر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نئے جوش و جذبے اورولولے کے ساتھ ڈوبتے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ستاروں کاالوداع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سلام اورمشرق سے سرابھ</w:t>
      </w:r>
      <w:r>
        <w:rPr>
          <w:rFonts w:hint="eastAsia"/>
          <w:rtl/>
          <w:lang w:bidi="ur-PK"/>
        </w:rPr>
        <w:t>ارتے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ئے سورج سے خراج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544BD6">
        <w:rPr>
          <w:rFonts w:hint="eastAsia"/>
          <w:rtl/>
          <w:lang w:bidi="ur-PK"/>
        </w:rPr>
        <w:t>اہ</w:t>
      </w:r>
      <w:r>
        <w:rPr>
          <w:rFonts w:hint="eastAsia"/>
          <w:rtl/>
          <w:lang w:bidi="ur-PK"/>
        </w:rPr>
        <w:t>واا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پھر خانہ عصمت وطھارت سے</w:t>
      </w:r>
      <w:r w:rsidR="00A80FD5">
        <w:rPr>
          <w:rtl/>
          <w:lang w:bidi="ur-PK"/>
        </w:rPr>
        <w:t xml:space="preserve"> باہر </w:t>
      </w:r>
      <w:r>
        <w:rPr>
          <w:rtl/>
          <w:lang w:bidi="ur-PK"/>
        </w:rPr>
        <w:t>آتا اورباطل کو لرزہ براندام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لاالہ الااللہ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 بانگ صداؤں سے مکہ کے درود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وارھل</w:t>
      </w:r>
      <w:r>
        <w:rPr>
          <w:rtl/>
          <w:lang w:bidi="ur-PK"/>
        </w:rPr>
        <w:t xml:space="preserve"> کررہ جاتے کفارجمع</w:t>
      </w:r>
      <w:r w:rsidR="00A80FD5">
        <w:rPr>
          <w:rtl/>
          <w:lang w:bidi="ur-PK"/>
        </w:rPr>
        <w:t xml:space="preserve"> ہو</w:t>
      </w:r>
      <w:r>
        <w:rPr>
          <w:rtl/>
          <w:lang w:bidi="ur-PK"/>
        </w:rPr>
        <w:t>تے رسول پر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لغار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اورانسانوں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کا</w:t>
      </w:r>
      <w:r>
        <w:rPr>
          <w:rFonts w:hint="eastAsia"/>
          <w:rtl/>
          <w:lang w:bidi="ur-PK"/>
        </w:rPr>
        <w:t>خواب</w:t>
      </w:r>
      <w:r>
        <w:rPr>
          <w:rtl/>
          <w:lang w:bidi="ur-PK"/>
        </w:rPr>
        <w:t xml:space="preserve"> دل </w:t>
      </w:r>
      <w:r w:rsidR="00E8268B">
        <w:rPr>
          <w:rtl/>
          <w:lang w:bidi="ur-PK"/>
        </w:rPr>
        <w:t xml:space="preserve">میں </w:t>
      </w:r>
      <w:r>
        <w:rPr>
          <w:rtl/>
          <w:lang w:bidi="ur-PK"/>
        </w:rPr>
        <w:t xml:space="preserve"> سجائے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خوشاآ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</w:t>
      </w:r>
      <w:r>
        <w:rPr>
          <w:rtl/>
          <w:lang w:bidi="ur-PK"/>
        </w:rPr>
        <w:t xml:space="preserve"> مستقبل کے تصور </w:t>
      </w:r>
      <w:r w:rsidR="00E8268B">
        <w:rPr>
          <w:rtl/>
          <w:lang w:bidi="ur-PK"/>
        </w:rPr>
        <w:t xml:space="preserve">میں </w:t>
      </w:r>
      <w:r w:rsidR="00CA4A31">
        <w:rPr>
          <w:rtl/>
          <w:lang w:bidi="ur-PK"/>
        </w:rPr>
        <w:t xml:space="preserve"> ہر </w:t>
      </w:r>
      <w:r>
        <w:rPr>
          <w:rtl/>
          <w:lang w:bidi="ur-PK"/>
        </w:rPr>
        <w:t>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کاخندہ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مقابلہ کرت</w:t>
      </w:r>
      <w:r w:rsidR="007F6485">
        <w:rPr>
          <w:rtl/>
          <w:lang w:bidi="ur-PK"/>
        </w:rPr>
        <w:t>یر</w:t>
      </w:r>
      <w:r w:rsidR="0017790D">
        <w:rPr>
          <w:rtl/>
          <w:lang w:bidi="ur-PK"/>
        </w:rPr>
        <w:t xml:space="preserve">ہے </w:t>
      </w:r>
      <w:r>
        <w:rPr>
          <w:rtl/>
          <w:lang w:bidi="ur-PK"/>
        </w:rPr>
        <w:t>اورآپ کے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صبر وتحمل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پاکدامن زوجہ کے تعاون اورجانثار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آج</w:t>
      </w:r>
      <w:r w:rsidR="00CA4A31">
        <w:rPr>
          <w:rtl/>
          <w:lang w:bidi="ur-PK"/>
        </w:rPr>
        <w:t xml:space="preserve"> ہم </w:t>
      </w:r>
      <w:r>
        <w:rPr>
          <w:rtl/>
          <w:lang w:bidi="ur-PK"/>
        </w:rPr>
        <w:t>مسلمانان جھان پرچم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علمبردار رسول کے اس خواب اصلاح ک</w:t>
      </w:r>
      <w:r>
        <w:rPr>
          <w:rFonts w:hint="eastAsia"/>
          <w:rtl/>
          <w:lang w:bidi="ur-PK"/>
        </w:rPr>
        <w:t>وشرمندہ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کرنے کے لئے آپ کے اس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انتظار </w:t>
      </w:r>
      <w:r w:rsidR="00E8268B">
        <w:rPr>
          <w:rtl/>
          <w:lang w:bidi="ur-PK"/>
        </w:rPr>
        <w:t xml:space="preserve">میں </w:t>
      </w:r>
      <w:r w:rsidR="00CA4A31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سرگرداں</w:t>
      </w:r>
      <w:r w:rsidR="0013326D">
        <w:rPr>
          <w:rtl/>
          <w:lang w:bidi="ur-PK"/>
        </w:rPr>
        <w:t xml:space="preserve"> ہیں </w:t>
      </w:r>
      <w:r>
        <w:rPr>
          <w:rtl/>
          <w:lang w:bidi="ur-PK"/>
        </w:rPr>
        <w:t>جوزم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کوعدل وانصاف سے پر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</w:t>
      </w:r>
      <w:r>
        <w:rPr>
          <w:rtl/>
          <w:lang w:bidi="ur-PK"/>
        </w:rPr>
        <w:t xml:space="preserve"> ـ</w:t>
      </w:r>
    </w:p>
    <w:p w:rsidR="000B625E" w:rsidRPr="0087301C" w:rsidRDefault="0087301C" w:rsidP="0087301C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1ـ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/44/76/2435، ترمذ</w:t>
      </w:r>
      <w:r>
        <w:rPr>
          <w:rFonts w:hint="cs"/>
          <w:rtl/>
        </w:rPr>
        <w:t>ی</w:t>
      </w:r>
      <w:r>
        <w:rPr>
          <w:rtl/>
        </w:rPr>
        <w:t xml:space="preserve"> کتاب مناقب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/3901، کنز العمال ح/ 13/ص/693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2ـ اسد الغابہ ج/5 ص / 438 ، مسلم فضائل صحابہ / 3437 ،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 3 ص / 158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 xml:space="preserve">3ـ بحار ج/ 16 ص/ 12 ، اسد الغابہ ج/ 5 ص / 439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 xml:space="preserve">4ـ طبقات ابن سعد ج/ 1 ص /88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5ـس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ھشام ج/ 4 ص / 281 ، الاصابہ ج / 4 ص / 281،طبر</w:t>
      </w:r>
      <w:r>
        <w:rPr>
          <w:rFonts w:hint="cs"/>
          <w:rtl/>
        </w:rPr>
        <w:t>ی</w:t>
      </w:r>
      <w:r>
        <w:rPr>
          <w:rtl/>
        </w:rPr>
        <w:t xml:space="preserve"> ج / 3 ص / 33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6ـالبدا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/ 2 ص / 262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7ـ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/ 1 ص / 131 ، طبقات ابن سعد ج/ 1 ص / 86 ،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رتہ</w:t>
      </w:r>
      <w:r>
        <w:rPr>
          <w:rtl/>
        </w:rPr>
        <w:t xml:space="preserve"> ج / 1 ص / 60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8ـ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ھشام ج/ 1 ص / 259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9ـ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 2 ص / 362 ،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ھشام ج / 1 ص / 338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lastRenderedPageBreak/>
        <w:t xml:space="preserve">10ـ بحار ج / 16 ص / 22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11ـ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/ 2 ص / 258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12ـ البدء و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 / 2 ص / 47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13ـ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/ 1 ص / 376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14ـ 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/ 2 ص / 358 ، طبر</w:t>
      </w:r>
      <w:r>
        <w:rPr>
          <w:rFonts w:hint="cs"/>
          <w:rtl/>
        </w:rPr>
        <w:t>ی</w:t>
      </w:r>
      <w:r>
        <w:rPr>
          <w:rtl/>
        </w:rPr>
        <w:t xml:space="preserve"> ج / 2 ص / 204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15ـ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ج/ 1 ص / 472 ، دلائل النبوة ج / 2 ص / 66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16ـ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/ 1 ص / 135 ،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/ 2 ص / 358 ،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 / 1 ص / 472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17ـ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(دحلان ) ج / 1 ص/ 92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18ـبدا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 2 ص / 358، بحار الانوار ج/ 16 ص / 22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 xml:space="preserve">19ـبحار الانوار ج/ 16 ص / 22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20ـ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/ 1 ص /140 ، طبر</w:t>
      </w:r>
      <w:r>
        <w:rPr>
          <w:rFonts w:hint="cs"/>
          <w:rtl/>
        </w:rPr>
        <w:t>ی</w:t>
      </w:r>
      <w:r>
        <w:rPr>
          <w:rtl/>
        </w:rPr>
        <w:t xml:space="preserve"> ج/ 2 ص / 205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21ـ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ج / 2 ص / 112 ـ113 ، بحار الانوار ج / 16 ص / 14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22ـس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ھشام ج / 1 ص 227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23ـالبدا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/ 2 ص / 360 ، البدء و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ج/ 2 ص / 48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24ـس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/ 1 ص /140،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الاعظم ج/ 2 ص / 115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25ـفروغ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ج/ 1 ص / 198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26ـ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/ 1 ص/ 140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27ـ طبر</w:t>
      </w:r>
      <w:r>
        <w:rPr>
          <w:rFonts w:hint="cs"/>
          <w:rtl/>
        </w:rPr>
        <w:t>ی</w:t>
      </w:r>
      <w:r>
        <w:rPr>
          <w:rtl/>
        </w:rPr>
        <w:t xml:space="preserve"> ج / 3 ص / 36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28ـمناقب آل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ج / 1 ص / 206 ،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الاعظم ج / 2 ص / 122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29ـمناقب آل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ج / 1 ص / 26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 xml:space="preserve">30ـ الاصابہ ج / 1 ص / 293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lastRenderedPageBreak/>
        <w:t>31ـ الاصابہ ج / 4ص /335 ، اسد الغابہ ج / 5 ص / 481 ،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ج /1 ص / 121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32ـ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الاعظم ج/ 2 ص 125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33ـ الانساب الاشراف ج / 2 ص / 23 ، الاصابہ ج / 8 ص /99 ،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ھشام ج / 1 ص / 277، طبر</w:t>
      </w:r>
      <w:r>
        <w:rPr>
          <w:rFonts w:hint="cs"/>
          <w:rtl/>
        </w:rPr>
        <w:t>ی</w:t>
      </w:r>
      <w:r>
        <w:rPr>
          <w:rtl/>
        </w:rPr>
        <w:t xml:space="preserve"> ج/ 2 ص / 232 ـ 221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34ـ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/ 2 ص / 232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 xml:space="preserve">35ـبحار الانوار ج / 16 ص / 12 ، اسد الگابہ ج / 2 ص / 439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 xml:space="preserve">36ـ نھج البلاغہ ( خطبہ قاصعہ )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 xml:space="preserve">37ـ اسد الغابہ ج / 5 ص / 434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38ـ البدء و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 / 2 ص / 48 ، اسد الغابہ ج/ 5 ص / 360 </w:t>
      </w:r>
    </w:p>
    <w:p w:rsidR="000B625E" w:rsidRDefault="000B625E" w:rsidP="0087301C">
      <w:pPr>
        <w:pStyle w:val="libFootnote"/>
        <w:rPr>
          <w:rtl/>
        </w:rPr>
      </w:pPr>
      <w:r>
        <w:rPr>
          <w:rtl/>
        </w:rPr>
        <w:t>39ـ الاصابہ ج / 8 ص /101 ، اسد الغابہ ج/ 5 ص / 431 ، سنن ترمذ</w:t>
      </w:r>
      <w:r>
        <w:rPr>
          <w:rFonts w:hint="cs"/>
          <w:rtl/>
        </w:rPr>
        <w:t>ی</w:t>
      </w:r>
      <w:r>
        <w:rPr>
          <w:rtl/>
        </w:rPr>
        <w:t xml:space="preserve"> کتاب مناقب / 388</w:t>
      </w:r>
    </w:p>
    <w:p w:rsidR="0087301C" w:rsidRDefault="0087301C" w:rsidP="001B06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sdt>
      <w:sdtPr>
        <w:rPr>
          <w:rtl/>
        </w:rPr>
        <w:id w:val="432023219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94459C" w:rsidRDefault="0094459C" w:rsidP="0094459C">
          <w:pPr>
            <w:pStyle w:val="Heading2Center"/>
          </w:pPr>
          <w:r w:rsidRPr="0094459C">
            <w:rPr>
              <w:rFonts w:hint="cs"/>
              <w:rtl/>
            </w:rPr>
            <w:t>فہرست</w:t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9136622" w:history="1">
            <w:r w:rsidRPr="0036383D">
              <w:rPr>
                <w:rStyle w:val="Hyperlink"/>
                <w:rtl/>
                <w:lang w:bidi="ur-PK"/>
              </w:rPr>
              <w:t>حضرت رسول اکرم صل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اللہ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وآلہ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23" w:history="1">
            <w:r w:rsidRPr="0036383D">
              <w:rPr>
                <w:rStyle w:val="Hyperlink"/>
                <w:rtl/>
                <w:lang w:bidi="ur-PK"/>
              </w:rPr>
              <w:t>آنحضرت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ولادت باسعادت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24" w:history="1">
            <w:r w:rsidRPr="0036383D">
              <w:rPr>
                <w:rStyle w:val="Hyperlink"/>
                <w:rtl/>
                <w:lang w:bidi="ur-PK"/>
              </w:rPr>
              <w:t>آنحضرت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ولادت کے وقت ح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رت انگ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زواقعات کاظہور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25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خ ولادت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26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پرورش وپرداخت اورآپ کابچپنا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27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سا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رحمت مادر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سے محروم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28" w:history="1">
            <w:r w:rsidRPr="0036383D">
              <w:rPr>
                <w:rStyle w:val="Hyperlink"/>
                <w:rtl/>
                <w:lang w:bidi="ur-PK"/>
              </w:rPr>
              <w:t>حضرت ابوطالب کوحضرت عبدالمطلب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وص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وہدا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29" w:history="1">
            <w:r w:rsidRPr="0036383D">
              <w:rPr>
                <w:rStyle w:val="Hyperlink"/>
                <w:rtl/>
                <w:lang w:bidi="ur-PK"/>
              </w:rPr>
              <w:t>حضرت ابوطالب کے تجارت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سفرشام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آنحضرت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ہمراہ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اوربح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رئہ راہب کاواقعہ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30" w:history="1">
            <w:r w:rsidRPr="0036383D">
              <w:rPr>
                <w:rStyle w:val="Hyperlink"/>
                <w:rtl/>
                <w:lang w:bidi="ur-PK"/>
              </w:rPr>
              <w:t>جناب خد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جہ کے ساتھ 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شاد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خانہ آباد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31" w:history="1">
            <w:r w:rsidRPr="0036383D">
              <w:rPr>
                <w:rStyle w:val="Hyperlink"/>
                <w:rtl/>
                <w:lang w:bidi="ur-PK"/>
              </w:rPr>
              <w:t>کوہ حرام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آنحضرت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عبادت گذار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32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بعثت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33" w:history="1">
            <w:r w:rsidRPr="0036383D">
              <w:rPr>
                <w:rStyle w:val="Hyperlink"/>
                <w:rtl/>
                <w:lang w:bidi="ur-PK"/>
              </w:rPr>
              <w:t>دعوت ذوالعش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رہ کاواقعہ اوراعلان رسالت ووزارت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34" w:history="1">
            <w:r w:rsidRPr="0036383D">
              <w:rPr>
                <w:rStyle w:val="Hyperlink"/>
                <w:rtl/>
                <w:lang w:bidi="ur-PK"/>
              </w:rPr>
              <w:t>حضرت رسول 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م شعب اب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طالب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(محرم </w:t>
            </w:r>
            <w:r w:rsidRPr="0036383D">
              <w:rPr>
                <w:rStyle w:val="Hyperlink"/>
                <w:rtl/>
                <w:lang w:bidi="fa-IR"/>
              </w:rPr>
              <w:t>۷</w:t>
            </w:r>
            <w:r w:rsidRPr="0036383D">
              <w:rPr>
                <w:rStyle w:val="Hyperlink"/>
                <w:rtl/>
                <w:lang w:bidi="ur-PK"/>
              </w:rPr>
              <w:t xml:space="preserve"> ء بعثت)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35" w:history="1">
            <w:r w:rsidRPr="0036383D">
              <w:rPr>
                <w:rStyle w:val="Hyperlink"/>
                <w:rtl/>
                <w:lang w:bidi="ur-PK"/>
              </w:rPr>
              <w:t xml:space="preserve">آپ کامعجزہ شق القمر( </w:t>
            </w:r>
            <w:r w:rsidRPr="0036383D">
              <w:rPr>
                <w:rStyle w:val="Hyperlink"/>
                <w:rtl/>
                <w:lang w:bidi="fa-IR"/>
              </w:rPr>
              <w:t>۹</w:t>
            </w:r>
            <w:r w:rsidRPr="0036383D">
              <w:rPr>
                <w:rStyle w:val="Hyperlink"/>
                <w:rtl/>
                <w:lang w:bidi="ur-PK"/>
              </w:rPr>
              <w:t xml:space="preserve"> بعثت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36" w:history="1">
            <w:r w:rsidRPr="0036383D">
              <w:rPr>
                <w:rStyle w:val="Hyperlink"/>
                <w:rtl/>
                <w:lang w:bidi="ur-PK"/>
              </w:rPr>
              <w:t>آنحضرت صلعم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معراج جسمان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( </w:t>
            </w:r>
            <w:r w:rsidRPr="0036383D">
              <w:rPr>
                <w:rStyle w:val="Hyperlink"/>
                <w:rtl/>
                <w:lang w:bidi="fa-IR"/>
              </w:rPr>
              <w:t>۱۲</w:t>
            </w:r>
            <w:r w:rsidRPr="0036383D">
              <w:rPr>
                <w:rStyle w:val="Hyperlink"/>
                <w:rtl/>
                <w:lang w:bidi="ur-PK"/>
              </w:rPr>
              <w:t xml:space="preserve"> ئبعثت)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37" w:history="1">
            <w:r w:rsidRPr="0036383D">
              <w:rPr>
                <w:rStyle w:val="Hyperlink"/>
                <w:rtl/>
                <w:lang w:bidi="ur-PK"/>
              </w:rPr>
              <w:t>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عت عقبہ اول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38" w:history="1">
            <w:r w:rsidRPr="0036383D">
              <w:rPr>
                <w:rStyle w:val="Hyperlink"/>
                <w:rtl/>
                <w:lang w:bidi="ur-PK"/>
              </w:rPr>
              <w:t>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عت عقبہ ثان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ہ </w:t>
            </w:r>
            <w:r w:rsidRPr="0036383D">
              <w:rPr>
                <w:rStyle w:val="Hyperlink"/>
                <w:rtl/>
                <w:lang w:bidi="fa-IR"/>
              </w:rPr>
              <w:t>۱۳</w:t>
            </w:r>
            <w:r w:rsidRPr="0036383D">
              <w:rPr>
                <w:rStyle w:val="Hyperlink"/>
                <w:rtl/>
                <w:lang w:bidi="ur-PK"/>
              </w:rPr>
              <w:t xml:space="preserve"> بعثت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39" w:history="1">
            <w:r w:rsidRPr="0036383D">
              <w:rPr>
                <w:rStyle w:val="Hyperlink"/>
                <w:rtl/>
                <w:lang w:bidi="ur-PK"/>
              </w:rPr>
              <w:t>ہجرت مد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40" w:history="1">
            <w:r w:rsidRPr="0036383D">
              <w:rPr>
                <w:rStyle w:val="Hyperlink"/>
                <w:rtl/>
                <w:lang w:bidi="ur-PK"/>
              </w:rPr>
              <w:t>تحو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ل قبلہ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41" w:history="1">
            <w:r w:rsidRPr="0036383D">
              <w:rPr>
                <w:rStyle w:val="Hyperlink"/>
                <w:rtl/>
                <w:lang w:bidi="ur-PK"/>
              </w:rPr>
              <w:t>تبل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خطوط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42" w:history="1">
            <w:r w:rsidRPr="0036383D">
              <w:rPr>
                <w:rStyle w:val="Hyperlink"/>
                <w:rtl/>
                <w:lang w:bidi="ur-PK"/>
              </w:rPr>
              <w:t>اصحاب کاتار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خ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اجتماع اورتبل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غ رسالت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آخر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منزل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43" w:history="1">
            <w:r w:rsidRPr="0036383D">
              <w:rPr>
                <w:rStyle w:val="Hyperlink"/>
                <w:rtl/>
                <w:lang w:bidi="ur-PK"/>
              </w:rPr>
              <w:t>حضرت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خلافت کااعلان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44" w:history="1">
            <w:r w:rsidRPr="0036383D">
              <w:rPr>
                <w:rStyle w:val="Hyperlink"/>
                <w:rtl/>
                <w:lang w:bidi="ur-PK"/>
              </w:rPr>
              <w:t>حجة الوداع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45" w:history="1">
            <w:r w:rsidRPr="0036383D">
              <w:rPr>
                <w:rStyle w:val="Hyperlink"/>
                <w:rtl/>
                <w:lang w:bidi="ur-PK"/>
              </w:rPr>
              <w:t>واقعہ مباہلہ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46" w:history="1">
            <w:r w:rsidRPr="0036383D">
              <w:rPr>
                <w:rStyle w:val="Hyperlink"/>
                <w:rtl/>
                <w:lang w:bidi="ur-PK"/>
              </w:rPr>
              <w:t>سرورکائنات کے آخر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لمحات زندگ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47" w:history="1">
            <w:r w:rsidRPr="0036383D">
              <w:rPr>
                <w:rStyle w:val="Hyperlink"/>
                <w:rtl/>
                <w:lang w:bidi="ur-PK"/>
              </w:rPr>
              <w:t>واقعہ قرطاس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48" w:history="1">
            <w:r w:rsidRPr="0036383D">
              <w:rPr>
                <w:rStyle w:val="Hyperlink"/>
                <w:rtl/>
                <w:lang w:bidi="ur-PK"/>
              </w:rPr>
              <w:t>وص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اوراحتضار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49" w:history="1">
            <w:r w:rsidRPr="0036383D">
              <w:rPr>
                <w:rStyle w:val="Hyperlink"/>
                <w:rtl/>
                <w:lang w:bidi="ur-PK"/>
              </w:rPr>
              <w:t>رسول 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50" w:history="1">
            <w:r w:rsidRPr="0036383D">
              <w:rPr>
                <w:rStyle w:val="Hyperlink"/>
                <w:rtl/>
                <w:lang w:bidi="ur-PK"/>
              </w:rPr>
              <w:t>وفات اورشہادت کااثر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51" w:history="1">
            <w:r w:rsidRPr="0036383D">
              <w:rPr>
                <w:rStyle w:val="Hyperlink"/>
                <w:rtl/>
                <w:lang w:bidi="ur-PK"/>
              </w:rPr>
              <w:t>آنحضرت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 کاسبب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52" w:history="1">
            <w:r w:rsidRPr="0036383D">
              <w:rPr>
                <w:rStyle w:val="Hyperlink"/>
                <w:rtl/>
                <w:lang w:bidi="ur-PK"/>
              </w:rPr>
              <w:t>ازواج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53" w:history="1">
            <w:r w:rsidRPr="0036383D">
              <w:rPr>
                <w:rStyle w:val="Hyperlink"/>
                <w:rtl/>
                <w:lang w:bidi="ur-PK"/>
              </w:rPr>
              <w:t>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54" w:history="1">
            <w:r w:rsidRPr="0036383D">
              <w:rPr>
                <w:rStyle w:val="Hyperlink"/>
                <w:rtl/>
                <w:lang w:bidi="ur-PK"/>
              </w:rPr>
              <w:t>حضرت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السّلام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55" w:history="1">
            <w:r w:rsidRPr="0036383D">
              <w:rPr>
                <w:rStyle w:val="Hyperlink"/>
                <w:rtl/>
                <w:lang w:bidi="ur-PK"/>
              </w:rPr>
              <w:t>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56" w:history="1">
            <w:r w:rsidRPr="0036383D">
              <w:rPr>
                <w:rStyle w:val="Hyperlink"/>
                <w:rtl/>
                <w:lang w:bidi="ur-PK"/>
              </w:rPr>
              <w:t>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57" w:history="1">
            <w:r w:rsidRPr="0036383D">
              <w:rPr>
                <w:rStyle w:val="Hyperlink"/>
                <w:rtl/>
                <w:lang w:bidi="ur-PK"/>
              </w:rPr>
              <w:t>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58" w:history="1">
            <w:r w:rsidRPr="0036383D">
              <w:rPr>
                <w:rStyle w:val="Hyperlink"/>
                <w:rtl/>
                <w:lang w:bidi="ur-PK"/>
              </w:rPr>
              <w:t>والد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59" w:history="1">
            <w:r w:rsidRPr="0036383D">
              <w:rPr>
                <w:rStyle w:val="Hyperlink"/>
                <w:rtl/>
                <w:lang w:bidi="ur-PK"/>
              </w:rPr>
              <w:t>ولادت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60" w:history="1">
            <w:r w:rsidRPr="0036383D">
              <w:rPr>
                <w:rStyle w:val="Hyperlink"/>
                <w:rtl/>
                <w:lang w:bidi="ur-PK"/>
              </w:rPr>
              <w:t>بچپن ا ور ترب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61" w:history="1">
            <w:r w:rsidRPr="0036383D">
              <w:rPr>
                <w:rStyle w:val="Hyperlink"/>
                <w:rtl/>
                <w:lang w:bidi="ur-PK"/>
              </w:rPr>
              <w:t>پ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غمبر اکرم (ص)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بعثت اور حضرت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(ع)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62" w:history="1">
            <w:r w:rsidRPr="0036383D">
              <w:rPr>
                <w:rStyle w:val="Hyperlink"/>
                <w:rtl/>
                <w:lang w:bidi="ur-PK"/>
              </w:rPr>
              <w:t>رسول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ہجرت اور حضرت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(ع)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63" w:history="1">
            <w:r w:rsidRPr="0036383D">
              <w:rPr>
                <w:rStyle w:val="Hyperlink"/>
                <w:rtl/>
                <w:lang w:bidi="ur-PK"/>
              </w:rPr>
              <w:t>شاد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64" w:history="1">
            <w:r w:rsidRPr="0036383D">
              <w:rPr>
                <w:rStyle w:val="Hyperlink"/>
                <w:rtl/>
                <w:lang w:bidi="ur-PK"/>
              </w:rPr>
              <w:t>کتابت وح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65" w:history="1">
            <w:r w:rsidRPr="0036383D">
              <w:rPr>
                <w:rStyle w:val="Hyperlink"/>
                <w:rtl/>
                <w:lang w:bidi="ur-PK"/>
              </w:rPr>
              <w:t>حضرت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ااسلام ، پ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غمبراسلام (ص) کے بھائ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66" w:history="1">
            <w:r w:rsidRPr="0036383D">
              <w:rPr>
                <w:rStyle w:val="Hyperlink"/>
                <w:rtl/>
                <w:lang w:bidi="ur-PK"/>
              </w:rPr>
              <w:t>حضرت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 اسلا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جہاد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67" w:history="1">
            <w:r w:rsidRPr="0036383D">
              <w:rPr>
                <w:rStyle w:val="Hyperlink"/>
                <w:rtl/>
                <w:lang w:bidi="ur-PK"/>
              </w:rPr>
              <w:t>غد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 خم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68" w:history="1">
            <w:r w:rsidRPr="0036383D">
              <w:rPr>
                <w:rStyle w:val="Hyperlink"/>
                <w:rtl/>
                <w:lang w:bidi="ur-PK"/>
              </w:rPr>
              <w:t>حضرت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السلام، پ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غمبر اسلام (ص)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نظر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69" w:history="1">
            <w:r w:rsidRPr="0036383D">
              <w:rPr>
                <w:rStyle w:val="Hyperlink"/>
                <w:rtl/>
                <w:lang w:bidi="ur-PK"/>
              </w:rPr>
              <w:t>رسول اللہ (ص)ک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وفات اور حضرت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70" w:history="1">
            <w:r w:rsidRPr="0036383D">
              <w:rPr>
                <w:rStyle w:val="Hyperlink"/>
                <w:rtl/>
                <w:lang w:bidi="ur-PK"/>
              </w:rPr>
              <w:t>حضرت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ظاہر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خلافت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71" w:history="1">
            <w:r w:rsidRPr="0036383D">
              <w:rPr>
                <w:rStyle w:val="Hyperlink"/>
                <w:rtl/>
                <w:lang w:bidi="ur-PK"/>
              </w:rPr>
              <w:t>حضرت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72" w:history="1">
            <w:r w:rsidRPr="0036383D">
              <w:rPr>
                <w:rStyle w:val="Hyperlink"/>
                <w:rtl/>
                <w:lang w:bidi="ur-PK"/>
              </w:rPr>
              <w:t>حضرت فاطمہ زہراسلام اللہ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73" w:history="1">
            <w:r w:rsidRPr="0036383D">
              <w:rPr>
                <w:rStyle w:val="Hyperlink"/>
                <w:rtl/>
                <w:lang w:bidi="ur-PK"/>
              </w:rPr>
              <w:t>نام،القاب و 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74" w:history="1">
            <w:r w:rsidRPr="0036383D">
              <w:rPr>
                <w:rStyle w:val="Hyperlink"/>
                <w:rtl/>
                <w:lang w:bidi="ur-PK"/>
              </w:rPr>
              <w:t>والد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75" w:history="1">
            <w:r w:rsidRPr="0036383D">
              <w:rPr>
                <w:rStyle w:val="Hyperlink"/>
                <w:rtl/>
                <w:lang w:bidi="ur-PK"/>
              </w:rPr>
              <w:t>ولادت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76" w:history="1">
            <w:r w:rsidRPr="0036383D">
              <w:rPr>
                <w:rStyle w:val="Hyperlink"/>
                <w:rtl/>
                <w:lang w:bidi="ur-PK"/>
              </w:rPr>
              <w:t>بچپن اور ترب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77" w:history="1">
            <w:r w:rsidRPr="0036383D">
              <w:rPr>
                <w:rStyle w:val="Hyperlink"/>
                <w:rtl/>
                <w:lang w:bidi="ur-PK"/>
              </w:rPr>
              <w:t>حضرت فاطمہ (س)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شاد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78" w:history="1">
            <w:r w:rsidRPr="0036383D">
              <w:rPr>
                <w:rStyle w:val="Hyperlink"/>
                <w:rtl/>
                <w:lang w:bidi="ur-PK"/>
              </w:rPr>
              <w:t>حضرت فاطمہ (س) کا اخلاق و کردار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79" w:history="1">
            <w:r w:rsidRPr="0036383D">
              <w:rPr>
                <w:rStyle w:val="Hyperlink"/>
                <w:rtl/>
                <w:lang w:bidi="ur-PK"/>
              </w:rPr>
              <w:t>حضرت فاطمہ(س) کا نظام عمل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80" w:history="1">
            <w:r w:rsidRPr="0036383D">
              <w:rPr>
                <w:rStyle w:val="Hyperlink"/>
                <w:rtl/>
                <w:lang w:bidi="ur-PK"/>
              </w:rPr>
              <w:t>حضرت زہرا سلام اللہ کا پردہ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81" w:history="1">
            <w:r w:rsidRPr="0036383D">
              <w:rPr>
                <w:rStyle w:val="Hyperlink"/>
                <w:rtl/>
                <w:lang w:bidi="ur-PK"/>
              </w:rPr>
              <w:t>حضرت زہرا (س) اور جہاد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82" w:history="1">
            <w:r w:rsidRPr="0036383D">
              <w:rPr>
                <w:rStyle w:val="Hyperlink"/>
                <w:rtl/>
                <w:lang w:bidi="ur-PK"/>
              </w:rPr>
              <w:t>فاطمہ زہرا (س) اور پ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غمبر اسلام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83" w:history="1">
            <w:r w:rsidRPr="0036383D">
              <w:rPr>
                <w:rStyle w:val="Hyperlink"/>
                <w:rtl/>
                <w:lang w:bidi="ur-PK"/>
              </w:rPr>
              <w:t>حضرت فاطمہ زہرا سلام اللہ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ہا پ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غمبر (ص)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نطر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84" w:history="1">
            <w:r w:rsidRPr="0036383D">
              <w:rPr>
                <w:rStyle w:val="Hyperlink"/>
                <w:rtl/>
                <w:lang w:bidi="ur-PK"/>
              </w:rPr>
              <w:t>فاطمہ زہرا (س) پر پڑنے وال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مص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بت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85" w:history="1">
            <w:r w:rsidRPr="0036383D">
              <w:rPr>
                <w:rStyle w:val="Hyperlink"/>
                <w:rtl/>
                <w:lang w:bidi="ur-PK"/>
              </w:rPr>
              <w:t>حضرت فاطمہ زہرا (س)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وص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86" w:history="1">
            <w:r w:rsidRPr="0036383D">
              <w:rPr>
                <w:rStyle w:val="Hyperlink"/>
                <w:rtl/>
                <w:lang w:bidi="ur-PK"/>
              </w:rPr>
              <w:t>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87" w:history="1">
            <w:r w:rsidRPr="0036383D">
              <w:rPr>
                <w:rStyle w:val="Hyperlink"/>
                <w:rtl/>
                <w:lang w:bidi="ur-PK"/>
              </w:rPr>
              <w:t>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88" w:history="1">
            <w:r w:rsidRPr="0036383D">
              <w:rPr>
                <w:rStyle w:val="Hyperlink"/>
                <w:rtl/>
                <w:lang w:bidi="ur-PK"/>
              </w:rPr>
              <w:t>حضرت امام حسن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89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90" w:history="1">
            <w:r w:rsidRPr="0036383D">
              <w:rPr>
                <w:rStyle w:val="Hyperlink"/>
                <w:rtl/>
                <w:lang w:bidi="ur-PK"/>
              </w:rPr>
              <w:t>آپ کانام نام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91" w:history="1">
            <w:r w:rsidRPr="0036383D">
              <w:rPr>
                <w:rStyle w:val="Hyperlink"/>
                <w:rtl/>
                <w:lang w:bidi="ur-PK"/>
              </w:rPr>
              <w:t>زبان رسالت دہن امامت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92" w:history="1">
            <w:r w:rsidRPr="0036383D">
              <w:rPr>
                <w:rStyle w:val="Hyperlink"/>
                <w:rtl/>
                <w:lang w:bidi="ur-PK"/>
              </w:rPr>
              <w:t>آپ کاعق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93" w:history="1">
            <w:r w:rsidRPr="0036383D">
              <w:rPr>
                <w:rStyle w:val="Hyperlink"/>
                <w:rtl/>
                <w:lang w:bidi="ur-PK"/>
              </w:rPr>
              <w:t>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والقاب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94" w:history="1">
            <w:r w:rsidRPr="0036383D">
              <w:rPr>
                <w:rStyle w:val="Hyperlink"/>
                <w:rtl/>
                <w:lang w:bidi="ur-PK"/>
              </w:rPr>
              <w:t>امام حسن پ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غمبراسلام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نظرم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95" w:history="1">
            <w:r w:rsidRPr="0036383D">
              <w:rPr>
                <w:rStyle w:val="Hyperlink"/>
                <w:rtl/>
                <w:lang w:bidi="ur-PK"/>
              </w:rPr>
              <w:t>امام حسن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سردار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جنت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96" w:history="1">
            <w:r w:rsidRPr="0036383D">
              <w:rPr>
                <w:rStyle w:val="Hyperlink"/>
                <w:rtl/>
                <w:lang w:bidi="ur-PK"/>
              </w:rPr>
              <w:t>جذبہ اسلام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فراوان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97" w:history="1">
            <w:r w:rsidRPr="0036383D">
              <w:rPr>
                <w:rStyle w:val="Hyperlink"/>
                <w:rtl/>
                <w:lang w:bidi="ur-PK"/>
              </w:rPr>
              <w:t>امام حسن اورترجمان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وح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98" w:history="1">
            <w:r w:rsidRPr="0036383D">
              <w:rPr>
                <w:rStyle w:val="Hyperlink"/>
                <w:rtl/>
                <w:lang w:bidi="ur-PK"/>
              </w:rPr>
              <w:t>حضرت امام حسن کابچپن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لوح محفوظ کامطالعہ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699" w:history="1">
            <w:r w:rsidRPr="0036383D">
              <w:rPr>
                <w:rStyle w:val="Hyperlink"/>
                <w:rtl/>
                <w:lang w:bidi="ur-PK"/>
              </w:rPr>
              <w:t>امام حسن کابچپن اورمسائل علم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Toc509136699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00" w:history="1">
            <w:r w:rsidRPr="0036383D">
              <w:rPr>
                <w:rStyle w:val="Hyperlink"/>
                <w:rtl/>
                <w:lang w:bidi="ur-PK"/>
              </w:rPr>
              <w:t>امام حسن اورتفس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رقرآن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01" w:history="1">
            <w:r w:rsidRPr="0036383D">
              <w:rPr>
                <w:rStyle w:val="Hyperlink"/>
                <w:rtl/>
                <w:lang w:bidi="ur-PK"/>
              </w:rPr>
              <w:t>امام حسن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عبادت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02" w:history="1">
            <w:r w:rsidRPr="0036383D">
              <w:rPr>
                <w:rStyle w:val="Hyperlink"/>
                <w:rtl/>
                <w:lang w:bidi="ur-PK"/>
              </w:rPr>
              <w:t>آپ کازہد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03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سخاوت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04" w:history="1">
            <w:r w:rsidRPr="0036383D">
              <w:rPr>
                <w:rStyle w:val="Hyperlink"/>
                <w:rtl/>
                <w:lang w:bidi="ur-PK"/>
              </w:rPr>
              <w:t>توکل کے متعلق آپ کاارشاد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05" w:history="1">
            <w:r w:rsidRPr="0036383D">
              <w:rPr>
                <w:rStyle w:val="Hyperlink"/>
                <w:rtl/>
                <w:lang w:bidi="ur-PK"/>
              </w:rPr>
              <w:t>امام حسن حلم اوراخلاق کے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دان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06" w:history="1">
            <w:r w:rsidRPr="0036383D">
              <w:rPr>
                <w:rStyle w:val="Hyperlink"/>
                <w:rtl/>
                <w:lang w:bidi="ur-PK"/>
              </w:rPr>
              <w:t>عہد 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رالمومن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حسن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اسلام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خدمات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07" w:history="1">
            <w:r w:rsidRPr="0036383D">
              <w:rPr>
                <w:rStyle w:val="Hyperlink"/>
                <w:rtl/>
                <w:lang w:bidi="ur-PK"/>
              </w:rPr>
              <w:t>حضرت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 اورامام حسن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08" w:history="1">
            <w:r w:rsidRPr="0036383D">
              <w:rPr>
                <w:rStyle w:val="Hyperlink"/>
                <w:rtl/>
                <w:lang w:bidi="ur-PK"/>
              </w:rPr>
              <w:t>صلح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09" w:history="1">
            <w:r w:rsidRPr="0036383D">
              <w:rPr>
                <w:rStyle w:val="Hyperlink"/>
                <w:rtl/>
                <w:lang w:bidi="ur-PK"/>
              </w:rPr>
              <w:t>شرائط صلح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10" w:history="1">
            <w:r w:rsidRPr="0036383D">
              <w:rPr>
                <w:rStyle w:val="Hyperlink"/>
                <w:rtl/>
                <w:lang w:bidi="ur-PK"/>
              </w:rPr>
              <w:t>صلح نامہ پردستخط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11" w:history="1">
            <w:r w:rsidRPr="0036383D">
              <w:rPr>
                <w:rStyle w:val="Hyperlink"/>
                <w:rtl/>
                <w:lang w:bidi="ur-PK"/>
              </w:rPr>
              <w:t>شرائط صلح کاحشر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12" w:history="1">
            <w:r w:rsidRPr="0036383D">
              <w:rPr>
                <w:rStyle w:val="Hyperlink"/>
                <w:rtl/>
                <w:lang w:bidi="ur-PK"/>
              </w:rPr>
              <w:t>کوفہ سے امام حسن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نہ کوروانگ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13" w:history="1">
            <w:r w:rsidRPr="0036383D">
              <w:rPr>
                <w:rStyle w:val="Hyperlink"/>
                <w:rtl/>
                <w:lang w:bidi="ur-PK"/>
              </w:rPr>
              <w:t>صلح حسن اوراس کے وجوہ واسباب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14" w:history="1">
            <w:r w:rsidRPr="0036383D">
              <w:rPr>
                <w:rStyle w:val="Hyperlink"/>
                <w:rtl/>
                <w:lang w:bidi="ur-PK"/>
              </w:rPr>
              <w:t>حضرت امام حسن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15" w:history="1">
            <w:r w:rsidRPr="0036383D">
              <w:rPr>
                <w:rStyle w:val="Hyperlink"/>
                <w:rtl/>
                <w:lang w:bidi="ur-PK"/>
              </w:rPr>
              <w:t>امام حسن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تجہ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زوتکف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16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ازواج اوراولاد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17" w:history="1">
            <w:r w:rsidRPr="0036383D">
              <w:rPr>
                <w:rStyle w:val="Hyperlink"/>
                <w:rtl/>
                <w:lang w:bidi="ur-PK"/>
              </w:rPr>
              <w:t>حضرت 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18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19" w:history="1">
            <w:r w:rsidRPr="0036383D">
              <w:rPr>
                <w:rStyle w:val="Hyperlink"/>
                <w:rtl/>
                <w:lang w:bidi="ur-PK"/>
              </w:rPr>
              <w:t>آپ کااسم گرام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20" w:history="1">
            <w:r w:rsidRPr="0036383D">
              <w:rPr>
                <w:rStyle w:val="Hyperlink"/>
                <w:rtl/>
                <w:lang w:bidi="ur-PK"/>
              </w:rPr>
              <w:t>آپ کاعق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21" w:history="1">
            <w:r w:rsidRPr="0036383D">
              <w:rPr>
                <w:rStyle w:val="Hyperlink"/>
                <w:rtl/>
                <w:lang w:bidi="ur-PK"/>
              </w:rPr>
              <w:t>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والقاب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22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رضاعت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23" w:history="1">
            <w:r w:rsidRPr="0036383D">
              <w:rPr>
                <w:rStyle w:val="Hyperlink"/>
                <w:rtl/>
                <w:lang w:bidi="ur-PK"/>
              </w:rPr>
              <w:t>خداوندعالم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طرف سے ولادت 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تہن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اورتعز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24" w:history="1">
            <w:r w:rsidRPr="0036383D">
              <w:rPr>
                <w:rStyle w:val="Hyperlink"/>
                <w:rtl/>
                <w:lang w:bidi="ur-PK"/>
              </w:rPr>
              <w:t>فطرس کاواقعہ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25" w:history="1">
            <w:r w:rsidRPr="0036383D">
              <w:rPr>
                <w:rStyle w:val="Hyperlink"/>
                <w:rtl/>
                <w:lang w:bidi="ur-PK"/>
              </w:rPr>
              <w:t>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نہ رسول پر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26" w:history="1">
            <w:r w:rsidRPr="0036383D">
              <w:rPr>
                <w:rStyle w:val="Hyperlink"/>
                <w:rtl/>
                <w:lang w:bidi="ur-PK"/>
              </w:rPr>
              <w:t>جنت کے کپڑے اورفرزندان رسول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27" w:history="1">
            <w:r w:rsidRPr="0036383D">
              <w:rPr>
                <w:rStyle w:val="Hyperlink"/>
                <w:rtl/>
                <w:lang w:bidi="ur-PK"/>
              </w:rPr>
              <w:t>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 ا سردارجنت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28" w:history="1">
            <w:r w:rsidRPr="0036383D">
              <w:rPr>
                <w:rStyle w:val="Hyperlink"/>
                <w:rtl/>
                <w:lang w:bidi="ur-PK"/>
              </w:rPr>
              <w:t>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عالم نمازم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پشت رسول پر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29" w:history="1">
            <w:r w:rsidRPr="0036383D">
              <w:rPr>
                <w:rStyle w:val="Hyperlink"/>
                <w:rtl/>
                <w:lang w:bidi="ur-PK"/>
              </w:rPr>
              <w:t>حد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ث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من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30" w:history="1">
            <w:r w:rsidRPr="0036383D">
              <w:rPr>
                <w:rStyle w:val="Hyperlink"/>
                <w:rtl/>
                <w:lang w:bidi="ur-PK"/>
              </w:rPr>
              <w:t>مکتوبات باب جنت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31" w:history="1">
            <w:r w:rsidRPr="0036383D">
              <w:rPr>
                <w:rStyle w:val="Hyperlink"/>
                <w:rtl/>
                <w:lang w:bidi="ur-PK"/>
              </w:rPr>
              <w:t>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اورصفات حسنہ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مرکز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32" w:history="1">
            <w:r w:rsidRPr="0036383D">
              <w:rPr>
                <w:rStyle w:val="Hyperlink"/>
                <w:rtl/>
                <w:lang w:bidi="ur-PK"/>
              </w:rPr>
              <w:t>حضرت عمرکااعتراف شرف آل محمد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33" w:history="1">
            <w:r w:rsidRPr="0036383D">
              <w:rPr>
                <w:rStyle w:val="Hyperlink"/>
                <w:rtl/>
                <w:lang w:bidi="ur-PK"/>
              </w:rPr>
              <w:t>ابن عمرکااعتراف شرف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34" w:history="1">
            <w:r w:rsidRPr="0036383D">
              <w:rPr>
                <w:rStyle w:val="Hyperlink"/>
                <w:rtl/>
                <w:lang w:bidi="ur-PK"/>
              </w:rPr>
              <w:t>کرم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ک مثال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35" w:history="1">
            <w:r w:rsidRPr="0036383D">
              <w:rPr>
                <w:rStyle w:val="Hyperlink"/>
                <w:rtl/>
                <w:lang w:bidi="ur-PK"/>
              </w:rPr>
              <w:t>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نصرت کے 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ے رسول 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م کاحکم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36" w:history="1">
            <w:r w:rsidRPr="0036383D">
              <w:rPr>
                <w:rStyle w:val="Hyperlink"/>
                <w:rtl/>
                <w:lang w:bidi="ur-PK"/>
              </w:rPr>
              <w:t>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عبادت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37" w:history="1">
            <w:r w:rsidRPr="0036383D">
              <w:rPr>
                <w:rStyle w:val="Hyperlink"/>
                <w:rtl/>
                <w:lang w:bidi="ur-PK"/>
              </w:rPr>
              <w:t>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سخاوت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38" w:history="1">
            <w:r w:rsidRPr="0036383D">
              <w:rPr>
                <w:rStyle w:val="Hyperlink"/>
                <w:rtl/>
                <w:lang w:bidi="ur-PK"/>
              </w:rPr>
              <w:t>جنگ صف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جدوجہد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39" w:history="1">
            <w:r w:rsidRPr="0036383D">
              <w:rPr>
                <w:rStyle w:val="Hyperlink"/>
                <w:rtl/>
                <w:lang w:bidi="ur-PK"/>
              </w:rPr>
              <w:t>حضرت 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گرداب مصائب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40" w:history="1">
            <w:r w:rsidRPr="0036383D">
              <w:rPr>
                <w:rStyle w:val="Hyperlink"/>
                <w:rtl/>
                <w:lang w:bidi="ur-PK"/>
              </w:rPr>
              <w:t>واقعہ کربلاکاآغاز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41" w:history="1">
            <w:r w:rsidRPr="0036383D">
              <w:rPr>
                <w:rStyle w:val="Hyperlink"/>
                <w:rtl/>
                <w:lang w:bidi="ur-PK"/>
              </w:rPr>
              <w:t>مکہ معظمہ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جان نہ بچ سک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42" w:history="1">
            <w:r w:rsidRPr="0036383D">
              <w:rPr>
                <w:rStyle w:val="Hyperlink"/>
                <w:rtl/>
                <w:lang w:bidi="ur-PK"/>
              </w:rPr>
              <w:t>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مکہ سے رونگ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43" w:history="1">
            <w:r w:rsidRPr="0036383D">
              <w:rPr>
                <w:rStyle w:val="Hyperlink"/>
                <w:rtl/>
                <w:lang w:bidi="ur-PK"/>
              </w:rPr>
              <w:t xml:space="preserve">حربن 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اح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44" w:history="1">
            <w:r w:rsidRPr="0036383D">
              <w:rPr>
                <w:rStyle w:val="Hyperlink"/>
                <w:rtl/>
                <w:lang w:bidi="ur-PK"/>
              </w:rPr>
              <w:t>کربلام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ورود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45" w:history="1">
            <w:r w:rsidRPr="0036383D">
              <w:rPr>
                <w:rStyle w:val="Hyperlink"/>
                <w:rtl/>
                <w:lang w:bidi="ur-PK"/>
              </w:rPr>
              <w:t>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کاخط اہل کوفہ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46" w:history="1">
            <w:r w:rsidRPr="0036383D">
              <w:rPr>
                <w:rStyle w:val="Hyperlink"/>
                <w:rtl/>
                <w:lang w:bidi="ur-PK"/>
              </w:rPr>
              <w:t>عب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داللہ ابن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ادکاخط 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47" w:history="1">
            <w:r w:rsidRPr="0036383D">
              <w:rPr>
                <w:rStyle w:val="Hyperlink"/>
                <w:rtl/>
                <w:lang w:bidi="ur-PK"/>
              </w:rPr>
              <w:t>حضرت 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دان جنگ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48" w:history="1">
            <w:r w:rsidRPr="0036383D">
              <w:rPr>
                <w:rStyle w:val="Hyperlink"/>
                <w:rtl/>
                <w:lang w:bidi="ur-PK"/>
              </w:rPr>
              <w:t>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نبردآزمائ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49" w:history="1">
            <w:r w:rsidRPr="0036383D">
              <w:rPr>
                <w:rStyle w:val="Hyperlink"/>
                <w:rtl/>
                <w:lang w:bidi="ur-PK"/>
              </w:rPr>
              <w:t>امام حس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عرش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سے فرش زم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پر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50" w:history="1">
            <w:r w:rsidRPr="0036383D">
              <w:rPr>
                <w:rStyle w:val="Hyperlink"/>
                <w:rtl/>
                <w:lang w:bidi="ur-PK"/>
              </w:rPr>
              <w:t>حضرت 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51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ولادت باسعادت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52" w:history="1">
            <w:r w:rsidRPr="0036383D">
              <w:rPr>
                <w:rStyle w:val="Hyperlink"/>
                <w:rtl/>
                <w:lang w:bidi="ur-PK"/>
              </w:rPr>
              <w:t>نام،کن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،القاب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53" w:history="1">
            <w:r w:rsidRPr="0036383D">
              <w:rPr>
                <w:rStyle w:val="Hyperlink"/>
                <w:rtl/>
                <w:lang w:bidi="ur-PK"/>
              </w:rPr>
              <w:t>لقب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توج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54" w:history="1">
            <w:r w:rsidRPr="0036383D">
              <w:rPr>
                <w:rStyle w:val="Hyperlink"/>
                <w:rtl/>
                <w:lang w:bidi="ur-PK"/>
              </w:rPr>
              <w:t>لقب سجادک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توج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55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نسب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بلند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56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کے بچپن کاا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ک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57" w:history="1">
            <w:r w:rsidRPr="0036383D">
              <w:rPr>
                <w:rStyle w:val="Hyperlink"/>
                <w:rtl/>
                <w:lang w:bidi="ur-PK"/>
              </w:rPr>
              <w:t>آپ کے عہدح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ات کے بادشاہان 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58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کاعہدطفول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اورحج 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اللہ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59" w:history="1">
            <w:r w:rsidRPr="0036383D">
              <w:rPr>
                <w:rStyle w:val="Hyperlink"/>
                <w:rtl/>
                <w:lang w:bidi="ur-PK"/>
              </w:rPr>
              <w:t>آپ کاحل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مبارک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60" w:history="1">
            <w:r w:rsidRPr="0036383D">
              <w:rPr>
                <w:rStyle w:val="Hyperlink"/>
                <w:rtl/>
                <w:lang w:bidi="ur-PK"/>
              </w:rPr>
              <w:t>حضرت 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شان عبادت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61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حالت وضو کے 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62" w:history="1">
            <w:r w:rsidRPr="0036383D">
              <w:rPr>
                <w:rStyle w:val="Hyperlink"/>
                <w:rtl/>
                <w:lang w:bidi="ur-PK"/>
              </w:rPr>
              <w:t>عالم نمازم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حالت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63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شبانہ روزا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ک ہزاررکعت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64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منصب امامت پرفائزہونے سے پہلے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65" w:history="1">
            <w:r w:rsidRPr="0036383D">
              <w:rPr>
                <w:rStyle w:val="Hyperlink"/>
                <w:rtl/>
                <w:lang w:bidi="ur-PK"/>
              </w:rPr>
              <w:t>واقعہ کربلاکے سلسلہ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کاشاندارکردار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66" w:history="1">
            <w:r w:rsidRPr="0036383D">
              <w:rPr>
                <w:rStyle w:val="Hyperlink"/>
                <w:rtl/>
                <w:lang w:bidi="ur-PK"/>
              </w:rPr>
              <w:t>واقعہ کربلااورحضرت 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کے خطبات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67" w:history="1">
            <w:r w:rsidRPr="0036383D">
              <w:rPr>
                <w:rStyle w:val="Hyperlink"/>
                <w:rtl/>
                <w:lang w:bidi="ur-PK"/>
              </w:rPr>
              <w:t>کوفہ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آپ کاخطبہ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68" w:history="1">
            <w:r w:rsidRPr="0036383D">
              <w:rPr>
                <w:rStyle w:val="Hyperlink"/>
                <w:rtl/>
                <w:lang w:bidi="ur-PK"/>
              </w:rPr>
              <w:t>مسجددمشق (شام)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آپ کاخطبہ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69" w:history="1">
            <w:r w:rsidRPr="0036383D">
              <w:rPr>
                <w:rStyle w:val="Hyperlink"/>
                <w:rtl/>
                <w:lang w:bidi="ur-PK"/>
              </w:rPr>
              <w:t>مد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نہ کے قر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 پہنچ کرآپ کاخطبہ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70" w:history="1">
            <w:r w:rsidRPr="0036383D">
              <w:rPr>
                <w:rStyle w:val="Hyperlink"/>
                <w:rtl/>
                <w:lang w:bidi="ur-PK"/>
              </w:rPr>
              <w:t>روضہ رسول پرامام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فر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71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اورخاک شفا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72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اورمحمدحنف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کے درم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ان حجراسودکاف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صلہ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73" w:history="1">
            <w:r w:rsidRPr="0036383D">
              <w:rPr>
                <w:rStyle w:val="Hyperlink"/>
                <w:rtl/>
                <w:lang w:bidi="ur-PK"/>
              </w:rPr>
              <w:t>ثبوت امامت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کاکنکر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پرمہرفرمانا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74" w:history="1">
            <w:r w:rsidRPr="0036383D">
              <w:rPr>
                <w:rStyle w:val="Hyperlink"/>
                <w:rtl/>
                <w:lang w:bidi="ur-PK"/>
              </w:rPr>
              <w:t>واقعہ حرہ اورامام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75" w:history="1">
            <w:r w:rsidRPr="0036383D">
              <w:rPr>
                <w:rStyle w:val="Hyperlink"/>
                <w:rtl/>
                <w:lang w:bidi="ur-PK"/>
              </w:rPr>
              <w:t>واقعہ حرہ اورآپ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ام گاہ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76" w:history="1">
            <w:r w:rsidRPr="0036383D">
              <w:rPr>
                <w:rStyle w:val="Hyperlink"/>
                <w:rtl/>
                <w:lang w:bidi="ur-PK"/>
              </w:rPr>
              <w:t>خاندان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دشمن مروان کے ساتھ 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کرم گستر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77" w:history="1">
            <w:r w:rsidRPr="0036383D">
              <w:rPr>
                <w:rStyle w:val="Hyperlink"/>
                <w:rtl/>
                <w:lang w:bidi="ur-PK"/>
              </w:rPr>
              <w:t>دشمن ازل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حص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بن نم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رکے ساتھ 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کرم نواز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78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اورفقراء مد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نہ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کفالت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79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اوربن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ادکعبہ محترمہ ونصب حجراسود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80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اورعبدالملک بن مروان کاحج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81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اخلاق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دن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82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اورصح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فہ کاملہ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83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عمربن عبدالعز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زک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نگاہ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84" w:history="1">
            <w:r w:rsidRPr="0036383D">
              <w:rPr>
                <w:rStyle w:val="Hyperlink"/>
                <w:rtl/>
                <w:lang w:bidi="ur-PK"/>
              </w:rPr>
              <w:t>امام 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العابد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85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86" w:history="1">
            <w:r w:rsidRPr="0036383D">
              <w:rPr>
                <w:rStyle w:val="Hyperlink"/>
                <w:rtl/>
                <w:lang w:bidi="ur-PK"/>
              </w:rPr>
              <w:t>حضرت امام محمدباقرعل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87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ولادت باسعادت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88" w:history="1">
            <w:r w:rsidRPr="0036383D">
              <w:rPr>
                <w:rStyle w:val="Hyperlink"/>
                <w:rtl/>
                <w:lang w:bidi="ur-PK"/>
              </w:rPr>
              <w:t>اسم گرام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،کن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اورالقاب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89" w:history="1">
            <w:r w:rsidRPr="0036383D">
              <w:rPr>
                <w:rStyle w:val="Hyperlink"/>
                <w:rtl/>
                <w:lang w:bidi="ur-PK"/>
              </w:rPr>
              <w:t>باقرک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وجہ تسم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90" w:history="1">
            <w:r w:rsidRPr="0036383D">
              <w:rPr>
                <w:rStyle w:val="Hyperlink"/>
                <w:rtl/>
                <w:lang w:bidi="ur-PK"/>
              </w:rPr>
              <w:t>بادشاہان 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91" w:history="1">
            <w:r w:rsidRPr="0036383D">
              <w:rPr>
                <w:rStyle w:val="Hyperlink"/>
                <w:rtl/>
                <w:lang w:bidi="ur-PK"/>
              </w:rPr>
              <w:t>واقعہ کربلام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محمدباقرعل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کاحصہ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92" w:history="1">
            <w:r w:rsidRPr="0036383D">
              <w:rPr>
                <w:rStyle w:val="Hyperlink"/>
                <w:rtl/>
                <w:lang w:bidi="ur-PK"/>
              </w:rPr>
              <w:t>حضرت امام محمدباقرعل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اورجابربن عبداللہ انصار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باہم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ملاقات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93" w:history="1">
            <w:r w:rsidRPr="0036383D">
              <w:rPr>
                <w:rStyle w:val="Hyperlink"/>
                <w:rtl/>
                <w:lang w:bidi="ur-PK"/>
              </w:rPr>
              <w:t>سات سال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عمرم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محمدباقرکاحج خانہ کعبہ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94" w:history="1">
            <w:r w:rsidRPr="0036383D">
              <w:rPr>
                <w:rStyle w:val="Hyperlink"/>
                <w:rtl/>
                <w:lang w:bidi="ur-PK"/>
              </w:rPr>
              <w:t>حضرت امام محمدباقر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اوراسلام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سکے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ابتدا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95" w:history="1">
            <w:r w:rsidRPr="0036383D">
              <w:rPr>
                <w:rStyle w:val="Hyperlink"/>
                <w:rtl/>
                <w:lang w:bidi="ur-PK"/>
              </w:rPr>
              <w:t>حضرت امام محمدباقرعل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ح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ث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96" w:history="1">
            <w:r w:rsidRPr="0036383D">
              <w:rPr>
                <w:rStyle w:val="Hyperlink"/>
                <w:rtl/>
                <w:lang w:bidi="ur-PK"/>
              </w:rPr>
              <w:t>آپ کے بعض علم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ہدا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ات وارشادات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97" w:history="1">
            <w:r w:rsidRPr="0036383D">
              <w:rPr>
                <w:rStyle w:val="Hyperlink"/>
                <w:rtl/>
                <w:lang w:bidi="ur-PK"/>
              </w:rPr>
              <w:t>سست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ادہ ت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برائ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وں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کنج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ہے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98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عبادت گذار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اورآپ کے عام حالات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799" w:history="1">
            <w:r w:rsidRPr="0036383D">
              <w:rPr>
                <w:rStyle w:val="Hyperlink"/>
                <w:rtl/>
                <w:lang w:bidi="ur-PK"/>
              </w:rPr>
              <w:t>حضرت امام محمدباقرعل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اورہشام بن عبدالملک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Toc509136799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00" w:history="1">
            <w:r w:rsidRPr="0036383D">
              <w:rPr>
                <w:rStyle w:val="Hyperlink"/>
                <w:rtl/>
                <w:lang w:bidi="ur-PK"/>
              </w:rPr>
              <w:t>ہشام کاسوال اوراس کاجواب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01" w:history="1">
            <w:r w:rsidRPr="0036383D">
              <w:rPr>
                <w:rStyle w:val="Hyperlink"/>
                <w:rtl/>
                <w:lang w:bidi="ur-PK"/>
              </w:rPr>
              <w:t>حضرت امام محمدباقرعل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دمشق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طلب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02" w:history="1">
            <w:r w:rsidRPr="0036383D">
              <w:rPr>
                <w:rStyle w:val="Hyperlink"/>
                <w:rtl/>
                <w:lang w:bidi="ur-PK"/>
              </w:rPr>
              <w:t>دمشق سے روانگ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ک راہب کامسلمان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03" w:history="1">
            <w:r w:rsidRPr="0036383D">
              <w:rPr>
                <w:rStyle w:val="Hyperlink"/>
                <w:rtl/>
                <w:lang w:bidi="ur-PK"/>
              </w:rPr>
              <w:t>امام محمدباقرعل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04" w:history="1">
            <w:r w:rsidRPr="0036383D">
              <w:rPr>
                <w:rStyle w:val="Hyperlink"/>
                <w:rtl/>
                <w:lang w:bidi="ur-PK"/>
              </w:rPr>
              <w:t>ازواج 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05" w:history="1">
            <w:r w:rsidRPr="0036383D">
              <w:rPr>
                <w:rStyle w:val="Hyperlink"/>
                <w:rtl/>
                <w:lang w:bidi="ur-PK"/>
              </w:rPr>
              <w:t>حضرت امام جعفرصادق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06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ولادت باسعادت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07" w:history="1">
            <w:r w:rsidRPr="0036383D">
              <w:rPr>
                <w:rStyle w:val="Hyperlink"/>
                <w:rtl/>
                <w:lang w:bidi="ur-PK"/>
              </w:rPr>
              <w:t>اسم گرام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،کن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،القاب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08" w:history="1">
            <w:r w:rsidRPr="0036383D">
              <w:rPr>
                <w:rStyle w:val="Hyperlink"/>
                <w:rtl/>
                <w:lang w:bidi="ur-PK"/>
              </w:rPr>
              <w:t>بادشاہان 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09" w:history="1">
            <w:r w:rsidRPr="0036383D">
              <w:rPr>
                <w:rStyle w:val="Hyperlink"/>
                <w:rtl/>
                <w:lang w:bidi="ur-PK"/>
              </w:rPr>
              <w:t>عبدالملک بن مروان کے عہدم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آپ کاا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10" w:history="1">
            <w:r w:rsidRPr="0036383D">
              <w:rPr>
                <w:rStyle w:val="Hyperlink"/>
                <w:rtl/>
                <w:lang w:bidi="ur-PK"/>
              </w:rPr>
              <w:t>ابوشاکرد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صان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11" w:history="1">
            <w:r w:rsidRPr="0036383D">
              <w:rPr>
                <w:rStyle w:val="Hyperlink"/>
                <w:rtl/>
                <w:lang w:bidi="ur-PK"/>
              </w:rPr>
              <w:t>امام جعفرصادق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اورحک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م ابن ع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اش کلب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12" w:history="1">
            <w:r w:rsidRPr="0036383D">
              <w:rPr>
                <w:rStyle w:val="Hyperlink"/>
                <w:rtl/>
                <w:lang w:bidi="fa-IR"/>
              </w:rPr>
              <w:t>۱۱۳</w:t>
            </w:r>
            <w:r w:rsidRPr="0036383D">
              <w:rPr>
                <w:rStyle w:val="Hyperlink"/>
                <w:rtl/>
                <w:lang w:bidi="ur-PK"/>
              </w:rPr>
              <w:t xml:space="preserve"> ھ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جعفرصادق کاحج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13" w:history="1">
            <w:r w:rsidRPr="0036383D">
              <w:rPr>
                <w:rStyle w:val="Hyperlink"/>
                <w:rtl/>
                <w:lang w:bidi="ur-PK"/>
              </w:rPr>
              <w:t>امام ابوحن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فہ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شاگرد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کامسئلہ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14" w:history="1">
            <w:r w:rsidRPr="0036383D">
              <w:rPr>
                <w:rStyle w:val="Hyperlink"/>
                <w:rtl/>
                <w:lang w:bidi="ur-PK"/>
              </w:rPr>
              <w:t>امام جعفرصادق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بعض نصائح وارشادات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15" w:history="1">
            <w:r w:rsidRPr="0036383D">
              <w:rPr>
                <w:rStyle w:val="Hyperlink"/>
                <w:rtl/>
                <w:lang w:bidi="ur-PK"/>
              </w:rPr>
              <w:t>آپ کے اخلاق اورعادات واوصاف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16" w:history="1">
            <w:r w:rsidRPr="0036383D">
              <w:rPr>
                <w:rStyle w:val="Hyperlink"/>
                <w:rtl/>
                <w:lang w:bidi="ur-PK"/>
              </w:rPr>
              <w:t>کتاب اہل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لچ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17" w:history="1">
            <w:r w:rsidRPr="0036383D">
              <w:rPr>
                <w:rStyle w:val="Hyperlink"/>
                <w:rtl/>
                <w:lang w:bidi="ur-PK"/>
              </w:rPr>
              <w:t>حضرت صادق آل محمدکے فلک وقارشاگرد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18" w:history="1">
            <w:r w:rsidRPr="0036383D">
              <w:rPr>
                <w:rStyle w:val="Hyperlink"/>
                <w:rtl/>
                <w:lang w:bidi="ur-PK"/>
              </w:rPr>
              <w:t>صادق آل محمدکے علم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وض وبرکات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19" w:history="1">
            <w:r w:rsidRPr="0036383D">
              <w:rPr>
                <w:rStyle w:val="Hyperlink"/>
                <w:rtl/>
                <w:lang w:bidi="ur-PK"/>
              </w:rPr>
              <w:t>علم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وض رسان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 موقع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20" w:history="1">
            <w:r w:rsidRPr="0036383D">
              <w:rPr>
                <w:rStyle w:val="Hyperlink"/>
                <w:rtl/>
                <w:lang w:bidi="ur-PK"/>
              </w:rPr>
              <w:t>کتب اصول اربعما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21" w:history="1">
            <w:r w:rsidRPr="0036383D">
              <w:rPr>
                <w:rStyle w:val="Hyperlink"/>
                <w:rtl/>
                <w:lang w:bidi="ur-PK"/>
              </w:rPr>
              <w:t>صادق آل محمدکے اصحاب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تعداداوران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تصان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22" w:history="1">
            <w:r w:rsidRPr="0036383D">
              <w:rPr>
                <w:rStyle w:val="Hyperlink"/>
                <w:rtl/>
                <w:lang w:bidi="ur-PK"/>
              </w:rPr>
              <w:t>حضرت صادق آل محمداورعلم طب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23" w:history="1">
            <w:r w:rsidRPr="0036383D">
              <w:rPr>
                <w:rStyle w:val="Hyperlink"/>
                <w:rtl/>
                <w:lang w:bidi="ur-PK"/>
              </w:rPr>
              <w:t>حضرت صادق آل محمدکاعلم القرآن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24" w:history="1">
            <w:r w:rsidRPr="0036383D">
              <w:rPr>
                <w:rStyle w:val="Hyperlink"/>
                <w:rtl/>
                <w:lang w:bidi="ur-PK"/>
              </w:rPr>
              <w:t>علم النجوم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25" w:history="1">
            <w:r w:rsidRPr="0036383D">
              <w:rPr>
                <w:rStyle w:val="Hyperlink"/>
                <w:rtl/>
                <w:lang w:bidi="ur-PK"/>
              </w:rPr>
              <w:t>علم منطق الط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26" w:history="1">
            <w:r w:rsidRPr="0036383D">
              <w:rPr>
                <w:rStyle w:val="Hyperlink"/>
                <w:rtl/>
                <w:lang w:bidi="ur-PK"/>
              </w:rPr>
              <w:t>حضرت امام صادق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اورعلم الاجسام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27" w:history="1">
            <w:r w:rsidRPr="0036383D">
              <w:rPr>
                <w:rStyle w:val="Hyperlink"/>
                <w:rtl/>
                <w:lang w:bidi="ur-PK"/>
              </w:rPr>
              <w:t>حضرت امام صادق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انجام 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اوردوراند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ش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28" w:history="1">
            <w:r w:rsidRPr="0036383D">
              <w:rPr>
                <w:rStyle w:val="Hyperlink"/>
                <w:rtl/>
                <w:lang w:bidi="ur-PK"/>
              </w:rPr>
              <w:t>امام جعفرصادق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کادربارمنصورم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ک طب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 ہند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سے تبادلہ خ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29" w:history="1">
            <w:r w:rsidRPr="0036383D">
              <w:rPr>
                <w:rStyle w:val="Hyperlink"/>
                <w:rtl/>
                <w:lang w:bidi="ur-PK"/>
              </w:rPr>
              <w:t>امام جعفرصادق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کوبال بچوں سم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جلاد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نے کامنصوبہ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30" w:history="1">
            <w:r w:rsidRPr="0036383D">
              <w:rPr>
                <w:rStyle w:val="Hyperlink"/>
                <w:rtl/>
                <w:lang w:bidi="fa-IR"/>
              </w:rPr>
              <w:t>۱۴۷</w:t>
            </w:r>
            <w:r w:rsidRPr="0036383D">
              <w:rPr>
                <w:rStyle w:val="Hyperlink"/>
                <w:rtl/>
                <w:lang w:bidi="ur-PK"/>
              </w:rPr>
              <w:t xml:space="preserve"> ھ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منصورکاحج اورامام جعفرصادق کے قتل کاعزم بالجزم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31" w:history="1">
            <w:r w:rsidRPr="0036383D">
              <w:rPr>
                <w:rStyle w:val="Hyperlink"/>
                <w:rtl/>
                <w:lang w:bidi="ur-PK"/>
              </w:rPr>
              <w:t>حضرت امام جعفرصادق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32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33" w:history="1">
            <w:r w:rsidRPr="0036383D">
              <w:rPr>
                <w:rStyle w:val="Hyperlink"/>
                <w:rtl/>
                <w:lang w:bidi="ur-PK"/>
              </w:rPr>
              <w:t>حضرت 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34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ولادت باسعادت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35" w:history="1">
            <w:r w:rsidRPr="0036383D">
              <w:rPr>
                <w:rStyle w:val="Hyperlink"/>
                <w:rtl/>
                <w:lang w:bidi="ur-PK"/>
              </w:rPr>
              <w:t>اسم گرام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،کن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ت،القاب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36" w:history="1">
            <w:r w:rsidRPr="0036383D">
              <w:rPr>
                <w:rStyle w:val="Hyperlink"/>
                <w:rtl/>
                <w:lang w:bidi="ur-PK"/>
              </w:rPr>
              <w:t>لقب باب الحوائج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37" w:history="1">
            <w:r w:rsidRPr="0036383D">
              <w:rPr>
                <w:rStyle w:val="Hyperlink"/>
                <w:rtl/>
                <w:lang w:bidi="ur-PK"/>
              </w:rPr>
              <w:t>باشاہان 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38" w:history="1">
            <w:r w:rsidRPr="0036383D">
              <w:rPr>
                <w:rStyle w:val="Hyperlink"/>
                <w:rtl/>
                <w:lang w:bidi="ur-PK"/>
              </w:rPr>
              <w:t>نشوونمااورترب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39" w:history="1">
            <w:r w:rsidRPr="0036383D">
              <w:rPr>
                <w:rStyle w:val="Hyperlink"/>
                <w:rtl/>
                <w:lang w:bidi="ur-PK"/>
              </w:rPr>
              <w:t>آپ کے بچپن کے بعض واقعات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40" w:history="1">
            <w:r w:rsidRPr="0036383D">
              <w:rPr>
                <w:rStyle w:val="Hyperlink"/>
                <w:rtl/>
                <w:lang w:bidi="ur-PK"/>
              </w:rPr>
              <w:t>حضرت 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امامت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41" w:history="1">
            <w:r w:rsidRPr="0036383D">
              <w:rPr>
                <w:rStyle w:val="Hyperlink"/>
                <w:rtl/>
                <w:lang w:bidi="ur-PK"/>
              </w:rPr>
              <w:t>حضرت 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بعض کرامات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42" w:history="1">
            <w:r w:rsidRPr="0036383D">
              <w:rPr>
                <w:rStyle w:val="Hyperlink"/>
                <w:rtl/>
                <w:lang w:bidi="ur-PK"/>
              </w:rPr>
              <w:t>واقعہ شق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ق بلخ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43" w:history="1">
            <w:r w:rsidRPr="0036383D">
              <w:rPr>
                <w:rStyle w:val="Hyperlink"/>
                <w:rtl/>
                <w:lang w:bidi="ur-PK"/>
              </w:rPr>
              <w:t>حضرت 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اخلاق وعادات اوشمائل واوصاف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44" w:history="1">
            <w:r w:rsidRPr="0036383D">
              <w:rPr>
                <w:rStyle w:val="Hyperlink"/>
                <w:rtl/>
                <w:lang w:bidi="ur-PK"/>
              </w:rPr>
              <w:t>خل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فہ ہارون الرش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 عباس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اورحضرت 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45" w:history="1">
            <w:r w:rsidRPr="0036383D">
              <w:rPr>
                <w:rStyle w:val="Hyperlink"/>
                <w:rtl/>
                <w:lang w:bidi="ur-PK"/>
              </w:rPr>
              <w:t>ہارون الرش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دکاپہلاحج اورامام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پہل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گرفتار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46" w:history="1">
            <w:r w:rsidRPr="0036383D">
              <w:rPr>
                <w:rStyle w:val="Hyperlink"/>
                <w:rtl/>
                <w:lang w:bidi="ur-PK"/>
              </w:rPr>
              <w:t>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دخانہ سے 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رہائ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47" w:history="1">
            <w:r w:rsidRPr="0036383D">
              <w:rPr>
                <w:rStyle w:val="Hyperlink"/>
                <w:rtl/>
                <w:lang w:bidi="ur-PK"/>
              </w:rPr>
              <w:t>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بن 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قط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بغداد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48" w:history="1">
            <w:r w:rsidRPr="0036383D">
              <w:rPr>
                <w:rStyle w:val="Hyperlink"/>
                <w:rtl/>
                <w:lang w:bidi="ur-PK"/>
              </w:rPr>
              <w:t>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ابن 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قط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کوالٹاوضوکرنے کاحکم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49" w:history="1">
            <w:r w:rsidRPr="0036383D">
              <w:rPr>
                <w:rStyle w:val="Hyperlink"/>
                <w:rtl/>
                <w:lang w:bidi="ur-PK"/>
              </w:rPr>
              <w:t>وز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راعظم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بن 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قط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کوامام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فہما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50" w:history="1">
            <w:r w:rsidRPr="0036383D">
              <w:rPr>
                <w:rStyle w:val="Hyperlink"/>
                <w:rtl/>
                <w:lang w:bidi="ur-PK"/>
              </w:rPr>
              <w:t>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اورفدک کے حدوداربعہ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51" w:history="1">
            <w:r w:rsidRPr="0036383D">
              <w:rPr>
                <w:rStyle w:val="Hyperlink"/>
                <w:rtl/>
                <w:lang w:bidi="ur-PK"/>
              </w:rPr>
              <w:t>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دوبارہ گرفتار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52" w:history="1">
            <w:r w:rsidRPr="0036383D">
              <w:rPr>
                <w:rStyle w:val="Hyperlink"/>
                <w:rtl/>
                <w:lang w:bidi="ur-PK"/>
              </w:rPr>
              <w:t>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دخانہ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امتحان اورعلم 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 کامظاہرہ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53" w:history="1">
            <w:r w:rsidRPr="0036383D">
              <w:rPr>
                <w:rStyle w:val="Hyperlink"/>
                <w:rtl/>
                <w:lang w:bidi="ur-PK"/>
              </w:rPr>
              <w:t>حضرت 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54" w:history="1">
            <w:r w:rsidRPr="0036383D">
              <w:rPr>
                <w:rStyle w:val="Hyperlink"/>
                <w:rtl/>
                <w:lang w:bidi="ur-PK"/>
              </w:rPr>
              <w:t>تعداداولاد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55" w:history="1">
            <w:r w:rsidRPr="0036383D">
              <w:rPr>
                <w:rStyle w:val="Hyperlink"/>
                <w:rtl/>
                <w:lang w:bidi="ur-PK"/>
              </w:rPr>
              <w:t>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رضا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56" w:history="1">
            <w:r w:rsidRPr="0036383D">
              <w:rPr>
                <w:rStyle w:val="Hyperlink"/>
                <w:rtl/>
                <w:lang w:bidi="ur-PK"/>
              </w:rPr>
              <w:t>ولادت باسعادت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57" w:history="1">
            <w:r w:rsidRPr="0036383D">
              <w:rPr>
                <w:rStyle w:val="Hyperlink"/>
                <w:rtl/>
                <w:lang w:bidi="ur-PK"/>
              </w:rPr>
              <w:t>نام ،کن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ت،القاب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58" w:history="1">
            <w:r w:rsidRPr="0036383D">
              <w:rPr>
                <w:rStyle w:val="Hyperlink"/>
                <w:rtl/>
                <w:lang w:bidi="ur-PK"/>
              </w:rPr>
              <w:t>لقب رضاک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توج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59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ترب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60" w:history="1">
            <w:r w:rsidRPr="0036383D">
              <w:rPr>
                <w:rStyle w:val="Hyperlink"/>
                <w:rtl/>
                <w:lang w:bidi="ur-PK"/>
              </w:rPr>
              <w:t>بادشاہان 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61" w:history="1">
            <w:r w:rsidRPr="0036383D">
              <w:rPr>
                <w:rStyle w:val="Hyperlink"/>
                <w:rtl/>
                <w:lang w:bidi="ur-PK"/>
              </w:rPr>
              <w:t>جانش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62" w:history="1">
            <w:r w:rsidRPr="0036383D">
              <w:rPr>
                <w:rStyle w:val="Hyperlink"/>
                <w:rtl/>
                <w:lang w:bidi="ur-PK"/>
              </w:rPr>
              <w:t>امام موس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کاظم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وفات اورامام رضاکے درامامت کاآغاز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63" w:history="1">
            <w:r w:rsidRPr="0036383D">
              <w:rPr>
                <w:rStyle w:val="Hyperlink"/>
                <w:rtl/>
                <w:lang w:bidi="ur-PK"/>
              </w:rPr>
              <w:t>ہارون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فوج اورخانہ 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64" w:history="1">
            <w:r w:rsidRPr="0036383D">
              <w:rPr>
                <w:rStyle w:val="Hyperlink"/>
                <w:rtl/>
                <w:lang w:bidi="ur-PK"/>
              </w:rPr>
              <w:t>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رضاکاحج اورہارون رش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دعباس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65" w:history="1">
            <w:r w:rsidRPr="0036383D">
              <w:rPr>
                <w:rStyle w:val="Hyperlink"/>
                <w:rtl/>
                <w:lang w:bidi="ur-PK"/>
              </w:rPr>
              <w:t>حضرت 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کامجددمذہب امام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66" w:history="1">
            <w:r w:rsidRPr="0036383D">
              <w:rPr>
                <w:rStyle w:val="Hyperlink"/>
                <w:rtl/>
                <w:lang w:bidi="ur-PK"/>
              </w:rPr>
              <w:t>حضرت 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اخلاق وعادات اورشمائل وخصائل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67" w:history="1">
            <w:r w:rsidRPr="0036383D">
              <w:rPr>
                <w:rStyle w:val="Hyperlink"/>
                <w:rtl/>
                <w:lang w:bidi="ur-PK"/>
              </w:rPr>
              <w:t>حضرت 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کاعلم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کمال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68" w:history="1">
            <w:r w:rsidRPr="0036383D">
              <w:rPr>
                <w:rStyle w:val="Hyperlink"/>
                <w:rtl/>
                <w:lang w:bidi="ur-PK"/>
              </w:rPr>
              <w:t>حضرت 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بعض مرو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ات وارشادات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69" w:history="1">
            <w:r w:rsidRPr="0036383D">
              <w:rPr>
                <w:rStyle w:val="Hyperlink"/>
                <w:rtl/>
                <w:lang w:bidi="ur-PK"/>
              </w:rPr>
              <w:t>حضرت 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اورمجلس شہداء کربلا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70" w:history="1">
            <w:r w:rsidRPr="0036383D">
              <w:rPr>
                <w:rStyle w:val="Hyperlink"/>
                <w:rtl/>
                <w:lang w:bidi="ur-PK"/>
              </w:rPr>
              <w:t>مامون رش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مجلس مشوارت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71" w:history="1">
            <w:r w:rsidRPr="0036383D">
              <w:rPr>
                <w:rStyle w:val="Hyperlink"/>
                <w:rtl/>
                <w:lang w:bidi="ur-PK"/>
              </w:rPr>
              <w:t>مامون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طلب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سے قبل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روضہ رسول پرفر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72" w:history="1">
            <w:r w:rsidRPr="0036383D">
              <w:rPr>
                <w:rStyle w:val="Hyperlink"/>
                <w:rtl/>
                <w:lang w:bidi="ur-PK"/>
              </w:rPr>
              <w:t>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نہ سے مروم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طلب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73" w:history="1">
            <w:r w:rsidRPr="0036383D">
              <w:rPr>
                <w:rStyle w:val="Hyperlink"/>
                <w:rtl/>
                <w:lang w:bidi="ur-PK"/>
              </w:rPr>
              <w:t>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نہ سے روانگ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74" w:history="1">
            <w:r w:rsidRPr="0036383D">
              <w:rPr>
                <w:rStyle w:val="Hyperlink"/>
                <w:rtl/>
                <w:lang w:bidi="ur-PK"/>
              </w:rPr>
              <w:t>حضرت 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شاپورم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ورودمسعود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75" w:history="1">
            <w:r w:rsidRPr="0036383D">
              <w:rPr>
                <w:rStyle w:val="Hyperlink"/>
                <w:rtl/>
                <w:lang w:bidi="ur-PK"/>
              </w:rPr>
              <w:t>شہرطوس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آپ کانزول وورود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76" w:history="1">
            <w:r w:rsidRPr="0036383D">
              <w:rPr>
                <w:rStyle w:val="Hyperlink"/>
                <w:rtl/>
                <w:lang w:bidi="ur-PK"/>
              </w:rPr>
              <w:t>امارضا کادارالخلافہ مروم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نزول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77" w:history="1">
            <w:r w:rsidRPr="0036383D">
              <w:rPr>
                <w:rStyle w:val="Hyperlink"/>
                <w:rtl/>
                <w:lang w:bidi="ur-PK"/>
              </w:rPr>
              <w:t>جلسلہ ول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عہد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کاانعقاد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78" w:history="1">
            <w:r w:rsidRPr="0036383D">
              <w:rPr>
                <w:rStyle w:val="Hyperlink"/>
                <w:rtl/>
                <w:lang w:bidi="ur-PK"/>
              </w:rPr>
              <w:t>حضرت 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عہد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کادشمنوں پراثر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79" w:history="1">
            <w:r w:rsidRPr="0036383D">
              <w:rPr>
                <w:rStyle w:val="Hyperlink"/>
                <w:rtl/>
                <w:lang w:bidi="ur-PK"/>
              </w:rPr>
              <w:t>واقعہ حجاب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80" w:history="1">
            <w:r w:rsidRPr="0036383D">
              <w:rPr>
                <w:rStyle w:val="Hyperlink"/>
                <w:rtl/>
                <w:lang w:bidi="ur-PK"/>
              </w:rPr>
              <w:t>حضرت 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اورنمازع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81" w:history="1">
            <w:r w:rsidRPr="0036383D">
              <w:rPr>
                <w:rStyle w:val="Hyperlink"/>
                <w:rtl/>
                <w:lang w:bidi="ur-PK"/>
              </w:rPr>
              <w:t>حضرت امام رضاک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مدح سرائ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اوردعبل خزاع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اورابونواس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82" w:history="1">
            <w:r w:rsidRPr="0036383D">
              <w:rPr>
                <w:rStyle w:val="Hyperlink"/>
                <w:rtl/>
                <w:lang w:bidi="ur-PK"/>
              </w:rPr>
              <w:t>مذاہب عالم کے علماء سے حضرت امام رضاکے علم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مناظرے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83" w:history="1">
            <w:r w:rsidRPr="0036383D">
              <w:rPr>
                <w:rStyle w:val="Hyperlink"/>
                <w:rtl/>
                <w:lang w:bidi="ur-PK"/>
              </w:rPr>
              <w:t>عالم نصار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84" w:history="1">
            <w:r w:rsidRPr="0036383D">
              <w:rPr>
                <w:rStyle w:val="Hyperlink"/>
                <w:rtl/>
                <w:lang w:bidi="ur-PK"/>
              </w:rPr>
              <w:t xml:space="preserve">عالم 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ہودسے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85" w:history="1">
            <w:r w:rsidRPr="0036383D">
              <w:rPr>
                <w:rStyle w:val="Hyperlink"/>
                <w:rtl/>
                <w:lang w:bidi="ur-PK"/>
              </w:rPr>
              <w:t>عالم مجوس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86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تصان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87" w:history="1">
            <w:r w:rsidRPr="0036383D">
              <w:rPr>
                <w:rStyle w:val="Hyperlink"/>
                <w:rtl/>
                <w:lang w:bidi="ur-PK"/>
              </w:rPr>
              <w:t>مامون رش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دعباس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اورحضرت امام رضاعل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88" w:history="1">
            <w:r w:rsidRPr="0036383D">
              <w:rPr>
                <w:rStyle w:val="Hyperlink"/>
                <w:rtl/>
                <w:lang w:bidi="ur-PK"/>
              </w:rPr>
              <w:t>تار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خ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89" w:history="1">
            <w:r w:rsidRPr="0036383D">
              <w:rPr>
                <w:rStyle w:val="Hyperlink"/>
                <w:rtl/>
                <w:lang w:bidi="ur-PK"/>
              </w:rPr>
              <w:t>شہادت امام رضاکے موقع پرامام محمدتق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کاخراسان پہنچنا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90" w:history="1">
            <w:r w:rsidRPr="0036383D">
              <w:rPr>
                <w:rStyle w:val="Hyperlink"/>
                <w:rtl/>
                <w:lang w:bidi="ur-PK"/>
              </w:rPr>
              <w:t>حضرت امام محمد تق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91" w:history="1">
            <w:r w:rsidRPr="0036383D">
              <w:rPr>
                <w:rStyle w:val="Hyperlink"/>
                <w:rtl/>
                <w:lang w:bidi="ur-PK"/>
              </w:rPr>
              <w:t>ولادت باسعادت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92" w:history="1">
            <w:r w:rsidRPr="0036383D">
              <w:rPr>
                <w:rStyle w:val="Hyperlink"/>
                <w:rtl/>
                <w:lang w:bidi="ur-PK"/>
              </w:rPr>
              <w:t>نام 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اورالقاب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93" w:history="1">
            <w:r w:rsidRPr="0036383D">
              <w:rPr>
                <w:rStyle w:val="Hyperlink"/>
                <w:rtl/>
                <w:lang w:bidi="ur-PK"/>
              </w:rPr>
              <w:t>بادشاہان 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94" w:history="1">
            <w:r w:rsidRPr="0036383D">
              <w:rPr>
                <w:rStyle w:val="Hyperlink"/>
                <w:rtl/>
                <w:lang w:bidi="ur-PK"/>
              </w:rPr>
              <w:t>امام محمدتق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نشونمااورترب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95" w:history="1">
            <w:r w:rsidRPr="0036383D">
              <w:rPr>
                <w:rStyle w:val="Hyperlink"/>
                <w:rtl/>
                <w:lang w:bidi="ur-PK"/>
              </w:rPr>
              <w:t>والدماجدکے سا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عاطف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سے محروم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96" w:history="1">
            <w:r w:rsidRPr="0036383D">
              <w:rPr>
                <w:rStyle w:val="Hyperlink"/>
                <w:rtl/>
                <w:lang w:bidi="ur-PK"/>
              </w:rPr>
              <w:t>مامون رش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دعباس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اورحضرت امام محمدتق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کاپہلاسفرعراق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97" w:history="1">
            <w:r w:rsidRPr="0036383D">
              <w:rPr>
                <w:rStyle w:val="Hyperlink"/>
                <w:rtl/>
                <w:lang w:bidi="ur-PK"/>
              </w:rPr>
              <w:t>بازاراورمچل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98" w:history="1">
            <w:r w:rsidRPr="0036383D">
              <w:rPr>
                <w:rStyle w:val="Hyperlink"/>
                <w:rtl/>
                <w:lang w:bidi="ur-PK"/>
              </w:rPr>
              <w:t>ام الفضل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رخصت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، امام محمدتق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نہ کوواپس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899" w:history="1">
            <w:r w:rsidRPr="0036383D">
              <w:rPr>
                <w:rStyle w:val="Hyperlink"/>
                <w:rtl/>
                <w:lang w:bidi="ur-PK"/>
              </w:rPr>
              <w:t>اور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Toc509136899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00" w:history="1">
            <w:r w:rsidRPr="0036383D">
              <w:rPr>
                <w:rStyle w:val="Hyperlink"/>
                <w:rtl/>
                <w:lang w:bidi="ur-PK"/>
              </w:rPr>
              <w:t>حضرت کے اخلاق واوصاف عادات وخصائل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01" w:history="1">
            <w:r w:rsidRPr="0036383D">
              <w:rPr>
                <w:rStyle w:val="Hyperlink"/>
                <w:rtl/>
                <w:lang w:bidi="ur-PK"/>
              </w:rPr>
              <w:t>امام محمدتق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اورط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الارض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02" w:history="1">
            <w:r w:rsidRPr="0036383D">
              <w:rPr>
                <w:rStyle w:val="Hyperlink"/>
                <w:rtl/>
                <w:lang w:bidi="ur-PK"/>
              </w:rPr>
              <w:t>حضرت امام محمدتق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بعض کرامات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03" w:history="1">
            <w:r w:rsidRPr="0036383D">
              <w:rPr>
                <w:rStyle w:val="Hyperlink"/>
                <w:rtl/>
                <w:lang w:bidi="ur-PK"/>
              </w:rPr>
              <w:t>حضرت امام محمدتق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ہدا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ات وارشادات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04" w:history="1">
            <w:r w:rsidRPr="0036383D">
              <w:rPr>
                <w:rStyle w:val="Hyperlink"/>
                <w:rtl/>
                <w:lang w:bidi="ur-PK"/>
              </w:rPr>
              <w:t>امام محمدتق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نظربند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، 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داورشہادت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05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ازواج اوراولاد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06" w:history="1">
            <w:r w:rsidRPr="0036383D">
              <w:rPr>
                <w:rStyle w:val="Hyperlink"/>
                <w:rtl/>
                <w:lang w:bidi="ur-PK"/>
              </w:rPr>
              <w:t>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07" w:history="1">
            <w:r w:rsidRPr="0036383D">
              <w:rPr>
                <w:rStyle w:val="Hyperlink"/>
                <w:rtl/>
                <w:lang w:bidi="ur-PK"/>
              </w:rPr>
              <w:t>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ولادت باسعادت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08" w:history="1">
            <w:r w:rsidRPr="0036383D">
              <w:rPr>
                <w:rStyle w:val="Hyperlink"/>
                <w:rtl/>
                <w:lang w:bidi="ur-PK"/>
              </w:rPr>
              <w:t>اسم گرام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،کن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ت، اورالقاب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09" w:history="1">
            <w:r w:rsidRPr="0036383D">
              <w:rPr>
                <w:rStyle w:val="Hyperlink"/>
                <w:rtl/>
                <w:lang w:bidi="ur-PK"/>
              </w:rPr>
              <w:t>آپ کاعہدح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ات اوربادشاہان 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10" w:history="1">
            <w:r w:rsidRPr="0036383D">
              <w:rPr>
                <w:rStyle w:val="Hyperlink"/>
                <w:rtl/>
                <w:lang w:bidi="ur-PK"/>
              </w:rPr>
              <w:t>حضرت امام محمدتق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کاسفربغداد اورحضرت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عہد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11" w:history="1">
            <w:r w:rsidRPr="0036383D">
              <w:rPr>
                <w:rStyle w:val="Hyperlink"/>
                <w:rtl/>
                <w:lang w:bidi="ur-PK"/>
              </w:rPr>
              <w:t>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کاعلم لدن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12" w:history="1">
            <w:r w:rsidRPr="0036383D">
              <w:rPr>
                <w:rStyle w:val="Hyperlink"/>
                <w:rtl/>
                <w:lang w:bidi="ur-PK"/>
              </w:rPr>
              <w:t>بچپن کاواقعہ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13" w:history="1">
            <w:r w:rsidRPr="0036383D">
              <w:rPr>
                <w:rStyle w:val="Hyperlink"/>
                <w:rtl/>
                <w:lang w:bidi="ur-PK"/>
              </w:rPr>
              <w:t>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کرامات اورآپ کاعلم باطن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14" w:history="1">
            <w:r w:rsidRPr="0036383D">
              <w:rPr>
                <w:rStyle w:val="Hyperlink"/>
                <w:rtl/>
                <w:lang w:bidi="ur-PK"/>
              </w:rPr>
              <w:t>عہدواثق کاا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ک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15" w:history="1">
            <w:r w:rsidRPr="0036383D">
              <w:rPr>
                <w:rStyle w:val="Hyperlink"/>
                <w:rtl/>
                <w:lang w:bidi="ur-PK"/>
              </w:rPr>
              <w:t>تہترزبانوں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16" w:history="1">
            <w:r w:rsidRPr="0036383D">
              <w:rPr>
                <w:rStyle w:val="Hyperlink"/>
                <w:rtl/>
                <w:lang w:bidi="ur-PK"/>
              </w:rPr>
              <w:t>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کے ہاتھوں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قلب ماہ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17" w:history="1">
            <w:r w:rsidRPr="0036383D">
              <w:rPr>
                <w:rStyle w:val="Hyperlink"/>
                <w:rtl/>
                <w:lang w:bidi="ur-PK"/>
              </w:rPr>
              <w:t>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اوراسم اعظم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18" w:history="1">
            <w:r w:rsidRPr="0036383D">
              <w:rPr>
                <w:rStyle w:val="Hyperlink"/>
                <w:rtl/>
                <w:lang w:bidi="ur-PK"/>
              </w:rPr>
              <w:t>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اورص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حفہ کاملہ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ک دعا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19" w:history="1">
            <w:r w:rsidRPr="0036383D">
              <w:rPr>
                <w:rStyle w:val="Hyperlink"/>
                <w:rtl/>
                <w:lang w:bidi="ur-PK"/>
              </w:rPr>
              <w:t>حکومت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طرف سے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نہ سے سامرہ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طلب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20" w:history="1">
            <w:r w:rsidRPr="0036383D">
              <w:rPr>
                <w:rStyle w:val="Hyperlink"/>
                <w:rtl/>
                <w:lang w:bidi="ur-PK"/>
              </w:rPr>
              <w:t>اور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21" w:history="1">
            <w:r w:rsidRPr="0036383D">
              <w:rPr>
                <w:rStyle w:val="Hyperlink"/>
                <w:rtl/>
                <w:lang w:bidi="ur-PK"/>
              </w:rPr>
              <w:t>راستہ کاا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ک اہم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22" w:history="1">
            <w:r w:rsidRPr="0036383D">
              <w:rPr>
                <w:rStyle w:val="Hyperlink"/>
                <w:rtl/>
                <w:lang w:bidi="ur-PK"/>
              </w:rPr>
              <w:t>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نظربند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23" w:history="1">
            <w:r w:rsidRPr="0036383D">
              <w:rPr>
                <w:rStyle w:val="Hyperlink"/>
                <w:rtl/>
                <w:lang w:bidi="ur-PK"/>
              </w:rPr>
              <w:t>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 جذبہ ہمدرد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24" w:history="1">
            <w:r w:rsidRPr="0036383D">
              <w:rPr>
                <w:rStyle w:val="Hyperlink"/>
                <w:rtl/>
                <w:lang w:bidi="ur-PK"/>
              </w:rPr>
              <w:t>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حالت سامرہ پہنچنے کے بعد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25" w:history="1">
            <w:r w:rsidRPr="0036383D">
              <w:rPr>
                <w:rStyle w:val="Hyperlink"/>
                <w:rtl/>
                <w:lang w:bidi="ur-PK"/>
              </w:rPr>
              <w:t>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اورسوار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برق رفتار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26" w:history="1">
            <w:r w:rsidRPr="0036383D">
              <w:rPr>
                <w:rStyle w:val="Hyperlink"/>
                <w:rtl/>
                <w:lang w:bidi="ur-PK"/>
              </w:rPr>
              <w:t>دوماہ قبل عزل قاض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خبر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27" w:history="1">
            <w:r w:rsidRPr="0036383D">
              <w:rPr>
                <w:rStyle w:val="Hyperlink"/>
                <w:rtl/>
                <w:lang w:bidi="ur-PK"/>
              </w:rPr>
              <w:t>آپ کااحترام جانوروں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نظرم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28" w:history="1">
            <w:r w:rsidRPr="0036383D">
              <w:rPr>
                <w:rStyle w:val="Hyperlink"/>
                <w:rtl/>
                <w:lang w:bidi="ur-PK"/>
              </w:rPr>
              <w:t>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اورخواب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عمل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تعب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29" w:history="1">
            <w:r w:rsidRPr="0036383D">
              <w:rPr>
                <w:rStyle w:val="Hyperlink"/>
                <w:rtl/>
                <w:lang w:bidi="ur-PK"/>
              </w:rPr>
              <w:t>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اورفقہائے مسلم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30" w:history="1">
            <w:r w:rsidRPr="0036383D">
              <w:rPr>
                <w:rStyle w:val="Hyperlink"/>
                <w:rtl/>
                <w:lang w:bidi="ur-PK"/>
              </w:rPr>
              <w:t>شاہ روم کوحضرت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31" w:history="1">
            <w:r w:rsidRPr="0036383D">
              <w:rPr>
                <w:rStyle w:val="Hyperlink"/>
                <w:rtl/>
                <w:lang w:bidi="ur-PK"/>
              </w:rPr>
              <w:t>متوکل کے کہنے سے ابن سک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وابن اکثم کاامام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سے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32" w:history="1">
            <w:r w:rsidRPr="0036383D">
              <w:rPr>
                <w:rStyle w:val="Hyperlink"/>
                <w:rtl/>
                <w:lang w:bidi="ur-PK"/>
              </w:rPr>
              <w:t>قضاوقدرکے متعلق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رہبر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ورہنمائ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33" w:history="1">
            <w:r w:rsidRPr="0036383D">
              <w:rPr>
                <w:rStyle w:val="Hyperlink"/>
                <w:rtl/>
                <w:lang w:bidi="ur-PK"/>
              </w:rPr>
              <w:t>علماء امام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ذمہ دار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وں کے متعلق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کاارشاد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34" w:history="1">
            <w:r w:rsidRPr="0036383D">
              <w:rPr>
                <w:rStyle w:val="Hyperlink"/>
                <w:rtl/>
                <w:lang w:bidi="ur-PK"/>
              </w:rPr>
              <w:t>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اورعبدالرحمن مصر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کاذہن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انقلاب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35" w:history="1">
            <w:r w:rsidRPr="0036383D">
              <w:rPr>
                <w:rStyle w:val="Hyperlink"/>
                <w:rtl/>
                <w:lang w:bidi="ur-PK"/>
              </w:rPr>
              <w:t>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اوربرکتہ السباع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36" w:history="1">
            <w:r w:rsidRPr="0036383D">
              <w:rPr>
                <w:rStyle w:val="Hyperlink"/>
                <w:rtl/>
                <w:lang w:bidi="ur-PK"/>
              </w:rPr>
              <w:t>حضرت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اورمتوکل کاعلاج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37" w:history="1">
            <w:r w:rsidRPr="0036383D">
              <w:rPr>
                <w:rStyle w:val="Hyperlink"/>
                <w:rtl/>
                <w:lang w:bidi="ur-PK"/>
              </w:rPr>
              <w:t>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تصورحکومت پرخوف خوف خداغالب تھا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38" w:history="1">
            <w:r w:rsidRPr="0036383D">
              <w:rPr>
                <w:rStyle w:val="Hyperlink"/>
                <w:rtl/>
                <w:lang w:bidi="ur-PK"/>
              </w:rPr>
              <w:t>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39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ازواج واولاد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40" w:history="1">
            <w:r w:rsidRPr="0036383D">
              <w:rPr>
                <w:rStyle w:val="Hyperlink"/>
                <w:rtl/>
                <w:lang w:bidi="ur-PK"/>
              </w:rPr>
              <w:t>حضرت 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41" w:history="1">
            <w:r w:rsidRPr="0036383D">
              <w:rPr>
                <w:rStyle w:val="Hyperlink"/>
                <w:rtl/>
                <w:lang w:bidi="ur-PK"/>
              </w:rPr>
              <w:t>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ولادت اوربچپن کے بعض حالات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42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اورآپ کے 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43" w:history="1">
            <w:r w:rsidRPr="0036383D">
              <w:rPr>
                <w:rStyle w:val="Hyperlink"/>
                <w:rtl/>
                <w:lang w:bidi="ur-PK"/>
              </w:rPr>
              <w:t>آپ کاعہدح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ات اوربادشاہان 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44" w:history="1">
            <w:r w:rsidRPr="0036383D">
              <w:rPr>
                <w:rStyle w:val="Hyperlink"/>
                <w:rtl/>
                <w:lang w:bidi="ur-PK"/>
              </w:rPr>
              <w:t>چارماہ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عمراورمنصب امامت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45" w:history="1">
            <w:r w:rsidRPr="0036383D">
              <w:rPr>
                <w:rStyle w:val="Hyperlink"/>
                <w:rtl/>
                <w:lang w:bidi="ur-PK"/>
              </w:rPr>
              <w:t>چارسال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عمرم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آپ کاسفرعراق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46" w:history="1"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وسف آل محمدکنوئ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ں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47" w:history="1">
            <w:r w:rsidRPr="0036383D">
              <w:rPr>
                <w:rStyle w:val="Hyperlink"/>
                <w:rtl/>
                <w:lang w:bidi="ur-PK"/>
              </w:rPr>
              <w:t>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اورکمسن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عروج فکر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48" w:history="1">
            <w:r w:rsidRPr="0036383D">
              <w:rPr>
                <w:rStyle w:val="Hyperlink"/>
                <w:rtl/>
                <w:lang w:bidi="ur-PK"/>
              </w:rPr>
              <w:t>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ساتھ بادشاہان وقت کاسلوک اورطرزعمل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49" w:history="1">
            <w:r w:rsidRPr="0036383D">
              <w:rPr>
                <w:rStyle w:val="Hyperlink"/>
                <w:rtl/>
                <w:lang w:bidi="ur-PK"/>
              </w:rPr>
              <w:t>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 اورامام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کاآغازامامت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50" w:history="1">
            <w:r w:rsidRPr="0036383D">
              <w:rPr>
                <w:rStyle w:val="Hyperlink"/>
                <w:rtl/>
                <w:lang w:bidi="ur-PK"/>
              </w:rPr>
              <w:t xml:space="preserve">اس کے بعدآپ </w:t>
            </w:r>
            <w:r w:rsidRPr="0036383D">
              <w:rPr>
                <w:rStyle w:val="Hyperlink"/>
                <w:rtl/>
                <w:lang w:bidi="fa-IR"/>
              </w:rPr>
              <w:t xml:space="preserve">۳/ </w:t>
            </w:r>
            <w:r w:rsidRPr="0036383D">
              <w:rPr>
                <w:rStyle w:val="Hyperlink"/>
                <w:rtl/>
                <w:lang w:bidi="ur-PK"/>
              </w:rPr>
              <w:t xml:space="preserve">رجب </w:t>
            </w:r>
            <w:r w:rsidRPr="0036383D">
              <w:rPr>
                <w:rStyle w:val="Hyperlink"/>
                <w:rtl/>
                <w:lang w:bidi="fa-IR"/>
              </w:rPr>
              <w:t>۲۵۴</w:t>
            </w:r>
            <w:r w:rsidRPr="0036383D">
              <w:rPr>
                <w:rStyle w:val="Hyperlink"/>
                <w:rtl/>
                <w:lang w:bidi="ur-PK"/>
              </w:rPr>
              <w:t xml:space="preserve"> ہجر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کودرجہ شہادت پرفائزہوئے۔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51" w:history="1">
            <w:r w:rsidRPr="0036383D">
              <w:rPr>
                <w:rStyle w:val="Hyperlink"/>
                <w:rtl/>
                <w:lang w:bidi="ur-PK"/>
              </w:rPr>
              <w:t>اپنے عق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دت مندوں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حضرت کادورہ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52" w:history="1">
            <w:r w:rsidRPr="0036383D">
              <w:rPr>
                <w:rStyle w:val="Hyperlink"/>
                <w:rtl/>
                <w:lang w:bidi="ur-PK"/>
              </w:rPr>
              <w:t>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کاپتھرپرمہر لگانا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53" w:history="1">
            <w:r w:rsidRPr="0036383D">
              <w:rPr>
                <w:rStyle w:val="Hyperlink"/>
                <w:rtl/>
                <w:lang w:bidi="ur-PK"/>
              </w:rPr>
              <w:t>حضرت 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کاعراق کے 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ک عظ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م فلسف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کوشکست 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54" w:history="1">
            <w:r w:rsidRPr="0036383D">
              <w:rPr>
                <w:rStyle w:val="Hyperlink"/>
                <w:rtl/>
                <w:lang w:bidi="ur-PK"/>
              </w:rPr>
              <w:t>حضرت 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اورخصوص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ات مذہب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55" w:history="1">
            <w:r w:rsidRPr="0036383D">
              <w:rPr>
                <w:rStyle w:val="Hyperlink"/>
                <w:rtl/>
                <w:lang w:bidi="ur-PK"/>
              </w:rPr>
              <w:t>حضرت 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اورع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دنہم رب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ع الاول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56" w:history="1">
            <w:r w:rsidRPr="0036383D">
              <w:rPr>
                <w:rStyle w:val="Hyperlink"/>
                <w:rtl/>
                <w:lang w:bidi="ur-PK"/>
              </w:rPr>
              <w:t>حضرت 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پندسودمند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57" w:history="1">
            <w:r w:rsidRPr="0036383D">
              <w:rPr>
                <w:rStyle w:val="Hyperlink"/>
                <w:rtl/>
                <w:lang w:bidi="ur-PK"/>
              </w:rPr>
              <w:t>معتمدعباس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خلافت اورامام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گرفتار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58" w:history="1">
            <w:r w:rsidRPr="0036383D">
              <w:rPr>
                <w:rStyle w:val="Hyperlink"/>
                <w:rtl/>
                <w:lang w:bidi="ur-PK"/>
              </w:rPr>
              <w:t>اسلام پرامام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کااحسان عظ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م واقعہ قحط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59" w:history="1">
            <w:r w:rsidRPr="0036383D">
              <w:rPr>
                <w:rStyle w:val="Hyperlink"/>
                <w:rtl/>
                <w:lang w:bidi="ur-PK"/>
              </w:rPr>
              <w:t>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اورعب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داللہ وز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رمعتمدعباس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60" w:history="1">
            <w:r w:rsidRPr="0036383D">
              <w:rPr>
                <w:rStyle w:val="Hyperlink"/>
                <w:rtl/>
                <w:lang w:bidi="ur-PK"/>
              </w:rPr>
              <w:t>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61" w:history="1">
            <w:r w:rsidRPr="0036383D">
              <w:rPr>
                <w:rStyle w:val="Hyperlink"/>
                <w:rtl/>
                <w:lang w:bidi="ur-PK"/>
              </w:rPr>
              <w:t>حضرت امام محمد مھد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62" w:history="1">
            <w:r w:rsidRPr="0036383D">
              <w:rPr>
                <w:rStyle w:val="Hyperlink"/>
                <w:rtl/>
                <w:lang w:bidi="ur-PK"/>
              </w:rPr>
              <w:t>حضرت امام محمد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ولادت باسعادت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63" w:history="1">
            <w:r w:rsidRPr="0036383D">
              <w:rPr>
                <w:rStyle w:val="Hyperlink"/>
                <w:rtl/>
                <w:lang w:bidi="ur-PK"/>
              </w:rPr>
              <w:t>آپ کا نسب نامہ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64" w:history="1">
            <w:r w:rsidRPr="0036383D">
              <w:rPr>
                <w:rStyle w:val="Hyperlink"/>
                <w:rtl/>
                <w:lang w:bidi="ur-PK"/>
              </w:rPr>
              <w:t>آپ کا اسم گرام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65" w:history="1">
            <w:r w:rsidRPr="0036383D">
              <w:rPr>
                <w:rStyle w:val="Hyperlink"/>
                <w:rtl/>
                <w:lang w:bidi="ur-PK"/>
              </w:rPr>
              <w:t>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66" w:history="1">
            <w:r w:rsidRPr="0036383D">
              <w:rPr>
                <w:rStyle w:val="Hyperlink"/>
                <w:rtl/>
                <w:lang w:bidi="ur-PK"/>
              </w:rPr>
              <w:t>آپ کے القاب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67" w:history="1">
            <w:r w:rsidRPr="0036383D">
              <w:rPr>
                <w:rStyle w:val="Hyperlink"/>
                <w:rtl/>
                <w:lang w:bidi="ur-PK"/>
              </w:rPr>
              <w:t>آپ کاحل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مبارک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68" w:history="1">
            <w:r w:rsidRPr="0036383D">
              <w:rPr>
                <w:rStyle w:val="Hyperlink"/>
                <w:rtl/>
                <w:lang w:bidi="ur-PK"/>
              </w:rPr>
              <w:t>ت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سال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عمرم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حجت اللہ ہونے کادعو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69" w:history="1">
            <w:r w:rsidRPr="0036383D">
              <w:rPr>
                <w:rStyle w:val="Hyperlink"/>
                <w:rtl/>
                <w:lang w:bidi="ur-PK"/>
              </w:rPr>
              <w:t>پانچ سال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عمرم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خاص الخاص اصحاب سے آپ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ملاقات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70" w:history="1">
            <w:r w:rsidRPr="0036383D">
              <w:rPr>
                <w:rStyle w:val="Hyperlink"/>
                <w:rtl/>
                <w:lang w:bidi="ur-PK"/>
              </w:rPr>
              <w:t>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نبوت کے آئ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نہ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71" w:history="1">
            <w:r w:rsidRPr="0036383D">
              <w:rPr>
                <w:rStyle w:val="Hyperlink"/>
                <w:rtl/>
                <w:lang w:bidi="ur-PK"/>
              </w:rPr>
              <w:t>امام حسن عسکر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شہادت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72" w:history="1">
            <w:r w:rsidRPr="0036383D">
              <w:rPr>
                <w:rStyle w:val="Hyperlink"/>
                <w:rtl/>
                <w:lang w:bidi="ur-PK"/>
              </w:rPr>
              <w:t>حضرت 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بت اوراس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ضرورت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73" w:history="1">
            <w:r w:rsidRPr="0036383D">
              <w:rPr>
                <w:rStyle w:val="Hyperlink"/>
                <w:rtl/>
                <w:lang w:bidi="ur-PK"/>
              </w:rPr>
              <w:t>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بت 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پرعلمااہل سنت کااجماع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74" w:history="1">
            <w:r w:rsidRPr="0036383D">
              <w:rPr>
                <w:rStyle w:val="Hyperlink"/>
                <w:rtl/>
                <w:lang w:bidi="ur-PK"/>
              </w:rPr>
              <w:t>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بت اورآپ کاوجود وظہورقرآن مج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روشن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75" w:history="1">
            <w:r w:rsidRPr="0036383D">
              <w:rPr>
                <w:rStyle w:val="Hyperlink"/>
                <w:rtl/>
                <w:lang w:bidi="ur-PK"/>
              </w:rPr>
              <w:t>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کاذکرکتب آسمان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76" w:history="1">
            <w:r w:rsidRPr="0036383D">
              <w:rPr>
                <w:rStyle w:val="Hyperlink"/>
                <w:rtl/>
                <w:lang w:bidi="ur-PK"/>
              </w:rPr>
              <w:t>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بت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وجہ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77" w:history="1">
            <w:r w:rsidRPr="0036383D">
              <w:rPr>
                <w:rStyle w:val="Hyperlink"/>
                <w:rtl/>
                <w:lang w:bidi="ur-PK"/>
              </w:rPr>
              <w:t>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بت 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جفرجامعہ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روشن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78" w:history="1">
            <w:r w:rsidRPr="0036383D">
              <w:rPr>
                <w:rStyle w:val="Hyperlink"/>
                <w:rtl/>
                <w:lang w:bidi="ur-PK"/>
              </w:rPr>
              <w:t>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بت صغر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وکبر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اورآپ کے سفرا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79" w:history="1">
            <w:r w:rsidRPr="0036383D">
              <w:rPr>
                <w:rStyle w:val="Hyperlink"/>
                <w:rtl/>
                <w:lang w:bidi="ur-PK"/>
              </w:rPr>
              <w:t>سفرا عموم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کے اسماء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80" w:history="1">
            <w:r w:rsidRPr="0036383D">
              <w:rPr>
                <w:rStyle w:val="Hyperlink"/>
                <w:rtl/>
                <w:lang w:bidi="ur-PK"/>
              </w:rPr>
              <w:t>حضرت 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بت کے بعد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81" w:history="1">
            <w:r w:rsidRPr="0036383D">
              <w:rPr>
                <w:rStyle w:val="Hyperlink"/>
                <w:rtl/>
                <w:lang w:bidi="fa-IR"/>
              </w:rPr>
              <w:t>۳۰۷</w:t>
            </w:r>
            <w:r w:rsidRPr="0036383D">
              <w:rPr>
                <w:rStyle w:val="Hyperlink"/>
                <w:rtl/>
                <w:lang w:bidi="ur-PK"/>
              </w:rPr>
              <w:t xml:space="preserve"> ہجر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آپ کا حجراسود نصب کرنا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82" w:history="1">
            <w:r w:rsidRPr="0036383D">
              <w:rPr>
                <w:rStyle w:val="Hyperlink"/>
                <w:rtl/>
                <w:lang w:bidi="ur-PK"/>
              </w:rPr>
              <w:t xml:space="preserve">اسحاق بن 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ع</w:t>
            </w:r>
            <w:r w:rsidRPr="0036383D">
              <w:rPr>
                <w:rStyle w:val="Hyperlink"/>
                <w:rtl/>
                <w:lang w:bidi="ur-PK"/>
              </w:rPr>
              <w:t>قوب کے نام امام عصرکاخط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83" w:history="1">
            <w:r w:rsidRPr="0036383D">
              <w:rPr>
                <w:rStyle w:val="Hyperlink"/>
                <w:rtl/>
                <w:lang w:bidi="ur-PK"/>
              </w:rPr>
              <w:t>ش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خ محمدبن محمد کے نام امام زمانہ کامکتوب گرام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268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84" w:history="1">
            <w:r w:rsidRPr="0036383D">
              <w:rPr>
                <w:rStyle w:val="Hyperlink"/>
                <w:rtl/>
                <w:lang w:bidi="ur-PK"/>
              </w:rPr>
              <w:t>ان حضرات کے نام جنھوں نے زمانہ 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بت صغر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کود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کھا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85" w:history="1">
            <w:r w:rsidRPr="0036383D">
              <w:rPr>
                <w:rStyle w:val="Hyperlink"/>
                <w:rtl/>
                <w:lang w:bidi="ur-PK"/>
              </w:rPr>
              <w:t>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ارت ناح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اوراصول کاف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86" w:history="1">
            <w:r w:rsidRPr="0036383D">
              <w:rPr>
                <w:rStyle w:val="Hyperlink"/>
                <w:rtl/>
                <w:lang w:bidi="ur-PK"/>
              </w:rPr>
              <w:t>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بت کبر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کامرکز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مقام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87" w:history="1">
            <w:r w:rsidRPr="0036383D">
              <w:rPr>
                <w:rStyle w:val="Hyperlink"/>
                <w:rtl/>
                <w:lang w:bidi="ur-PK"/>
              </w:rPr>
              <w:t>جز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رہ خضرا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سے ملاقات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88" w:history="1">
            <w:r w:rsidRPr="0036383D">
              <w:rPr>
                <w:rStyle w:val="Hyperlink"/>
                <w:rtl/>
                <w:lang w:bidi="ur-PK"/>
              </w:rPr>
              <w:t>امام غائب کاہرجگہ حاضرہونا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89" w:history="1">
            <w:r w:rsidRPr="0036383D">
              <w:rPr>
                <w:rStyle w:val="Hyperlink"/>
                <w:rtl/>
                <w:lang w:bidi="ur-PK"/>
              </w:rPr>
              <w:t>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اورحج کعبہ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90" w:history="1">
            <w:r w:rsidRPr="0036383D">
              <w:rPr>
                <w:rStyle w:val="Hyperlink"/>
                <w:rtl/>
                <w:lang w:bidi="ur-PK"/>
              </w:rPr>
              <w:t>زمانہ غ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بت کبر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36383D">
              <w:rPr>
                <w:rStyle w:val="Hyperlink"/>
                <w:rtl/>
                <w:lang w:bidi="ur-PK"/>
              </w:rPr>
              <w:t xml:space="preserve">  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عت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91" w:history="1">
            <w:r w:rsidRPr="0036383D">
              <w:rPr>
                <w:rStyle w:val="Hyperlink"/>
                <w:rtl/>
                <w:lang w:bidi="ur-PK"/>
              </w:rPr>
              <w:t>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مومن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 سے ملاقات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92" w:history="1">
            <w:r w:rsidRPr="0036383D">
              <w:rPr>
                <w:rStyle w:val="Hyperlink"/>
                <w:rtl/>
                <w:lang w:bidi="ur-PK"/>
              </w:rPr>
              <w:t>ملامحمد باقرداماد کاامام عصرسے استفادہ کرنا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93" w:history="1">
            <w:r w:rsidRPr="0036383D">
              <w:rPr>
                <w:rStyle w:val="Hyperlink"/>
                <w:rtl/>
                <w:lang w:bidi="ur-PK"/>
              </w:rPr>
              <w:t>جناب بحرالعلوم کا امام زمانہ سے ملاقات کرنا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94" w:history="1">
            <w:r w:rsidRPr="0036383D">
              <w:rPr>
                <w:rStyle w:val="Hyperlink"/>
                <w:rtl/>
                <w:lang w:bidi="ur-PK"/>
              </w:rPr>
              <w:t>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کاحما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ت مذہب فرمانا واقعہ انار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95" w:history="1">
            <w:r w:rsidRPr="0036383D">
              <w:rPr>
                <w:rStyle w:val="Hyperlink"/>
                <w:rtl/>
                <w:lang w:bidi="ur-PK"/>
              </w:rPr>
              <w:t>امام عصرکا واقعہ کربلاب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ان کرنا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96" w:history="1">
            <w:r w:rsidRPr="0036383D">
              <w:rPr>
                <w:rStyle w:val="Hyperlink"/>
                <w:rtl/>
                <w:lang w:bidi="ur-PK"/>
              </w:rPr>
              <w:t>حضرت 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کے طول عمرک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بحث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97" w:history="1">
            <w:r w:rsidRPr="0036383D">
              <w:rPr>
                <w:rStyle w:val="Hyperlink"/>
                <w:rtl/>
                <w:lang w:bidi="ur-PK"/>
              </w:rPr>
              <w:t>حد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ث نعثل اورامام عصر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98" w:history="1">
            <w:r w:rsidRPr="0036383D">
              <w:rPr>
                <w:rStyle w:val="Hyperlink"/>
                <w:rtl/>
                <w:lang w:bidi="ur-PK"/>
              </w:rPr>
              <w:t>حضرت 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کاظہورموفورالسرور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6999" w:history="1">
            <w:r w:rsidRPr="0036383D">
              <w:rPr>
                <w:rStyle w:val="Hyperlink"/>
                <w:rtl/>
                <w:lang w:bidi="ur-PK"/>
              </w:rPr>
              <w:t>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کے ظہور کاسن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Toc509136999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279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00" w:history="1">
            <w:r w:rsidRPr="0036383D">
              <w:rPr>
                <w:rStyle w:val="Hyperlink"/>
                <w:rtl/>
                <w:lang w:bidi="ur-PK"/>
              </w:rPr>
              <w:t>ظہورکے وقت امام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عمر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01" w:history="1">
            <w:r w:rsidRPr="0036383D">
              <w:rPr>
                <w:rStyle w:val="Hyperlink"/>
                <w:rtl/>
                <w:lang w:bidi="ur-PK"/>
              </w:rPr>
              <w:t>آپ کاپرچم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02" w:history="1">
            <w:r w:rsidRPr="0036383D">
              <w:rPr>
                <w:rStyle w:val="Hyperlink"/>
                <w:rtl/>
                <w:lang w:bidi="ur-PK"/>
              </w:rPr>
              <w:t>ظہورکے بعد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03" w:history="1">
            <w:r w:rsidRPr="0036383D">
              <w:rPr>
                <w:rStyle w:val="Hyperlink"/>
                <w:rtl/>
                <w:lang w:bidi="ur-PK"/>
              </w:rPr>
              <w:t>دجال اوراس کا خروج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04" w:history="1">
            <w:r w:rsidRPr="0036383D">
              <w:rPr>
                <w:rStyle w:val="Hyperlink"/>
                <w:rtl/>
                <w:lang w:bidi="ur-PK"/>
              </w:rPr>
              <w:t>نزول حضرت ع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283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05" w:history="1">
            <w:r w:rsidRPr="0036383D">
              <w:rPr>
                <w:rStyle w:val="Hyperlink"/>
                <w:rtl/>
                <w:lang w:bidi="ur-PK"/>
              </w:rPr>
              <w:t>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اورع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س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ابن مر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م</w:t>
            </w:r>
            <w:r w:rsidRPr="0036383D">
              <w:rPr>
                <w:rStyle w:val="Hyperlink"/>
                <w:rtl/>
                <w:lang w:bidi="ur-PK"/>
              </w:rPr>
              <w:t xml:space="preserve"> کادورہ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06" w:history="1">
            <w:r w:rsidRPr="0036383D">
              <w:rPr>
                <w:rStyle w:val="Hyperlink"/>
                <w:rtl/>
                <w:lang w:bidi="ur-PK"/>
              </w:rPr>
              <w:t>حضرت 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کاقسطنطن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کوفتح کرنا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07" w:history="1"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اجوج ماجوج اوران کاخروج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285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08" w:history="1">
            <w:r w:rsidRPr="0036383D">
              <w:rPr>
                <w:rStyle w:val="Hyperlink"/>
                <w:rtl/>
                <w:lang w:bidi="ur-PK"/>
              </w:rPr>
              <w:t>امام مہد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عل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السلام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مدت حکومت اورخاتمہ دن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09" w:history="1">
            <w:r w:rsidRPr="0036383D">
              <w:rPr>
                <w:rStyle w:val="Hyperlink"/>
                <w:rtl/>
                <w:lang w:bidi="ur-PK"/>
              </w:rPr>
              <w:t>حضرت خد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جہ تار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خ کے آئ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نہ م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Fonts w:hint="eastAsia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290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10" w:history="1">
            <w:r w:rsidRPr="0036383D">
              <w:rPr>
                <w:rStyle w:val="Hyperlink"/>
                <w:rtl/>
                <w:lang w:bidi="ur-PK"/>
              </w:rPr>
              <w:t>خاندان و نام ونسب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291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11" w:history="1">
            <w:r w:rsidRPr="0036383D">
              <w:rPr>
                <w:rStyle w:val="Hyperlink"/>
                <w:rtl/>
                <w:lang w:bidi="ur-PK"/>
              </w:rPr>
              <w:t>تجارت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12" w:history="1">
            <w:r w:rsidRPr="0036383D">
              <w:rPr>
                <w:rStyle w:val="Hyperlink"/>
                <w:rtl/>
                <w:lang w:bidi="ur-PK"/>
              </w:rPr>
              <w:t>ازدواج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292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13" w:history="1">
            <w:r w:rsidRPr="0036383D">
              <w:rPr>
                <w:rStyle w:val="Hyperlink"/>
                <w:rtl/>
                <w:lang w:bidi="ur-PK"/>
              </w:rPr>
              <w:t>آ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احضرت خد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جہ (ع)رسول سے قبل شاد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شدہ تھ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ں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14" w:history="1">
            <w:r w:rsidRPr="0036383D">
              <w:rPr>
                <w:rStyle w:val="Hyperlink"/>
                <w:rtl/>
                <w:lang w:bidi="ur-PK"/>
              </w:rPr>
              <w:t>تجز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ہ وتحل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294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15" w:history="1">
            <w:r w:rsidRPr="0036383D">
              <w:rPr>
                <w:rStyle w:val="Hyperlink"/>
                <w:rtl/>
                <w:lang w:bidi="ur-PK"/>
              </w:rPr>
              <w:t>رسول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بعثت اورحضرت خد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جہ کاا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مان 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296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37016" w:history="1">
            <w:r w:rsidRPr="0036383D">
              <w:rPr>
                <w:rStyle w:val="Hyperlink"/>
                <w:rtl/>
                <w:lang w:bidi="ur-PK"/>
              </w:rPr>
              <w:t>آنحضرت ک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 xml:space="preserve"> حضرت خد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جہ(ع) سے محبت وعق</w:t>
            </w:r>
            <w:r w:rsidRPr="0036383D">
              <w:rPr>
                <w:rStyle w:val="Hyperlink"/>
                <w:rFonts w:hint="cs"/>
                <w:rtl/>
                <w:lang w:bidi="ur-PK"/>
              </w:rPr>
              <w:t>ی</w:t>
            </w:r>
            <w:r w:rsidRPr="0036383D">
              <w:rPr>
                <w:rStyle w:val="Hyperlink"/>
                <w:rtl/>
                <w:lang w:bidi="ur-PK"/>
              </w:rPr>
              <w:t>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Toc509137016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297</w:t>
            </w:r>
            <w:r>
              <w:rPr>
                <w:webHidden/>
                <w:rtl/>
              </w:rPr>
              <w:fldChar w:fldCharType="end"/>
            </w:r>
          </w:hyperlink>
        </w:p>
        <w:p w:rsidR="0094459C" w:rsidRDefault="0094459C" w:rsidP="0094459C">
          <w:pPr>
            <w:pStyle w:val="libNormal"/>
          </w:pPr>
          <w:r>
            <w:fldChar w:fldCharType="end"/>
          </w:r>
        </w:p>
      </w:sdtContent>
    </w:sdt>
    <w:sectPr w:rsidR="0094459C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ABB" w:rsidRDefault="001A0ABB">
      <w:r>
        <w:separator/>
      </w:r>
    </w:p>
  </w:endnote>
  <w:endnote w:type="continuationSeparator" w:id="0">
    <w:p w:rsidR="001A0ABB" w:rsidRDefault="001A0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485" w:rsidRDefault="007F6485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485" w:rsidRPr="00826B03" w:rsidRDefault="007F648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ABB" w:rsidRDefault="001A0ABB">
      <w:r>
        <w:separator/>
      </w:r>
    </w:p>
  </w:footnote>
  <w:footnote w:type="continuationSeparator" w:id="0">
    <w:p w:rsidR="001A0ABB" w:rsidRDefault="001A0A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0C3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030"/>
    <w:rsid w:val="00050377"/>
    <w:rsid w:val="00050EDF"/>
    <w:rsid w:val="00051D79"/>
    <w:rsid w:val="00051F92"/>
    <w:rsid w:val="0005371B"/>
    <w:rsid w:val="00053B67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2B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25E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26D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7790D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ABB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67F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23C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4EA2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00FD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19E0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C4A"/>
    <w:rsid w:val="00521E38"/>
    <w:rsid w:val="00523C85"/>
    <w:rsid w:val="00524575"/>
    <w:rsid w:val="00524CA1"/>
    <w:rsid w:val="00524F6D"/>
    <w:rsid w:val="005254BC"/>
    <w:rsid w:val="00525BA0"/>
    <w:rsid w:val="00526724"/>
    <w:rsid w:val="00526F51"/>
    <w:rsid w:val="005274C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BD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ED"/>
    <w:rsid w:val="005645AE"/>
    <w:rsid w:val="00565201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035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532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E0E"/>
    <w:rsid w:val="005D1128"/>
    <w:rsid w:val="005D1D65"/>
    <w:rsid w:val="005D20BC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ED1"/>
    <w:rsid w:val="00641F19"/>
    <w:rsid w:val="00642FFB"/>
    <w:rsid w:val="0064339D"/>
    <w:rsid w:val="00643F5E"/>
    <w:rsid w:val="00644FE3"/>
    <w:rsid w:val="00645915"/>
    <w:rsid w:val="00646D08"/>
    <w:rsid w:val="0064777E"/>
    <w:rsid w:val="00647B25"/>
    <w:rsid w:val="00650CE7"/>
    <w:rsid w:val="006510C4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F03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47F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6485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01C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12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60D7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459C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932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36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108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0FD5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50B2"/>
    <w:rsid w:val="00B0571B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A3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6F0D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629"/>
    <w:rsid w:val="00E808D7"/>
    <w:rsid w:val="00E80932"/>
    <w:rsid w:val="00E813F2"/>
    <w:rsid w:val="00E81A95"/>
    <w:rsid w:val="00E81CC2"/>
    <w:rsid w:val="00E8268B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45FD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82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961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B76D20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B76D20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037B1C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037B1C"/>
    <w:rPr>
      <w:rFonts w:ascii="Traditional Arabic" w:hAnsi="Traditional Arabic"/>
      <w:color w:val="000000" w:themeColor="text1"/>
      <w:sz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7BD1A-A240-4FB6-9F0C-29B45770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19565</TotalTime>
  <Pages>320</Pages>
  <Words>97815</Words>
  <Characters>557548</Characters>
  <Application>Microsoft Office Word</Application>
  <DocSecurity>0</DocSecurity>
  <Lines>4646</Lines>
  <Paragraphs>1308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654055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213</cp:revision>
  <cp:lastPrinted>2018-03-06T09:33:00Z</cp:lastPrinted>
  <dcterms:created xsi:type="dcterms:W3CDTF">2015-06-13T07:48:00Z</dcterms:created>
  <dcterms:modified xsi:type="dcterms:W3CDTF">2018-03-18T08:15:00Z</dcterms:modified>
</cp:coreProperties>
</file>