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92" w:rsidRDefault="00816B77" w:rsidP="005A2492">
      <w:pPr>
        <w:pStyle w:val="libCenterBold2"/>
        <w:rPr>
          <w:rtl/>
        </w:rPr>
      </w:pP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Pr="00816B77">
        <w:rPr>
          <w:rtl/>
          <w:lang w:bidi="ur-PK"/>
        </w:rPr>
        <w:t>ا</w:t>
      </w:r>
      <w:r w:rsidR="005A2492">
        <w:rPr>
          <w:rtl/>
        </w:rPr>
        <w:t>ور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رو</w:t>
      </w:r>
      <w:r w:rsidRPr="00816B77">
        <w:rPr>
          <w:rtl/>
          <w:lang w:bidi="ur-PK"/>
        </w:rPr>
        <w:t>ا</w:t>
      </w:r>
      <w:r w:rsidR="005A2492">
        <w:rPr>
          <w:rtl/>
        </w:rPr>
        <w:t>بط</w:t>
      </w:r>
    </w:p>
    <w:p w:rsidR="005A2492" w:rsidRDefault="005A2492" w:rsidP="005A2492">
      <w:pPr>
        <w:pStyle w:val="libCenterBold2"/>
        <w:rPr>
          <w:rtl/>
        </w:rPr>
      </w:pPr>
    </w:p>
    <w:p w:rsidR="005A2492" w:rsidRDefault="005A2492" w:rsidP="005A2492">
      <w:pPr>
        <w:pStyle w:val="libCenterBold2"/>
        <w:rPr>
          <w:rtl/>
        </w:rPr>
      </w:pPr>
      <w:r>
        <w:rPr>
          <w:rtl/>
        </w:rPr>
        <w:t>(حقوق و فر</w:t>
      </w:r>
      <w:r w:rsidR="00816B77" w:rsidRPr="00816B77">
        <w:rPr>
          <w:rtl/>
          <w:lang w:bidi="ur-PK"/>
        </w:rPr>
        <w:t>ا</w:t>
      </w:r>
      <w:r>
        <w:rPr>
          <w:rtl/>
        </w:rPr>
        <w:t>ئض  )</w:t>
      </w:r>
    </w:p>
    <w:p w:rsidR="005A2492" w:rsidRDefault="005A2492" w:rsidP="005A2492">
      <w:pPr>
        <w:pStyle w:val="libCenterBold2"/>
        <w:rPr>
          <w:rtl/>
        </w:rPr>
      </w:pPr>
    </w:p>
    <w:p w:rsidR="005A2492" w:rsidRDefault="005A2492" w:rsidP="005A2492">
      <w:pPr>
        <w:pStyle w:val="libCenterBold2"/>
        <w:rPr>
          <w:rtl/>
        </w:rPr>
      </w:pPr>
    </w:p>
    <w:p w:rsidR="005A2492" w:rsidRDefault="005A2492" w:rsidP="005A2492">
      <w:pPr>
        <w:pStyle w:val="libCenterBold2"/>
        <w:rPr>
          <w:rtl/>
        </w:rPr>
      </w:pPr>
    </w:p>
    <w:p w:rsidR="005A2492" w:rsidRDefault="00C15B30" w:rsidP="005A2492">
      <w:pPr>
        <w:pStyle w:val="libCenterBold2"/>
        <w:rPr>
          <w:rtl/>
        </w:rPr>
      </w:pPr>
      <w:r>
        <w:rPr>
          <w:rStyle w:val="libNormalChar"/>
          <w:rFonts w:hint="cs"/>
          <w:rtl/>
        </w:rPr>
        <w:t>ت</w:t>
      </w:r>
      <w:r w:rsidR="00816B77" w:rsidRPr="00816B77">
        <w:rPr>
          <w:rStyle w:val="libNormalChar"/>
          <w:rFonts w:hint="cs"/>
          <w:rtl/>
          <w:lang w:bidi="ur-PK"/>
        </w:rPr>
        <w:t>ا</w:t>
      </w:r>
      <w:r w:rsidR="005A2492" w:rsidRPr="00C15B30">
        <w:rPr>
          <w:rFonts w:hint="cs"/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</w:p>
    <w:p w:rsidR="005A2492" w:rsidRDefault="005A2492" w:rsidP="005A2492">
      <w:pPr>
        <w:pStyle w:val="libCenterBold2"/>
        <w:rPr>
          <w:rtl/>
        </w:rPr>
      </w:pPr>
    </w:p>
    <w:p w:rsidR="005A2492" w:rsidRDefault="005A2492" w:rsidP="005A2492">
      <w:pPr>
        <w:pStyle w:val="libCenterBold2"/>
        <w:rPr>
          <w:rtl/>
        </w:rPr>
      </w:pPr>
      <w:r>
        <w:rPr>
          <w:rFonts w:hint="eastAsia"/>
          <w:rtl/>
        </w:rPr>
        <w:t>غل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A2492" w:rsidRDefault="005A2492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ED2A32">
      <w:pPr>
        <w:pStyle w:val="Heading1"/>
        <w:rPr>
          <w:rtl/>
        </w:rPr>
      </w:pPr>
      <w:r>
        <w:rPr>
          <w:rFonts w:hint="eastAsia"/>
          <w:rtl/>
        </w:rPr>
        <w:lastRenderedPageBreak/>
        <w:t>مقدمہ</w:t>
      </w:r>
      <w:r>
        <w:rPr>
          <w:rtl/>
        </w:rPr>
        <w:t xml:space="preserve"> </w:t>
      </w:r>
    </w:p>
    <w:p w:rsidR="005A2492" w:rsidRDefault="00CF3D62" w:rsidP="00F4194C">
      <w:pPr>
        <w:pStyle w:val="libArabic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لحمد</w:t>
      </w:r>
      <w:r w:rsidR="005A2492">
        <w:rPr>
          <w:rtl/>
        </w:rPr>
        <w:t xml:space="preserve"> 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 رب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لع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لم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ن 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لصلوة و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لسل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 عل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ٰ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شرف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نب</w:t>
      </w:r>
      <w:r w:rsidR="005A2492" w:rsidRPr="00CD0F9A">
        <w:rPr>
          <w:rFonts w:hint="cs"/>
          <w:rtl/>
        </w:rPr>
        <w:t>ي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ء 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لمرسل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ن ولعنة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 عل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ٰ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عد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ئ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م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جمع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ن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للہ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کے فضل و کرم سے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توف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tl/>
        </w:rPr>
        <w:t xml:space="preserve"> نص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ہوئ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کے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 وفر</w:t>
      </w:r>
      <w:r w:rsidRPr="00816B77">
        <w:rPr>
          <w:rtl/>
          <w:lang w:bidi="ur-PK"/>
        </w:rPr>
        <w:t>ا</w:t>
      </w:r>
      <w:r w:rsidR="005A2492">
        <w:rPr>
          <w:rtl/>
        </w:rPr>
        <w:t>ئض کے عنو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سے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کت</w:t>
      </w:r>
      <w:r w:rsidRPr="00816B77">
        <w:rPr>
          <w:rtl/>
          <w:lang w:bidi="ur-PK"/>
        </w:rPr>
        <w:t>ا</w:t>
      </w:r>
      <w:r w:rsidR="005A2492">
        <w:rPr>
          <w:rtl/>
        </w:rPr>
        <w:t>ب تدو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 کرکے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مبتل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ئل </w:t>
      </w:r>
      <w:r w:rsidRPr="00816B77">
        <w:rPr>
          <w:rtl/>
          <w:lang w:bidi="ur-PK"/>
        </w:rPr>
        <w:t>ا</w:t>
      </w:r>
      <w:r w:rsidR="005A2492">
        <w:rPr>
          <w:rtl/>
        </w:rPr>
        <w:t>ور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حل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کروں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مختصر کت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دو حصوں پر مشتمل ہے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پہل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حصہ کل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 w:rsidR="00816B77" w:rsidRPr="00816B77">
        <w:rPr>
          <w:rtl/>
          <w:lang w:bidi="ur-PK"/>
        </w:rPr>
        <w:t>ا</w:t>
      </w:r>
      <w:r>
        <w:rPr>
          <w:rtl/>
        </w:rPr>
        <w:t>نچ فصلوں پر مشتمل ہےکل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مفہوم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م</w:t>
      </w:r>
      <w:r w:rsidR="00816B77" w:rsidRPr="00816B77">
        <w:rPr>
          <w:rtl/>
          <w:lang w:bidi="ur-PK"/>
        </w:rPr>
        <w:t>ا</w:t>
      </w:r>
      <w:r>
        <w:rPr>
          <w:rtl/>
        </w:rPr>
        <w:t>خذ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ضرورت،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صول  پہل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بچوّں ک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ئش</w:t>
      </w:r>
      <w:r>
        <w:rPr>
          <w:rtl/>
        </w:rPr>
        <w:t xml:space="preserve"> سے پہلے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ئش</w:t>
      </w:r>
      <w:r>
        <w:rPr>
          <w:rtl/>
        </w:rPr>
        <w:t xml:space="preserve"> کے بعد) کے مختلف مر</w:t>
      </w:r>
      <w:r w:rsidR="00816B77" w:rsidRPr="00816B77">
        <w:rPr>
          <w:rtl/>
          <w:lang w:bidi="ur-PK"/>
        </w:rPr>
        <w:t>ا</w:t>
      </w:r>
      <w:r>
        <w:rPr>
          <w:rtl/>
        </w:rPr>
        <w:t>حل کو موزون م</w:t>
      </w:r>
      <w:r>
        <w:rPr>
          <w:rFonts w:hint="eastAsia"/>
          <w:rtl/>
        </w:rPr>
        <w:t>ث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و</w:t>
      </w:r>
      <w:r w:rsidR="00816B77" w:rsidRPr="00816B77">
        <w:rPr>
          <w:rtl/>
          <w:lang w:bidi="ur-PK"/>
        </w:rPr>
        <w:t>ا</w:t>
      </w:r>
      <w:r>
        <w:rPr>
          <w:rtl/>
        </w:rPr>
        <w:t>قع</w:t>
      </w:r>
      <w:r w:rsidR="00816B77" w:rsidRPr="00816B77">
        <w:rPr>
          <w:rtl/>
          <w:lang w:bidi="ur-PK"/>
        </w:rPr>
        <w:t>ا</w:t>
      </w:r>
      <w:r>
        <w:rPr>
          <w:rtl/>
        </w:rPr>
        <w:t>ت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ہےدوسر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متق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بل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ئض کو </w:t>
      </w:r>
      <w:r w:rsidR="00816B77" w:rsidRPr="00816B77">
        <w:rPr>
          <w:rtl/>
          <w:lang w:bidi="ur-PK"/>
        </w:rPr>
        <w:t>ا</w:t>
      </w:r>
      <w:r>
        <w:rPr>
          <w:rtl/>
        </w:rPr>
        <w:t>ورت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ثر،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صول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بد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ہےچوتھ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متعلق معصوم</w:t>
      </w:r>
      <w:r>
        <w:rPr>
          <w:rFonts w:hint="cs"/>
          <w:rtl/>
        </w:rPr>
        <w:t>ی</w:t>
      </w:r>
      <w:r>
        <w:rPr>
          <w:rtl/>
        </w:rPr>
        <w:t>ن ؑ کے فر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سف</w:t>
      </w:r>
      <w:r w:rsidR="00816B77" w:rsidRPr="00816B77">
        <w:rPr>
          <w:rtl/>
          <w:lang w:bidi="ur-PK"/>
        </w:rPr>
        <w:t>ا</w:t>
      </w:r>
      <w:r>
        <w:rPr>
          <w:rtl/>
        </w:rPr>
        <w:t>رش</w:t>
      </w:r>
      <w:r w:rsidR="00816B77" w:rsidRPr="00816B77">
        <w:rPr>
          <w:rtl/>
          <w:lang w:bidi="ur-PK"/>
        </w:rPr>
        <w:t>ا</w:t>
      </w:r>
      <w:r>
        <w:rPr>
          <w:rtl/>
        </w:rPr>
        <w:t>ت پ</w:t>
      </w:r>
      <w:r w:rsidR="00816B77" w:rsidRPr="00816B77">
        <w:rPr>
          <w:rtl/>
          <w:lang w:bidi="ur-PK"/>
        </w:rPr>
        <w:t>ا</w:t>
      </w:r>
      <w:r>
        <w:rPr>
          <w:rtl/>
        </w:rPr>
        <w:t>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ختل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</w:t>
      </w:r>
      <w:r w:rsidR="00816B77" w:rsidRPr="00816B77">
        <w:rPr>
          <w:rtl/>
          <w:lang w:bidi="ur-PK"/>
        </w:rPr>
        <w:t>ا</w:t>
      </w:r>
      <w:r>
        <w:rPr>
          <w:rtl/>
        </w:rPr>
        <w:t>ن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پسند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ں،دوسرے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حقوق  کو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پس منظر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ہےپہل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شرے خصوص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دور ج</w:t>
      </w:r>
      <w:r w:rsidR="00816B77" w:rsidRPr="00816B77">
        <w:rPr>
          <w:rtl/>
          <w:lang w:bidi="ur-PK"/>
        </w:rPr>
        <w:t>ا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مرتبہ کو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کرکے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مرتبہ سے مو</w:t>
      </w:r>
      <w:r w:rsidR="00816B77" w:rsidRPr="00816B77">
        <w:rPr>
          <w:rtl/>
          <w:lang w:bidi="ur-PK"/>
        </w:rPr>
        <w:t>ا</w:t>
      </w:r>
      <w:r>
        <w:rPr>
          <w:rtl/>
        </w:rPr>
        <w:t>زنہ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ہےدوسر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کو مختلف ز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 م</w:t>
      </w:r>
      <w:r w:rsidR="00816B77" w:rsidRPr="00816B77">
        <w:rPr>
          <w:rtl/>
          <w:lang w:bidi="ur-PK"/>
        </w:rPr>
        <w:t>ا</w:t>
      </w:r>
      <w:r>
        <w:rPr>
          <w:rtl/>
        </w:rPr>
        <w:t>ں،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) سے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 قدرو منزلت، 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جتم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 w:rsidR="00816B77" w:rsidRPr="00816B77">
        <w:rPr>
          <w:rtl/>
          <w:lang w:bidi="ur-PK"/>
        </w:rPr>
        <w:t>ا</w:t>
      </w:r>
      <w:r>
        <w:rPr>
          <w:rtl/>
        </w:rPr>
        <w:t>بط و ضو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بط،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صول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حدود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،ثق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قتص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حقوق کو مختلف ز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ہےچوتھ</w:t>
      </w:r>
      <w:r>
        <w:rPr>
          <w:rFonts w:hint="cs"/>
          <w:rtl/>
        </w:rPr>
        <w:t>ی</w:t>
      </w:r>
      <w:r>
        <w:rPr>
          <w:rtl/>
        </w:rPr>
        <w:t xml:space="preserve"> ٖفصل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ورمغرب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کو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نش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ء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ردو زب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منفرد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</w:t>
      </w:r>
      <w:r w:rsidR="00816B77" w:rsidRPr="00816B77">
        <w:rPr>
          <w:rtl/>
          <w:lang w:bidi="ur-PK"/>
        </w:rPr>
        <w:t>ا</w:t>
      </w:r>
      <w:r>
        <w:rPr>
          <w:rtl/>
        </w:rPr>
        <w:t>ب ث</w:t>
      </w:r>
      <w:r w:rsidR="00816B77" w:rsidRPr="00816B77">
        <w:rPr>
          <w:rtl/>
          <w:lang w:bidi="ur-PK"/>
        </w:rPr>
        <w:t>ا</w:t>
      </w:r>
      <w:r>
        <w:rPr>
          <w:rtl/>
        </w:rPr>
        <w:t>بت ہوگ</w:t>
      </w:r>
      <w:r>
        <w:rPr>
          <w:rFonts w:hint="cs"/>
          <w:rtl/>
        </w:rPr>
        <w:t>ی</w:t>
      </w:r>
      <w:r>
        <w:rPr>
          <w:rtl/>
        </w:rPr>
        <w:t>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وند </w:t>
      </w:r>
      <w:r w:rsidR="00816B77" w:rsidRPr="00816B77">
        <w:rPr>
          <w:rtl/>
          <w:lang w:bidi="ur-PK"/>
        </w:rPr>
        <w:t>ا</w:t>
      </w:r>
      <w:r>
        <w:rPr>
          <w:rtl/>
        </w:rPr>
        <w:t>س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وش 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رگ</w:t>
      </w:r>
      <w:r w:rsidR="00816B77" w:rsidRPr="00816B77">
        <w:rPr>
          <w:rtl/>
          <w:lang w:bidi="ur-PK"/>
        </w:rPr>
        <w:t>ا</w:t>
      </w:r>
      <w:r>
        <w:rPr>
          <w:rtl/>
        </w:rPr>
        <w:t>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</w:t>
      </w:r>
      <w:r w:rsidR="00816B77" w:rsidRPr="00816B77">
        <w:rPr>
          <w:rtl/>
          <w:lang w:bidi="ur-PK"/>
        </w:rPr>
        <w:t>ا</w:t>
      </w:r>
      <w:r>
        <w:rPr>
          <w:rtl/>
        </w:rPr>
        <w:t>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67D25" w:rsidRPr="00E67D25">
        <w:rPr>
          <w:rtl/>
          <w:lang w:bidi="ur-PK"/>
        </w:rPr>
        <w:t>(ع)</w:t>
      </w:r>
      <w:r>
        <w:rPr>
          <w:rtl/>
        </w:rPr>
        <w:t>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فرم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5A2492" w:rsidRDefault="005A2492" w:rsidP="00F5509F">
      <w:pPr>
        <w:pStyle w:val="libNormal"/>
        <w:rPr>
          <w:rtl/>
        </w:rPr>
      </w:pPr>
      <w:r>
        <w:rPr>
          <w:rtl/>
        </w:rPr>
        <w:t xml:space="preserve">  غل</w:t>
      </w:r>
      <w:r w:rsidR="00816B77" w:rsidRPr="00816B77">
        <w:rPr>
          <w:rtl/>
          <w:lang w:bidi="ur-PK"/>
        </w:rPr>
        <w:t>ا</w:t>
      </w:r>
      <w:r>
        <w:rPr>
          <w:rtl/>
        </w:rPr>
        <w:t>م مرتض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   پ</w:t>
      </w:r>
      <w:r w:rsidR="00816B77" w:rsidRPr="00816B77">
        <w:rPr>
          <w:rtl/>
          <w:lang w:bidi="ur-PK"/>
        </w:rPr>
        <w:t>ا</w:t>
      </w:r>
      <w:r>
        <w:rPr>
          <w:rtl/>
        </w:rPr>
        <w:t>رو</w:t>
      </w:r>
      <w:r>
        <w:rPr>
          <w:rFonts w:hint="cs"/>
          <w:rtl/>
        </w:rPr>
        <w:t>ی</w:t>
      </w:r>
      <w:r>
        <w:t xml:space="preserve">          </w:t>
      </w:r>
      <w:r w:rsidRPr="00E27FE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لث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  <w:lang w:bidi="fa-IR"/>
        </w:rPr>
        <w:t>۱۴۳۵</w:t>
      </w:r>
      <w:r w:rsidR="00F5509F" w:rsidRPr="00F5509F">
        <w:rPr>
          <w:rFonts w:hint="cs"/>
          <w:rtl/>
        </w:rPr>
        <w:t>ہ</w:t>
      </w:r>
    </w:p>
    <w:p w:rsidR="005A2492" w:rsidRDefault="005A2492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F5509F">
      <w:pPr>
        <w:pStyle w:val="Heading1Center"/>
        <w:rPr>
          <w:rtl/>
        </w:rPr>
      </w:pPr>
      <w:bookmarkStart w:id="0" w:name="_Toc393190425"/>
      <w:r>
        <w:rPr>
          <w:rtl/>
        </w:rPr>
        <w:lastRenderedPageBreak/>
        <w:t>کل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bookmarkEnd w:id="0"/>
    </w:p>
    <w:p w:rsidR="005A2492" w:rsidRDefault="005A2492" w:rsidP="00F5509F">
      <w:pPr>
        <w:pStyle w:val="Heading1"/>
        <w:rPr>
          <w:rtl/>
        </w:rPr>
      </w:pPr>
      <w:bookmarkStart w:id="1" w:name="_Toc393190426"/>
      <w:r>
        <w:rPr>
          <w:rFonts w:hint="eastAsia"/>
          <w:rtl/>
        </w:rPr>
        <w:t>حقوق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bookmarkEnd w:id="1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حقوق</w:t>
      </w:r>
      <w:r>
        <w:rPr>
          <w:rtl/>
        </w:rPr>
        <w:t xml:space="preserve"> سے مر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ن قو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صول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مجموعہ ہے جن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شرہ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رو</w:t>
      </w:r>
      <w:r w:rsidR="00816B77" w:rsidRPr="00816B77">
        <w:rPr>
          <w:rtl/>
          <w:lang w:bidi="ur-PK"/>
        </w:rPr>
        <w:t>ا</w:t>
      </w:r>
      <w:r>
        <w:rPr>
          <w:rtl/>
        </w:rPr>
        <w:t>بط کے دور</w:t>
      </w:r>
      <w:r w:rsidR="00816B77" w:rsidRPr="00816B77">
        <w:rPr>
          <w:rtl/>
          <w:lang w:bidi="ur-PK"/>
        </w:rPr>
        <w:t>ا</w:t>
      </w:r>
      <w:r>
        <w:rPr>
          <w:rtl/>
        </w:rPr>
        <w:t>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 w:rsidR="00816B77" w:rsidRPr="00816B77">
        <w:rPr>
          <w:rtl/>
          <w:lang w:bidi="ur-PK"/>
        </w:rPr>
        <w:t>ا</w:t>
      </w:r>
      <w:r>
        <w:rPr>
          <w:rtl/>
        </w:rPr>
        <w:t>عد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بق ہر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  <w:r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ہے جو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محت</w:t>
      </w:r>
      <w:r w:rsidRPr="00816B77">
        <w:rPr>
          <w:rtl/>
          <w:lang w:bidi="ur-PK"/>
        </w:rPr>
        <w:t>ا</w:t>
      </w:r>
      <w:r w:rsidR="005A2492">
        <w:rPr>
          <w:rtl/>
        </w:rPr>
        <w:t>ج ہے،</w:t>
      </w:r>
      <w:r w:rsidRPr="00816B77">
        <w:rPr>
          <w:rtl/>
          <w:lang w:bidi="ur-PK"/>
        </w:rPr>
        <w:t>ا</w:t>
      </w:r>
      <w:r w:rsidR="005A2492">
        <w:rPr>
          <w:rtl/>
        </w:rPr>
        <w:t>جتم</w:t>
      </w:r>
      <w:r w:rsidRPr="00816B77">
        <w:rPr>
          <w:rtl/>
          <w:lang w:bidi="ur-PK"/>
        </w:rPr>
        <w:t>ا</w:t>
      </w:r>
      <w:r w:rsidR="005A2492">
        <w:rPr>
          <w:rtl/>
        </w:rPr>
        <w:t>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وقت ممکن ہے کہ مع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شرہ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پر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مع ق</w:t>
      </w:r>
      <w:r w:rsidRPr="00816B77">
        <w:rPr>
          <w:rtl/>
          <w:lang w:bidi="ur-PK"/>
        </w:rPr>
        <w:t>ا</w:t>
      </w:r>
      <w:r w:rsidR="005A2492">
        <w:rPr>
          <w:rtl/>
        </w:rPr>
        <w:t>نون ح</w:t>
      </w:r>
      <w:r w:rsidRPr="00816B77">
        <w:rPr>
          <w:rtl/>
          <w:lang w:bidi="ur-PK"/>
        </w:rPr>
        <w:t>ا</w:t>
      </w:r>
      <w:r w:rsidR="005A2492">
        <w:rPr>
          <w:rtl/>
        </w:rPr>
        <w:t>کم ہو، ورنہ ہر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مرض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چلے گ</w:t>
      </w:r>
      <w:r w:rsidRPr="00816B77">
        <w:rPr>
          <w:rtl/>
          <w:lang w:bidi="ur-PK"/>
        </w:rPr>
        <w:t>ا</w:t>
      </w:r>
      <w:r w:rsidR="005A2492">
        <w:rPr>
          <w:rtl/>
        </w:rPr>
        <w:t>، جس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جہ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ورمع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شرہ </w:t>
      </w:r>
      <w:r w:rsidRPr="00816B77">
        <w:rPr>
          <w:rtl/>
          <w:lang w:bidi="ur-PK"/>
        </w:rPr>
        <w:t>ا</w:t>
      </w:r>
      <w:r w:rsidR="005A2492">
        <w:rPr>
          <w:rtl/>
        </w:rPr>
        <w:t>فر</w:t>
      </w:r>
      <w:r w:rsidRPr="00816B77">
        <w:rPr>
          <w:rtl/>
          <w:lang w:bidi="ur-PK"/>
        </w:rPr>
        <w:t>ا</w:t>
      </w:r>
      <w:r w:rsidR="005A2492">
        <w:rPr>
          <w:rtl/>
        </w:rPr>
        <w:t>ط و تفر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ط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شک</w:t>
      </w:r>
      <w:r w:rsidRPr="00816B77">
        <w:rPr>
          <w:rtl/>
          <w:lang w:bidi="ur-PK"/>
        </w:rPr>
        <w:t>ا</w:t>
      </w:r>
      <w:r w:rsidR="005A2492">
        <w:rPr>
          <w:rtl/>
        </w:rPr>
        <w:t>ر ہوج</w:t>
      </w:r>
      <w:r w:rsidRPr="00816B77">
        <w:rPr>
          <w:rtl/>
          <w:lang w:bidi="ur-PK"/>
        </w:rPr>
        <w:t>ا</w:t>
      </w:r>
      <w:r w:rsidR="005A2492">
        <w:rPr>
          <w:rtl/>
        </w:rPr>
        <w:t>ئےگ</w:t>
      </w:r>
      <w:r w:rsidRPr="00816B77">
        <w:rPr>
          <w:rtl/>
          <w:lang w:bidi="ur-PK"/>
        </w:rPr>
        <w:t>اا</w:t>
      </w:r>
      <w:r w:rsidR="005A2492">
        <w:rPr>
          <w:rtl/>
        </w:rPr>
        <w:t xml:space="preserve">س لئے ہر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پر 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زم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ن قو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قو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علم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صطل</w:t>
      </w:r>
      <w:r w:rsidRPr="00816B77">
        <w:rPr>
          <w:rtl/>
          <w:lang w:bidi="ur-PK"/>
        </w:rPr>
        <w:t>ا</w:t>
      </w:r>
      <w:r w:rsidR="005A2492">
        <w:rPr>
          <w:rtl/>
        </w:rPr>
        <w:t>ح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حقوق کہتے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جس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مقصد لوگوں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مکمل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لئے حدود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>ہےجن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کرنے سے </w:t>
      </w:r>
      <w:r w:rsidRPr="00816B77">
        <w:rPr>
          <w:rtl/>
          <w:lang w:bidi="ur-PK"/>
        </w:rPr>
        <w:t>ا</w:t>
      </w:r>
      <w:r w:rsidR="005A2492">
        <w:rPr>
          <w:rtl/>
        </w:rPr>
        <w:t>جتم</w:t>
      </w:r>
      <w:r w:rsidRPr="00816B77">
        <w:rPr>
          <w:rtl/>
          <w:lang w:bidi="ur-PK"/>
        </w:rPr>
        <w:t>ا</w:t>
      </w:r>
      <w:r w:rsidR="005A2492">
        <w:rPr>
          <w:rtl/>
        </w:rPr>
        <w:t>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محفوظ ہوسکت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ہےعورت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ہم رکن ہے بلکہ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کہن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من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سب </w:t>
      </w:r>
      <w:r w:rsidR="005A2492">
        <w:rPr>
          <w:rFonts w:hint="eastAsia"/>
          <w:rtl/>
        </w:rPr>
        <w:t>نہ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وہ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محورہے،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حقوق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ت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ہم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ں،جن ک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پ، شوہر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 پر فرض ہے، کچھ لوگوں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ہے کہ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وجود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تول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نسل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زہ</w:t>
      </w:r>
      <w:r w:rsidR="005A2492">
        <w:rPr>
          <w:rtl/>
        </w:rPr>
        <w:t xml:space="preserve"> ہے،کہ </w:t>
      </w:r>
      <w:r w:rsidRPr="00816B77">
        <w:rPr>
          <w:rtl/>
          <w:lang w:bidi="ur-PK"/>
        </w:rPr>
        <w:t>ا</w:t>
      </w:r>
      <w:r w:rsidR="005A2492">
        <w:rPr>
          <w:rtl/>
        </w:rPr>
        <w:t>س طر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قے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وجود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بق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کو محفوظ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</w:t>
      </w:r>
      <w:r w:rsidR="005A2492">
        <w:rPr>
          <w:rFonts w:hint="eastAsia"/>
          <w:rtl/>
        </w:rPr>
        <w:t>ے</w:t>
      </w:r>
      <w:r w:rsidR="005A2492">
        <w:rPr>
          <w:rtl/>
        </w:rPr>
        <w:t>کچھ لوگوں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ہے کہ عورتوں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طب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طور پر م</w:t>
      </w:r>
      <w:r w:rsidRPr="00816B77">
        <w:rPr>
          <w:rtl/>
          <w:lang w:bidi="ur-PK"/>
        </w:rPr>
        <w:t>ا</w:t>
      </w:r>
      <w:r w:rsidR="005A2492">
        <w:rPr>
          <w:rtl/>
        </w:rPr>
        <w:t>ں بننے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شوق پ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سے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تشک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پر </w:t>
      </w:r>
      <w:r w:rsidRPr="00816B77">
        <w:rPr>
          <w:rtl/>
          <w:lang w:bidi="ur-PK"/>
        </w:rPr>
        <w:t>ا</w:t>
      </w:r>
      <w:r w:rsidR="005A2492">
        <w:rPr>
          <w:rtl/>
        </w:rPr>
        <w:t>بھ</w:t>
      </w:r>
      <w:r w:rsidRPr="00816B77">
        <w:rPr>
          <w:rtl/>
          <w:lang w:bidi="ur-PK"/>
        </w:rPr>
        <w:t>ا</w:t>
      </w:r>
      <w:r w:rsidR="005A2492">
        <w:rPr>
          <w:rtl/>
        </w:rPr>
        <w:t>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رجح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سب</w:t>
      </w:r>
      <w:r w:rsidR="00816B77" w:rsidRPr="00816B77">
        <w:rPr>
          <w:rtl/>
          <w:lang w:bidi="ur-PK"/>
        </w:rPr>
        <w:t>ا</w:t>
      </w:r>
      <w:r>
        <w:rPr>
          <w:rtl/>
        </w:rPr>
        <w:t>ب تو بن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علت ت</w:t>
      </w:r>
      <w:r w:rsidR="00816B77" w:rsidRPr="00816B77">
        <w:rPr>
          <w:rtl/>
          <w:lang w:bidi="ur-PK"/>
        </w:rPr>
        <w:t>ا</w:t>
      </w:r>
      <w:r>
        <w:rPr>
          <w:rtl/>
        </w:rPr>
        <w:t>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سے خ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ن 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Fonts w:hint="eastAsia"/>
          <w:rtl/>
        </w:rPr>
        <w:t>،پھر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لئے عشق و محبت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طل</w:t>
      </w:r>
      <w:r w:rsidR="00816B77" w:rsidRPr="00816B77">
        <w:rPr>
          <w:rtl/>
          <w:lang w:bidi="ur-PK"/>
        </w:rPr>
        <w:t>ا</w:t>
      </w:r>
      <w:r>
        <w:rPr>
          <w:rtl/>
        </w:rPr>
        <w:t>ق ن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س سے معلوم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کرنے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بھ</w:t>
      </w:r>
      <w:r>
        <w:rPr>
          <w:rFonts w:hint="cs"/>
          <w:rtl/>
        </w:rPr>
        <w:t>ی</w:t>
      </w:r>
      <w:r>
        <w:rPr>
          <w:rtl/>
        </w:rPr>
        <w:t xml:space="preserve"> علل و </w:t>
      </w:r>
      <w:r w:rsidR="00816B77" w:rsidRPr="00816B77">
        <w:rPr>
          <w:rtl/>
          <w:lang w:bidi="ur-PK"/>
        </w:rPr>
        <w:t>ا</w:t>
      </w:r>
      <w:r>
        <w:rPr>
          <w:rtl/>
        </w:rPr>
        <w:t>سب</w:t>
      </w:r>
      <w:r w:rsidR="00816B77" w:rsidRPr="00816B77">
        <w:rPr>
          <w:rtl/>
          <w:lang w:bidi="ur-PK"/>
        </w:rPr>
        <w:t>ا</w:t>
      </w:r>
      <w:r>
        <w:rPr>
          <w:rtl/>
        </w:rPr>
        <w:t>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B349E">
        <w:rPr>
          <w:rFonts w:hint="cs"/>
          <w:rtl/>
        </w:rPr>
        <w:t xml:space="preserve"> </w:t>
      </w:r>
      <w:r>
        <w:rPr>
          <w:rtl/>
        </w:rPr>
        <w:t>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:جس نے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نے </w:t>
      </w:r>
      <w:r w:rsidR="00816B77" w:rsidRPr="00816B77">
        <w:rPr>
          <w:rtl/>
          <w:lang w:bidi="ur-PK"/>
        </w:rPr>
        <w:t>ا</w:t>
      </w:r>
      <w:r>
        <w:rPr>
          <w:rtl/>
        </w:rPr>
        <w:t>دھ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Pr="007741D8">
        <w:rPr>
          <w:rStyle w:val="libFootnotenumChar"/>
          <w:rFonts w:hint="cs"/>
          <w:rtl/>
        </w:rPr>
        <w:t>(2)</w:t>
      </w:r>
    </w:p>
    <w:p w:rsidR="005A2492" w:rsidRDefault="005A2492" w:rsidP="005B364F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B364F" w:rsidRDefault="005A2492" w:rsidP="005B364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B364F">
        <w:rPr>
          <w:rtl/>
        </w:rPr>
        <w:t xml:space="preserve"> ب</w:t>
      </w:r>
      <w:r w:rsidR="00816B77" w:rsidRPr="00816B77">
        <w:rPr>
          <w:rtl/>
        </w:rPr>
        <w:t>ا</w:t>
      </w:r>
      <w:r w:rsidR="005B364F">
        <w:rPr>
          <w:rtl/>
        </w:rPr>
        <w:t>قر ع</w:t>
      </w:r>
      <w:r w:rsidR="00816B77" w:rsidRPr="00816B77">
        <w:rPr>
          <w:rtl/>
        </w:rPr>
        <w:t>ا</w:t>
      </w:r>
      <w:r w:rsidR="005B364F">
        <w:rPr>
          <w:rtl/>
        </w:rPr>
        <w:t>مل</w:t>
      </w:r>
      <w:r w:rsidR="005B364F">
        <w:rPr>
          <w:rFonts w:hint="cs"/>
          <w:rtl/>
        </w:rPr>
        <w:t>ی</w:t>
      </w:r>
      <w:r w:rsidR="005B364F">
        <w:rPr>
          <w:rtl/>
        </w:rPr>
        <w:t xml:space="preserve"> ؛حقوق خ</w:t>
      </w:r>
      <w:r w:rsidR="00816B77" w:rsidRPr="00816B77">
        <w:rPr>
          <w:rtl/>
        </w:rPr>
        <w:t>ا</w:t>
      </w:r>
      <w:r w:rsidR="005B364F">
        <w:rPr>
          <w:rtl/>
        </w:rPr>
        <w:t>نو</w:t>
      </w:r>
      <w:r w:rsidR="00816B77" w:rsidRPr="00816B77">
        <w:rPr>
          <w:rtl/>
        </w:rPr>
        <w:t>ا</w:t>
      </w:r>
      <w:r w:rsidR="005B364F">
        <w:rPr>
          <w:rtl/>
        </w:rPr>
        <w:t>دہ ،ص</w:t>
      </w:r>
      <w:r w:rsidR="00C15B30" w:rsidRPr="00C15B30">
        <w:rPr>
          <w:rFonts w:hint="cs"/>
          <w:rtl/>
        </w:rPr>
        <w:t>2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1</w:t>
      </w:r>
    </w:p>
    <w:p w:rsidR="005A2492" w:rsidRDefault="005A2492" w:rsidP="005B364F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5B364F" w:rsidRPr="005B364F">
        <w:rPr>
          <w:rtl/>
        </w:rPr>
        <w:t xml:space="preserve"> </w:t>
      </w:r>
      <w:r w:rsidR="005B364F">
        <w:rPr>
          <w:rtl/>
        </w:rPr>
        <w:t>مجلس</w:t>
      </w:r>
      <w:r w:rsidR="005B364F">
        <w:rPr>
          <w:rFonts w:hint="cs"/>
          <w:rtl/>
        </w:rPr>
        <w:t>ی</w:t>
      </w:r>
      <w:r w:rsidR="005B364F">
        <w:rPr>
          <w:rFonts w:hint="eastAsia"/>
          <w:rtl/>
        </w:rPr>
        <w:t>،محمد</w:t>
      </w:r>
      <w:r w:rsidR="005B364F">
        <w:rPr>
          <w:rtl/>
        </w:rPr>
        <w:t xml:space="preserve"> تق</w:t>
      </w:r>
      <w:r w:rsidR="005B364F">
        <w:rPr>
          <w:rFonts w:hint="cs"/>
          <w:rtl/>
        </w:rPr>
        <w:t>ی</w:t>
      </w:r>
      <w:r w:rsidR="005B364F">
        <w:rPr>
          <w:rFonts w:hint="eastAsia"/>
          <w:rtl/>
        </w:rPr>
        <w:t>؛</w:t>
      </w:r>
      <w:r w:rsidR="005B364F">
        <w:rPr>
          <w:rtl/>
        </w:rPr>
        <w:t xml:space="preserve"> روضة</w:t>
      </w:r>
      <w:r w:rsidR="00816B77" w:rsidRPr="00816B77">
        <w:rPr>
          <w:rtl/>
        </w:rPr>
        <w:t>ا</w:t>
      </w:r>
      <w:r w:rsidR="005B364F">
        <w:rPr>
          <w:rtl/>
        </w:rPr>
        <w:t>لمتق</w:t>
      </w:r>
      <w:r w:rsidR="005B364F">
        <w:rPr>
          <w:rFonts w:hint="cs"/>
          <w:rtl/>
        </w:rPr>
        <w:t>ی</w:t>
      </w:r>
      <w:r w:rsidR="005B364F">
        <w:rPr>
          <w:rFonts w:hint="eastAsia"/>
          <w:rtl/>
        </w:rPr>
        <w:t>ن،ج</w:t>
      </w:r>
      <w:r w:rsidR="00C15B30" w:rsidRPr="00C15B30">
        <w:rPr>
          <w:rFonts w:hint="cs"/>
          <w:rtl/>
        </w:rPr>
        <w:t>8</w:t>
      </w:r>
      <w:r w:rsidR="005B364F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38</w:t>
      </w:r>
    </w:p>
    <w:p w:rsidR="005A2492" w:rsidRPr="00E27FEA" w:rsidRDefault="005A2492" w:rsidP="00A60F54">
      <w:pPr>
        <w:pStyle w:val="libPoemTini"/>
        <w:rPr>
          <w:rtl/>
        </w:rPr>
      </w:pPr>
      <w:r w:rsidRPr="00E27FEA">
        <w:rPr>
          <w:rtl/>
        </w:rPr>
        <w:br w:type="page"/>
      </w:r>
    </w:p>
    <w:p w:rsidR="005A2492" w:rsidRDefault="005A2492" w:rsidP="005B364F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نوں کو لغزش، </w:t>
      </w:r>
      <w:r w:rsidR="00816B77" w:rsidRPr="00816B77">
        <w:rPr>
          <w:rtl/>
          <w:lang w:bidi="ur-PK"/>
        </w:rPr>
        <w:t>ا</w:t>
      </w:r>
      <w:r>
        <w:rPr>
          <w:rtl/>
        </w:rPr>
        <w:t>نحر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>ت،بے عفت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بر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سے بچ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حل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فطرت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جفت خو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ور جنس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</w:t>
      </w:r>
      <w:r w:rsidR="00816B77" w:rsidRPr="00816B77">
        <w:rPr>
          <w:rtl/>
          <w:lang w:bidi="ur-PK"/>
        </w:rPr>
        <w:t>ا</w:t>
      </w:r>
      <w:r>
        <w:rPr>
          <w:rtl/>
        </w:rPr>
        <w:t>ت ڈ</w:t>
      </w:r>
      <w:r w:rsidR="00816B77" w:rsidRPr="00816B77">
        <w:rPr>
          <w:rtl/>
          <w:lang w:bidi="ur-PK"/>
        </w:rPr>
        <w:t>ا</w:t>
      </w:r>
      <w:r>
        <w:rPr>
          <w:rtl/>
        </w:rPr>
        <w:t>ل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عنصر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جب تک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ہتے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تع</w:t>
      </w:r>
      <w:r w:rsidR="00816B77" w:rsidRPr="00816B77">
        <w:rPr>
          <w:rtl/>
          <w:lang w:bidi="ur-PK"/>
        </w:rPr>
        <w:t>ا</w:t>
      </w:r>
      <w:r>
        <w:rPr>
          <w:rtl/>
        </w:rPr>
        <w:t>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دونوں ن</w:t>
      </w:r>
      <w:r w:rsidR="00816B77" w:rsidRPr="00816B77">
        <w:rPr>
          <w:rtl/>
          <w:lang w:bidi="ur-PK"/>
        </w:rPr>
        <w:t>ا</w:t>
      </w:r>
      <w:r>
        <w:rPr>
          <w:rtl/>
        </w:rPr>
        <w:t>قص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مل کر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پہنچ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صرف دو فز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جسم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بطہ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ہے کہ جو 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عث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نہ صرف ظ</w:t>
      </w:r>
      <w:r w:rsidR="00816B77" w:rsidRPr="00816B77">
        <w:rPr>
          <w:rtl/>
          <w:lang w:bidi="ur-PK"/>
        </w:rPr>
        <w:t>ا</w:t>
      </w:r>
      <w:r>
        <w:rPr>
          <w:rtl/>
        </w:rPr>
        <w:t>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مور، جو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کرے </w:t>
      </w:r>
      <w:r w:rsidR="00816B77" w:rsidRPr="00816B77">
        <w:rPr>
          <w:rtl/>
          <w:lang w:bidi="ur-PK"/>
        </w:rPr>
        <w:t>ا</w:t>
      </w:r>
      <w:r>
        <w:rPr>
          <w:rtl/>
        </w:rPr>
        <w:t>س  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نکتہ چھپ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وہ 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ج</w:t>
      </w:r>
      <w:r>
        <w:rPr>
          <w:rtl/>
        </w:rPr>
        <w:t xml:space="preserve"> ہے کہ خ</w:t>
      </w:r>
      <w:r w:rsidR="00816B77" w:rsidRPr="00816B77">
        <w:rPr>
          <w:rtl/>
          <w:lang w:bidi="ur-PK"/>
        </w:rPr>
        <w:t>ا</w:t>
      </w:r>
      <w:r>
        <w:rPr>
          <w:rtl/>
        </w:rPr>
        <w:t>لق ک</w:t>
      </w:r>
      <w:r w:rsidR="00816B77" w:rsidRPr="00816B77">
        <w:rPr>
          <w:rtl/>
          <w:lang w:bidi="ur-PK"/>
        </w:rPr>
        <w:t>ا</w:t>
      </w:r>
      <w:r>
        <w:rPr>
          <w:rtl/>
        </w:rPr>
        <w:t>ئن</w:t>
      </w:r>
      <w:r w:rsidR="00816B77" w:rsidRPr="00816B77">
        <w:rPr>
          <w:rtl/>
          <w:lang w:bidi="ur-PK"/>
        </w:rPr>
        <w:t>ا</w:t>
      </w:r>
      <w:r>
        <w:rPr>
          <w:rtl/>
        </w:rPr>
        <w:t>ت نے تم</w:t>
      </w:r>
      <w:r w:rsidR="00816B77" w:rsidRPr="00816B77">
        <w:rPr>
          <w:rtl/>
          <w:lang w:bidi="ur-PK"/>
        </w:rPr>
        <w:t>ا</w:t>
      </w:r>
      <w:r>
        <w:rPr>
          <w:rtl/>
        </w:rPr>
        <w:t>م ج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روں کو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محت</w:t>
      </w:r>
      <w:r w:rsidR="00816B77" w:rsidRPr="00816B77">
        <w:rPr>
          <w:rtl/>
          <w:lang w:bidi="ur-PK"/>
        </w:rPr>
        <w:t>ا</w:t>
      </w:r>
      <w:r>
        <w:rPr>
          <w:rtl/>
        </w:rPr>
        <w:t>ج خلق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خلقت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بتد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جفت جفت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ہر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فطرت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بق 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جفت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ہمسر ک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 w:rsidR="00816B77" w:rsidRPr="00816B77">
        <w:rPr>
          <w:rtl/>
          <w:lang w:bidi="ur-PK"/>
        </w:rPr>
        <w:t>ا</w:t>
      </w:r>
      <w:r>
        <w:rPr>
          <w:rtl/>
        </w:rPr>
        <w:t>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دونوں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خ</w:t>
      </w:r>
      <w:r w:rsidR="00816B77" w:rsidRPr="00816B77">
        <w:rPr>
          <w:rtl/>
          <w:lang w:bidi="ur-PK"/>
        </w:rPr>
        <w:t>ا</w:t>
      </w:r>
      <w:r>
        <w:rPr>
          <w:rtl/>
        </w:rPr>
        <w:t>ص طوروطر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فطر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نج</w:t>
      </w:r>
      <w:r w:rsidR="00816B77" w:rsidRPr="00816B77">
        <w:rPr>
          <w:rtl/>
          <w:lang w:bidi="ur-PK"/>
        </w:rPr>
        <w:t>ا</w:t>
      </w:r>
      <w:r>
        <w:rPr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نت</w:t>
      </w:r>
      <w:r>
        <w:rPr>
          <w:rFonts w:hint="cs"/>
          <w:rtl/>
        </w:rPr>
        <w:t>ی</w:t>
      </w:r>
      <w:r>
        <w:rPr>
          <w:rFonts w:hint="eastAsia"/>
          <w:rtl/>
        </w:rPr>
        <w:t>جت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ک</w:t>
      </w:r>
      <w:r w:rsidR="00816B77" w:rsidRPr="00816B77">
        <w:rPr>
          <w:rtl/>
          <w:lang w:bidi="ur-PK"/>
        </w:rPr>
        <w:t>ا</w:t>
      </w:r>
      <w:r>
        <w:rPr>
          <w:rtl/>
        </w:rPr>
        <w:t>مل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قر</w:t>
      </w:r>
      <w:r w:rsidR="00816B77" w:rsidRPr="00816B77">
        <w:rPr>
          <w:rtl/>
          <w:lang w:bidi="ur-PK"/>
        </w:rPr>
        <w:t>ا</w:t>
      </w:r>
      <w:r>
        <w:rPr>
          <w:rtl/>
        </w:rPr>
        <w:t>ن کہہ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Pr="00CD0F9A">
        <w:rPr>
          <w:rStyle w:val="libAieChar"/>
          <w:rtl/>
        </w:rPr>
        <w:t>وَخَلَق</w:t>
      </w:r>
      <w:r w:rsidRPr="00CD0F9A">
        <w:rPr>
          <w:rStyle w:val="libAieChar"/>
          <w:rFonts w:hint="cs"/>
          <w:rtl/>
        </w:rPr>
        <w:t>ْنَ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كُ</w:t>
      </w:r>
      <w:r w:rsidRPr="00CD0F9A">
        <w:rPr>
          <w:rStyle w:val="libAieChar"/>
          <w:rFonts w:hint="eastAsia"/>
          <w:rtl/>
        </w:rPr>
        <w:t>م</w:t>
      </w:r>
      <w:r w:rsidRPr="00CD0F9A">
        <w:rPr>
          <w:rStyle w:val="libAieChar"/>
          <w:rFonts w:hint="cs"/>
          <w:rtl/>
        </w:rPr>
        <w:t>ْ</w:t>
      </w:r>
      <w:r w:rsidRPr="00CD0F9A">
        <w:rPr>
          <w:rStyle w:val="libAieChar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زْوَ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جً</w:t>
      </w:r>
      <w:r w:rsidR="00CF3D62" w:rsidRPr="00CF3D62">
        <w:rPr>
          <w:rStyle w:val="libAieChar"/>
          <w:rFonts w:hint="cs"/>
          <w:rtl/>
        </w:rPr>
        <w:t>ا</w:t>
      </w:r>
      <w:r w:rsidRPr="00E67D25">
        <w:rPr>
          <w:rFonts w:hint="cs"/>
          <w:rtl/>
        </w:rPr>
        <w:t xml:space="preserve">  کہ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جفت جفت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Pr="007741D8">
        <w:rPr>
          <w:rStyle w:val="libFootnotenumChar"/>
          <w:rFonts w:hint="cs"/>
          <w:rtl/>
        </w:rPr>
        <w:t>(1)</w:t>
      </w:r>
      <w:r w:rsidRPr="00CD0F9A">
        <w:rPr>
          <w:rStyle w:val="libAieChar"/>
          <w:rFonts w:hint="eastAsia"/>
          <w:rtl/>
        </w:rPr>
        <w:t>وَمِن</w:t>
      </w:r>
      <w:r w:rsidRPr="00CD0F9A">
        <w:rPr>
          <w:rStyle w:val="libAieChar"/>
          <w:rFonts w:hint="cs"/>
          <w:rtl/>
        </w:rPr>
        <w:t>ْ</w:t>
      </w:r>
      <w:r w:rsidRPr="00CD0F9A">
        <w:rPr>
          <w:rStyle w:val="libAieChar"/>
          <w:rtl/>
        </w:rPr>
        <w:t xml:space="preserve"> </w:t>
      </w:r>
      <w:r w:rsidR="00CF3D62" w:rsidRPr="00CF3D62">
        <w:rPr>
          <w:rStyle w:val="libAieChar"/>
          <w:rtl/>
        </w:rPr>
        <w:t>ا</w:t>
      </w:r>
      <w:r w:rsidRPr="00CD0F9A">
        <w:rPr>
          <w:rStyle w:val="libAieChar"/>
          <w:rFonts w:hint="cs"/>
          <w:rtl/>
        </w:rPr>
        <w:t>يَ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تِهِ 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نْ خَلَقَ لَكُم مِّنْ 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نفُسِكُمْ 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زْوَ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جً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 لِّتَسْكُنُو</w:t>
      </w:r>
      <w:r w:rsidR="00CF3D62" w:rsidRPr="00CF3D62">
        <w:rPr>
          <w:rStyle w:val="libAieChar"/>
          <w:rFonts w:hint="cs"/>
          <w:rtl/>
        </w:rPr>
        <w:t>اا</w:t>
      </w:r>
      <w:r w:rsidRPr="00CD0F9A">
        <w:rPr>
          <w:rStyle w:val="libAieChar"/>
          <w:rFonts w:hint="cs"/>
          <w:rtl/>
        </w:rPr>
        <w:t>لَيْهَ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 وَجَعَلَ َ يْنَكُم مَّوَدَّةً وَرَحْمَةً 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نَّ فِي </w:t>
      </w:r>
      <w:r w:rsidRPr="00CD0F9A">
        <w:rPr>
          <w:rStyle w:val="libAieChar"/>
          <w:rtl/>
        </w:rPr>
        <w:t>ذَلِ</w:t>
      </w:r>
      <w:r w:rsidRPr="00CD0F9A">
        <w:rPr>
          <w:rStyle w:val="libAieChar"/>
          <w:rFonts w:hint="cs"/>
          <w:rtl/>
        </w:rPr>
        <w:t>كَ لَ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يَ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تٍ لِّقَوْمٍ يَتَفَكَّرُونَ</w:t>
      </w:r>
      <w:r w:rsidRPr="00E67D25">
        <w:rPr>
          <w:rFonts w:hint="cs"/>
          <w:rtl/>
        </w:rPr>
        <w:t xml:space="preserve"> </w:t>
      </w:r>
      <w:r w:rsidRPr="007741D8">
        <w:rPr>
          <w:rStyle w:val="libFootnotenumChar"/>
          <w:rFonts w:hint="cs"/>
          <w:rtl/>
        </w:rPr>
        <w:t>(2)</w:t>
      </w: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تمہ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ہمسر خلق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سکون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بنے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محبت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"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5B364F">
      <w:pPr>
        <w:pStyle w:val="libAie"/>
      </w:pPr>
      <w:r>
        <w:rPr>
          <w:rFonts w:hint="eastAsia"/>
          <w:rtl/>
        </w:rPr>
        <w:t>وَ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خَلَقَ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 مِّن تُرَ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بٍ ثُمَّ مِن نُّط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فَةٍ ثُمَّ جَعَلَ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ز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جً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 </w:t>
      </w:r>
      <w:r w:rsidRPr="007741D8">
        <w:rPr>
          <w:rStyle w:val="libFootnotenumChar"/>
          <w:rFonts w:hint="cs"/>
          <w:rtl/>
        </w:rPr>
        <w:t>(3)</w:t>
      </w:r>
      <w:r>
        <w:rPr>
          <w:rtl/>
        </w:rPr>
        <w:t>"</w:t>
      </w:r>
      <w:r w:rsidRPr="005B364F">
        <w:rPr>
          <w:rStyle w:val="libNormalChar"/>
          <w:rFonts w:hint="cs"/>
          <w:rtl/>
        </w:rPr>
        <w:t>ی</w:t>
      </w:r>
      <w:r w:rsidRPr="005B364F">
        <w:rPr>
          <w:rStyle w:val="libNormalChar"/>
          <w:rFonts w:hint="eastAsia"/>
          <w:rtl/>
        </w:rPr>
        <w:t>عن</w:t>
      </w:r>
      <w:r w:rsidRPr="005B364F">
        <w:rPr>
          <w:rStyle w:val="libNormalChar"/>
          <w:rFonts w:hint="cs"/>
          <w:rtl/>
        </w:rPr>
        <w:t>ی</w:t>
      </w:r>
      <w:r w:rsidRPr="005B364F">
        <w:rPr>
          <w:rStyle w:val="libNormalChar"/>
          <w:rtl/>
        </w:rPr>
        <w:t xml:space="preserve"> خد</w:t>
      </w:r>
      <w:r w:rsidR="00816B77" w:rsidRPr="00816B77">
        <w:rPr>
          <w:rStyle w:val="libNormalChar"/>
          <w:rtl/>
          <w:lang w:bidi="ur-PK"/>
        </w:rPr>
        <w:t>ا</w:t>
      </w:r>
      <w:r w:rsidRPr="005B364F">
        <w:rPr>
          <w:rStyle w:val="libNormalChar"/>
          <w:rtl/>
        </w:rPr>
        <w:t xml:space="preserve"> نے تمہ</w:t>
      </w:r>
      <w:r w:rsidRPr="005B364F">
        <w:rPr>
          <w:rStyle w:val="libNormalChar"/>
          <w:rFonts w:hint="cs"/>
          <w:rtl/>
        </w:rPr>
        <w:t>ی</w:t>
      </w:r>
      <w:r w:rsidRPr="005B364F">
        <w:rPr>
          <w:rStyle w:val="libNormalChar"/>
          <w:rFonts w:hint="eastAsia"/>
          <w:rtl/>
        </w:rPr>
        <w:t>ں</w:t>
      </w:r>
      <w:r w:rsidRPr="005B364F">
        <w:rPr>
          <w:rStyle w:val="libNormalChar"/>
          <w:rtl/>
        </w:rPr>
        <w:t xml:space="preserve"> مٹ</w:t>
      </w:r>
      <w:r w:rsidRPr="005B364F">
        <w:rPr>
          <w:rStyle w:val="libNormalChar"/>
          <w:rFonts w:hint="cs"/>
          <w:rtl/>
        </w:rPr>
        <w:t>ی</w:t>
      </w:r>
      <w:r w:rsidRPr="005B364F">
        <w:rPr>
          <w:rStyle w:val="libNormalChar"/>
          <w:rtl/>
        </w:rPr>
        <w:t xml:space="preserve"> سے پ</w:t>
      </w:r>
      <w:r w:rsidRPr="005B364F">
        <w:rPr>
          <w:rStyle w:val="libNormalChar"/>
          <w:rFonts w:hint="cs"/>
          <w:rtl/>
        </w:rPr>
        <w:t>ی</w:t>
      </w:r>
      <w:r w:rsidRPr="005B364F">
        <w:rPr>
          <w:rStyle w:val="libNormalChar"/>
          <w:rFonts w:hint="eastAsia"/>
          <w:rtl/>
        </w:rPr>
        <w:t>د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5B364F">
        <w:rPr>
          <w:rStyle w:val="libNormalChar"/>
          <w:rtl/>
        </w:rPr>
        <w:t xml:space="preserve"> ک</w:t>
      </w:r>
      <w:r w:rsidRPr="005B364F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5B364F">
        <w:rPr>
          <w:rStyle w:val="libNormalChar"/>
          <w:rFonts w:hint="eastAsia"/>
          <w:rtl/>
        </w:rPr>
        <w:t>پھر</w:t>
      </w:r>
      <w:r w:rsidRPr="005B364F">
        <w:rPr>
          <w:rStyle w:val="libNormalChar"/>
          <w:rtl/>
        </w:rPr>
        <w:t xml:space="preserve"> نطفہ سے </w:t>
      </w:r>
      <w:r w:rsidR="00816B77" w:rsidRPr="00816B77">
        <w:rPr>
          <w:rStyle w:val="libNormalChar"/>
          <w:rtl/>
          <w:lang w:bidi="ur-PK"/>
        </w:rPr>
        <w:t>ا</w:t>
      </w:r>
      <w:r w:rsidRPr="005B364F">
        <w:rPr>
          <w:rStyle w:val="libNormalChar"/>
          <w:rtl/>
        </w:rPr>
        <w:t>ور پھر جفت جفت قر</w:t>
      </w:r>
      <w:r w:rsidR="00816B77" w:rsidRPr="00816B77">
        <w:rPr>
          <w:rStyle w:val="libNormalChar"/>
          <w:rtl/>
          <w:lang w:bidi="ur-PK"/>
        </w:rPr>
        <w:t>ا</w:t>
      </w:r>
      <w:r w:rsidRPr="005B364F">
        <w:rPr>
          <w:rStyle w:val="libNormalChar"/>
          <w:rtl/>
        </w:rPr>
        <w:t>ر د</w:t>
      </w:r>
      <w:r w:rsidRPr="005B364F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5B364F">
        <w:rPr>
          <w:rStyle w:val="libNormalChar"/>
          <w:rtl/>
        </w:rPr>
        <w:t>"</w:t>
      </w:r>
    </w:p>
    <w:p w:rsidR="005A2492" w:rsidRDefault="005A2492" w:rsidP="005B364F">
      <w:pPr>
        <w:pStyle w:val="Heading1"/>
        <w:rPr>
          <w:rtl/>
        </w:rPr>
      </w:pPr>
      <w:bookmarkStart w:id="2" w:name="_Toc39319042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ئش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وجوہ</w:t>
      </w:r>
      <w:r w:rsidR="00816B77" w:rsidRPr="00816B77">
        <w:rPr>
          <w:rtl/>
          <w:lang w:bidi="ur-PK"/>
        </w:rPr>
        <w:t>ا</w:t>
      </w:r>
      <w:r>
        <w:rPr>
          <w:rtl/>
        </w:rPr>
        <w:t>ت:</w:t>
      </w:r>
      <w:bookmarkEnd w:id="2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چونکہ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>پ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محبت ہے </w:t>
      </w:r>
      <w:r w:rsidRPr="00816B77">
        <w:rPr>
          <w:rtl/>
          <w:lang w:bidi="ur-PK"/>
        </w:rPr>
        <w:t>ا</w:t>
      </w:r>
      <w:r w:rsidR="005A2492">
        <w:rPr>
          <w:rtl/>
        </w:rPr>
        <w:t>س لئے چ</w:t>
      </w:r>
      <w:r w:rsidRPr="00816B77">
        <w:rPr>
          <w:rtl/>
          <w:lang w:bidi="ur-PK"/>
        </w:rPr>
        <w:t>ا</w:t>
      </w:r>
      <w:r w:rsidR="005A2492">
        <w:rPr>
          <w:rtl/>
        </w:rPr>
        <w:t>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جتن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ہوسکے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نعمتوں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ستف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دہ کرے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گز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رنے کے لئے </w:t>
      </w:r>
      <w:r w:rsidRPr="00816B77">
        <w:rPr>
          <w:rtl/>
          <w:lang w:bidi="ur-PK"/>
        </w:rPr>
        <w:t>ا</w:t>
      </w:r>
      <w:r w:rsidR="005A2492">
        <w:rPr>
          <w:rtl/>
        </w:rPr>
        <w:t>ن وس</w:t>
      </w:r>
      <w:r w:rsidRPr="00816B77">
        <w:rPr>
          <w:rtl/>
          <w:lang w:bidi="ur-PK"/>
        </w:rPr>
        <w:t>ا</w:t>
      </w:r>
      <w:r w:rsidR="005A2492">
        <w:rPr>
          <w:rtl/>
        </w:rPr>
        <w:t>ئل سے 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ئدہ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tl/>
        </w:rPr>
        <w:t>ئے،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جس طرح بچہ بغ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کے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ج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رکھ سکت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ت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مس</w:t>
      </w:r>
      <w:r w:rsidRPr="00816B77">
        <w:rPr>
          <w:rtl/>
          <w:lang w:bidi="ur-PK"/>
        </w:rPr>
        <w:t>ا</w:t>
      </w:r>
      <w:r w:rsidR="005A2492">
        <w:rPr>
          <w:rtl/>
        </w:rPr>
        <w:t>ئل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مق</w:t>
      </w:r>
      <w:r w:rsidRPr="00816B77">
        <w:rPr>
          <w:rtl/>
          <w:lang w:bidi="ur-PK"/>
        </w:rPr>
        <w:t>ا</w:t>
      </w:r>
      <w:r w:rsidR="005A2492">
        <w:rPr>
          <w:rtl/>
        </w:rPr>
        <w:t>بلہ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 سکت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،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</w:p>
    <w:p w:rsidR="005A2492" w:rsidRDefault="005A2492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A2492" w:rsidRDefault="005A2492" w:rsidP="005B364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B364F">
        <w:rPr>
          <w:rtl/>
        </w:rPr>
        <w:t xml:space="preserve"> ورہ  نب</w:t>
      </w:r>
      <w:r w:rsidR="00816B77" w:rsidRPr="00816B77">
        <w:rPr>
          <w:rtl/>
        </w:rPr>
        <w:t>ا</w:t>
      </w:r>
      <w:r w:rsidR="005B364F">
        <w:rPr>
          <w:rtl/>
        </w:rPr>
        <w:t>ٔ</w:t>
      </w:r>
      <w:r w:rsidR="00C15B30" w:rsidRPr="00C15B30">
        <w:rPr>
          <w:rFonts w:hint="cs"/>
          <w:rtl/>
        </w:rPr>
        <w:t>8</w:t>
      </w:r>
      <w:r>
        <w:rPr>
          <w:rFonts w:hint="cs"/>
          <w:rtl/>
        </w:rPr>
        <w:t>(2):-</w:t>
      </w:r>
      <w:r w:rsidR="005B364F" w:rsidRPr="005B364F">
        <w:rPr>
          <w:rtl/>
        </w:rPr>
        <w:t xml:space="preserve"> </w:t>
      </w:r>
      <w:r w:rsidR="005B364F">
        <w:rPr>
          <w:rtl/>
        </w:rPr>
        <w:t>سورہ  روم</w:t>
      </w:r>
      <w:r w:rsidR="00C15B30" w:rsidRPr="00C15B30">
        <w:rPr>
          <w:rFonts w:hint="cs"/>
          <w:rtl/>
        </w:rPr>
        <w:t>21</w:t>
      </w:r>
      <w:r>
        <w:rPr>
          <w:rFonts w:hint="cs"/>
          <w:rtl/>
        </w:rPr>
        <w:t>(3):-</w:t>
      </w:r>
      <w:r w:rsidR="005B364F" w:rsidRPr="005B364F">
        <w:rPr>
          <w:rtl/>
        </w:rPr>
        <w:t xml:space="preserve"> </w:t>
      </w:r>
      <w:r w:rsidR="005B364F">
        <w:rPr>
          <w:rtl/>
        </w:rPr>
        <w:t>ف</w:t>
      </w:r>
      <w:r w:rsidR="00816B77" w:rsidRPr="00816B77">
        <w:rPr>
          <w:rtl/>
        </w:rPr>
        <w:t>ا</w:t>
      </w:r>
      <w:r w:rsidR="005B364F">
        <w:rPr>
          <w:rtl/>
        </w:rPr>
        <w:t>طر</w:t>
      </w:r>
      <w:r w:rsidR="00C15B30" w:rsidRPr="00C15B30">
        <w:rPr>
          <w:rFonts w:hint="cs"/>
          <w:rtl/>
        </w:rPr>
        <w:t>11</w:t>
      </w:r>
    </w:p>
    <w:p w:rsidR="005A2492" w:rsidRPr="005B364F" w:rsidRDefault="005A2492" w:rsidP="00A60F54">
      <w:pPr>
        <w:pStyle w:val="libPoemTini"/>
        <w:rPr>
          <w:rtl/>
        </w:rPr>
      </w:pPr>
      <w:r w:rsidRPr="005B364F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وجہ سے وہ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رنے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ستعد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ور صل</w:t>
      </w:r>
      <w:r w:rsidR="00816B77" w:rsidRPr="00816B77">
        <w:rPr>
          <w:rtl/>
          <w:lang w:bidi="ur-PK"/>
        </w:rPr>
        <w:t>ا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>بق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زم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دوسر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مستر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م،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tl/>
        </w:rPr>
        <w:t>ک دفتر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دوسر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ہسپت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جب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رومد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تع</w:t>
      </w:r>
      <w:r w:rsidR="00816B77" w:rsidRPr="00816B77">
        <w:rPr>
          <w:rtl/>
          <w:lang w:bidi="ur-PK"/>
        </w:rPr>
        <w:t>ا</w:t>
      </w:r>
      <w:r>
        <w:rPr>
          <w:rtl/>
        </w:rPr>
        <w:t>ون پر ہے تو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فذ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کہ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 w:rsidR="00816B77" w:rsidRPr="00816B77">
        <w:rPr>
          <w:rtl/>
          <w:lang w:bidi="ur-PK"/>
        </w:rPr>
        <w:t>ا</w:t>
      </w:r>
      <w:r>
        <w:rPr>
          <w:rtl/>
        </w:rPr>
        <w:t>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 ہو</w:t>
      </w:r>
    </w:p>
    <w:p w:rsidR="005A2492" w:rsidRDefault="005A2492" w:rsidP="006F69FB">
      <w:pPr>
        <w:pStyle w:val="Heading1"/>
        <w:rPr>
          <w:rtl/>
        </w:rPr>
      </w:pPr>
      <w:bookmarkStart w:id="3" w:name="_Toc393190428"/>
      <w:r>
        <w:rPr>
          <w:rFonts w:hint="eastAsia"/>
          <w:rtl/>
        </w:rPr>
        <w:t>حقوق</w:t>
      </w:r>
      <w:r>
        <w:rPr>
          <w:rtl/>
        </w:rPr>
        <w:t xml:space="preserve"> کے م</w:t>
      </w:r>
      <w:r w:rsidR="00816B77" w:rsidRPr="00816B77">
        <w:rPr>
          <w:rtl/>
          <w:lang w:bidi="ur-PK"/>
        </w:rPr>
        <w:t>ا</w:t>
      </w:r>
      <w:r>
        <w:rPr>
          <w:rtl/>
        </w:rPr>
        <w:t>خذ</w:t>
      </w:r>
      <w:bookmarkEnd w:id="3"/>
    </w:p>
    <w:p w:rsidR="005A2492" w:rsidRDefault="005A2492" w:rsidP="00A17E0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نشوروں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ہے کہ ق</w:t>
      </w:r>
      <w:r w:rsidR="00816B77" w:rsidRPr="00816B77">
        <w:rPr>
          <w:rtl/>
          <w:lang w:bidi="ur-PK"/>
        </w:rPr>
        <w:t>ا</w:t>
      </w:r>
      <w:r>
        <w:rPr>
          <w:rtl/>
        </w:rPr>
        <w:t>نون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Fonts w:hint="cs"/>
          <w:rtl/>
          <w:lang w:bidi="ur-PK"/>
        </w:rPr>
        <w:t>ا</w:t>
      </w:r>
      <w:r w:rsidRPr="00E67D25">
        <w:rPr>
          <w:rFonts w:hint="cs"/>
          <w:rtl/>
        </w:rPr>
        <w:t>خذ عقل ہے کہ ہم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عقل لوگوں کے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چھے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برے </w:t>
      </w:r>
      <w:r w:rsidR="00816B77" w:rsidRPr="00816B77">
        <w:rPr>
          <w:rtl/>
          <w:lang w:bidi="ur-PK"/>
        </w:rPr>
        <w:t>ا</w:t>
      </w:r>
      <w:r>
        <w:rPr>
          <w:rtl/>
        </w:rPr>
        <w:t>عم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عقل کہت</w:t>
      </w:r>
      <w:r>
        <w:rPr>
          <w:rFonts w:hint="cs"/>
          <w:rtl/>
        </w:rPr>
        <w:t>ی</w:t>
      </w:r>
      <w:r>
        <w:rPr>
          <w:rtl/>
        </w:rPr>
        <w:t xml:space="preserve"> ہے کہ بر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رغبت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>چ</w:t>
      </w:r>
      <w:r w:rsidR="00816B77" w:rsidRPr="00816B77">
        <w:rPr>
          <w:rtl/>
          <w:lang w:bidi="ur-PK"/>
        </w:rPr>
        <w:t>ا</w:t>
      </w:r>
      <w:r>
        <w:rPr>
          <w:rtl/>
        </w:rPr>
        <w:t>ہئے</w:t>
      </w:r>
      <w:r>
        <w:rPr>
          <w:rFonts w:hint="eastAsia"/>
          <w:rtl/>
        </w:rPr>
        <w:t>بعض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</w:t>
      </w:r>
      <w:r w:rsidR="00816B77" w:rsidRPr="00816B77">
        <w:rPr>
          <w:rtl/>
          <w:lang w:bidi="ur-PK"/>
        </w:rPr>
        <w:t>ا</w:t>
      </w:r>
      <w:r>
        <w:rPr>
          <w:rtl/>
        </w:rPr>
        <w:t>نون خ</w:t>
      </w:r>
      <w:r w:rsidR="00816B77" w:rsidRPr="00816B77">
        <w:rPr>
          <w:rtl/>
          <w:lang w:bidi="ur-PK"/>
        </w:rPr>
        <w:t>ا</w:t>
      </w:r>
      <w:r>
        <w:rPr>
          <w:rtl/>
        </w:rPr>
        <w:t>لق ک</w:t>
      </w:r>
      <w:r w:rsidR="00816B77" w:rsidRPr="00816B77">
        <w:rPr>
          <w:rtl/>
          <w:lang w:bidi="ur-PK"/>
        </w:rPr>
        <w:t>ا</w:t>
      </w:r>
      <w:r>
        <w:rPr>
          <w:rtl/>
        </w:rPr>
        <w:t>ئن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طرف سے ع</w:t>
      </w:r>
      <w:r w:rsidR="00816B77" w:rsidRPr="00816B77">
        <w:rPr>
          <w:rtl/>
          <w:lang w:bidi="ur-PK"/>
        </w:rPr>
        <w:t>ا</w:t>
      </w:r>
      <w:r>
        <w:rPr>
          <w:rtl/>
        </w:rPr>
        <w:t>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بن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جسے </w:t>
      </w:r>
      <w:r w:rsidR="00816B77" w:rsidRPr="00816B77">
        <w:rPr>
          <w:rtl/>
          <w:lang w:bidi="ur-PK"/>
        </w:rPr>
        <w:t>ا</w:t>
      </w:r>
      <w:r>
        <w:rPr>
          <w:rtl/>
        </w:rPr>
        <w:t>نب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ء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 لوگوں  پر ن</w:t>
      </w:r>
      <w:r w:rsidR="00816B77" w:rsidRPr="00816B77">
        <w:rPr>
          <w:rtl/>
          <w:lang w:bidi="ur-PK"/>
        </w:rPr>
        <w:t>ا</w:t>
      </w:r>
      <w:r>
        <w:rPr>
          <w:rtl/>
        </w:rPr>
        <w:t>فذ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دونوں نظر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کے م</w:t>
      </w:r>
      <w:r w:rsidR="00816B77" w:rsidRPr="00816B77">
        <w:rPr>
          <w:rtl/>
          <w:lang w:bidi="ur-PK"/>
        </w:rPr>
        <w:t>ا</w:t>
      </w:r>
      <w:r>
        <w:rPr>
          <w:rtl/>
        </w:rPr>
        <w:t>ننے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لوں نے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</w:t>
      </w:r>
      <w:r w:rsidR="00816B77" w:rsidRPr="00816B77">
        <w:rPr>
          <w:rtl/>
          <w:lang w:bidi="ur-PK"/>
        </w:rPr>
        <w:t>ا</w:t>
      </w:r>
      <w:r>
        <w:rPr>
          <w:rtl/>
        </w:rPr>
        <w:t>پنے دعوے کوث</w:t>
      </w:r>
      <w:r w:rsidR="00816B77" w:rsidRPr="00816B77">
        <w:rPr>
          <w:rtl/>
          <w:lang w:bidi="ur-PK"/>
        </w:rPr>
        <w:t>ا</w:t>
      </w:r>
      <w:r>
        <w:rPr>
          <w:rtl/>
        </w:rPr>
        <w:t>بت کرنے کے لئے مختلف دل</w:t>
      </w:r>
      <w:r w:rsidR="00816B77" w:rsidRPr="00816B77">
        <w:rPr>
          <w:rtl/>
          <w:lang w:bidi="ur-PK"/>
        </w:rPr>
        <w:t>ا</w:t>
      </w:r>
      <w:r>
        <w:rPr>
          <w:rtl/>
        </w:rPr>
        <w:t>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ںہم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سرچشمہ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نے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خود تع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ہے جو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فع</w:t>
      </w:r>
      <w:r w:rsidR="00816B77" w:rsidRPr="00816B77">
        <w:rPr>
          <w:rtl/>
          <w:lang w:bidi="ur-PK"/>
        </w:rPr>
        <w:t>ا</w:t>
      </w:r>
      <w:r>
        <w:rPr>
          <w:rtl/>
        </w:rPr>
        <w:t>ل کے مص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لح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مف</w:t>
      </w:r>
      <w:r w:rsidR="00816B77" w:rsidRPr="00816B77">
        <w:rPr>
          <w:rtl/>
          <w:lang w:bidi="ur-PK"/>
        </w:rPr>
        <w:t>ا</w:t>
      </w:r>
      <w:r>
        <w:rPr>
          <w:rtl/>
        </w:rPr>
        <w:t>سد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</w:t>
      </w:r>
      <w:r w:rsidR="00816B77" w:rsidRPr="00816B77">
        <w:rPr>
          <w:rtl/>
          <w:lang w:bidi="ur-PK"/>
        </w:rPr>
        <w:t>ا</w:t>
      </w:r>
      <w:r>
        <w:rPr>
          <w:rtl/>
        </w:rPr>
        <w:t>ہ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قو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فت</w:t>
      </w:r>
      <w:r>
        <w:rPr>
          <w:rtl/>
        </w:rPr>
        <w:t xml:space="preserve"> کرنے کے لئے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>بق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منبع </w:t>
      </w:r>
      <w:r w:rsidR="00816B77" w:rsidRPr="00816B77">
        <w:rPr>
          <w:rtl/>
          <w:lang w:bidi="ur-PK"/>
        </w:rPr>
        <w:t>ا</w:t>
      </w:r>
      <w:r>
        <w:rPr>
          <w:rtl/>
        </w:rPr>
        <w:t>ور س</w:t>
      </w:r>
      <w:r>
        <w:rPr>
          <w:rFonts w:hint="eastAsia"/>
          <w:rtl/>
        </w:rPr>
        <w:t>رچشمہ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2492" w:rsidRDefault="00C15B30" w:rsidP="006F69FB">
      <w:pPr>
        <w:pStyle w:val="Heading1"/>
        <w:rPr>
          <w:rtl/>
        </w:rPr>
      </w:pPr>
      <w:bookmarkStart w:id="4" w:name="_Toc393190429"/>
      <w:r w:rsidRPr="00C15B30">
        <w:rPr>
          <w:rFonts w:hint="cs"/>
          <w:rtl/>
          <w:lang w:bidi="ur-PK"/>
        </w:rPr>
        <w:t>1</w:t>
      </w:r>
      <w:r w:rsidR="007B6DC7">
        <w:rPr>
          <w:rFonts w:hint="cs"/>
          <w:rtl/>
          <w:lang w:bidi="ur-PK"/>
        </w:rPr>
        <w:t>:-</w:t>
      </w:r>
      <w:r w:rsidR="005A2492">
        <w:rPr>
          <w:rFonts w:hint="cs"/>
          <w:rtl/>
        </w:rPr>
        <w:t>قر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>ن مجی</w:t>
      </w:r>
      <w:r w:rsidR="005A2492">
        <w:rPr>
          <w:rFonts w:hint="eastAsia"/>
          <w:rtl/>
        </w:rPr>
        <w:t>د</w:t>
      </w:r>
      <w:bookmarkEnd w:id="4"/>
    </w:p>
    <w:p w:rsidR="006F69FB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حقوق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نچ سو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حک</w:t>
      </w:r>
      <w:r w:rsidR="00816B77" w:rsidRPr="00816B77">
        <w:rPr>
          <w:rtl/>
          <w:lang w:bidi="ur-PK"/>
        </w:rPr>
        <w:t>ا</w:t>
      </w:r>
      <w:r>
        <w:rPr>
          <w:rtl/>
        </w:rPr>
        <w:t>م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ہےقر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ہے جو حق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16B77" w:rsidRPr="00816B77">
        <w:rPr>
          <w:rtl/>
          <w:lang w:bidi="ur-PK"/>
        </w:rPr>
        <w:t>ا</w:t>
      </w:r>
      <w:r>
        <w:rPr>
          <w:rtl/>
        </w:rPr>
        <w:t>طل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فرق کو و</w:t>
      </w:r>
      <w:r w:rsidR="00816B77" w:rsidRPr="00816B77">
        <w:rPr>
          <w:rtl/>
          <w:lang w:bidi="ur-PK"/>
        </w:rPr>
        <w:t>ا</w:t>
      </w:r>
      <w:r>
        <w:rPr>
          <w:rtl/>
        </w:rPr>
        <w:t>ضح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 ہد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پہنچنے کے لئے محکم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ہے،جو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>بق عمل کرے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جرملے گ</w:t>
      </w:r>
      <w:r w:rsidR="00816B77" w:rsidRPr="00816B77">
        <w:rPr>
          <w:rtl/>
          <w:lang w:bidi="ur-PK"/>
        </w:rPr>
        <w:t>ا</w:t>
      </w:r>
      <w:r>
        <w:rPr>
          <w:rtl/>
        </w:rPr>
        <w:t>،</w:t>
      </w:r>
      <w:r w:rsidR="00816B77" w:rsidRPr="00816B77">
        <w:rPr>
          <w:rtl/>
          <w:lang w:bidi="ur-PK"/>
        </w:rPr>
        <w:t>ا</w:t>
      </w:r>
      <w:r>
        <w:rPr>
          <w:rtl/>
        </w:rPr>
        <w:t>ور ج</w:t>
      </w:r>
      <w:r>
        <w:rPr>
          <w:rFonts w:hint="eastAsia"/>
          <w:rtl/>
        </w:rPr>
        <w:t>س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کت</w:t>
      </w:r>
      <w:r w:rsidR="00816B77" w:rsidRPr="00816B77">
        <w:rPr>
          <w:rtl/>
          <w:lang w:bidi="ur-PK"/>
        </w:rPr>
        <w:t>ا</w:t>
      </w:r>
      <w:r>
        <w:rPr>
          <w:rtl/>
        </w:rPr>
        <w:t>ب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>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عدل سے ک</w:t>
      </w:r>
      <w:r w:rsidR="00816B77" w:rsidRPr="00816B77">
        <w:rPr>
          <w:rtl/>
          <w:lang w:bidi="ur-PK"/>
        </w:rPr>
        <w:t>ا</w:t>
      </w:r>
      <w:r>
        <w:rPr>
          <w:rtl/>
        </w:rPr>
        <w:t>م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جس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کت</w:t>
      </w:r>
      <w:r w:rsidR="00816B77" w:rsidRPr="00816B77">
        <w:rPr>
          <w:rtl/>
          <w:lang w:bidi="ur-PK"/>
        </w:rPr>
        <w:t>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طرف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ہنم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صر</w:t>
      </w:r>
      <w:r w:rsidR="00816B77" w:rsidRPr="00816B77">
        <w:rPr>
          <w:rtl/>
          <w:lang w:bidi="ur-PK"/>
        </w:rPr>
        <w:t>ا</w:t>
      </w:r>
      <w:r>
        <w:rPr>
          <w:rtl/>
        </w:rPr>
        <w:t>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</w:p>
    <w:p w:rsidR="006F69FB" w:rsidRDefault="006F69FB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C15B30" w:rsidP="006F69FB">
      <w:pPr>
        <w:pStyle w:val="Heading1"/>
        <w:rPr>
          <w:rtl/>
        </w:rPr>
      </w:pPr>
      <w:bookmarkStart w:id="5" w:name="_Toc393190430"/>
      <w:r w:rsidRPr="00C15B30">
        <w:rPr>
          <w:rFonts w:hint="cs"/>
          <w:rtl/>
          <w:lang w:bidi="ur-PK"/>
        </w:rPr>
        <w:lastRenderedPageBreak/>
        <w:t>2</w:t>
      </w:r>
      <w:r w:rsidR="007B6DC7">
        <w:rPr>
          <w:rFonts w:hint="cs"/>
          <w:rtl/>
          <w:lang w:bidi="ur-PK"/>
        </w:rPr>
        <w:t>:-</w:t>
      </w:r>
      <w:r w:rsidR="005A2492">
        <w:rPr>
          <w:rFonts w:hint="cs"/>
          <w:rtl/>
        </w:rPr>
        <w:t>سنت</w:t>
      </w:r>
      <w:bookmarkEnd w:id="5"/>
    </w:p>
    <w:p w:rsidR="005A2492" w:rsidRDefault="005A2492" w:rsidP="006F69FB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نچ سو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قو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816B77" w:rsidRPr="00816B77">
        <w:rPr>
          <w:rtl/>
          <w:lang w:bidi="ur-PK"/>
        </w:rPr>
        <w:t>ا</w:t>
      </w:r>
      <w:r>
        <w:rPr>
          <w:rtl/>
        </w:rPr>
        <w:t>م جزئ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پر تو دل</w:t>
      </w:r>
      <w:r w:rsidR="00816B77" w:rsidRPr="00816B77">
        <w:rPr>
          <w:rtl/>
          <w:lang w:bidi="ur-PK"/>
        </w:rPr>
        <w:t>ا</w:t>
      </w:r>
      <w:r>
        <w:rPr>
          <w:rtl/>
        </w:rPr>
        <w:t>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حک</w:t>
      </w:r>
      <w:r w:rsidR="00816B77" w:rsidRPr="00816B77">
        <w:rPr>
          <w:rtl/>
          <w:lang w:bidi="ur-PK"/>
        </w:rPr>
        <w:t>ا</w:t>
      </w:r>
      <w:r>
        <w:rPr>
          <w:rtl/>
        </w:rPr>
        <w:t>م نم</w:t>
      </w:r>
      <w:r w:rsidR="00816B77" w:rsidRPr="00816B77">
        <w:rPr>
          <w:rtl/>
          <w:lang w:bidi="ur-PK"/>
        </w:rPr>
        <w:t>ا</w:t>
      </w:r>
      <w:r>
        <w:rPr>
          <w:rtl/>
        </w:rPr>
        <w:t>ز,روزہ,حج,جھ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خمس وک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جزئ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سنت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ہےہ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لبتہ </w:t>
      </w:r>
      <w:r w:rsidR="00816B77" w:rsidRPr="00816B77">
        <w:rPr>
          <w:rtl/>
          <w:lang w:bidi="ur-PK"/>
        </w:rPr>
        <w:t>ا</w:t>
      </w:r>
      <w:r>
        <w:rPr>
          <w:rtl/>
        </w:rPr>
        <w:t>ن جزئ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ء</w:t>
      </w:r>
      <w:r w:rsidR="008D6D4F" w:rsidRPr="008D6D4F">
        <w:rPr>
          <w:rtl/>
          <w:lang w:bidi="ur-PK"/>
        </w:rPr>
        <w:t>(ع)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کرتے ہوں،چن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 ے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</w:t>
      </w:r>
    </w:p>
    <w:p w:rsidR="005A2492" w:rsidRDefault="005A2492" w:rsidP="00CD0F9A">
      <w:pPr>
        <w:pStyle w:val="libAie"/>
        <w:rPr>
          <w:rtl/>
        </w:rPr>
      </w:pPr>
      <w:r>
        <w:rPr>
          <w:rtl/>
        </w:rPr>
        <w:t xml:space="preserve"> وَمَ</w:t>
      </w:r>
      <w:r w:rsidR="00CF3D62" w:rsidRPr="00CF3D62">
        <w:rPr>
          <w:rtl/>
        </w:rPr>
        <w:t>ا</w:t>
      </w:r>
      <w:r>
        <w:rPr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َنطِقُ عَنِ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َوَ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وَح</w:t>
      </w:r>
      <w:r w:rsidRPr="00CD0F9A">
        <w:rPr>
          <w:rFonts w:hint="cs"/>
          <w:rtl/>
        </w:rPr>
        <w:t>ْي</w:t>
      </w:r>
      <w:r>
        <w:rPr>
          <w:rFonts w:hint="cs"/>
          <w:rtl/>
        </w:rPr>
        <w:t xml:space="preserve">ٌ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ُوحَ</w:t>
      </w:r>
      <w:r w:rsidR="009B349E" w:rsidRPr="009B349E">
        <w:rPr>
          <w:rFonts w:hint="cs"/>
          <w:rtl/>
          <w:lang w:bidi="ur-PK"/>
        </w:rPr>
        <w:t>ی</w:t>
      </w:r>
      <w:r w:rsidR="00A17E00" w:rsidRPr="007741D8">
        <w:rPr>
          <w:rStyle w:val="libFootnotenumChar"/>
          <w:rFonts w:hint="cs"/>
          <w:rtl/>
        </w:rPr>
        <w:t>(1)</w:t>
      </w:r>
    </w:p>
    <w:p w:rsidR="005A2492" w:rsidRDefault="005A2492" w:rsidP="006F69FB">
      <w:pPr>
        <w:pStyle w:val="libNormal"/>
        <w:rPr>
          <w:rtl/>
        </w:rPr>
      </w:pPr>
      <w:r>
        <w:rPr>
          <w:rtl/>
        </w:rPr>
        <w:t>"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وہ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 سے کل</w:t>
      </w:r>
      <w:r w:rsidR="00816B77" w:rsidRPr="00816B77">
        <w:rPr>
          <w:rtl/>
          <w:lang w:bidi="ur-PK"/>
        </w:rPr>
        <w:t>ا</w:t>
      </w:r>
      <w:r>
        <w:rPr>
          <w:rtl/>
        </w:rPr>
        <w:t>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کل</w:t>
      </w:r>
      <w:r w:rsidR="00816B77" w:rsidRPr="00816B77">
        <w:rPr>
          <w:rtl/>
          <w:lang w:bidi="ur-PK"/>
        </w:rPr>
        <w:t>ا</w:t>
      </w:r>
      <w:r>
        <w:rPr>
          <w:rtl/>
        </w:rPr>
        <w:t>م وہ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ہے جو مسلسل ن</w:t>
      </w:r>
      <w:r w:rsidR="00816B77" w:rsidRPr="00816B77">
        <w:rPr>
          <w:rtl/>
          <w:lang w:bidi="ur-PK"/>
        </w:rPr>
        <w:t>ا</w:t>
      </w:r>
      <w:r>
        <w:rPr>
          <w:rtl/>
        </w:rPr>
        <w:t>زل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ہے"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>بق سنت سے مر</w:t>
      </w:r>
      <w:r w:rsidR="00816B77" w:rsidRPr="00816B77">
        <w:rPr>
          <w:rtl/>
          <w:lang w:bidi="ur-PK"/>
        </w:rPr>
        <w:t>ا</w:t>
      </w:r>
      <w:r>
        <w:rPr>
          <w:rtl/>
        </w:rPr>
        <w:t>د گفت</w:t>
      </w:r>
      <w:r w:rsidR="00816B77" w:rsidRPr="00816B77">
        <w:rPr>
          <w:rtl/>
          <w:lang w:bidi="ur-PK"/>
        </w:rPr>
        <w:t>ا</w:t>
      </w:r>
      <w:r>
        <w:rPr>
          <w:rtl/>
        </w:rPr>
        <w:t>ر و رفت</w:t>
      </w:r>
      <w:r w:rsidR="00816B77" w:rsidRPr="00816B77">
        <w:rPr>
          <w:rtl/>
          <w:lang w:bidi="ur-PK"/>
        </w:rPr>
        <w:t>ا</w:t>
      </w:r>
      <w:r>
        <w:rPr>
          <w:rtl/>
        </w:rPr>
        <w:t>ر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ہے</w:t>
      </w:r>
    </w:p>
    <w:p w:rsidR="005A2492" w:rsidRDefault="00C15B30" w:rsidP="006F69FB">
      <w:pPr>
        <w:pStyle w:val="Heading1"/>
        <w:rPr>
          <w:rtl/>
        </w:rPr>
      </w:pPr>
      <w:bookmarkStart w:id="6" w:name="_Toc393190431"/>
      <w:r w:rsidRPr="00C15B30">
        <w:rPr>
          <w:rFonts w:hint="cs"/>
          <w:rtl/>
          <w:lang w:bidi="ur-PK"/>
        </w:rPr>
        <w:t>3</w:t>
      </w:r>
      <w:r w:rsidR="007B6DC7">
        <w:rPr>
          <w:rFonts w:hint="cs"/>
          <w:rtl/>
          <w:lang w:bidi="ur-PK"/>
        </w:rPr>
        <w:t>:-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>جم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>ع</w:t>
      </w:r>
      <w:bookmarkEnd w:id="6"/>
    </w:p>
    <w:p w:rsidR="005A2492" w:rsidRDefault="00816B77" w:rsidP="006F69FB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صطل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ح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جم</w:t>
      </w:r>
      <w:r w:rsidRPr="00816B77">
        <w:rPr>
          <w:rtl/>
          <w:lang w:bidi="ur-PK"/>
        </w:rPr>
        <w:t>ا</w:t>
      </w:r>
      <w:r w:rsidR="005A2492">
        <w:rPr>
          <w:rtl/>
        </w:rPr>
        <w:t>ع سے مر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ہے کہ تم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نشوروں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شرع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حکم پر </w:t>
      </w:r>
      <w:r w:rsidRPr="00816B77">
        <w:rPr>
          <w:rtl/>
          <w:lang w:bidi="ur-PK"/>
        </w:rPr>
        <w:t>ا</w:t>
      </w:r>
      <w:r w:rsidR="005A2492">
        <w:rPr>
          <w:rtl/>
        </w:rPr>
        <w:t>تف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ق نظر </w:t>
      </w:r>
      <w:r w:rsidRPr="00816B77">
        <w:rPr>
          <w:rtl/>
          <w:lang w:bidi="ur-PK"/>
        </w:rPr>
        <w:t>ا</w:t>
      </w:r>
      <w:r w:rsidR="005A2492">
        <w:rPr>
          <w:rtl/>
        </w:rPr>
        <w:t>ور وحدت عق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ہول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ہل سنت کے نزد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جم</w:t>
      </w:r>
      <w:r w:rsidRPr="00816B77">
        <w:rPr>
          <w:rtl/>
          <w:lang w:bidi="ur-PK"/>
        </w:rPr>
        <w:t>ا</w:t>
      </w:r>
      <w:r w:rsidR="005A2492">
        <w:rPr>
          <w:rtl/>
        </w:rPr>
        <w:t>ع؛ قر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و سنت سے ہٹ کر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مستقل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صل ہے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ع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ل حلّ و عقد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</w:t>
      </w:r>
      <w:r w:rsidRPr="00816B77">
        <w:rPr>
          <w:rtl/>
          <w:lang w:bidi="ur-PK"/>
        </w:rPr>
        <w:t>ا</w:t>
      </w:r>
      <w:r w:rsidR="005A2492">
        <w:rPr>
          <w:rtl/>
        </w:rPr>
        <w:t>نون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سرچشمہ 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لئے </w:t>
      </w:r>
      <w:r w:rsidRPr="00816B77">
        <w:rPr>
          <w:rtl/>
          <w:lang w:bidi="ur-PK"/>
        </w:rPr>
        <w:t>ا</w:t>
      </w:r>
      <w:r w:rsidR="005A2492">
        <w:rPr>
          <w:rtl/>
        </w:rPr>
        <w:t>گر کت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>ور سن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سے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حکم پر دل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نہ ملے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علم</w:t>
      </w:r>
      <w:r w:rsidRPr="00816B77">
        <w:rPr>
          <w:rtl/>
          <w:lang w:bidi="ur-PK"/>
        </w:rPr>
        <w:t>ا</w:t>
      </w:r>
      <w:r w:rsidR="005A2492">
        <w:rPr>
          <w:rtl/>
        </w:rPr>
        <w:t>ء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تف</w:t>
      </w:r>
      <w:r w:rsidRPr="00816B77">
        <w:rPr>
          <w:rtl/>
          <w:lang w:bidi="ur-PK"/>
        </w:rPr>
        <w:t>ا</w:t>
      </w:r>
      <w:r w:rsidR="005A2492">
        <w:rPr>
          <w:rtl/>
        </w:rPr>
        <w:t>ق ر</w:t>
      </w:r>
      <w:r w:rsidRPr="00816B77">
        <w:rPr>
          <w:rtl/>
          <w:lang w:bidi="ur-PK"/>
        </w:rPr>
        <w:t>ا</w:t>
      </w:r>
      <w:r w:rsidR="005A2492">
        <w:rPr>
          <w:rtl/>
        </w:rPr>
        <w:t>ئے معلوم ہو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جم</w:t>
      </w:r>
      <w:r w:rsidRPr="00816B77">
        <w:rPr>
          <w:rtl/>
          <w:lang w:bidi="ur-PK"/>
        </w:rPr>
        <w:t>ا</w:t>
      </w:r>
      <w:r w:rsidR="005A2492">
        <w:rPr>
          <w:rtl/>
        </w:rPr>
        <w:t>ع پر بن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رکھ کر فق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فتو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  <w:r w:rsidR="005A2492">
        <w:rPr>
          <w:rFonts w:hint="eastAsia"/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عوں</w:t>
      </w:r>
      <w:r w:rsidR="005A2492">
        <w:rPr>
          <w:rtl/>
        </w:rPr>
        <w:t xml:space="preserve"> کے نزد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جم</w:t>
      </w:r>
      <w:r w:rsidRPr="00816B77">
        <w:rPr>
          <w:rtl/>
          <w:lang w:bidi="ur-PK"/>
        </w:rPr>
        <w:t>ا</w:t>
      </w:r>
      <w:r w:rsidR="005A2492">
        <w:rPr>
          <w:rtl/>
        </w:rPr>
        <w:t>ع، کت</w:t>
      </w:r>
      <w:r w:rsidRPr="00816B77">
        <w:rPr>
          <w:rtl/>
          <w:lang w:bidi="ur-PK"/>
        </w:rPr>
        <w:t>ا</w:t>
      </w:r>
      <w:r w:rsidR="005A2492">
        <w:rPr>
          <w:rtl/>
        </w:rPr>
        <w:t>ب و سنت سے ہٹ کر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مستقل </w:t>
      </w:r>
      <w:r w:rsidRPr="00816B77">
        <w:rPr>
          <w:rtl/>
          <w:lang w:bidi="ur-PK"/>
        </w:rPr>
        <w:t>ا</w:t>
      </w:r>
      <w:r w:rsidR="005A2492">
        <w:rPr>
          <w:rtl/>
        </w:rPr>
        <w:t>صل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ںب،</w:t>
      </w:r>
      <w:r w:rsidR="005A2492">
        <w:rPr>
          <w:rtl/>
        </w:rPr>
        <w:t xml:space="preserve"> بلکہ معتقد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جم</w:t>
      </w:r>
      <w:r w:rsidRPr="00816B77">
        <w:rPr>
          <w:rtl/>
          <w:lang w:bidi="ur-PK"/>
        </w:rPr>
        <w:t>ا</w:t>
      </w:r>
      <w:r w:rsidR="005A2492">
        <w:rPr>
          <w:rtl/>
        </w:rPr>
        <w:t>ع، ر</w:t>
      </w:r>
      <w:r w:rsidRPr="00816B77">
        <w:rPr>
          <w:rtl/>
          <w:lang w:bidi="ur-PK"/>
        </w:rPr>
        <w:t>ا</w:t>
      </w:r>
      <w:r w:rsidR="005A2492">
        <w:rPr>
          <w:rtl/>
        </w:rPr>
        <w:t>ئے معصوم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شمول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پر دل</w:t>
      </w:r>
      <w:r w:rsidRPr="00816B77">
        <w:rPr>
          <w:rtl/>
          <w:lang w:bidi="ur-PK"/>
        </w:rPr>
        <w:t>ا</w:t>
      </w:r>
      <w:r w:rsidR="005A2492">
        <w:rPr>
          <w:rtl/>
        </w:rPr>
        <w:t>لت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ہوق</w:t>
      </w:r>
      <w:r w:rsidRPr="00816B77">
        <w:rPr>
          <w:rtl/>
          <w:lang w:bidi="ur-PK"/>
        </w:rPr>
        <w:t>ا</w:t>
      </w:r>
      <w:r w:rsidR="005A2492">
        <w:rPr>
          <w:rtl/>
        </w:rPr>
        <w:t>عدۂ لطف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تق</w:t>
      </w:r>
      <w:r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گر مجتہد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غلط حکم پر متّفق ہو ج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پرل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زم ہے کہ وہ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ختل</w:t>
      </w:r>
      <w:r w:rsidRPr="00816B77">
        <w:rPr>
          <w:rtl/>
          <w:lang w:bidi="ur-PK"/>
        </w:rPr>
        <w:t>ا</w:t>
      </w:r>
      <w:r w:rsidR="005A2492">
        <w:rPr>
          <w:rtl/>
        </w:rPr>
        <w:t>ف 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لدے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جتم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ع</w:t>
      </w:r>
      <w:r w:rsidR="005A2492">
        <w:rPr>
          <w:rtl/>
        </w:rPr>
        <w:t xml:space="preserve"> کرنے سے بچ</w:t>
      </w:r>
      <w:r w:rsidRPr="00816B77">
        <w:rPr>
          <w:rtl/>
          <w:lang w:bidi="ur-PK"/>
        </w:rPr>
        <w:t>ا</w:t>
      </w:r>
      <w:r w:rsidR="005A2492">
        <w:rPr>
          <w:rtl/>
        </w:rPr>
        <w:t>ئے</w:t>
      </w:r>
    </w:p>
    <w:p w:rsidR="005A2492" w:rsidRDefault="00C15B30" w:rsidP="006F69FB">
      <w:pPr>
        <w:pStyle w:val="Heading1"/>
        <w:rPr>
          <w:rtl/>
        </w:rPr>
      </w:pPr>
      <w:bookmarkStart w:id="7" w:name="_Toc393190432"/>
      <w:r w:rsidRPr="00C15B30">
        <w:rPr>
          <w:rFonts w:hint="cs"/>
          <w:rtl/>
          <w:lang w:bidi="ur-PK"/>
        </w:rPr>
        <w:t>4</w:t>
      </w:r>
      <w:r w:rsidR="007B6DC7">
        <w:rPr>
          <w:rFonts w:hint="cs"/>
          <w:rtl/>
          <w:lang w:bidi="ur-PK"/>
        </w:rPr>
        <w:t>:-</w:t>
      </w:r>
      <w:r w:rsidR="005A2492">
        <w:rPr>
          <w:rFonts w:hint="cs"/>
          <w:rtl/>
        </w:rPr>
        <w:t>عقل</w:t>
      </w:r>
      <w:bookmarkEnd w:id="7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ہل</w:t>
      </w:r>
      <w:r w:rsidR="005A2492">
        <w:rPr>
          <w:rtl/>
        </w:rPr>
        <w:t xml:space="preserve"> سنت کہتے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ر</w:t>
      </w:r>
      <w:r w:rsidRPr="00816B77">
        <w:rPr>
          <w:rtl/>
          <w:lang w:bidi="ur-PK"/>
        </w:rPr>
        <w:t>ا</w:t>
      </w:r>
      <w:r w:rsidR="005A2492">
        <w:rPr>
          <w:rtl/>
        </w:rPr>
        <w:t>ئے،</w:t>
      </w:r>
      <w:r w:rsidRPr="00816B77">
        <w:rPr>
          <w:rtl/>
          <w:lang w:bidi="ur-PK"/>
        </w:rPr>
        <w:t>ا</w:t>
      </w:r>
      <w:r w:rsidR="005A2492">
        <w:rPr>
          <w:rtl/>
        </w:rPr>
        <w:t>جتہ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Pr="00816B77">
        <w:rPr>
          <w:rtl/>
          <w:lang w:bidi="ur-PK"/>
        </w:rPr>
        <w:t>ا</w:t>
      </w:r>
      <w:r w:rsidR="005A2492">
        <w:rPr>
          <w:rtl/>
        </w:rPr>
        <w:t>ور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وہ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عقل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تشخ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ص</w:t>
      </w:r>
      <w:r w:rsidR="005A2492">
        <w:rPr>
          <w:rtl/>
        </w:rPr>
        <w:t xml:space="preserve"> ہے جو قو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لگ سرچشمہ ہے</w:t>
      </w:r>
    </w:p>
    <w:p w:rsidR="00A17E00" w:rsidRPr="006F69FB" w:rsidRDefault="00A17E00" w:rsidP="006F69FB">
      <w:pPr>
        <w:pStyle w:val="libFootnote0"/>
        <w:rPr>
          <w:rtl/>
        </w:rPr>
      </w:pPr>
      <w:r w:rsidRPr="006F69FB">
        <w:rPr>
          <w:rFonts w:hint="cs"/>
          <w:rtl/>
        </w:rPr>
        <w:t>--------------</w:t>
      </w:r>
    </w:p>
    <w:p w:rsidR="00A17E00" w:rsidRPr="006F69FB" w:rsidRDefault="00A17E00" w:rsidP="006F69FB">
      <w:pPr>
        <w:pStyle w:val="libFootnote0"/>
        <w:rPr>
          <w:rtl/>
        </w:rPr>
      </w:pPr>
      <w:r w:rsidRPr="006F69FB">
        <w:rPr>
          <w:rFonts w:hint="cs"/>
          <w:rtl/>
        </w:rPr>
        <w:t>(1):-</w:t>
      </w:r>
      <w:r w:rsidR="006F69FB" w:rsidRPr="006F69FB">
        <w:rPr>
          <w:rtl/>
        </w:rPr>
        <w:t xml:space="preserve"> </w:t>
      </w:r>
      <w:r w:rsidR="00816B77" w:rsidRPr="00816B77">
        <w:rPr>
          <w:rtl/>
        </w:rPr>
        <w:t>ا</w:t>
      </w:r>
      <w:r w:rsidR="006F69FB" w:rsidRPr="006F69FB">
        <w:rPr>
          <w:rtl/>
        </w:rPr>
        <w:t>لنجم</w:t>
      </w:r>
      <w:r w:rsidR="00C15B30" w:rsidRPr="00C15B30">
        <w:rPr>
          <w:rFonts w:hint="cs"/>
          <w:rtl/>
        </w:rPr>
        <w:t>4</w:t>
      </w:r>
      <w:r w:rsidR="006F69FB" w:rsidRPr="00816B77">
        <w:rPr>
          <w:rFonts w:hint="cs"/>
          <w:rtl/>
        </w:rPr>
        <w:t>،</w:t>
      </w:r>
      <w:r w:rsidR="006F69FB" w:rsidRPr="006F69FB">
        <w:rPr>
          <w:rtl/>
          <w:lang w:bidi="fa-IR"/>
        </w:rPr>
        <w:t>۳</w:t>
      </w:r>
    </w:p>
    <w:p w:rsidR="00A17E00" w:rsidRPr="006F69FB" w:rsidRDefault="00A17E00" w:rsidP="00A60F54">
      <w:pPr>
        <w:pStyle w:val="libPoemTini"/>
        <w:rPr>
          <w:rtl/>
        </w:rPr>
      </w:pPr>
      <w:r w:rsidRPr="006F69FB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خب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کہتے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چونکہ عقل 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قص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خط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ہے </w:t>
      </w:r>
      <w:r w:rsidRPr="00816B77">
        <w:rPr>
          <w:rtl/>
          <w:lang w:bidi="ur-PK"/>
        </w:rPr>
        <w:t>ا</w:t>
      </w:r>
      <w:r w:rsidR="005A2492">
        <w:rPr>
          <w:rtl/>
        </w:rPr>
        <w:t>سلئے لوگوں کے لئے عقل حل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 </w:t>
      </w:r>
      <w:r w:rsidRPr="00816B77">
        <w:rPr>
          <w:rtl/>
          <w:lang w:bidi="ur-PK"/>
        </w:rPr>
        <w:t>ا</w:t>
      </w:r>
      <w:r w:rsidR="005A2492">
        <w:rPr>
          <w:rtl/>
        </w:rPr>
        <w:t>ور حر</w:t>
      </w:r>
      <w:r w:rsidRPr="00816B77">
        <w:rPr>
          <w:rtl/>
          <w:lang w:bidi="ur-PK"/>
        </w:rPr>
        <w:t>ا</w:t>
      </w:r>
      <w:r w:rsidR="005A2492">
        <w:rPr>
          <w:rtl/>
        </w:rPr>
        <w:t>م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 سکت</w:t>
      </w:r>
      <w:r w:rsidR="005A2492">
        <w:rPr>
          <w:rFonts w:hint="cs"/>
          <w:rtl/>
        </w:rPr>
        <w:t>ی</w:t>
      </w:r>
      <w:r w:rsidR="005A2492">
        <w:rPr>
          <w:rtl/>
        </w:rPr>
        <w:t>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صرف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کہ عقل کومددگ</w:t>
      </w:r>
      <w:r w:rsidRPr="00816B77">
        <w:rPr>
          <w:rtl/>
          <w:lang w:bidi="ur-PK"/>
        </w:rPr>
        <w:t>ا</w:t>
      </w:r>
      <w:r w:rsidR="005A2492">
        <w:rPr>
          <w:rtl/>
        </w:rPr>
        <w:t>ر کہہ سکتے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مجتہد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عقل </w:t>
      </w:r>
      <w:r w:rsidRPr="00816B77">
        <w:rPr>
          <w:rtl/>
          <w:lang w:bidi="ur-PK"/>
        </w:rPr>
        <w:t>ا</w:t>
      </w:r>
      <w:r w:rsidR="005A2492">
        <w:rPr>
          <w:rtl/>
        </w:rPr>
        <w:t>ور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عت</w:t>
      </w:r>
      <w:r w:rsidR="005A2492">
        <w:rPr>
          <w:rtl/>
        </w:rPr>
        <w:t xml:space="preserve"> کے درم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مستحکم </w:t>
      </w:r>
      <w:r w:rsidRPr="00816B77">
        <w:rPr>
          <w:rtl/>
          <w:lang w:bidi="ur-PK"/>
        </w:rPr>
        <w:t>ا</w:t>
      </w:r>
      <w:r w:rsidR="005A2492">
        <w:rPr>
          <w:rtl/>
        </w:rPr>
        <w:t>ور نہ ٹوٹنے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بطہ ہے، </w:t>
      </w:r>
      <w:r w:rsidRPr="00816B77">
        <w:rPr>
          <w:rtl/>
          <w:lang w:bidi="ur-PK"/>
        </w:rPr>
        <w:t>ا</w:t>
      </w:r>
      <w:r w:rsidR="005A2492">
        <w:rPr>
          <w:rtl/>
        </w:rPr>
        <w:t>ور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>ہے: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Pr="00603069">
        <w:rPr>
          <w:rStyle w:val="libArabicChar"/>
          <w:rtl/>
        </w:rPr>
        <w:t>کلّم</w:t>
      </w:r>
      <w:r w:rsidR="00CF3D62" w:rsidRPr="00CF3D62">
        <w:rPr>
          <w:rStyle w:val="libArabicChar"/>
          <w:rtl/>
        </w:rPr>
        <w:t>ا</w:t>
      </w:r>
      <w:r w:rsidRPr="00603069">
        <w:rPr>
          <w:rStyle w:val="libArabicChar"/>
          <w:rtl/>
        </w:rPr>
        <w:t xml:space="preserve"> حکم ب</w:t>
      </w:r>
      <w:r w:rsidRPr="00603069">
        <w:rPr>
          <w:rStyle w:val="libArabicChar"/>
          <w:rFonts w:hint="cs"/>
          <w:rtl/>
        </w:rPr>
        <w:t xml:space="preserve">ه </w:t>
      </w:r>
      <w:r w:rsidR="00CF3D62" w:rsidRPr="00CF3D62">
        <w:rPr>
          <w:rStyle w:val="libArabicChar"/>
          <w:rFonts w:hint="cs"/>
          <w:rtl/>
        </w:rPr>
        <w:t>ا</w:t>
      </w:r>
      <w:r w:rsidRPr="00603069">
        <w:rPr>
          <w:rStyle w:val="libArabicChar"/>
          <w:rFonts w:hint="cs"/>
          <w:rtl/>
        </w:rPr>
        <w:t xml:space="preserve">لعقل حکم به </w:t>
      </w:r>
      <w:r w:rsidR="00CF3D62" w:rsidRPr="00CF3D62">
        <w:rPr>
          <w:rStyle w:val="libArabicChar"/>
          <w:rFonts w:hint="cs"/>
          <w:rtl/>
        </w:rPr>
        <w:t>ا</w:t>
      </w:r>
      <w:r w:rsidRPr="00603069">
        <w:rPr>
          <w:rStyle w:val="libArabicChar"/>
          <w:rFonts w:hint="cs"/>
          <w:rtl/>
        </w:rPr>
        <w:t>لشرع و کلّم</w:t>
      </w:r>
      <w:r w:rsidR="00CF3D62" w:rsidRPr="00CF3D62">
        <w:rPr>
          <w:rStyle w:val="libArabicChar"/>
          <w:rFonts w:hint="cs"/>
          <w:rtl/>
        </w:rPr>
        <w:t>ا</w:t>
      </w:r>
      <w:r w:rsidRPr="00603069">
        <w:rPr>
          <w:rStyle w:val="libArabicChar"/>
          <w:rFonts w:hint="cs"/>
          <w:rtl/>
        </w:rPr>
        <w:t xml:space="preserve"> حکم به </w:t>
      </w:r>
      <w:r w:rsidR="00CF3D62" w:rsidRPr="00CF3D62">
        <w:rPr>
          <w:rStyle w:val="libArabicChar"/>
          <w:rFonts w:hint="cs"/>
          <w:rtl/>
        </w:rPr>
        <w:t>ا</w:t>
      </w:r>
      <w:r w:rsidRPr="00603069">
        <w:rPr>
          <w:rStyle w:val="libArabicChar"/>
          <w:rFonts w:hint="cs"/>
          <w:rtl/>
        </w:rPr>
        <w:t xml:space="preserve">لشرع حکم به </w:t>
      </w:r>
      <w:r w:rsidR="00CF3D62" w:rsidRPr="00CF3D62">
        <w:rPr>
          <w:rStyle w:val="libArabicChar"/>
          <w:rFonts w:hint="cs"/>
          <w:rtl/>
        </w:rPr>
        <w:t>ا</w:t>
      </w:r>
      <w:r w:rsidRPr="00603069">
        <w:rPr>
          <w:rStyle w:val="libArabicChar"/>
          <w:rFonts w:hint="cs"/>
          <w:rtl/>
        </w:rPr>
        <w:t>لعقل</w:t>
      </w:r>
    </w:p>
    <w:p w:rsidR="005A2492" w:rsidRDefault="005A2492" w:rsidP="00F4194C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كْ</w:t>
      </w:r>
      <w:r>
        <w:rPr>
          <w:rFonts w:hint="cs"/>
          <w:rtl/>
        </w:rPr>
        <w:t xml:space="preserve">بَرُ حُقُوقِ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عَلَ</w:t>
      </w:r>
      <w:r w:rsidRPr="00CD0F9A">
        <w:rPr>
          <w:rFonts w:hint="cs"/>
          <w:rtl/>
        </w:rPr>
        <w:t>يْك</w:t>
      </w:r>
      <w:r>
        <w:rPr>
          <w:rFonts w:hint="cs"/>
          <w:rtl/>
        </w:rPr>
        <w:t>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جَبَ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لِنَف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تَبَ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وَ تَعَ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حَقِّ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ِ-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ص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لُ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حُقُوقِ وَ مِن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ُ تَفَرَّعَ- ثُمَّ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جَبَ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عَلَ</w:t>
      </w:r>
      <w:r w:rsidRPr="00CD0F9A">
        <w:rPr>
          <w:rFonts w:hint="cs"/>
          <w:rtl/>
        </w:rPr>
        <w:t>يْك</w:t>
      </w:r>
      <w:r>
        <w:rPr>
          <w:rFonts w:hint="cs"/>
          <w:rtl/>
        </w:rPr>
        <w:t>َ لِنَف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قَر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قَدَمِ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تِلَ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فِ جَوَ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رِحِ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 </w:t>
      </w:r>
      <w:r w:rsidR="00A17E00" w:rsidRPr="007741D8">
        <w:rPr>
          <w:rStyle w:val="libFootnotenumChar"/>
          <w:rFonts w:hint="cs"/>
          <w:rtl/>
        </w:rPr>
        <w:t>(1)</w:t>
      </w:r>
    </w:p>
    <w:p w:rsidR="00A17E00" w:rsidRDefault="00816B77" w:rsidP="00A17E0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سج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 منش</w:t>
      </w:r>
      <w:r w:rsidRPr="00816B77">
        <w:rPr>
          <w:rtl/>
          <w:lang w:bidi="ur-PK"/>
        </w:rPr>
        <w:t>ا</w:t>
      </w:r>
      <w:r w:rsidR="005A2492">
        <w:rPr>
          <w:rtl/>
        </w:rPr>
        <w:t>ٔحقوق کے ب</w:t>
      </w:r>
      <w:r w:rsidRPr="00816B77">
        <w:rPr>
          <w:rtl/>
          <w:lang w:bidi="ur-PK"/>
        </w:rPr>
        <w:t>ا</w:t>
      </w:r>
      <w:r w:rsidR="005A2492">
        <w:rPr>
          <w:rtl/>
        </w:rPr>
        <w:t>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بندوں کے تم</w:t>
      </w:r>
      <w:r w:rsidRPr="00816B77">
        <w:rPr>
          <w:rtl/>
          <w:lang w:bidi="ur-PK"/>
        </w:rPr>
        <w:t>ا</w:t>
      </w:r>
      <w:r w:rsidR="005A2492">
        <w:rPr>
          <w:rtl/>
        </w:rPr>
        <w:t>م حقوق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سرچشمہ وہ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حقوق  </w:t>
      </w:r>
      <w:r w:rsidRPr="00816B77">
        <w:rPr>
          <w:rtl/>
          <w:lang w:bidi="ur-PK"/>
        </w:rPr>
        <w:t>ا</w:t>
      </w:r>
      <w:r w:rsidR="005A2492">
        <w:rPr>
          <w:rtl/>
        </w:rPr>
        <w:t>للہ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حقوق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گر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رے حقوق کو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 درخت شم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کرلے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درخت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جڑ حق </w:t>
      </w:r>
      <w:r w:rsidRPr="00816B77">
        <w:rPr>
          <w:rtl/>
          <w:lang w:bidi="ur-PK"/>
        </w:rPr>
        <w:t>ا</w:t>
      </w:r>
      <w:r w:rsidR="005A2492">
        <w:rPr>
          <w:rtl/>
        </w:rPr>
        <w:t>للہ ہے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لوگوں کے حقوق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پتے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A17E00" w:rsidRPr="007741D8">
        <w:rPr>
          <w:rStyle w:val="libFootnotenumChar"/>
          <w:rFonts w:hint="cs"/>
          <w:rtl/>
        </w:rPr>
        <w:t>(2)</w:t>
      </w:r>
    </w:p>
    <w:p w:rsidR="005A2492" w:rsidRDefault="00816B77" w:rsidP="00A17E0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ہے کہ جس طرح 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نوں  پر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کے حقوق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</w:t>
      </w:r>
      <w:r w:rsidRPr="00816B77">
        <w:rPr>
          <w:rtl/>
          <w:lang w:bidi="ur-PK"/>
        </w:rPr>
        <w:t>ا</w:t>
      </w:r>
      <w:r w:rsidR="005A2492">
        <w:rPr>
          <w:rtl/>
        </w:rPr>
        <w:t>للہ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کے حقوق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>وند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لک حق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جسے حق تصرف ح</w:t>
      </w:r>
      <w:r w:rsidRPr="00816B77">
        <w:rPr>
          <w:rtl/>
          <w:lang w:bidi="ur-PK"/>
        </w:rPr>
        <w:t>ا</w:t>
      </w:r>
      <w:r w:rsidR="005A2492">
        <w:rPr>
          <w:rtl/>
        </w:rPr>
        <w:t>صل ہے جس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کے بغ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 ہم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دوسرے کے حقوق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تصرف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 سکتے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ہے کہ تم</w:t>
      </w:r>
      <w:r w:rsidRPr="00816B77">
        <w:rPr>
          <w:rtl/>
          <w:lang w:bidi="ur-PK"/>
        </w:rPr>
        <w:t>ا</w:t>
      </w:r>
      <w:r w:rsidR="005A2492">
        <w:rPr>
          <w:rtl/>
        </w:rPr>
        <w:t>م حقوق خو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 </w:t>
      </w:r>
      <w:r w:rsidRPr="00816B77">
        <w:rPr>
          <w:rtl/>
          <w:lang w:bidi="ur-PK"/>
        </w:rPr>
        <w:t>ا</w:t>
      </w:r>
      <w:r w:rsidR="005A2492">
        <w:rPr>
          <w:rtl/>
        </w:rPr>
        <w:t>نفر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جتم</w:t>
      </w:r>
      <w:r w:rsidRPr="00816B77">
        <w:rPr>
          <w:rtl/>
          <w:lang w:bidi="ur-PK"/>
        </w:rPr>
        <w:t>ا</w:t>
      </w:r>
      <w:r w:rsidR="005A2492">
        <w:rPr>
          <w:rtl/>
        </w:rPr>
        <w:t>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فقہ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حق </w:t>
      </w:r>
      <w:r w:rsidRPr="00816B77">
        <w:rPr>
          <w:rtl/>
          <w:lang w:bidi="ur-PK"/>
        </w:rPr>
        <w:t>ا</w:t>
      </w:r>
      <w:r w:rsidR="005A2492">
        <w:rPr>
          <w:rtl/>
        </w:rPr>
        <w:t>لٰہ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ت</w:t>
      </w:r>
      <w:r w:rsidRPr="00816B77">
        <w:rPr>
          <w:rtl/>
          <w:lang w:bidi="ur-PK"/>
        </w:rPr>
        <w:t>ا</w:t>
      </w:r>
      <w:r w:rsidR="005A2492">
        <w:rPr>
          <w:rtl/>
        </w:rPr>
        <w:t>بع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ںپس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نس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لئے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حق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سے مط</w:t>
      </w:r>
      <w:r w:rsidRPr="00816B77">
        <w:rPr>
          <w:rtl/>
          <w:lang w:bidi="ur-PK"/>
        </w:rPr>
        <w:t>ا</w:t>
      </w:r>
      <w:r w:rsidR="005A2492">
        <w:rPr>
          <w:rtl/>
        </w:rPr>
        <w:t>لب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کرسکت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جب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لک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کس حق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مط</w:t>
      </w:r>
      <w:r w:rsidRPr="00816B77">
        <w:rPr>
          <w:rtl/>
          <w:lang w:bidi="ur-PK"/>
        </w:rPr>
        <w:t>ا</w:t>
      </w:r>
      <w:r w:rsidR="005A2492">
        <w:rPr>
          <w:rtl/>
        </w:rPr>
        <w:t>لب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کرے 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؟ </w:t>
      </w:r>
    </w:p>
    <w:p w:rsidR="00A17E00" w:rsidRDefault="00A17E0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84CA8" w:rsidRDefault="00A17E00" w:rsidP="009B349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384CA8">
        <w:rPr>
          <w:rtl/>
        </w:rPr>
        <w:t xml:space="preserve"> بح</w:t>
      </w:r>
      <w:r w:rsidR="00816B77" w:rsidRPr="00816B77">
        <w:rPr>
          <w:rtl/>
        </w:rPr>
        <w:t>ا</w:t>
      </w:r>
      <w:r w:rsidR="00384CA8">
        <w:rPr>
          <w:rtl/>
        </w:rPr>
        <w:t xml:space="preserve">ر </w:t>
      </w:r>
      <w:r w:rsidR="00816B77" w:rsidRPr="00816B77">
        <w:rPr>
          <w:rtl/>
        </w:rPr>
        <w:t>ا</w:t>
      </w:r>
      <w:r w:rsidR="00384CA8">
        <w:rPr>
          <w:rtl/>
        </w:rPr>
        <w:t>ل</w:t>
      </w:r>
      <w:r w:rsidR="00816B77" w:rsidRPr="00816B77">
        <w:rPr>
          <w:rFonts w:hint="cs"/>
          <w:rtl/>
        </w:rPr>
        <w:t>ا</w:t>
      </w:r>
      <w:r w:rsidR="00384CA8" w:rsidRPr="00816B77">
        <w:rPr>
          <w:rFonts w:hint="cs"/>
          <w:rtl/>
        </w:rPr>
        <w:t>نو</w:t>
      </w:r>
      <w:r w:rsidR="00816B77" w:rsidRPr="00816B77">
        <w:rPr>
          <w:rFonts w:hint="cs"/>
          <w:rtl/>
        </w:rPr>
        <w:t>ا</w:t>
      </w:r>
      <w:r w:rsidR="00384CA8" w:rsidRPr="00816B77">
        <w:rPr>
          <w:rFonts w:hint="cs"/>
          <w:rtl/>
        </w:rPr>
        <w:t xml:space="preserve">ر ،    </w:t>
      </w:r>
      <w:r w:rsidR="009B349E">
        <w:rPr>
          <w:rFonts w:hint="cs"/>
          <w:rtl/>
        </w:rPr>
        <w:t>ج</w:t>
      </w:r>
      <w:r w:rsidR="00384CA8" w:rsidRPr="00816B77">
        <w:rPr>
          <w:rFonts w:hint="cs"/>
          <w:rtl/>
        </w:rPr>
        <w:t>71،ب</w:t>
      </w:r>
      <w:r w:rsidR="00816B77" w:rsidRPr="00816B77">
        <w:rPr>
          <w:rFonts w:hint="cs"/>
          <w:rtl/>
        </w:rPr>
        <w:t>ا</w:t>
      </w:r>
      <w:r w:rsidR="00384CA8" w:rsidRPr="00816B77">
        <w:rPr>
          <w:rFonts w:hint="cs"/>
          <w:rtl/>
        </w:rPr>
        <w:t>ب 1 جو</w:t>
      </w:r>
      <w:r w:rsidR="00816B77" w:rsidRPr="00816B77">
        <w:rPr>
          <w:rFonts w:hint="cs"/>
          <w:rtl/>
        </w:rPr>
        <w:t>ا</w:t>
      </w:r>
      <w:r w:rsidR="00384CA8" w:rsidRPr="00816B77">
        <w:rPr>
          <w:rFonts w:hint="cs"/>
          <w:rtl/>
        </w:rPr>
        <w:t xml:space="preserve">مع </w:t>
      </w:r>
      <w:r w:rsidR="00816B77" w:rsidRPr="00816B77">
        <w:rPr>
          <w:rFonts w:hint="cs"/>
          <w:rtl/>
        </w:rPr>
        <w:t>ا</w:t>
      </w:r>
      <w:r w:rsidR="00384CA8" w:rsidRPr="00816B77">
        <w:rPr>
          <w:rFonts w:hint="cs"/>
          <w:rtl/>
        </w:rPr>
        <w:t>لحقوق   ص  2</w:t>
      </w:r>
    </w:p>
    <w:p w:rsidR="00A17E00" w:rsidRDefault="00A17E00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384CA8" w:rsidRPr="00384CA8">
        <w:rPr>
          <w:rtl/>
        </w:rPr>
        <w:t xml:space="preserve"> </w:t>
      </w:r>
      <w:r w:rsidR="00384CA8">
        <w:rPr>
          <w:rtl/>
        </w:rPr>
        <w:t>محمد تق</w:t>
      </w:r>
      <w:r w:rsidR="00384CA8">
        <w:rPr>
          <w:rFonts w:hint="cs"/>
          <w:rtl/>
        </w:rPr>
        <w:t>ی</w:t>
      </w:r>
      <w:r w:rsidR="00384CA8">
        <w:rPr>
          <w:rtl/>
        </w:rPr>
        <w:t xml:space="preserve"> مصب</w:t>
      </w:r>
      <w:r w:rsidR="00816B77" w:rsidRPr="00816B77">
        <w:rPr>
          <w:rtl/>
        </w:rPr>
        <w:t>ا</w:t>
      </w:r>
      <w:r w:rsidR="00384CA8">
        <w:rPr>
          <w:rtl/>
        </w:rPr>
        <w:t xml:space="preserve">ح </w:t>
      </w:r>
      <w:r w:rsidR="00384CA8">
        <w:rPr>
          <w:rFonts w:hint="cs"/>
          <w:rtl/>
        </w:rPr>
        <w:t>ی</w:t>
      </w:r>
      <w:r w:rsidR="00384CA8">
        <w:rPr>
          <w:rFonts w:hint="eastAsia"/>
          <w:rtl/>
        </w:rPr>
        <w:t>زد</w:t>
      </w:r>
      <w:r w:rsidR="00384CA8">
        <w:rPr>
          <w:rFonts w:hint="cs"/>
          <w:rtl/>
        </w:rPr>
        <w:t>ی</w:t>
      </w:r>
      <w:r w:rsidR="00384CA8">
        <w:rPr>
          <w:rFonts w:hint="eastAsia"/>
          <w:rtl/>
        </w:rPr>
        <w:t>؛</w:t>
      </w:r>
      <w:r w:rsidR="00384CA8">
        <w:rPr>
          <w:rtl/>
        </w:rPr>
        <w:t xml:space="preserve"> نظر</w:t>
      </w:r>
      <w:r w:rsidR="00384CA8">
        <w:rPr>
          <w:rFonts w:hint="cs"/>
          <w:rtl/>
        </w:rPr>
        <w:t>ی</w:t>
      </w:r>
      <w:r w:rsidR="00384CA8">
        <w:rPr>
          <w:rFonts w:hint="eastAsia"/>
          <w:rtl/>
        </w:rPr>
        <w:t>ہ</w:t>
      </w:r>
      <w:r w:rsidR="00384CA8">
        <w:rPr>
          <w:rtl/>
        </w:rPr>
        <w:t xml:space="preserve"> حقوق</w:t>
      </w:r>
      <w:r w:rsidR="00384CA8">
        <w:rPr>
          <w:rFonts w:hint="cs"/>
          <w:rtl/>
        </w:rPr>
        <w:t>ی</w:t>
      </w:r>
      <w:r w:rsidR="00384CA8">
        <w:rPr>
          <w:rtl/>
        </w:rPr>
        <w:t xml:space="preserve"> </w:t>
      </w:r>
      <w:r w:rsidR="00816B77" w:rsidRPr="00816B77">
        <w:rPr>
          <w:rtl/>
        </w:rPr>
        <w:t>ا</w:t>
      </w:r>
      <w:r w:rsidR="00384CA8">
        <w:rPr>
          <w:rtl/>
        </w:rPr>
        <w:t>سل</w:t>
      </w:r>
      <w:r w:rsidR="00816B77" w:rsidRPr="00816B77">
        <w:rPr>
          <w:rtl/>
        </w:rPr>
        <w:t>ا</w:t>
      </w:r>
      <w:r w:rsidR="00384CA8">
        <w:rPr>
          <w:rtl/>
        </w:rPr>
        <w:t>م،ص</w:t>
      </w:r>
      <w:r w:rsidR="00C15B30" w:rsidRPr="00C15B30">
        <w:rPr>
          <w:rFonts w:hint="cs"/>
          <w:rtl/>
        </w:rPr>
        <w:t>211</w:t>
      </w:r>
    </w:p>
    <w:p w:rsidR="00A17E00" w:rsidRDefault="00A17E00" w:rsidP="00506B29">
      <w:pPr>
        <w:pStyle w:val="libNormal"/>
        <w:rPr>
          <w:rtl/>
        </w:rPr>
      </w:pPr>
      <w:r>
        <w:rPr>
          <w:rtl/>
        </w:rPr>
        <w:br w:type="page"/>
      </w:r>
    </w:p>
    <w:p w:rsidR="00A17E00" w:rsidRDefault="00A17E00" w:rsidP="005A2492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ہم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عض</w:t>
      </w:r>
      <w:r w:rsidR="00816B77" w:rsidRPr="00816B77">
        <w:rPr>
          <w:rtl/>
          <w:lang w:bidi="ur-PK"/>
        </w:rPr>
        <w:t>ا</w:t>
      </w:r>
      <w:r>
        <w:rPr>
          <w:rtl/>
        </w:rPr>
        <w:t>ئے بدن  پر تصرف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ہم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رے</w:t>
      </w:r>
      <w:r>
        <w:rPr>
          <w:rtl/>
        </w:rPr>
        <w:t xml:space="preserve"> لئے ج</w:t>
      </w:r>
      <w:r w:rsidR="00816B77" w:rsidRPr="00816B77">
        <w:rPr>
          <w:rtl/>
          <w:lang w:bidi="ur-PK"/>
        </w:rPr>
        <w:t>ا</w:t>
      </w:r>
      <w:r>
        <w:rPr>
          <w:rtl/>
        </w:rPr>
        <w:t>ئز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ہم </w:t>
      </w:r>
      <w:r w:rsidR="00816B77" w:rsidRPr="00816B77">
        <w:rPr>
          <w:rtl/>
          <w:lang w:bidi="ur-PK"/>
        </w:rPr>
        <w:t>ا</w:t>
      </w:r>
      <w:r>
        <w:rPr>
          <w:rtl/>
        </w:rPr>
        <w:t>ن حقوق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ہر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</w:t>
      </w:r>
      <w:r w:rsidR="00816B77" w:rsidRPr="00816B77">
        <w:rPr>
          <w:rtl/>
          <w:lang w:bidi="ur-PK"/>
        </w:rPr>
        <w:t>ا</w:t>
      </w:r>
      <w:r>
        <w:rPr>
          <w:rtl/>
        </w:rPr>
        <w:t>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="00816B77" w:rsidRPr="00816B77">
        <w:rPr>
          <w:rtl/>
          <w:lang w:bidi="ur-PK"/>
        </w:rPr>
        <w:t>ا</w:t>
      </w:r>
      <w:r>
        <w:rPr>
          <w:rtl/>
        </w:rPr>
        <w:t>س بحث سے جو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قسم کے حقوق خو</w:t>
      </w:r>
      <w:r w:rsidR="00816B77" w:rsidRPr="00816B77">
        <w:rPr>
          <w:rtl/>
          <w:lang w:bidi="ur-PK"/>
        </w:rPr>
        <w:t>ا</w:t>
      </w:r>
      <w:r>
        <w:rPr>
          <w:rtl/>
        </w:rPr>
        <w:t>ہ وہ حقوق 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حقوق، سب کچھ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کردہ  حقوق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کہ ق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مت</w:t>
      </w:r>
      <w:r>
        <w:rPr>
          <w:rtl/>
        </w:rPr>
        <w:t xml:space="preserve"> کے دن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</w:p>
    <w:p w:rsidR="005A2492" w:rsidRDefault="005A2492" w:rsidP="00384CA8">
      <w:pPr>
        <w:pStyle w:val="Heading1"/>
        <w:rPr>
          <w:rtl/>
        </w:rPr>
      </w:pPr>
      <w:bookmarkStart w:id="8" w:name="_Toc393190433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8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 ہے جس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مقصد لوگوں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ذہن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 w:rsidR="00816B77" w:rsidRPr="00816B77">
        <w:rPr>
          <w:rtl/>
          <w:lang w:bidi="ur-PK"/>
        </w:rPr>
        <w:t>ا</w:t>
      </w:r>
      <w:r>
        <w:rPr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کو برقر</w:t>
      </w:r>
      <w:r w:rsidR="00816B77" w:rsidRPr="00816B77">
        <w:rPr>
          <w:rtl/>
          <w:lang w:bidi="ur-PK"/>
        </w:rPr>
        <w:t>ا</w:t>
      </w:r>
      <w:r>
        <w:rPr>
          <w:rtl/>
        </w:rPr>
        <w:t>ر رکھ</w:t>
      </w:r>
      <w:r w:rsidR="00816B77" w:rsidRPr="00816B77">
        <w:rPr>
          <w:rtl/>
          <w:lang w:bidi="ur-PK"/>
        </w:rPr>
        <w:t>ا</w:t>
      </w:r>
      <w:r>
        <w:rPr>
          <w:rtl/>
        </w:rPr>
        <w:t>ح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بتد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سے لے کر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 تک  </w:t>
      </w:r>
      <w:r w:rsidR="00816B77" w:rsidRPr="00816B77">
        <w:rPr>
          <w:rtl/>
          <w:lang w:bidi="ur-PK"/>
        </w:rPr>
        <w:t>ا</w:t>
      </w:r>
      <w:r>
        <w:rPr>
          <w:rtl/>
        </w:rPr>
        <w:t>س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دونوں نے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کر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رتے ہوئے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و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رخت سفر ب</w:t>
      </w:r>
      <w:r w:rsidR="00816B77" w:rsidRPr="00816B77">
        <w:rPr>
          <w:rtl/>
          <w:lang w:bidi="ur-PK"/>
        </w:rPr>
        <w:t>ا</w:t>
      </w:r>
      <w:r>
        <w:rPr>
          <w:rtl/>
        </w:rPr>
        <w:t>ندھ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</w:t>
      </w:r>
      <w:r w:rsidR="00816B77" w:rsidRPr="00816B77">
        <w:rPr>
          <w:rtl/>
          <w:lang w:bidi="ur-PK"/>
        </w:rPr>
        <w:t>ا</w:t>
      </w:r>
      <w:r>
        <w:rPr>
          <w:rtl/>
        </w:rPr>
        <w:t>م مصلحنہ جہ</w:t>
      </w:r>
      <w:r w:rsidR="00816B77" w:rsidRPr="00816B77">
        <w:rPr>
          <w:rtl/>
          <w:lang w:bidi="ur-PK"/>
        </w:rPr>
        <w:t>ا</w:t>
      </w:r>
      <w:r>
        <w:rPr>
          <w:rtl/>
        </w:rPr>
        <w:t>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ہے کہ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نظ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مستحکم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متل</w:t>
      </w:r>
      <w:r w:rsidR="00816B77" w:rsidRPr="00816B77">
        <w:rPr>
          <w:rtl/>
          <w:lang w:bidi="ur-PK"/>
        </w:rPr>
        <w:t>ا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درہم برہم نہ کرسکے</w:t>
      </w:r>
    </w:p>
    <w:p w:rsidR="00C41429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ورز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مختلف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ں،جن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سطح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بعض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قدر ہم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شن</w:t>
      </w:r>
      <w:r w:rsidR="00816B77" w:rsidRPr="00816B77">
        <w:rPr>
          <w:rtl/>
          <w:lang w:bidi="ur-PK"/>
        </w:rPr>
        <w:t>ا</w:t>
      </w:r>
      <w:r>
        <w:rPr>
          <w:rtl/>
        </w:rPr>
        <w:t>خت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مقدس 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رونق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تمہ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بعض لوگوں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 ہے کہ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حد سبب جنس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</w:t>
      </w:r>
      <w:r w:rsidR="00816B77" w:rsidRPr="00816B77">
        <w:rPr>
          <w:rtl/>
          <w:lang w:bidi="ur-PK"/>
        </w:rPr>
        <w:t>ا</w:t>
      </w:r>
      <w:r>
        <w:rPr>
          <w:rtl/>
        </w:rPr>
        <w:t>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مرد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عورت صرف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بندہ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وہ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کوئ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ہےح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نکہ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tl/>
        </w:rPr>
        <w:t>ستو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ہےجس  ک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پہچ</w:t>
      </w:r>
      <w:r w:rsidR="00816B77" w:rsidRPr="00816B77">
        <w:rPr>
          <w:rtl/>
          <w:lang w:bidi="ur-PK"/>
        </w:rPr>
        <w:t>ا</w:t>
      </w:r>
      <w:r>
        <w:rPr>
          <w:rtl/>
        </w:rPr>
        <w:t>ن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ضرور</w:t>
      </w:r>
      <w:r>
        <w:rPr>
          <w:rFonts w:hint="cs"/>
          <w:rtl/>
        </w:rPr>
        <w:t>ی</w:t>
      </w:r>
      <w:r>
        <w:rPr>
          <w:rtl/>
        </w:rPr>
        <w:t xml:space="preserve"> ہےت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مرد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عورت دونوں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ہم </w:t>
      </w:r>
      <w:r w:rsidR="00816B77" w:rsidRPr="00816B77">
        <w:rPr>
          <w:rtl/>
          <w:lang w:bidi="ur-PK"/>
        </w:rPr>
        <w:t>ا</w:t>
      </w:r>
      <w:r>
        <w:rPr>
          <w:rtl/>
        </w:rPr>
        <w:t>صول سے منحرف نہ ہوں</w:t>
      </w:r>
    </w:p>
    <w:p w:rsidR="00C41429" w:rsidRDefault="00C41429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0F1C3B">
      <w:pPr>
        <w:pStyle w:val="Heading1"/>
        <w:rPr>
          <w:rtl/>
        </w:rPr>
      </w:pPr>
      <w:bookmarkStart w:id="9" w:name="_Toc393190434"/>
      <w:r>
        <w:rPr>
          <w:rFonts w:hint="eastAsia"/>
          <w:rtl/>
        </w:rPr>
        <w:lastRenderedPageBreak/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bookmarkEnd w:id="9"/>
    </w:p>
    <w:p w:rsidR="005A2492" w:rsidRDefault="005A2492" w:rsidP="007B6D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خوش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سنت کے د</w:t>
      </w:r>
      <w:r w:rsidR="00816B77" w:rsidRPr="00816B77">
        <w:rPr>
          <w:rtl/>
          <w:lang w:bidi="ur-PK"/>
        </w:rPr>
        <w:t>ا</w:t>
      </w:r>
      <w:r>
        <w:rPr>
          <w:rtl/>
        </w:rPr>
        <w:t>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سطح</w:t>
      </w:r>
      <w:r>
        <w:rPr>
          <w:rFonts w:hint="cs"/>
          <w:rtl/>
        </w:rPr>
        <w:t>ی</w:t>
      </w:r>
      <w:r>
        <w:rPr>
          <w:rtl/>
        </w:rPr>
        <w:t xml:space="preserve"> جذب</w:t>
      </w:r>
      <w:r w:rsidR="00816B77" w:rsidRPr="00816B77">
        <w:rPr>
          <w:rtl/>
          <w:lang w:bidi="ur-PK"/>
        </w:rPr>
        <w:t>ا</w:t>
      </w:r>
      <w:r>
        <w:rPr>
          <w:rtl/>
        </w:rPr>
        <w:t>ت سے مت</w:t>
      </w:r>
      <w:r w:rsidR="00816B77" w:rsidRPr="00816B77">
        <w:rPr>
          <w:rtl/>
          <w:lang w:bidi="ur-PK"/>
        </w:rPr>
        <w:t>ا</w:t>
      </w:r>
      <w:r>
        <w:rPr>
          <w:rtl/>
        </w:rPr>
        <w:t>ٔثر نہ ہوںدونوں کو ج</w:t>
      </w:r>
      <w:r w:rsidR="00816B77" w:rsidRPr="00816B77">
        <w:rPr>
          <w:rtl/>
          <w:lang w:bidi="ur-PK"/>
        </w:rPr>
        <w:t>ا</w:t>
      </w:r>
      <w:r>
        <w:rPr>
          <w:rtl/>
        </w:rPr>
        <w:t>ن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 دو ق</w:t>
      </w:r>
      <w:r w:rsidR="00816B77" w:rsidRPr="00816B77">
        <w:rPr>
          <w:rtl/>
          <w:lang w:bidi="ur-PK"/>
        </w:rPr>
        <w:t>ا</w:t>
      </w:r>
      <w:r>
        <w:rPr>
          <w:rtl/>
        </w:rPr>
        <w:t>لب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ہونے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دونوں کےجگر کے ٹکڑے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7B6DC7">
        <w:rPr>
          <w:rFonts w:hint="cs"/>
          <w:rtl/>
        </w:rPr>
        <w:t>(ع)</w:t>
      </w:r>
      <w:r>
        <w:rPr>
          <w:rFonts w:hint="eastAsia"/>
          <w:rtl/>
        </w:rPr>
        <w:t>سے</w:t>
      </w:r>
      <w:r>
        <w:rPr>
          <w:rtl/>
        </w:rPr>
        <w:t xml:space="preserve">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نے </w:t>
      </w:r>
      <w:r w:rsidR="00816B77" w:rsidRPr="00816B77">
        <w:rPr>
          <w:rtl/>
          <w:lang w:bidi="ur-PK"/>
        </w:rPr>
        <w:t>ا</w:t>
      </w:r>
      <w:r>
        <w:rPr>
          <w:rtl/>
        </w:rPr>
        <w:t>زدو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کرتے ہوئے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C41429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عَن</w:t>
      </w:r>
      <w:r w:rsidRPr="00F4194C">
        <w:rPr>
          <w:rStyle w:val="libArabicChar"/>
          <w:rFonts w:hint="cs"/>
          <w:rtl/>
        </w:rPr>
        <w:t>ْ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بِي جَعْفَرٍ ع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رَسُولُ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ص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بُنِيَ بِنَ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ءٌ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سْلَ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حَبُّ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تَعَ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مِنَ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لتَّزْوِيجِ</w:t>
      </w:r>
      <w:r w:rsidRPr="00E67D25">
        <w:rPr>
          <w:rFonts w:hint="cs"/>
          <w:rtl/>
        </w:rPr>
        <w:t xml:space="preserve"> </w:t>
      </w:r>
      <w:r w:rsidR="00C41429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نقطہ نگ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 سے </w:t>
      </w:r>
      <w:r w:rsidR="00816B77" w:rsidRPr="00816B77">
        <w:rPr>
          <w:rtl/>
          <w:lang w:bidi="ur-PK"/>
        </w:rPr>
        <w:t>ا</w:t>
      </w:r>
      <w:r>
        <w:rPr>
          <w:rtl/>
        </w:rPr>
        <w:t>زدو</w:t>
      </w:r>
      <w:r w:rsidR="00816B77" w:rsidRPr="00816B77">
        <w:rPr>
          <w:rtl/>
          <w:lang w:bidi="ur-PK"/>
        </w:rPr>
        <w:t>ا</w:t>
      </w:r>
      <w:r>
        <w:rPr>
          <w:rtl/>
        </w:rPr>
        <w:t>ج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سے بڑھ کر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زدو</w:t>
      </w:r>
      <w:r w:rsidR="00816B77" w:rsidRPr="00816B77">
        <w:rPr>
          <w:rtl/>
          <w:lang w:bidi="ur-PK"/>
        </w:rPr>
        <w:t>ا</w:t>
      </w:r>
      <w:r>
        <w:rPr>
          <w:rtl/>
        </w:rPr>
        <w:t>ج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عشق و محبت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 مع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روں</w:t>
      </w:r>
      <w:r>
        <w:rPr>
          <w:rtl/>
        </w:rPr>
        <w:t xml:space="preserve">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بق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کبھ</w:t>
      </w:r>
      <w:r>
        <w:rPr>
          <w:rFonts w:hint="cs"/>
          <w:rtl/>
        </w:rPr>
        <w:t>ی</w:t>
      </w:r>
      <w:r>
        <w:rPr>
          <w:rtl/>
        </w:rPr>
        <w:t xml:space="preserve"> دربدر ن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وہ بدتر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شخص ہے جو 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شدہ مر ج</w:t>
      </w:r>
      <w:r w:rsidRPr="00816B77">
        <w:rPr>
          <w:rtl/>
          <w:lang w:bidi="ur-PK"/>
        </w:rPr>
        <w:t>ا</w:t>
      </w:r>
      <w:r w:rsidR="005A2492">
        <w:rPr>
          <w:rtl/>
        </w:rPr>
        <w:t>ئے،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>دت سے ش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شدہ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دو رکعت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 ہے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 ب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مقصد خ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تشک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سے پہلے ضرور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رت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نتخ</w:t>
      </w:r>
      <w:r w:rsidRPr="00816B77">
        <w:rPr>
          <w:rtl/>
          <w:lang w:bidi="ur-PK"/>
        </w:rPr>
        <w:t>ا</w:t>
      </w:r>
      <w:r w:rsidR="005A2492">
        <w:rPr>
          <w:rtl/>
        </w:rPr>
        <w:t>ب ہوک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پور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نسلوں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پرورش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ہ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eastAsia"/>
          <w:rtl/>
        </w:rPr>
        <w:t>ھوں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لئے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</w:t>
      </w:r>
      <w:r w:rsidRPr="00816B77">
        <w:rPr>
          <w:rtl/>
          <w:lang w:bidi="ur-PK"/>
        </w:rPr>
        <w:t>ا</w:t>
      </w:r>
      <w:r w:rsidR="005A2492">
        <w:rPr>
          <w:rtl/>
        </w:rPr>
        <w:t>نتخ</w:t>
      </w:r>
      <w:r w:rsidRPr="00816B77">
        <w:rPr>
          <w:rtl/>
          <w:lang w:bidi="ur-PK"/>
        </w:rPr>
        <w:t>ا</w:t>
      </w:r>
      <w:r w:rsidR="005A2492">
        <w:rPr>
          <w:rtl/>
        </w:rPr>
        <w:t>ب کرنے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مع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ص</w:t>
      </w:r>
      <w:r w:rsidRPr="00816B77">
        <w:rPr>
          <w:rtl/>
          <w:lang w:bidi="ur-PK"/>
        </w:rPr>
        <w:t>ا</w:t>
      </w:r>
      <w:r w:rsidR="005A2492">
        <w:rPr>
          <w:rtl/>
        </w:rPr>
        <w:t>لت ہے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صرف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بلکہ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مد نظر رکھ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ئےک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صف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tl/>
          <w:lang w:bidi="ur-PK"/>
        </w:rPr>
        <w:t>ا</w:t>
      </w:r>
      <w:r w:rsidR="005A2492">
        <w:rPr>
          <w:rtl/>
        </w:rPr>
        <w:t>ز طر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tl/>
        </w:rPr>
        <w:t xml:space="preserve"> 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ثت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منتقل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س لئے حق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تقو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پسن</w:t>
      </w:r>
      <w:r w:rsidR="005A2492">
        <w:rPr>
          <w:rFonts w:hint="eastAsia"/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صف</w:t>
      </w:r>
      <w:r w:rsidRPr="00816B77">
        <w:rPr>
          <w:rtl/>
          <w:lang w:bidi="ur-PK"/>
        </w:rPr>
        <w:t>ا</w:t>
      </w:r>
      <w:r w:rsidR="005A2492">
        <w:rPr>
          <w:rtl/>
        </w:rPr>
        <w:t>ت 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شج</w:t>
      </w:r>
      <w:r w:rsidRPr="00816B77">
        <w:rPr>
          <w:rtl/>
          <w:lang w:bidi="ur-PK"/>
        </w:rPr>
        <w:t>ا</w:t>
      </w:r>
      <w:r w:rsidR="005A2492">
        <w:rPr>
          <w:rtl/>
        </w:rPr>
        <w:t>عت و کر</w:t>
      </w:r>
      <w:r w:rsidRPr="00816B77">
        <w:rPr>
          <w:rtl/>
          <w:lang w:bidi="ur-PK"/>
        </w:rPr>
        <w:t>ا</w:t>
      </w:r>
      <w:r w:rsidR="005A2492">
        <w:rPr>
          <w:rtl/>
        </w:rPr>
        <w:t>مت کے م</w:t>
      </w:r>
      <w:r w:rsidRPr="00816B77">
        <w:rPr>
          <w:rtl/>
          <w:lang w:bidi="ur-PK"/>
        </w:rPr>
        <w:t>ا</w:t>
      </w:r>
      <w:r w:rsidR="005A2492">
        <w:rPr>
          <w:rtl/>
        </w:rPr>
        <w:t>لک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ہے کہ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 </w:t>
      </w:r>
    </w:p>
    <w:p w:rsidR="005A2492" w:rsidRDefault="005A2492" w:rsidP="00C41429">
      <w:pPr>
        <w:pStyle w:val="libNormal"/>
        <w:rPr>
          <w:rtl/>
        </w:rPr>
      </w:pPr>
      <w:r>
        <w:rPr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خ</w:t>
      </w:r>
      <w:r w:rsidRPr="00F4194C">
        <w:rPr>
          <w:rStyle w:val="libArabicChar"/>
          <w:rFonts w:hint="cs"/>
          <w:rtl/>
        </w:rPr>
        <w:t>ْتَ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رُو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لِنُطَفِكُمْ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لْخَ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حَدُ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لضَّجِيعَيْنِ </w:t>
      </w:r>
      <w:r w:rsidRPr="00E67D25">
        <w:rPr>
          <w:rFonts w:hint="cs"/>
          <w:rtl/>
        </w:rPr>
        <w:t xml:space="preserve">  </w:t>
      </w:r>
      <w:r w:rsidR="00C41429" w:rsidRPr="007741D8">
        <w:rPr>
          <w:rStyle w:val="libFootnotenumChar"/>
          <w:rFonts w:hint="cs"/>
          <w:rtl/>
        </w:rPr>
        <w:t>(2)</w:t>
      </w:r>
    </w:p>
    <w:p w:rsidR="00C41429" w:rsidRDefault="00C41429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F1C3B" w:rsidRDefault="00C41429" w:rsidP="000F1C3B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0F1C3B">
        <w:rPr>
          <w:rtl/>
        </w:rPr>
        <w:t xml:space="preserve"> روضة</w:t>
      </w:r>
      <w:r w:rsidR="00816B77" w:rsidRPr="00816B77">
        <w:rPr>
          <w:rtl/>
        </w:rPr>
        <w:t>ا</w:t>
      </w:r>
      <w:r w:rsidR="000F1C3B">
        <w:rPr>
          <w:rtl/>
        </w:rPr>
        <w:t>لمتق</w:t>
      </w:r>
      <w:r w:rsidR="000F1C3B">
        <w:rPr>
          <w:rFonts w:hint="cs"/>
          <w:rtl/>
        </w:rPr>
        <w:t>ی</w:t>
      </w:r>
      <w:r w:rsidR="000F1C3B">
        <w:rPr>
          <w:rFonts w:hint="eastAsia"/>
          <w:rtl/>
        </w:rPr>
        <w:t>ن</w:t>
      </w:r>
      <w:r w:rsidR="000F1C3B">
        <w:rPr>
          <w:rtl/>
        </w:rPr>
        <w:t xml:space="preserve"> ج</w:t>
      </w:r>
      <w:r w:rsidR="00C15B30" w:rsidRPr="00C15B30">
        <w:rPr>
          <w:rFonts w:hint="cs"/>
          <w:rtl/>
        </w:rPr>
        <w:t>8</w:t>
      </w:r>
      <w:r w:rsidR="000F1C3B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82</w:t>
      </w:r>
      <w:r w:rsidR="00816B77" w:rsidRPr="00816B77">
        <w:rPr>
          <w:rFonts w:hint="cs"/>
          <w:rtl/>
        </w:rPr>
        <w:t>ا</w:t>
      </w:r>
      <w:r w:rsidR="000F1C3B" w:rsidRPr="00816B77">
        <w:rPr>
          <w:rFonts w:hint="cs"/>
          <w:rtl/>
        </w:rPr>
        <w:t>من ل</w:t>
      </w:r>
      <w:r w:rsidR="00816B77" w:rsidRPr="00816B77">
        <w:rPr>
          <w:rFonts w:hint="cs"/>
          <w:rtl/>
        </w:rPr>
        <w:t>ا</w:t>
      </w:r>
      <w:r w:rsidR="000F1C3B" w:rsidRPr="00816B77">
        <w:rPr>
          <w:rFonts w:hint="cs"/>
          <w:rtl/>
        </w:rPr>
        <w:t xml:space="preserve"> </w:t>
      </w:r>
      <w:r w:rsidR="000F1C3B">
        <w:rPr>
          <w:rFonts w:hint="cs"/>
          <w:rtl/>
        </w:rPr>
        <w:t>ی</w:t>
      </w:r>
      <w:r w:rsidR="000F1C3B">
        <w:rPr>
          <w:rFonts w:hint="eastAsia"/>
          <w:rtl/>
        </w:rPr>
        <w:t>حضرہ،</w:t>
      </w:r>
      <w:r w:rsidR="000F1C3B">
        <w:rPr>
          <w:rtl/>
        </w:rPr>
        <w:t xml:space="preserve"> ج</w:t>
      </w:r>
      <w:r w:rsidR="000F1C3B">
        <w:rPr>
          <w:rtl/>
          <w:lang w:bidi="fa-IR"/>
        </w:rPr>
        <w:t>۳</w:t>
      </w:r>
      <w:r w:rsidR="000F1C3B">
        <w:rPr>
          <w:rtl/>
        </w:rPr>
        <w:t>، ص</w:t>
      </w:r>
      <w:r w:rsidR="000F1C3B">
        <w:rPr>
          <w:rtl/>
          <w:lang w:bidi="fa-IR"/>
        </w:rPr>
        <w:t>۳۸۳</w:t>
      </w:r>
    </w:p>
    <w:p w:rsidR="00C41429" w:rsidRDefault="00C41429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0F1C3B" w:rsidRPr="000F1C3B">
        <w:rPr>
          <w:rtl/>
        </w:rPr>
        <w:t xml:space="preserve"> </w:t>
      </w:r>
      <w:r w:rsidR="000F1C3B">
        <w:rPr>
          <w:rtl/>
        </w:rPr>
        <w:t xml:space="preserve">مستدرک </w:t>
      </w:r>
      <w:r w:rsidR="00816B77" w:rsidRPr="00816B77">
        <w:rPr>
          <w:rtl/>
        </w:rPr>
        <w:t>ا</w:t>
      </w:r>
      <w:r w:rsidR="000F1C3B">
        <w:rPr>
          <w:rtl/>
        </w:rPr>
        <w:t>لوس</w:t>
      </w:r>
      <w:r w:rsidR="00816B77" w:rsidRPr="00816B77">
        <w:rPr>
          <w:rtl/>
        </w:rPr>
        <w:t>ا</w:t>
      </w:r>
      <w:r w:rsidR="000F1C3B">
        <w:rPr>
          <w:rtl/>
        </w:rPr>
        <w:t>ئل ج</w:t>
      </w:r>
      <w:r w:rsidR="00C15B30" w:rsidRPr="00C15B30">
        <w:rPr>
          <w:rFonts w:hint="cs"/>
          <w:rtl/>
        </w:rPr>
        <w:t>14</w:t>
      </w:r>
      <w:r w:rsidR="000F1C3B" w:rsidRPr="00816B77">
        <w:rPr>
          <w:rFonts w:hint="cs"/>
          <w:rtl/>
        </w:rPr>
        <w:t>، ص</w:t>
      </w:r>
      <w:r w:rsidR="000F1C3B">
        <w:rPr>
          <w:rtl/>
          <w:lang w:bidi="fa-IR"/>
        </w:rPr>
        <w:t>۱۷۴</w:t>
      </w:r>
    </w:p>
    <w:p w:rsidR="00C41429" w:rsidRDefault="00C41429" w:rsidP="00506B29">
      <w:pPr>
        <w:pStyle w:val="libNormal"/>
        <w:rPr>
          <w:rtl/>
        </w:rPr>
      </w:pPr>
      <w:r>
        <w:rPr>
          <w:rtl/>
        </w:rPr>
        <w:br w:type="page"/>
      </w:r>
    </w:p>
    <w:p w:rsidR="00C41429" w:rsidRDefault="00C41429" w:rsidP="00C4142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ہمسر کے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</w:t>
      </w:r>
      <w:r w:rsidR="00816B77" w:rsidRPr="00816B77">
        <w:rPr>
          <w:rtl/>
          <w:lang w:bidi="ur-PK"/>
        </w:rPr>
        <w:t>ا</w:t>
      </w:r>
      <w:r>
        <w:rPr>
          <w:rtl/>
        </w:rPr>
        <w:t>لت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رکھن</w:t>
      </w:r>
      <w:r w:rsidR="00816B77" w:rsidRPr="00816B77">
        <w:rPr>
          <w:rtl/>
          <w:lang w:bidi="ur-PK"/>
        </w:rPr>
        <w:t>ا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قرب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ء </w:t>
      </w:r>
      <w:r w:rsidR="00816B77" w:rsidRPr="00816B77">
        <w:rPr>
          <w:rtl/>
          <w:lang w:bidi="ur-PK"/>
        </w:rPr>
        <w:t>ا</w:t>
      </w:r>
      <w:r>
        <w:rPr>
          <w:rtl/>
        </w:rPr>
        <w:t>ور رشتہ د</w:t>
      </w:r>
      <w:r w:rsidR="00816B77" w:rsidRPr="00816B77">
        <w:rPr>
          <w:rtl/>
          <w:lang w:bidi="ur-PK"/>
        </w:rPr>
        <w:t>ا</w:t>
      </w:r>
      <w:r>
        <w:rPr>
          <w:rtl/>
        </w:rPr>
        <w:t>ر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کم ذ</w:t>
      </w:r>
      <w:r w:rsidR="00816B77" w:rsidRPr="00816B77">
        <w:rPr>
          <w:rtl/>
          <w:lang w:bidi="ur-PK"/>
        </w:rPr>
        <w:t>ا</w:t>
      </w:r>
      <w:r>
        <w:rPr>
          <w:rtl/>
        </w:rPr>
        <w:t>ت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کرنے سےروکتے ہوئے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9E33D3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لِلنَّ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 xml:space="preserve">سِ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يَّ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كُمْ وَ خَضْرَ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لدِّمَنِ قِيلَ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رَسُولَ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وَ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خَ</w:t>
      </w:r>
      <w:r w:rsidRPr="00F4194C">
        <w:rPr>
          <w:rStyle w:val="libArabicChar"/>
          <w:rtl/>
        </w:rPr>
        <w:t>ض</w:t>
      </w:r>
      <w:r w:rsidRPr="00F4194C">
        <w:rPr>
          <w:rStyle w:val="libArabicChar"/>
          <w:rFonts w:hint="cs"/>
          <w:rtl/>
        </w:rPr>
        <w:t>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لدِّمَنِ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لْمَرْ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ةُ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لْحَسْنَ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ءُ فِي مَنْبِتِ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لسَّوْءِ</w:t>
      </w:r>
      <w:r w:rsidRPr="00E67D25">
        <w:rPr>
          <w:rFonts w:hint="cs"/>
          <w:rtl/>
        </w:rPr>
        <w:t xml:space="preserve"> </w:t>
      </w:r>
      <w:r w:rsidR="009E33D3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لوگو! تم لوگ خضر</w:t>
      </w:r>
      <w:r w:rsidR="00816B77" w:rsidRPr="00816B77">
        <w:rPr>
          <w:rtl/>
          <w:lang w:bidi="ur-PK"/>
        </w:rPr>
        <w:t>ا</w:t>
      </w:r>
      <w:r>
        <w:rPr>
          <w:rtl/>
        </w:rPr>
        <w:t>ء دمن سے بچو کس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>
        <w:rPr>
          <w:rFonts w:hint="cs"/>
          <w:rtl/>
        </w:rPr>
        <w:t>ﷺ</w:t>
      </w:r>
      <w:r>
        <w:rPr>
          <w:rtl/>
        </w:rPr>
        <w:t>! خضر</w:t>
      </w:r>
      <w:r w:rsidR="00816B77" w:rsidRPr="00816B77">
        <w:rPr>
          <w:rtl/>
          <w:lang w:bidi="ur-PK"/>
        </w:rPr>
        <w:t>ا</w:t>
      </w:r>
      <w:r>
        <w:rPr>
          <w:rtl/>
        </w:rPr>
        <w:t>ء دمن سے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مر</w:t>
      </w:r>
      <w:r w:rsidR="00816B77" w:rsidRPr="00816B77">
        <w:rPr>
          <w:rtl/>
          <w:lang w:bidi="ur-PK"/>
        </w:rPr>
        <w:t>ا</w:t>
      </w:r>
      <w:r>
        <w:rPr>
          <w:rtl/>
        </w:rPr>
        <w:t>د ہے؟!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وہ  خوبصورت عورت جو  برے  گھر  </w:t>
      </w:r>
      <w:r w:rsidR="00816B77" w:rsidRPr="00816B77">
        <w:rPr>
          <w:rtl/>
          <w:lang w:bidi="ur-PK"/>
        </w:rPr>
        <w:t>ا</w:t>
      </w:r>
      <w:r>
        <w:rPr>
          <w:rtl/>
        </w:rPr>
        <w:t>ور  م</w:t>
      </w:r>
      <w:r w:rsidR="00816B77" w:rsidRPr="00816B77">
        <w:rPr>
          <w:rtl/>
          <w:lang w:bidi="ur-PK"/>
        </w:rPr>
        <w:t>ا</w:t>
      </w:r>
      <w:r>
        <w:rPr>
          <w:rtl/>
        </w:rPr>
        <w:t>حول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</w:p>
    <w:p w:rsidR="005A2492" w:rsidRDefault="005A2492" w:rsidP="00B3211D">
      <w:pPr>
        <w:pStyle w:val="Heading1"/>
        <w:rPr>
          <w:rtl/>
        </w:rPr>
      </w:pPr>
      <w:bookmarkStart w:id="10" w:name="_Toc393190435"/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bookmarkEnd w:id="1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متعدد ب</w:t>
      </w:r>
      <w:r w:rsidR="00816B77" w:rsidRPr="00816B77">
        <w:rPr>
          <w:rtl/>
          <w:lang w:bidi="ur-PK"/>
        </w:rPr>
        <w:t>ا</w:t>
      </w:r>
      <w:r>
        <w:rPr>
          <w:rtl/>
        </w:rPr>
        <w:t>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مور،</w:t>
      </w:r>
      <w:r w:rsidR="00816B77" w:rsidRPr="00816B77">
        <w:rPr>
          <w:rtl/>
          <w:lang w:bidi="ur-PK"/>
        </w:rPr>
        <w:t>ا</w:t>
      </w:r>
      <w:r>
        <w:rPr>
          <w:rtl/>
        </w:rPr>
        <w:t>رک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ن، </w:t>
      </w:r>
      <w:r w:rsidR="00816B77" w:rsidRPr="00816B77">
        <w:rPr>
          <w:rtl/>
          <w:lang w:bidi="ur-PK"/>
        </w:rPr>
        <w:t>ا</w:t>
      </w:r>
      <w:r>
        <w:rPr>
          <w:rtl/>
        </w:rPr>
        <w:t>حک</w:t>
      </w:r>
      <w:r w:rsidR="00816B77" w:rsidRPr="00816B77">
        <w:rPr>
          <w:rtl/>
          <w:lang w:bidi="ur-PK"/>
        </w:rPr>
        <w:t>ا</w:t>
      </w:r>
      <w:r>
        <w:rPr>
          <w:rtl/>
        </w:rPr>
        <w:t>م،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رش</w:t>
      </w:r>
      <w:r w:rsidR="00816B77" w:rsidRPr="00816B77">
        <w:rPr>
          <w:rtl/>
          <w:lang w:bidi="ur-PK"/>
        </w:rPr>
        <w:t>ا</w:t>
      </w:r>
      <w:r>
        <w:rPr>
          <w:rtl/>
        </w:rPr>
        <w:t>د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کد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من ہوں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محرم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 مذ</w:t>
      </w:r>
      <w:r w:rsidR="00816B77" w:rsidRPr="00816B77">
        <w:rPr>
          <w:rtl/>
          <w:lang w:bidi="ur-PK"/>
        </w:rPr>
        <w:t>ا</w:t>
      </w:r>
      <w:r>
        <w:rPr>
          <w:rtl/>
        </w:rPr>
        <w:t>ق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816B77" w:rsidRPr="00816B77">
        <w:rPr>
          <w:rtl/>
          <w:lang w:bidi="ur-PK"/>
        </w:rPr>
        <w:t>ا</w:t>
      </w:r>
      <w:r>
        <w:rPr>
          <w:rtl/>
        </w:rPr>
        <w:t>مت، شر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عزت ن</w:t>
      </w:r>
      <w:r w:rsidR="00816B77" w:rsidRPr="00816B77">
        <w:rPr>
          <w:rtl/>
          <w:lang w:bidi="ur-PK"/>
        </w:rPr>
        <w:t>ا</w:t>
      </w:r>
      <w:r>
        <w:rPr>
          <w:rtl/>
        </w:rPr>
        <w:t>محرم لوگوں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صحبت سے دور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خت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شرے ک</w:t>
      </w:r>
      <w:r>
        <w:rPr>
          <w:rFonts w:hint="cs"/>
          <w:rtl/>
        </w:rPr>
        <w:t>ی</w:t>
      </w:r>
      <w:r>
        <w:rPr>
          <w:rtl/>
        </w:rPr>
        <w:t xml:space="preserve"> عفت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حرمت کے تج</w:t>
      </w:r>
      <w:r w:rsidR="00816B77" w:rsidRPr="00816B77">
        <w:rPr>
          <w:rtl/>
          <w:lang w:bidi="ur-PK"/>
        </w:rPr>
        <w:t>ا</w:t>
      </w:r>
      <w:r>
        <w:rPr>
          <w:rtl/>
        </w:rPr>
        <w:t>وز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لوں کو ڈر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ہےخل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</w:t>
      </w:r>
      <w:r w:rsidR="00816B77" w:rsidRPr="00816B77">
        <w:rPr>
          <w:rtl/>
          <w:lang w:bidi="ur-PK"/>
        </w:rPr>
        <w:t>ا</w:t>
      </w:r>
      <w:r>
        <w:rPr>
          <w:rtl/>
        </w:rPr>
        <w:t>ن کر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لے بچےّ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رو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صحت سے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ہےج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رش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د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: </w:t>
      </w:r>
    </w:p>
    <w:p w:rsidR="005A2492" w:rsidRDefault="005A2492" w:rsidP="00CD0F9A">
      <w:pPr>
        <w:pStyle w:val="libAie"/>
        <w:rPr>
          <w:rtl/>
        </w:rPr>
      </w:pP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ُّ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ذِن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ُمُ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نَ مَلَ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نُ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وَ</w:t>
      </w:r>
      <w:r w:rsidR="00CF3D62" w:rsidRPr="00CF3D62">
        <w:rPr>
          <w:rtl/>
        </w:rPr>
        <w:t>ا</w:t>
      </w:r>
      <w:r>
        <w:rPr>
          <w:rtl/>
        </w:rPr>
        <w:t>لَّذِ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نَ لَم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لُغُو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حُلُمَ مِن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ثَلَ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ثَ مَرَّ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تٍ مِن قَب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لِ صَلَ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فَج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رِ وَحِ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نَ تَضَعُونَ ثِ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ُم مِّنَ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لظَّ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رَةِ وَمِن بَع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دِ صَلَ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عِشَ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 ثَ</w:t>
      </w:r>
      <w:r>
        <w:rPr>
          <w:rFonts w:hint="eastAsia"/>
          <w:rtl/>
        </w:rPr>
        <w:t>لَ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ثُ</w:t>
      </w:r>
      <w:r>
        <w:rPr>
          <w:rtl/>
        </w:rPr>
        <w:t xml:space="preserve"> عَو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تٍ لَّ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سَ عَلَ</w:t>
      </w:r>
      <w:r w:rsidRPr="00CD0F9A">
        <w:rPr>
          <w:rFonts w:hint="cs"/>
          <w:rtl/>
        </w:rPr>
        <w:t>يْك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وَلَ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عَلَ</w:t>
      </w:r>
      <w:r w:rsidRPr="00CD0F9A">
        <w:rPr>
          <w:rFonts w:hint="cs"/>
          <w:rtl/>
        </w:rPr>
        <w:t>يْه</w:t>
      </w:r>
      <w:r>
        <w:rPr>
          <w:rFonts w:hint="cs"/>
          <w:rtl/>
        </w:rPr>
        <w:t>ِم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جُنَ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حٌ بَع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دَ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ُنَّ طَوَّ</w:t>
      </w:r>
      <w:r w:rsidR="00CF3D62" w:rsidRPr="00CF3D62">
        <w:rPr>
          <w:rtl/>
        </w:rPr>
        <w:t>ا</w:t>
      </w:r>
      <w:r>
        <w:rPr>
          <w:rtl/>
        </w:rPr>
        <w:t>فُونَ عَلَ</w:t>
      </w:r>
      <w:r w:rsidRPr="00CD0F9A">
        <w:rPr>
          <w:rFonts w:hint="cs"/>
          <w:rtl/>
        </w:rPr>
        <w:t>يْك</w:t>
      </w:r>
      <w:r>
        <w:rPr>
          <w:rFonts w:hint="cs"/>
          <w:rtl/>
        </w:rPr>
        <w:t>ُم بَع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ضُ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بَع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ضٍ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َذَلِ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ُبَ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ِّنُ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ُمُ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عَلِ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مٌ حَ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مٌ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بَلَغَ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لُ مِن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ُمُ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حُلُمَ فَل</w:t>
      </w:r>
      <w:r w:rsidRPr="00CD0F9A">
        <w:rPr>
          <w:rFonts w:hint="cs"/>
          <w:rtl/>
        </w:rPr>
        <w:t>ْي</w:t>
      </w:r>
      <w:r>
        <w:rPr>
          <w:rFonts w:hint="cs"/>
          <w:rtl/>
        </w:rPr>
        <w:t>َس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ذِنُو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َمَ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ذَنَ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نَ مِن قَب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َذَلِ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ُبَ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ِّنُ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عَلِ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مٌ حَ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مٌ</w:t>
      </w:r>
      <w:r w:rsidRPr="00C15B30">
        <w:rPr>
          <w:rFonts w:hint="cs"/>
          <w:rtl/>
        </w:rPr>
        <w:t xml:space="preserve"> </w:t>
      </w:r>
      <w:r w:rsidR="009E33D3" w:rsidRPr="007741D8">
        <w:rPr>
          <w:rStyle w:val="libFootnotenumChar"/>
          <w:rFonts w:hint="cs"/>
          <w:rtl/>
        </w:rPr>
        <w:t>(2)</w:t>
      </w:r>
    </w:p>
    <w:p w:rsidR="009E33D3" w:rsidRDefault="009E33D3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3211D" w:rsidRDefault="009E33D3" w:rsidP="00B3211D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B3211D" w:rsidRPr="00B3211D">
        <w:rPr>
          <w:rtl/>
        </w:rPr>
        <w:t xml:space="preserve"> </w:t>
      </w:r>
      <w:r w:rsidR="00B3211D">
        <w:rPr>
          <w:rtl/>
        </w:rPr>
        <w:t>من ل</w:t>
      </w:r>
      <w:r w:rsidR="00816B77" w:rsidRPr="00816B77">
        <w:rPr>
          <w:rtl/>
        </w:rPr>
        <w:t>ا</w:t>
      </w:r>
      <w:r w:rsidR="00B3211D">
        <w:rPr>
          <w:rtl/>
        </w:rPr>
        <w:t xml:space="preserve"> </w:t>
      </w:r>
      <w:r w:rsidR="00B3211D">
        <w:rPr>
          <w:rFonts w:hint="cs"/>
          <w:rtl/>
        </w:rPr>
        <w:t>ی</w:t>
      </w:r>
      <w:r w:rsidR="00B3211D">
        <w:rPr>
          <w:rFonts w:hint="eastAsia"/>
          <w:rtl/>
        </w:rPr>
        <w:t>حضرہ</w:t>
      </w:r>
      <w:r w:rsidR="00B3211D">
        <w:rPr>
          <w:rtl/>
        </w:rPr>
        <w:t xml:space="preserve"> </w:t>
      </w:r>
      <w:r w:rsidR="00816B77" w:rsidRPr="00816B77">
        <w:rPr>
          <w:rtl/>
        </w:rPr>
        <w:t>ا</w:t>
      </w:r>
      <w:r w:rsidR="00B3211D">
        <w:rPr>
          <w:rtl/>
        </w:rPr>
        <w:t>لفق</w:t>
      </w:r>
      <w:r w:rsidR="00B3211D">
        <w:rPr>
          <w:rFonts w:hint="cs"/>
          <w:rtl/>
        </w:rPr>
        <w:t>ی</w:t>
      </w:r>
      <w:r w:rsidR="00B3211D">
        <w:rPr>
          <w:rFonts w:hint="eastAsia"/>
          <w:rtl/>
        </w:rPr>
        <w:t>ہ</w:t>
      </w:r>
      <w:r w:rsidR="00B3211D">
        <w:rPr>
          <w:rtl/>
        </w:rPr>
        <w:t xml:space="preserve"> ، ج</w:t>
      </w:r>
      <w:r w:rsidR="00B3211D">
        <w:rPr>
          <w:rtl/>
          <w:lang w:bidi="fa-IR"/>
        </w:rPr>
        <w:t>۳</w:t>
      </w:r>
      <w:r w:rsidR="00B3211D">
        <w:rPr>
          <w:rtl/>
        </w:rPr>
        <w:t xml:space="preserve">، </w:t>
      </w:r>
      <w:r w:rsidR="00B3211D">
        <w:rPr>
          <w:rtl/>
          <w:lang w:bidi="fa-IR"/>
        </w:rPr>
        <w:t>۳۹۱</w:t>
      </w:r>
    </w:p>
    <w:p w:rsidR="009E33D3" w:rsidRDefault="009E33D3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B3211D" w:rsidRPr="00B3211D">
        <w:rPr>
          <w:rtl/>
        </w:rPr>
        <w:t xml:space="preserve"> </w:t>
      </w:r>
      <w:r w:rsidR="00B3211D">
        <w:rPr>
          <w:rtl/>
        </w:rPr>
        <w:t xml:space="preserve">سورہ نور،  </w:t>
      </w:r>
      <w:r w:rsidR="00B3211D">
        <w:rPr>
          <w:rtl/>
          <w:lang w:bidi="fa-IR"/>
        </w:rPr>
        <w:t>۵۹</w:t>
      </w:r>
      <w:r w:rsidR="00B3211D">
        <w:rPr>
          <w:rtl/>
        </w:rPr>
        <w:t xml:space="preserve"> </w:t>
      </w:r>
      <w:r w:rsidR="00B3211D">
        <w:rPr>
          <w:rtl/>
          <w:lang w:bidi="fa-IR"/>
        </w:rPr>
        <w:t>۵۸</w:t>
      </w:r>
      <w:r w:rsidR="00B3211D">
        <w:rPr>
          <w:rtl/>
        </w:rPr>
        <w:t xml:space="preserve"> </w:t>
      </w:r>
    </w:p>
    <w:p w:rsidR="009E33D3" w:rsidRDefault="009E33D3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سورۂ مب</w:t>
      </w:r>
      <w:r w:rsidRPr="00816B77">
        <w:rPr>
          <w:rtl/>
          <w:lang w:bidi="ur-PK"/>
        </w:rPr>
        <w:t>ا</w:t>
      </w:r>
      <w:r w:rsidR="005A2492">
        <w:rPr>
          <w:rtl/>
        </w:rPr>
        <w:t>رکہ کے شروع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مس</w:t>
      </w:r>
      <w:r w:rsidRPr="00816B77">
        <w:rPr>
          <w:rtl/>
          <w:lang w:bidi="ur-PK"/>
        </w:rPr>
        <w:t>ا</w:t>
      </w:r>
      <w:r w:rsidR="005A2492">
        <w:rPr>
          <w:rtl/>
        </w:rPr>
        <w:t>ئل کو وض</w:t>
      </w:r>
      <w:r w:rsidRPr="00816B77">
        <w:rPr>
          <w:rtl/>
          <w:lang w:bidi="ur-PK"/>
        </w:rPr>
        <w:t>ا</w:t>
      </w:r>
      <w:r w:rsidR="005A2492">
        <w:rPr>
          <w:rtl/>
        </w:rPr>
        <w:t>حت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کرتے ہوئے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"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5A2492">
        <w:rPr>
          <w:rtl/>
        </w:rPr>
        <w:t>لو! ضرور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وہ بچےّ جو </w:t>
      </w:r>
      <w:r w:rsidRPr="00816B77">
        <w:rPr>
          <w:rtl/>
          <w:lang w:bidi="ur-PK"/>
        </w:rPr>
        <w:t>ا</w:t>
      </w:r>
      <w:r w:rsidR="005A2492">
        <w:rPr>
          <w:rtl/>
        </w:rPr>
        <w:t>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حدّبلوغ  کو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پہنچے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وق</w:t>
      </w:r>
      <w:r w:rsidRPr="00816B77">
        <w:rPr>
          <w:rtl/>
          <w:lang w:bidi="ur-PK"/>
        </w:rPr>
        <w:t>ا</w:t>
      </w:r>
      <w:r w:rsidR="005A2492">
        <w:rPr>
          <w:rtl/>
        </w:rPr>
        <w:t>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تم سے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لے کرکمرے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</w:t>
      </w:r>
    </w:p>
    <w:p w:rsidR="005A2492" w:rsidRDefault="005A2492" w:rsidP="000C6ADD">
      <w:pPr>
        <w:pStyle w:val="libNormal"/>
        <w:rPr>
          <w:rtl/>
        </w:rPr>
      </w:pPr>
      <w:r>
        <w:rPr>
          <w:rFonts w:hint="eastAsia"/>
          <w:rtl/>
        </w:rPr>
        <w:t>فجر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 سے پہلے، دوپہر کو جب تم کپڑے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عش</w:t>
      </w:r>
      <w:r w:rsidR="00816B77" w:rsidRPr="00816B77">
        <w:rPr>
          <w:rtl/>
          <w:lang w:bidi="ur-PK"/>
        </w:rPr>
        <w:t>ا</w:t>
      </w:r>
      <w:r>
        <w:rPr>
          <w:rtl/>
        </w:rPr>
        <w:t>ء ک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 کے بعد،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وق</w:t>
      </w:r>
      <w:r w:rsidR="00816B77" w:rsidRPr="00816B77">
        <w:rPr>
          <w:rtl/>
          <w:lang w:bidi="ur-PK"/>
        </w:rPr>
        <w:t>ا</w:t>
      </w:r>
      <w:r>
        <w:rPr>
          <w:rtl/>
        </w:rPr>
        <w:t>ت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پردے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کے بعد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</w:t>
      </w:r>
      <w:r w:rsidR="00816B77" w:rsidRPr="00816B77">
        <w:rPr>
          <w:rtl/>
          <w:lang w:bidi="ur-PK"/>
        </w:rPr>
        <w:t>ا</w:t>
      </w:r>
      <w:r>
        <w:rPr>
          <w:rtl/>
        </w:rPr>
        <w:t>س ب</w:t>
      </w:r>
      <w:r w:rsidR="00816B77" w:rsidRPr="00816B77">
        <w:rPr>
          <w:rtl/>
          <w:lang w:bidi="ur-PK"/>
        </w:rPr>
        <w:t>ا</w:t>
      </w:r>
      <w:r>
        <w:rPr>
          <w:rtl/>
        </w:rPr>
        <w:t>ر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تم پر کوئ</w:t>
      </w:r>
      <w:r>
        <w:rPr>
          <w:rFonts w:hint="cs"/>
          <w:rtl/>
        </w:rPr>
        <w:t>ی</w:t>
      </w:r>
      <w:r>
        <w:rPr>
          <w:rtl/>
        </w:rPr>
        <w:t xml:space="preserve"> حرج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نہ </w:t>
      </w:r>
      <w:r w:rsidR="00816B77" w:rsidRPr="00816B77">
        <w:rPr>
          <w:rtl/>
          <w:lang w:bidi="ur-PK"/>
        </w:rPr>
        <w:t>ا</w:t>
      </w:r>
      <w:r>
        <w:rPr>
          <w:rtl/>
        </w:rPr>
        <w:t>ن پر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لئے نش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کھول کھول کر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بڑ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>،حکمت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ہے"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جب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بچےّ بلوغ کو پہنچ 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جس طرح پہلے (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سے بڑے ) لوگ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کرتے تھے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سے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ت ح</w:t>
      </w:r>
      <w:r w:rsidR="00816B77" w:rsidRPr="00816B77">
        <w:rPr>
          <w:rtl/>
          <w:lang w:bidi="ur-PK"/>
        </w:rPr>
        <w:t>ا</w:t>
      </w:r>
      <w:r>
        <w:rPr>
          <w:rtl/>
        </w:rPr>
        <w:t>صل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1.</w:t>
      </w:r>
      <w:r>
        <w:rPr>
          <w:rtl/>
        </w:rPr>
        <w:tab/>
        <w:t>جب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خلوت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لگو تو بچوّں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ندر </w:t>
      </w:r>
      <w:r w:rsidR="00816B77" w:rsidRPr="00816B77">
        <w:rPr>
          <w:rtl/>
          <w:lang w:bidi="ur-PK"/>
        </w:rPr>
        <w:t>ا</w:t>
      </w:r>
      <w:r>
        <w:rPr>
          <w:rtl/>
        </w:rPr>
        <w:t>نے سے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2.</w:t>
      </w:r>
      <w:r>
        <w:rPr>
          <w:rtl/>
        </w:rPr>
        <w:tab/>
        <w:t>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>پ ن</w:t>
      </w:r>
      <w:r w:rsidR="00816B77" w:rsidRPr="00816B77">
        <w:rPr>
          <w:rtl/>
          <w:lang w:bidi="ur-PK"/>
        </w:rPr>
        <w:t>ا</w:t>
      </w:r>
      <w:r>
        <w:rPr>
          <w:rtl/>
        </w:rPr>
        <w:t>زک لب</w:t>
      </w:r>
      <w:r w:rsidR="00816B77" w:rsidRPr="00816B77">
        <w:rPr>
          <w:rtl/>
          <w:lang w:bidi="ur-PK"/>
        </w:rPr>
        <w:t>ا</w:t>
      </w:r>
      <w:r>
        <w:rPr>
          <w:rtl/>
        </w:rPr>
        <w:t>س(</w:t>
      </w:r>
      <w:r>
        <w:t>sleeping dress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بچوّں کے پ</w:t>
      </w:r>
      <w:r w:rsidR="00816B77" w:rsidRPr="00816B77">
        <w:rPr>
          <w:rtl/>
          <w:lang w:bidi="ur-PK"/>
        </w:rPr>
        <w:t>ا</w:t>
      </w:r>
      <w:r>
        <w:rPr>
          <w:rtl/>
        </w:rPr>
        <w:t>س نہ 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نہ ب</w:t>
      </w:r>
      <w:r w:rsidR="00816B77" w:rsidRPr="00816B77">
        <w:rPr>
          <w:rtl/>
          <w:lang w:bidi="ur-PK"/>
        </w:rPr>
        <w:t>ا</w:t>
      </w:r>
      <w:r>
        <w:rPr>
          <w:rtl/>
        </w:rPr>
        <w:t>پ کو حق پہنچت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ن</w:t>
      </w:r>
      <w:r w:rsidR="00816B77" w:rsidRPr="00816B77">
        <w:rPr>
          <w:rtl/>
          <w:lang w:bidi="ur-PK"/>
        </w:rPr>
        <w:t>ا</w:t>
      </w:r>
      <w:r>
        <w:rPr>
          <w:rtl/>
        </w:rPr>
        <w:t>من</w:t>
      </w:r>
      <w:r w:rsidR="00816B77" w:rsidRPr="00816B77">
        <w:rPr>
          <w:rtl/>
          <w:lang w:bidi="ur-PK"/>
        </w:rPr>
        <w:t>ا</w:t>
      </w:r>
      <w:r>
        <w:rPr>
          <w:rtl/>
        </w:rPr>
        <w:t>سب لب</w:t>
      </w:r>
      <w:r w:rsidR="00816B77" w:rsidRPr="00816B77">
        <w:rPr>
          <w:rtl/>
          <w:lang w:bidi="ur-PK"/>
        </w:rPr>
        <w:t>ا</w:t>
      </w:r>
      <w:r>
        <w:rPr>
          <w:rtl/>
        </w:rPr>
        <w:t>س پہن کر بچوّں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نہ م</w:t>
      </w:r>
      <w:r w:rsidR="00816B77" w:rsidRPr="00816B77">
        <w:rPr>
          <w:rtl/>
          <w:lang w:bidi="ur-PK"/>
        </w:rPr>
        <w:t>ا</w:t>
      </w:r>
      <w:r>
        <w:rPr>
          <w:rtl/>
        </w:rPr>
        <w:t>ں کوت</w:t>
      </w:r>
      <w:r w:rsidR="00816B77" w:rsidRPr="00816B77">
        <w:rPr>
          <w:rtl/>
          <w:lang w:bidi="ur-PK"/>
        </w:rPr>
        <w:t>ا</w:t>
      </w:r>
      <w:r>
        <w:rPr>
          <w:rtl/>
        </w:rPr>
        <w:t>کہ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منظر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دوں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>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 ہو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سے منقول ہے:</w:t>
      </w:r>
    </w:p>
    <w:p w:rsidR="005A2492" w:rsidRDefault="005A2492" w:rsidP="008D4609">
      <w:pPr>
        <w:pStyle w:val="libNormal"/>
        <w:rPr>
          <w:rtl/>
        </w:rPr>
      </w:pPr>
      <w:r w:rsidRPr="008D4609">
        <w:rPr>
          <w:rStyle w:val="libArabicChar"/>
          <w:rFonts w:hint="eastAsia"/>
          <w:rtl/>
        </w:rPr>
        <w:t>ل</w:t>
      </w:r>
      <w:r w:rsidR="00CF3D62" w:rsidRPr="00CF3D62">
        <w:rPr>
          <w:rStyle w:val="libArabicChar"/>
          <w:rFonts w:hint="eastAsia"/>
          <w:rtl/>
        </w:rPr>
        <w:t>ا</w:t>
      </w:r>
      <w:r w:rsidRPr="008D4609">
        <w:rPr>
          <w:rStyle w:val="libArabicChar"/>
          <w:rtl/>
        </w:rPr>
        <w:t xml:space="preserve"> </w:t>
      </w:r>
      <w:r w:rsidRPr="008D4609">
        <w:rPr>
          <w:rStyle w:val="libArabicChar"/>
          <w:rFonts w:hint="cs"/>
          <w:rtl/>
        </w:rPr>
        <w:t>ی</w:t>
      </w:r>
      <w:r w:rsidRPr="008D4609">
        <w:rPr>
          <w:rStyle w:val="libArabicChar"/>
          <w:rFonts w:hint="eastAsia"/>
          <w:rtl/>
        </w:rPr>
        <w:t>ج</w:t>
      </w:r>
      <w:r w:rsidR="00CF3D62" w:rsidRPr="00CF3D62">
        <w:rPr>
          <w:rStyle w:val="libArabicChar"/>
          <w:rFonts w:hint="eastAsia"/>
          <w:rtl/>
        </w:rPr>
        <w:t>ا</w:t>
      </w:r>
      <w:r w:rsidRPr="008D4609">
        <w:rPr>
          <w:rStyle w:val="libArabicChar"/>
          <w:rFonts w:hint="eastAsia"/>
          <w:rtl/>
        </w:rPr>
        <w:t>مع</w:t>
      </w:r>
      <w:r w:rsidRPr="008D4609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8D4609">
        <w:rPr>
          <w:rStyle w:val="libArabicChar"/>
          <w:rtl/>
        </w:rPr>
        <w:t xml:space="preserve">لرجل </w:t>
      </w:r>
      <w:r w:rsidR="00CF3D62" w:rsidRPr="00CF3D62">
        <w:rPr>
          <w:rStyle w:val="libArabicChar"/>
          <w:rtl/>
        </w:rPr>
        <w:t>ا</w:t>
      </w:r>
      <w:r w:rsidRPr="008D4609">
        <w:rPr>
          <w:rStyle w:val="libArabicChar"/>
          <w:rtl/>
        </w:rPr>
        <w:t>مرئت</w:t>
      </w:r>
      <w:r w:rsidRPr="008D4609">
        <w:rPr>
          <w:rStyle w:val="libArabicChar"/>
          <w:rFonts w:hint="cs"/>
          <w:rtl/>
        </w:rPr>
        <w:t>ه وفی</w:t>
      </w:r>
      <w:r w:rsidRPr="008D4609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8D4609">
        <w:rPr>
          <w:rStyle w:val="libArabicChar"/>
          <w:rtl/>
        </w:rPr>
        <w:t>لب</w:t>
      </w:r>
      <w:r w:rsidRPr="008D4609">
        <w:rPr>
          <w:rStyle w:val="libArabicChar"/>
          <w:rFonts w:hint="cs"/>
          <w:rtl/>
        </w:rPr>
        <w:t>ی</w:t>
      </w:r>
      <w:r w:rsidRPr="008D4609">
        <w:rPr>
          <w:rStyle w:val="libArabicChar"/>
          <w:rFonts w:hint="eastAsia"/>
          <w:rtl/>
        </w:rPr>
        <w:t>ت</w:t>
      </w:r>
      <w:r w:rsidRPr="008D4609">
        <w:rPr>
          <w:rStyle w:val="libArabicChar"/>
          <w:rtl/>
        </w:rPr>
        <w:t xml:space="preserve"> صب</w:t>
      </w:r>
      <w:r w:rsidRPr="008D4609">
        <w:rPr>
          <w:rStyle w:val="libArabicChar"/>
          <w:rFonts w:hint="cs"/>
          <w:rtl/>
        </w:rPr>
        <w:t>ی</w:t>
      </w:r>
      <w:r w:rsidRPr="008D4609">
        <w:rPr>
          <w:rStyle w:val="libArabicChar"/>
          <w:rtl/>
        </w:rPr>
        <w:t xml:space="preserve"> ف</w:t>
      </w:r>
      <w:r w:rsidR="00CF3D62" w:rsidRPr="00CF3D62">
        <w:rPr>
          <w:rStyle w:val="libArabicChar"/>
          <w:rtl/>
        </w:rPr>
        <w:t>ا</w:t>
      </w:r>
      <w:r w:rsidRPr="008D4609">
        <w:rPr>
          <w:rStyle w:val="libArabicChar"/>
          <w:rtl/>
        </w:rPr>
        <w:t>نّ ذ</w:t>
      </w:r>
      <w:r w:rsidR="00CF3D62" w:rsidRPr="00CF3D62">
        <w:rPr>
          <w:rStyle w:val="libArabicChar"/>
          <w:rtl/>
        </w:rPr>
        <w:t>ا</w:t>
      </w:r>
      <w:r w:rsidRPr="008D4609">
        <w:rPr>
          <w:rStyle w:val="libArabicChar"/>
          <w:rtl/>
        </w:rPr>
        <w:t xml:space="preserve">لک </w:t>
      </w:r>
      <w:r w:rsidRPr="008D4609">
        <w:rPr>
          <w:rStyle w:val="libArabicChar"/>
          <w:rFonts w:hint="cs"/>
          <w:rtl/>
        </w:rPr>
        <w:t>ی</w:t>
      </w:r>
      <w:r w:rsidRPr="008D4609">
        <w:rPr>
          <w:rStyle w:val="libArabicChar"/>
          <w:rFonts w:hint="eastAsia"/>
          <w:rtl/>
        </w:rPr>
        <w:t>ورث</w:t>
      </w:r>
      <w:r w:rsidRPr="008D4609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8D4609">
        <w:rPr>
          <w:rStyle w:val="libArabicChar"/>
          <w:rtl/>
        </w:rPr>
        <w:t>لزن</w:t>
      </w:r>
      <w:r w:rsidR="00CF3D62" w:rsidRPr="00CF3D62">
        <w:rPr>
          <w:rStyle w:val="libArabicChar"/>
          <w:rtl/>
        </w:rPr>
        <w:t>ا</w:t>
      </w:r>
      <w:r>
        <w:rPr>
          <w:rtl/>
        </w:rPr>
        <w:t xml:space="preserve"> </w:t>
      </w:r>
      <w:r w:rsidR="000C6ADD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ہمبستر</w:t>
      </w:r>
      <w:r>
        <w:rPr>
          <w:rFonts w:hint="cs"/>
          <w:rtl/>
        </w:rPr>
        <w:t>ی</w:t>
      </w:r>
      <w:r>
        <w:rPr>
          <w:rtl/>
        </w:rPr>
        <w:t xml:space="preserve"> کرے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بچہ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بچےّ کے لئے فس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فحش</w:t>
      </w:r>
      <w:r w:rsidR="00816B77" w:rsidRPr="00816B77">
        <w:rPr>
          <w:rtl/>
          <w:lang w:bidi="ur-PK"/>
        </w:rPr>
        <w:t>ا</w:t>
      </w:r>
      <w:r>
        <w:rPr>
          <w:rtl/>
        </w:rPr>
        <w:t>ء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816B77" w:rsidRPr="00816B77">
        <w:rPr>
          <w:rtl/>
          <w:lang w:bidi="ur-PK"/>
        </w:rPr>
        <w:t>ا</w:t>
      </w:r>
      <w:r>
        <w:rPr>
          <w:rtl/>
        </w:rPr>
        <w:t>نحر</w:t>
      </w:r>
      <w:r w:rsidR="00816B77" w:rsidRPr="00816B77">
        <w:rPr>
          <w:rtl/>
          <w:lang w:bidi="ur-PK"/>
        </w:rPr>
        <w:t>ا</w:t>
      </w:r>
      <w:r>
        <w:rPr>
          <w:rtl/>
        </w:rPr>
        <w:t>ف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عث بنت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</w:t>
      </w:r>
    </w:p>
    <w:p w:rsidR="005A2492" w:rsidRPr="00E67D25" w:rsidRDefault="005A2492" w:rsidP="000C6ADD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رَسُولُ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لل</w:t>
      </w:r>
      <w:r w:rsidRPr="00F4194C">
        <w:rPr>
          <w:rStyle w:val="libArabicChar"/>
          <w:rFonts w:hint="cs"/>
          <w:rtl/>
        </w:rPr>
        <w:t xml:space="preserve">هِ ص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لَّذِي نَفْسِي بِيَدِهِ لَوْ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 رَجُلً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غَشِيَ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تَهُ وَ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لْبَيْتِ صَبِيٌّ مُسْتَيْقِظٌ يَرَ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هُمَ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يَسْمَعُ كَلَ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مَهُمَ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نَفَسَهُمَ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فْلَحَ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بَد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 غُلَ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 زَ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نِي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وْ 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رِيَةً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نَتْ زَ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</w:t>
      </w:r>
      <w:r w:rsidRPr="00F4194C">
        <w:rPr>
          <w:rStyle w:val="libArabicChar"/>
          <w:rtl/>
        </w:rPr>
        <w:t>ِ</w:t>
      </w:r>
      <w:r w:rsidRPr="00F4194C">
        <w:rPr>
          <w:rStyle w:val="libArabicChar"/>
          <w:rFonts w:hint="cs"/>
          <w:rtl/>
        </w:rPr>
        <w:t>يَة</w:t>
      </w:r>
      <w:r w:rsidR="000C6ADD" w:rsidRPr="007741D8">
        <w:rPr>
          <w:rStyle w:val="libFootnotenumChar"/>
          <w:rFonts w:hint="cs"/>
          <w:rtl/>
        </w:rPr>
        <w:t>(2)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6746E0" w:rsidRDefault="000C6ADD" w:rsidP="006746E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6746E0">
        <w:rPr>
          <w:rtl/>
        </w:rPr>
        <w:t xml:space="preserve"> وس</w:t>
      </w:r>
      <w:r w:rsidR="00816B77" w:rsidRPr="00816B77">
        <w:rPr>
          <w:rtl/>
        </w:rPr>
        <w:t>ا</w:t>
      </w:r>
      <w:r w:rsidR="006746E0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6746E0">
        <w:rPr>
          <w:rFonts w:hint="eastAsia"/>
          <w:rtl/>
        </w:rPr>
        <w:t>،ج</w:t>
      </w:r>
      <w:r w:rsidR="00C15B30" w:rsidRPr="00C15B30">
        <w:rPr>
          <w:rFonts w:hint="cs"/>
          <w:rtl/>
        </w:rPr>
        <w:t>14</w:t>
      </w:r>
      <w:r w:rsidR="006746E0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94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6746E0" w:rsidRPr="006746E0">
        <w:rPr>
          <w:rtl/>
        </w:rPr>
        <w:t xml:space="preserve"> </w:t>
      </w:r>
      <w:r w:rsidR="00816B77" w:rsidRPr="00816B77">
        <w:rPr>
          <w:rtl/>
        </w:rPr>
        <w:t>ا</w:t>
      </w:r>
      <w:r w:rsidR="006746E0">
        <w:rPr>
          <w:rtl/>
        </w:rPr>
        <w:t>ل</w:t>
      </w:r>
      <w:r w:rsidR="00DB2203" w:rsidRPr="00DB2203">
        <w:rPr>
          <w:rtl/>
        </w:rPr>
        <w:t xml:space="preserve">کافی </w:t>
      </w:r>
      <w:r w:rsidR="006746E0">
        <w:rPr>
          <w:rtl/>
        </w:rPr>
        <w:t xml:space="preserve"> ، ج</w:t>
      </w:r>
      <w:r w:rsidR="006746E0">
        <w:rPr>
          <w:rtl/>
          <w:lang w:bidi="fa-IR"/>
        </w:rPr>
        <w:t>۵</w:t>
      </w:r>
      <w:r w:rsidR="006746E0">
        <w:rPr>
          <w:rtl/>
        </w:rPr>
        <w:t>، ص</w:t>
      </w:r>
      <w:r w:rsidR="006746E0">
        <w:rPr>
          <w:rtl/>
          <w:lang w:bidi="fa-IR"/>
        </w:rPr>
        <w:t>۵۰۰</w:t>
      </w:r>
    </w:p>
    <w:p w:rsidR="000C6ADD" w:rsidRPr="000C6ADD" w:rsidRDefault="000C6ADD" w:rsidP="00A60F54">
      <w:pPr>
        <w:pStyle w:val="libPoemTini"/>
        <w:rPr>
          <w:rtl/>
        </w:rPr>
      </w:pPr>
      <w:r w:rsidRPr="000C6ADD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دق </w:t>
      </w:r>
      <w:r w:rsidR="000B1FC0" w:rsidRPr="000B1FC0">
        <w:rPr>
          <w:rFonts w:eastAsia="MingLiU_HKSCS" w:hint="eastAsia"/>
          <w:rtl/>
          <w:lang w:bidi="ur-PK"/>
        </w:rPr>
        <w:t>(ع)</w:t>
      </w:r>
      <w:r w:rsidR="005A2492">
        <w:rPr>
          <w:rFonts w:hint="eastAsia"/>
          <w:rtl/>
        </w:rPr>
        <w:t>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سے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کرتے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پ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س ذ</w:t>
      </w:r>
      <w:r w:rsidRPr="00816B77">
        <w:rPr>
          <w:rtl/>
          <w:lang w:bidi="ur-PK"/>
        </w:rPr>
        <w:t>ا</w:t>
      </w:r>
      <w:r w:rsidR="005A2492">
        <w:rPr>
          <w:rtl/>
        </w:rPr>
        <w:t>ت 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قسم جس کے قبضہ قدرت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ہے ؛ </w:t>
      </w:r>
      <w:r w:rsidRPr="00816B77">
        <w:rPr>
          <w:rtl/>
          <w:lang w:bidi="ur-PK"/>
        </w:rPr>
        <w:t>ا</w:t>
      </w:r>
      <w:r w:rsidR="005A2492">
        <w:rPr>
          <w:rtl/>
        </w:rPr>
        <w:t>گر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شخص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ہمبستر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کمرے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بچہ ج</w:t>
      </w:r>
      <w:r w:rsidRPr="00816B77">
        <w:rPr>
          <w:rtl/>
          <w:lang w:bidi="ur-PK"/>
        </w:rPr>
        <w:t>ا</w:t>
      </w:r>
      <w:r w:rsidR="005A2492">
        <w:rPr>
          <w:rtl/>
        </w:rPr>
        <w:t>گ 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دونوں کو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دونوں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 </w:t>
      </w:r>
      <w:r w:rsidRPr="00816B77">
        <w:rPr>
          <w:rtl/>
          <w:lang w:bidi="ur-PK"/>
        </w:rPr>
        <w:t>ا</w:t>
      </w:r>
      <w:r w:rsidR="005A2492">
        <w:rPr>
          <w:rtl/>
        </w:rPr>
        <w:t>ور س</w:t>
      </w:r>
      <w:r w:rsidRPr="00816B77">
        <w:rPr>
          <w:rtl/>
          <w:lang w:bidi="ur-PK"/>
        </w:rPr>
        <w:t>ا</w:t>
      </w:r>
      <w:r w:rsidR="005A2492">
        <w:rPr>
          <w:rtl/>
        </w:rPr>
        <w:t>نسوں کوسن رہ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ہو، تو وہ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، </w:t>
      </w:r>
      <w:r w:rsidRPr="00816B77">
        <w:rPr>
          <w:rtl/>
          <w:lang w:bidi="ur-PK"/>
        </w:rPr>
        <w:t>ا</w:t>
      </w:r>
      <w:r w:rsidR="005A2492">
        <w:rPr>
          <w:rtl/>
        </w:rPr>
        <w:t>گر وہ بچہ ہو تو ز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بچ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تو ز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ہوگ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</w:p>
    <w:p w:rsidR="005A2492" w:rsidRDefault="005A2492" w:rsidP="006746E0">
      <w:pPr>
        <w:pStyle w:val="Heading1Center"/>
        <w:rPr>
          <w:rtl/>
        </w:rPr>
      </w:pPr>
      <w:bookmarkStart w:id="11" w:name="_Toc393190436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صول</w:t>
      </w:r>
      <w:bookmarkEnd w:id="11"/>
    </w:p>
    <w:p w:rsidR="005A2492" w:rsidRDefault="005A2492" w:rsidP="006746E0">
      <w:pPr>
        <w:pStyle w:val="Heading1"/>
        <w:rPr>
          <w:rtl/>
        </w:rPr>
      </w:pPr>
      <w:bookmarkStart w:id="12" w:name="_Toc393190437"/>
      <w:r>
        <w:rPr>
          <w:rFonts w:hint="eastAsia"/>
          <w:rtl/>
        </w:rPr>
        <w:t>شو</w:t>
      </w:r>
      <w:r w:rsidR="008D6D4F" w:rsidRPr="008D6D4F">
        <w:rPr>
          <w:rFonts w:hint="cs"/>
          <w:rtl/>
          <w:lang w:bidi="ur-PK"/>
        </w:rPr>
        <w:t>ہ</w:t>
      </w:r>
      <w:r w:rsidRPr="00A60F54">
        <w:rPr>
          <w:rFonts w:hint="cs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tl/>
        </w:rPr>
        <w:t xml:space="preserve"> عشق و محبت</w:t>
      </w:r>
      <w:bookmarkEnd w:id="12"/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نے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 ہم دوسرے ج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="00816B77" w:rsidRPr="00816B77">
        <w:rPr>
          <w:rtl/>
          <w:lang w:bidi="ur-PK"/>
        </w:rPr>
        <w:t>ا</w:t>
      </w:r>
      <w:r>
        <w:rPr>
          <w:rtl/>
        </w:rPr>
        <w:t>ہدہ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گر تنہ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رنے پر مجبور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ورفکر مند 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ہم نوع کے عطوفت و محبت کے س</w:t>
      </w:r>
      <w:r w:rsidR="00816B77" w:rsidRPr="00816B77">
        <w:rPr>
          <w:rtl/>
          <w:lang w:bidi="ur-PK"/>
        </w:rPr>
        <w:t>ا</w:t>
      </w:r>
      <w:r>
        <w:rPr>
          <w:rtl/>
        </w:rPr>
        <w:t>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پ کو ڈ</w:t>
      </w:r>
      <w:r w:rsidR="00816B77" w:rsidRPr="00816B77">
        <w:rPr>
          <w:rtl/>
          <w:lang w:bidi="ur-PK"/>
        </w:rPr>
        <w:t>ا</w:t>
      </w:r>
      <w:r>
        <w:rPr>
          <w:rtl/>
        </w:rPr>
        <w:t>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نے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پہلے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مودت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ردونوں</w:t>
      </w:r>
      <w:r>
        <w:rPr>
          <w:rtl/>
        </w:rPr>
        <w:t xml:space="preserve"> کو سکون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محبت ہے جس ک</w:t>
      </w:r>
      <w:r>
        <w:rPr>
          <w:rFonts w:hint="cs"/>
          <w:rtl/>
        </w:rPr>
        <w:t>ی</w:t>
      </w:r>
      <w:r>
        <w:rPr>
          <w:rtl/>
        </w:rPr>
        <w:t xml:space="preserve"> وجہ سے مرد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زدو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خل ہونے کے لئے قدم 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C6ADD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شخص نے حضرت 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خدمت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عرض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رسول </w:t>
      </w:r>
      <w:r w:rsidRPr="00816B77">
        <w:rPr>
          <w:rtl/>
          <w:lang w:bidi="ur-PK"/>
        </w:rPr>
        <w:t>ا</w:t>
      </w:r>
      <w:r w:rsidR="005A2492">
        <w:rPr>
          <w:rtl/>
        </w:rPr>
        <w:t>للہ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!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Pr="00816B77">
        <w:rPr>
          <w:rtl/>
          <w:lang w:bidi="ur-PK"/>
        </w:rPr>
        <w:t>ا</w:t>
      </w:r>
      <w:r w:rsidR="005A2492">
        <w:rPr>
          <w:rtl/>
        </w:rPr>
        <w:t>زدو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نے مجھے تعجب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</w:t>
      </w:r>
      <w:r w:rsidRPr="00816B77">
        <w:rPr>
          <w:rtl/>
          <w:lang w:bidi="ur-PK"/>
        </w:rPr>
        <w:t>ا</w:t>
      </w:r>
      <w:r w:rsidR="005A2492">
        <w:rPr>
          <w:rtl/>
        </w:rPr>
        <w:t>ل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جنب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مرد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جنب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کو ج</w:t>
      </w:r>
      <w:r w:rsidRPr="00816B77">
        <w:rPr>
          <w:rtl/>
          <w:lang w:bidi="ur-PK"/>
        </w:rPr>
        <w:t>ا</w:t>
      </w:r>
      <w:r w:rsidR="005A2492">
        <w:rPr>
          <w:rtl/>
        </w:rPr>
        <w:t>نتے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</w:t>
      </w:r>
      <w:r w:rsidR="005A2492">
        <w:rPr>
          <w:rtl/>
        </w:rPr>
        <w:t xml:space="preserve"> 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عقد </w:t>
      </w:r>
      <w:r w:rsidRPr="00816B77">
        <w:rPr>
          <w:rtl/>
          <w:lang w:bidi="ur-PK"/>
        </w:rPr>
        <w:t>ا</w:t>
      </w:r>
      <w:r w:rsidR="005A2492">
        <w:rPr>
          <w:rtl/>
        </w:rPr>
        <w:t>زدو</w:t>
      </w:r>
      <w:r w:rsidRPr="00816B77">
        <w:rPr>
          <w:rtl/>
          <w:lang w:bidi="ur-PK"/>
        </w:rPr>
        <w:t>ا</w:t>
      </w:r>
      <w:r w:rsidR="005A2492">
        <w:rPr>
          <w:rtl/>
        </w:rPr>
        <w:t>ج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ہوتے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کے لئے </w:t>
      </w:r>
      <w:r w:rsidRPr="00816B77">
        <w:rPr>
          <w:rtl/>
          <w:lang w:bidi="ur-PK"/>
        </w:rPr>
        <w:t>ا</w:t>
      </w:r>
      <w:r w:rsidR="005A2492">
        <w:rPr>
          <w:rtl/>
        </w:rPr>
        <w:t>نتہ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ور 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رکرنے</w:t>
      </w:r>
      <w:r w:rsidR="005A2492">
        <w:rPr>
          <w:rtl/>
        </w:rPr>
        <w:t xml:space="preserve"> ل</w:t>
      </w:r>
      <w:r w:rsidR="005A2492">
        <w:rPr>
          <w:rFonts w:hint="eastAsia"/>
          <w:rtl/>
        </w:rPr>
        <w:t>گتے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زدو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مور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کو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فطرت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رکھ</w:t>
      </w:r>
      <w:r w:rsidRPr="00816B77">
        <w:rPr>
          <w:rtl/>
          <w:lang w:bidi="ur-PK"/>
        </w:rPr>
        <w:t>ا</w:t>
      </w:r>
      <w:r w:rsidR="005A2492">
        <w:rPr>
          <w:rtl/>
        </w:rPr>
        <w:t>ہے جس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ضرورت کو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ندرشدت سے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>س کرتے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کے بعد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فہ</w:t>
      </w:r>
      <w:r w:rsidR="005A2492">
        <w:rPr>
          <w:rtl/>
        </w:rPr>
        <w:t xml:space="preserve">  تل</w:t>
      </w:r>
      <w:r w:rsidRPr="00816B77">
        <w:rPr>
          <w:rtl/>
          <w:lang w:bidi="ur-PK"/>
        </w:rPr>
        <w:t>ا</w:t>
      </w:r>
      <w:r w:rsidR="005A2492">
        <w:rPr>
          <w:rtl/>
        </w:rPr>
        <w:t>وت فرم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: </w:t>
      </w:r>
    </w:p>
    <w:p w:rsidR="000C6ADD" w:rsidRDefault="000C6AD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CD0F9A">
      <w:pPr>
        <w:pStyle w:val="libAie"/>
        <w:rPr>
          <w:rtl/>
        </w:rPr>
      </w:pPr>
      <w:r>
        <w:rPr>
          <w:rFonts w:hint="eastAsia"/>
          <w:rtl/>
        </w:rPr>
        <w:lastRenderedPageBreak/>
        <w:t>وَمِن</w:t>
      </w:r>
      <w:r w:rsidRPr="00CD0F9A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خَلَقَ 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 مِّن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نفُسِ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ز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لِّتَس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Pr="00CD0F9A">
        <w:rPr>
          <w:rFonts w:hint="cs"/>
          <w:rtl/>
        </w:rPr>
        <w:t>يْه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وَجَعَلَ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 مَّوَدَّةً وَرَح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مَةً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 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ذَلِ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لَ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تٍ لِّقَو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مٍ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َتَفَ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َّرُونَ</w:t>
      </w:r>
      <w:r w:rsidRPr="00C15B30">
        <w:rPr>
          <w:rFonts w:hint="cs"/>
          <w:rtl/>
        </w:rPr>
        <w:t xml:space="preserve"> </w:t>
      </w:r>
      <w:r w:rsidR="000C6ADD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نش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س نے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جوڑ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تم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ہے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کہ تمہ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سے سکون ح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صل ہو </w:t>
      </w:r>
      <w:r w:rsidRPr="00816B77">
        <w:rPr>
          <w:rtl/>
          <w:lang w:bidi="ur-PK"/>
        </w:rPr>
        <w:t>ا</w:t>
      </w:r>
      <w:r w:rsidR="005A2492">
        <w:rPr>
          <w:rtl/>
        </w:rPr>
        <w:t>ورپھر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درم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رحمت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 کہ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ص</w:t>
      </w:r>
      <w:r w:rsidRPr="00816B77">
        <w:rPr>
          <w:rtl/>
          <w:lang w:bidi="ur-PK"/>
        </w:rPr>
        <w:t>ا</w:t>
      </w:r>
      <w:r w:rsidR="005A2492">
        <w:rPr>
          <w:rtl/>
        </w:rPr>
        <w:t>حب</w:t>
      </w:r>
      <w:r w:rsidRPr="00816B77">
        <w:rPr>
          <w:rtl/>
          <w:lang w:bidi="ur-PK"/>
        </w:rPr>
        <w:t>ا</w:t>
      </w:r>
      <w:r w:rsidR="005A2492">
        <w:rPr>
          <w:rtl/>
        </w:rPr>
        <w:t>نِ فکر کئےہ  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نش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ہںِ  چن</w:t>
      </w:r>
      <w:r w:rsidRPr="00816B77">
        <w:rPr>
          <w:rtl/>
          <w:lang w:bidi="ur-PK"/>
        </w:rPr>
        <w:t>ا</w:t>
      </w:r>
      <w:r w:rsidR="005A2492">
        <w:rPr>
          <w:rtl/>
        </w:rPr>
        <w:t>نچ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ش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خ صدوق رو</w:t>
      </w:r>
      <w:r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ت  کرتے 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ں: </w:t>
      </w:r>
    </w:p>
    <w:p w:rsidR="005A2492" w:rsidRDefault="005A2492" w:rsidP="00C15B30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عَنِ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لنَّبِ</w:t>
      </w:r>
      <w:r w:rsidRPr="00F4194C">
        <w:rPr>
          <w:rStyle w:val="libArabicChar"/>
          <w:rFonts w:hint="cs"/>
          <w:rtl/>
        </w:rPr>
        <w:t>يِّ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مِنْ سُنَّتِي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لتَّزْوِيجُ فَمَنْ رَغِبَ عَنْ سُنَّ</w:t>
      </w:r>
      <w:r w:rsidRPr="00F4194C">
        <w:rPr>
          <w:rStyle w:val="libArabicChar"/>
          <w:rtl/>
        </w:rPr>
        <w:t>تِ</w:t>
      </w:r>
      <w:r w:rsidRPr="00F4194C">
        <w:rPr>
          <w:rStyle w:val="libArabicChar"/>
          <w:rFonts w:hint="cs"/>
          <w:rtl/>
        </w:rPr>
        <w:t>ي فَلَيْسَ مِنِّي</w:t>
      </w:r>
      <w:r w:rsidR="000C6ADD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عشق و محبت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عن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جس پر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فخر کرتے ہوئے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:نک</w:t>
      </w:r>
      <w:r w:rsidR="00816B77" w:rsidRPr="00816B77">
        <w:rPr>
          <w:rtl/>
          <w:lang w:bidi="ur-PK"/>
        </w:rPr>
        <w:t>ا</w:t>
      </w:r>
      <w:r>
        <w:rPr>
          <w:rtl/>
        </w:rPr>
        <w:t>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ہے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سنت سے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طرف شوق دل</w:t>
      </w:r>
      <w:r w:rsidR="00816B77" w:rsidRPr="00816B77">
        <w:rPr>
          <w:rtl/>
          <w:lang w:bidi="ur-PK"/>
        </w:rPr>
        <w:t>ا</w:t>
      </w:r>
      <w:r>
        <w:rPr>
          <w:rtl/>
        </w:rPr>
        <w:t>تے ہوئے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CD0F9A">
      <w:pPr>
        <w:pStyle w:val="libAie"/>
        <w:rPr>
          <w:rtl/>
        </w:rPr>
      </w:pPr>
      <w:r>
        <w:rPr>
          <w:rFonts w:hint="eastAsia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ِحُو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مِن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لِحِ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نَ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عِبَ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ُونُو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فُقَرَ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ءَ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ُغ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مِن فَض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سِعٌ عَلِ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مٌ</w:t>
      </w:r>
      <w:r w:rsidRPr="00C15B30">
        <w:rPr>
          <w:rFonts w:hint="cs"/>
          <w:rtl/>
        </w:rPr>
        <w:t xml:space="preserve"> </w:t>
      </w:r>
      <w:r w:rsidR="000C6ADD" w:rsidRPr="007741D8">
        <w:rPr>
          <w:rStyle w:val="libFootnotenumChar"/>
          <w:rFonts w:hint="cs"/>
          <w:rtl/>
        </w:rPr>
        <w:t>(3)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شدہ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Pr="00816B77">
        <w:rPr>
          <w:rtl/>
          <w:lang w:bidi="ur-PK"/>
        </w:rPr>
        <w:t>ا</w:t>
      </w:r>
      <w:r w:rsidR="005A2492">
        <w:rPr>
          <w:rtl/>
        </w:rPr>
        <w:t>فر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غل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موں </w:t>
      </w:r>
      <w:r w:rsidRPr="00816B77">
        <w:rPr>
          <w:rtl/>
          <w:lang w:bidi="ur-PK"/>
        </w:rPr>
        <w:t>ا</w:t>
      </w:r>
      <w:r w:rsidR="005A2492">
        <w:rPr>
          <w:rtl/>
        </w:rPr>
        <w:t>ور کن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ب</w:t>
      </w:r>
      <w:r w:rsidRPr="00816B77">
        <w:rPr>
          <w:rtl/>
          <w:lang w:bidi="ur-PK"/>
        </w:rPr>
        <w:t>ا</w:t>
      </w:r>
      <w:r w:rsidR="005A2492">
        <w:rPr>
          <w:rtl/>
        </w:rPr>
        <w:t>صل</w:t>
      </w:r>
      <w:r w:rsidRPr="00816B77">
        <w:rPr>
          <w:rtl/>
          <w:lang w:bidi="ur-PK"/>
        </w:rPr>
        <w:t>ا</w:t>
      </w:r>
      <w:r w:rsidR="005A2492">
        <w:rPr>
          <w:rtl/>
        </w:rPr>
        <w:t>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فر</w:t>
      </w:r>
      <w:r w:rsidRPr="00816B77">
        <w:rPr>
          <w:rtl/>
          <w:lang w:bidi="ur-PK"/>
        </w:rPr>
        <w:t>ا</w:t>
      </w:r>
      <w:r w:rsidR="005A2492">
        <w:rPr>
          <w:rtl/>
        </w:rPr>
        <w:t>د کے نک</w:t>
      </w:r>
      <w:r w:rsidRPr="00816B77">
        <w:rPr>
          <w:rtl/>
          <w:lang w:bidi="ur-PK"/>
        </w:rPr>
        <w:t>ا</w:t>
      </w:r>
      <w:r w:rsidR="005A2492">
        <w:rPr>
          <w:rtl/>
        </w:rPr>
        <w:t>ح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ہتم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کرو کہ </w:t>
      </w:r>
      <w:r w:rsidRPr="00816B77">
        <w:rPr>
          <w:rtl/>
          <w:lang w:bidi="ur-PK"/>
        </w:rPr>
        <w:t>ا</w:t>
      </w:r>
      <w:r w:rsidR="005A2492">
        <w:rPr>
          <w:rtl/>
        </w:rPr>
        <w:t>گر وہ فق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ہوں گے تو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فضل وکرم سے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Pr="00816B77">
        <w:rPr>
          <w:rtl/>
          <w:lang w:bidi="ur-PK"/>
        </w:rPr>
        <w:t>ا</w:t>
      </w:r>
      <w:r w:rsidR="005A2492">
        <w:rPr>
          <w:rtl/>
        </w:rPr>
        <w:t>ر بن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وسعت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ص</w:t>
      </w:r>
      <w:r w:rsidRPr="00816B77">
        <w:rPr>
          <w:rtl/>
          <w:lang w:bidi="ur-PK"/>
        </w:rPr>
        <w:t>ا</w:t>
      </w:r>
      <w:r w:rsidR="005A2492">
        <w:rPr>
          <w:rtl/>
        </w:rPr>
        <w:t>حب علم ہے</w:t>
      </w:r>
    </w:p>
    <w:p w:rsidR="005A2492" w:rsidRDefault="005A2492" w:rsidP="00575A6B">
      <w:pPr>
        <w:pStyle w:val="Heading1"/>
        <w:rPr>
          <w:rtl/>
        </w:rPr>
      </w:pPr>
      <w:bookmarkStart w:id="13" w:name="_Toc393190438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bookmarkEnd w:id="13"/>
    </w:p>
    <w:p w:rsidR="005A2492" w:rsidRPr="00E67D25" w:rsidRDefault="005A2492" w:rsidP="000C6ADD">
      <w:pPr>
        <w:pStyle w:val="libNormal"/>
        <w:rPr>
          <w:rtl/>
        </w:rPr>
      </w:pPr>
      <w:r>
        <w:rPr>
          <w:rFonts w:hint="eastAsia"/>
          <w:rtl/>
        </w:rPr>
        <w:t>عل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مہ</w:t>
      </w:r>
      <w:r>
        <w:rPr>
          <w:rtl/>
        </w:rPr>
        <w:t xml:space="preserve"> طب</w:t>
      </w:r>
      <w:r w:rsidR="00816B77" w:rsidRPr="00816B77">
        <w:rPr>
          <w:rtl/>
          <w:lang w:bidi="ur-PK"/>
        </w:rPr>
        <w:t>ا</w:t>
      </w:r>
      <w:r>
        <w:rPr>
          <w:rtl/>
        </w:rPr>
        <w:t>طب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 w:rsidR="008D6D4F" w:rsidRPr="008D6D4F">
        <w:rPr>
          <w:rtl/>
          <w:lang w:bidi="ur-PK"/>
        </w:rPr>
        <w:t>(رح)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ف</w:t>
      </w:r>
      <w:r w:rsidR="00816B77" w:rsidRPr="00816B77">
        <w:rPr>
          <w:rtl/>
          <w:lang w:bidi="ur-PK"/>
        </w:rPr>
        <w:t>ا</w:t>
      </w:r>
      <w:r>
        <w:rPr>
          <w:rtl/>
        </w:rPr>
        <w:t>لن</w:t>
      </w:r>
      <w:r w:rsidRPr="00F4194C">
        <w:rPr>
          <w:rStyle w:val="libArabicChar"/>
          <w:rtl/>
        </w:rPr>
        <w:t>س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 xml:space="preserve">ء </w:t>
      </w:r>
      <w:r w:rsidRPr="00F4194C">
        <w:rPr>
          <w:rStyle w:val="libArabicChar"/>
          <w:rFonts w:hint="cs"/>
          <w:rtl/>
        </w:rPr>
        <w:t xml:space="preserve">هن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لرکن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ول و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لع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مل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لجوهري لل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جتم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ع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نس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ني</w:t>
      </w:r>
      <w:r w:rsidRPr="00E67D25">
        <w:rPr>
          <w:rFonts w:hint="cs"/>
          <w:rtl/>
        </w:rPr>
        <w:t xml:space="preserve">  </w:t>
      </w:r>
      <w:r w:rsidR="000C6ADD" w:rsidRPr="007741D8">
        <w:rPr>
          <w:rStyle w:val="libFootnotenumChar"/>
          <w:rFonts w:hint="cs"/>
          <w:rtl/>
        </w:rPr>
        <w:t>(4)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D4609" w:rsidRDefault="000C6ADD" w:rsidP="008D4609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8D4609">
        <w:rPr>
          <w:rtl/>
        </w:rPr>
        <w:t xml:space="preserve"> روم </w:t>
      </w:r>
      <w:r w:rsidR="008D4609">
        <w:rPr>
          <w:rtl/>
          <w:lang w:bidi="fa-IR"/>
        </w:rPr>
        <w:t>۲۱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8D4609" w:rsidRPr="008D4609">
        <w:rPr>
          <w:rtl/>
        </w:rPr>
        <w:t xml:space="preserve"> </w:t>
      </w:r>
      <w:r w:rsidR="008D4609">
        <w:rPr>
          <w:rtl/>
        </w:rPr>
        <w:t xml:space="preserve">مستدرک </w:t>
      </w:r>
      <w:r w:rsidR="00816B77" w:rsidRPr="00816B77">
        <w:rPr>
          <w:rtl/>
        </w:rPr>
        <w:t>ا</w:t>
      </w:r>
      <w:r w:rsidR="008D4609">
        <w:rPr>
          <w:rtl/>
        </w:rPr>
        <w:t>لوس</w:t>
      </w:r>
      <w:r w:rsidR="00816B77" w:rsidRPr="00816B77">
        <w:rPr>
          <w:rtl/>
        </w:rPr>
        <w:t>ا</w:t>
      </w:r>
      <w:r w:rsidR="008D4609">
        <w:rPr>
          <w:rtl/>
        </w:rPr>
        <w:t>ئل، ج</w:t>
      </w:r>
      <w:r w:rsidR="008D4609">
        <w:rPr>
          <w:rtl/>
          <w:lang w:bidi="fa-IR"/>
        </w:rPr>
        <w:t>۱۴</w:t>
      </w:r>
      <w:r w:rsidR="008D4609">
        <w:rPr>
          <w:rtl/>
        </w:rPr>
        <w:t>، ص</w:t>
      </w:r>
      <w:r w:rsidR="008D4609">
        <w:rPr>
          <w:rtl/>
          <w:lang w:bidi="fa-IR"/>
        </w:rPr>
        <w:t>۱۵۲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8D4609" w:rsidRPr="008D4609">
        <w:rPr>
          <w:rtl/>
        </w:rPr>
        <w:t xml:space="preserve"> </w:t>
      </w:r>
      <w:r w:rsidR="008D4609">
        <w:rPr>
          <w:rtl/>
        </w:rPr>
        <w:t xml:space="preserve">نور </w:t>
      </w:r>
      <w:r w:rsidR="00C15B30" w:rsidRPr="00C15B30">
        <w:rPr>
          <w:rFonts w:hint="cs"/>
          <w:rtl/>
        </w:rPr>
        <w:t>32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(4):-</w:t>
      </w:r>
      <w:r w:rsidR="008D4609" w:rsidRPr="008D4609">
        <w:rPr>
          <w:rtl/>
        </w:rPr>
        <w:t xml:space="preserve"> </w:t>
      </w:r>
      <w:r w:rsidR="00816B77" w:rsidRPr="00816B77">
        <w:rPr>
          <w:rtl/>
        </w:rPr>
        <w:t>ا</w:t>
      </w:r>
      <w:r w:rsidR="008D4609">
        <w:rPr>
          <w:rtl/>
        </w:rPr>
        <w:t>لم</w:t>
      </w:r>
      <w:r w:rsidR="008D4609">
        <w:rPr>
          <w:rFonts w:hint="cs"/>
          <w:rtl/>
        </w:rPr>
        <w:t>ی</w:t>
      </w:r>
      <w:r w:rsidR="008D4609">
        <w:rPr>
          <w:rFonts w:hint="eastAsia"/>
          <w:rtl/>
        </w:rPr>
        <w:t>ز</w:t>
      </w:r>
      <w:r w:rsidR="00816B77" w:rsidRPr="00816B77">
        <w:rPr>
          <w:rFonts w:hint="eastAsia"/>
          <w:rtl/>
        </w:rPr>
        <w:t>ا</w:t>
      </w:r>
      <w:r w:rsidR="008D4609">
        <w:rPr>
          <w:rFonts w:hint="eastAsia"/>
          <w:rtl/>
        </w:rPr>
        <w:t>ن</w:t>
      </w:r>
      <w:r w:rsidR="008D4609">
        <w:rPr>
          <w:rtl/>
        </w:rPr>
        <w:t xml:space="preserve"> ،ج</w:t>
      </w:r>
      <w:r w:rsidR="00C15B30" w:rsidRPr="00C15B30">
        <w:rPr>
          <w:rFonts w:hint="cs"/>
          <w:rtl/>
        </w:rPr>
        <w:t>4</w:t>
      </w:r>
      <w:r w:rsidR="008D4609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223</w:t>
      </w:r>
    </w:p>
    <w:p w:rsidR="000C6ADD" w:rsidRDefault="000C6AD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 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</w:t>
      </w:r>
      <w:r w:rsidR="00816B77" w:rsidRPr="00816B77">
        <w:rPr>
          <w:rtl/>
          <w:lang w:bidi="ur-PK"/>
        </w:rPr>
        <w:t>ا</w:t>
      </w:r>
      <w:r>
        <w:rPr>
          <w:rtl/>
        </w:rPr>
        <w:t>ستحک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و</w:t>
      </w:r>
      <w:r w:rsidR="00816B77" w:rsidRPr="00816B77">
        <w:rPr>
          <w:rtl/>
          <w:lang w:bidi="ur-PK"/>
        </w:rPr>
        <w:t>ا</w:t>
      </w:r>
      <w:r>
        <w:rPr>
          <w:rtl/>
        </w:rPr>
        <w:t>قع</w:t>
      </w:r>
      <w:r>
        <w:rPr>
          <w:rFonts w:hint="cs"/>
          <w:rtl/>
        </w:rPr>
        <w:t>ی</w:t>
      </w:r>
      <w:r>
        <w:rPr>
          <w:rtl/>
        </w:rPr>
        <w:t xml:space="preserve"> سنگ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ذب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کو خد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نے عورت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م و سکون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عث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رکن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ظت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حر</w:t>
      </w:r>
      <w:r w:rsidR="00816B77" w:rsidRPr="00816B77">
        <w:rPr>
          <w:rtl/>
          <w:lang w:bidi="ur-PK"/>
        </w:rPr>
        <w:t>ا</w:t>
      </w:r>
      <w:r>
        <w:rPr>
          <w:rtl/>
        </w:rPr>
        <w:t>ست کو مردوں کے ذمہ لگ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قدرت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کر سکت</w:t>
      </w:r>
      <w:r w:rsidR="00816B77" w:rsidRPr="00816B77">
        <w:rPr>
          <w:rtl/>
          <w:lang w:bidi="ur-PK"/>
        </w:rPr>
        <w:t>ا</w:t>
      </w:r>
      <w:r>
        <w:rPr>
          <w:rtl/>
        </w:rPr>
        <w:t>ہےقر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کہہ رہ</w:t>
      </w:r>
      <w:r w:rsidR="00816B77" w:rsidRPr="00816B77">
        <w:rPr>
          <w:rtl/>
          <w:lang w:bidi="ur-PK"/>
        </w:rPr>
        <w:t>ا</w:t>
      </w:r>
      <w:r>
        <w:rPr>
          <w:rtl/>
        </w:rPr>
        <w:t>ہے:</w:t>
      </w:r>
    </w:p>
    <w:p w:rsidR="005A2492" w:rsidRDefault="00CF3D62" w:rsidP="00CD0F9A">
      <w:pPr>
        <w:pStyle w:val="libAie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لرِّجَ</w:t>
      </w: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لُ</w:t>
      </w:r>
      <w:r w:rsidR="005A2492">
        <w:rPr>
          <w:rtl/>
        </w:rPr>
        <w:t xml:space="preserve"> قَوَّ</w:t>
      </w:r>
      <w:r w:rsidRPr="00CF3D62">
        <w:rPr>
          <w:rtl/>
        </w:rPr>
        <w:t>ا</w:t>
      </w:r>
      <w:r w:rsidR="005A2492">
        <w:rPr>
          <w:rtl/>
        </w:rPr>
        <w:t>مُونَ عَلَ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لنِّسَ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ء بِمَ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فَضَّلَ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 بَع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ضَ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بَع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ضٍ وَبِمَ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نفَقُو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مِن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لِ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ِم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لصَّ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لِحَ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تُ قَ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نِتَ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تٌ حَ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فِظَ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تٌ لِّل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غَ</w:t>
      </w:r>
      <w:r w:rsidR="005A2492" w:rsidRPr="00CD0F9A">
        <w:rPr>
          <w:rFonts w:hint="cs"/>
          <w:rtl/>
        </w:rPr>
        <w:t>يْ</w:t>
      </w:r>
      <w:r w:rsidR="005A2492">
        <w:rPr>
          <w:rFonts w:hint="cs"/>
          <w:rtl/>
        </w:rPr>
        <w:t>بِ بِمَ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حَفِظَ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</w:t>
      </w:r>
      <w:r w:rsidR="000C6ADD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مرد عورتوں کے 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کم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مح</w:t>
      </w:r>
      <w:r w:rsidR="00816B77" w:rsidRPr="00816B77">
        <w:rPr>
          <w:rtl/>
          <w:lang w:bidi="ur-PK"/>
        </w:rPr>
        <w:t>ا</w:t>
      </w:r>
      <w:r>
        <w:rPr>
          <w:rtl/>
        </w:rPr>
        <w:t>فظ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 جو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بعض کو بعض پر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نھوں نے عورتوں پر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ل خرچ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پس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شوہروں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رموجودگ</w:t>
      </w:r>
      <w:r w:rsidR="009B349E" w:rsidRPr="009B349E">
        <w:rPr>
          <w:rFonts w:hint="cs"/>
          <w:rtl/>
          <w:lang w:bidi="ur-PK"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چ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فہ</w:t>
      </w:r>
      <w:r w:rsidR="005A2492">
        <w:rPr>
          <w:rtl/>
        </w:rPr>
        <w:t xml:space="preserve"> سے معلوم ہوت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مردوں کو عورتوں پر برتر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صل 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زدو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ضرورتوں کو پور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مردوں کے ذمہ لگ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Pr="00816B77">
        <w:rPr>
          <w:rtl/>
          <w:lang w:bidi="ur-PK"/>
        </w:rPr>
        <w:t>ا</w:t>
      </w:r>
      <w:r w:rsidR="005A2492">
        <w:rPr>
          <w:rtl/>
        </w:rPr>
        <w:t>ور ن</w:t>
      </w:r>
      <w:r w:rsidRPr="00816B77">
        <w:rPr>
          <w:rtl/>
          <w:lang w:bidi="ur-PK"/>
        </w:rPr>
        <w:t>ا</w:t>
      </w:r>
      <w:r w:rsidR="005A2492">
        <w:rPr>
          <w:rtl/>
        </w:rPr>
        <w:t>موس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ظت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دف</w:t>
      </w:r>
      <w:r w:rsidRPr="00816B77">
        <w:rPr>
          <w:rtl/>
          <w:lang w:bidi="ur-PK"/>
        </w:rPr>
        <w:t>ا</w:t>
      </w:r>
      <w:r w:rsidR="005A2492">
        <w:rPr>
          <w:rtl/>
        </w:rPr>
        <w:t>ع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مرد پر و</w:t>
      </w:r>
      <w:r w:rsidRPr="00816B77">
        <w:rPr>
          <w:rtl/>
          <w:lang w:bidi="ur-PK"/>
        </w:rPr>
        <w:t>ا</w:t>
      </w:r>
      <w:r w:rsidR="005A2492">
        <w:rPr>
          <w:rtl/>
        </w:rPr>
        <w:t>جب کرد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،جس</w:t>
      </w:r>
      <w:r w:rsidR="005A2492">
        <w:rPr>
          <w:rtl/>
        </w:rPr>
        <w:t xml:space="preserve"> کے لئے وہ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پرو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</w:t>
      </w:r>
      <w:r w:rsidRPr="00816B77">
        <w:rPr>
          <w:rtl/>
          <w:lang w:bidi="ur-PK"/>
        </w:rPr>
        <w:t>ا</w:t>
      </w:r>
    </w:p>
    <w:p w:rsidR="005A2492" w:rsidRDefault="005A2492" w:rsidP="00014452">
      <w:pPr>
        <w:pStyle w:val="Heading1"/>
        <w:rPr>
          <w:rtl/>
        </w:rPr>
      </w:pPr>
      <w:r>
        <w:rPr>
          <w:rtl/>
        </w:rPr>
        <w:t xml:space="preserve"> </w:t>
      </w:r>
      <w:bookmarkStart w:id="14" w:name="_Toc393190439"/>
      <w:r>
        <w:rPr>
          <w:rtl/>
        </w:rPr>
        <w:t>دو</w:t>
      </w:r>
      <w:r w:rsidR="00816B77" w:rsidRPr="00816B77">
        <w:rPr>
          <w:rtl/>
          <w:lang w:bidi="ur-PK"/>
        </w:rPr>
        <w:t>ا</w:t>
      </w:r>
      <w:r>
        <w:rPr>
          <w:rtl/>
        </w:rPr>
        <w:t>م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</w:t>
      </w:r>
      <w:bookmarkEnd w:id="14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دونوں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دکھ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پ کو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نتے ہوں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رؤوف ورح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نوں پر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بڑ</w:t>
      </w:r>
      <w:r>
        <w:rPr>
          <w:rFonts w:hint="cs"/>
          <w:rtl/>
        </w:rPr>
        <w:t>ی</w:t>
      </w:r>
      <w:r>
        <w:rPr>
          <w:rtl/>
        </w:rPr>
        <w:t xml:space="preserve"> مہرب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وہ محبت ڈ</w:t>
      </w:r>
      <w:r w:rsidR="00816B77" w:rsidRPr="00816B77">
        <w:rPr>
          <w:rtl/>
          <w:lang w:bidi="ur-PK"/>
        </w:rPr>
        <w:t>ا</w:t>
      </w:r>
      <w:r>
        <w:rPr>
          <w:rtl/>
        </w:rPr>
        <w:t>ل 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فد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جذب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موجود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دونوں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سب</w:t>
      </w:r>
      <w:r w:rsidR="00816B77" w:rsidRPr="00816B77">
        <w:rPr>
          <w:rtl/>
          <w:lang w:bidi="ur-PK"/>
        </w:rPr>
        <w:t>ا</w:t>
      </w:r>
      <w:r>
        <w:rPr>
          <w:rtl/>
        </w:rPr>
        <w:t>ب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عث ہوں</w:t>
      </w:r>
      <w:r w:rsidR="00816B77" w:rsidRPr="00816B77">
        <w:rPr>
          <w:rtl/>
          <w:lang w:bidi="ur-PK"/>
        </w:rPr>
        <w:t>ا</w:t>
      </w:r>
      <w:r>
        <w:rPr>
          <w:rtl/>
        </w:rPr>
        <w:t>ور دونوں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 رہت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رشتے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مستحکم تر ہوں،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Pr="00014452">
        <w:rPr>
          <w:rStyle w:val="libAieChar"/>
          <w:rtl/>
        </w:rPr>
        <w:t>(وجعل ب</w:t>
      </w:r>
      <w:r w:rsidRPr="00014452">
        <w:rPr>
          <w:rStyle w:val="libAieChar"/>
          <w:rFonts w:hint="cs"/>
          <w:rtl/>
        </w:rPr>
        <w:t>ی</w:t>
      </w:r>
      <w:r w:rsidRPr="00014452">
        <w:rPr>
          <w:rStyle w:val="libAieChar"/>
          <w:rFonts w:hint="eastAsia"/>
          <w:rtl/>
        </w:rPr>
        <w:t>نکم</w:t>
      </w:r>
      <w:r w:rsidRPr="00014452">
        <w:rPr>
          <w:rStyle w:val="libAieChar"/>
          <w:rtl/>
        </w:rPr>
        <w:t xml:space="preserve"> مودة و رحمة)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مصد</w:t>
      </w:r>
      <w:r w:rsidR="00816B77" w:rsidRPr="00816B77">
        <w:rPr>
          <w:rtl/>
          <w:lang w:bidi="ur-PK"/>
        </w:rPr>
        <w:t>ا</w:t>
      </w:r>
      <w:r>
        <w:rPr>
          <w:rtl/>
        </w:rPr>
        <w:t>ق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014452" w:rsidRPr="00014452">
        <w:rPr>
          <w:rtl/>
        </w:rPr>
        <w:t xml:space="preserve"> نس</w:t>
      </w:r>
      <w:r w:rsidR="00816B77" w:rsidRPr="00816B77">
        <w:rPr>
          <w:rtl/>
        </w:rPr>
        <w:t>ا</w:t>
      </w:r>
      <w:r w:rsidR="00014452" w:rsidRPr="00014452">
        <w:rPr>
          <w:rtl/>
        </w:rPr>
        <w:t xml:space="preserve">ء </w:t>
      </w:r>
      <w:r w:rsidR="00C15B30" w:rsidRPr="00C15B30">
        <w:rPr>
          <w:rFonts w:hint="cs"/>
          <w:rtl/>
        </w:rPr>
        <w:t>34</w:t>
      </w:r>
    </w:p>
    <w:p w:rsidR="000C6ADD" w:rsidRDefault="000C6AD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75A6B" w:rsidRDefault="00816B77" w:rsidP="00575A6B">
      <w:pPr>
        <w:pStyle w:val="Heading1"/>
      </w:pPr>
      <w:bookmarkStart w:id="15" w:name="_Toc393190440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فہ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مودت سے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مر</w:t>
      </w:r>
      <w:r w:rsidRPr="00816B77">
        <w:rPr>
          <w:rtl/>
          <w:lang w:bidi="ur-PK"/>
        </w:rPr>
        <w:t>ا</w:t>
      </w:r>
      <w:r w:rsidR="005A2492">
        <w:rPr>
          <w:rtl/>
        </w:rPr>
        <w:t>د ہے ؟</w:t>
      </w:r>
      <w:bookmarkEnd w:id="15"/>
      <w:r w:rsidR="005A2492"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درج ذ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ل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حتم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لف</w:t>
      </w:r>
      <w:r w:rsidR="005A2492">
        <w:rPr>
          <w:rtl/>
        </w:rPr>
        <w:t xml:space="preserve">: مودت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زدو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</w:t>
      </w:r>
      <w:r w:rsidRPr="00816B77">
        <w:rPr>
          <w:rtl/>
          <w:lang w:bidi="ur-PK"/>
        </w:rPr>
        <w:t>ا</w:t>
      </w:r>
      <w:r w:rsidR="005A2492">
        <w:rPr>
          <w:rtl/>
        </w:rPr>
        <w:t>غ</w:t>
      </w:r>
      <w:r w:rsidRPr="00816B77">
        <w:rPr>
          <w:rtl/>
          <w:lang w:bidi="ur-PK"/>
        </w:rPr>
        <w:t>ا</w:t>
      </w:r>
      <w:r w:rsidR="005A2492">
        <w:rPr>
          <w:rtl/>
        </w:rPr>
        <w:t>ز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سے مرتبط ہونے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شوق،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ممکن ہے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دو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بخشنے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خر تک پہنچ</w:t>
      </w:r>
      <w:r w:rsidRPr="00816B77">
        <w:rPr>
          <w:rtl/>
          <w:lang w:bidi="ur-PK"/>
        </w:rPr>
        <w:t>ا</w:t>
      </w:r>
      <w:r w:rsidR="005A2492">
        <w:rPr>
          <w:rtl/>
        </w:rPr>
        <w:t>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دونوں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تو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</w:t>
      </w:r>
      <w:r w:rsidRPr="00816B77">
        <w:rPr>
          <w:rtl/>
          <w:lang w:bidi="ur-PK"/>
        </w:rPr>
        <w:t>ا</w:t>
      </w:r>
      <w:r w:rsidR="005A2492">
        <w:rPr>
          <w:rtl/>
        </w:rPr>
        <w:t>ور ضع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ہو ج</w:t>
      </w:r>
      <w:r w:rsidRPr="00816B77">
        <w:rPr>
          <w:rtl/>
          <w:lang w:bidi="ur-PK"/>
        </w:rPr>
        <w:t>ا</w:t>
      </w:r>
      <w:r w:rsidR="005A2492">
        <w:rPr>
          <w:rtl/>
        </w:rPr>
        <w:t>ئے</w:t>
      </w:r>
      <w:r w:rsidRPr="00816B77">
        <w:rPr>
          <w:rtl/>
          <w:lang w:bidi="ur-PK"/>
        </w:rPr>
        <w:t>ا</w:t>
      </w:r>
      <w:r w:rsidR="005A2492">
        <w:rPr>
          <w:rtl/>
        </w:rPr>
        <w:t>ور دوسرے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خدمت کرنے پر ق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در نہ ہو </w:t>
      </w:r>
      <w:r w:rsidRPr="00816B77">
        <w:rPr>
          <w:rtl/>
          <w:lang w:bidi="ur-PK"/>
        </w:rPr>
        <w:t>ا</w:t>
      </w:r>
      <w:r w:rsidR="005A2492">
        <w:rPr>
          <w:rtl/>
        </w:rPr>
        <w:t>س طرح رحمت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مودت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نش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بنے گ</w:t>
      </w:r>
      <w:r w:rsidR="005A2492">
        <w:rPr>
          <w:rFonts w:hint="cs"/>
          <w:rtl/>
        </w:rPr>
        <w:t>یی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دون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قدر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سے عشق و محبت رکھتے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گر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کر </w:t>
      </w:r>
      <w:r w:rsidRPr="00816B77">
        <w:rPr>
          <w:rtl/>
          <w:lang w:bidi="ur-PK"/>
        </w:rPr>
        <w:t>ا</w:t>
      </w:r>
      <w:r w:rsidR="005A2492">
        <w:rPr>
          <w:rtl/>
        </w:rPr>
        <w:t>س ن</w:t>
      </w:r>
      <w:r w:rsidRPr="00816B77">
        <w:rPr>
          <w:rtl/>
          <w:lang w:bidi="ur-PK"/>
        </w:rPr>
        <w:t>ا</w:t>
      </w:r>
      <w:r w:rsidR="005A2492">
        <w:rPr>
          <w:rtl/>
        </w:rPr>
        <w:t>تو</w:t>
      </w:r>
      <w:r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مدد کرے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مدد گ</w:t>
      </w:r>
      <w:r w:rsidRPr="00816B77">
        <w:rPr>
          <w:rtl/>
          <w:lang w:bidi="ur-PK"/>
        </w:rPr>
        <w:t>ا</w:t>
      </w:r>
      <w:r w:rsidR="005A2492">
        <w:rPr>
          <w:rtl/>
        </w:rPr>
        <w:t>ر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 کرنے لگتے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دونوں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طر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کو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و </w:t>
      </w:r>
      <w:r w:rsidRPr="00816B77">
        <w:rPr>
          <w:rtl/>
          <w:lang w:bidi="ur-PK"/>
        </w:rPr>
        <w:t>ا</w:t>
      </w:r>
      <w:r w:rsidR="005A2492">
        <w:rPr>
          <w:rtl/>
        </w:rPr>
        <w:t>تش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</w:t>
      </w:r>
      <w:r w:rsidRPr="00816B77">
        <w:rPr>
          <w:rtl/>
          <w:lang w:bidi="ur-PK"/>
        </w:rPr>
        <w:t>ا</w:t>
      </w:r>
      <w:r w:rsidR="005A2492">
        <w:rPr>
          <w:rtl/>
        </w:rPr>
        <w:t>ل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کہ دوسر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>م و ر</w:t>
      </w:r>
      <w:r w:rsidRPr="00816B77">
        <w:rPr>
          <w:rtl/>
          <w:lang w:bidi="ur-PK"/>
        </w:rPr>
        <w:t>ا</w:t>
      </w:r>
      <w:r w:rsidR="005A2492">
        <w:rPr>
          <w:rtl/>
        </w:rPr>
        <w:t>حت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رہےجبکہ </w:t>
      </w:r>
      <w:r w:rsidRPr="00816B77">
        <w:rPr>
          <w:rtl/>
          <w:lang w:bidi="ur-PK"/>
        </w:rPr>
        <w:t>ا</w:t>
      </w:r>
      <w:r w:rsidR="005A2492">
        <w:rPr>
          <w:rtl/>
        </w:rPr>
        <w:t>س وقت نہ خو</w:t>
      </w:r>
      <w:r w:rsidRPr="00816B77">
        <w:rPr>
          <w:rtl/>
          <w:lang w:bidi="ur-PK"/>
        </w:rPr>
        <w:t>ا</w:t>
      </w:r>
      <w:r w:rsidR="005A2492">
        <w:rPr>
          <w:rtl/>
        </w:rPr>
        <w:t>ہش</w:t>
      </w:r>
      <w:r w:rsidRPr="00816B77">
        <w:rPr>
          <w:rtl/>
          <w:lang w:bidi="ur-PK"/>
        </w:rPr>
        <w:t>ا</w:t>
      </w:r>
      <w:r w:rsidR="005A2492">
        <w:rPr>
          <w:rtl/>
        </w:rPr>
        <w:t>ت جنس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شہو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درک</w:t>
      </w:r>
      <w:r w:rsidRPr="00816B77">
        <w:rPr>
          <w:rtl/>
          <w:lang w:bidi="ur-PK"/>
        </w:rPr>
        <w:t>ا</w:t>
      </w:r>
      <w:r w:rsidR="005A2492">
        <w:rPr>
          <w:rtl/>
        </w:rPr>
        <w:t>ر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نہ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جو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کےمس</w:t>
      </w:r>
      <w:r w:rsidRPr="00816B77">
        <w:rPr>
          <w:rtl/>
          <w:lang w:bidi="ur-PK"/>
        </w:rPr>
        <w:t>ا</w:t>
      </w:r>
      <w:r w:rsidR="005A2492">
        <w:rPr>
          <w:rtl/>
        </w:rPr>
        <w:t>ئل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ضعف </w:t>
      </w:r>
      <w:r w:rsidRPr="00816B77">
        <w:rPr>
          <w:rtl/>
          <w:lang w:bidi="ur-PK"/>
        </w:rPr>
        <w:t>ا</w:t>
      </w:r>
      <w:r w:rsidR="005A2492">
        <w:rPr>
          <w:rtl/>
        </w:rPr>
        <w:t>ور ن</w:t>
      </w:r>
      <w:r w:rsidRPr="00816B77">
        <w:rPr>
          <w:rtl/>
          <w:lang w:bidi="ur-PK"/>
        </w:rPr>
        <w:t>ا</w:t>
      </w:r>
      <w:r w:rsidR="005A2492">
        <w:rPr>
          <w:rtl/>
        </w:rPr>
        <w:t>تو</w:t>
      </w:r>
      <w:r w:rsidRPr="00816B77">
        <w:rPr>
          <w:rtl/>
          <w:lang w:bidi="ur-PK"/>
        </w:rPr>
        <w:t>ا</w:t>
      </w:r>
      <w:r w:rsidR="005A2492">
        <w:rPr>
          <w:rtl/>
        </w:rPr>
        <w:t>ں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دور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فقط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ظت </w:t>
      </w:r>
      <w:r w:rsidRPr="00816B77">
        <w:rPr>
          <w:rtl/>
          <w:lang w:bidi="ur-PK"/>
        </w:rPr>
        <w:t>ا</w:t>
      </w:r>
      <w:r w:rsidR="005A2492">
        <w:rPr>
          <w:rtl/>
        </w:rPr>
        <w:t>ور نگہد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لئے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ہم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:رحمت:مودت بڑوں سے ہوت</w:t>
      </w:r>
      <w:r>
        <w:rPr>
          <w:rFonts w:hint="cs"/>
          <w:rtl/>
        </w:rPr>
        <w:t>ی</w:t>
      </w:r>
      <w:r>
        <w:rPr>
          <w:rtl/>
        </w:rPr>
        <w:t xml:space="preserve"> ہے جو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خدمت کرسکے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رحمت چھوٹوں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مربوط ہے کہ جو رحمت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پ</w:t>
      </w:r>
      <w:r w:rsidR="00816B77" w:rsidRPr="00816B77">
        <w:rPr>
          <w:rtl/>
          <w:lang w:bidi="ur-PK"/>
        </w:rPr>
        <w:t>ا</w:t>
      </w:r>
      <w:r>
        <w:rPr>
          <w:rtl/>
        </w:rPr>
        <w:t>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5A2492" w:rsidP="000C6ADD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ر</w:t>
      </w:r>
      <w:r w:rsidRPr="00F4194C">
        <w:rPr>
          <w:rStyle w:val="libArabicChar"/>
          <w:rFonts w:hint="cs"/>
          <w:rtl/>
        </w:rPr>
        <w:t>ْحَمُو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صِغَ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رَكُمْ</w:t>
      </w:r>
      <w:r w:rsidR="000C6ADD" w:rsidRPr="007741D8">
        <w:rPr>
          <w:rStyle w:val="libFootnotenumChar"/>
          <w:rFonts w:hint="cs"/>
          <w:rtl/>
        </w:rPr>
        <w:t>(1)</w:t>
      </w:r>
    </w:p>
    <w:p w:rsidR="005A2492" w:rsidRDefault="005A2492" w:rsidP="0005059C">
      <w:pPr>
        <w:pStyle w:val="libNormal"/>
        <w:rPr>
          <w:rtl/>
          <w:lang w:bidi="ur-PK"/>
        </w:rPr>
      </w:pPr>
      <w:r>
        <w:rPr>
          <w:rFonts w:hint="eastAsia"/>
          <w:rtl/>
        </w:rPr>
        <w:t>تم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چھوٹوں پر رحم کرومودت غ</w:t>
      </w:r>
      <w:r w:rsidR="00816B77" w:rsidRPr="00816B77">
        <w:rPr>
          <w:rtl/>
          <w:lang w:bidi="ur-PK"/>
        </w:rPr>
        <w:t>ا</w:t>
      </w:r>
      <w:r>
        <w:rPr>
          <w:rtl/>
        </w:rPr>
        <w:t>لب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دو طرفہ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رحمت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طرفہل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شرہ،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 w:rsidR="00816B77" w:rsidRPr="00816B77">
        <w:rPr>
          <w:rtl/>
          <w:lang w:bidi="ur-PK"/>
        </w:rPr>
        <w:t>ا</w:t>
      </w:r>
      <w:r>
        <w:rPr>
          <w:rtl/>
        </w:rPr>
        <w:t>ء متق</w:t>
      </w:r>
      <w:r w:rsidR="00816B77" w:rsidRPr="00816B77">
        <w:rPr>
          <w:rtl/>
          <w:lang w:bidi="ur-PK"/>
        </w:rPr>
        <w:t>ا</w:t>
      </w:r>
      <w:r>
        <w:rPr>
          <w:rtl/>
        </w:rPr>
        <w:t>بل خدم</w:t>
      </w:r>
      <w:r w:rsidR="00816B77" w:rsidRPr="00816B77">
        <w:rPr>
          <w:rtl/>
          <w:lang w:bidi="ur-PK"/>
        </w:rPr>
        <w:t>ا</w:t>
      </w:r>
      <w:r>
        <w:rPr>
          <w:rtl/>
        </w:rPr>
        <w:t>ت پر منحصر ہے جو مودت ہ</w:t>
      </w:r>
      <w:r>
        <w:rPr>
          <w:rFonts w:hint="cs"/>
          <w:rtl/>
        </w:rPr>
        <w:t>ی</w:t>
      </w:r>
      <w:r>
        <w:rPr>
          <w:rtl/>
        </w:rPr>
        <w:t xml:space="preserve"> سے ممکن ہے نہ محبت سے</w:t>
      </w:r>
      <w:r w:rsidR="0005059C" w:rsidRPr="0005059C">
        <w:rPr>
          <w:rStyle w:val="libFootnotenumChar"/>
          <w:rFonts w:hint="cs"/>
          <w:rtl/>
        </w:rPr>
        <w:t>(2)</w:t>
      </w:r>
    </w:p>
    <w:p w:rsidR="005A2492" w:rsidRDefault="000C6ADD" w:rsidP="0005059C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C6ADD" w:rsidRDefault="000C6ADD" w:rsidP="0005059C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75A6B" w:rsidRPr="00575A6B">
        <w:rPr>
          <w:rtl/>
        </w:rPr>
        <w:t xml:space="preserve"> </w:t>
      </w:r>
      <w:r w:rsidR="00575A6B" w:rsidRPr="009B349E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575A6B" w:rsidRPr="009B349E">
        <w:rPr>
          <w:rStyle w:val="libFootNoteArabicChar"/>
          <w:rtl/>
        </w:rPr>
        <w:t>ئل</w:t>
      </w:r>
      <w:r w:rsidR="00575A6B" w:rsidRPr="009B349E">
        <w:rPr>
          <w:rStyle w:val="libFootNoteArabicChar"/>
          <w:rFonts w:hint="cs"/>
          <w:rtl/>
        </w:rPr>
        <w:t>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575A6B" w:rsidRPr="009B349E">
        <w:rPr>
          <w:rStyle w:val="libFootNoteArabicChar"/>
          <w:rFonts w:hint="cs"/>
          <w:rtl/>
        </w:rPr>
        <w:t xml:space="preserve">لشيعة ،ج 10 </w:t>
      </w:r>
      <w:r w:rsidR="00575A6B" w:rsidRPr="009B349E">
        <w:rPr>
          <w:rStyle w:val="libFootNoteArabicChar"/>
          <w:rtl/>
        </w:rPr>
        <w:t>،ص313</w:t>
      </w:r>
    </w:p>
    <w:p w:rsidR="0005059C" w:rsidRPr="0005059C" w:rsidRDefault="0005059C" w:rsidP="0005059C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05059C">
        <w:rPr>
          <w:rtl/>
        </w:rPr>
        <w:t xml:space="preserve"> تفس</w:t>
      </w:r>
      <w:r w:rsidRPr="0005059C">
        <w:rPr>
          <w:rFonts w:hint="cs"/>
          <w:rtl/>
        </w:rPr>
        <w:t>ی</w:t>
      </w:r>
      <w:r w:rsidRPr="0005059C">
        <w:rPr>
          <w:rFonts w:hint="eastAsia"/>
          <w:rtl/>
        </w:rPr>
        <w:t>ر</w:t>
      </w:r>
      <w:r w:rsidRPr="0005059C">
        <w:rPr>
          <w:rtl/>
        </w:rPr>
        <w:t xml:space="preserve"> نمونہ،ج</w:t>
      </w:r>
      <w:r w:rsidR="00C15B30" w:rsidRPr="00C15B30">
        <w:rPr>
          <w:rFonts w:hint="cs"/>
          <w:rtl/>
        </w:rPr>
        <w:t>16</w:t>
      </w:r>
      <w:r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391</w:t>
      </w:r>
    </w:p>
    <w:p w:rsidR="000C6ADD" w:rsidRDefault="000C6AD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EA6F1D">
      <w:pPr>
        <w:pStyle w:val="Heading1Center"/>
        <w:rPr>
          <w:rtl/>
        </w:rPr>
      </w:pPr>
      <w:bookmarkStart w:id="16" w:name="_Toc393190441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6"/>
    </w:p>
    <w:p w:rsidR="005A2492" w:rsidRDefault="005A2492" w:rsidP="00EA6F1D">
      <w:pPr>
        <w:pStyle w:val="Heading1Center"/>
        <w:rPr>
          <w:rtl/>
        </w:rPr>
      </w:pPr>
      <w:bookmarkStart w:id="17" w:name="_Toc393190442"/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بچوّں ک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bookmarkEnd w:id="17"/>
    </w:p>
    <w:p w:rsidR="005A2492" w:rsidRDefault="00816B77" w:rsidP="00EA6F1D">
      <w:pPr>
        <w:pStyle w:val="Heading1"/>
        <w:rPr>
          <w:rtl/>
        </w:rPr>
      </w:pPr>
      <w:bookmarkStart w:id="18" w:name="_Toc393190443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تعر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bookmarkEnd w:id="18"/>
    </w:p>
    <w:p w:rsidR="005A2492" w:rsidRPr="000B1FC0" w:rsidRDefault="005A2492" w:rsidP="000B1FC0">
      <w:pPr>
        <w:pStyle w:val="libNormal"/>
        <w:rPr>
          <w:rtl/>
        </w:rPr>
      </w:pPr>
      <w:r w:rsidRPr="000B1FC0">
        <w:rPr>
          <w:rFonts w:hint="eastAsia"/>
          <w:rtl/>
        </w:rPr>
        <w:t>ق</w:t>
      </w:r>
      <w:r w:rsidR="00816B77" w:rsidRPr="00816B77">
        <w:rPr>
          <w:rFonts w:hint="eastAsia"/>
          <w:rtl/>
          <w:lang w:bidi="ur-PK"/>
        </w:rPr>
        <w:t>ا</w:t>
      </w:r>
      <w:r w:rsidRPr="000B1FC0">
        <w:rPr>
          <w:rFonts w:hint="eastAsia"/>
          <w:rtl/>
        </w:rPr>
        <w:t>ل</w:t>
      </w:r>
      <w:r w:rsidRPr="000B1FC0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Pr="000B1FC0">
        <w:rPr>
          <w:rtl/>
        </w:rPr>
        <w:t>لل</w:t>
      </w:r>
      <w:r w:rsidR="000B1FC0" w:rsidRPr="000B1FC0">
        <w:rPr>
          <w:rFonts w:hint="cs"/>
          <w:rtl/>
        </w:rPr>
        <w:t>ہ</w:t>
      </w:r>
      <w:r w:rsidRPr="000B1FC0">
        <w:rPr>
          <w:rFonts w:hint="cs"/>
          <w:rtl/>
        </w:rPr>
        <w:t xml:space="preserve"> تع</w:t>
      </w:r>
      <w:r w:rsidR="00816B77" w:rsidRPr="00816B77">
        <w:rPr>
          <w:rFonts w:hint="cs"/>
          <w:rtl/>
          <w:lang w:bidi="ur-PK"/>
        </w:rPr>
        <w:t>ا</w:t>
      </w:r>
      <w:r w:rsidRPr="000B1FC0">
        <w:rPr>
          <w:rFonts w:hint="cs"/>
          <w:rtl/>
        </w:rPr>
        <w:t>لی</w:t>
      </w:r>
      <w:r w:rsidRPr="000B1FC0">
        <w:rPr>
          <w:rtl/>
        </w:rPr>
        <w:t xml:space="preserve">: </w:t>
      </w:r>
    </w:p>
    <w:p w:rsidR="005A2492" w:rsidRDefault="005A2492" w:rsidP="00CD0F9A">
      <w:pPr>
        <w:pStyle w:val="libAie"/>
        <w:rPr>
          <w:rtl/>
        </w:rPr>
      </w:pPr>
      <w:r>
        <w:rPr>
          <w:rtl/>
        </w:rPr>
        <w:t xml:space="preserve"> وَ</w:t>
      </w:r>
      <w:r w:rsidR="00CF3D62" w:rsidRPr="00CF3D62">
        <w:rPr>
          <w:rtl/>
        </w:rPr>
        <w:t>ا</w:t>
      </w:r>
      <w:r>
        <w:rPr>
          <w:rtl/>
        </w:rPr>
        <w:t>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لَمُو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لُ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دُ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فِت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نَةٌ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 عِندَ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رٌ عَظِ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مٌ</w:t>
      </w:r>
      <w:r w:rsidR="000C6ADD" w:rsidRPr="007741D8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لو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Pr="00816B77">
        <w:rPr>
          <w:rtl/>
          <w:lang w:bidi="ur-PK"/>
        </w:rPr>
        <w:t>ا</w:t>
      </w:r>
      <w:r w:rsidR="005A2492">
        <w:rPr>
          <w:rtl/>
        </w:rPr>
        <w:t>ور تمہ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رے </w:t>
      </w:r>
      <w:r w:rsidRPr="00816B77">
        <w:rPr>
          <w:rtl/>
          <w:lang w:bidi="ur-PK"/>
        </w:rPr>
        <w:t>ا</w:t>
      </w:r>
      <w:r w:rsidR="005A2492">
        <w:rPr>
          <w:rtl/>
        </w:rPr>
        <w:t>مو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 </w:t>
      </w:r>
      <w:r w:rsidRPr="00816B77">
        <w:rPr>
          <w:rtl/>
          <w:lang w:bidi="ur-PK"/>
        </w:rPr>
        <w:t>ا</w:t>
      </w:r>
      <w:r w:rsidR="005A2492">
        <w:rPr>
          <w:rtl/>
        </w:rPr>
        <w:t>زم</w:t>
      </w:r>
      <w:r w:rsidRPr="00816B77">
        <w:rPr>
          <w:rtl/>
          <w:lang w:bidi="ur-PK"/>
        </w:rPr>
        <w:t>ا</w:t>
      </w:r>
      <w:r w:rsidR="005A2492">
        <w:rPr>
          <w:rtl/>
        </w:rPr>
        <w:t>ئش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کے 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Pr="00816B77">
        <w:rPr>
          <w:rtl/>
          <w:lang w:bidi="ur-PK"/>
        </w:rPr>
        <w:t>ا</w:t>
      </w:r>
      <w:r w:rsidR="005A2492">
        <w:rPr>
          <w:rtl/>
        </w:rPr>
        <w:t>جر عظ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ہے</w:t>
      </w:r>
    </w:p>
    <w:p w:rsidR="005A2492" w:rsidRDefault="005A2492" w:rsidP="00CD0F9A">
      <w:pPr>
        <w:pStyle w:val="libAie"/>
        <w:rPr>
          <w:rtl/>
        </w:rPr>
      </w:pP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لُ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دُ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مُ</w:t>
      </w:r>
      <w:r w:rsidRPr="00CD0F9A">
        <w:rPr>
          <w:rFonts w:hint="cs"/>
          <w:rtl/>
        </w:rPr>
        <w:t>‏ْ</w:t>
      </w:r>
      <w:r>
        <w:rPr>
          <w:rFonts w:hint="cs"/>
          <w:rtl/>
        </w:rPr>
        <w:t xml:space="preserve"> فِت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نَةٌ 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عِندَ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رٌ عَظِ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‏</w:t>
      </w:r>
      <w:r w:rsidR="000C6ADD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تمہ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بس </w:t>
      </w:r>
      <w:r w:rsidR="00816B77" w:rsidRPr="00816B77">
        <w:rPr>
          <w:rtl/>
          <w:lang w:bidi="ur-PK"/>
        </w:rPr>
        <w:t>ا</w:t>
      </w:r>
      <w:r>
        <w:rPr>
          <w:rtl/>
        </w:rPr>
        <w:t>زم</w:t>
      </w:r>
      <w:r w:rsidR="00816B77" w:rsidRPr="00816B77">
        <w:rPr>
          <w:rtl/>
          <w:lang w:bidi="ur-PK"/>
        </w:rPr>
        <w:t>ا</w:t>
      </w:r>
      <w:r>
        <w:rPr>
          <w:rtl/>
        </w:rPr>
        <w:t>ئش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للہ کے ہ</w:t>
      </w:r>
      <w:r w:rsidR="00816B77" w:rsidRPr="00816B77">
        <w:rPr>
          <w:rtl/>
          <w:lang w:bidi="ur-PK"/>
        </w:rPr>
        <w:t>ا</w:t>
      </w:r>
      <w:r>
        <w:rPr>
          <w:rtl/>
        </w:rPr>
        <w:t>ں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Pr="000B1FC0">
        <w:rPr>
          <w:rStyle w:val="libArabicChar"/>
          <w:rFonts w:hint="cs"/>
          <w:rtl/>
        </w:rPr>
        <w:t>كلمه" فتنه"</w:t>
      </w:r>
      <w:r w:rsidRPr="00E67D25">
        <w:rPr>
          <w:rFonts w:hint="cs"/>
          <w:rtl/>
        </w:rPr>
        <w:t xml:space="preserve">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زم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ش 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متح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 جو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جذ</w:t>
      </w:r>
      <w:r w:rsidR="00816B77" w:rsidRPr="00816B77">
        <w:rPr>
          <w:rtl/>
          <w:lang w:bidi="ur-PK"/>
        </w:rPr>
        <w:t>ا</w:t>
      </w:r>
      <w:r>
        <w:rPr>
          <w:rtl/>
        </w:rPr>
        <w:t>ب ز</w:t>
      </w:r>
      <w:r>
        <w:rPr>
          <w:rFonts w:hint="cs"/>
          <w:rtl/>
        </w:rPr>
        <w:t>ی</w:t>
      </w:r>
      <w:r>
        <w:rPr>
          <w:rFonts w:hint="eastAsia"/>
          <w:rtl/>
        </w:rPr>
        <w:t>نتوں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ں؛کے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کو </w:t>
      </w:r>
      <w:r w:rsidR="00816B77" w:rsidRPr="00816B77">
        <w:rPr>
          <w:rtl/>
          <w:lang w:bidi="ur-PK"/>
        </w:rPr>
        <w:t>ا</w:t>
      </w:r>
      <w:r>
        <w:rPr>
          <w:rtl/>
        </w:rPr>
        <w:t>متح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نفس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ن دونوں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دلچسپ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طر </w:t>
      </w:r>
      <w:r w:rsidR="00816B77" w:rsidRPr="00816B77">
        <w:rPr>
          <w:rtl/>
          <w:lang w:bidi="ur-PK"/>
        </w:rPr>
        <w:t>ا</w:t>
      </w:r>
      <w:r>
        <w:rPr>
          <w:rtl/>
        </w:rPr>
        <w:t>خرت کو بھ</w:t>
      </w:r>
      <w:r>
        <w:rPr>
          <w:rFonts w:hint="cs"/>
          <w:rtl/>
        </w:rPr>
        <w:t>ی</w:t>
      </w:r>
      <w:r>
        <w:rPr>
          <w:rtl/>
        </w:rPr>
        <w:t xml:space="preserve"> بھول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جگہ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5A2492" w:rsidP="00CD0F9A">
      <w:pPr>
        <w:pStyle w:val="libAie"/>
        <w:rPr>
          <w:rtl/>
        </w:rPr>
      </w:pPr>
      <w:r>
        <w:rPr>
          <w:rtl/>
        </w:rPr>
        <w:t>"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لُ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بَنُونَ زِ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نَةُ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</w:t>
      </w:r>
      <w:r w:rsidRPr="00CD0F9A">
        <w:rPr>
          <w:rFonts w:hint="cs"/>
          <w:rtl/>
        </w:rPr>
        <w:t>ي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لدُّن</w:t>
      </w:r>
      <w:r w:rsidRPr="00CD0F9A">
        <w:rPr>
          <w:rFonts w:hint="cs"/>
          <w:rtl/>
        </w:rPr>
        <w:t>ْي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"</w:t>
      </w:r>
      <w:r w:rsidR="000C6ADD" w:rsidRPr="007741D8">
        <w:rPr>
          <w:rStyle w:val="libFootnotenumChar"/>
          <w:rFonts w:hint="cs"/>
          <w:rtl/>
        </w:rPr>
        <w:t>(3)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2492" w:rsidRDefault="005A2492" w:rsidP="00C15B30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</w:t>
      </w:r>
      <w:r w:rsidRPr="00F4194C">
        <w:rPr>
          <w:rStyle w:val="libArabicChar"/>
          <w:rtl/>
        </w:rPr>
        <w:t xml:space="preserve"> رسول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لل</w:t>
      </w:r>
      <w:r w:rsidRPr="00F4194C">
        <w:rPr>
          <w:rStyle w:val="libArabicChar"/>
          <w:rFonts w:hint="cs"/>
          <w:rtl/>
        </w:rPr>
        <w:t>ه</w:t>
      </w:r>
      <w:r w:rsidRPr="00F4194C">
        <w:rPr>
          <w:rStyle w:val="libArabicChar"/>
          <w:rtl/>
        </w:rPr>
        <w:t xml:space="preserve">: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ن</w:t>
      </w:r>
      <w:r w:rsidRPr="00F4194C">
        <w:rPr>
          <w:rStyle w:val="libArabicChar"/>
          <w:rFonts w:hint="cs"/>
          <w:rtl/>
        </w:rPr>
        <w:t xml:space="preserve">هم ثمرة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لقلوب وقرة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عی</w:t>
      </w:r>
      <w:r w:rsidRPr="00F4194C">
        <w:rPr>
          <w:rStyle w:val="libArabicChar"/>
          <w:rFonts w:hint="eastAsia"/>
          <w:rtl/>
        </w:rPr>
        <w:t>ن</w:t>
      </w:r>
      <w:r w:rsidR="000C6ADD" w:rsidRPr="007741D8">
        <w:rPr>
          <w:rStyle w:val="libFootnotenumChar"/>
          <w:rFonts w:hint="cs"/>
          <w:rtl/>
        </w:rPr>
        <w:t>(4)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A6F1D" w:rsidRDefault="000C6ADD" w:rsidP="000B1FC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EA6F1D">
        <w:rPr>
          <w:rtl/>
        </w:rPr>
        <w:t xml:space="preserve"> </w:t>
      </w:r>
      <w:r w:rsidR="00816B77" w:rsidRPr="00816B77">
        <w:rPr>
          <w:rtl/>
        </w:rPr>
        <w:t>ا</w:t>
      </w:r>
      <w:r w:rsidR="00EA6F1D">
        <w:rPr>
          <w:rtl/>
        </w:rPr>
        <w:t>نف</w:t>
      </w:r>
      <w:r w:rsidR="00816B77" w:rsidRPr="00816B77">
        <w:rPr>
          <w:rtl/>
        </w:rPr>
        <w:t>ا</w:t>
      </w:r>
      <w:r w:rsidR="00EA6F1D">
        <w:rPr>
          <w:rtl/>
        </w:rPr>
        <w:t>ل</w:t>
      </w:r>
      <w:r w:rsidR="00C15B30" w:rsidRPr="00C15B30">
        <w:rPr>
          <w:rFonts w:hint="cs"/>
          <w:rtl/>
        </w:rPr>
        <w:t>28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EA6F1D" w:rsidRPr="00EA6F1D">
        <w:rPr>
          <w:rtl/>
        </w:rPr>
        <w:t xml:space="preserve"> </w:t>
      </w:r>
      <w:r w:rsidR="00816B77" w:rsidRPr="00816B77">
        <w:rPr>
          <w:rtl/>
        </w:rPr>
        <w:t>ا</w:t>
      </w:r>
      <w:r w:rsidR="00EA6F1D">
        <w:rPr>
          <w:rtl/>
        </w:rPr>
        <w:t>لتغ</w:t>
      </w:r>
      <w:r w:rsidR="00816B77" w:rsidRPr="00816B77">
        <w:rPr>
          <w:rtl/>
        </w:rPr>
        <w:t>ا</w:t>
      </w:r>
      <w:r w:rsidR="00EA6F1D">
        <w:rPr>
          <w:rtl/>
        </w:rPr>
        <w:t xml:space="preserve">بن </w:t>
      </w:r>
      <w:r w:rsidR="00EA6F1D">
        <w:rPr>
          <w:rtl/>
          <w:lang w:bidi="fa-IR"/>
        </w:rPr>
        <w:t>۱۵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EA6F1D" w:rsidRPr="00EA6F1D">
        <w:rPr>
          <w:rtl/>
        </w:rPr>
        <w:t xml:space="preserve"> </w:t>
      </w:r>
      <w:r w:rsidR="00EA6F1D">
        <w:rPr>
          <w:rtl/>
        </w:rPr>
        <w:t xml:space="preserve">کہف  </w:t>
      </w:r>
      <w:r w:rsidR="00EA6F1D">
        <w:rPr>
          <w:rtl/>
          <w:lang w:bidi="fa-IR"/>
        </w:rPr>
        <w:t>۴۶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(4):-</w:t>
      </w:r>
      <w:r w:rsidR="00EA6F1D" w:rsidRPr="00EA6F1D">
        <w:rPr>
          <w:rtl/>
        </w:rPr>
        <w:t xml:space="preserve"> </w:t>
      </w:r>
      <w:r w:rsidR="00EA6F1D">
        <w:rPr>
          <w:rtl/>
        </w:rPr>
        <w:t>بح</w:t>
      </w:r>
      <w:r w:rsidR="00816B77" w:rsidRPr="00816B77">
        <w:rPr>
          <w:rtl/>
        </w:rPr>
        <w:t>ا</w:t>
      </w:r>
      <w:r w:rsidR="00EA6F1D">
        <w:rPr>
          <w:rtl/>
        </w:rPr>
        <w:t xml:space="preserve">ر </w:t>
      </w:r>
      <w:r w:rsidR="00816B77" w:rsidRPr="00816B77">
        <w:rPr>
          <w:rtl/>
        </w:rPr>
        <w:t>ا</w:t>
      </w:r>
      <w:r w:rsidR="00EA6F1D">
        <w:rPr>
          <w:rtl/>
        </w:rPr>
        <w:t>ل</w:t>
      </w:r>
      <w:r w:rsidR="00816B77" w:rsidRPr="00816B77">
        <w:rPr>
          <w:rtl/>
        </w:rPr>
        <w:t>ا</w:t>
      </w:r>
      <w:r w:rsidR="00EA6F1D">
        <w:rPr>
          <w:rtl/>
        </w:rPr>
        <w:t>نو</w:t>
      </w:r>
      <w:r w:rsidR="00816B77" w:rsidRPr="00816B77">
        <w:rPr>
          <w:rtl/>
        </w:rPr>
        <w:t>ا</w:t>
      </w:r>
      <w:r w:rsidR="00EA6F1D">
        <w:rPr>
          <w:rtl/>
        </w:rPr>
        <w:t xml:space="preserve">ر،ج </w:t>
      </w:r>
      <w:r w:rsidR="00C15B30" w:rsidRPr="00C15B30">
        <w:rPr>
          <w:rFonts w:hint="cs"/>
          <w:rtl/>
        </w:rPr>
        <w:t>1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4</w:t>
      </w:r>
      <w:r w:rsidR="00EA6F1D" w:rsidRPr="00816B77">
        <w:rPr>
          <w:rFonts w:hint="cs"/>
          <w:rtl/>
        </w:rPr>
        <w:t>،</w:t>
      </w:r>
      <w:r w:rsidR="00C15B30" w:rsidRPr="00C15B30">
        <w:rPr>
          <w:rFonts w:hint="cs"/>
          <w:rtl/>
        </w:rPr>
        <w:t>97</w:t>
      </w:r>
    </w:p>
    <w:p w:rsidR="000C6ADD" w:rsidRPr="000C6ADD" w:rsidRDefault="000C6ADD" w:rsidP="00A60F54">
      <w:pPr>
        <w:pStyle w:val="libPoemTini"/>
        <w:rPr>
          <w:rtl/>
        </w:rPr>
      </w:pPr>
      <w:r w:rsidRPr="000C6ADD">
        <w:rPr>
          <w:rtl/>
        </w:rPr>
        <w:br w:type="page"/>
      </w:r>
    </w:p>
    <w:p w:rsidR="005A2492" w:rsidRDefault="005A2492" w:rsidP="000C6ADD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دلوں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ثمرہ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نکھوں ک</w:t>
      </w:r>
      <w:r>
        <w:rPr>
          <w:rFonts w:hint="cs"/>
          <w:rtl/>
        </w:rPr>
        <w:t>ی</w:t>
      </w:r>
      <w:r>
        <w:rPr>
          <w:rtl/>
        </w:rPr>
        <w:t xml:space="preserve"> ٹھنڈک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CF3D62" w:rsidRPr="00CF3D62">
        <w:rPr>
          <w:rStyle w:val="libArabicChar"/>
          <w:rtl/>
        </w:rPr>
        <w:t>ا</w:t>
      </w:r>
      <w:r w:rsidRPr="00820D3A">
        <w:rPr>
          <w:rStyle w:val="libArabicChar"/>
          <w:rtl/>
        </w:rPr>
        <w:t>نّ لکل شجرة ثمرة وثمرة</w:t>
      </w:r>
      <w:r w:rsidR="00CF3D62" w:rsidRPr="00CF3D62">
        <w:rPr>
          <w:rStyle w:val="libArabicChar"/>
          <w:rtl/>
        </w:rPr>
        <w:t>ا</w:t>
      </w:r>
      <w:r w:rsidRPr="00820D3A">
        <w:rPr>
          <w:rStyle w:val="libArabicChar"/>
          <w:rtl/>
        </w:rPr>
        <w:t xml:space="preserve">لقلب </w:t>
      </w:r>
      <w:r w:rsidR="00CF3D62" w:rsidRPr="00CF3D62">
        <w:rPr>
          <w:rStyle w:val="libArabicChar"/>
          <w:rtl/>
        </w:rPr>
        <w:t>ا</w:t>
      </w:r>
      <w:r w:rsidRPr="00820D3A">
        <w:rPr>
          <w:rStyle w:val="libArabicChar"/>
          <w:rtl/>
        </w:rPr>
        <w:t>لولد</w:t>
      </w:r>
      <w:r w:rsidR="000C6ADD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درخت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پھل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دل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پھل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ہے</w:t>
      </w:r>
    </w:p>
    <w:p w:rsidR="005A2492" w:rsidRDefault="005A2492" w:rsidP="000C6ADD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رُوِ</w:t>
      </w:r>
      <w:r w:rsidRPr="00F4194C">
        <w:rPr>
          <w:rStyle w:val="libArabicChar"/>
          <w:rFonts w:hint="cs"/>
          <w:rtl/>
        </w:rPr>
        <w:t>يَ</w:t>
      </w:r>
      <w:r w:rsidRPr="00F4194C">
        <w:rPr>
          <w:rStyle w:val="libArabicChar"/>
          <w:rtl/>
        </w:rPr>
        <w:t xml:space="preserve"> عَنِ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 xml:space="preserve">ْحَسَنِ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لْبَصْرِيِّ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بِئْسَ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لشَّيْ‏ءُ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لْوَلَدُ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شَ كَدَّنِي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تَ هَدَّنِي فَبَلَغَ ذَلِكَ زَيْنَ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بِدِينَ ع فَقَ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كَذَبَ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نِعْمَ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لشَّيْ‏ءُ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لْوَلَدُ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شَ فَدَعَّ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ءٌ حَ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ضِرٌ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تَ ف</w:t>
      </w:r>
      <w:r w:rsidRPr="00F4194C">
        <w:rPr>
          <w:rStyle w:val="libArabicChar"/>
          <w:rFonts w:hint="eastAsia"/>
          <w:rtl/>
        </w:rPr>
        <w:t>َشَفِ</w:t>
      </w:r>
      <w:r w:rsidRPr="00F4194C">
        <w:rPr>
          <w:rStyle w:val="libArabicChar"/>
          <w:rFonts w:hint="cs"/>
          <w:rtl/>
        </w:rPr>
        <w:t>يعٌ</w:t>
      </w:r>
      <w:r w:rsidRPr="00F4194C">
        <w:rPr>
          <w:rStyle w:val="libArabicChar"/>
          <w:rtl/>
        </w:rPr>
        <w:t xml:space="preserve"> سَ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بِقٌ</w:t>
      </w:r>
      <w:r w:rsidR="000C6ADD" w:rsidRPr="007741D8">
        <w:rPr>
          <w:rStyle w:val="libFootnotenumChar"/>
          <w:rFonts w:hint="cs"/>
          <w:rtl/>
        </w:rPr>
        <w:t>(2)</w:t>
      </w:r>
    </w:p>
    <w:p w:rsidR="005A2492" w:rsidRDefault="00816B77" w:rsidP="000C6ADD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فض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لت</w:t>
      </w:r>
      <w:r w:rsidR="005A2492">
        <w:rPr>
          <w:rtl/>
        </w:rPr>
        <w:t xml:space="preserve"> کے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وجود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حسن بصر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نے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 کتن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ہے!</w:t>
      </w:r>
      <w:r w:rsidRPr="00816B77">
        <w:rPr>
          <w:rtl/>
          <w:lang w:bidi="ur-PK"/>
        </w:rPr>
        <w:t>ا</w:t>
      </w:r>
      <w:r w:rsidR="005A2492">
        <w:rPr>
          <w:rtl/>
        </w:rPr>
        <w:t>گر وہ زندہ رہے تو مجھے زحمت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</w:t>
      </w:r>
      <w:r w:rsidRPr="00816B77">
        <w:rPr>
          <w:rtl/>
          <w:lang w:bidi="ur-PK"/>
        </w:rPr>
        <w:t>ا</w:t>
      </w:r>
      <w:r w:rsidR="005A2492">
        <w:rPr>
          <w:rtl/>
        </w:rPr>
        <w:t>لت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مرج</w:t>
      </w:r>
      <w:r w:rsidRPr="00816B77">
        <w:rPr>
          <w:rtl/>
          <w:lang w:bidi="ur-PK"/>
        </w:rPr>
        <w:t>ا</w:t>
      </w:r>
      <w:r w:rsidR="005A2492">
        <w:rPr>
          <w:rtl/>
        </w:rPr>
        <w:t>ئے تو مجھے غمگ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سج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نے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سن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تو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قسم </w:t>
      </w:r>
      <w:r w:rsidRPr="00816B77">
        <w:rPr>
          <w:rtl/>
          <w:lang w:bidi="ur-PK"/>
        </w:rPr>
        <w:t>ا</w:t>
      </w:r>
      <w:r w:rsidR="005A2492">
        <w:rPr>
          <w:rtl/>
        </w:rPr>
        <w:t>س نے جھوٹ بول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زندہ رہے ت</w:t>
      </w:r>
      <w:r w:rsidR="005A2492">
        <w:rPr>
          <w:rFonts w:hint="eastAsia"/>
          <w:rtl/>
        </w:rPr>
        <w:t>و</w:t>
      </w:r>
      <w:r w:rsidR="005A2492">
        <w:rPr>
          <w:rtl/>
        </w:rPr>
        <w:t xml:space="preserve"> چلت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پھرت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ہے،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مر ج</w:t>
      </w:r>
      <w:r w:rsidRPr="00816B77">
        <w:rPr>
          <w:rtl/>
          <w:lang w:bidi="ur-PK"/>
        </w:rPr>
        <w:t>ا</w:t>
      </w:r>
      <w:r w:rsidR="005A2492">
        <w:rPr>
          <w:rtl/>
        </w:rPr>
        <w:t>ئے تو شف</w:t>
      </w:r>
      <w:r w:rsidRPr="00816B77">
        <w:rPr>
          <w:rtl/>
          <w:lang w:bidi="ur-PK"/>
        </w:rPr>
        <w:t>ا</w:t>
      </w:r>
      <w:r w:rsidR="005A2492">
        <w:rPr>
          <w:rtl/>
        </w:rPr>
        <w:t>عت کرنے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ہے کہ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ملت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حضور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سقط شدہ بچےّ سے جب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دن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ئے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شت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ہوج</w:t>
      </w:r>
      <w:r w:rsidRPr="00816B77">
        <w:rPr>
          <w:rtl/>
          <w:lang w:bidi="ur-PK"/>
        </w:rPr>
        <w:t>ا</w:t>
      </w:r>
      <w:r w:rsidR="005A2492">
        <w:rPr>
          <w:rtl/>
        </w:rPr>
        <w:t>ؤتو وہ کہے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: </w:t>
      </w:r>
      <w:r w:rsidR="005A2492" w:rsidRPr="00820D3A">
        <w:rPr>
          <w:rStyle w:val="libArabicChar"/>
          <w:rtl/>
        </w:rPr>
        <w:t>حت</w:t>
      </w:r>
      <w:r w:rsidR="005A2492" w:rsidRPr="00820D3A">
        <w:rPr>
          <w:rStyle w:val="libArabicChar"/>
          <w:rFonts w:hint="cs"/>
          <w:rtl/>
        </w:rPr>
        <w:t>ی</w:t>
      </w:r>
      <w:r w:rsidR="005A2492" w:rsidRPr="00820D3A">
        <w:rPr>
          <w:rStyle w:val="libArabicChar"/>
          <w:rtl/>
        </w:rPr>
        <w:t xml:space="preserve"> </w:t>
      </w:r>
      <w:r w:rsidR="005A2492" w:rsidRPr="00820D3A">
        <w:rPr>
          <w:rStyle w:val="libArabicChar"/>
          <w:rFonts w:hint="cs"/>
          <w:rtl/>
        </w:rPr>
        <w:t>ی</w:t>
      </w:r>
      <w:r w:rsidR="005A2492" w:rsidRPr="00820D3A">
        <w:rPr>
          <w:rStyle w:val="libArabicChar"/>
          <w:rFonts w:hint="eastAsia"/>
          <w:rtl/>
        </w:rPr>
        <w:t>دخل</w:t>
      </w:r>
      <w:r w:rsidR="005A2492" w:rsidRPr="00820D3A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="005A2492" w:rsidRPr="00820D3A">
        <w:rPr>
          <w:rStyle w:val="libArabicChar"/>
          <w:rtl/>
        </w:rPr>
        <w:t>بو</w:t>
      </w:r>
      <w:r w:rsidR="00CF3D62" w:rsidRPr="00CF3D62">
        <w:rPr>
          <w:rStyle w:val="libArabicChar"/>
          <w:rtl/>
        </w:rPr>
        <w:t>ا</w:t>
      </w:r>
      <w:r w:rsidR="005A2492" w:rsidRPr="00820D3A">
        <w:rPr>
          <w:rStyle w:val="libArabicChar"/>
          <w:rFonts w:hint="cs"/>
          <w:rtl/>
        </w:rPr>
        <w:t>ی</w:t>
      </w:r>
      <w:r w:rsidR="005A2492" w:rsidRPr="00820D3A">
        <w:rPr>
          <w:rStyle w:val="libArabicChar"/>
          <w:rtl/>
        </w:rPr>
        <w:t xml:space="preserve"> قبل</w:t>
      </w:r>
      <w:r w:rsidR="005A2492" w:rsidRPr="00820D3A">
        <w:rPr>
          <w:rStyle w:val="libArabicChar"/>
          <w:rFonts w:hint="cs"/>
          <w:rtl/>
        </w:rPr>
        <w:t>ی</w:t>
      </w:r>
      <w:r w:rsidR="000C6ADD" w:rsidRPr="007741D8">
        <w:rPr>
          <w:rStyle w:val="libFootnotenumChar"/>
          <w:rFonts w:hint="cs"/>
          <w:rtl/>
        </w:rPr>
        <w:t>(3)</w:t>
      </w:r>
      <w:r w:rsidR="005A2492">
        <w:rPr>
          <w:rtl/>
        </w:rPr>
        <w:t>خد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جب تک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ہونگے تب ت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ہونگ</w:t>
      </w:r>
      <w:r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رسول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20D3A" w:rsidRDefault="000C6ADD" w:rsidP="00820D3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820D3A">
        <w:rPr>
          <w:rtl/>
        </w:rPr>
        <w:t xml:space="preserve"> م</w:t>
      </w:r>
      <w:r w:rsidR="00820D3A">
        <w:rPr>
          <w:rFonts w:hint="cs"/>
          <w:rtl/>
        </w:rPr>
        <w:t>ی</w:t>
      </w:r>
      <w:r w:rsidR="00820D3A">
        <w:rPr>
          <w:rFonts w:hint="eastAsia"/>
          <w:rtl/>
        </w:rPr>
        <w:t>ز</w:t>
      </w:r>
      <w:r w:rsidR="00816B77" w:rsidRPr="00816B77">
        <w:rPr>
          <w:rFonts w:hint="eastAsia"/>
          <w:rtl/>
        </w:rPr>
        <w:t>ا</w:t>
      </w:r>
      <w:r w:rsidR="00820D3A">
        <w:rPr>
          <w:rFonts w:hint="eastAsia"/>
          <w:rtl/>
        </w:rPr>
        <w:t>ن</w:t>
      </w:r>
      <w:r w:rsidR="00820D3A">
        <w:rPr>
          <w:rtl/>
        </w:rPr>
        <w:t xml:space="preserve"> </w:t>
      </w:r>
      <w:r w:rsidR="00816B77" w:rsidRPr="00816B77">
        <w:rPr>
          <w:rtl/>
        </w:rPr>
        <w:t>ا</w:t>
      </w:r>
      <w:r w:rsidR="00820D3A">
        <w:rPr>
          <w:rtl/>
        </w:rPr>
        <w:t>لحکمة،</w:t>
      </w:r>
      <w:r w:rsidR="00C15B30" w:rsidRPr="00C15B30">
        <w:rPr>
          <w:rFonts w:hint="cs"/>
          <w:rtl/>
        </w:rPr>
        <w:t>286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8</w:t>
      </w:r>
    </w:p>
    <w:p w:rsidR="000C6ADD" w:rsidRDefault="000C6ADD" w:rsidP="00820D3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820D3A" w:rsidRPr="00820D3A">
        <w:rPr>
          <w:rtl/>
        </w:rPr>
        <w:t xml:space="preserve"> </w:t>
      </w:r>
      <w:r w:rsidR="00820D3A">
        <w:rPr>
          <w:rtl/>
        </w:rPr>
        <w:t xml:space="preserve">مستدرک </w:t>
      </w:r>
      <w:r w:rsidR="00816B77" w:rsidRPr="00816B77">
        <w:rPr>
          <w:rtl/>
        </w:rPr>
        <w:t>ا</w:t>
      </w:r>
      <w:r w:rsidR="00820D3A">
        <w:rPr>
          <w:rtl/>
        </w:rPr>
        <w:t>لوس</w:t>
      </w:r>
      <w:r w:rsidR="00816B77" w:rsidRPr="00816B77">
        <w:rPr>
          <w:rtl/>
        </w:rPr>
        <w:t>ا</w:t>
      </w:r>
      <w:r w:rsidR="00820D3A">
        <w:rPr>
          <w:rtl/>
        </w:rPr>
        <w:t>ئل،ج</w:t>
      </w:r>
      <w:r w:rsidR="00C15B30" w:rsidRPr="00C15B30">
        <w:rPr>
          <w:rFonts w:hint="cs"/>
          <w:rtl/>
        </w:rPr>
        <w:t>15</w:t>
      </w:r>
      <w:r w:rsidR="00820D3A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112</w:t>
      </w:r>
      <w:r w:rsidR="00820D3A" w:rsidRPr="00816B77">
        <w:rPr>
          <w:rFonts w:hint="cs"/>
          <w:rtl/>
        </w:rPr>
        <w:t xml:space="preserve"> 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820D3A" w:rsidRPr="00820D3A">
        <w:rPr>
          <w:rtl/>
        </w:rPr>
        <w:t xml:space="preserve"> </w:t>
      </w:r>
      <w:r w:rsidR="00820D3A">
        <w:rPr>
          <w:rtl/>
        </w:rPr>
        <w:t>ہم</w:t>
      </w:r>
      <w:r w:rsidR="00816B77" w:rsidRPr="00816B77">
        <w:rPr>
          <w:rtl/>
        </w:rPr>
        <w:t>ا</w:t>
      </w:r>
      <w:r w:rsidR="00820D3A">
        <w:rPr>
          <w:rtl/>
        </w:rPr>
        <w:t>ن،ص</w:t>
      </w:r>
      <w:r w:rsidR="00C15B30" w:rsidRPr="00C15B30">
        <w:rPr>
          <w:rFonts w:hint="cs"/>
          <w:rtl/>
        </w:rPr>
        <w:t>96</w:t>
      </w:r>
    </w:p>
    <w:p w:rsidR="000C6ADD" w:rsidRDefault="000C6AD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0C6ADD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lastRenderedPageBreak/>
        <w:t>عَنِ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لنَّبِ</w:t>
      </w:r>
      <w:r w:rsidRPr="00F4194C">
        <w:rPr>
          <w:rStyle w:val="libArabicChar"/>
          <w:rFonts w:hint="cs"/>
          <w:rtl/>
        </w:rPr>
        <w:t>يِّ ص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لَ‏ تَجِي‏ءُ يَوْمَ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لْقِيَ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مَةِ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طْفَ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لْمُؤْمِنِينَ عِنْدَ عَرْضِ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لْخَلَ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ئِقِ لِلْحِسَ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 فَيَقُولُ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للهُ تَعَ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لِجَبْرَئِيلَ ع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ذْهَبْ بِهَؤُلَ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لْجَنَّةِ فَيَقِفُونَ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بْوَ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لْجَنَّةِ وَ يَسْ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لُونَ عَنْ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eastAsia"/>
          <w:rtl/>
        </w:rPr>
        <w:t>بَ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ئِ</w:t>
      </w:r>
      <w:r w:rsidRPr="00F4194C">
        <w:rPr>
          <w:rStyle w:val="libArabicChar"/>
          <w:rFonts w:hint="cs"/>
          <w:rtl/>
        </w:rPr>
        <w:t>هِمْ</w:t>
      </w:r>
      <w:r w:rsidRPr="00F4194C">
        <w:rPr>
          <w:rStyle w:val="libArabicChar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تِهِمْ فَتَقُولُ لَهُمُ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لْخَزَنَةُ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ؤُكُمْ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تُكُمْ لَيْسُو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مْثَ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لِكُمْ لَهُمْ ذُنُوبٌ وَ سَيِّئَ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تٌ يُطَ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لَبُونَ بِهَ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فَيَصِيحُونَ صَيْحَة</w:t>
      </w:r>
      <w:r w:rsidRPr="00F4194C">
        <w:rPr>
          <w:rStyle w:val="libArabicChar"/>
          <w:rtl/>
        </w:rPr>
        <w:t>ً بَ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Fonts w:hint="cs"/>
          <w:rtl/>
        </w:rPr>
        <w:t xml:space="preserve">كِينَ فَيَقُولُ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للهُ سُبْحَ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نَهُ وَ تَعَ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جَبْرَئِيلُ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هَذِهِ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لصَّيْحَةُ فَيَقُولُ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للهُمَّ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نْتَ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عْلَمُ هَؤُلَ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طْفَ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لْمُؤْمِنِينَ يَقُولُونَ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نَدْخُلُ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لْجَنَّةَ حَتَّ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يَدْخُلَ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ؤُنَ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تُنَ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فَيَقُولُ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للهُ سُ</w:t>
      </w:r>
      <w:r w:rsidRPr="00F4194C">
        <w:rPr>
          <w:rStyle w:val="libArabicChar"/>
          <w:rtl/>
        </w:rPr>
        <w:t>ب</w:t>
      </w:r>
      <w:r w:rsidRPr="00F4194C">
        <w:rPr>
          <w:rStyle w:val="libArabicChar"/>
          <w:rFonts w:hint="cs"/>
          <w:rtl/>
        </w:rPr>
        <w:t>ْحَ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نَهُ وَ تَعَ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جَبْرَئِيلُ- تَخَلَّلِ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لْجَمْعَ وَ خُذْ بِيَدِ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ئِ</w:t>
      </w:r>
      <w:r w:rsidRPr="00F4194C">
        <w:rPr>
          <w:rStyle w:val="libArabicChar"/>
          <w:rFonts w:hint="cs"/>
          <w:rtl/>
        </w:rPr>
        <w:t>هِمْ</w:t>
      </w:r>
      <w:r w:rsidRPr="00F4194C">
        <w:rPr>
          <w:rStyle w:val="libArabicChar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تِهِمْ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دْخِلْهُمْ مَعَهُمُ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لْجَنَّةَ بِرَحْمَتِي‏</w:t>
      </w:r>
      <w:r w:rsidR="000C6ADD" w:rsidRPr="007741D8">
        <w:rPr>
          <w:rStyle w:val="libFootnotenumChar"/>
          <w:rFonts w:hint="cs"/>
          <w:rtl/>
        </w:rPr>
        <w:t>(1)</w:t>
      </w:r>
    </w:p>
    <w:p w:rsidR="005A2492" w:rsidRDefault="00816B77" w:rsidP="00031EF8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دن 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بچےّ </w:t>
      </w:r>
      <w:r w:rsidRPr="00816B77">
        <w:rPr>
          <w:rtl/>
          <w:lang w:bidi="ur-PK"/>
        </w:rPr>
        <w:t>ا</w:t>
      </w:r>
      <w:r w:rsidR="005A2492">
        <w:rPr>
          <w:rtl/>
        </w:rPr>
        <w:t>ہل محشر کے س</w:t>
      </w:r>
      <w:r w:rsidRPr="00816B77">
        <w:rPr>
          <w:rtl/>
          <w:lang w:bidi="ur-PK"/>
        </w:rPr>
        <w:t>ا</w:t>
      </w:r>
      <w:r w:rsidR="005A2492">
        <w:rPr>
          <w:rtl/>
        </w:rPr>
        <w:t>منے حس</w:t>
      </w:r>
      <w:r w:rsidRPr="00816B77">
        <w:rPr>
          <w:rtl/>
          <w:lang w:bidi="ur-PK"/>
        </w:rPr>
        <w:t>ا</w:t>
      </w:r>
      <w:r w:rsidR="005A2492">
        <w:rPr>
          <w:rtl/>
        </w:rPr>
        <w:t>ب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 </w:t>
      </w:r>
      <w:r w:rsidRPr="00816B77">
        <w:rPr>
          <w:rtl/>
          <w:lang w:bidi="ur-PK"/>
        </w:rPr>
        <w:t>ا</w:t>
      </w:r>
      <w:r w:rsidR="005A2492">
        <w:rPr>
          <w:rtl/>
        </w:rPr>
        <w:t>للہ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جرةئ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ؑ سے کہے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کو جنت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لے ج</w:t>
      </w:r>
      <w:r w:rsidRPr="00816B77">
        <w:rPr>
          <w:rtl/>
          <w:lang w:bidi="ur-PK"/>
        </w:rPr>
        <w:t>ا</w:t>
      </w:r>
      <w:r w:rsidR="005A2492">
        <w:rPr>
          <w:rtl/>
        </w:rPr>
        <w:t>ؤ تو وہ بچےّ جنت کے درو</w:t>
      </w:r>
      <w:r w:rsidRPr="00816B77">
        <w:rPr>
          <w:rtl/>
          <w:lang w:bidi="ur-PK"/>
        </w:rPr>
        <w:t>ا</w:t>
      </w:r>
      <w:r w:rsidR="005A2492">
        <w:rPr>
          <w:rtl/>
        </w:rPr>
        <w:t>زے پر کہ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گے: کہ</w:t>
      </w:r>
      <w:r w:rsidRPr="00816B77">
        <w:rPr>
          <w:rtl/>
          <w:lang w:bidi="ur-PK"/>
        </w:rPr>
        <w:t>ا</w:t>
      </w:r>
      <w:r w:rsidR="005A2492">
        <w:rPr>
          <w:rtl/>
        </w:rPr>
        <w:t>ں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ہم</w:t>
      </w:r>
      <w:r w:rsidRPr="00816B77">
        <w:rPr>
          <w:rtl/>
          <w:lang w:bidi="ur-PK"/>
        </w:rPr>
        <w:t>ا</w:t>
      </w:r>
      <w:r w:rsidR="005A2492">
        <w:rPr>
          <w:rtl/>
        </w:rPr>
        <w:t>رے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ن؟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سے کہ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ئے گ</w:t>
      </w:r>
      <w:r w:rsidRPr="00816B77">
        <w:rPr>
          <w:rtl/>
          <w:lang w:bidi="ur-PK"/>
        </w:rPr>
        <w:t>ا</w:t>
      </w:r>
      <w:r w:rsidR="005A2492">
        <w:rPr>
          <w:rtl/>
        </w:rPr>
        <w:t>: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لئے خز</w:t>
      </w:r>
      <w:r w:rsidRPr="00816B77">
        <w:rPr>
          <w:rtl/>
          <w:lang w:bidi="ur-PK"/>
        </w:rPr>
        <w:t>ا</w:t>
      </w:r>
      <w:r w:rsidR="005A2492">
        <w:rPr>
          <w:rtl/>
        </w:rPr>
        <w:t>نہ بہشت ہے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تمہ</w:t>
      </w:r>
      <w:r w:rsidRPr="00816B77">
        <w:rPr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تھے،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بہت س</w:t>
      </w:r>
      <w:r w:rsidRPr="00816B77">
        <w:rPr>
          <w:rtl/>
          <w:lang w:bidi="ur-PK"/>
        </w:rPr>
        <w:t>ا</w:t>
      </w:r>
      <w:r w:rsidR="005A2492">
        <w:rPr>
          <w:rtl/>
        </w:rPr>
        <w:t>رے گن</w:t>
      </w:r>
      <w:r w:rsidRPr="00816B77">
        <w:rPr>
          <w:rtl/>
          <w:lang w:bidi="ur-PK"/>
        </w:rPr>
        <w:t>ا</w:t>
      </w:r>
      <w:r w:rsidR="005A2492">
        <w:rPr>
          <w:rtl/>
        </w:rPr>
        <w:t>ہ تھے جن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سے حس</w:t>
      </w:r>
      <w:r w:rsidRPr="00816B77">
        <w:rPr>
          <w:rtl/>
          <w:lang w:bidi="ur-PK"/>
        </w:rPr>
        <w:t>ا</w:t>
      </w:r>
      <w:r w:rsidR="005A2492">
        <w:rPr>
          <w:rtl/>
        </w:rPr>
        <w:t>ب طلب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ئے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جب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سن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 تو وہ سب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خنے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چل</w:t>
      </w:r>
      <w:r w:rsidRPr="00816B77">
        <w:rPr>
          <w:rtl/>
          <w:lang w:bidi="ur-PK"/>
        </w:rPr>
        <w:t>ا</w:t>
      </w:r>
      <w:r w:rsidR="005A2492">
        <w:rPr>
          <w:rtl/>
        </w:rPr>
        <w:t>نے لگ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 </w:t>
      </w:r>
      <w:r w:rsidRPr="00816B77">
        <w:rPr>
          <w:rtl/>
          <w:lang w:bidi="ur-PK"/>
        </w:rPr>
        <w:t>ا</w:t>
      </w:r>
      <w:r w:rsidR="005A2492">
        <w:rPr>
          <w:rtl/>
        </w:rPr>
        <w:t>للہ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جبرئ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پوچھے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تو جبرئ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جو</w:t>
      </w:r>
      <w:r w:rsidRPr="00816B77">
        <w:rPr>
          <w:rtl/>
          <w:lang w:bidi="ur-PK"/>
        </w:rPr>
        <w:t>ا</w:t>
      </w:r>
      <w:r w:rsidR="005A2492">
        <w:rPr>
          <w:rtl/>
        </w:rPr>
        <w:t>ب دے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: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للہ! توہ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بہترج</w:t>
      </w:r>
      <w:r w:rsidRPr="00816B77">
        <w:rPr>
          <w:rtl/>
          <w:lang w:bidi="ur-PK"/>
        </w:rPr>
        <w:t>ا</w:t>
      </w:r>
      <w:r w:rsidR="005A2492">
        <w:rPr>
          <w:rtl/>
        </w:rPr>
        <w:t>نت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بچےّ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جو کہتے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جب تک 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جنت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ہوتے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وقت تک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بچےّ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جنت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ہونگے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وقت </w:t>
      </w:r>
      <w:r w:rsidRPr="00816B77">
        <w:rPr>
          <w:rtl/>
          <w:lang w:bidi="ur-PK"/>
        </w:rPr>
        <w:t>ا</w:t>
      </w:r>
      <w:r w:rsidR="005A2492">
        <w:rPr>
          <w:rtl/>
        </w:rPr>
        <w:t>للہ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کہے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ے جبرئ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ہل محشر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نک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رحمت  کے طف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کے بچےّ 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ہ</w:t>
      </w:r>
      <w:r w:rsidRPr="00816B77">
        <w:rPr>
          <w:rtl/>
          <w:lang w:bidi="ur-PK"/>
        </w:rPr>
        <w:t>ا</w:t>
      </w:r>
      <w:r w:rsidR="005A2492">
        <w:rPr>
          <w:rtl/>
        </w:rPr>
        <w:t>تھ پکڑ کر جنت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ہوج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0C6ADD" w:rsidRDefault="000C6ADD" w:rsidP="0005160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031EF8" w:rsidRPr="00031EF8">
        <w:rPr>
          <w:rtl/>
        </w:rPr>
        <w:t xml:space="preserve"> </w:t>
      </w:r>
      <w:r w:rsidR="00031EF8" w:rsidRPr="009B349E">
        <w:rPr>
          <w:rStyle w:val="libFootNoteArabicChar"/>
          <w:rtl/>
        </w:rPr>
        <w:t>مستدر</w:t>
      </w:r>
      <w:r w:rsidR="00031EF8" w:rsidRPr="009B349E">
        <w:rPr>
          <w:rStyle w:val="libFootNoteArabicChar"/>
          <w:rFonts w:hint="cs"/>
          <w:rtl/>
        </w:rPr>
        <w:t xml:space="preserve">ك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31EF8" w:rsidRPr="009B349E">
        <w:rPr>
          <w:rStyle w:val="libFootNoteArabicChar"/>
          <w:rFonts w:hint="cs"/>
          <w:rtl/>
        </w:rPr>
        <w:t>لوس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31EF8" w:rsidRPr="009B349E">
        <w:rPr>
          <w:rStyle w:val="libFootNoteArabicChar"/>
          <w:rFonts w:hint="cs"/>
          <w:rtl/>
        </w:rPr>
        <w:t xml:space="preserve">ئل و مستنبط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31EF8" w:rsidRPr="009B349E">
        <w:rPr>
          <w:rStyle w:val="libFootNoteArabicChar"/>
          <w:rFonts w:hint="cs"/>
          <w:rtl/>
        </w:rPr>
        <w:t>لمس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31EF8" w:rsidRPr="009B349E">
        <w:rPr>
          <w:rStyle w:val="libFootNoteArabicChar"/>
          <w:rFonts w:hint="cs"/>
          <w:rtl/>
        </w:rPr>
        <w:t>ئل ؛ ج‏2 ؛ ص389</w:t>
      </w:r>
    </w:p>
    <w:p w:rsidR="000C6ADD" w:rsidRDefault="000C6AD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031EF8">
      <w:pPr>
        <w:pStyle w:val="Heading1"/>
        <w:rPr>
          <w:rtl/>
        </w:rPr>
      </w:pPr>
      <w:bookmarkStart w:id="19" w:name="_Toc393190444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ول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لح ب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لص</w:t>
      </w:r>
      <w:r w:rsidRPr="00816B77">
        <w:rPr>
          <w:rtl/>
          <w:lang w:bidi="ur-PK"/>
        </w:rPr>
        <w:t>ا</w:t>
      </w:r>
      <w:r w:rsidR="005A2492">
        <w:rPr>
          <w:rtl/>
        </w:rPr>
        <w:t>لح</w:t>
      </w:r>
      <w:r w:rsidRPr="00816B77">
        <w:rPr>
          <w:rtl/>
          <w:lang w:bidi="ur-PK"/>
        </w:rPr>
        <w:t>ا</w:t>
      </w:r>
      <w:r w:rsidR="005A2492">
        <w:rPr>
          <w:rtl/>
        </w:rPr>
        <w:t>ت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bookmarkEnd w:id="19"/>
    </w:p>
    <w:p w:rsidR="005A2492" w:rsidRDefault="005A2492" w:rsidP="000C6ADD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عَنِ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لنَّبِ</w:t>
      </w:r>
      <w:r w:rsidRPr="00F4194C">
        <w:rPr>
          <w:rStyle w:val="libArabicChar"/>
          <w:rFonts w:hint="cs"/>
          <w:rtl/>
        </w:rPr>
        <w:t xml:space="preserve">يِّ ص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لَ‏ خَمْسَةٌ فِي قُبُورِهِمْ وَ ثَوَ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بُهُمْ يَجْرِي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دِيوَ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نِهِمْ مَنْ غَرَسَ‏ نَخْلً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مَنْ حَفَرَ بِئْر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مَنْ بَنَ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لِلهِ مَسْجِد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مَنْ كَتَبَ مُصْحَف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مَنْ خَلَّفَ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بْن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صَ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لِح</w:t>
      </w:r>
      <w:r w:rsidR="00CF3D62" w:rsidRPr="00CF3D62">
        <w:rPr>
          <w:rStyle w:val="libArabicChar"/>
          <w:rFonts w:hint="cs"/>
          <w:rtl/>
        </w:rPr>
        <w:t>ا</w:t>
      </w:r>
      <w:r w:rsidR="000C6ADD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ﷺ</w:t>
      </w:r>
      <w:r>
        <w:rPr>
          <w:rtl/>
        </w:rPr>
        <w:t xml:space="preserve"> سے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نچ </w:t>
      </w:r>
      <w:r w:rsidR="00816B77" w:rsidRPr="00816B77">
        <w:rPr>
          <w:rtl/>
          <w:lang w:bidi="ur-PK"/>
        </w:rPr>
        <w:t>ا</w:t>
      </w:r>
      <w:r>
        <w:rPr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مرنے کے بعد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مہ </w:t>
      </w:r>
      <w:r w:rsidR="00816B77" w:rsidRPr="00816B77">
        <w:rPr>
          <w:rtl/>
          <w:lang w:bidi="ur-PK"/>
        </w:rPr>
        <w:t>ا</w:t>
      </w:r>
      <w:r>
        <w:rPr>
          <w:rtl/>
        </w:rPr>
        <w:t>عم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جس نے درخت بو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،دوسر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وہ جس نے  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کنو</w:t>
      </w:r>
      <w:r w:rsidR="00816B77" w:rsidRPr="00816B77">
        <w:rPr>
          <w:rtl/>
          <w:lang w:bidi="ur-PK"/>
        </w:rPr>
        <w:t>ا</w:t>
      </w:r>
      <w:r>
        <w:rPr>
          <w:rtl/>
        </w:rPr>
        <w:t>ں کھود</w:t>
      </w:r>
      <w:r w:rsidR="00816B77" w:rsidRPr="00816B77">
        <w:rPr>
          <w:rtl/>
          <w:lang w:bidi="ur-PK"/>
        </w:rPr>
        <w:t>ا</w:t>
      </w:r>
      <w:r>
        <w:rPr>
          <w:rtl/>
        </w:rPr>
        <w:t>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جس نے مسجد بن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 جس نے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لکھ</w:t>
      </w:r>
      <w:r w:rsidR="00816B77" w:rsidRPr="00816B77">
        <w:rPr>
          <w:rtl/>
          <w:lang w:bidi="ur-PK"/>
        </w:rPr>
        <w:t>ا</w:t>
      </w:r>
      <w:r>
        <w:rPr>
          <w:rtl/>
        </w:rPr>
        <w:t>، پ</w:t>
      </w:r>
      <w:r w:rsidR="00816B77" w:rsidRPr="00816B77">
        <w:rPr>
          <w:rtl/>
          <w:lang w:bidi="ur-PK"/>
        </w:rPr>
        <w:t>ا</w:t>
      </w:r>
      <w:r>
        <w:rPr>
          <w:rtl/>
        </w:rPr>
        <w:t>نچو</w:t>
      </w:r>
      <w:r w:rsidR="00816B77" w:rsidRPr="00816B77">
        <w:rPr>
          <w:rtl/>
          <w:lang w:bidi="ur-PK"/>
        </w:rPr>
        <w:t>ا</w:t>
      </w:r>
      <w:r>
        <w:rPr>
          <w:rtl/>
        </w:rPr>
        <w:t>ں جس نے فرزند ص</w:t>
      </w:r>
      <w:r w:rsidR="00816B77" w:rsidRPr="00816B77">
        <w:rPr>
          <w:rtl/>
          <w:lang w:bidi="ur-PK"/>
        </w:rPr>
        <w:t>ا</w:t>
      </w:r>
      <w:r>
        <w:rPr>
          <w:rtl/>
        </w:rPr>
        <w:t>لح چھوڑ</w:t>
      </w:r>
      <w:r w:rsidR="00816B77" w:rsidRPr="00816B77">
        <w:rPr>
          <w:rtl/>
          <w:lang w:bidi="ur-PK"/>
        </w:rPr>
        <w:t>ا</w:t>
      </w:r>
    </w:p>
    <w:p w:rsidR="005A2492" w:rsidRDefault="005A2492" w:rsidP="00031EF8">
      <w:pPr>
        <w:pStyle w:val="Heading1"/>
        <w:rPr>
          <w:rtl/>
        </w:rPr>
      </w:pPr>
      <w:bookmarkStart w:id="20" w:name="_Toc393190445"/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>
        <w:rPr>
          <w:rFonts w:hint="cs"/>
          <w:rtl/>
        </w:rPr>
        <w:t>ی</w:t>
      </w:r>
      <w:bookmarkEnd w:id="2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ہر مکتب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مذہب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درک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>ختل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 ہے تو روش </w:t>
      </w:r>
      <w:r w:rsidR="00816B77" w:rsidRPr="00816B77">
        <w:rPr>
          <w:rtl/>
          <w:lang w:bidi="ur-PK"/>
        </w:rPr>
        <w:t>ا</w:t>
      </w:r>
      <w:r>
        <w:rPr>
          <w:rtl/>
        </w:rPr>
        <w:t>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A2492" w:rsidRDefault="005A2492" w:rsidP="000C6ADD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</w:t>
      </w:r>
      <w:r w:rsidRPr="00F4194C">
        <w:rPr>
          <w:rStyle w:val="libArabicChar"/>
          <w:rFonts w:hint="cs"/>
          <w:rtl/>
        </w:rPr>
        <w:t>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 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بِرُ بْنُ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نْصَ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رِيُّ يَدُورُ فِي سِكَكِ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نْصَ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رِ بِ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لْمَدِينَةِ وَ هُوَ يَقُولُ عَلِيٌّ خَيْرُ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لْبَشَرِ فَمَنْ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فَقَدْ كَفَرَ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مَعَ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شِرَ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نْصَ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رِ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دِّبُو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وْلَ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دَكُمْ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حُبِّ عَلِيٍّ فَمَنْ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نْظ</w:t>
      </w:r>
      <w:r w:rsidRPr="00F4194C">
        <w:rPr>
          <w:rStyle w:val="libArabicChar"/>
          <w:rFonts w:hint="eastAsia"/>
          <w:rtl/>
        </w:rPr>
        <w:t>ُرُو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tl/>
        </w:rPr>
        <w:t xml:space="preserve"> فِ</w:t>
      </w:r>
      <w:r w:rsidRPr="00F4194C">
        <w:rPr>
          <w:rStyle w:val="libArabicChar"/>
          <w:rFonts w:hint="cs"/>
          <w:rtl/>
        </w:rPr>
        <w:t>ي شَ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مِّهِ</w:t>
      </w:r>
      <w:r w:rsidR="000C6ADD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بر</w:t>
      </w:r>
      <w:r>
        <w:rPr>
          <w:rtl/>
        </w:rPr>
        <w:t xml:space="preserve"> بن عبد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یؒ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>ر کے ک</w:t>
      </w:r>
      <w:r w:rsidR="00816B77" w:rsidRPr="00816B77">
        <w:rPr>
          <w:rtl/>
          <w:lang w:bidi="ur-PK"/>
        </w:rPr>
        <w:t>ا</w:t>
      </w:r>
      <w:r>
        <w:rPr>
          <w:rtl/>
        </w:rPr>
        <w:t>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گھوم رہے تھے: 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سب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تر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پس جس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وہ ک</w:t>
      </w:r>
      <w:r w:rsidR="00816B77" w:rsidRPr="00816B77">
        <w:rPr>
          <w:rtl/>
          <w:lang w:bidi="ur-PK"/>
        </w:rPr>
        <w:t>ا</w:t>
      </w:r>
      <w:r>
        <w:rPr>
          <w:rtl/>
        </w:rPr>
        <w:t>فر ہوگ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ے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رو! تم لوگ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بچوّں کومحبت عل</w:t>
      </w:r>
      <w:r>
        <w:rPr>
          <w:rFonts w:hint="cs"/>
          <w:rtl/>
        </w:rPr>
        <w:t>یؑ</w:t>
      </w:r>
      <w:r>
        <w:rPr>
          <w:rtl/>
        </w:rPr>
        <w:t xml:space="preserve">    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ہے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دو: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نب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 پ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C62B2" w:rsidRDefault="000C62B2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31EF8" w:rsidRDefault="000C62B2" w:rsidP="00031EF8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031EF8">
        <w:rPr>
          <w:rtl/>
        </w:rPr>
        <w:t xml:space="preserve">  ج</w:t>
      </w:r>
      <w:r w:rsidR="00816B77" w:rsidRPr="00816B77">
        <w:rPr>
          <w:rtl/>
        </w:rPr>
        <w:t>ا</w:t>
      </w:r>
      <w:r w:rsidR="00031EF8">
        <w:rPr>
          <w:rtl/>
        </w:rPr>
        <w:t xml:space="preserve">مع </w:t>
      </w:r>
      <w:r w:rsidR="00816B77" w:rsidRPr="00816B77">
        <w:rPr>
          <w:rtl/>
        </w:rPr>
        <w:t>ا</w:t>
      </w:r>
      <w:r w:rsidR="00031EF8">
        <w:rPr>
          <w:rtl/>
        </w:rPr>
        <w:t>ل</w:t>
      </w:r>
      <w:r w:rsidR="00816B77" w:rsidRPr="00816B77">
        <w:rPr>
          <w:rFonts w:hint="cs"/>
          <w:rtl/>
        </w:rPr>
        <w:t>ا</w:t>
      </w:r>
      <w:r w:rsidR="00031EF8" w:rsidRPr="00816B77">
        <w:rPr>
          <w:rFonts w:hint="cs"/>
          <w:rtl/>
        </w:rPr>
        <w:t>خب</w:t>
      </w:r>
      <w:r w:rsidR="00816B77" w:rsidRPr="00816B77">
        <w:rPr>
          <w:rFonts w:hint="cs"/>
          <w:rtl/>
        </w:rPr>
        <w:t>ا</w:t>
      </w:r>
      <w:r w:rsidR="00031EF8" w:rsidRPr="00816B77">
        <w:rPr>
          <w:rFonts w:hint="cs"/>
          <w:rtl/>
        </w:rPr>
        <w:t>ر(</w:t>
      </w:r>
      <w:r w:rsidR="00031EF8" w:rsidRPr="001B12C8">
        <w:rPr>
          <w:rStyle w:val="libFootNoteArabicChar"/>
          <w:rtl/>
        </w:rPr>
        <w:t>للشعيري</w:t>
      </w:r>
      <w:r w:rsidR="00031EF8" w:rsidRPr="00816B77">
        <w:rPr>
          <w:rFonts w:hint="cs"/>
          <w:rtl/>
        </w:rPr>
        <w:t>) ؛  ص105</w:t>
      </w:r>
    </w:p>
    <w:p w:rsidR="000C62B2" w:rsidRDefault="000C62B2" w:rsidP="009B349E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031EF8" w:rsidRPr="00031EF8">
        <w:rPr>
          <w:rtl/>
        </w:rPr>
        <w:t xml:space="preserve"> </w:t>
      </w:r>
      <w:r w:rsidR="00031EF8" w:rsidRPr="001B12C8">
        <w:rPr>
          <w:rStyle w:val="libFootNoteArabicChar"/>
          <w:rtl/>
        </w:rPr>
        <w:t>من ل</w:t>
      </w:r>
      <w:r w:rsidR="00CF3D62" w:rsidRPr="00CF3D62">
        <w:rPr>
          <w:rStyle w:val="libFootNoteArabicChar"/>
          <w:rtl/>
          <w:lang w:bidi="ar-SA"/>
        </w:rPr>
        <w:t>ا</w:t>
      </w:r>
      <w:r w:rsidR="00031EF8" w:rsidRPr="001B12C8">
        <w:rPr>
          <w:rStyle w:val="libFootNoteArabicChar"/>
          <w:rtl/>
        </w:rPr>
        <w:t xml:space="preserve"> </w:t>
      </w:r>
      <w:r w:rsidR="00031EF8" w:rsidRPr="001B12C8">
        <w:rPr>
          <w:rStyle w:val="libFootNoteArabicChar"/>
          <w:rFonts w:hint="cs"/>
          <w:rtl/>
        </w:rPr>
        <w:t>ی</w:t>
      </w:r>
      <w:r w:rsidR="00031EF8" w:rsidRPr="001B12C8">
        <w:rPr>
          <w:rStyle w:val="libFootNoteArabicChar"/>
          <w:rFonts w:hint="eastAsia"/>
          <w:rtl/>
        </w:rPr>
        <w:t>حضره</w:t>
      </w:r>
      <w:r w:rsidR="00031EF8" w:rsidRPr="001B12C8">
        <w:rPr>
          <w:rStyle w:val="libFootNoteArabicChar"/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031EF8" w:rsidRPr="001B12C8">
        <w:rPr>
          <w:rStyle w:val="libFootNoteArabicChar"/>
          <w:rtl/>
        </w:rPr>
        <w:t>لفق</w:t>
      </w:r>
      <w:r w:rsidR="00031EF8" w:rsidRPr="009B349E">
        <w:rPr>
          <w:rStyle w:val="libFootNoteArabicChar"/>
          <w:rFonts w:hint="cs"/>
          <w:rtl/>
        </w:rPr>
        <w:t>ی</w:t>
      </w:r>
      <w:r w:rsidR="009B349E" w:rsidRPr="009B349E">
        <w:rPr>
          <w:rStyle w:val="libFootNoteArabicChar"/>
          <w:rFonts w:hint="cs"/>
          <w:rtl/>
        </w:rPr>
        <w:t>ه</w:t>
      </w:r>
      <w:r w:rsidR="00031EF8">
        <w:rPr>
          <w:rtl/>
        </w:rPr>
        <w:t xml:space="preserve"> ،ج</w:t>
      </w:r>
      <w:r w:rsidR="00031EF8">
        <w:rPr>
          <w:rtl/>
          <w:lang w:bidi="fa-IR"/>
        </w:rPr>
        <w:t>۳</w:t>
      </w:r>
      <w:r w:rsidR="00031EF8">
        <w:rPr>
          <w:rtl/>
        </w:rPr>
        <w:t xml:space="preserve">، ص </w:t>
      </w:r>
      <w:r w:rsidR="00031EF8">
        <w:rPr>
          <w:rtl/>
          <w:lang w:bidi="fa-IR"/>
        </w:rPr>
        <w:t>۴۹۳</w:t>
      </w:r>
    </w:p>
    <w:p w:rsidR="000C62B2" w:rsidRPr="000C62B2" w:rsidRDefault="000C62B2" w:rsidP="00A60F54">
      <w:pPr>
        <w:pStyle w:val="libPoemTini"/>
        <w:rPr>
          <w:rtl/>
        </w:rPr>
      </w:pPr>
      <w:r w:rsidRPr="000C62B2">
        <w:rPr>
          <w:rtl/>
        </w:rPr>
        <w:br w:type="page"/>
      </w:r>
    </w:p>
    <w:p w:rsidR="005A2492" w:rsidRDefault="005A2492" w:rsidP="000C62B2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lastRenderedPageBreak/>
        <w:t>رَوَ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tl/>
        </w:rPr>
        <w:t xml:space="preserve"> فُضَ</w:t>
      </w:r>
      <w:r w:rsidRPr="00F4194C">
        <w:rPr>
          <w:rStyle w:val="libArabicChar"/>
          <w:rFonts w:hint="cs"/>
          <w:rtl/>
        </w:rPr>
        <w:t>يْلُ بْنُ عُثْمَ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عْوَرُ عَنْ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ع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مِنْ مَوْلُودٍ يُولَدُ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لْفِطْرَةِ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هُ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للَّذَ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 يُهَوِّدَ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نِهِ وَ يُنَصِّرَ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نِهِ وَ يُمَجِّسَ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نِه</w:t>
      </w:r>
      <w:r w:rsidR="000C62B2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نےپ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سے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 کہ </w:t>
      </w:r>
      <w:r w:rsidRPr="00816B77">
        <w:rPr>
          <w:rtl/>
          <w:lang w:bidi="ur-PK"/>
        </w:rPr>
        <w:t>ا</w:t>
      </w:r>
      <w:r w:rsidR="005A2492">
        <w:rPr>
          <w:rtl/>
        </w:rPr>
        <w:t>پ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ہربچہ فطرت (توح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>) پر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ہوت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ہود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نصر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مجوس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بن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5A2492" w:rsidP="00EE6659">
      <w:pPr>
        <w:pStyle w:val="Heading1"/>
        <w:rPr>
          <w:rtl/>
        </w:rPr>
      </w:pPr>
      <w:bookmarkStart w:id="21" w:name="_Toc39319044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ئش</w:t>
      </w:r>
      <w:r>
        <w:rPr>
          <w:rtl/>
        </w:rPr>
        <w:t xml:space="preserve"> سے پہلے</w:t>
      </w:r>
      <w:bookmarkEnd w:id="21"/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نے بچےّ کے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نے سے پہلے سے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816B77" w:rsidP="00EE6659">
      <w:pPr>
        <w:pStyle w:val="Heading1"/>
        <w:rPr>
          <w:rtl/>
        </w:rPr>
      </w:pPr>
      <w:bookmarkStart w:id="22" w:name="_Toc393190447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کے لئےب</w:t>
      </w:r>
      <w:r w:rsidRPr="00816B77">
        <w:rPr>
          <w:rtl/>
          <w:lang w:bidi="ur-PK"/>
        </w:rPr>
        <w:t>اا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Pr="00816B77">
        <w:rPr>
          <w:rtl/>
          <w:lang w:bidi="ur-PK"/>
        </w:rPr>
        <w:t>اا</w:t>
      </w:r>
      <w:r w:rsidR="005A2492">
        <w:rPr>
          <w:rtl/>
        </w:rPr>
        <w:t>نتخ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bookmarkEnd w:id="22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نطفوں  کے لئے من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سب </w:t>
      </w:r>
      <w:r w:rsidRPr="00816B77">
        <w:rPr>
          <w:rtl/>
          <w:lang w:bidi="ur-PK"/>
        </w:rPr>
        <w:t>ا</w:t>
      </w:r>
      <w:r w:rsidR="005A2492">
        <w:rPr>
          <w:rtl/>
        </w:rPr>
        <w:t>ور پ</w:t>
      </w:r>
      <w:r w:rsidRPr="00816B77">
        <w:rPr>
          <w:rtl/>
          <w:lang w:bidi="ur-PK"/>
        </w:rPr>
        <w:t>ا</w:t>
      </w:r>
      <w:r w:rsidR="005A2492">
        <w:rPr>
          <w:rtl/>
        </w:rPr>
        <w:t>کد</w:t>
      </w:r>
      <w:r w:rsidRPr="00816B77">
        <w:rPr>
          <w:rtl/>
          <w:lang w:bidi="ur-PK"/>
        </w:rPr>
        <w:t>ا</w:t>
      </w:r>
      <w:r w:rsidR="005A2492">
        <w:rPr>
          <w:rtl/>
        </w:rPr>
        <w:t>من رحم تل</w:t>
      </w:r>
      <w:r w:rsidRPr="00816B77">
        <w:rPr>
          <w:rtl/>
          <w:lang w:bidi="ur-PK"/>
        </w:rPr>
        <w:t>ا</w:t>
      </w:r>
      <w:r w:rsidR="005A2492">
        <w:rPr>
          <w:rtl/>
        </w:rPr>
        <w:t>ش کروپہلے  ذکر کرچک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صف</w:t>
      </w:r>
      <w:r w:rsidRPr="00816B77">
        <w:rPr>
          <w:rtl/>
          <w:lang w:bidi="ur-PK"/>
        </w:rPr>
        <w:t>ا</w:t>
      </w:r>
      <w:r w:rsidR="005A2492">
        <w:rPr>
          <w:rtl/>
        </w:rPr>
        <w:t>ت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</w:t>
      </w:r>
      <w:r w:rsidRPr="00816B77">
        <w:rPr>
          <w:rtl/>
          <w:lang w:bidi="ur-PK"/>
        </w:rPr>
        <w:t>ا</w:t>
      </w:r>
      <w:r w:rsidR="005A2492">
        <w:rPr>
          <w:rtl/>
        </w:rPr>
        <w:t>نون ور</w:t>
      </w:r>
      <w:r w:rsidRPr="00816B77">
        <w:rPr>
          <w:rtl/>
          <w:lang w:bidi="ur-PK"/>
        </w:rPr>
        <w:t>ا</w:t>
      </w:r>
      <w:r w:rsidR="005A2492">
        <w:rPr>
          <w:rtl/>
        </w:rPr>
        <w:t>ثت کے مط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بق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منتقل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ہ وہ صف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بر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لئے حضرت زہر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(س)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دت کے بعد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نے نئ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</w:t>
      </w:r>
      <w:r w:rsidR="005A2492">
        <w:rPr>
          <w:rFonts w:hint="eastAsia"/>
          <w:rtl/>
        </w:rPr>
        <w:t>ھ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سے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شج</w:t>
      </w:r>
      <w:r w:rsidRPr="00816B77">
        <w:rPr>
          <w:rtl/>
          <w:lang w:bidi="ur-PK"/>
        </w:rPr>
        <w:t>ا</w:t>
      </w:r>
      <w:r w:rsidR="005A2492">
        <w:rPr>
          <w:rtl/>
        </w:rPr>
        <w:t>ع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رشتہ تل</w:t>
      </w:r>
      <w:r w:rsidRPr="00816B77">
        <w:rPr>
          <w:rtl/>
          <w:lang w:bidi="ur-PK"/>
        </w:rPr>
        <w:t>ا</w:t>
      </w:r>
      <w:r w:rsidR="005A2492">
        <w:rPr>
          <w:rtl/>
        </w:rPr>
        <w:t>ش کروت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کہ </w:t>
      </w:r>
      <w:r w:rsidRPr="00816B77">
        <w:rPr>
          <w:rtl/>
          <w:lang w:bidi="ur-PK"/>
        </w:rPr>
        <w:t>ا</w:t>
      </w:r>
      <w:r w:rsidR="005A2492">
        <w:rPr>
          <w:rtl/>
        </w:rPr>
        <w:t>بو</w:t>
      </w:r>
      <w:r w:rsidRPr="00816B77">
        <w:rPr>
          <w:rtl/>
          <w:lang w:bidi="ur-PK"/>
        </w:rPr>
        <w:t>ا</w:t>
      </w:r>
      <w:r w:rsidR="005A2492">
        <w:rPr>
          <w:rtl/>
        </w:rPr>
        <w:t>لفضل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شج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ع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فرزند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ہوں</w:t>
      </w:r>
    </w:p>
    <w:p w:rsidR="005A2492" w:rsidRDefault="005A2492" w:rsidP="00EE6659">
      <w:pPr>
        <w:pStyle w:val="Heading1"/>
        <w:rPr>
          <w:rtl/>
        </w:rPr>
      </w:pPr>
      <w:bookmarkStart w:id="23" w:name="_Toc393190448"/>
      <w:r>
        <w:rPr>
          <w:rFonts w:hint="eastAsia"/>
          <w:rtl/>
        </w:rPr>
        <w:t>دلہن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عث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</w:t>
      </w:r>
      <w:bookmarkEnd w:id="23"/>
    </w:p>
    <w:p w:rsidR="005A2492" w:rsidRPr="00E67D25" w:rsidRDefault="005A2492" w:rsidP="000C62B2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رُوِ</w:t>
      </w:r>
      <w:r w:rsidRPr="00F4194C">
        <w:rPr>
          <w:rStyle w:val="libArabicChar"/>
          <w:rFonts w:hint="cs"/>
          <w:rtl/>
        </w:rPr>
        <w:t>يَ</w:t>
      </w:r>
      <w:r w:rsidRPr="00F4194C">
        <w:rPr>
          <w:rStyle w:val="libArabicChar"/>
          <w:rtl/>
        </w:rPr>
        <w:t xml:space="preserve"> عَن</w:t>
      </w:r>
      <w:r w:rsidRPr="00F4194C">
        <w:rPr>
          <w:rStyle w:val="libArabicChar"/>
          <w:rFonts w:hint="cs"/>
          <w:rtl/>
        </w:rPr>
        <w:t xml:space="preserve">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بِي سَعِيدٍ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لْخُدْرِيِّ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وْصَ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رَسُولُ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ص عَلِيَّ بْنَ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بِي طَ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لِبٍ ع فَقَ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عَلِيُّ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دَخَلَتِ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لْعَرُوسُ</w:t>
      </w:r>
      <w:r w:rsidRPr="00F4194C">
        <w:rPr>
          <w:rStyle w:val="libArabicChar"/>
          <w:rtl/>
        </w:rPr>
        <w:t xml:space="preserve"> بَ</w:t>
      </w:r>
      <w:r w:rsidRPr="00F4194C">
        <w:rPr>
          <w:rStyle w:val="libArabicChar"/>
          <w:rFonts w:hint="cs"/>
          <w:rtl/>
        </w:rPr>
        <w:t>يْتَكَ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خْلَعْ خُفَّيْهَ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حِينَ تَجْلِسُ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غْسِلْ رِجْلَيْهَ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صُبَّ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ءَ مِنْ 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بِ دَ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رِكَ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eastAsia"/>
          <w:rtl/>
        </w:rPr>
        <w:t>ق</w:t>
      </w:r>
      <w:r w:rsidRPr="00F4194C">
        <w:rPr>
          <w:rStyle w:val="libArabicChar"/>
          <w:rFonts w:hint="cs"/>
          <w:rtl/>
        </w:rPr>
        <w:t>ْصَ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tl/>
        </w:rPr>
        <w:t xml:space="preserve"> دَ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رِ</w:t>
      </w:r>
      <w:r w:rsidRPr="00F4194C">
        <w:rPr>
          <w:rStyle w:val="libArabicChar"/>
          <w:rFonts w:hint="cs"/>
          <w:rtl/>
        </w:rPr>
        <w:t>كَ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فَعَلْتَ ذَلِكَ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خْرَجَ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للهُ مِنْ بَيْتِكَ سَبْعِينَ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لْفَ لَوْنٍ مِنَ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لْفَقْرِ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دْخَلَ فِيهِ سَبْعِينَ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لْفَ لَوْنٍ مِنَ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لْبَرَكَةَ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نْزَلَ عَلَيْهِ سَبْعِينَ رَحْمَةً</w:t>
      </w:r>
      <w:r w:rsidRPr="00C15B30">
        <w:rPr>
          <w:rStyle w:val="libArabicChar"/>
          <w:rFonts w:hint="cs"/>
          <w:rtl/>
        </w:rPr>
        <w:t xml:space="preserve"> وَ تَ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مَنَ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لْعَرُوسُ مِنَ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لْجُنُونِ </w:t>
      </w: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>ْجُذَ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لْبَرَصِ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يُصِيبَهَ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دَ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مَتْ فِي تِلْكَ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لدَّ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رِ</w:t>
      </w:r>
      <w:r w:rsidR="000C62B2" w:rsidRPr="007741D8">
        <w:rPr>
          <w:rStyle w:val="libFootnotenumChar"/>
          <w:rFonts w:hint="cs"/>
          <w:rtl/>
        </w:rPr>
        <w:t>(2)</w:t>
      </w:r>
    </w:p>
    <w:p w:rsidR="000C62B2" w:rsidRDefault="000C62B2" w:rsidP="00051606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EE6659" w:rsidRDefault="000C62B2" w:rsidP="00EE6659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EE6659" w:rsidRPr="00EE6659">
        <w:rPr>
          <w:rtl/>
        </w:rPr>
        <w:t xml:space="preserve"> </w:t>
      </w:r>
      <w:r w:rsidR="00EE6659">
        <w:rPr>
          <w:rtl/>
        </w:rPr>
        <w:t>من ل</w:t>
      </w:r>
      <w:r w:rsidR="00816B77" w:rsidRPr="00816B77">
        <w:rPr>
          <w:rtl/>
        </w:rPr>
        <w:t>ا</w:t>
      </w:r>
      <w:r w:rsidR="00EE6659">
        <w:rPr>
          <w:rFonts w:hint="cs"/>
          <w:rtl/>
        </w:rPr>
        <w:t>ی</w:t>
      </w:r>
      <w:r w:rsidR="00EE6659">
        <w:rPr>
          <w:rFonts w:hint="eastAsia"/>
          <w:rtl/>
        </w:rPr>
        <w:t>حضرہ</w:t>
      </w:r>
      <w:r w:rsidR="00EE6659">
        <w:rPr>
          <w:rtl/>
        </w:rPr>
        <w:t xml:space="preserve"> </w:t>
      </w:r>
      <w:r w:rsidR="00816B77" w:rsidRPr="00816B77">
        <w:rPr>
          <w:rtl/>
        </w:rPr>
        <w:t>ا</w:t>
      </w:r>
      <w:r w:rsidR="00EE6659">
        <w:rPr>
          <w:rtl/>
        </w:rPr>
        <w:t>لفق</w:t>
      </w:r>
      <w:r w:rsidR="00EE6659">
        <w:rPr>
          <w:rFonts w:hint="cs"/>
          <w:rtl/>
        </w:rPr>
        <w:t>ی</w:t>
      </w:r>
      <w:r w:rsidR="00EE6659">
        <w:rPr>
          <w:rFonts w:hint="eastAsia"/>
          <w:rtl/>
        </w:rPr>
        <w:t>ہ،ج</w:t>
      </w:r>
      <w:r w:rsidR="00EE6659">
        <w:rPr>
          <w:rtl/>
          <w:lang w:bidi="fa-IR"/>
        </w:rPr>
        <w:t>۲</w:t>
      </w:r>
      <w:r w:rsidR="00EE6659">
        <w:rPr>
          <w:rtl/>
        </w:rPr>
        <w:t>، ص</w:t>
      </w:r>
      <w:r w:rsidR="00EE6659">
        <w:rPr>
          <w:rtl/>
          <w:lang w:bidi="fa-IR"/>
        </w:rPr>
        <w:t>۴۹</w:t>
      </w:r>
    </w:p>
    <w:p w:rsidR="000C62B2" w:rsidRDefault="000C62B2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EE6659" w:rsidRPr="00EE6659">
        <w:rPr>
          <w:rtl/>
        </w:rPr>
        <w:t xml:space="preserve"> </w:t>
      </w:r>
      <w:r w:rsidR="00EE6659">
        <w:rPr>
          <w:rtl/>
        </w:rPr>
        <w:t>من ل</w:t>
      </w:r>
      <w:r w:rsidR="00816B77" w:rsidRPr="00816B77">
        <w:rPr>
          <w:rtl/>
        </w:rPr>
        <w:t>ا</w:t>
      </w:r>
      <w:r w:rsidR="00EE6659">
        <w:rPr>
          <w:rFonts w:hint="cs"/>
          <w:rtl/>
        </w:rPr>
        <w:t>ی</w:t>
      </w:r>
      <w:r w:rsidR="00EE6659">
        <w:rPr>
          <w:rFonts w:hint="eastAsia"/>
          <w:rtl/>
        </w:rPr>
        <w:t>حضرہ</w:t>
      </w:r>
      <w:r w:rsidR="00EE6659">
        <w:rPr>
          <w:rtl/>
        </w:rPr>
        <w:t xml:space="preserve"> </w:t>
      </w:r>
      <w:r w:rsidR="00816B77" w:rsidRPr="00816B77">
        <w:rPr>
          <w:rtl/>
        </w:rPr>
        <w:t>ا</w:t>
      </w:r>
      <w:r w:rsidR="00EE6659">
        <w:rPr>
          <w:rtl/>
        </w:rPr>
        <w:t>لفق</w:t>
      </w:r>
      <w:r w:rsidR="00EE6659">
        <w:rPr>
          <w:rFonts w:hint="cs"/>
          <w:rtl/>
        </w:rPr>
        <w:t>ی</w:t>
      </w:r>
      <w:r w:rsidR="00EE6659">
        <w:rPr>
          <w:rFonts w:hint="eastAsia"/>
          <w:rtl/>
        </w:rPr>
        <w:t>ہ</w:t>
      </w:r>
      <w:r w:rsidR="00EE6659">
        <w:rPr>
          <w:rtl/>
        </w:rPr>
        <w:t xml:space="preserve"> ،ج</w:t>
      </w:r>
      <w:r w:rsidR="00EE6659">
        <w:rPr>
          <w:rtl/>
          <w:lang w:bidi="fa-IR"/>
        </w:rPr>
        <w:t>۳</w:t>
      </w:r>
      <w:r w:rsidR="00EE6659">
        <w:rPr>
          <w:rtl/>
        </w:rPr>
        <w:t xml:space="preserve">،ص </w:t>
      </w:r>
      <w:r w:rsidR="00EE6659">
        <w:rPr>
          <w:rtl/>
          <w:lang w:bidi="fa-IR"/>
        </w:rPr>
        <w:t>۵۵۱</w:t>
      </w:r>
    </w:p>
    <w:p w:rsidR="000C62B2" w:rsidRPr="00EE6659" w:rsidRDefault="000C62B2" w:rsidP="00A60F54">
      <w:pPr>
        <w:pStyle w:val="libPoemTini"/>
        <w:rPr>
          <w:rtl/>
        </w:rPr>
      </w:pPr>
      <w:r w:rsidRPr="00EE6659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بوسع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خدر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ہے کہ رسول خد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نے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بن 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لب </w:t>
      </w:r>
      <w:r w:rsidR="000B1FC0" w:rsidRPr="00E67D25">
        <w:rPr>
          <w:rFonts w:eastAsia="MingLiU_HKSCS" w:hint="eastAsia"/>
          <w:rtl/>
        </w:rPr>
        <w:t>(ع)</w:t>
      </w:r>
      <w:r w:rsidR="005A2492">
        <w:rPr>
          <w:rtl/>
        </w:rPr>
        <w:t xml:space="preserve"> کونص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حت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! جب دلہن </w:t>
      </w:r>
      <w:r w:rsidRPr="00816B77">
        <w:rPr>
          <w:rtl/>
          <w:lang w:bidi="ur-PK"/>
        </w:rPr>
        <w:t>ا</w:t>
      </w:r>
      <w:r w:rsidR="005A2492">
        <w:rPr>
          <w:rtl/>
        </w:rPr>
        <w:t>پ کے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ہوج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رکر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پ</w:t>
      </w:r>
      <w:r w:rsidRPr="00816B77">
        <w:rPr>
          <w:rtl/>
          <w:lang w:bidi="ur-PK"/>
        </w:rPr>
        <w:t>ا</w:t>
      </w:r>
      <w:r w:rsidR="005A2492">
        <w:rPr>
          <w:rtl/>
        </w:rPr>
        <w:t>ؤں دھل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گھر کے چ</w:t>
      </w:r>
      <w:r w:rsidRPr="00816B77">
        <w:rPr>
          <w:rtl/>
          <w:lang w:bidi="ur-PK"/>
        </w:rPr>
        <w:t>ا</w:t>
      </w:r>
      <w:r w:rsidR="005A2492">
        <w:rPr>
          <w:rtl/>
        </w:rPr>
        <w:t>روں کونوں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چھڑک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جب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کروگے تو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ستر قسم ک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فقر </w:t>
      </w:r>
      <w:r w:rsidRPr="00816B77">
        <w:rPr>
          <w:rtl/>
          <w:lang w:bidi="ur-PK"/>
        </w:rPr>
        <w:t>ا</w:t>
      </w:r>
      <w:r w:rsidR="005A2492">
        <w:rPr>
          <w:rtl/>
        </w:rPr>
        <w:t>ور مفلس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>پ کے گھر سے دور کرے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، </w:t>
      </w:r>
      <w:r w:rsidRPr="00816B77">
        <w:rPr>
          <w:rtl/>
          <w:lang w:bidi="ur-PK"/>
        </w:rPr>
        <w:t>ا</w:t>
      </w:r>
      <w:r w:rsidR="005A2492">
        <w:rPr>
          <w:rtl/>
        </w:rPr>
        <w:t>ور ستر قسم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برک</w:t>
      </w:r>
      <w:r w:rsidRPr="00816B77">
        <w:rPr>
          <w:rtl/>
          <w:lang w:bidi="ur-PK"/>
        </w:rPr>
        <w:t>ا</w:t>
      </w:r>
      <w:r w:rsidR="005A2492">
        <w:rPr>
          <w:rtl/>
        </w:rPr>
        <w:t>ت کو ن</w:t>
      </w:r>
      <w:r w:rsidRPr="00816B77">
        <w:rPr>
          <w:rtl/>
          <w:lang w:bidi="ur-PK"/>
        </w:rPr>
        <w:t>ا</w:t>
      </w:r>
      <w:r w:rsidR="005A2492">
        <w:rPr>
          <w:rtl/>
        </w:rPr>
        <w:t>زل کرے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،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دلہن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جب تک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؛د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جز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Pr="00816B77">
        <w:rPr>
          <w:rtl/>
          <w:lang w:bidi="ur-PK"/>
        </w:rPr>
        <w:t>ا</w:t>
      </w:r>
      <w:r w:rsidR="005A2492">
        <w:rPr>
          <w:rtl/>
        </w:rPr>
        <w:t>و ر برص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محفوظ رہےگ</w:t>
      </w:r>
      <w:r w:rsidR="005A2492">
        <w:rPr>
          <w:rFonts w:hint="cs"/>
          <w:rtl/>
        </w:rPr>
        <w:t>ی</w:t>
      </w:r>
    </w:p>
    <w:p w:rsidR="005A2492" w:rsidRDefault="005A2492" w:rsidP="00B56CC8">
      <w:pPr>
        <w:pStyle w:val="Heading1"/>
        <w:rPr>
          <w:rtl/>
        </w:rPr>
      </w:pPr>
      <w:bookmarkStart w:id="24" w:name="_Toc393190449"/>
      <w:r>
        <w:rPr>
          <w:rFonts w:hint="eastAsia"/>
          <w:rtl/>
        </w:rPr>
        <w:t>دلہن</w:t>
      </w:r>
      <w:r>
        <w:rPr>
          <w:rtl/>
        </w:rPr>
        <w:t xml:space="preserve">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</w:t>
      </w:r>
      <w:bookmarkEnd w:id="24"/>
    </w:p>
    <w:p w:rsidR="005A2492" w:rsidRDefault="005A2492" w:rsidP="000C62B2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م</w:t>
      </w:r>
      <w:r w:rsidRPr="00F4194C">
        <w:rPr>
          <w:rStyle w:val="libArabicChar"/>
          <w:rFonts w:hint="cs"/>
          <w:rtl/>
        </w:rPr>
        <w:t xml:space="preserve">ْنَعِ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لْعَرُوسَ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سْبُوعِهَ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مِنَ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لْخَلِّ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لْكُزْبُرَةِ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لتُّفَّ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لْحَ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مِضِ مِنْ ه</w:t>
      </w:r>
      <w:r w:rsidRPr="00F4194C">
        <w:rPr>
          <w:rStyle w:val="libArabicChar"/>
          <w:rtl/>
        </w:rPr>
        <w:t>َذِ</w:t>
      </w:r>
      <w:r w:rsidRPr="00F4194C">
        <w:rPr>
          <w:rStyle w:val="libArabicChar"/>
          <w:rFonts w:hint="cs"/>
          <w:rtl/>
        </w:rPr>
        <w:t xml:space="preserve">هِ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رْبَعَةِ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شْيَ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ءِ فَقَ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عَلِيٌّ ع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رَسُولَ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وَ لِ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يِّ شَيْ‏ءٍ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مْنَعُهَ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هَذِهِ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شْيَ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رْبَعَةَ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</w:t>
      </w:r>
      <w:r w:rsidRPr="00F4194C">
        <w:rPr>
          <w:rStyle w:val="libArabicChar"/>
          <w:rFonts w:hint="eastAsia"/>
          <w:rtl/>
        </w:rPr>
        <w:t>َ</w:t>
      </w:r>
      <w:r w:rsidRPr="00F4194C">
        <w:rPr>
          <w:rStyle w:val="libArabicChar"/>
          <w:rtl/>
        </w:rPr>
        <w:t xml:space="preserve"> لِ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لرَّحِمَ تَعْقَمُ وَ تَبْرُدُ مِنْ هَذِهِ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رْبَعَةِ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شْيَ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ءِ عَنِ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لْوَلَدِ وَ لَحَصِيرٌ فِي نَ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حِي</w:t>
      </w:r>
      <w:r w:rsidRPr="00F4194C">
        <w:rPr>
          <w:rStyle w:val="libArabicChar"/>
          <w:rtl/>
        </w:rPr>
        <w:t xml:space="preserve">َةِ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 xml:space="preserve">ْبَيْتِ خَيْرٌ مِنِ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ةٍ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تَلِدُ فَقَ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عَلِيٌّ ع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رَسُولَ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لْخَلِّ تَمْنَعُ مِنْهُ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حَ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ضَتْ </w:t>
      </w:r>
      <w:r w:rsidRPr="00F4194C">
        <w:rPr>
          <w:rStyle w:val="libArabicChar"/>
          <w:rFonts w:hint="eastAsia"/>
          <w:rtl/>
        </w:rPr>
        <w:t>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 xml:space="preserve">ْخَلِّ لَمْ تَطْهُرْ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بَد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بِتَمَ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مٍ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لْكُزْبُرَةُ تُثِيرُ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لْحَيْضَ فِي بَطْنِهَ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تُشَدِّدُ عَلَيْهَ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>ْوِلَ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دَةَ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لتُّفَّ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لْحَ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مِضُ يَقْطَعُ حَيْضَهَ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فَيَصِيرُ دَ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ءً عَلَيْهَ</w:t>
      </w:r>
      <w:r w:rsidR="00CF3D62" w:rsidRPr="00CF3D62">
        <w:rPr>
          <w:rStyle w:val="libArabicChar"/>
          <w:rFonts w:hint="cs"/>
          <w:rtl/>
        </w:rPr>
        <w:t>ا</w:t>
      </w:r>
      <w:r w:rsidR="000C62B2" w:rsidRPr="007741D8">
        <w:rPr>
          <w:rStyle w:val="libFootnotenumChar"/>
          <w:rFonts w:hint="cs"/>
          <w:rtl/>
        </w:rPr>
        <w:t>(1)</w:t>
      </w:r>
      <w:r w:rsidRPr="00E67D25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دلہن</w:t>
      </w:r>
      <w:r>
        <w:rPr>
          <w:rtl/>
        </w:rPr>
        <w:t xml:space="preserve"> کو پہلے ہفتے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دودھ، سرکہ،دھن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ترش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کھ</w:t>
      </w:r>
      <w:r w:rsidR="00816B77" w:rsidRPr="00816B77">
        <w:rPr>
          <w:rtl/>
          <w:lang w:bidi="ur-PK"/>
        </w:rPr>
        <w:t>ا</w:t>
      </w:r>
      <w:r>
        <w:rPr>
          <w:rtl/>
        </w:rPr>
        <w:t>نے سے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>
        <w:rPr>
          <w:rFonts w:hint="cs"/>
          <w:rtl/>
        </w:rPr>
        <w:t>ﷺ</w:t>
      </w:r>
      <w:r>
        <w:rPr>
          <w:rtl/>
        </w:rPr>
        <w:t xml:space="preserve"> کس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ن چ</w:t>
      </w:r>
      <w:r w:rsidR="00816B77" w:rsidRPr="00816B77">
        <w:rPr>
          <w:rtl/>
          <w:lang w:bidi="ur-PK"/>
        </w:rPr>
        <w:t>ا</w:t>
      </w:r>
      <w:r>
        <w:rPr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نےسے </w:t>
      </w:r>
      <w:r w:rsidR="00816B77" w:rsidRPr="00816B77">
        <w:rPr>
          <w:rtl/>
          <w:lang w:bidi="ur-PK"/>
        </w:rPr>
        <w:t>ا</w:t>
      </w:r>
      <w:r>
        <w:rPr>
          <w:rtl/>
        </w:rPr>
        <w:t>سے منع کروں؟!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ن چ</w:t>
      </w:r>
      <w:r w:rsidR="00816B77" w:rsidRPr="00816B77">
        <w:rPr>
          <w:rtl/>
          <w:lang w:bidi="ur-PK"/>
        </w:rPr>
        <w:t>ا</w:t>
      </w:r>
      <w:r>
        <w:rPr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نے سے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بچہ 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16B77" w:rsidRPr="00816B77">
        <w:rPr>
          <w:rtl/>
          <w:lang w:bidi="ur-PK"/>
        </w:rPr>
        <w:t>ا</w:t>
      </w:r>
      <w:r>
        <w:rPr>
          <w:rtl/>
        </w:rPr>
        <w:t>نجھ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 w:rsidR="00816B77" w:rsidRPr="00816B77">
        <w:rPr>
          <w:rtl/>
          <w:lang w:bidi="ur-PK"/>
        </w:rPr>
        <w:t>ا</w:t>
      </w:r>
      <w:r>
        <w:rPr>
          <w:rtl/>
        </w:rPr>
        <w:t>ور گھر کے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حصور</w:t>
      </w:r>
      <w:r>
        <w:rPr>
          <w:rtl/>
        </w:rPr>
        <w:t xml:space="preserve"> ہوکر رہن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نجھ عورت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تر ہےپھر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>
        <w:rPr>
          <w:rtl/>
        </w:rPr>
        <w:t>نے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>
        <w:rPr>
          <w:rFonts w:hint="cs"/>
          <w:rtl/>
        </w:rPr>
        <w:t>ﷺ</w:t>
      </w:r>
      <w:r>
        <w:rPr>
          <w:rtl/>
        </w:rPr>
        <w:t xml:space="preserve"> !سرکہ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ترش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ئے؟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گر ترش</w:t>
      </w:r>
      <w:r>
        <w:rPr>
          <w:rFonts w:hint="cs"/>
          <w:rtl/>
        </w:rPr>
        <w:t>ی</w:t>
      </w:r>
      <w:r>
        <w:rPr>
          <w:rtl/>
        </w:rPr>
        <w:t xml:space="preserve"> پر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کبھ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پ</w:t>
      </w:r>
      <w:r w:rsidR="00816B77" w:rsidRPr="00816B77">
        <w:rPr>
          <w:rtl/>
          <w:lang w:bidi="ur-PK"/>
        </w:rPr>
        <w:t>ا</w:t>
      </w:r>
      <w:r>
        <w:rPr>
          <w:rtl/>
        </w:rPr>
        <w:t>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>ور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عورت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بچہ جننے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 w:rsidR="00816B77" w:rsidRPr="00816B77">
        <w:rPr>
          <w:rtl/>
          <w:lang w:bidi="ur-PK"/>
        </w:rPr>
        <w:t>ا</w:t>
      </w:r>
      <w:r>
        <w:rPr>
          <w:rtl/>
        </w:rPr>
        <w:t>ور ترش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ہے، جو عورت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</w:p>
    <w:p w:rsidR="000C62B2" w:rsidRDefault="000C62B2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C62B2" w:rsidRDefault="000C62B2" w:rsidP="00B56CC8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B56CC8" w:rsidRPr="00B56CC8">
        <w:rPr>
          <w:rtl/>
        </w:rPr>
        <w:t xml:space="preserve"> من ل</w:t>
      </w:r>
      <w:r w:rsidR="00816B77" w:rsidRPr="00816B77">
        <w:rPr>
          <w:rtl/>
        </w:rPr>
        <w:t>ا</w:t>
      </w:r>
      <w:r w:rsidR="00B56CC8" w:rsidRPr="00B56CC8">
        <w:rPr>
          <w:rFonts w:hint="cs"/>
          <w:rtl/>
        </w:rPr>
        <w:t>ی</w:t>
      </w:r>
      <w:r w:rsidR="00B56CC8" w:rsidRPr="00B56CC8">
        <w:rPr>
          <w:rFonts w:hint="eastAsia"/>
          <w:rtl/>
        </w:rPr>
        <w:t>حضرہ</w:t>
      </w:r>
      <w:r w:rsidR="00B56CC8" w:rsidRPr="00B56CC8">
        <w:rPr>
          <w:rtl/>
        </w:rPr>
        <w:t xml:space="preserve"> </w:t>
      </w:r>
      <w:r w:rsidR="00816B77" w:rsidRPr="00816B77">
        <w:rPr>
          <w:rtl/>
        </w:rPr>
        <w:t>ا</w:t>
      </w:r>
      <w:r w:rsidR="00B56CC8" w:rsidRPr="00B56CC8">
        <w:rPr>
          <w:rtl/>
        </w:rPr>
        <w:t>لفق</w:t>
      </w:r>
      <w:r w:rsidR="00B56CC8" w:rsidRPr="00B56CC8">
        <w:rPr>
          <w:rFonts w:hint="cs"/>
          <w:rtl/>
        </w:rPr>
        <w:t>ی</w:t>
      </w:r>
      <w:r w:rsidR="00B56CC8" w:rsidRPr="00B56CC8">
        <w:rPr>
          <w:rFonts w:hint="eastAsia"/>
          <w:rtl/>
        </w:rPr>
        <w:t>ہ</w:t>
      </w:r>
      <w:r w:rsidR="00B56CC8" w:rsidRPr="00B56CC8">
        <w:rPr>
          <w:rtl/>
        </w:rPr>
        <w:t xml:space="preserve"> ،ج</w:t>
      </w:r>
      <w:r w:rsidR="00B56CC8" w:rsidRPr="00B56CC8">
        <w:rPr>
          <w:rtl/>
          <w:lang w:bidi="fa-IR"/>
        </w:rPr>
        <w:t>۳</w:t>
      </w:r>
      <w:r w:rsidR="00B56CC8" w:rsidRPr="00B56CC8">
        <w:rPr>
          <w:rtl/>
        </w:rPr>
        <w:t xml:space="preserve">،ص </w:t>
      </w:r>
      <w:r w:rsidR="00B56CC8" w:rsidRPr="00B56CC8">
        <w:rPr>
          <w:rtl/>
          <w:lang w:bidi="fa-IR"/>
        </w:rPr>
        <w:t>۵۵۱</w:t>
      </w:r>
    </w:p>
    <w:p w:rsidR="000C62B2" w:rsidRPr="000C62B2" w:rsidRDefault="000C62B2" w:rsidP="00A60F54">
      <w:pPr>
        <w:pStyle w:val="libPoemTini"/>
        <w:rPr>
          <w:rtl/>
        </w:rPr>
      </w:pPr>
      <w:r w:rsidRPr="000C62B2">
        <w:rPr>
          <w:rtl/>
        </w:rPr>
        <w:br w:type="page"/>
      </w:r>
    </w:p>
    <w:p w:rsidR="005A2492" w:rsidRDefault="00816B77" w:rsidP="0001784B">
      <w:pPr>
        <w:pStyle w:val="Heading1"/>
        <w:rPr>
          <w:rtl/>
        </w:rPr>
      </w:pPr>
      <w:bookmarkStart w:id="25" w:name="_Toc393190450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مب</w:t>
      </w:r>
      <w:r w:rsidRPr="00816B77">
        <w:rPr>
          <w:rtl/>
          <w:lang w:bidi="ur-PK"/>
        </w:rPr>
        <w:t>ا</w:t>
      </w:r>
      <w:r w:rsidR="005A2492">
        <w:rPr>
          <w:rtl/>
        </w:rPr>
        <w:t>شرت</w:t>
      </w:r>
      <w:bookmarkEnd w:id="25"/>
    </w:p>
    <w:p w:rsidR="005A2492" w:rsidRDefault="00816B77" w:rsidP="000B1FC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حضرت عل</w:t>
      </w:r>
      <w:r w:rsidR="005A2492">
        <w:rPr>
          <w:rFonts w:hint="cs"/>
          <w:rtl/>
        </w:rPr>
        <w:t>ی</w:t>
      </w:r>
      <w:r w:rsidR="000B1FC0" w:rsidRPr="000B1FC0">
        <w:rPr>
          <w:rtl/>
          <w:lang w:bidi="ur-PK"/>
        </w:rPr>
        <w:t xml:space="preserve"> (ع)</w:t>
      </w:r>
      <w:r w:rsidR="005A2492">
        <w:rPr>
          <w:rtl/>
        </w:rPr>
        <w:t>سےمخ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طب ہوکر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طو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خطب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پہل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حصہ  </w:t>
      </w:r>
      <w:r w:rsidRPr="00816B77">
        <w:rPr>
          <w:rtl/>
          <w:lang w:bidi="ur-PK"/>
        </w:rPr>
        <w:t>ا</w:t>
      </w:r>
      <w:r w:rsidR="005A2492">
        <w:rPr>
          <w:rtl/>
        </w:rPr>
        <w:t>وپر کے دو عن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حصہ مندرجہ ذ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عن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تقس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کر کے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چن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نچہ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>ب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سخت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حکم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ہے:</w:t>
      </w:r>
    </w:p>
    <w:p w:rsidR="005A2492" w:rsidRDefault="005A2492" w:rsidP="0001784B">
      <w:pPr>
        <w:pStyle w:val="Heading1"/>
        <w:rPr>
          <w:rtl/>
        </w:rPr>
      </w:pPr>
      <w:bookmarkStart w:id="26" w:name="_Toc393190451"/>
      <w:r>
        <w:rPr>
          <w:rFonts w:hint="eastAsia"/>
          <w:rtl/>
        </w:rPr>
        <w:t>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رکھے:</w:t>
      </w:r>
      <w:bookmarkEnd w:id="26"/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کرلو مجھ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جبر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0C62B2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ثُمَّ</w:t>
      </w:r>
      <w:r w:rsidRPr="00F4194C">
        <w:rPr>
          <w:rStyle w:val="libArabicChar"/>
          <w:rtl/>
        </w:rPr>
        <w:t xml:space="preserve"> قَ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 xml:space="preserve">لَ </w:t>
      </w:r>
      <w:r w:rsidRPr="00F4194C">
        <w:rPr>
          <w:rStyle w:val="libArabicChar"/>
          <w:rFonts w:hint="cs"/>
          <w:rtl/>
        </w:rPr>
        <w:t>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عَلِيُّ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تُجَ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مِعِ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تَكَ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وَّلِ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لشَّهْرِ وَ وَسَطِهِ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خِرِهِ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لْجُنُونَ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لْجُذَ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لْخَبَلَ لَيُسْرِعُ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لَيْهَ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وَلَدِهَ</w:t>
      </w:r>
      <w:r w:rsidR="00CF3D62" w:rsidRPr="00CF3D62">
        <w:rPr>
          <w:rStyle w:val="libArabicChar"/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0C62B2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>!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Fonts w:hint="eastAsia"/>
          <w:rtl/>
        </w:rPr>
        <w:t>،درم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مب</w:t>
      </w:r>
      <w:r w:rsidR="00816B77" w:rsidRPr="00816B77">
        <w:rPr>
          <w:rtl/>
          <w:lang w:bidi="ur-PK"/>
        </w:rPr>
        <w:t>ا</w:t>
      </w:r>
      <w:r>
        <w:rPr>
          <w:rtl/>
        </w:rPr>
        <w:t>شرت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بچّہ پ</w:t>
      </w:r>
      <w:r w:rsidR="00816B77" w:rsidRPr="00816B77">
        <w:rPr>
          <w:rtl/>
          <w:lang w:bidi="ur-PK"/>
        </w:rPr>
        <w:t>ا</w:t>
      </w:r>
      <w:r>
        <w:rPr>
          <w:rtl/>
        </w:rPr>
        <w:t>گل، جز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قص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عض</w:t>
      </w:r>
      <w:r w:rsidR="00816B77" w:rsidRPr="00816B77">
        <w:rPr>
          <w:rtl/>
          <w:lang w:bidi="ur-PK"/>
        </w:rPr>
        <w:t>ا</w:t>
      </w:r>
      <w:r>
        <w:rPr>
          <w:rtl/>
        </w:rPr>
        <w:t>ء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</w:p>
    <w:p w:rsidR="005A2492" w:rsidRDefault="005A2492" w:rsidP="0001784B">
      <w:pPr>
        <w:pStyle w:val="Heading1"/>
        <w:rPr>
          <w:rtl/>
        </w:rPr>
      </w:pPr>
      <w:bookmarkStart w:id="27" w:name="_Toc393190452"/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 ظہر مب</w:t>
      </w:r>
      <w:r w:rsidR="00816B77" w:rsidRPr="00816B77">
        <w:rPr>
          <w:rtl/>
          <w:lang w:bidi="ur-PK"/>
        </w:rPr>
        <w:t>ا</w:t>
      </w:r>
      <w:r>
        <w:rPr>
          <w:rtl/>
        </w:rPr>
        <w:t>شرت ممنوع:</w:t>
      </w:r>
      <w:bookmarkEnd w:id="27"/>
    </w:p>
    <w:p w:rsidR="005A2492" w:rsidRDefault="005A2492" w:rsidP="000C62B2">
      <w:pPr>
        <w:pStyle w:val="libNormal"/>
        <w:rPr>
          <w:rtl/>
        </w:rPr>
      </w:pPr>
      <w:r w:rsidRPr="00F4194C">
        <w:rPr>
          <w:rStyle w:val="libArabicChar"/>
          <w:rtl/>
        </w:rPr>
        <w:t xml:space="preserve"> </w:t>
      </w:r>
      <w:r w:rsidRPr="00F4194C">
        <w:rPr>
          <w:rStyle w:val="libArabicChar"/>
          <w:rFonts w:hint="cs"/>
          <w:rtl/>
        </w:rPr>
        <w:t>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عَلِيُّ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تُجَ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مِعِ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تَكَ بَعْدَ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لظُّهْرِ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نَّهُ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قُضِيَ بَيْنَكُمَ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وَلَدٌ فِي ذَلِكَ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 xml:space="preserve">ْوَقْتِ يَكُونُ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حْوَلَ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لشَّيْطَ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نُ يَفْرَحُ بِ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لْحَوَلِ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نْسَ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</w:t>
      </w:r>
      <w:r w:rsidR="000C62B2" w:rsidRPr="007741D8">
        <w:rPr>
          <w:rStyle w:val="libFootnotenumChar"/>
          <w:rFonts w:hint="cs"/>
          <w:rtl/>
        </w:rPr>
        <w:t>(2)</w:t>
      </w:r>
    </w:p>
    <w:p w:rsidR="005A2492" w:rsidRPr="00E67D25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>! ظہر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ہمبستر</w:t>
      </w:r>
      <w:r>
        <w:rPr>
          <w:rFonts w:hint="cs"/>
          <w:rtl/>
        </w:rPr>
        <w:t>ی</w:t>
      </w:r>
      <w:r>
        <w:rPr>
          <w:rtl/>
        </w:rPr>
        <w:t xml:space="preserve">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سے </w:t>
      </w:r>
      <w:r w:rsidR="00816B77" w:rsidRPr="00816B77">
        <w:rPr>
          <w:rtl/>
          <w:lang w:bidi="ur-PK"/>
        </w:rPr>
        <w:t>ا</w:t>
      </w:r>
      <w:r>
        <w:rPr>
          <w:rtl/>
        </w:rPr>
        <w:t>گر حمل ٹھہرے تو وہ ن</w:t>
      </w:r>
      <w:r w:rsidR="00816B77" w:rsidRPr="00816B77">
        <w:rPr>
          <w:rtl/>
          <w:lang w:bidi="ur-PK"/>
        </w:rPr>
        <w:t>ا</w:t>
      </w:r>
      <w:r>
        <w:rPr>
          <w:rtl/>
        </w:rPr>
        <w:t>مرد 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</w:t>
      </w:r>
      <w:r w:rsidR="00816B77" w:rsidRPr="00816B77">
        <w:rPr>
          <w:rtl/>
          <w:lang w:bidi="ur-PK"/>
        </w:rPr>
        <w:t>ا</w:t>
      </w:r>
      <w:r>
        <w:rPr>
          <w:rtl/>
        </w:rPr>
        <w:t>مرد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ہونے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خوش ہوت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ہے</w:t>
      </w:r>
    </w:p>
    <w:p w:rsidR="000C62B2" w:rsidRDefault="000C62B2" w:rsidP="00051606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01784B" w:rsidRDefault="000C62B2" w:rsidP="0001784B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01784B">
        <w:rPr>
          <w:rtl/>
        </w:rPr>
        <w:t xml:space="preserve"> مک</w:t>
      </w:r>
      <w:r w:rsidR="00816B77" w:rsidRPr="00816B77">
        <w:rPr>
          <w:rtl/>
        </w:rPr>
        <w:t>ا</w:t>
      </w:r>
      <w:r w:rsidR="0001784B">
        <w:rPr>
          <w:rtl/>
        </w:rPr>
        <w:t xml:space="preserve">رم </w:t>
      </w:r>
      <w:r w:rsidR="00816B77" w:rsidRPr="00816B77">
        <w:rPr>
          <w:rtl/>
        </w:rPr>
        <w:t>ا</w:t>
      </w:r>
      <w:r w:rsidR="0001784B">
        <w:rPr>
          <w:rtl/>
        </w:rPr>
        <w:t>ل</w:t>
      </w:r>
      <w:r w:rsidR="00816B77" w:rsidRPr="00816B77">
        <w:rPr>
          <w:rtl/>
        </w:rPr>
        <w:t>ا</w:t>
      </w:r>
      <w:r w:rsidR="0001784B">
        <w:rPr>
          <w:rtl/>
        </w:rPr>
        <w:t>خل</w:t>
      </w:r>
      <w:r w:rsidR="00816B77" w:rsidRPr="00816B77">
        <w:rPr>
          <w:rtl/>
        </w:rPr>
        <w:t>ا</w:t>
      </w:r>
      <w:r w:rsidR="0001784B">
        <w:rPr>
          <w:rtl/>
        </w:rPr>
        <w:t>ق،ص</w:t>
      </w:r>
      <w:r w:rsidR="00C15B30" w:rsidRPr="00C15B30">
        <w:rPr>
          <w:rFonts w:hint="cs"/>
          <w:rtl/>
        </w:rPr>
        <w:t>129</w:t>
      </w:r>
      <w:r w:rsidR="0001784B" w:rsidRPr="00816B77">
        <w:rPr>
          <w:rFonts w:hint="cs"/>
          <w:rtl/>
        </w:rPr>
        <w:t xml:space="preserve"> </w:t>
      </w:r>
    </w:p>
    <w:p w:rsidR="000C62B2" w:rsidRDefault="000C62B2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01784B" w:rsidRPr="0001784B">
        <w:rPr>
          <w:rtl/>
        </w:rPr>
        <w:t xml:space="preserve"> </w:t>
      </w:r>
      <w:r w:rsidR="0001784B">
        <w:rPr>
          <w:rtl/>
        </w:rPr>
        <w:t>من ل</w:t>
      </w:r>
      <w:r w:rsidR="00816B77" w:rsidRPr="00816B77">
        <w:rPr>
          <w:rtl/>
        </w:rPr>
        <w:t>ا</w:t>
      </w:r>
      <w:r w:rsidR="0001784B">
        <w:rPr>
          <w:rtl/>
        </w:rPr>
        <w:t xml:space="preserve"> </w:t>
      </w:r>
      <w:r w:rsidR="0001784B">
        <w:rPr>
          <w:rFonts w:hint="cs"/>
          <w:rtl/>
        </w:rPr>
        <w:t>ی</w:t>
      </w:r>
      <w:r w:rsidR="0001784B">
        <w:rPr>
          <w:rFonts w:hint="eastAsia"/>
          <w:rtl/>
        </w:rPr>
        <w:t>حضرہ</w:t>
      </w:r>
      <w:r w:rsidR="0001784B">
        <w:rPr>
          <w:rtl/>
        </w:rPr>
        <w:t xml:space="preserve"> </w:t>
      </w:r>
      <w:r w:rsidR="00816B77" w:rsidRPr="00816B77">
        <w:rPr>
          <w:rtl/>
        </w:rPr>
        <w:t>ا</w:t>
      </w:r>
      <w:r w:rsidR="0001784B">
        <w:rPr>
          <w:rtl/>
        </w:rPr>
        <w:t>لفق</w:t>
      </w:r>
      <w:r w:rsidR="0001784B">
        <w:rPr>
          <w:rFonts w:hint="cs"/>
          <w:rtl/>
        </w:rPr>
        <w:t>ی</w:t>
      </w:r>
      <w:r w:rsidR="0001784B">
        <w:rPr>
          <w:rFonts w:hint="eastAsia"/>
          <w:rtl/>
        </w:rPr>
        <w:t>ہ،ج</w:t>
      </w:r>
      <w:r w:rsidR="0001784B">
        <w:rPr>
          <w:rtl/>
          <w:lang w:bidi="fa-IR"/>
        </w:rPr>
        <w:t>۳</w:t>
      </w:r>
      <w:r w:rsidR="0001784B">
        <w:rPr>
          <w:rtl/>
        </w:rPr>
        <w:t>، ص</w:t>
      </w:r>
      <w:r w:rsidR="0001784B">
        <w:rPr>
          <w:rtl/>
          <w:lang w:bidi="fa-IR"/>
        </w:rPr>
        <w:t>۵۵۱</w:t>
      </w:r>
    </w:p>
    <w:p w:rsidR="000C62B2" w:rsidRDefault="000C62B2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827E4E">
      <w:pPr>
        <w:pStyle w:val="Heading1"/>
        <w:rPr>
          <w:rtl/>
        </w:rPr>
      </w:pPr>
      <w:bookmarkStart w:id="28" w:name="_Toc393190453"/>
      <w:r>
        <w:rPr>
          <w:rFonts w:hint="eastAsia"/>
          <w:rtl/>
        </w:rPr>
        <w:lastRenderedPageBreak/>
        <w:t>مب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شرت</w:t>
      </w:r>
      <w:r>
        <w:rPr>
          <w:rtl/>
        </w:rPr>
        <w:t xml:space="preserve"> کے وقت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ممنوع</w:t>
      </w:r>
      <w:bookmarkEnd w:id="28"/>
    </w:p>
    <w:p w:rsidR="005A2492" w:rsidRDefault="005A2492" w:rsidP="00F4194C">
      <w:pPr>
        <w:pStyle w:val="libArabic"/>
        <w:rPr>
          <w:rtl/>
        </w:rPr>
      </w:pP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عَلِ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ُّ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تَتَ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َلَّم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عِن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دَ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جِمَ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قُضِ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وَلَدٌ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ُؤ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مَنُ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ُونَ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رَسَ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عل</w:t>
      </w:r>
      <w:r w:rsidR="005A2492"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! ہمبستر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کرتے وقت ب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نہ کرو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tl/>
        </w:rPr>
        <w:t>س  دور</w:t>
      </w:r>
      <w:r w:rsidRPr="00816B77">
        <w:rPr>
          <w:rtl/>
          <w:lang w:bidi="ur-PK"/>
        </w:rPr>
        <w:t>ا</w:t>
      </w:r>
      <w:r w:rsidR="005A2492">
        <w:rPr>
          <w:rtl/>
        </w:rPr>
        <w:t>ن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ہوج</w:t>
      </w:r>
      <w:r w:rsidRPr="00816B77">
        <w:rPr>
          <w:rtl/>
          <w:lang w:bidi="ur-PK"/>
        </w:rPr>
        <w:t>ا</w:t>
      </w:r>
      <w:r w:rsidR="005A2492">
        <w:rPr>
          <w:rtl/>
        </w:rPr>
        <w:t>ئے تو وہ  گونگ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</w:p>
    <w:p w:rsidR="005A2492" w:rsidRDefault="005A2492" w:rsidP="00827E4E">
      <w:pPr>
        <w:pStyle w:val="Heading1"/>
        <w:rPr>
          <w:rtl/>
        </w:rPr>
      </w:pPr>
      <w:bookmarkStart w:id="29" w:name="_Toc393190454"/>
      <w:r>
        <w:rPr>
          <w:rFonts w:hint="eastAsia"/>
          <w:rtl/>
        </w:rPr>
        <w:t>شرم</w:t>
      </w:r>
      <w:r>
        <w:rPr>
          <w:rtl/>
        </w:rPr>
        <w:t xml:space="preserve"> گ</w:t>
      </w:r>
      <w:r w:rsidR="00816B77" w:rsidRPr="00816B77">
        <w:rPr>
          <w:rtl/>
          <w:lang w:bidi="ur-PK"/>
        </w:rPr>
        <w:t>ا</w:t>
      </w:r>
      <w:r>
        <w:rPr>
          <w:rtl/>
        </w:rPr>
        <w:t>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ممنوع:</w:t>
      </w:r>
      <w:bookmarkEnd w:id="29"/>
    </w:p>
    <w:p w:rsidR="005A2492" w:rsidRDefault="005A2492" w:rsidP="000C62B2">
      <w:pPr>
        <w:pStyle w:val="libNormal"/>
        <w:rPr>
          <w:rtl/>
        </w:rPr>
      </w:pPr>
      <w:r w:rsidRPr="000C62B2">
        <w:rPr>
          <w:rStyle w:val="libArabicChar"/>
          <w:rtl/>
        </w:rPr>
        <w:t xml:space="preserve"> وَ لَ</w:t>
      </w:r>
      <w:r w:rsidR="00CF3D62" w:rsidRPr="00CF3D62">
        <w:rPr>
          <w:rStyle w:val="libArabicChar"/>
          <w:rtl/>
        </w:rPr>
        <w:t>ا</w:t>
      </w:r>
      <w:r w:rsidRPr="000C62B2">
        <w:rPr>
          <w:rStyle w:val="libArabicChar"/>
          <w:rtl/>
        </w:rPr>
        <w:t xml:space="preserve"> </w:t>
      </w:r>
      <w:r w:rsidRPr="000C62B2">
        <w:rPr>
          <w:rStyle w:val="libArabicChar"/>
          <w:rFonts w:hint="cs"/>
          <w:rtl/>
        </w:rPr>
        <w:t xml:space="preserve">يَنْظُرَنَّ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حَدٌ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0C62B2">
        <w:rPr>
          <w:rStyle w:val="libArabicChar"/>
          <w:rFonts w:hint="cs"/>
          <w:rtl/>
        </w:rPr>
        <w:t xml:space="preserve"> فَرْجِ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تِهِ وَ لْيَغُضَّ بَصَرَهُ عِنْدَ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لْجِمَ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عِ فَ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لنَّظَرَ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0C62B2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لْفَرْجِ يُورِثُ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لْعَمَ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0C62B2">
        <w:rPr>
          <w:rStyle w:val="libArabicChar"/>
          <w:rFonts w:hint="cs"/>
          <w:rtl/>
        </w:rPr>
        <w:t xml:space="preserve"> فِي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لْوَلَدِ</w:t>
      </w:r>
      <w:r w:rsidRPr="00E67D25">
        <w:rPr>
          <w:rFonts w:hint="cs"/>
          <w:rtl/>
        </w:rPr>
        <w:t xml:space="preserve"> </w:t>
      </w:r>
      <w:r w:rsidR="000C62B2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عل</w:t>
      </w:r>
      <w:r>
        <w:rPr>
          <w:rFonts w:hint="cs"/>
          <w:rtl/>
        </w:rPr>
        <w:t>ی</w:t>
      </w:r>
      <w:r>
        <w:rPr>
          <w:rtl/>
        </w:rPr>
        <w:t xml:space="preserve"> ! مب</w:t>
      </w:r>
      <w:r w:rsidR="00816B77" w:rsidRPr="00816B77">
        <w:rPr>
          <w:rtl/>
          <w:lang w:bidi="ur-PK"/>
        </w:rPr>
        <w:t>ا</w:t>
      </w:r>
      <w:r>
        <w:rPr>
          <w:rtl/>
        </w:rPr>
        <w:t>شرت کرتے وقت شرم گ</w:t>
      </w:r>
      <w:r w:rsidR="00816B77" w:rsidRPr="00816B77">
        <w:rPr>
          <w:rtl/>
          <w:lang w:bidi="ur-PK"/>
        </w:rPr>
        <w:t>ا</w:t>
      </w:r>
      <w:r>
        <w:rPr>
          <w:rtl/>
        </w:rPr>
        <w:t>ہ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دور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گر حمل ٹھہر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وہ </w:t>
      </w:r>
      <w:r w:rsidR="00816B77" w:rsidRPr="00816B77">
        <w:rPr>
          <w:rtl/>
          <w:lang w:bidi="ur-PK"/>
        </w:rPr>
        <w:t>ا</w:t>
      </w:r>
      <w:r>
        <w:rPr>
          <w:rtl/>
        </w:rPr>
        <w:t>ندھ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</w:p>
    <w:p w:rsidR="005A2492" w:rsidRDefault="00816B77" w:rsidP="00827E4E">
      <w:pPr>
        <w:pStyle w:val="Heading1"/>
        <w:rPr>
          <w:rtl/>
        </w:rPr>
      </w:pPr>
      <w:bookmarkStart w:id="30" w:name="_Toc393190455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جنب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ممنوع</w:t>
      </w:r>
      <w:bookmarkEnd w:id="30"/>
      <w:r w:rsidR="005A2492">
        <w:rPr>
          <w:rtl/>
        </w:rPr>
        <w:t xml:space="preserve"> </w:t>
      </w:r>
    </w:p>
    <w:p w:rsidR="005A2492" w:rsidRDefault="005A2492" w:rsidP="00F4194C">
      <w:pPr>
        <w:pStyle w:val="libArabic"/>
        <w:rPr>
          <w:rtl/>
        </w:rPr>
      </w:pP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عَلِ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ُّ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تُجَ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مِعِ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بِشَ</w:t>
      </w:r>
      <w:r w:rsidRPr="00CD0F9A">
        <w:rPr>
          <w:rFonts w:hint="cs"/>
          <w:rtl/>
        </w:rPr>
        <w:t>هْ</w:t>
      </w:r>
      <w:r>
        <w:rPr>
          <w:rFonts w:hint="cs"/>
          <w:rtl/>
        </w:rPr>
        <w:t xml:space="preserve">وَةِ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ةِ غَ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رِ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شَ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قُضِ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وَلَدٌ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ُونَ مُخَنَّث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مُؤَنَّث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مُخَبَّلً</w:t>
      </w:r>
      <w:r w:rsidR="00CF3D62" w:rsidRPr="00CF3D62">
        <w:rPr>
          <w:rFonts w:hint="cs"/>
          <w:rtl/>
        </w:rPr>
        <w:t>ا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!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ہمبستر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کرتے وقت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ن</w:t>
      </w:r>
      <w:r w:rsidRPr="00816B77">
        <w:rPr>
          <w:rtl/>
          <w:lang w:bidi="ur-PK"/>
        </w:rPr>
        <w:t>ا</w:t>
      </w:r>
      <w:r w:rsidR="005A2492">
        <w:rPr>
          <w:rtl/>
        </w:rPr>
        <w:t>محرم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نہ </w:t>
      </w:r>
      <w:r w:rsidRPr="00816B77">
        <w:rPr>
          <w:rtl/>
          <w:lang w:bidi="ur-PK"/>
        </w:rPr>
        <w:t>ا</w:t>
      </w:r>
      <w:r w:rsidR="005A2492">
        <w:rPr>
          <w:rtl/>
        </w:rPr>
        <w:t>نے 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ئےمجھے خوف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tl/>
        </w:rPr>
        <w:t>س موقع پر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بچہ حمل ٹھہر ج</w:t>
      </w:r>
      <w:r w:rsidRPr="00816B77">
        <w:rPr>
          <w:rtl/>
          <w:lang w:bidi="ur-PK"/>
        </w:rPr>
        <w:t>ا</w:t>
      </w:r>
      <w:r w:rsidR="005A2492">
        <w:rPr>
          <w:rtl/>
        </w:rPr>
        <w:t>ئے تو وہ خن</w:t>
      </w:r>
      <w:r w:rsidR="005A2492">
        <w:rPr>
          <w:rFonts w:hint="cs"/>
          <w:rtl/>
        </w:rPr>
        <w:t>یٰ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بچ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تو وہ ب</w:t>
      </w:r>
      <w:r w:rsidRPr="00816B77">
        <w:rPr>
          <w:rtl/>
          <w:lang w:bidi="ur-PK"/>
        </w:rPr>
        <w:t>ا</w:t>
      </w:r>
      <w:r w:rsidR="005A2492">
        <w:rPr>
          <w:rtl/>
        </w:rPr>
        <w:t>نجھ ہوگ</w:t>
      </w:r>
      <w:r w:rsidR="005A2492">
        <w:rPr>
          <w:rFonts w:hint="cs"/>
          <w:rtl/>
        </w:rPr>
        <w:t>ی</w:t>
      </w:r>
    </w:p>
    <w:p w:rsidR="005A2492" w:rsidRDefault="005A2492" w:rsidP="00827E4E">
      <w:pPr>
        <w:pStyle w:val="Heading1"/>
        <w:rPr>
          <w:rtl/>
        </w:rPr>
      </w:pPr>
      <w:bookmarkStart w:id="31" w:name="_Toc393190456"/>
      <w:r>
        <w:rPr>
          <w:rFonts w:hint="eastAsia"/>
          <w:rtl/>
        </w:rPr>
        <w:t>جن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ح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لت م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>ں قر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ن پڑھن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 xml:space="preserve"> ممنوع</w:t>
      </w:r>
      <w:bookmarkEnd w:id="31"/>
      <w:r>
        <w:rPr>
          <w:rFonts w:hint="cs"/>
          <w:rtl/>
        </w:rPr>
        <w:t xml:space="preserve"> </w:t>
      </w:r>
    </w:p>
    <w:p w:rsidR="005A2492" w:rsidRPr="00E67D25" w:rsidRDefault="005A2492" w:rsidP="000C62B2">
      <w:pPr>
        <w:pStyle w:val="libNormal"/>
        <w:rPr>
          <w:rtl/>
        </w:rPr>
      </w:pPr>
      <w:r w:rsidRPr="000C62B2">
        <w:rPr>
          <w:rStyle w:val="libArabicChar"/>
          <w:rFonts w:hint="cs"/>
          <w:rtl/>
        </w:rPr>
        <w:t>يَ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tl/>
        </w:rPr>
        <w:t xml:space="preserve"> عَلِ</w:t>
      </w:r>
      <w:r w:rsidRPr="000C62B2">
        <w:rPr>
          <w:rStyle w:val="libArabicChar"/>
          <w:rFonts w:hint="cs"/>
          <w:rtl/>
        </w:rPr>
        <w:t>يُّ مَنْ كَ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نَ جُنُب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 فِي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لْفِرَ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شِ مَعَ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تِهِ فَلَ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 يَقْرَ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لْقُرْ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نَ فَ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tl/>
        </w:rPr>
        <w:t>نِّ</w:t>
      </w:r>
      <w:r w:rsidRPr="000C62B2">
        <w:rPr>
          <w:rStyle w:val="libArabicChar"/>
          <w:rFonts w:hint="cs"/>
          <w:rtl/>
        </w:rPr>
        <w:t xml:space="preserve">ي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خْشَ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0C62B2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نْ تَنْزِلَ عَلَيْهِمَ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 نَ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رٌ مِنَ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لسَّمَ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ءِ فَتُحْرِقَهُمَ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 قَ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لَ مُصَنِّفُ هَذَ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لْكِتَ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بِ رَحِمَهُ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للهُ يَعْنِي بِهِ قِرَ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 xml:space="preserve">ءَةَ 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لْعَزَ</w:t>
      </w:r>
      <w:r w:rsidR="00CF3D62" w:rsidRPr="00CF3D62">
        <w:rPr>
          <w:rStyle w:val="libArabicChar"/>
          <w:rFonts w:hint="cs"/>
          <w:rtl/>
        </w:rPr>
        <w:t>ا</w:t>
      </w:r>
      <w:r w:rsidRPr="000C62B2">
        <w:rPr>
          <w:rStyle w:val="libArabicChar"/>
          <w:rFonts w:hint="cs"/>
          <w:rtl/>
        </w:rPr>
        <w:t>ئِمِ دُ</w:t>
      </w:r>
      <w:r w:rsidRPr="000C62B2">
        <w:rPr>
          <w:rStyle w:val="libArabicChar"/>
          <w:rFonts w:hint="eastAsia"/>
          <w:rtl/>
        </w:rPr>
        <w:t>ونَ</w:t>
      </w:r>
      <w:r w:rsidRPr="000C62B2">
        <w:rPr>
          <w:rStyle w:val="libArabicChar"/>
          <w:rtl/>
        </w:rPr>
        <w:t xml:space="preserve"> غَ</w:t>
      </w:r>
      <w:r w:rsidRPr="000C62B2">
        <w:rPr>
          <w:rStyle w:val="libArabicChar"/>
          <w:rFonts w:hint="cs"/>
          <w:rtl/>
        </w:rPr>
        <w:t>يْرِهَن</w:t>
      </w:r>
      <w:r w:rsidRPr="00E67D25">
        <w:rPr>
          <w:rFonts w:hint="cs"/>
          <w:rtl/>
        </w:rPr>
        <w:t xml:space="preserve"> </w:t>
      </w:r>
      <w:r w:rsidR="000C62B2" w:rsidRPr="007741D8">
        <w:rPr>
          <w:rStyle w:val="libFootnotenumChar"/>
          <w:rFonts w:hint="cs"/>
          <w:rtl/>
        </w:rPr>
        <w:t>(2)</w:t>
      </w:r>
    </w:p>
    <w:p w:rsidR="000C62B2" w:rsidRDefault="000C62B2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27E4E" w:rsidRDefault="000C62B2" w:rsidP="00827E4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827E4E">
        <w:rPr>
          <w:rtl/>
        </w:rPr>
        <w:t xml:space="preserve"> من ل</w:t>
      </w:r>
      <w:r w:rsidR="00816B77" w:rsidRPr="00816B77">
        <w:rPr>
          <w:rtl/>
        </w:rPr>
        <w:t>ا</w:t>
      </w:r>
      <w:r w:rsidR="00827E4E">
        <w:rPr>
          <w:rtl/>
        </w:rPr>
        <w:t xml:space="preserve"> </w:t>
      </w:r>
      <w:r w:rsidR="00827E4E">
        <w:rPr>
          <w:rFonts w:hint="cs"/>
          <w:rtl/>
        </w:rPr>
        <w:t>ی</w:t>
      </w:r>
      <w:r w:rsidR="00827E4E">
        <w:rPr>
          <w:rFonts w:hint="eastAsia"/>
          <w:rtl/>
        </w:rPr>
        <w:t>حضرہ</w:t>
      </w:r>
      <w:r w:rsidR="00827E4E">
        <w:rPr>
          <w:rtl/>
        </w:rPr>
        <w:t xml:space="preserve"> </w:t>
      </w:r>
      <w:r w:rsidR="00816B77" w:rsidRPr="00816B77">
        <w:rPr>
          <w:rtl/>
        </w:rPr>
        <w:t>ا</w:t>
      </w:r>
      <w:r w:rsidR="00827E4E">
        <w:rPr>
          <w:rtl/>
        </w:rPr>
        <w:t>لفق</w:t>
      </w:r>
      <w:r w:rsidR="00827E4E">
        <w:rPr>
          <w:rFonts w:hint="cs"/>
          <w:rtl/>
        </w:rPr>
        <w:t>ی</w:t>
      </w:r>
      <w:r w:rsidR="00827E4E">
        <w:rPr>
          <w:rFonts w:hint="eastAsia"/>
          <w:rtl/>
        </w:rPr>
        <w:t>ہ،ج</w:t>
      </w:r>
      <w:r w:rsidR="00827E4E">
        <w:rPr>
          <w:rtl/>
          <w:lang w:bidi="fa-IR"/>
        </w:rPr>
        <w:t>۳</w:t>
      </w:r>
      <w:r w:rsidR="00827E4E">
        <w:rPr>
          <w:rtl/>
        </w:rPr>
        <w:t>، ص</w:t>
      </w:r>
      <w:r w:rsidR="00827E4E">
        <w:rPr>
          <w:rtl/>
          <w:lang w:bidi="fa-IR"/>
        </w:rPr>
        <w:t>۵۵۱</w:t>
      </w:r>
    </w:p>
    <w:p w:rsidR="000C62B2" w:rsidRDefault="000C62B2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827E4E" w:rsidRPr="00827E4E">
        <w:rPr>
          <w:rtl/>
        </w:rPr>
        <w:t xml:space="preserve"> </w:t>
      </w:r>
      <w:r w:rsidR="00827E4E">
        <w:rPr>
          <w:rtl/>
        </w:rPr>
        <w:t>من ل</w:t>
      </w:r>
      <w:r w:rsidR="00816B77" w:rsidRPr="00816B77">
        <w:rPr>
          <w:rtl/>
        </w:rPr>
        <w:t>ا</w:t>
      </w:r>
      <w:r w:rsidR="00827E4E">
        <w:rPr>
          <w:rtl/>
        </w:rPr>
        <w:t xml:space="preserve"> </w:t>
      </w:r>
      <w:r w:rsidR="00827E4E">
        <w:rPr>
          <w:rFonts w:hint="cs"/>
          <w:rtl/>
        </w:rPr>
        <w:t>ی</w:t>
      </w:r>
      <w:r w:rsidR="00827E4E">
        <w:rPr>
          <w:rFonts w:hint="eastAsia"/>
          <w:rtl/>
        </w:rPr>
        <w:t>حضرہ</w:t>
      </w:r>
      <w:r w:rsidR="00827E4E">
        <w:rPr>
          <w:rtl/>
        </w:rPr>
        <w:t xml:space="preserve"> </w:t>
      </w:r>
      <w:r w:rsidR="00816B77" w:rsidRPr="00816B77">
        <w:rPr>
          <w:rtl/>
        </w:rPr>
        <w:t>ا</w:t>
      </w:r>
      <w:r w:rsidR="00827E4E">
        <w:rPr>
          <w:rtl/>
        </w:rPr>
        <w:t>لفق</w:t>
      </w:r>
      <w:r w:rsidR="00827E4E">
        <w:rPr>
          <w:rFonts w:hint="cs"/>
          <w:rtl/>
        </w:rPr>
        <w:t>ی</w:t>
      </w:r>
      <w:r w:rsidR="00827E4E">
        <w:rPr>
          <w:rFonts w:hint="eastAsia"/>
          <w:rtl/>
        </w:rPr>
        <w:t>ہ،ج</w:t>
      </w:r>
      <w:r w:rsidR="00827E4E">
        <w:rPr>
          <w:rtl/>
          <w:lang w:bidi="fa-IR"/>
        </w:rPr>
        <w:t>۳</w:t>
      </w:r>
      <w:r w:rsidR="00827E4E">
        <w:rPr>
          <w:rtl/>
        </w:rPr>
        <w:t>، ص</w:t>
      </w:r>
      <w:r w:rsidR="00827E4E">
        <w:rPr>
          <w:rtl/>
          <w:lang w:bidi="fa-IR"/>
        </w:rPr>
        <w:t>۵۵۱</w:t>
      </w:r>
    </w:p>
    <w:p w:rsidR="000C62B2" w:rsidRDefault="000C62B2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CE702B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عل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! ب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و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کے 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تھ مب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شرت کرنے کے بعد ح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لت جنب 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 قر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وت  ن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کرے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ونک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مجھے ڈر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ے 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ن دونوں پر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ن سے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گ برسے،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  کت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ب کے مصنف فرم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تے 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 سے مر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 صرف 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جب سجدے 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لے سورے 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</w:t>
      </w:r>
      <w:r w:rsidR="00CE702B" w:rsidRPr="007741D8">
        <w:rPr>
          <w:rStyle w:val="libFootnotenumChar"/>
          <w:rFonts w:hint="cs"/>
          <w:rtl/>
        </w:rPr>
        <w:t>(1)</w:t>
      </w:r>
    </w:p>
    <w:p w:rsidR="005A2492" w:rsidRDefault="005A2492" w:rsidP="00983439">
      <w:pPr>
        <w:pStyle w:val="Heading1"/>
        <w:rPr>
          <w:rtl/>
        </w:rPr>
      </w:pPr>
      <w:bookmarkStart w:id="32" w:name="_Toc393190457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لگ تول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رکھے:</w:t>
      </w:r>
      <w:bookmarkEnd w:id="32"/>
    </w:p>
    <w:p w:rsidR="005A2492" w:rsidRDefault="005A2492" w:rsidP="00CE702B">
      <w:pPr>
        <w:pStyle w:val="libNormal"/>
        <w:rPr>
          <w:rtl/>
        </w:rPr>
      </w:pPr>
      <w:r w:rsidRPr="00F4194C">
        <w:rPr>
          <w:rStyle w:val="libArabicChar"/>
          <w:rFonts w:hint="cs"/>
          <w:rtl/>
        </w:rPr>
        <w:t>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tl/>
        </w:rPr>
        <w:t xml:space="preserve"> عَلِ</w:t>
      </w:r>
      <w:r w:rsidRPr="00F4194C">
        <w:rPr>
          <w:rStyle w:val="libArabicChar"/>
          <w:rFonts w:hint="cs"/>
          <w:rtl/>
        </w:rPr>
        <w:t>يُّ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تُجَ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مِعِ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تَكَ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مَعَكَ خِرْقَةٌ وَ مَعَ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هْلِكَ خِرْقَةٌ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تَمْسَحَ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بِ</w:t>
      </w:r>
      <w:r w:rsidRPr="00F4194C">
        <w:rPr>
          <w:rStyle w:val="libArabicChar"/>
          <w:rtl/>
        </w:rPr>
        <w:t>خِر</w:t>
      </w:r>
      <w:r w:rsidRPr="00F4194C">
        <w:rPr>
          <w:rStyle w:val="libArabicChar"/>
          <w:rFonts w:hint="cs"/>
          <w:rtl/>
        </w:rPr>
        <w:t>ْقَةٍ 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حِدَةٍ فَتَقَعَ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لشَّهْوَةُ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لشَّهْوَةِ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 ذَلِكَ يُعْقِبُ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لْعَدَ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وَةَ بَيْنَكُمَ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ثُمَّ يُؤَدِّيكُمَ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لْفُرْقَةِ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لطَّلَ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قِ</w:t>
      </w:r>
      <w:r w:rsidRPr="00E67D25">
        <w:rPr>
          <w:rFonts w:hint="cs"/>
          <w:rtl/>
        </w:rPr>
        <w:t xml:space="preserve"> </w:t>
      </w:r>
      <w:r w:rsidR="00CE702B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عل</w:t>
      </w:r>
      <w:r>
        <w:rPr>
          <w:rFonts w:hint="cs"/>
          <w:rtl/>
        </w:rPr>
        <w:t>ی</w:t>
      </w:r>
      <w:r>
        <w:rPr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مب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شرت کرتے وقت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لگ </w:t>
      </w:r>
      <w:r w:rsidR="00816B77" w:rsidRPr="00816B77">
        <w:rPr>
          <w:rtl/>
          <w:lang w:bidi="ur-PK"/>
        </w:rPr>
        <w:t>ا</w:t>
      </w:r>
      <w:r>
        <w:rPr>
          <w:rtl/>
        </w:rPr>
        <w:t>لگ تول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ص</w:t>
      </w:r>
      <w:r w:rsidR="00816B77" w:rsidRPr="00816B77">
        <w:rPr>
          <w:rtl/>
          <w:lang w:bidi="ur-PK"/>
        </w:rPr>
        <w:t>ا</w:t>
      </w:r>
      <w:r>
        <w:rPr>
          <w:rtl/>
        </w:rPr>
        <w:t>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شہوت دوسر</w:t>
      </w:r>
      <w:r>
        <w:rPr>
          <w:rFonts w:hint="cs"/>
          <w:rtl/>
        </w:rPr>
        <w:t>ی</w:t>
      </w:r>
      <w:r>
        <w:rPr>
          <w:rtl/>
        </w:rPr>
        <w:t xml:space="preserve"> شہوت پر و</w:t>
      </w:r>
      <w:r w:rsidR="00816B77" w:rsidRPr="00816B77">
        <w:rPr>
          <w:rtl/>
          <w:lang w:bidi="ur-PK"/>
        </w:rPr>
        <w:t>ا</w:t>
      </w:r>
      <w:r>
        <w:rPr>
          <w:rtl/>
        </w:rPr>
        <w:t>قع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خر جد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طل</w:t>
      </w:r>
      <w:r w:rsidR="00816B77" w:rsidRPr="00816B77">
        <w:rPr>
          <w:rtl/>
          <w:lang w:bidi="ur-PK"/>
        </w:rPr>
        <w:t>ا</w:t>
      </w:r>
      <w:r>
        <w:rPr>
          <w:rtl/>
        </w:rPr>
        <w:t>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بنت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983439">
      <w:pPr>
        <w:pStyle w:val="Heading1"/>
        <w:rPr>
          <w:rtl/>
        </w:rPr>
      </w:pPr>
      <w:bookmarkStart w:id="33" w:name="_Toc393190458"/>
      <w:r>
        <w:rPr>
          <w:rFonts w:hint="eastAsia"/>
          <w:rtl/>
        </w:rPr>
        <w:t>کھڑے</w:t>
      </w:r>
      <w:r>
        <w:rPr>
          <w:rtl/>
        </w:rPr>
        <w:t xml:space="preserve"> ہوکر مب</w:t>
      </w:r>
      <w:r w:rsidR="00816B77" w:rsidRPr="00816B77">
        <w:rPr>
          <w:rtl/>
          <w:lang w:bidi="ur-PK"/>
        </w:rPr>
        <w:t>ا</w:t>
      </w:r>
      <w:r>
        <w:rPr>
          <w:rtl/>
        </w:rPr>
        <w:t>شرت ممنوع</w:t>
      </w:r>
      <w:bookmarkEnd w:id="33"/>
    </w:p>
    <w:p w:rsidR="005A2492" w:rsidRDefault="005A2492" w:rsidP="00CE702B">
      <w:pPr>
        <w:pStyle w:val="libNormal"/>
        <w:rPr>
          <w:rtl/>
        </w:rPr>
      </w:pPr>
      <w:r w:rsidRPr="00F4194C">
        <w:rPr>
          <w:rStyle w:val="libArabicChar"/>
          <w:rFonts w:hint="cs"/>
          <w:rtl/>
        </w:rPr>
        <w:t>ی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tl/>
        </w:rPr>
        <w:t xml:space="preserve"> عَلِ</w:t>
      </w:r>
      <w:r w:rsidRPr="00F4194C">
        <w:rPr>
          <w:rStyle w:val="libArabicChar"/>
          <w:rFonts w:hint="cs"/>
          <w:rtl/>
        </w:rPr>
        <w:t>يُّ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تُجَ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مِعِ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تَكَ مِن قِيَ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مٍ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 ذَلِكَ مِنْ فِعْلِ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لْحَمِيرِ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قُضِيَ بَيْنَكُم</w:t>
      </w:r>
      <w:r w:rsidRPr="00F4194C">
        <w:rPr>
          <w:rStyle w:val="libArabicChar"/>
          <w:rtl/>
        </w:rPr>
        <w:t>َ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 xml:space="preserve"> وَلَدٌ </w:t>
      </w:r>
      <w:r w:rsidRPr="00F4194C">
        <w:rPr>
          <w:rStyle w:val="libArabicChar"/>
          <w:rFonts w:hint="cs"/>
          <w:rtl/>
        </w:rPr>
        <w:t>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 بَوَّ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لً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لْفِرَ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شِ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لْحَمِيرِ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لْبَوَّ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لَةِ فِي كُلِّ مَكَ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نٍ</w:t>
      </w:r>
      <w:r w:rsidR="00CE702B" w:rsidRPr="007741D8">
        <w:rPr>
          <w:rStyle w:val="libFootnotenumChar"/>
          <w:rFonts w:hint="cs"/>
          <w:rtl/>
        </w:rPr>
        <w:t>(3)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عل</w:t>
      </w:r>
      <w:r>
        <w:rPr>
          <w:rFonts w:hint="cs"/>
          <w:rtl/>
        </w:rPr>
        <w:t>ی</w:t>
      </w:r>
      <w:r>
        <w:rPr>
          <w:rtl/>
        </w:rPr>
        <w:t>! کھڑے ہوکر مب</w:t>
      </w:r>
      <w:r w:rsidR="00816B77" w:rsidRPr="00816B77">
        <w:rPr>
          <w:rtl/>
          <w:lang w:bidi="ur-PK"/>
        </w:rPr>
        <w:t>ا</w:t>
      </w:r>
      <w:r>
        <w:rPr>
          <w:rtl/>
        </w:rPr>
        <w:t>شرت نہ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گدھے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دت ہے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بچہ ٹھہر 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وہ بستر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>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 w:rsidR="00816B77" w:rsidRPr="00816B77">
        <w:rPr>
          <w:rtl/>
          <w:lang w:bidi="ur-PK"/>
        </w:rPr>
        <w:t>ا</w:t>
      </w:r>
    </w:p>
    <w:p w:rsidR="00CE702B" w:rsidRDefault="00CE702B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83439" w:rsidRDefault="00CE702B" w:rsidP="00983439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983439" w:rsidRPr="00983439">
        <w:rPr>
          <w:rtl/>
        </w:rPr>
        <w:t xml:space="preserve"> </w:t>
      </w:r>
      <w:r w:rsidR="00983439">
        <w:rPr>
          <w:rtl/>
        </w:rPr>
        <w:t>من ل</w:t>
      </w:r>
      <w:r w:rsidR="00816B77" w:rsidRPr="00816B77">
        <w:rPr>
          <w:rtl/>
        </w:rPr>
        <w:t>ا</w:t>
      </w:r>
      <w:r w:rsidR="00983439">
        <w:rPr>
          <w:rtl/>
        </w:rPr>
        <w:t xml:space="preserve"> </w:t>
      </w:r>
      <w:r w:rsidR="00983439">
        <w:rPr>
          <w:rFonts w:hint="cs"/>
          <w:rtl/>
        </w:rPr>
        <w:t>ی</w:t>
      </w:r>
      <w:r w:rsidR="00983439">
        <w:rPr>
          <w:rFonts w:hint="eastAsia"/>
          <w:rtl/>
        </w:rPr>
        <w:t>حضرہ</w:t>
      </w:r>
      <w:r w:rsidR="00983439">
        <w:rPr>
          <w:rtl/>
        </w:rPr>
        <w:t xml:space="preserve"> </w:t>
      </w:r>
      <w:r w:rsidR="00816B77" w:rsidRPr="00816B77">
        <w:rPr>
          <w:rtl/>
        </w:rPr>
        <w:t>ا</w:t>
      </w:r>
      <w:r w:rsidR="00983439">
        <w:rPr>
          <w:rtl/>
        </w:rPr>
        <w:t>لفق</w:t>
      </w:r>
      <w:r w:rsidR="00983439">
        <w:rPr>
          <w:rFonts w:hint="cs"/>
          <w:rtl/>
        </w:rPr>
        <w:t>ی</w:t>
      </w:r>
      <w:r w:rsidR="00983439">
        <w:rPr>
          <w:rFonts w:hint="eastAsia"/>
          <w:rtl/>
        </w:rPr>
        <w:t>ہ،ج</w:t>
      </w:r>
      <w:r w:rsidR="00983439">
        <w:rPr>
          <w:rtl/>
          <w:lang w:bidi="fa-IR"/>
        </w:rPr>
        <w:t>۳</w:t>
      </w:r>
      <w:r w:rsidR="00983439">
        <w:rPr>
          <w:rtl/>
        </w:rPr>
        <w:t>، ص</w:t>
      </w:r>
      <w:r w:rsidR="00983439">
        <w:rPr>
          <w:rtl/>
          <w:lang w:bidi="fa-IR"/>
        </w:rPr>
        <w:t>۵۵۱</w:t>
      </w:r>
    </w:p>
    <w:p w:rsidR="00CE702B" w:rsidRDefault="00CE702B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983439" w:rsidRPr="00983439">
        <w:rPr>
          <w:rtl/>
        </w:rPr>
        <w:t xml:space="preserve"> </w:t>
      </w:r>
      <w:r w:rsidR="00983439">
        <w:rPr>
          <w:rtl/>
        </w:rPr>
        <w:t>من ل</w:t>
      </w:r>
      <w:r w:rsidR="00816B77" w:rsidRPr="00816B77">
        <w:rPr>
          <w:rtl/>
        </w:rPr>
        <w:t>ا</w:t>
      </w:r>
      <w:r w:rsidR="00983439">
        <w:rPr>
          <w:rtl/>
        </w:rPr>
        <w:t xml:space="preserve"> </w:t>
      </w:r>
      <w:r w:rsidR="00983439">
        <w:rPr>
          <w:rFonts w:hint="cs"/>
          <w:rtl/>
        </w:rPr>
        <w:t>ی</w:t>
      </w:r>
      <w:r w:rsidR="00983439">
        <w:rPr>
          <w:rFonts w:hint="eastAsia"/>
          <w:rtl/>
        </w:rPr>
        <w:t>حضرہ</w:t>
      </w:r>
      <w:r w:rsidR="00983439">
        <w:rPr>
          <w:rtl/>
        </w:rPr>
        <w:t xml:space="preserve"> </w:t>
      </w:r>
      <w:r w:rsidR="00816B77" w:rsidRPr="00816B77">
        <w:rPr>
          <w:rtl/>
        </w:rPr>
        <w:t>ا</w:t>
      </w:r>
      <w:r w:rsidR="00983439">
        <w:rPr>
          <w:rtl/>
        </w:rPr>
        <w:t>لفق</w:t>
      </w:r>
      <w:r w:rsidR="00983439">
        <w:rPr>
          <w:rFonts w:hint="cs"/>
          <w:rtl/>
        </w:rPr>
        <w:t>ی</w:t>
      </w:r>
      <w:r w:rsidR="00983439">
        <w:rPr>
          <w:rFonts w:hint="eastAsia"/>
          <w:rtl/>
        </w:rPr>
        <w:t>ہ،ج</w:t>
      </w:r>
      <w:r w:rsidR="00983439">
        <w:rPr>
          <w:rtl/>
          <w:lang w:bidi="fa-IR"/>
        </w:rPr>
        <w:t>۳</w:t>
      </w:r>
      <w:r w:rsidR="00983439">
        <w:rPr>
          <w:rtl/>
        </w:rPr>
        <w:t>، ص</w:t>
      </w:r>
      <w:r w:rsidR="00983439">
        <w:rPr>
          <w:rtl/>
          <w:lang w:bidi="fa-IR"/>
        </w:rPr>
        <w:t>۵۵۱</w:t>
      </w:r>
    </w:p>
    <w:p w:rsidR="00CE702B" w:rsidRDefault="00CE702B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983439" w:rsidRPr="00983439">
        <w:rPr>
          <w:rtl/>
        </w:rPr>
        <w:t xml:space="preserve"> </w:t>
      </w:r>
      <w:r w:rsidR="00983439">
        <w:rPr>
          <w:rtl/>
        </w:rPr>
        <w:t>من ل</w:t>
      </w:r>
      <w:r w:rsidR="00816B77" w:rsidRPr="00816B77">
        <w:rPr>
          <w:rtl/>
        </w:rPr>
        <w:t>ا</w:t>
      </w:r>
      <w:r w:rsidR="00983439">
        <w:rPr>
          <w:rtl/>
        </w:rPr>
        <w:t xml:space="preserve"> </w:t>
      </w:r>
      <w:r w:rsidR="00983439">
        <w:rPr>
          <w:rFonts w:hint="cs"/>
          <w:rtl/>
        </w:rPr>
        <w:t>ی</w:t>
      </w:r>
      <w:r w:rsidR="00983439">
        <w:rPr>
          <w:rFonts w:hint="eastAsia"/>
          <w:rtl/>
        </w:rPr>
        <w:t>حضرہ</w:t>
      </w:r>
      <w:r w:rsidR="00983439">
        <w:rPr>
          <w:rtl/>
        </w:rPr>
        <w:t xml:space="preserve"> </w:t>
      </w:r>
      <w:r w:rsidR="00816B77" w:rsidRPr="00816B77">
        <w:rPr>
          <w:rtl/>
        </w:rPr>
        <w:t>ا</w:t>
      </w:r>
      <w:r w:rsidR="00983439">
        <w:rPr>
          <w:rtl/>
        </w:rPr>
        <w:t>لفق</w:t>
      </w:r>
      <w:r w:rsidR="00983439">
        <w:rPr>
          <w:rFonts w:hint="cs"/>
          <w:rtl/>
        </w:rPr>
        <w:t>ی</w:t>
      </w:r>
      <w:r w:rsidR="00983439">
        <w:rPr>
          <w:rFonts w:hint="eastAsia"/>
          <w:rtl/>
        </w:rPr>
        <w:t>ہ،ج</w:t>
      </w:r>
      <w:r w:rsidR="00983439">
        <w:rPr>
          <w:rtl/>
          <w:lang w:bidi="fa-IR"/>
        </w:rPr>
        <w:t>۳</w:t>
      </w:r>
      <w:r w:rsidR="00983439">
        <w:rPr>
          <w:rtl/>
        </w:rPr>
        <w:t>، ص</w:t>
      </w:r>
      <w:r w:rsidR="00983439">
        <w:rPr>
          <w:rtl/>
          <w:lang w:bidi="fa-IR"/>
        </w:rPr>
        <w:t>۵۵۱</w:t>
      </w:r>
    </w:p>
    <w:p w:rsidR="00CE702B" w:rsidRDefault="00CE702B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983439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34" w:name="_Toc393190459"/>
      <w:r>
        <w:rPr>
          <w:rtl/>
        </w:rPr>
        <w:t>شب ضح</w:t>
      </w:r>
      <w:r>
        <w:rPr>
          <w:rFonts w:hint="cs"/>
          <w:rtl/>
        </w:rPr>
        <w:t>ی</w:t>
      </w:r>
      <w:r>
        <w:rPr>
          <w:rtl/>
        </w:rPr>
        <w:t xml:space="preserve"> کو مب</w:t>
      </w:r>
      <w:r w:rsidR="00816B77" w:rsidRPr="00816B77">
        <w:rPr>
          <w:rtl/>
          <w:lang w:bidi="ur-PK"/>
        </w:rPr>
        <w:t>ا</w:t>
      </w:r>
      <w:r>
        <w:rPr>
          <w:rtl/>
        </w:rPr>
        <w:t>شرت نہ کرو</w:t>
      </w:r>
      <w:bookmarkEnd w:id="34"/>
    </w:p>
    <w:p w:rsidR="005A2492" w:rsidRDefault="005A2492" w:rsidP="00CE702B">
      <w:pPr>
        <w:pStyle w:val="libNormal"/>
        <w:rPr>
          <w:rtl/>
        </w:rPr>
      </w:pPr>
      <w:r>
        <w:rPr>
          <w:rtl/>
        </w:rPr>
        <w:t xml:space="preserve"> </w:t>
      </w:r>
      <w:r w:rsidRPr="00F4194C">
        <w:rPr>
          <w:rStyle w:val="libArabicChar"/>
          <w:rFonts w:hint="cs"/>
          <w:rtl/>
        </w:rPr>
        <w:t>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عَلِيُّ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تُجَ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مِعِ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تَكَ فِي لَيْلَةِ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ضْحَ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نَّهُ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قُضِيَ بَيْنَكُمَ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وَلَدٌ يَكُونُ لَهُ سِتُّ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صَ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بِعَ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وْ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رْبَعُ</w:t>
      </w:r>
      <w:r w:rsidR="00CE702B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عل</w:t>
      </w:r>
      <w:r>
        <w:rPr>
          <w:rFonts w:hint="cs"/>
          <w:rtl/>
        </w:rPr>
        <w:t>ی</w:t>
      </w:r>
      <w:r>
        <w:rPr>
          <w:rtl/>
        </w:rPr>
        <w:t xml:space="preserve"> !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لضح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ت کو مب</w:t>
      </w:r>
      <w:r w:rsidR="00816B77" w:rsidRPr="00816B77">
        <w:rPr>
          <w:rtl/>
          <w:lang w:bidi="ur-PK"/>
        </w:rPr>
        <w:t>ا</w:t>
      </w:r>
      <w:r>
        <w:rPr>
          <w:rtl/>
        </w:rPr>
        <w:t>شرت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گر بچہ ٹھہر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چھ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نگل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</w:p>
    <w:p w:rsidR="005A2492" w:rsidRDefault="005A2492" w:rsidP="00983439">
      <w:pPr>
        <w:pStyle w:val="Heading1"/>
        <w:rPr>
          <w:rtl/>
        </w:rPr>
      </w:pPr>
      <w:bookmarkStart w:id="35" w:name="_Toc393190460"/>
      <w:r>
        <w:rPr>
          <w:rFonts w:hint="eastAsia"/>
          <w:rtl/>
        </w:rPr>
        <w:t>مضطرب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</w:t>
      </w:r>
      <w:bookmarkEnd w:id="35"/>
      <w:r>
        <w:rPr>
          <w:rtl/>
        </w:rPr>
        <w:t xml:space="preserve"> </w:t>
      </w:r>
    </w:p>
    <w:p w:rsidR="005A2492" w:rsidRDefault="00816B77" w:rsidP="00CE702B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حسن مجتب</w:t>
      </w:r>
      <w:r w:rsidR="005A2492"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م، سکون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طمن</w:t>
      </w:r>
      <w:r w:rsidRPr="00816B77">
        <w:rPr>
          <w:rtl/>
          <w:lang w:bidi="ur-PK"/>
        </w:rPr>
        <w:t>ا</w:t>
      </w:r>
      <w:r w:rsidR="005A2492">
        <w:rPr>
          <w:rtl/>
        </w:rPr>
        <w:t>ن قلب وغ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مضطرب ح</w:t>
      </w:r>
      <w:r w:rsidRPr="00816B77">
        <w:rPr>
          <w:rtl/>
          <w:lang w:bidi="ur-PK"/>
        </w:rPr>
        <w:t>ا</w:t>
      </w:r>
      <w:r w:rsidR="005A2492">
        <w:rPr>
          <w:rtl/>
        </w:rPr>
        <w:t>لت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مب</w:t>
      </w:r>
      <w:r w:rsidRPr="00816B77">
        <w:rPr>
          <w:rtl/>
          <w:lang w:bidi="ur-PK"/>
        </w:rPr>
        <w:t>ا</w:t>
      </w:r>
      <w:r w:rsidR="005A2492">
        <w:rPr>
          <w:rtl/>
        </w:rPr>
        <w:t>شرت کرے تو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بچہ م</w:t>
      </w:r>
      <w:r w:rsidRPr="00816B77">
        <w:rPr>
          <w:rtl/>
          <w:lang w:bidi="ur-PK"/>
        </w:rPr>
        <w:t>ا</w:t>
      </w:r>
      <w:r w:rsidR="005A2492">
        <w:rPr>
          <w:rtl/>
        </w:rPr>
        <w:t>ں ب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شکل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5A2492">
        <w:rPr>
          <w:rtl/>
        </w:rPr>
        <w:t>،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گر مضطرب ح</w:t>
      </w:r>
      <w:r w:rsidRPr="00816B77">
        <w:rPr>
          <w:rtl/>
          <w:lang w:bidi="ur-PK"/>
        </w:rPr>
        <w:t>ا</w:t>
      </w:r>
      <w:r w:rsidR="005A2492">
        <w:rPr>
          <w:rtl/>
        </w:rPr>
        <w:t>لت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 تو  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موں </w:t>
      </w:r>
      <w:r w:rsidRPr="00816B77">
        <w:rPr>
          <w:rtl/>
          <w:lang w:bidi="ur-PK"/>
        </w:rPr>
        <w:t>ا</w:t>
      </w:r>
      <w:r w:rsidR="005A2492">
        <w:rPr>
          <w:rtl/>
        </w:rPr>
        <w:t>ور ننھ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شکل و صورت 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CE702B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کر عد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لت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tl/>
        </w:rPr>
        <w:t>عتر</w:t>
      </w:r>
      <w:r w:rsidR="00816B77" w:rsidRPr="00816B77">
        <w:rPr>
          <w:rtl/>
          <w:lang w:bidi="ur-PK"/>
        </w:rPr>
        <w:t>ا</w:t>
      </w:r>
      <w:r>
        <w:rPr>
          <w:rtl/>
        </w:rPr>
        <w:t>ض کرتے ہوئے کہ</w:t>
      </w:r>
      <w:r w:rsidR="00816B77" w:rsidRPr="00816B77">
        <w:rPr>
          <w:rtl/>
          <w:lang w:bidi="ur-PK"/>
        </w:rPr>
        <w:t>ا</w:t>
      </w:r>
      <w:r>
        <w:rPr>
          <w:rtl/>
        </w:rPr>
        <w:t>: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 ع</w:t>
      </w:r>
      <w:r w:rsidR="00816B77" w:rsidRPr="00816B77">
        <w:rPr>
          <w:rtl/>
          <w:lang w:bidi="ur-PK"/>
        </w:rPr>
        <w:t>ا</w:t>
      </w:r>
      <w:r>
        <w:rPr>
          <w:rtl/>
        </w:rPr>
        <w:t>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رےشوہر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قصور تھ</w:t>
      </w:r>
      <w:r w:rsidR="00816B77" w:rsidRPr="00816B77">
        <w:rPr>
          <w:rtl/>
          <w:lang w:bidi="ur-PK"/>
        </w:rPr>
        <w:t>ا</w:t>
      </w:r>
      <w:r>
        <w:rPr>
          <w:rtl/>
        </w:rPr>
        <w:t>؟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  <w:r w:rsidR="000B1FC0" w:rsidRPr="000B1FC0">
        <w:rPr>
          <w:rtl/>
          <w:lang w:bidi="ur-PK"/>
        </w:rPr>
        <w:t>(ص)</w:t>
      </w:r>
      <w:r>
        <w:rPr>
          <w:rtl/>
        </w:rPr>
        <w:t>نے کچھ فکر کرنے کے بعد فر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شوہر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>تے وقت نشے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؟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 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شر</w:t>
      </w:r>
      <w:r w:rsidR="00816B77" w:rsidRPr="00816B77">
        <w:rPr>
          <w:rtl/>
          <w:lang w:bidi="ur-PK"/>
        </w:rPr>
        <w:t>ا</w:t>
      </w:r>
      <w:r>
        <w:rPr>
          <w:rtl/>
        </w:rPr>
        <w:t>ب کے نشے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تو </w:t>
      </w:r>
      <w:r w:rsidR="00816B77" w:rsidRPr="00816B77">
        <w:rPr>
          <w:rtl/>
          <w:lang w:bidi="ur-PK"/>
        </w:rPr>
        <w:t>ا</w:t>
      </w:r>
      <w:r>
        <w:rPr>
          <w:rtl/>
        </w:rPr>
        <w:t>س وقت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بس تم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پ  پر مل</w:t>
      </w:r>
      <w:r w:rsidR="00816B77" w:rsidRPr="00816B77">
        <w:rPr>
          <w:rtl/>
          <w:lang w:bidi="ur-PK"/>
        </w:rPr>
        <w:t>ا</w:t>
      </w:r>
      <w:r>
        <w:rPr>
          <w:rtl/>
        </w:rPr>
        <w:t>مت کروک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نشے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</w:t>
      </w:r>
      <w:r w:rsidR="00816B77" w:rsidRPr="00816B77">
        <w:rPr>
          <w:rtl/>
          <w:lang w:bidi="ur-PK"/>
        </w:rPr>
        <w:t>ا</w:t>
      </w:r>
      <w:r>
        <w:rPr>
          <w:rtl/>
        </w:rPr>
        <w:t>شرت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بچہ </w:t>
      </w:r>
      <w:r w:rsidR="00816B77" w:rsidRPr="00816B77">
        <w:rPr>
          <w:rtl/>
          <w:lang w:bidi="ur-PK"/>
        </w:rPr>
        <w:t>ا</w:t>
      </w:r>
      <w:r>
        <w:rPr>
          <w:rtl/>
        </w:rPr>
        <w:t>ندھ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جسم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روح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E67D25" w:rsidRPr="00E67D25">
        <w:rPr>
          <w:rtl/>
          <w:lang w:bidi="ur-PK"/>
        </w:rPr>
        <w:t>(ع)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A2492" w:rsidRDefault="005A2492" w:rsidP="00CE702B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رَسُولُ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لل</w:t>
      </w:r>
      <w:r w:rsidRPr="00F4194C">
        <w:rPr>
          <w:rStyle w:val="libArabicChar"/>
          <w:rFonts w:hint="cs"/>
          <w:rtl/>
        </w:rPr>
        <w:t xml:space="preserve">هِ ص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لَّذِي نَفْسِي بِيَدِهِ لَوْ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 رَجُلً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غَشِيَ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تَهُ وَ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لْبَيْتِ صَبِيٌّ مُسْتَيْقِظٌ يَرَ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هُمَ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يَسْمَعُ كَلَ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مَهُمَ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نَفَسَهُمَ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فْلَحَ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بَد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 غُلَ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 زَ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نِي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وْ 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tl/>
        </w:rPr>
        <w:t>رِ</w:t>
      </w:r>
      <w:r w:rsidRPr="00F4194C">
        <w:rPr>
          <w:rStyle w:val="libArabicChar"/>
          <w:rFonts w:hint="cs"/>
          <w:rtl/>
        </w:rPr>
        <w:t>يَةً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نَتْ </w:t>
      </w:r>
      <w:r w:rsidRPr="00F4194C">
        <w:rPr>
          <w:rStyle w:val="libArabicChar"/>
          <w:rFonts w:hint="eastAsia"/>
          <w:rtl/>
        </w:rPr>
        <w:t>زَ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نِ</w:t>
      </w:r>
      <w:r w:rsidRPr="00F4194C">
        <w:rPr>
          <w:rStyle w:val="libArabicChar"/>
          <w:rFonts w:hint="cs"/>
          <w:rtl/>
        </w:rPr>
        <w:t>يَة</w:t>
      </w:r>
      <w:r>
        <w:rPr>
          <w:rtl/>
        </w:rPr>
        <w:t xml:space="preserve"> </w:t>
      </w:r>
      <w:r w:rsidR="00CE702B" w:rsidRPr="007741D8">
        <w:rPr>
          <w:rStyle w:val="libFootnotenumChar"/>
          <w:rFonts w:hint="cs"/>
          <w:rtl/>
        </w:rPr>
        <w:t>(3)</w:t>
      </w:r>
    </w:p>
    <w:p w:rsidR="00CE702B" w:rsidRDefault="00CE702B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83439" w:rsidRDefault="00CE702B" w:rsidP="00983439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983439">
        <w:rPr>
          <w:rtl/>
        </w:rPr>
        <w:t xml:space="preserve"> بح</w:t>
      </w:r>
      <w:r w:rsidR="00816B77" w:rsidRPr="00816B77">
        <w:rPr>
          <w:rtl/>
        </w:rPr>
        <w:t>ا</w:t>
      </w:r>
      <w:r w:rsidR="00983439">
        <w:rPr>
          <w:rtl/>
        </w:rPr>
        <w:t>ر</w:t>
      </w:r>
      <w:r w:rsidR="00816B77" w:rsidRPr="00816B77">
        <w:rPr>
          <w:rtl/>
        </w:rPr>
        <w:t>ا</w:t>
      </w:r>
      <w:r w:rsidR="00983439">
        <w:rPr>
          <w:rtl/>
        </w:rPr>
        <w:t>ل</w:t>
      </w:r>
      <w:r w:rsidR="00816B77" w:rsidRPr="00816B77">
        <w:rPr>
          <w:rtl/>
        </w:rPr>
        <w:t>ا</w:t>
      </w:r>
      <w:r w:rsidR="00983439">
        <w:rPr>
          <w:rtl/>
        </w:rPr>
        <w:t>نو</w:t>
      </w:r>
      <w:r w:rsidR="00816B77" w:rsidRPr="00816B77">
        <w:rPr>
          <w:rtl/>
        </w:rPr>
        <w:t>ا</w:t>
      </w:r>
      <w:r w:rsidR="00983439">
        <w:rPr>
          <w:rtl/>
        </w:rPr>
        <w:t>ر</w:t>
      </w:r>
    </w:p>
    <w:p w:rsidR="00CE702B" w:rsidRDefault="00CE702B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983439" w:rsidRPr="00983439">
        <w:rPr>
          <w:rtl/>
        </w:rPr>
        <w:t xml:space="preserve"> </w:t>
      </w:r>
      <w:r w:rsidR="00983439">
        <w:rPr>
          <w:rtl/>
        </w:rPr>
        <w:t>وس</w:t>
      </w:r>
      <w:r w:rsidR="00816B77" w:rsidRPr="00816B77">
        <w:rPr>
          <w:rtl/>
        </w:rPr>
        <w:t>ا</w:t>
      </w:r>
      <w:r w:rsidR="00983439">
        <w:rPr>
          <w:rtl/>
        </w:rPr>
        <w:t xml:space="preserve">ئل  </w:t>
      </w:r>
      <w:r w:rsidR="00DB2203" w:rsidRPr="00DB2203">
        <w:rPr>
          <w:rtl/>
        </w:rPr>
        <w:t xml:space="preserve">الشیعہ </w:t>
      </w:r>
      <w:r w:rsidR="00983439">
        <w:rPr>
          <w:rtl/>
        </w:rPr>
        <w:t xml:space="preserve"> ج</w:t>
      </w:r>
      <w:r w:rsidR="00983439">
        <w:rPr>
          <w:rtl/>
          <w:lang w:bidi="fa-IR"/>
        </w:rPr>
        <w:t>۲۰</w:t>
      </w:r>
      <w:r w:rsidR="00983439">
        <w:rPr>
          <w:rtl/>
        </w:rPr>
        <w:t>، ص</w:t>
      </w:r>
      <w:r w:rsidR="00983439">
        <w:rPr>
          <w:rtl/>
          <w:lang w:bidi="fa-IR"/>
        </w:rPr>
        <w:t>۱۳۳</w:t>
      </w:r>
      <w:r w:rsidR="00983439">
        <w:rPr>
          <w:rtl/>
        </w:rPr>
        <w:t>،</w:t>
      </w:r>
      <w:r w:rsidR="00816B77" w:rsidRPr="00816B77">
        <w:rPr>
          <w:rtl/>
        </w:rPr>
        <w:t>ا</w:t>
      </w:r>
      <w:r w:rsidR="00983439">
        <w:rPr>
          <w:rtl/>
        </w:rPr>
        <w:t>ل</w:t>
      </w:r>
      <w:r w:rsidR="00DB2203" w:rsidRPr="00DB2203">
        <w:rPr>
          <w:rtl/>
        </w:rPr>
        <w:t xml:space="preserve">کافی </w:t>
      </w:r>
      <w:r w:rsidR="00983439">
        <w:rPr>
          <w:rFonts w:hint="eastAsia"/>
          <w:rtl/>
        </w:rPr>
        <w:t>،ج</w:t>
      </w:r>
      <w:r w:rsidR="00983439">
        <w:rPr>
          <w:rtl/>
          <w:lang w:bidi="fa-IR"/>
        </w:rPr>
        <w:t>۵</w:t>
      </w:r>
      <w:r w:rsidR="00983439">
        <w:rPr>
          <w:rtl/>
        </w:rPr>
        <w:t>، ص</w:t>
      </w:r>
      <w:r w:rsidR="00983439">
        <w:rPr>
          <w:rtl/>
          <w:lang w:bidi="fa-IR"/>
        </w:rPr>
        <w:t>۵۰۰</w:t>
      </w:r>
    </w:p>
    <w:p w:rsidR="00CE702B" w:rsidRDefault="00CE702B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983439" w:rsidRPr="00983439">
        <w:rPr>
          <w:rtl/>
        </w:rPr>
        <w:t xml:space="preserve"> </w:t>
      </w:r>
      <w:r w:rsidR="00983439">
        <w:rPr>
          <w:rtl/>
        </w:rPr>
        <w:t>طبرس</w:t>
      </w:r>
      <w:r w:rsidR="00983439">
        <w:rPr>
          <w:rFonts w:hint="cs"/>
          <w:rtl/>
        </w:rPr>
        <w:t>ی</w:t>
      </w:r>
      <w:r w:rsidR="00983439">
        <w:rPr>
          <w:rFonts w:hint="eastAsia"/>
          <w:rtl/>
        </w:rPr>
        <w:t>،</w:t>
      </w:r>
      <w:r w:rsidR="00983439">
        <w:rPr>
          <w:rtl/>
        </w:rPr>
        <w:t xml:space="preserve"> مک</w:t>
      </w:r>
      <w:r w:rsidR="00816B77" w:rsidRPr="00816B77">
        <w:rPr>
          <w:rtl/>
        </w:rPr>
        <w:t>ا</w:t>
      </w:r>
      <w:r w:rsidR="00983439">
        <w:rPr>
          <w:rtl/>
        </w:rPr>
        <w:t xml:space="preserve">رم </w:t>
      </w:r>
      <w:r w:rsidR="00816B77" w:rsidRPr="00816B77">
        <w:rPr>
          <w:rtl/>
        </w:rPr>
        <w:t>ا</w:t>
      </w:r>
      <w:r w:rsidR="00983439">
        <w:rPr>
          <w:rtl/>
        </w:rPr>
        <w:t>ل</w:t>
      </w:r>
      <w:r w:rsidR="00816B77" w:rsidRPr="00816B77">
        <w:rPr>
          <w:rtl/>
        </w:rPr>
        <w:t>ا</w:t>
      </w:r>
      <w:r w:rsidR="00983439">
        <w:rPr>
          <w:rtl/>
        </w:rPr>
        <w:t>خل</w:t>
      </w:r>
      <w:r w:rsidR="00816B77" w:rsidRPr="00816B77">
        <w:rPr>
          <w:rtl/>
        </w:rPr>
        <w:t>ا</w:t>
      </w:r>
      <w:r w:rsidR="00983439">
        <w:rPr>
          <w:rtl/>
        </w:rPr>
        <w:t>ق،ص</w:t>
      </w:r>
      <w:r w:rsidR="00983439">
        <w:rPr>
          <w:rtl/>
          <w:lang w:bidi="fa-IR"/>
        </w:rPr>
        <w:t>۲۰۴</w:t>
      </w:r>
    </w:p>
    <w:p w:rsidR="00CE702B" w:rsidRDefault="00CE702B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ذ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قسم جس کے قبضۂ قدرت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ہے </w:t>
      </w:r>
      <w:r w:rsidRPr="00816B77">
        <w:rPr>
          <w:rtl/>
          <w:lang w:bidi="ur-PK"/>
        </w:rPr>
        <w:t>ا</w:t>
      </w:r>
      <w:r w:rsidR="005A2492">
        <w:rPr>
          <w:rtl/>
        </w:rPr>
        <w:t>گر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شخص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مب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شرت کرے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کمرے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چھوٹ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بچہ ج</w:t>
      </w:r>
      <w:r w:rsidRPr="00816B77">
        <w:rPr>
          <w:rtl/>
          <w:lang w:bidi="ur-PK"/>
        </w:rPr>
        <w:t>ا</w:t>
      </w:r>
      <w:r w:rsidR="005A2492">
        <w:rPr>
          <w:rtl/>
        </w:rPr>
        <w:t>گ 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توں </w:t>
      </w:r>
      <w:r w:rsidRPr="00816B77">
        <w:rPr>
          <w:rtl/>
          <w:lang w:bidi="ur-PK"/>
        </w:rPr>
        <w:t>ا</w:t>
      </w:r>
      <w:r w:rsidR="005A2492">
        <w:rPr>
          <w:rtl/>
        </w:rPr>
        <w:t>ور س</w:t>
      </w:r>
      <w:r w:rsidRPr="00816B77">
        <w:rPr>
          <w:rtl/>
          <w:lang w:bidi="ur-PK"/>
        </w:rPr>
        <w:t>ا</w:t>
      </w:r>
      <w:r w:rsidR="005A2492">
        <w:rPr>
          <w:rtl/>
        </w:rPr>
        <w:t>نسوں کو سن 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 تو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وہ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گر بچہ ہو تو وہ ز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وہ بچ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تو وہ ز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ہوگ</w:t>
      </w:r>
      <w:r w:rsidR="005A2492">
        <w:rPr>
          <w:rFonts w:hint="cs"/>
          <w:rtl/>
        </w:rPr>
        <w:t>ی</w:t>
      </w:r>
    </w:p>
    <w:p w:rsidR="005A2492" w:rsidRDefault="005A2492" w:rsidP="005718F7">
      <w:pPr>
        <w:pStyle w:val="Heading1"/>
        <w:rPr>
          <w:rtl/>
        </w:rPr>
      </w:pPr>
      <w:bookmarkStart w:id="36" w:name="_Toc393190461"/>
      <w:r>
        <w:rPr>
          <w:rFonts w:hint="eastAsia"/>
          <w:rtl/>
        </w:rPr>
        <w:t>ہم</w:t>
      </w:r>
      <w:r>
        <w:rPr>
          <w:rtl/>
        </w:rPr>
        <w:t xml:space="preserve"> فکر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bookmarkEnd w:id="36"/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عتق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ور فکر</w:t>
      </w:r>
      <w:r>
        <w:rPr>
          <w:rFonts w:hint="cs"/>
          <w:rtl/>
        </w:rPr>
        <w:t>ی</w:t>
      </w:r>
      <w:r>
        <w:rPr>
          <w:rtl/>
        </w:rPr>
        <w:t xml:space="preserve"> لح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ظ سے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و عمل کے لح</w:t>
      </w:r>
      <w:r w:rsidR="00816B77" w:rsidRPr="00816B77">
        <w:rPr>
          <w:rtl/>
          <w:lang w:bidi="ur-PK"/>
        </w:rPr>
        <w:t>ا</w:t>
      </w:r>
      <w:r>
        <w:rPr>
          <w:rtl/>
        </w:rPr>
        <w:t>ظ  سے 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بر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مس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حسن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رشتے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ئے  م</w:t>
      </w:r>
      <w:r w:rsidR="00816B77" w:rsidRPr="00816B77">
        <w:rPr>
          <w:rtl/>
          <w:lang w:bidi="ur-PK"/>
        </w:rPr>
        <w:t>ا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CE702B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جَ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ءَ</w:t>
      </w:r>
      <w:r w:rsidRPr="00F4194C">
        <w:rPr>
          <w:rStyle w:val="libArabicChar"/>
          <w:rtl/>
        </w:rPr>
        <w:t xml:space="preserve"> رَجُلٌ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لْحَسَنِ ع يَسْتَشِيرُهُ فِي تَزْوِيجِ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بْنَتِهِ فَقَ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زَوِّجْهَ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مِنْ رَجُلٍ تَقِيٍّ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نَّهُ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حَبَّهَ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كْرَمَهَ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بْغَضَهَ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لَمْ يَظْلِمْهَ</w:t>
      </w:r>
      <w:r w:rsidR="00CF3D62" w:rsidRPr="00CF3D62">
        <w:rPr>
          <w:rStyle w:val="libArabicChar"/>
          <w:rFonts w:hint="cs"/>
          <w:rtl/>
        </w:rPr>
        <w:t>ا</w:t>
      </w:r>
      <w:r w:rsidR="00CE702B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کرو </w:t>
      </w:r>
      <w:r w:rsidR="00816B77" w:rsidRPr="00816B77">
        <w:rPr>
          <w:rtl/>
          <w:lang w:bidi="ur-PK"/>
        </w:rPr>
        <w:t>ا</w:t>
      </w:r>
      <w:r>
        <w:rPr>
          <w:rtl/>
        </w:rPr>
        <w:t>گر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کر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گر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پر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5A2492" w:rsidP="005718F7">
      <w:pPr>
        <w:pStyle w:val="Heading1"/>
        <w:rPr>
          <w:rtl/>
        </w:rPr>
      </w:pPr>
      <w:bookmarkStart w:id="37" w:name="_Toc393190462"/>
      <w:r>
        <w:rPr>
          <w:rFonts w:hint="eastAsia"/>
          <w:rtl/>
        </w:rPr>
        <w:t>بچےّ</w:t>
      </w:r>
      <w:r>
        <w:rPr>
          <w:rtl/>
        </w:rPr>
        <w:t xml:space="preserve"> کے لئے ب</w:t>
      </w:r>
      <w:r w:rsidR="00816B77" w:rsidRPr="00816B77">
        <w:rPr>
          <w:rtl/>
          <w:lang w:bidi="ur-PK"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bookmarkEnd w:id="37"/>
    </w:p>
    <w:p w:rsidR="00CE702B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نطفوں  کے لئے من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سب </w:t>
      </w:r>
      <w:r w:rsidRPr="00816B77">
        <w:rPr>
          <w:rtl/>
          <w:lang w:bidi="ur-PK"/>
        </w:rPr>
        <w:t>ا</w:t>
      </w:r>
      <w:r w:rsidR="005A2492">
        <w:rPr>
          <w:rtl/>
        </w:rPr>
        <w:t>ور پ</w:t>
      </w:r>
      <w:r w:rsidRPr="00816B77">
        <w:rPr>
          <w:rtl/>
          <w:lang w:bidi="ur-PK"/>
        </w:rPr>
        <w:t>ا</w:t>
      </w:r>
      <w:r w:rsidR="005A2492">
        <w:rPr>
          <w:rtl/>
        </w:rPr>
        <w:t>کد</w:t>
      </w:r>
      <w:r w:rsidRPr="00816B77">
        <w:rPr>
          <w:rtl/>
          <w:lang w:bidi="ur-PK"/>
        </w:rPr>
        <w:t>ا</w:t>
      </w:r>
      <w:r w:rsidR="005A2492">
        <w:rPr>
          <w:rtl/>
        </w:rPr>
        <w:t>من رحم تل</w:t>
      </w:r>
      <w:r w:rsidRPr="00816B77">
        <w:rPr>
          <w:rtl/>
          <w:lang w:bidi="ur-PK"/>
        </w:rPr>
        <w:t>ا</w:t>
      </w:r>
      <w:r w:rsidR="005A2492">
        <w:rPr>
          <w:rtl/>
        </w:rPr>
        <w:t>ش کرو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صف</w:t>
      </w:r>
      <w:r w:rsidRPr="00816B77">
        <w:rPr>
          <w:rtl/>
          <w:lang w:bidi="ur-PK"/>
        </w:rPr>
        <w:t>ا</w:t>
      </w:r>
      <w:r w:rsidR="005A2492">
        <w:rPr>
          <w:rtl/>
        </w:rPr>
        <w:t>ت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</w:t>
      </w:r>
      <w:r w:rsidRPr="00816B77">
        <w:rPr>
          <w:rtl/>
          <w:lang w:bidi="ur-PK"/>
        </w:rPr>
        <w:t>ا</w:t>
      </w:r>
      <w:r w:rsidR="005A2492">
        <w:rPr>
          <w:rtl/>
        </w:rPr>
        <w:t>نون ور</w:t>
      </w:r>
      <w:r w:rsidRPr="00816B77">
        <w:rPr>
          <w:rtl/>
          <w:lang w:bidi="ur-PK"/>
        </w:rPr>
        <w:t>ا</w:t>
      </w:r>
      <w:r w:rsidR="005A2492">
        <w:rPr>
          <w:rtl/>
        </w:rPr>
        <w:t>ثت کے مط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بق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منتقل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ہ وہ صف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بر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خصوص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خصوص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بچےّ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وجود م</w:t>
      </w:r>
      <w:r w:rsidRPr="00816B77">
        <w:rPr>
          <w:rtl/>
          <w:lang w:bidi="ur-PK"/>
        </w:rPr>
        <w:t>ا</w:t>
      </w:r>
      <w:r w:rsidR="005A2492">
        <w:rPr>
          <w:rtl/>
        </w:rPr>
        <w:t>ں کے بدن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حصہ ہے،ح</w:t>
      </w:r>
      <w:r w:rsidRPr="00816B77">
        <w:rPr>
          <w:rtl/>
          <w:lang w:bidi="ur-PK"/>
        </w:rPr>
        <w:t>ا</w:t>
      </w:r>
      <w:r w:rsidR="005A2492">
        <w:rPr>
          <w:rtl/>
        </w:rPr>
        <w:t>ملہ م</w:t>
      </w:r>
      <w:r w:rsidRPr="00816B77">
        <w:rPr>
          <w:rtl/>
          <w:lang w:bidi="ur-PK"/>
        </w:rPr>
        <w:t>ا</w:t>
      </w:r>
      <w:r w:rsidR="005A2492">
        <w:rPr>
          <w:rtl/>
        </w:rPr>
        <w:t>ں جو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رہ</w:t>
      </w:r>
      <w:r w:rsidR="005A2492">
        <w:rPr>
          <w:rtl/>
        </w:rPr>
        <w:t xml:space="preserve"> بچےّ کے لئے دودھ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شکل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سر</w:t>
      </w:r>
      <w:r w:rsidR="005A2492">
        <w:rPr>
          <w:rtl/>
        </w:rPr>
        <w:t xml:space="preserve"> ہوت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 </w:t>
      </w:r>
      <w:r w:rsidRPr="00816B77">
        <w:rPr>
          <w:rtl/>
          <w:lang w:bidi="ur-PK"/>
        </w:rPr>
        <w:t>ا</w:t>
      </w:r>
      <w:r w:rsidR="005A2492">
        <w:rPr>
          <w:rtl/>
        </w:rPr>
        <w:t>گر 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پ</w:t>
      </w:r>
      <w:r w:rsidRPr="00816B77">
        <w:rPr>
          <w:rtl/>
          <w:lang w:bidi="ur-PK"/>
        </w:rPr>
        <w:t>ا</w:t>
      </w:r>
      <w:r w:rsidR="005A2492">
        <w:rPr>
          <w:rtl/>
        </w:rPr>
        <w:t>ک غذ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کھ</w:t>
      </w:r>
      <w:r w:rsidRPr="00816B77">
        <w:rPr>
          <w:rtl/>
          <w:lang w:bidi="ur-PK"/>
        </w:rPr>
        <w:t>ا</w:t>
      </w:r>
      <w:r w:rsidR="005A2492">
        <w:rPr>
          <w:rtl/>
        </w:rPr>
        <w:t>ئے تو بچےّ پر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ثر پڑے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م</w:t>
      </w:r>
      <w:r w:rsidRPr="00816B77">
        <w:rPr>
          <w:rtl/>
          <w:lang w:bidi="ur-PK"/>
        </w:rPr>
        <w:t>ا</w:t>
      </w:r>
      <w:r w:rsidR="005A2492">
        <w:rPr>
          <w:rtl/>
        </w:rPr>
        <w:t>ں ن</w:t>
      </w:r>
      <w:r w:rsidRPr="00816B77">
        <w:rPr>
          <w:rtl/>
          <w:lang w:bidi="ur-PK"/>
        </w:rPr>
        <w:t>ا</w:t>
      </w:r>
      <w:r w:rsidR="005A2492">
        <w:rPr>
          <w:rtl/>
        </w:rPr>
        <w:t>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 </w:t>
      </w:r>
      <w:r w:rsidRPr="00816B77">
        <w:rPr>
          <w:rtl/>
          <w:lang w:bidi="ur-PK"/>
        </w:rPr>
        <w:t>ا</w:t>
      </w:r>
      <w:r w:rsidR="005A2492">
        <w:rPr>
          <w:rtl/>
        </w:rPr>
        <w:t>ور حر</w:t>
      </w:r>
      <w:r w:rsidRPr="00816B77">
        <w:rPr>
          <w:rtl/>
          <w:lang w:bidi="ur-PK"/>
        </w:rPr>
        <w:t>ا</w:t>
      </w:r>
      <w:r w:rsidR="005A2492">
        <w:rPr>
          <w:rtl/>
        </w:rPr>
        <w:t>م غذ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کھ</w:t>
      </w:r>
      <w:r w:rsidRPr="00816B77">
        <w:rPr>
          <w:rtl/>
          <w:lang w:bidi="ur-PK"/>
        </w:rPr>
        <w:t>ا</w:t>
      </w:r>
      <w:r w:rsidR="005A2492">
        <w:rPr>
          <w:rtl/>
        </w:rPr>
        <w:t>ئے تو بچےّ پر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ثر ضرور پڑے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جس طرح جسم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ثرم</w:t>
      </w:r>
      <w:r w:rsidRPr="00816B77">
        <w:rPr>
          <w:rtl/>
          <w:lang w:bidi="ur-PK"/>
        </w:rPr>
        <w:t>ا</w:t>
      </w:r>
      <w:r w:rsidR="005A2492">
        <w:rPr>
          <w:rtl/>
        </w:rPr>
        <w:t>ں سے بچےّ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منتقل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روح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ثر</w:t>
      </w:r>
      <w:r w:rsidRPr="00816B77">
        <w:rPr>
          <w:rtl/>
          <w:lang w:bidi="ur-PK"/>
        </w:rPr>
        <w:t>ا</w:t>
      </w:r>
      <w:r w:rsidR="005A2492">
        <w:rPr>
          <w:rtl/>
        </w:rPr>
        <w:t>ت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ن،</w:t>
      </w:r>
      <w:r w:rsidR="005A2492">
        <w:rPr>
          <w:rtl/>
        </w:rPr>
        <w:t xml:space="preserve"> عمل، پرہ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ہل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ور مودت، نم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 </w:t>
      </w:r>
      <w:r w:rsidRPr="00816B77">
        <w:rPr>
          <w:rtl/>
          <w:lang w:bidi="ur-PK"/>
        </w:rPr>
        <w:t>ا</w:t>
      </w:r>
      <w:r w:rsidR="005A2492">
        <w:rPr>
          <w:rtl/>
        </w:rPr>
        <w:t>ور روزہ کے پ</w:t>
      </w:r>
      <w:r w:rsidRPr="00816B77">
        <w:rPr>
          <w:rtl/>
          <w:lang w:bidi="ur-PK"/>
        </w:rPr>
        <w:t>ا</w:t>
      </w:r>
      <w:r w:rsidR="005A2492">
        <w:rPr>
          <w:rtl/>
        </w:rPr>
        <w:t>بند ہون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وغ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رہ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خوب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بچےّ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موجود ہوں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Pr="00816B77">
        <w:rPr>
          <w:rtl/>
          <w:lang w:bidi="ur-PK"/>
        </w:rPr>
        <w:t>ا</w:t>
      </w:r>
      <w:r w:rsidR="005A2492">
        <w:rPr>
          <w:rtl/>
        </w:rPr>
        <w:t>ں کے لئے دع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 چن</w:t>
      </w:r>
      <w:r w:rsidRPr="00816B77">
        <w:rPr>
          <w:rtl/>
          <w:lang w:bidi="ur-PK"/>
        </w:rPr>
        <w:t>ا</w:t>
      </w:r>
      <w:r w:rsidR="005A2492">
        <w:rPr>
          <w:rtl/>
        </w:rPr>
        <w:t>نچہ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ہے:</w:t>
      </w:r>
    </w:p>
    <w:p w:rsidR="00CE702B" w:rsidRPr="000B1FC0" w:rsidRDefault="00CE702B" w:rsidP="009B349E">
      <w:pPr>
        <w:pStyle w:val="libFootNoteArabic"/>
        <w:rPr>
          <w:rtl/>
        </w:rPr>
      </w:pPr>
      <w:r w:rsidRPr="000B1FC0">
        <w:rPr>
          <w:rFonts w:hint="cs"/>
          <w:rtl/>
        </w:rPr>
        <w:t>--------------</w:t>
      </w:r>
    </w:p>
    <w:p w:rsidR="00CE702B" w:rsidRPr="000B1FC0" w:rsidRDefault="00CE702B" w:rsidP="009B349E">
      <w:pPr>
        <w:pStyle w:val="libFootNoteArabic"/>
        <w:rPr>
          <w:rtl/>
        </w:rPr>
      </w:pPr>
      <w:r w:rsidRPr="000B1FC0">
        <w:rPr>
          <w:rFonts w:hint="cs"/>
          <w:rtl/>
        </w:rPr>
        <w:t>(1):-</w:t>
      </w:r>
      <w:r w:rsidR="005718F7" w:rsidRPr="000B1FC0">
        <w:rPr>
          <w:rtl/>
        </w:rPr>
        <w:t xml:space="preserve"> من</w:t>
      </w:r>
      <w:r w:rsidR="005718F7" w:rsidRPr="000B1FC0">
        <w:rPr>
          <w:rFonts w:hint="cs"/>
          <w:rtl/>
        </w:rPr>
        <w:t>‏ل</w:t>
      </w:r>
      <w:r w:rsidR="00CF3D62" w:rsidRPr="00CF3D62">
        <w:rPr>
          <w:rFonts w:hint="cs"/>
          <w:rtl/>
          <w:lang w:bidi="ar-SA"/>
        </w:rPr>
        <w:t>ا</w:t>
      </w:r>
      <w:r w:rsidR="005718F7" w:rsidRPr="000B1FC0">
        <w:rPr>
          <w:rFonts w:hint="cs"/>
          <w:rtl/>
        </w:rPr>
        <w:t>يحضره‏</w:t>
      </w:r>
      <w:r w:rsidR="00CF3D62" w:rsidRPr="00CF3D62">
        <w:rPr>
          <w:rFonts w:hint="cs"/>
          <w:rtl/>
          <w:lang w:bidi="ar-SA"/>
        </w:rPr>
        <w:t>ا</w:t>
      </w:r>
      <w:r w:rsidR="005718F7" w:rsidRPr="000B1FC0">
        <w:rPr>
          <w:rFonts w:hint="cs"/>
          <w:rtl/>
        </w:rPr>
        <w:t>لفقيه، ج3 ،ص493،ب</w:t>
      </w:r>
      <w:r w:rsidR="00CF3D62" w:rsidRPr="00CF3D62">
        <w:rPr>
          <w:rFonts w:hint="cs"/>
          <w:rtl/>
          <w:lang w:bidi="ar-SA"/>
        </w:rPr>
        <w:t>ا</w:t>
      </w:r>
      <w:r w:rsidR="005718F7" w:rsidRPr="000B1FC0">
        <w:rPr>
          <w:rFonts w:hint="cs"/>
          <w:rtl/>
        </w:rPr>
        <w:t>ب ت</w:t>
      </w:r>
      <w:r w:rsidR="00CF3D62" w:rsidRPr="00CF3D62">
        <w:rPr>
          <w:rFonts w:hint="cs"/>
          <w:rtl/>
          <w:lang w:bidi="ar-SA"/>
        </w:rPr>
        <w:t>ا</w:t>
      </w:r>
      <w:r w:rsidR="005718F7" w:rsidRPr="000B1FC0">
        <w:rPr>
          <w:rFonts w:hint="cs"/>
          <w:rtl/>
        </w:rPr>
        <w:t xml:space="preserve">ديب </w:t>
      </w:r>
      <w:r w:rsidR="00CF3D62" w:rsidRPr="00CF3D62">
        <w:rPr>
          <w:rFonts w:hint="cs"/>
          <w:rtl/>
          <w:lang w:bidi="ar-SA"/>
        </w:rPr>
        <w:t>ا</w:t>
      </w:r>
      <w:r w:rsidR="005718F7" w:rsidRPr="000B1FC0">
        <w:rPr>
          <w:rFonts w:hint="cs"/>
          <w:rtl/>
        </w:rPr>
        <w:t xml:space="preserve">لولد و </w:t>
      </w:r>
      <w:r w:rsidR="00CF3D62" w:rsidRPr="00CF3D62">
        <w:rPr>
          <w:rFonts w:hint="cs"/>
          <w:rtl/>
          <w:lang w:bidi="ar-SA"/>
        </w:rPr>
        <w:t>ا</w:t>
      </w:r>
      <w:r w:rsidR="005718F7" w:rsidRPr="000B1FC0">
        <w:rPr>
          <w:rFonts w:hint="cs"/>
          <w:rtl/>
        </w:rPr>
        <w:t>متح</w:t>
      </w:r>
      <w:r w:rsidR="00CF3D62" w:rsidRPr="00CF3D62">
        <w:rPr>
          <w:rFonts w:hint="cs"/>
          <w:rtl/>
          <w:lang w:bidi="ar-SA"/>
        </w:rPr>
        <w:t>ا</w:t>
      </w:r>
      <w:r w:rsidR="005718F7" w:rsidRPr="000B1FC0">
        <w:rPr>
          <w:rFonts w:hint="cs"/>
          <w:rtl/>
        </w:rPr>
        <w:t xml:space="preserve">نه </w:t>
      </w:r>
    </w:p>
    <w:p w:rsidR="00CE702B" w:rsidRPr="000B1FC0" w:rsidRDefault="00CE702B" w:rsidP="009B349E">
      <w:pPr>
        <w:pStyle w:val="libPoemTini"/>
        <w:rPr>
          <w:rtl/>
        </w:rPr>
      </w:pPr>
      <w:r w:rsidRPr="00CE702B">
        <w:rPr>
          <w:rtl/>
        </w:rPr>
        <w:br w:type="page"/>
      </w:r>
    </w:p>
    <w:p w:rsidR="005A2492" w:rsidRDefault="005A2492" w:rsidP="00CE702B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lastRenderedPageBreak/>
        <w:t>وَ</w:t>
      </w:r>
      <w:r w:rsidRPr="00F4194C">
        <w:rPr>
          <w:rStyle w:val="libArabicChar"/>
          <w:rtl/>
        </w:rPr>
        <w:t xml:space="preserve"> </w:t>
      </w:r>
      <w:r w:rsidRPr="00F4194C">
        <w:rPr>
          <w:rStyle w:val="libArabicChar"/>
          <w:rFonts w:hint="cs"/>
          <w:rtl/>
        </w:rPr>
        <w:t>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 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بِرُ بْنُ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نْصَ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رِيُّ يَدُورُ فِي سِكَكِ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نْصَ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رِ بِ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لْمَدِينَةِ وَ هُوَ يَقُولُ عَلِيٌّ خَيْرُ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لْبَشَرِ فَمَنْ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فَقَدْ كَفَرَ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مَعَ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شِرَ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نْصَ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رِ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دِّبُو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وْلَ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دَكُمْ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حُبِّ عَلِيٍّ فَمَنْ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نْظ</w:t>
      </w:r>
      <w:r w:rsidRPr="00F4194C">
        <w:rPr>
          <w:rStyle w:val="libArabicChar"/>
          <w:rFonts w:hint="eastAsia"/>
          <w:rtl/>
        </w:rPr>
        <w:t>ُرُو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tl/>
        </w:rPr>
        <w:t xml:space="preserve"> فِ</w:t>
      </w:r>
      <w:r w:rsidRPr="00F4194C">
        <w:rPr>
          <w:rStyle w:val="libArabicChar"/>
          <w:rFonts w:hint="cs"/>
          <w:rtl/>
        </w:rPr>
        <w:t>ي شَ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مِّهِ</w:t>
      </w:r>
      <w:r w:rsidR="00CE702B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بر</w:t>
      </w:r>
      <w:r>
        <w:rPr>
          <w:rtl/>
        </w:rPr>
        <w:t xml:space="preserve"> بن عبد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>رے کے ٹھک</w:t>
      </w:r>
      <w:r w:rsidR="00816B77" w:rsidRPr="00816B77">
        <w:rPr>
          <w:rtl/>
          <w:lang w:bidi="ur-PK"/>
        </w:rPr>
        <w:t>ا</w:t>
      </w:r>
      <w:r>
        <w:rPr>
          <w:rtl/>
        </w:rPr>
        <w:t>نوں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چکر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تھے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لبشر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جس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سے روگرد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ک</w:t>
      </w:r>
      <w:r w:rsidR="00816B77" w:rsidRPr="00816B77">
        <w:rPr>
          <w:rtl/>
          <w:lang w:bidi="ur-PK"/>
        </w:rPr>
        <w:t>ا</w:t>
      </w:r>
      <w:r>
        <w:rPr>
          <w:rtl/>
        </w:rPr>
        <w:t>فر ہو</w:t>
      </w:r>
      <w:r w:rsidR="00816B77" w:rsidRPr="00816B77">
        <w:rPr>
          <w:rtl/>
          <w:lang w:bidi="ur-PK"/>
        </w:rPr>
        <w:t>ا</w:t>
      </w:r>
      <w:r>
        <w:rPr>
          <w:rtl/>
        </w:rPr>
        <w:t>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ے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رو!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جس نے بھ</w:t>
      </w:r>
      <w:r>
        <w:rPr>
          <w:rFonts w:hint="cs"/>
          <w:rtl/>
        </w:rPr>
        <w:t>ی</w:t>
      </w:r>
      <w:r>
        <w:rPr>
          <w:rtl/>
        </w:rPr>
        <w:t xml:space="preserve"> محبت سے </w:t>
      </w:r>
      <w:r w:rsidR="00816B77" w:rsidRPr="00816B77">
        <w:rPr>
          <w:rtl/>
          <w:lang w:bidi="ur-PK"/>
        </w:rPr>
        <w:t>ا</w:t>
      </w:r>
      <w:r>
        <w:rPr>
          <w:rtl/>
        </w:rPr>
        <w:t>نک</w:t>
      </w:r>
      <w:r w:rsidR="00816B77" w:rsidRPr="00816B77">
        <w:rPr>
          <w:rtl/>
          <w:lang w:bidi="ur-PK"/>
        </w:rPr>
        <w:t>ا</w:t>
      </w:r>
      <w:r>
        <w:rPr>
          <w:rtl/>
        </w:rPr>
        <w:t>ر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ئزہ لو 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لئے حضرت زہر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دت کے بعد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نے نئ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سے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شج</w:t>
      </w:r>
      <w:r w:rsidRPr="00816B77">
        <w:rPr>
          <w:rtl/>
          <w:lang w:bidi="ur-PK"/>
        </w:rPr>
        <w:t>ا</w:t>
      </w:r>
      <w:r w:rsidR="005A2492">
        <w:rPr>
          <w:rtl/>
        </w:rPr>
        <w:t>ع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رشتہ تل</w:t>
      </w:r>
      <w:r w:rsidRPr="00816B77">
        <w:rPr>
          <w:rtl/>
          <w:lang w:bidi="ur-PK"/>
        </w:rPr>
        <w:t>ا</w:t>
      </w:r>
      <w:r w:rsidR="005A2492">
        <w:rPr>
          <w:rtl/>
        </w:rPr>
        <w:t>ش کروت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کہ </w:t>
      </w:r>
      <w:r w:rsidRPr="00816B77">
        <w:rPr>
          <w:rtl/>
          <w:lang w:bidi="ur-PK"/>
        </w:rPr>
        <w:t>ا</w:t>
      </w:r>
      <w:r w:rsidR="005A2492">
        <w:rPr>
          <w:rtl/>
        </w:rPr>
        <w:t>بو</w:t>
      </w:r>
      <w:r w:rsidRPr="00816B77">
        <w:rPr>
          <w:rtl/>
          <w:lang w:bidi="ur-PK"/>
        </w:rPr>
        <w:t>ا</w:t>
      </w:r>
      <w:r w:rsidR="005A2492">
        <w:rPr>
          <w:rtl/>
        </w:rPr>
        <w:t>لفضل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شج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ع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فرزند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ہوں </w:t>
      </w:r>
    </w:p>
    <w:p w:rsidR="005A2492" w:rsidRDefault="005A2492" w:rsidP="005718F7">
      <w:pPr>
        <w:pStyle w:val="Heading1Center"/>
        <w:rPr>
          <w:rtl/>
        </w:rPr>
      </w:pPr>
      <w:bookmarkStart w:id="38" w:name="_Toc39319046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ئش</w:t>
      </w:r>
      <w:r>
        <w:rPr>
          <w:rtl/>
        </w:rPr>
        <w:t xml:space="preserve"> کے بعد</w:t>
      </w:r>
      <w:bookmarkEnd w:id="38"/>
    </w:p>
    <w:p w:rsidR="005A2492" w:rsidRDefault="005A2492" w:rsidP="005718F7">
      <w:pPr>
        <w:pStyle w:val="Heading1"/>
        <w:rPr>
          <w:rtl/>
        </w:rPr>
      </w:pPr>
      <w:bookmarkStart w:id="39" w:name="_Toc393190464"/>
      <w:r>
        <w:rPr>
          <w:rFonts w:hint="eastAsia"/>
          <w:rtl/>
        </w:rPr>
        <w:t>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ذ</w:t>
      </w:r>
      <w:r w:rsidR="00816B77" w:rsidRPr="00816B77">
        <w:rPr>
          <w:rtl/>
          <w:lang w:bidi="ur-PK"/>
        </w:rPr>
        <w:t>ا</w:t>
      </w:r>
      <w:r>
        <w:rPr>
          <w:rtl/>
        </w:rPr>
        <w:t>ن و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 w:rsidR="00816B77" w:rsidRPr="00816B77">
        <w:rPr>
          <w:rtl/>
          <w:lang w:bidi="ur-PK"/>
        </w:rPr>
        <w:t>ا</w:t>
      </w:r>
      <w:r>
        <w:rPr>
          <w:rtl/>
        </w:rPr>
        <w:t>مت</w:t>
      </w:r>
      <w:bookmarkEnd w:id="39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حسن</w:t>
      </w:r>
      <w:r w:rsidR="00E67D25" w:rsidRPr="00E67D25">
        <w:rPr>
          <w:rtl/>
          <w:lang w:bidi="ur-PK"/>
        </w:rPr>
        <w:t>(ع)</w:t>
      </w:r>
      <w:r w:rsidR="005A2492">
        <w:rPr>
          <w:rtl/>
        </w:rPr>
        <w:t xml:space="preserve"> جب متولد ہوئے تو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ک</w:t>
      </w:r>
      <w:r w:rsidRPr="00816B77">
        <w:rPr>
          <w:rtl/>
          <w:lang w:bidi="ur-PK"/>
        </w:rPr>
        <w:t>ا</w:t>
      </w:r>
      <w:r w:rsidR="005A2492">
        <w:rPr>
          <w:rtl/>
        </w:rPr>
        <w:t>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Pr="00816B77">
        <w:rPr>
          <w:rtl/>
          <w:lang w:bidi="ur-PK"/>
        </w:rPr>
        <w:t>ا</w:t>
      </w:r>
      <w:r w:rsidR="005A2492">
        <w:rPr>
          <w:rtl/>
        </w:rPr>
        <w:t>ن و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Pr="00816B77">
        <w:rPr>
          <w:rtl/>
          <w:lang w:bidi="ur-PK"/>
        </w:rPr>
        <w:t>ا</w:t>
      </w:r>
      <w:r w:rsidR="005A2492">
        <w:rPr>
          <w:rtl/>
        </w:rPr>
        <w:t>مت پڑھ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>ور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E67D25" w:rsidRPr="00E67D25">
        <w:rPr>
          <w:rtl/>
          <w:lang w:bidi="ur-PK"/>
        </w:rPr>
        <w:t>(ع)</w:t>
      </w:r>
      <w:r w:rsidR="005A2492">
        <w:rPr>
          <w:rtl/>
        </w:rPr>
        <w:t>سے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CE702B">
      <w:pPr>
        <w:pStyle w:val="libNormal"/>
        <w:rPr>
          <w:rtl/>
        </w:rPr>
      </w:pPr>
      <w:r w:rsidRPr="00F4194C">
        <w:rPr>
          <w:rStyle w:val="libArabicChar"/>
          <w:rFonts w:hint="cs"/>
          <w:rtl/>
        </w:rPr>
        <w:t>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tl/>
        </w:rPr>
        <w:t xml:space="preserve"> عَلِ</w:t>
      </w:r>
      <w:r w:rsidRPr="00F4194C">
        <w:rPr>
          <w:rStyle w:val="libArabicChar"/>
          <w:rFonts w:hint="cs"/>
          <w:rtl/>
        </w:rPr>
        <w:t xml:space="preserve">يُّ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وُلِدَ لَكَ غُلَ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مٌ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وْ 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رِيَةٌ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ذِّنْ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ذُنِهِ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لْيُمْنَ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قِمْ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لْيُسْرَ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يَضُرُّهُ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لشَّيْطَ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بَد</w:t>
      </w:r>
      <w:r w:rsidR="00CF3D62" w:rsidRPr="00CF3D62">
        <w:rPr>
          <w:rStyle w:val="libArabicChar"/>
          <w:rFonts w:hint="cs"/>
          <w:rtl/>
        </w:rPr>
        <w:t>ا</w:t>
      </w:r>
      <w:r w:rsidR="00CE702B" w:rsidRPr="007741D8">
        <w:rPr>
          <w:rStyle w:val="libFootnotenumChar"/>
          <w:rFonts w:hint="cs"/>
          <w:rtl/>
        </w:rPr>
        <w:t>(2)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! </w:t>
      </w:r>
      <w:r w:rsidRPr="00816B77">
        <w:rPr>
          <w:rtl/>
          <w:lang w:bidi="ur-PK"/>
        </w:rPr>
        <w:t>ا</w:t>
      </w:r>
      <w:r w:rsidR="005A2492">
        <w:rPr>
          <w:rtl/>
        </w:rPr>
        <w:t>گر تمہ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 تو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د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Pr="00816B77">
        <w:rPr>
          <w:rtl/>
          <w:lang w:bidi="ur-PK"/>
        </w:rPr>
        <w:t>ا</w:t>
      </w:r>
      <w:r w:rsidR="005A2492">
        <w:rPr>
          <w:rtl/>
        </w:rPr>
        <w:t>مت کہو 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کہ </w:t>
      </w:r>
      <w:r w:rsidRPr="00816B77">
        <w:rPr>
          <w:rtl/>
          <w:lang w:bidi="ur-PK"/>
        </w:rPr>
        <w:t>ا</w:t>
      </w:r>
      <w:r w:rsidR="005A2492">
        <w:rPr>
          <w:rtl/>
        </w:rPr>
        <w:t>سے 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ط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ضرر نہ پہنچ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سکے</w:t>
      </w:r>
      <w:r w:rsidRPr="00816B77">
        <w:rPr>
          <w:rtl/>
          <w:lang w:bidi="ur-PK"/>
        </w:rPr>
        <w:t>ا</w:t>
      </w:r>
      <w:r w:rsidR="005A2492">
        <w:rPr>
          <w:rtl/>
        </w:rPr>
        <w:t>ور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CE702B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من</w:t>
      </w:r>
      <w:r w:rsidRPr="00F4194C">
        <w:rPr>
          <w:rStyle w:val="libArabicChar"/>
          <w:rtl/>
        </w:rPr>
        <w:t xml:space="preserve"> س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ء خلق</w:t>
      </w:r>
      <w:r w:rsidRPr="00F4194C">
        <w:rPr>
          <w:rStyle w:val="libArabicChar"/>
          <w:rFonts w:hint="cs"/>
          <w:rtl/>
        </w:rPr>
        <w:t>ه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ذِّنْوه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ذُنِهِ</w:t>
      </w:r>
      <w:r w:rsidR="00CE702B" w:rsidRPr="007741D8">
        <w:rPr>
          <w:rStyle w:val="libFootnotenumChar"/>
          <w:rFonts w:hint="cs"/>
          <w:rtl/>
        </w:rPr>
        <w:t>(3)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بچہ روئے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بد خلق ہوج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ک</w:t>
      </w:r>
      <w:r w:rsidRPr="00816B77">
        <w:rPr>
          <w:rtl/>
          <w:lang w:bidi="ur-PK"/>
        </w:rPr>
        <w:t>ا</w:t>
      </w:r>
      <w:r w:rsidR="005A2492">
        <w:rPr>
          <w:rtl/>
        </w:rPr>
        <w:t>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Pr="00816B77">
        <w:rPr>
          <w:rtl/>
          <w:lang w:bidi="ur-PK"/>
        </w:rPr>
        <w:t>ا</w:t>
      </w:r>
      <w:r w:rsidR="005A2492">
        <w:rPr>
          <w:rtl/>
        </w:rPr>
        <w:t>ن کہو</w:t>
      </w:r>
    </w:p>
    <w:p w:rsidR="00CE702B" w:rsidRDefault="00CE702B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718F7" w:rsidRDefault="00CE702B" w:rsidP="005718F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718F7" w:rsidRPr="005718F7">
        <w:rPr>
          <w:rtl/>
        </w:rPr>
        <w:t xml:space="preserve"> </w:t>
      </w:r>
      <w:r w:rsidR="005718F7">
        <w:rPr>
          <w:rtl/>
        </w:rPr>
        <w:t xml:space="preserve">تحف </w:t>
      </w:r>
      <w:r w:rsidR="00816B77" w:rsidRPr="00816B77">
        <w:rPr>
          <w:rtl/>
        </w:rPr>
        <w:t>ا</w:t>
      </w:r>
      <w:r w:rsidR="005718F7">
        <w:rPr>
          <w:rtl/>
        </w:rPr>
        <w:t>لعقول،ص</w:t>
      </w:r>
      <w:r w:rsidR="00C15B30" w:rsidRPr="00C15B30">
        <w:rPr>
          <w:rFonts w:hint="cs"/>
          <w:rtl/>
        </w:rPr>
        <w:t>16</w:t>
      </w:r>
      <w:r w:rsidR="005718F7" w:rsidRPr="00816B77">
        <w:rPr>
          <w:rFonts w:hint="cs"/>
          <w:rtl/>
        </w:rPr>
        <w:t xml:space="preserve"> </w:t>
      </w:r>
    </w:p>
    <w:p w:rsidR="00CE702B" w:rsidRDefault="00CE702B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5718F7" w:rsidRPr="005718F7">
        <w:rPr>
          <w:rtl/>
        </w:rPr>
        <w:t xml:space="preserve"> </w:t>
      </w:r>
      <w:r w:rsidR="005718F7">
        <w:rPr>
          <w:rtl/>
        </w:rPr>
        <w:t>مح</w:t>
      </w:r>
      <w:r w:rsidR="00816B77" w:rsidRPr="00816B77">
        <w:rPr>
          <w:rtl/>
        </w:rPr>
        <w:t>ا</w:t>
      </w:r>
      <w:r w:rsidR="005718F7">
        <w:rPr>
          <w:rtl/>
        </w:rPr>
        <w:t>سن برق</w:t>
      </w:r>
      <w:r w:rsidR="005718F7">
        <w:rPr>
          <w:rFonts w:hint="cs"/>
          <w:rtl/>
        </w:rPr>
        <w:t>ی</w:t>
      </w:r>
      <w:r w:rsidR="005718F7">
        <w:rPr>
          <w:rtl/>
        </w:rPr>
        <w:t xml:space="preserve"> ج</w:t>
      </w:r>
      <w:r w:rsidR="00C15B30" w:rsidRPr="00C15B30">
        <w:rPr>
          <w:rFonts w:hint="cs"/>
          <w:rtl/>
        </w:rPr>
        <w:t>2</w:t>
      </w:r>
      <w:r w:rsidR="005718F7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424</w:t>
      </w:r>
      <w:r w:rsidR="005718F7" w:rsidRPr="00816B77">
        <w:rPr>
          <w:rFonts w:hint="cs"/>
          <w:rtl/>
        </w:rPr>
        <w:t xml:space="preserve"> </w:t>
      </w:r>
    </w:p>
    <w:p w:rsidR="00CE702B" w:rsidRDefault="00CE702B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5718F7" w:rsidRPr="005718F7">
        <w:rPr>
          <w:rtl/>
        </w:rPr>
        <w:t xml:space="preserve"> </w:t>
      </w:r>
      <w:r w:rsidR="005718F7">
        <w:rPr>
          <w:rtl/>
        </w:rPr>
        <w:t xml:space="preserve">مجمع </w:t>
      </w:r>
      <w:r w:rsidR="00816B77" w:rsidRPr="00816B77">
        <w:rPr>
          <w:rtl/>
        </w:rPr>
        <w:t>ا</w:t>
      </w:r>
      <w:r w:rsidR="005718F7">
        <w:rPr>
          <w:rtl/>
        </w:rPr>
        <w:t>لبحر</w:t>
      </w:r>
      <w:r w:rsidR="005718F7">
        <w:rPr>
          <w:rFonts w:hint="cs"/>
          <w:rtl/>
        </w:rPr>
        <w:t>ی</w:t>
      </w:r>
      <w:r w:rsidR="005718F7">
        <w:rPr>
          <w:rFonts w:hint="eastAsia"/>
          <w:rtl/>
        </w:rPr>
        <w:t>ن،</w:t>
      </w:r>
      <w:r w:rsidR="005718F7">
        <w:rPr>
          <w:rtl/>
        </w:rPr>
        <w:t xml:space="preserve"> ص </w:t>
      </w:r>
      <w:r w:rsidR="00C15B30" w:rsidRPr="00C15B30">
        <w:rPr>
          <w:rFonts w:hint="cs"/>
          <w:rtl/>
        </w:rPr>
        <w:t>59</w:t>
      </w:r>
      <w:r w:rsidR="0035346A" w:rsidRPr="0035346A">
        <w:rPr>
          <w:rFonts w:hint="cs"/>
          <w:rtl/>
        </w:rPr>
        <w:t>0</w:t>
      </w:r>
      <w:r w:rsidR="005718F7" w:rsidRPr="00816B77">
        <w:rPr>
          <w:rFonts w:hint="cs"/>
          <w:rtl/>
        </w:rPr>
        <w:tab/>
      </w:r>
    </w:p>
    <w:p w:rsidR="00CE702B" w:rsidRDefault="00CE702B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عمل س</w:t>
      </w:r>
      <w:r w:rsidRPr="00816B77">
        <w:rPr>
          <w:rtl/>
          <w:lang w:bidi="ur-PK"/>
        </w:rPr>
        <w:t>ا</w:t>
      </w:r>
      <w:r w:rsidR="005A2492">
        <w:rPr>
          <w:rtl/>
        </w:rPr>
        <w:t>ئنس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طور پر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ث</w:t>
      </w:r>
      <w:r w:rsidRPr="00816B77">
        <w:rPr>
          <w:rtl/>
          <w:lang w:bidi="ur-PK"/>
        </w:rPr>
        <w:t>ا</w:t>
      </w:r>
      <w:r w:rsidR="005A2492">
        <w:rPr>
          <w:rtl/>
        </w:rPr>
        <w:t>بت ہوچک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نوز</w:t>
      </w:r>
      <w:r w:rsidRPr="00816B77">
        <w:rPr>
          <w:rtl/>
          <w:lang w:bidi="ur-PK"/>
        </w:rPr>
        <w:t>ا</w:t>
      </w:r>
      <w:r w:rsidR="005A2492">
        <w:rPr>
          <w:rtl/>
        </w:rPr>
        <w:t>ئدہ بچہ نہ صرف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ہوتے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توں کو سمجھ سکت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بلکہ م</w:t>
      </w:r>
      <w:r w:rsidRPr="00816B77">
        <w:rPr>
          <w:rtl/>
          <w:lang w:bidi="ur-PK"/>
        </w:rPr>
        <w:t>ا</w:t>
      </w:r>
      <w:r w:rsidR="005A2492">
        <w:rPr>
          <w:rtl/>
        </w:rPr>
        <w:t>ں کے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وہ متوجہ ہوت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ذہن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حفظ کرل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ہےم</w:t>
      </w:r>
      <w:r w:rsidRPr="00816B77">
        <w:rPr>
          <w:rtl/>
          <w:lang w:bidi="ur-PK"/>
        </w:rPr>
        <w:t>ا</w:t>
      </w:r>
      <w:r w:rsidR="005A2492">
        <w:rPr>
          <w:rtl/>
        </w:rPr>
        <w:t>ں کے دل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دھڑکن جو بچےّ کے لئے دن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نے کے بعد 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>م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سبب بنت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ہےجب 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گود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خصوص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طرف، توروت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بچہ خ</w:t>
      </w:r>
      <w:r w:rsidRPr="00816B77">
        <w:rPr>
          <w:rtl/>
          <w:lang w:bidi="ur-PK"/>
        </w:rPr>
        <w:t>ا</w:t>
      </w:r>
      <w:r w:rsidR="005A2492">
        <w:rPr>
          <w:rtl/>
        </w:rPr>
        <w:t>موش ہوج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لئے </w:t>
      </w:r>
      <w:r w:rsidRPr="00816B77">
        <w:rPr>
          <w:rtl/>
          <w:lang w:bidi="ur-PK"/>
        </w:rPr>
        <w:t>ا</w:t>
      </w:r>
      <w:r w:rsidR="005A2492">
        <w:rPr>
          <w:rtl/>
        </w:rPr>
        <w:t>گر م</w:t>
      </w:r>
      <w:r w:rsidRPr="00816B77">
        <w:rPr>
          <w:rtl/>
          <w:lang w:bidi="ur-PK"/>
        </w:rPr>
        <w:t>ا</w:t>
      </w:r>
      <w:r w:rsidR="005A2492">
        <w:rPr>
          <w:rtl/>
        </w:rPr>
        <w:t>ں ح</w:t>
      </w:r>
      <w:r w:rsidRPr="00816B77">
        <w:rPr>
          <w:rtl/>
          <w:lang w:bidi="ur-PK"/>
        </w:rPr>
        <w:t>ا</w:t>
      </w:r>
      <w:r w:rsidR="005A2492">
        <w:rPr>
          <w:rtl/>
        </w:rPr>
        <w:t>ملگ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دور</w:t>
      </w:r>
      <w:r w:rsidRPr="00816B77">
        <w:rPr>
          <w:rtl/>
          <w:lang w:bidi="ur-PK"/>
        </w:rPr>
        <w:t>ا</w:t>
      </w:r>
      <w:r w:rsidR="005A2492">
        <w:rPr>
          <w:rtl/>
        </w:rPr>
        <w:t>ن قر</w:t>
      </w:r>
      <w:r w:rsidRPr="00816B77">
        <w:rPr>
          <w:rtl/>
          <w:lang w:bidi="ur-PK"/>
        </w:rPr>
        <w:t>ا</w:t>
      </w:r>
      <w:r w:rsidR="005A2492">
        <w:rPr>
          <w:rtl/>
        </w:rPr>
        <w:t>ن سن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پڑھ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کرے تو بچےّ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ٔث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گ</w:t>
      </w:r>
      <w:r w:rsidRPr="00816B77">
        <w:rPr>
          <w:rtl/>
          <w:lang w:bidi="ur-PK"/>
        </w:rPr>
        <w:t>ا</w:t>
      </w:r>
      <w:r w:rsidR="005A2492">
        <w:rPr>
          <w:rtl/>
        </w:rPr>
        <w:t>نے وغ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رہ</w:t>
      </w:r>
      <w:r w:rsidR="005A2492">
        <w:rPr>
          <w:rtl/>
        </w:rPr>
        <w:t xml:space="preserve"> سنے تو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س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مث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سکت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ں: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 w:rsidR="00816B77" w:rsidRPr="00816B77">
        <w:rPr>
          <w:rtl/>
          <w:lang w:bidi="ur-PK"/>
        </w:rPr>
        <w:t>ا</w:t>
      </w:r>
      <w:r>
        <w:rPr>
          <w:rtl/>
        </w:rPr>
        <w:t>طب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 محترم سے سؤ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پ کے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سبب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نچ س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فظ کلّ قر</w:t>
      </w:r>
      <w:r w:rsidR="00816B77" w:rsidRPr="00816B77">
        <w:rPr>
          <w:rtl/>
          <w:lang w:bidi="ur-PK"/>
        </w:rPr>
        <w:t>ا</w:t>
      </w:r>
      <w:r>
        <w:rPr>
          <w:rtl/>
        </w:rPr>
        <w:t>ن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؟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توکہ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وقت وہ قر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تل</w:t>
      </w:r>
      <w:r w:rsidR="00816B77" w:rsidRPr="00816B77">
        <w:rPr>
          <w:rtl/>
          <w:lang w:bidi="ur-PK"/>
        </w:rPr>
        <w:t>ا</w:t>
      </w:r>
      <w:r>
        <w:rPr>
          <w:rtl/>
        </w:rPr>
        <w:t>وت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علم</w:t>
      </w:r>
      <w:r w:rsidR="00816B77" w:rsidRPr="00816B77">
        <w:rPr>
          <w:rtl/>
          <w:lang w:bidi="ur-PK"/>
        </w:rPr>
        <w:t>ا</w:t>
      </w:r>
      <w:r>
        <w:rPr>
          <w:rtl/>
        </w:rPr>
        <w:t>ئے کر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مط</w:t>
      </w:r>
      <w:r w:rsidR="00816B77" w:rsidRPr="00816B77">
        <w:rPr>
          <w:rtl/>
          <w:lang w:bidi="ur-PK"/>
        </w:rPr>
        <w:t>ا</w:t>
      </w:r>
      <w:r>
        <w:rPr>
          <w:rtl/>
        </w:rPr>
        <w:t>لعہ کر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تو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قع</w:t>
      </w:r>
      <w:r w:rsidR="00816B77" w:rsidRPr="00816B77">
        <w:rPr>
          <w:rtl/>
          <w:lang w:bidi="ur-PK"/>
        </w:rPr>
        <w:t>ا</w:t>
      </w:r>
      <w:r>
        <w:rPr>
          <w:rtl/>
        </w:rPr>
        <w:t>ت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قعہ ہےخود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D6D4F" w:rsidRPr="008D6D4F">
        <w:rPr>
          <w:rtl/>
          <w:lang w:bidi="ur-PK"/>
        </w:rPr>
        <w:t>(رح)</w:t>
      </w:r>
      <w:r>
        <w:rPr>
          <w:rtl/>
        </w:rPr>
        <w:t>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جب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د محترم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D6D4F" w:rsidRPr="008D6D4F">
        <w:rPr>
          <w:rtl/>
          <w:lang w:bidi="ur-PK"/>
        </w:rPr>
        <w:t>(رح)</w:t>
      </w:r>
      <w:r>
        <w:rPr>
          <w:rtl/>
        </w:rPr>
        <w:t xml:space="preserve">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ضر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لگ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دروس پہلے سے ہ</w:t>
      </w:r>
      <w:r>
        <w:rPr>
          <w:rFonts w:hint="cs"/>
          <w:rtl/>
        </w:rPr>
        <w:t>ی</w:t>
      </w:r>
      <w:r>
        <w:rPr>
          <w:rtl/>
        </w:rPr>
        <w:t xml:space="preserve"> پڑھے ہوئ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جب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در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جر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وہ کچھ ت</w:t>
      </w:r>
      <w:r w:rsidR="00816B77" w:rsidRPr="00816B77">
        <w:rPr>
          <w:rtl/>
          <w:lang w:bidi="ur-PK"/>
        </w:rPr>
        <w:t>ا</w:t>
      </w:r>
      <w:r>
        <w:rPr>
          <w:rtl/>
        </w:rPr>
        <w:t>ٔمل کے بعد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درست ہے جب </w:t>
      </w:r>
      <w:r w:rsidR="00816B77" w:rsidRPr="00816B77">
        <w:rPr>
          <w:rtl/>
          <w:lang w:bidi="ur-PK"/>
        </w:rPr>
        <w:t>ا</w:t>
      </w:r>
      <w:r>
        <w:rPr>
          <w:rtl/>
        </w:rPr>
        <w:t>پ گہو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وقت </w:t>
      </w:r>
      <w:r w:rsidR="00816B77" w:rsidRPr="00816B77">
        <w:rPr>
          <w:rtl/>
          <w:lang w:bidi="ur-PK"/>
        </w:rPr>
        <w:t>ا</w:t>
      </w:r>
      <w:r>
        <w:rPr>
          <w:rtl/>
        </w:rPr>
        <w:t>پ کے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دروس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</w:t>
      </w:r>
      <w:r w:rsidR="00816B77" w:rsidRPr="00816B77">
        <w:rPr>
          <w:rtl/>
          <w:lang w:bidi="ur-PK"/>
        </w:rPr>
        <w:t>ا</w:t>
      </w:r>
      <w:r>
        <w:rPr>
          <w:rtl/>
        </w:rPr>
        <w:t>گردوں کو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تھ</w:t>
      </w:r>
      <w:r>
        <w:rPr>
          <w:rFonts w:hint="cs"/>
          <w:rtl/>
        </w:rPr>
        <w:t>ی</w:t>
      </w:r>
      <w:r>
        <w:rPr>
          <w:rtl/>
        </w:rPr>
        <w:t xml:space="preserve"> کہ جب  </w:t>
      </w:r>
      <w:r w:rsidR="00816B77" w:rsidRPr="00816B77">
        <w:rPr>
          <w:rtl/>
          <w:lang w:bidi="ur-PK"/>
        </w:rPr>
        <w:t>ا</w:t>
      </w:r>
      <w:r>
        <w:rPr>
          <w:rtl/>
        </w:rPr>
        <w:t>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مجتہد ہونے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کے دودھ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جن</w:t>
      </w:r>
      <w:r w:rsidR="00816B77" w:rsidRPr="00816B77">
        <w:rPr>
          <w:rtl/>
          <w:lang w:bidi="ur-PK"/>
        </w:rPr>
        <w:t>ا</w:t>
      </w:r>
      <w:r>
        <w:rPr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D6D4F" w:rsidRPr="008D6D4F">
        <w:rPr>
          <w:rtl/>
          <w:lang w:bidi="ur-PK"/>
        </w:rPr>
        <w:t>(رح)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جنہوں نے حضرت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کوخو</w:t>
      </w:r>
      <w:r w:rsidR="00816B77" w:rsidRPr="00816B77">
        <w:rPr>
          <w:rtl/>
          <w:lang w:bidi="ur-PK"/>
        </w:rPr>
        <w:t>ا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پ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D6D4F" w:rsidRPr="008D6D4F">
        <w:rPr>
          <w:rtl/>
          <w:lang w:bidi="ur-PK"/>
        </w:rPr>
        <w:t>(ع)</w:t>
      </w:r>
      <w:r>
        <w:rPr>
          <w:rtl/>
        </w:rPr>
        <w:t xml:space="preserve"> کے 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تھوں کو پکڑ کے </w:t>
      </w:r>
      <w:r w:rsidR="00816B77" w:rsidRPr="00816B77">
        <w:rPr>
          <w:rtl/>
          <w:lang w:bidi="ur-PK"/>
        </w:rPr>
        <w:t>ا</w:t>
      </w:r>
      <w:r>
        <w:rPr>
          <w:rtl/>
        </w:rPr>
        <w:t>پ کے پ</w:t>
      </w:r>
      <w:r w:rsidR="00816B77" w:rsidRPr="00816B77">
        <w:rPr>
          <w:rtl/>
          <w:lang w:bidi="ur-PK"/>
        </w:rPr>
        <w:t>ا</w:t>
      </w:r>
      <w:r>
        <w:rPr>
          <w:rtl/>
        </w:rPr>
        <w:t>س 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دوجب خو</w:t>
      </w:r>
      <w:r w:rsidR="00816B77" w:rsidRPr="00816B77">
        <w:rPr>
          <w:rtl/>
          <w:lang w:bidi="ur-PK"/>
        </w:rPr>
        <w:t>ا</w:t>
      </w:r>
      <w:r>
        <w:rPr>
          <w:rtl/>
        </w:rPr>
        <w:t>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ہوئے تو بڑ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لت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!!!</w:t>
      </w:r>
    </w:p>
    <w:p w:rsidR="003F6511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صبح ہوئ</w:t>
      </w:r>
      <w:r>
        <w:rPr>
          <w:rFonts w:hint="cs"/>
          <w:rtl/>
        </w:rPr>
        <w:t>ی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یؓ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مرتض</w:t>
      </w:r>
      <w:r>
        <w:rPr>
          <w:rFonts w:hint="cs"/>
          <w:rtl/>
        </w:rPr>
        <w:t>یؓ</w:t>
      </w:r>
      <w:r>
        <w:rPr>
          <w:rtl/>
        </w:rPr>
        <w:t xml:space="preserve"> کے 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تھوں کو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در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پکڑ کے 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جن</w:t>
      </w:r>
      <w:r w:rsidR="00816B77" w:rsidRPr="00816B77">
        <w:rPr>
          <w:rtl/>
          <w:lang w:bidi="ur-PK"/>
        </w:rPr>
        <w:t>ا</w:t>
      </w:r>
      <w:r>
        <w:rPr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! </w:t>
      </w:r>
      <w:r w:rsidR="00816B77" w:rsidRPr="00816B77">
        <w:rPr>
          <w:rtl/>
          <w:lang w:bidi="ur-PK"/>
        </w:rPr>
        <w:t>ا</w:t>
      </w:r>
      <w:r>
        <w:rPr>
          <w:rtl/>
        </w:rPr>
        <w:t>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فقہ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F6511" w:rsidRDefault="003F6511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3F6511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ع</w:t>
      </w:r>
      <w:r w:rsidRPr="00816B77">
        <w:rPr>
          <w:rtl/>
          <w:lang w:bidi="ur-PK"/>
        </w:rPr>
        <w:t>ا</w:t>
      </w:r>
      <w:r w:rsidR="005A2492">
        <w:rPr>
          <w:rtl/>
        </w:rPr>
        <w:t>لم کہت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ہود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نے مجھ سے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کہ مجھے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تعل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دو ت</w:t>
      </w:r>
      <w:r w:rsidRPr="00816B77">
        <w:rPr>
          <w:rtl/>
          <w:lang w:bidi="ur-PK"/>
        </w:rPr>
        <w:t>ا</w:t>
      </w:r>
      <w:r w:rsidR="005A2492">
        <w:rPr>
          <w:rtl/>
        </w:rPr>
        <w:t>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مسلم</w:t>
      </w:r>
      <w:r w:rsidRPr="00816B77">
        <w:rPr>
          <w:rtl/>
          <w:lang w:bidi="ur-PK"/>
        </w:rPr>
        <w:t>ا</w:t>
      </w:r>
      <w:r w:rsidR="005A2492">
        <w:rPr>
          <w:rtl/>
        </w:rPr>
        <w:t>ن ہوج</w:t>
      </w:r>
      <w:r w:rsidRPr="00816B77">
        <w:rPr>
          <w:rtl/>
          <w:lang w:bidi="ur-PK"/>
        </w:rPr>
        <w:t>ا</w:t>
      </w:r>
      <w:r w:rsidR="005A2492">
        <w:rPr>
          <w:rtl/>
        </w:rPr>
        <w:t>ؤںم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وجہ در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فت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تو کہنے لگ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مجھے بچپنے سے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سے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لگ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ؤ ہے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سل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 ک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بڑ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ہوں</w:t>
      </w:r>
      <w:r w:rsidRPr="00816B77">
        <w:rPr>
          <w:rtl/>
          <w:lang w:bidi="ur-PK"/>
        </w:rPr>
        <w:t>ا</w:t>
      </w:r>
      <w:r w:rsidR="005A2492">
        <w:rPr>
          <w:rtl/>
        </w:rPr>
        <w:t>ور جب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سکون ملت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جب تک 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ذ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تم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نہ ہو،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کے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کھڑ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رہت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ہوںم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سے وجہ در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فت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نے کہ</w:t>
      </w:r>
      <w:r w:rsidRPr="00816B77">
        <w:rPr>
          <w:rtl/>
          <w:lang w:bidi="ur-PK"/>
        </w:rPr>
        <w:t>ا</w:t>
      </w:r>
      <w:r w:rsidR="005A2492">
        <w:rPr>
          <w:rtl/>
        </w:rPr>
        <w:t>: درست ہے جب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ہم</w:t>
      </w:r>
      <w:r w:rsidRPr="00816B77">
        <w:rPr>
          <w:rtl/>
          <w:lang w:bidi="ur-PK"/>
        </w:rPr>
        <w:t>ا</w:t>
      </w:r>
      <w:r w:rsidR="005A2492">
        <w:rPr>
          <w:rtl/>
        </w:rPr>
        <w:t>رے ہمس</w:t>
      </w:r>
      <w:r w:rsidRPr="00816B77">
        <w:rPr>
          <w:rtl/>
          <w:lang w:bidi="ur-PK"/>
        </w:rPr>
        <w:t>ا</w:t>
      </w:r>
      <w:r w:rsidR="005A2492">
        <w:rPr>
          <w:rtl/>
        </w:rPr>
        <w:t>ئے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مسلم</w:t>
      </w:r>
      <w:r w:rsidRPr="00816B77">
        <w:rPr>
          <w:rtl/>
          <w:lang w:bidi="ur-PK"/>
        </w:rPr>
        <w:t>ا</w:t>
      </w:r>
      <w:r w:rsidR="005A2492">
        <w:rPr>
          <w:rtl/>
        </w:rPr>
        <w:t>ن مول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رہت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جس نے </w:t>
      </w:r>
      <w:r w:rsidRPr="00816B77">
        <w:rPr>
          <w:rtl/>
          <w:lang w:bidi="ur-PK"/>
        </w:rPr>
        <w:t>ا</w:t>
      </w:r>
      <w:r w:rsidR="005A2492">
        <w:rPr>
          <w:rtl/>
        </w:rPr>
        <w:t>سکے ک</w:t>
      </w:r>
      <w:r w:rsidRPr="00816B77">
        <w:rPr>
          <w:rtl/>
          <w:lang w:bidi="ur-PK"/>
        </w:rPr>
        <w:t>ا</w:t>
      </w:r>
      <w:r w:rsidR="005A2492">
        <w:rPr>
          <w:rtl/>
        </w:rPr>
        <w:t>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و 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Pr="00816B77">
        <w:rPr>
          <w:rtl/>
          <w:lang w:bidi="ur-PK"/>
        </w:rPr>
        <w:t>ا</w:t>
      </w:r>
      <w:r w:rsidR="005A2492">
        <w:rPr>
          <w:rtl/>
        </w:rPr>
        <w:t>مت پڑھ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3F6511" w:rsidRPr="007741D8">
        <w:rPr>
          <w:rStyle w:val="libFootnotenumChar"/>
          <w:rFonts w:hint="cs"/>
          <w:rtl/>
        </w:rPr>
        <w:t>(1)</w:t>
      </w:r>
    </w:p>
    <w:p w:rsidR="005A2492" w:rsidRDefault="005A2492" w:rsidP="003A50EA">
      <w:pPr>
        <w:pStyle w:val="Heading1"/>
        <w:rPr>
          <w:rtl/>
        </w:rPr>
      </w:pPr>
      <w:bookmarkStart w:id="40" w:name="_Toc393190465"/>
      <w:r>
        <w:rPr>
          <w:rFonts w:hint="eastAsia"/>
          <w:rtl/>
        </w:rPr>
        <w:t>دودھ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4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بچےّ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 w:rsidR="00816B77" w:rsidRPr="00816B77">
        <w:rPr>
          <w:rtl/>
          <w:lang w:bidi="ur-PK"/>
        </w:rPr>
        <w:t>ا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کے دودھ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بڑ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</w:t>
      </w:r>
      <w:r w:rsidR="00816B77" w:rsidRPr="00816B77">
        <w:rPr>
          <w:rFonts w:hint="cs"/>
          <w:rtl/>
          <w:lang w:bidi="ur-PK"/>
        </w:rPr>
        <w:t>ا</w:t>
      </w:r>
      <w:r w:rsidRPr="00E67D25">
        <w:rPr>
          <w:rFonts w:hint="cs"/>
          <w:rtl/>
        </w:rPr>
        <w:t>ث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ر ہے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5A2492" w:rsidP="003F6511">
      <w:pPr>
        <w:pStyle w:val="libNormal"/>
        <w:rPr>
          <w:rtl/>
        </w:rPr>
      </w:pPr>
      <w:r w:rsidRPr="003A50EA">
        <w:rPr>
          <w:rStyle w:val="libArabicChar"/>
          <w:rFonts w:hint="eastAsia"/>
          <w:rtl/>
        </w:rPr>
        <w:t>ف</w:t>
      </w:r>
      <w:r w:rsidR="00CF3D62" w:rsidRPr="00CF3D62">
        <w:rPr>
          <w:rStyle w:val="libArabicChar"/>
          <w:rFonts w:hint="eastAsia"/>
          <w:rtl/>
        </w:rPr>
        <w:t>ا</w:t>
      </w:r>
      <w:r w:rsidRPr="003A50EA">
        <w:rPr>
          <w:rStyle w:val="libArabicChar"/>
          <w:rFonts w:hint="eastAsia"/>
          <w:rtl/>
        </w:rPr>
        <w:t>نظرو</w:t>
      </w:r>
      <w:r w:rsidR="00CF3D62" w:rsidRPr="00CF3D62">
        <w:rPr>
          <w:rStyle w:val="libArabicChar"/>
          <w:rFonts w:hint="eastAsia"/>
          <w:rtl/>
        </w:rPr>
        <w:t>ا</w:t>
      </w:r>
      <w:r w:rsidRPr="003A50EA">
        <w:rPr>
          <w:rStyle w:val="libArabicChar"/>
          <w:rtl/>
        </w:rPr>
        <w:t xml:space="preserve"> من ترضع </w:t>
      </w:r>
      <w:r w:rsidR="00CF3D62" w:rsidRPr="00CF3D62">
        <w:rPr>
          <w:rStyle w:val="libArabicChar"/>
          <w:rtl/>
        </w:rPr>
        <w:t>ا</w:t>
      </w:r>
      <w:r w:rsidRPr="003A50EA">
        <w:rPr>
          <w:rStyle w:val="libArabicChar"/>
          <w:rtl/>
        </w:rPr>
        <w:t>ول</w:t>
      </w:r>
      <w:r w:rsidR="00CF3D62" w:rsidRPr="00CF3D62">
        <w:rPr>
          <w:rStyle w:val="libArabicChar"/>
          <w:rtl/>
        </w:rPr>
        <w:t>ا</w:t>
      </w:r>
      <w:r w:rsidRPr="003A50EA">
        <w:rPr>
          <w:rStyle w:val="libArabicChar"/>
          <w:rtl/>
        </w:rPr>
        <w:t xml:space="preserve">دکم </w:t>
      </w:r>
      <w:r w:rsidR="00CF3D62" w:rsidRPr="00CF3D62">
        <w:rPr>
          <w:rStyle w:val="libArabicChar"/>
          <w:rtl/>
        </w:rPr>
        <w:t>ا</w:t>
      </w:r>
      <w:r w:rsidRPr="003A50EA">
        <w:rPr>
          <w:rStyle w:val="libArabicChar"/>
          <w:rtl/>
        </w:rPr>
        <w:t xml:space="preserve">نّ </w:t>
      </w:r>
      <w:r w:rsidR="00CF3D62" w:rsidRPr="00CF3D62">
        <w:rPr>
          <w:rStyle w:val="libArabicChar"/>
          <w:rtl/>
        </w:rPr>
        <w:t>ا</w:t>
      </w:r>
      <w:r w:rsidRPr="003A50EA">
        <w:rPr>
          <w:rStyle w:val="libArabicChar"/>
          <w:rtl/>
        </w:rPr>
        <w:t xml:space="preserve">لولد </w:t>
      </w:r>
      <w:r w:rsidRPr="003A50EA">
        <w:rPr>
          <w:rStyle w:val="libArabicChar"/>
          <w:rFonts w:hint="cs"/>
          <w:rtl/>
        </w:rPr>
        <w:t>ی</w:t>
      </w:r>
      <w:r w:rsidRPr="003A50EA">
        <w:rPr>
          <w:rStyle w:val="libArabicChar"/>
          <w:rFonts w:hint="eastAsia"/>
          <w:rtl/>
        </w:rPr>
        <w:t>شبّ</w:t>
      </w:r>
      <w:r w:rsidRPr="003A50EA">
        <w:rPr>
          <w:rStyle w:val="libArabicChar"/>
          <w:rtl/>
        </w:rPr>
        <w:t xml:space="preserve"> عل</w:t>
      </w:r>
      <w:r w:rsidRPr="003A50EA">
        <w:rPr>
          <w:rStyle w:val="libArabicChar"/>
          <w:rFonts w:hint="cs"/>
          <w:rtl/>
        </w:rPr>
        <w:t>يه</w:t>
      </w:r>
      <w:r w:rsidRPr="00E67D25">
        <w:rPr>
          <w:rFonts w:hint="cs"/>
          <w:rtl/>
        </w:rPr>
        <w:t xml:space="preserve"> </w:t>
      </w:r>
      <w:r w:rsidR="003F6511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کون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دوں کو دودھ پل</w:t>
      </w:r>
      <w:r w:rsidR="00816B77" w:rsidRPr="00816B77">
        <w:rPr>
          <w:rtl/>
          <w:lang w:bidi="ur-PK"/>
        </w:rPr>
        <w:t>ا</w:t>
      </w:r>
      <w:r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بچےّ ک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منحصر ہے </w:t>
      </w:r>
    </w:p>
    <w:p w:rsidR="005A2492" w:rsidRDefault="005A2492" w:rsidP="003F6511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</w:t>
      </w:r>
      <w:r w:rsidRPr="00F4194C">
        <w:rPr>
          <w:rStyle w:val="libArabicChar"/>
          <w:rFonts w:hint="cs"/>
          <w:rtl/>
        </w:rPr>
        <w:t>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مَّ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سْحَ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قَ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تُرْضِعِيهِ مِنْ ثَدْيٍ 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حِدٍ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رْضِعِيهِ مِنْ كِلَيْهِمَ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يَكُونُ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حَدُهُمَ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طَعَ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خَرُ شَرَ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</w:t>
      </w:r>
      <w:r w:rsidR="00CF3D62" w:rsidRPr="00CF3D62">
        <w:rPr>
          <w:rStyle w:val="libArabicChar"/>
          <w:rFonts w:hint="cs"/>
          <w:rtl/>
        </w:rPr>
        <w:t>ا</w:t>
      </w:r>
      <w:r w:rsidR="003F6511" w:rsidRPr="007741D8">
        <w:rPr>
          <w:rStyle w:val="libFootnotenumChar"/>
          <w:rFonts w:hint="cs"/>
          <w:rtl/>
        </w:rPr>
        <w:t>(3)</w:t>
      </w:r>
    </w:p>
    <w:p w:rsidR="003A50EA" w:rsidRDefault="00816B77" w:rsidP="003A50EA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Pr="00816B77">
        <w:rPr>
          <w:rtl/>
          <w:lang w:bidi="ur-PK"/>
        </w:rPr>
        <w:t>ا</w:t>
      </w:r>
      <w:r w:rsidR="005A2492">
        <w:rPr>
          <w:rtl/>
        </w:rPr>
        <w:t>سح</w:t>
      </w:r>
      <w:r w:rsidRPr="00816B77">
        <w:rPr>
          <w:rtl/>
          <w:lang w:bidi="ur-PK"/>
        </w:rPr>
        <w:t>ا</w:t>
      </w:r>
      <w:r w:rsidR="005A2492">
        <w:rPr>
          <w:rtl/>
        </w:rPr>
        <w:t>ق بچےّ کو دونوں پست</w:t>
      </w:r>
      <w:r w:rsidRPr="00816B77">
        <w:rPr>
          <w:rtl/>
          <w:lang w:bidi="ur-PK"/>
        </w:rPr>
        <w:t>ا</w:t>
      </w:r>
      <w:r w:rsidR="005A2492">
        <w:rPr>
          <w:rtl/>
        </w:rPr>
        <w:t>نوں سے دودھ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کرو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چھ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دودھ روٹ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دوسر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چھ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دودھ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  </w:t>
      </w:r>
    </w:p>
    <w:p w:rsidR="005A2492" w:rsidRDefault="005A2492" w:rsidP="003A50EA">
      <w:pPr>
        <w:pStyle w:val="Heading1"/>
        <w:rPr>
          <w:rtl/>
        </w:rPr>
      </w:pPr>
      <w:bookmarkStart w:id="41" w:name="_Toc393190466"/>
      <w:r>
        <w:rPr>
          <w:rFonts w:hint="eastAsia"/>
          <w:rtl/>
        </w:rPr>
        <w:t>بچےّ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bookmarkEnd w:id="41"/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بچوّں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 ہے وہ کھ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دور</w:t>
      </w:r>
      <w:r w:rsidR="00816B77" w:rsidRPr="00816B77">
        <w:rPr>
          <w:rtl/>
          <w:lang w:bidi="ur-PK"/>
        </w:rPr>
        <w:t>ا</w:t>
      </w:r>
      <w:r>
        <w:rPr>
          <w:rtl/>
        </w:rPr>
        <w:t>ن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</w:t>
      </w:r>
      <w:r w:rsidR="00816B77" w:rsidRPr="00816B77">
        <w:rPr>
          <w:rtl/>
          <w:lang w:bidi="ur-PK"/>
        </w:rPr>
        <w:t>ا</w:t>
      </w:r>
      <w:r>
        <w:rPr>
          <w:rtl/>
        </w:rPr>
        <w:t>ز،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</w:t>
      </w:r>
      <w:r w:rsidR="00816B77" w:rsidRPr="00816B77">
        <w:rPr>
          <w:rtl/>
          <w:lang w:bidi="ur-PK"/>
        </w:rPr>
        <w:t>ا</w:t>
      </w:r>
      <w:r>
        <w:rPr>
          <w:rtl/>
        </w:rPr>
        <w:t>طف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تجربہ ح</w:t>
      </w:r>
      <w:r w:rsidR="00816B77" w:rsidRPr="00816B77">
        <w:rPr>
          <w:rtl/>
          <w:lang w:bidi="ur-PK"/>
        </w:rPr>
        <w:t>ا</w:t>
      </w:r>
      <w:r>
        <w:rPr>
          <w:rtl/>
        </w:rPr>
        <w:t>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سکون ح</w:t>
      </w:r>
      <w:r w:rsidR="00816B77" w:rsidRPr="00816B77">
        <w:rPr>
          <w:rtl/>
          <w:lang w:bidi="ur-PK"/>
        </w:rPr>
        <w:t>ا</w:t>
      </w:r>
      <w:r>
        <w:rPr>
          <w:rtl/>
        </w:rPr>
        <w:t>صل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بچےّ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ہستہ </w:t>
      </w:r>
      <w:r w:rsidR="00816B77" w:rsidRPr="00816B77">
        <w:rPr>
          <w:rtl/>
          <w:lang w:bidi="ur-PK"/>
        </w:rPr>
        <w:t>ا</w:t>
      </w:r>
      <w:r>
        <w:rPr>
          <w:rtl/>
        </w:rPr>
        <w:t>ہستہ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3F6511" w:rsidRDefault="003F6511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A50EA" w:rsidRDefault="003F6511" w:rsidP="003A50E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3A50EA">
        <w:rPr>
          <w:rtl/>
        </w:rPr>
        <w:t xml:space="preserve"> وس</w:t>
      </w:r>
      <w:r w:rsidR="00816B77" w:rsidRPr="00816B77">
        <w:rPr>
          <w:rtl/>
        </w:rPr>
        <w:t>ا</w:t>
      </w:r>
      <w:r w:rsidR="003A50EA">
        <w:rPr>
          <w:rtl/>
        </w:rPr>
        <w:t>ئل،ج</w:t>
      </w:r>
      <w:r w:rsidR="00C15B30" w:rsidRPr="00C15B30">
        <w:rPr>
          <w:rFonts w:hint="cs"/>
          <w:rtl/>
        </w:rPr>
        <w:t>21</w:t>
      </w:r>
      <w:r w:rsidR="003A50EA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453</w:t>
      </w:r>
    </w:p>
    <w:p w:rsidR="003F6511" w:rsidRDefault="003F6511" w:rsidP="003A50E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3A50EA" w:rsidRPr="003A50EA">
        <w:rPr>
          <w:rtl/>
        </w:rPr>
        <w:t xml:space="preserve"> </w:t>
      </w:r>
      <w:r w:rsidR="003A50EA" w:rsidRPr="000B1FC0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3A50EA" w:rsidRPr="000B1FC0">
        <w:rPr>
          <w:rStyle w:val="libFootNoteArabicChar"/>
          <w:rtl/>
        </w:rPr>
        <w:t>ئل،ج</w:t>
      </w:r>
      <w:r w:rsidR="00C15B30" w:rsidRPr="000B1FC0">
        <w:rPr>
          <w:rStyle w:val="libFootNoteArabicChar"/>
          <w:rFonts w:hint="cs"/>
          <w:rtl/>
        </w:rPr>
        <w:t>21</w:t>
      </w:r>
      <w:r w:rsidR="003A50EA" w:rsidRPr="000B1FC0">
        <w:rPr>
          <w:rStyle w:val="libFootNoteArabicChar"/>
          <w:rFonts w:hint="cs"/>
          <w:rtl/>
        </w:rPr>
        <w:t>،ص</w:t>
      </w:r>
      <w:r w:rsidR="00C15B30" w:rsidRPr="000B1FC0">
        <w:rPr>
          <w:rStyle w:val="libFootNoteArabicChar"/>
          <w:rFonts w:hint="cs"/>
          <w:rtl/>
        </w:rPr>
        <w:t>453</w:t>
      </w:r>
      <w:r w:rsidRPr="000B1FC0">
        <w:rPr>
          <w:rStyle w:val="libFootNoteArabicChar"/>
          <w:rFonts w:hint="cs"/>
          <w:rtl/>
        </w:rPr>
        <w:t>(3):-</w:t>
      </w:r>
      <w:r w:rsidR="003A50EA" w:rsidRPr="000B1FC0">
        <w:rPr>
          <w:rStyle w:val="libFootNoteArabicChar"/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3A50EA" w:rsidRPr="000B1FC0">
        <w:rPr>
          <w:rStyle w:val="libFootNoteArabicChar"/>
          <w:rtl/>
        </w:rPr>
        <w:t>ل</w:t>
      </w:r>
      <w:r w:rsidR="003A50EA" w:rsidRPr="000B1FC0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A50EA" w:rsidRPr="000B1FC0">
        <w:rPr>
          <w:rStyle w:val="libFootNoteArabicChar"/>
          <w:rFonts w:hint="cs"/>
          <w:rtl/>
        </w:rPr>
        <w:t>في،ج6،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A50EA" w:rsidRPr="000B1FC0">
        <w:rPr>
          <w:rStyle w:val="libFootNoteArabicChar"/>
          <w:rFonts w:hint="cs"/>
          <w:rtl/>
        </w:rPr>
        <w:t>ب ت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A50EA" w:rsidRPr="000B1FC0">
        <w:rPr>
          <w:rStyle w:val="libFootNoteArabicChar"/>
          <w:rFonts w:hint="cs"/>
          <w:rtl/>
        </w:rPr>
        <w:t xml:space="preserve">ديب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A50EA" w:rsidRPr="000B1FC0">
        <w:rPr>
          <w:rStyle w:val="libFootNoteArabicChar"/>
          <w:rFonts w:hint="cs"/>
          <w:rtl/>
        </w:rPr>
        <w:t>لولد، ص : 46</w:t>
      </w:r>
    </w:p>
    <w:p w:rsidR="003F6511" w:rsidRPr="003A50EA" w:rsidRDefault="003F6511" w:rsidP="00A60F54">
      <w:pPr>
        <w:pStyle w:val="libPoemTini"/>
        <w:rPr>
          <w:rtl/>
        </w:rPr>
      </w:pPr>
      <w:r w:rsidRPr="003A50EA">
        <w:rPr>
          <w:rtl/>
        </w:rPr>
        <w:br w:type="page"/>
      </w:r>
    </w:p>
    <w:p w:rsidR="005A2492" w:rsidRDefault="005A2492" w:rsidP="003F6511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lastRenderedPageBreak/>
        <w:t>عَن</w:t>
      </w:r>
      <w:r w:rsidRPr="00F4194C">
        <w:rPr>
          <w:rStyle w:val="libArabicChar"/>
          <w:rFonts w:hint="cs"/>
          <w:rtl/>
        </w:rPr>
        <w:t>ْ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ع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لْغُلَ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مُ يَلْعَبُ سَبْعَ سِنِينَ وَ يَتَعَلَّمُ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لْكِتَ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 سَبْعَ سِن</w:t>
      </w:r>
      <w:r w:rsidRPr="00F4194C">
        <w:rPr>
          <w:rStyle w:val="libArabicChar"/>
          <w:rtl/>
        </w:rPr>
        <w:t>ِ</w:t>
      </w:r>
      <w:r w:rsidRPr="00F4194C">
        <w:rPr>
          <w:rStyle w:val="libArabicChar"/>
          <w:rFonts w:hint="cs"/>
          <w:rtl/>
        </w:rPr>
        <w:t xml:space="preserve">ينَ وَ يَتَعَلَّمُ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لْحَلَ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لْحَرَ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مَ سَبْعَ سِنِينَ</w:t>
      </w:r>
      <w:r w:rsidR="003F6511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بچہ س</w:t>
      </w:r>
      <w:r w:rsidR="00816B77" w:rsidRPr="00816B77">
        <w:rPr>
          <w:rtl/>
          <w:lang w:bidi="ur-PK"/>
        </w:rPr>
        <w:t>ا</w:t>
      </w:r>
      <w:r>
        <w:rPr>
          <w:rtl/>
        </w:rPr>
        <w:t>ت س</w:t>
      </w:r>
      <w:r w:rsidR="00816B77" w:rsidRPr="00816B77">
        <w:rPr>
          <w:rtl/>
          <w:lang w:bidi="ur-PK"/>
        </w:rPr>
        <w:t>ا</w:t>
      </w:r>
      <w:r>
        <w:rPr>
          <w:rtl/>
        </w:rPr>
        <w:t>ل تک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رہے،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بعد س</w:t>
      </w:r>
      <w:r w:rsidR="00816B77" w:rsidRPr="00816B77">
        <w:rPr>
          <w:rtl/>
          <w:lang w:bidi="ur-PK"/>
        </w:rPr>
        <w:t>ا</w:t>
      </w:r>
      <w:r>
        <w:rPr>
          <w:rtl/>
        </w:rPr>
        <w:t>ت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سےلکھن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پڑھن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ؤ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بعد س</w:t>
      </w:r>
      <w:r w:rsidR="00816B77" w:rsidRPr="00816B77">
        <w:rPr>
          <w:rtl/>
          <w:lang w:bidi="ur-PK"/>
        </w:rPr>
        <w:t>ا</w:t>
      </w:r>
      <w:r>
        <w:rPr>
          <w:rtl/>
        </w:rPr>
        <w:t>ت س</w:t>
      </w:r>
      <w:r w:rsidR="00816B77" w:rsidRPr="00816B77">
        <w:rPr>
          <w:rtl/>
          <w:lang w:bidi="ur-PK"/>
        </w:rPr>
        <w:t>ا</w:t>
      </w:r>
      <w:r>
        <w:rPr>
          <w:rtl/>
        </w:rPr>
        <w:t>ل زندگ</w:t>
      </w:r>
      <w:r>
        <w:rPr>
          <w:rFonts w:hint="cs"/>
          <w:rtl/>
        </w:rPr>
        <w:t>ی</w:t>
      </w:r>
      <w:r>
        <w:rPr>
          <w:rtl/>
        </w:rPr>
        <w:t xml:space="preserve"> کے قو</w:t>
      </w:r>
      <w:r w:rsidR="00816B77" w:rsidRPr="00816B77">
        <w:rPr>
          <w:rtl/>
          <w:lang w:bidi="ur-PK"/>
        </w:rPr>
        <w:t>ا</w:t>
      </w:r>
      <w:r>
        <w:rPr>
          <w:rtl/>
        </w:rPr>
        <w:t>عد و مقرر</w:t>
      </w:r>
      <w:r w:rsidR="00816B77" w:rsidRPr="00816B77">
        <w:rPr>
          <w:rtl/>
          <w:lang w:bidi="ur-PK"/>
        </w:rPr>
        <w:t>ا</w:t>
      </w:r>
      <w:r>
        <w:rPr>
          <w:rtl/>
        </w:rPr>
        <w:t>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حل</w:t>
      </w:r>
      <w:r w:rsidR="00816B77" w:rsidRPr="00816B77">
        <w:rPr>
          <w:rtl/>
          <w:lang w:bidi="ur-PK"/>
        </w:rPr>
        <w:t>ا</w:t>
      </w:r>
      <w:r>
        <w:rPr>
          <w:rtl/>
        </w:rPr>
        <w:t>ل و حر</w:t>
      </w:r>
      <w:r w:rsidR="00816B77" w:rsidRPr="00816B77">
        <w:rPr>
          <w:rtl/>
          <w:lang w:bidi="ur-PK"/>
        </w:rPr>
        <w:t>ا</w:t>
      </w:r>
      <w:r>
        <w:rPr>
          <w:rtl/>
        </w:rPr>
        <w:t>م سکھ</w:t>
      </w:r>
      <w:r w:rsidR="00816B77" w:rsidRPr="00816B77">
        <w:rPr>
          <w:rtl/>
          <w:lang w:bidi="ur-PK"/>
        </w:rPr>
        <w:t>ا</w:t>
      </w:r>
      <w:r>
        <w:rPr>
          <w:rtl/>
        </w:rPr>
        <w:t>ؤ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دوسر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3F6511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دَعِ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ب</w:t>
      </w:r>
      <w:r w:rsidRPr="00F4194C">
        <w:rPr>
          <w:rStyle w:val="libArabicChar"/>
          <w:rFonts w:hint="cs"/>
          <w:rtl/>
        </w:rPr>
        <w:t xml:space="preserve">ْنَكَ يَلْعَبْ سَبْعَ سِنِينَ وَ يُؤَدَّبْ سَبْعَ سِنِينَ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لْزِمْهُ نَفْسَكَ سَبْعَ سِنِينَ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فْلَحَ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مِمَّنْ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خَيْرَ فِيهِ</w:t>
      </w:r>
      <w:r w:rsidR="003F6511" w:rsidRPr="007741D8">
        <w:rPr>
          <w:rStyle w:val="libFootnotenumChar"/>
          <w:rFonts w:hint="cs"/>
          <w:rtl/>
        </w:rPr>
        <w:t>(2)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ٹے</w:t>
      </w:r>
      <w:r w:rsidR="005A2492">
        <w:rPr>
          <w:rtl/>
        </w:rPr>
        <w:t xml:space="preserve"> کو س</w:t>
      </w:r>
      <w:r w:rsidRPr="00816B77">
        <w:rPr>
          <w:rtl/>
          <w:lang w:bidi="ur-PK"/>
        </w:rPr>
        <w:t>ا</w:t>
      </w:r>
      <w:r w:rsidR="005A2492">
        <w:rPr>
          <w:rtl/>
        </w:rPr>
        <w:t>ت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 تک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 چھوڑ دو ت</w:t>
      </w:r>
      <w:r w:rsidRPr="00816B77">
        <w:rPr>
          <w:rtl/>
          <w:lang w:bidi="ur-PK"/>
        </w:rPr>
        <w:t>ا</w:t>
      </w:r>
      <w:r w:rsidR="005A2492">
        <w:rPr>
          <w:rtl/>
        </w:rPr>
        <w:t>کہ وہ کھ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لے</w:t>
      </w:r>
      <w:r w:rsidR="005A2492">
        <w:rPr>
          <w:rtl/>
        </w:rPr>
        <w:t xml:space="preserve"> کودے، دوسرے س</w:t>
      </w:r>
      <w:r w:rsidRPr="00816B77">
        <w:rPr>
          <w:rtl/>
          <w:lang w:bidi="ur-PK"/>
        </w:rPr>
        <w:t>ا</w:t>
      </w:r>
      <w:r w:rsidR="005A2492">
        <w:rPr>
          <w:rtl/>
        </w:rPr>
        <w:t>ت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</w:t>
      </w:r>
      <w:r w:rsidRPr="00816B77">
        <w:rPr>
          <w:rtl/>
          <w:lang w:bidi="ur-PK"/>
        </w:rPr>
        <w:t>ا</w:t>
      </w:r>
      <w:r w:rsidR="005A2492">
        <w:rPr>
          <w:rtl/>
        </w:rPr>
        <w:t>دب سکھ</w:t>
      </w:r>
      <w:r w:rsidRPr="00816B77">
        <w:rPr>
          <w:rtl/>
          <w:lang w:bidi="ur-PK"/>
        </w:rPr>
        <w:t>ا</w:t>
      </w:r>
      <w:r w:rsidR="005A2492">
        <w:rPr>
          <w:rtl/>
        </w:rPr>
        <w:t>ؤ پھر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سرے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ت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س</w:t>
      </w:r>
      <w:r w:rsidRPr="00816B77">
        <w:rPr>
          <w:rtl/>
          <w:lang w:bidi="ur-PK"/>
        </w:rPr>
        <w:t>ا</w:t>
      </w:r>
      <w:r w:rsidR="005A2492">
        <w:rPr>
          <w:rtl/>
        </w:rPr>
        <w:t>تھ ک</w:t>
      </w:r>
      <w:r w:rsidRPr="00816B77">
        <w:rPr>
          <w:rtl/>
          <w:lang w:bidi="ur-PK"/>
        </w:rPr>
        <w:t>ا</w:t>
      </w:r>
      <w:r w:rsidR="005A2492">
        <w:rPr>
          <w:rtl/>
        </w:rPr>
        <w:t>موں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وہ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بن ج</w:t>
      </w:r>
      <w:r w:rsidRPr="00816B77">
        <w:rPr>
          <w:rtl/>
          <w:lang w:bidi="ur-PK"/>
        </w:rPr>
        <w:t>ا</w:t>
      </w:r>
      <w:r w:rsidR="005A2492">
        <w:rPr>
          <w:rtl/>
        </w:rPr>
        <w:t>ئے تو ٹھ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ورنہ وہ </w:t>
      </w:r>
      <w:r w:rsidRPr="00816B77">
        <w:rPr>
          <w:rtl/>
          <w:lang w:bidi="ur-PK"/>
        </w:rPr>
        <w:t>ا</w:t>
      </w:r>
      <w:r w:rsidR="005A2492">
        <w:rPr>
          <w:rtl/>
        </w:rPr>
        <w:t>ن لوگوں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موجود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5A2492" w:rsidP="003F6511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>
        <w:rPr>
          <w:rtl/>
        </w:rPr>
        <w:t xml:space="preserve"> </w:t>
      </w:r>
      <w:r w:rsidRPr="00F4194C">
        <w:rPr>
          <w:rStyle w:val="libArabicChar"/>
          <w:rtl/>
        </w:rPr>
        <w:t>سَمِع</w:t>
      </w:r>
      <w:r w:rsidRPr="00F4194C">
        <w:rPr>
          <w:rStyle w:val="libArabicChar"/>
          <w:rFonts w:hint="cs"/>
          <w:rtl/>
        </w:rPr>
        <w:t xml:space="preserve">ْتُ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لْعَبْدَ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لصَّ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لِحَ ع يَقُولُ تُسْتَحَبُّ عَرَ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مَةُ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لصَّبِيِّ ف</w:t>
      </w:r>
      <w:r w:rsidRPr="00F4194C">
        <w:rPr>
          <w:rStyle w:val="libArabicChar"/>
          <w:rtl/>
        </w:rPr>
        <w:t>ِ</w:t>
      </w:r>
      <w:r w:rsidRPr="00F4194C">
        <w:rPr>
          <w:rStyle w:val="libArabicChar"/>
          <w:rFonts w:hint="cs"/>
          <w:rtl/>
        </w:rPr>
        <w:t>ي صِغَرِهِ لِيَكُونَ حَلِيم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فِي كِبَرِهِ ثُمَّ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يَنْبَغِي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يَكُونَ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هَكَذَ</w:t>
      </w:r>
      <w:r w:rsidR="00CF3D62" w:rsidRPr="00CF3D62">
        <w:rPr>
          <w:rStyle w:val="libArabicChar"/>
          <w:rFonts w:hint="cs"/>
          <w:rtl/>
        </w:rPr>
        <w:t>ا</w:t>
      </w:r>
      <w:r w:rsidR="003F6511" w:rsidRPr="007741D8">
        <w:rPr>
          <w:rStyle w:val="libFootnotenumChar"/>
          <w:rFonts w:hint="cs"/>
          <w:rtl/>
        </w:rPr>
        <w:t>(3)</w:t>
      </w:r>
      <w:r w:rsidRPr="00E67D25">
        <w:rPr>
          <w:rFonts w:hint="cs"/>
          <w:rtl/>
        </w:rPr>
        <w:t xml:space="preserve"> </w:t>
      </w:r>
    </w:p>
    <w:p w:rsidR="005A2492" w:rsidRDefault="005A2492" w:rsidP="000B1FC0">
      <w:pPr>
        <w:pStyle w:val="libNormal"/>
        <w:rPr>
          <w:rtl/>
        </w:rPr>
      </w:pP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ظم  </w:t>
      </w:r>
      <w:r w:rsidR="000B1FC0" w:rsidRPr="000B1FC0">
        <w:rPr>
          <w:rtl/>
          <w:lang w:bidi="ur-PK"/>
        </w:rPr>
        <w:t>(ع)</w:t>
      </w:r>
      <w:r>
        <w:rPr>
          <w:rtl/>
        </w:rPr>
        <w:t>کوفرم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ہوئے سن</w:t>
      </w:r>
      <w:r w:rsidR="00816B77" w:rsidRPr="00816B77">
        <w:rPr>
          <w:rtl/>
          <w:lang w:bidi="ur-PK"/>
        </w:rPr>
        <w:t>ا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بچوّں کو بچپنے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چھلنے کودنے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موقع دو ت</w:t>
      </w:r>
      <w:r w:rsidR="00816B77" w:rsidRPr="00816B77">
        <w:rPr>
          <w:rtl/>
          <w:lang w:bidi="ur-PK"/>
        </w:rPr>
        <w:t>ا</w:t>
      </w:r>
      <w:r>
        <w:rPr>
          <w:rtl/>
        </w:rPr>
        <w:t>کہ بڑے ہوکر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خوش خلق)بن 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بعد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B1FC0">
        <w:rPr>
          <w:rFonts w:hint="cs"/>
          <w:rtl/>
        </w:rPr>
        <w:t xml:space="preserve"> </w:t>
      </w: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معلوم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حضرت زہر</w:t>
      </w:r>
      <w:r w:rsidR="00816B77" w:rsidRPr="00816B77">
        <w:rPr>
          <w:rtl/>
          <w:lang w:bidi="ur-PK"/>
        </w:rPr>
        <w:t>ا</w:t>
      </w:r>
      <w:r>
        <w:rPr>
          <w:rtl/>
        </w:rPr>
        <w:t>ء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کس قدر بچوّں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 w:rsidR="00816B77" w:rsidRPr="00816B77">
        <w:rPr>
          <w:rtl/>
          <w:lang w:bidi="ur-PK"/>
        </w:rPr>
        <w:t>ا</w:t>
      </w:r>
      <w:r>
        <w:rPr>
          <w:rtl/>
        </w:rPr>
        <w:t>رت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حسن مجتب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کو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 w:rsidR="00816B77" w:rsidRPr="00816B77">
        <w:rPr>
          <w:rtl/>
          <w:lang w:bidi="ur-PK"/>
        </w:rPr>
        <w:t>ا</w:t>
      </w:r>
      <w:r>
        <w:rPr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شعر  کہہ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بچےّ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نفر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بہت مؤثر  ہوسکت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</w:t>
      </w:r>
    </w:p>
    <w:p w:rsidR="003F6511" w:rsidRDefault="003F6511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A34E0" w:rsidRDefault="003F6511" w:rsidP="00DA34E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DA34E0" w:rsidRPr="00DA34E0">
        <w:rPr>
          <w:rtl/>
        </w:rPr>
        <w:t xml:space="preserve"> </w:t>
      </w:r>
      <w:r w:rsidR="00DA34E0" w:rsidRPr="000B1FC0">
        <w:rPr>
          <w:rStyle w:val="libFootNoteArabicChar"/>
          <w:rtl/>
        </w:rPr>
        <w:t>من</w:t>
      </w:r>
      <w:r w:rsidR="00DA34E0" w:rsidRPr="000B1FC0">
        <w:rPr>
          <w:rStyle w:val="libFootNoteArabicChar"/>
          <w:rFonts w:hint="cs"/>
          <w:rtl/>
        </w:rPr>
        <w:t>‏ل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>يحضره‏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>لفقيه،ج3،ص492،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>ب ت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 xml:space="preserve">ديب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 xml:space="preserve">لولد و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>متح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>نه</w:t>
      </w:r>
      <w:r w:rsidR="00DA34E0" w:rsidRPr="00816B77">
        <w:rPr>
          <w:rFonts w:hint="cs"/>
          <w:rtl/>
        </w:rPr>
        <w:t xml:space="preserve"> </w:t>
      </w:r>
    </w:p>
    <w:p w:rsidR="003F6511" w:rsidRDefault="003F6511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DA34E0" w:rsidRPr="00DA34E0">
        <w:rPr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DA34E0" w:rsidRPr="000B1FC0">
        <w:rPr>
          <w:rStyle w:val="libFootNoteArabicChar"/>
          <w:rtl/>
        </w:rPr>
        <w:t>ل</w:t>
      </w:r>
      <w:r w:rsidR="00DA34E0" w:rsidRPr="000B1FC0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>في،ج 6،ص 51،ب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 xml:space="preserve">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 xml:space="preserve">لتفرس في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>لغل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>م و م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A34E0" w:rsidRPr="000B1FC0">
        <w:rPr>
          <w:rStyle w:val="libFootNoteArabicChar"/>
          <w:rFonts w:hint="cs"/>
          <w:rtl/>
        </w:rPr>
        <w:t xml:space="preserve"> يستدل به</w:t>
      </w:r>
    </w:p>
    <w:p w:rsidR="00DA34E0" w:rsidRDefault="003F6511" w:rsidP="00DA34E0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DA34E0" w:rsidRPr="00DA34E0">
        <w:rPr>
          <w:rtl/>
        </w:rPr>
        <w:t xml:space="preserve"> </w:t>
      </w:r>
      <w:r w:rsidR="00DA34E0">
        <w:rPr>
          <w:rtl/>
        </w:rPr>
        <w:t>بح</w:t>
      </w:r>
      <w:r w:rsidR="00816B77" w:rsidRPr="00816B77">
        <w:rPr>
          <w:rtl/>
        </w:rPr>
        <w:t>ا</w:t>
      </w:r>
      <w:r w:rsidR="00DA34E0">
        <w:rPr>
          <w:rtl/>
        </w:rPr>
        <w:t>ر،ج</w:t>
      </w:r>
      <w:r w:rsidR="00C15B30" w:rsidRPr="00C15B30">
        <w:rPr>
          <w:rFonts w:hint="cs"/>
          <w:rtl/>
        </w:rPr>
        <w:t>1</w:t>
      </w:r>
      <w:r w:rsidR="0035346A" w:rsidRPr="0035346A">
        <w:rPr>
          <w:rFonts w:hint="cs"/>
          <w:rtl/>
        </w:rPr>
        <w:t>00</w:t>
      </w:r>
      <w:r w:rsidR="00DA34E0" w:rsidRPr="00816B77">
        <w:rPr>
          <w:rFonts w:hint="cs"/>
          <w:rtl/>
        </w:rPr>
        <w:t>، ص</w:t>
      </w:r>
      <w:r w:rsidR="00C15B30" w:rsidRPr="00C15B30">
        <w:rPr>
          <w:rFonts w:hint="cs"/>
          <w:rtl/>
        </w:rPr>
        <w:t>197</w:t>
      </w:r>
      <w:r w:rsidR="00DA34E0" w:rsidRPr="00816B77">
        <w:rPr>
          <w:rFonts w:hint="cs"/>
          <w:rtl/>
        </w:rPr>
        <w:t xml:space="preserve"> </w:t>
      </w:r>
    </w:p>
    <w:p w:rsidR="003F6511" w:rsidRDefault="003F6511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CF3D62" w:rsidP="00F4194C">
      <w:pPr>
        <w:pStyle w:val="libArabic"/>
        <w:rPr>
          <w:rtl/>
        </w:rPr>
      </w:pPr>
      <w:r w:rsidRPr="00CF3D62">
        <w:rPr>
          <w:rFonts w:hint="eastAsia"/>
          <w:rtl/>
        </w:rPr>
        <w:lastRenderedPageBreak/>
        <w:t>ا</w:t>
      </w:r>
      <w:r w:rsidR="005A2492">
        <w:rPr>
          <w:rFonts w:hint="eastAsia"/>
          <w:rtl/>
        </w:rPr>
        <w:t>شب</w:t>
      </w:r>
      <w:r w:rsidR="005A2492" w:rsidRPr="00CD0F9A">
        <w:rPr>
          <w:rFonts w:hint="cs"/>
          <w:rtl/>
        </w:rPr>
        <w:t>ه</w:t>
      </w:r>
      <w:r w:rsidR="005A2492">
        <w:rPr>
          <w:rtl/>
        </w:rPr>
        <w:t xml:space="preserve"> </w:t>
      </w:r>
      <w:r w:rsidRPr="00CF3D62">
        <w:rPr>
          <w:rtl/>
        </w:rPr>
        <w:t>ا</w:t>
      </w:r>
      <w:r w:rsidR="005A2492">
        <w:rPr>
          <w:rtl/>
        </w:rPr>
        <w:t>ب</w:t>
      </w:r>
      <w:r w:rsidRPr="00CF3D62">
        <w:rPr>
          <w:rtl/>
        </w:rPr>
        <w:t>ا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حسن   و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خلع عن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لحَّقَ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لرَّسَنَ</w:t>
      </w:r>
    </w:p>
    <w:p w:rsidR="005A2492" w:rsidRDefault="005A2492" w:rsidP="00F4194C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بُد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ه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ذ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لمِنَنِ           و 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 ذ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حَنٍ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!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بن کرظلم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حق ک</w:t>
      </w:r>
      <w:r>
        <w:rPr>
          <w:rFonts w:hint="cs"/>
          <w:rtl/>
        </w:rPr>
        <w:t>ی</w:t>
      </w:r>
      <w:r>
        <w:rPr>
          <w:rtl/>
        </w:rPr>
        <w:t xml:space="preserve"> گردن سے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 دو مہرب</w:t>
      </w:r>
      <w:r w:rsidR="00816B77" w:rsidRPr="00816B77">
        <w:rPr>
          <w:rtl/>
          <w:lang w:bidi="ur-PK"/>
        </w:rPr>
        <w:t>ا</w:t>
      </w:r>
      <w:r>
        <w:rPr>
          <w:rtl/>
        </w:rPr>
        <w:t>ن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دت کرو 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لے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 w:rsidR="00816B77" w:rsidRPr="00816B77">
        <w:rPr>
          <w:rtl/>
          <w:lang w:bidi="ur-PK"/>
        </w:rPr>
        <w:t>ا</w:t>
      </w:r>
      <w:r>
        <w:rPr>
          <w:rtl/>
        </w:rPr>
        <w:t>د سے دوست</w:t>
      </w:r>
      <w:r>
        <w:rPr>
          <w:rFonts w:hint="cs"/>
          <w:rtl/>
        </w:rPr>
        <w:t>ی</w:t>
      </w:r>
      <w:r>
        <w:rPr>
          <w:rtl/>
        </w:rPr>
        <w:t xml:space="preserve"> نہ کرو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کے بعد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کو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5A2492" w:rsidRDefault="00CF3D62" w:rsidP="00F4194C">
      <w:pPr>
        <w:pStyle w:val="libArabic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نتَ</w:t>
      </w:r>
      <w:r w:rsidR="005A2492">
        <w:rPr>
          <w:rtl/>
        </w:rPr>
        <w:t xml:space="preserve"> شَب</w:t>
      </w:r>
      <w:r w:rsidR="005A2492" w:rsidRPr="00CD0F9A">
        <w:rPr>
          <w:rFonts w:hint="cs"/>
          <w:rtl/>
        </w:rPr>
        <w:t>يه</w:t>
      </w:r>
      <w:r w:rsidR="005A2492">
        <w:rPr>
          <w:rFonts w:hint="cs"/>
          <w:rtl/>
        </w:rPr>
        <w:t>ّ بَ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ب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     لَستَ شب</w:t>
      </w:r>
      <w:r w:rsidR="005A2492" w:rsidRPr="00CD0F9A">
        <w:rPr>
          <w:rFonts w:hint="cs"/>
          <w:rtl/>
        </w:rPr>
        <w:t>يه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بِعَل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ٍّ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 !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لل</w:t>
      </w:r>
      <w:r w:rsidR="008D6D4F" w:rsidRPr="008D6D4F">
        <w:rPr>
          <w:rFonts w:hint="cs"/>
          <w:rtl/>
          <w:lang w:bidi="ur-PK"/>
        </w:rPr>
        <w:t>ہ</w:t>
      </w:r>
      <w:r>
        <w:rPr>
          <w:rFonts w:hint="cs"/>
          <w:rtl/>
        </w:rPr>
        <w:t>ﷺ</w:t>
      </w:r>
      <w:r>
        <w:rPr>
          <w:rtl/>
        </w:rPr>
        <w:t xml:space="preserve"> سے شب</w:t>
      </w:r>
      <w:r w:rsidR="00816B77" w:rsidRPr="00816B77">
        <w:rPr>
          <w:rtl/>
          <w:lang w:bidi="ur-PK"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رکھتے ہو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عل</w:t>
      </w:r>
      <w:r w:rsidR="009B349E" w:rsidRPr="009B349E">
        <w:rPr>
          <w:rFonts w:hint="cs"/>
          <w:rtl/>
          <w:lang w:bidi="ur-PK"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سن کر مسکر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رہے تھے </w:t>
      </w:r>
    </w:p>
    <w:p w:rsidR="005A2492" w:rsidRDefault="005A2492" w:rsidP="008D053C">
      <w:pPr>
        <w:pStyle w:val="Heading1"/>
        <w:rPr>
          <w:rtl/>
        </w:rPr>
      </w:pPr>
      <w:bookmarkStart w:id="42" w:name="_Toc393190467"/>
      <w:r>
        <w:rPr>
          <w:rFonts w:hint="eastAsia"/>
          <w:rtl/>
        </w:rPr>
        <w:t>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حل</w:t>
      </w:r>
      <w:r w:rsidR="00816B77" w:rsidRPr="00816B77">
        <w:rPr>
          <w:rtl/>
          <w:lang w:bidi="ur-PK"/>
        </w:rPr>
        <w:t>ا</w:t>
      </w:r>
      <w:r>
        <w:rPr>
          <w:rtl/>
        </w:rPr>
        <w:t>ل غذ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42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بچوّں کو لقمہ حر</w:t>
      </w:r>
      <w:r w:rsidRPr="00816B77">
        <w:rPr>
          <w:rtl/>
          <w:lang w:bidi="ur-PK"/>
        </w:rPr>
        <w:t>ا</w:t>
      </w:r>
      <w:r w:rsidR="005A2492">
        <w:rPr>
          <w:rtl/>
        </w:rPr>
        <w:t>م کھل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 تو فرزند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لح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حر</w:t>
      </w:r>
      <w:r w:rsidRPr="00816B77">
        <w:rPr>
          <w:rtl/>
          <w:lang w:bidi="ur-PK"/>
        </w:rPr>
        <w:t>ا</w:t>
      </w:r>
      <w:r w:rsidR="005A2492">
        <w:rPr>
          <w:rtl/>
        </w:rPr>
        <w:t>م لقمہ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بر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ثر پڑت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ہے جس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مث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موجود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</w:t>
      </w:r>
      <w:r w:rsidR="005A2492">
        <w:rPr>
          <w:rtl/>
        </w:rPr>
        <w:t xml:space="preserve"> چن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نچہ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حس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ع</w:t>
      </w:r>
      <w:r w:rsidRPr="00816B77">
        <w:rPr>
          <w:rtl/>
          <w:lang w:bidi="ur-PK"/>
        </w:rPr>
        <w:t>ا</w:t>
      </w:r>
      <w:r w:rsidR="005A2492">
        <w:rPr>
          <w:rtl/>
        </w:rPr>
        <w:t>شور کے دن کئ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مرتب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فوج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شق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کو نص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حت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نہوں نے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</w:t>
      </w:r>
    </w:p>
    <w:p w:rsidR="005A2492" w:rsidRDefault="005A2492" w:rsidP="008D053C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ملئت بطونکم من </w:t>
      </w:r>
      <w:r w:rsidR="00CF3D62" w:rsidRPr="00CF3D62">
        <w:rPr>
          <w:rtl/>
        </w:rPr>
        <w:t>ا</w:t>
      </w:r>
      <w:r>
        <w:rPr>
          <w:rtl/>
        </w:rPr>
        <w:t>لحر</w:t>
      </w:r>
      <w:r w:rsidR="00CF3D62" w:rsidRPr="00CF3D62">
        <w:rPr>
          <w:rtl/>
        </w:rPr>
        <w:t>ا</w:t>
      </w:r>
      <w:r>
        <w:rPr>
          <w:rtl/>
        </w:rPr>
        <w:t>م</w:t>
      </w:r>
    </w:p>
    <w:p w:rsidR="00591754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تمہ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لقمہ حر</w:t>
      </w:r>
      <w:r w:rsidR="00816B77" w:rsidRPr="00816B77">
        <w:rPr>
          <w:rtl/>
          <w:lang w:bidi="ur-PK"/>
        </w:rPr>
        <w:t>ا</w:t>
      </w:r>
      <w:r>
        <w:rPr>
          <w:rtl/>
        </w:rPr>
        <w:t>م سے بھر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تم پر حق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پس جو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816B77" w:rsidRPr="00816B77">
        <w:rPr>
          <w:rtl/>
          <w:lang w:bidi="ur-PK"/>
        </w:rPr>
        <w:t>ا</w:t>
      </w:r>
      <w:r>
        <w:rPr>
          <w:rtl/>
        </w:rPr>
        <w:t>پنے  بچوّں کو لقمہ حر</w:t>
      </w:r>
      <w:r w:rsidR="00816B77" w:rsidRPr="00816B77">
        <w:rPr>
          <w:rtl/>
          <w:lang w:bidi="ur-PK"/>
        </w:rPr>
        <w:t>ا</w:t>
      </w:r>
      <w:r>
        <w:rPr>
          <w:rtl/>
        </w:rPr>
        <w:t>م کھل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بچوّں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 w:rsidR="00816B77" w:rsidRPr="00816B77">
        <w:rPr>
          <w:rtl/>
          <w:lang w:bidi="ur-PK"/>
        </w:rPr>
        <w:t>ا</w:t>
      </w:r>
      <w:r>
        <w:rPr>
          <w:rtl/>
        </w:rPr>
        <w:t>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91754" w:rsidRDefault="00591754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8D053C">
      <w:pPr>
        <w:pStyle w:val="Heading1"/>
        <w:rPr>
          <w:rtl/>
        </w:rPr>
      </w:pPr>
      <w:bookmarkStart w:id="43" w:name="_Toc393190468"/>
      <w:r>
        <w:rPr>
          <w:rFonts w:hint="eastAsia"/>
          <w:rtl/>
        </w:rPr>
        <w:lastRenderedPageBreak/>
        <w:t>بچےّ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کف</w:t>
      </w:r>
      <w:r w:rsidR="00816B77" w:rsidRPr="00816B77">
        <w:rPr>
          <w:rtl/>
          <w:lang w:bidi="ur-PK"/>
        </w:rPr>
        <w:t>ا</w:t>
      </w:r>
      <w:r>
        <w:rPr>
          <w:rtl/>
        </w:rPr>
        <w:t>لت</w:t>
      </w:r>
      <w:bookmarkEnd w:id="43"/>
    </w:p>
    <w:p w:rsidR="005A2492" w:rsidRDefault="005A2492" w:rsidP="00591754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لص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 xml:space="preserve">دق: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 رَسُولَ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ص بَلَغَهُ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 رَجُلً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مِنَ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نْصَ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رِ تُوُفِّيَ وَ لَهُ صِبْيَةٌ صِغَ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رٌ وَ لَيْسَ لَهُ مَبِيتُ لَيْلَةٍ تَرَكَهُمْ يَتَكَفَّفُونَ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لنَّ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سَ وَ قَدْ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نَ لَهُ سِتَّةٌ مِنَ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لرَّقِيقِ لَيْسَ لَهُ غَيْرُهُمْ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نَّهُ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عْت</w:t>
      </w:r>
      <w:r w:rsidRPr="00F4194C">
        <w:rPr>
          <w:rStyle w:val="libArabicChar"/>
          <w:rFonts w:hint="eastAsia"/>
          <w:rtl/>
        </w:rPr>
        <w:t>َقَ</w:t>
      </w:r>
      <w:r w:rsidRPr="00F4194C">
        <w:rPr>
          <w:rStyle w:val="libArabicChar"/>
          <w:rFonts w:hint="cs"/>
          <w:rtl/>
        </w:rPr>
        <w:t>هُمْ</w:t>
      </w:r>
      <w:r w:rsidRPr="00F4194C">
        <w:rPr>
          <w:rStyle w:val="libArabicChar"/>
          <w:rtl/>
        </w:rPr>
        <w:t xml:space="preserve"> عِن</w:t>
      </w:r>
      <w:r w:rsidRPr="00F4194C">
        <w:rPr>
          <w:rStyle w:val="libArabicChar"/>
          <w:rFonts w:hint="cs"/>
          <w:rtl/>
        </w:rPr>
        <w:t>ْدَ مَوْتِهِ فَقَ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لِقَوْمِهِ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صَنَعْتُمْ بِهِ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لُو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دَفَنَّ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هُ فَقَ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نِّي لَوْ عَلِمْتُهُ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تَرَكْتُكُمْ تَدْفِنُونَهُ مَعَ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هْلِ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سْلَ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مِ تَرَكَ وُلْدَهُ صِغَ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يَتَكَفَّفُونَ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لنَّ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سَ</w:t>
      </w:r>
      <w:r w:rsidR="00591754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سے مرو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صح</w:t>
      </w:r>
      <w:r w:rsidRPr="00816B77">
        <w:rPr>
          <w:rtl/>
          <w:lang w:bidi="ur-PK"/>
        </w:rPr>
        <w:t>ا</w:t>
      </w:r>
      <w:r w:rsidR="005A2492">
        <w:rPr>
          <w:rtl/>
        </w:rPr>
        <w:t>ب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نے مرتے وقت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>ب کم</w:t>
      </w:r>
      <w:r w:rsidRPr="00816B77">
        <w:rPr>
          <w:rtl/>
          <w:lang w:bidi="ur-PK"/>
        </w:rPr>
        <w:t>ا</w:t>
      </w:r>
      <w:r w:rsidR="005A2492">
        <w:rPr>
          <w:rtl/>
        </w:rPr>
        <w:t>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ل فقر</w:t>
      </w:r>
      <w:r w:rsidRPr="00816B77">
        <w:rPr>
          <w:rtl/>
          <w:lang w:bidi="ur-PK"/>
        </w:rPr>
        <w:t>ا</w:t>
      </w:r>
      <w:r w:rsidR="005A2492">
        <w:rPr>
          <w:rtl/>
        </w:rPr>
        <w:t>ء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تقس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پنے چھوٹے چھوٹے بچوّں کو ب</w:t>
      </w:r>
      <w:r w:rsidRPr="00816B77">
        <w:rPr>
          <w:rtl/>
          <w:lang w:bidi="ur-PK"/>
        </w:rPr>
        <w:t>ا</w:t>
      </w:r>
      <w:r w:rsidR="005A2492">
        <w:rPr>
          <w:rtl/>
        </w:rPr>
        <w:t>لکل خ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Pr="00816B77">
        <w:rPr>
          <w:rtl/>
          <w:lang w:bidi="ur-PK"/>
        </w:rPr>
        <w:t>ا</w:t>
      </w:r>
      <w:r w:rsidR="005A2492">
        <w:rPr>
          <w:rtl/>
        </w:rPr>
        <w:t>تھ چھوڑ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جو لوگوں سے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نگنے پر مجبور ہوگئے جب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خبر رسول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تک پہنچ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پ سخت ن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ض ہوگئے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پوچھ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جن</w:t>
      </w:r>
      <w:r w:rsidRPr="00816B77">
        <w:rPr>
          <w:rtl/>
          <w:lang w:bidi="ur-PK"/>
        </w:rPr>
        <w:t>ا</w:t>
      </w:r>
      <w:r w:rsidR="005A2492">
        <w:rPr>
          <w:rtl/>
        </w:rPr>
        <w:t>زے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؟</w:t>
      </w:r>
      <w:r w:rsidR="005A2492">
        <w:rPr>
          <w:rtl/>
        </w:rPr>
        <w:t xml:space="preserve"> لوگوں نے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قبرست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دفن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گر مجھے پہلے سے معلوم ہوت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سے مسلم</w:t>
      </w:r>
      <w:r w:rsidRPr="00816B77">
        <w:rPr>
          <w:rtl/>
          <w:lang w:bidi="ur-PK"/>
        </w:rPr>
        <w:t>ا</w:t>
      </w:r>
      <w:r w:rsidR="005A2492">
        <w:rPr>
          <w:rtl/>
        </w:rPr>
        <w:t>نوں کے قبرست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دفن</w:t>
      </w:r>
      <w:r w:rsidRPr="00816B77">
        <w:rPr>
          <w:rtl/>
          <w:lang w:bidi="ur-PK"/>
        </w:rPr>
        <w:t>ا</w:t>
      </w:r>
      <w:r w:rsidR="005A2492">
        <w:rPr>
          <w:rtl/>
        </w:rPr>
        <w:t>نے نہ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نے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بچوّں کو دوسروں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دست نگر بن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</w:p>
    <w:p w:rsidR="005A2492" w:rsidRDefault="005A2492" w:rsidP="000B1FC0">
      <w:pPr>
        <w:pStyle w:val="Heading1"/>
        <w:rPr>
          <w:rtl/>
        </w:rPr>
      </w:pPr>
      <w:bookmarkStart w:id="44" w:name="_Toc393190469"/>
      <w:r>
        <w:rPr>
          <w:rFonts w:hint="eastAsia"/>
          <w:rtl/>
        </w:rPr>
        <w:t>بچوّں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bookmarkEnd w:id="44"/>
    </w:p>
    <w:p w:rsidR="005A2492" w:rsidRDefault="005A2492" w:rsidP="00591754">
      <w:pPr>
        <w:pStyle w:val="libNormal"/>
        <w:rPr>
          <w:rtl/>
        </w:rPr>
      </w:pPr>
      <w:r>
        <w:rPr>
          <w:rFonts w:hint="eastAsia"/>
          <w:rtl/>
        </w:rPr>
        <w:t>بچوّں</w:t>
      </w:r>
      <w:r>
        <w:rPr>
          <w:rtl/>
        </w:rPr>
        <w:t xml:space="preserve"> کو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کہہ کر بل</w:t>
      </w:r>
      <w:r w:rsidR="00816B77" w:rsidRPr="00816B77">
        <w:rPr>
          <w:rtl/>
          <w:lang w:bidi="ur-PK"/>
        </w:rPr>
        <w:t>ا</w:t>
      </w:r>
      <w:r>
        <w:rPr>
          <w:rtl/>
        </w:rPr>
        <w:t>ؤقر</w:t>
      </w:r>
      <w:r w:rsidR="00816B77" w:rsidRPr="00816B77">
        <w:rPr>
          <w:rtl/>
          <w:lang w:bidi="ur-PK"/>
        </w:rPr>
        <w:t>ا</w:t>
      </w:r>
      <w:r>
        <w:rPr>
          <w:rtl/>
        </w:rPr>
        <w:t>ن بچوّں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ئمہ</w:t>
      </w:r>
      <w:r w:rsidR="008D6D4F" w:rsidRPr="008D6D4F">
        <w:rPr>
          <w:rtl/>
          <w:lang w:bidi="ur-PK"/>
        </w:rPr>
        <w:t>(ع)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>ز کے دور</w:t>
      </w:r>
      <w:r w:rsidR="00816B77" w:rsidRPr="00816B77">
        <w:rPr>
          <w:rtl/>
          <w:lang w:bidi="ur-PK"/>
        </w:rPr>
        <w:t>ا</w:t>
      </w:r>
      <w:r>
        <w:rPr>
          <w:rtl/>
        </w:rPr>
        <w:t>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کے کندھوں پرسو</w:t>
      </w:r>
      <w:r w:rsidR="00816B77" w:rsidRPr="00816B77">
        <w:rPr>
          <w:rtl/>
          <w:lang w:bidi="ur-PK"/>
        </w:rPr>
        <w:t>ا</w:t>
      </w:r>
      <w:r>
        <w:rPr>
          <w:rtl/>
        </w:rPr>
        <w:t>ر ہوئے تو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نے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جب </w:t>
      </w:r>
      <w:r>
        <w:rPr>
          <w:rFonts w:hint="eastAsia"/>
          <w:rtl/>
        </w:rPr>
        <w:t>دوسرے</w:t>
      </w:r>
      <w:r>
        <w:rPr>
          <w:rtl/>
        </w:rPr>
        <w:t xml:space="preserve">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تو دوب</w:t>
      </w:r>
      <w:r w:rsidR="00816B77" w:rsidRPr="00816B77">
        <w:rPr>
          <w:rtl/>
          <w:lang w:bidi="ur-PK"/>
        </w:rPr>
        <w:t>ا</w:t>
      </w:r>
      <w:r>
        <w:rPr>
          <w:rtl/>
        </w:rPr>
        <w:t>رہ سو</w:t>
      </w:r>
      <w:r w:rsidR="00816B77" w:rsidRPr="00816B77">
        <w:rPr>
          <w:rtl/>
          <w:lang w:bidi="ur-PK"/>
        </w:rPr>
        <w:t>ا</w:t>
      </w:r>
      <w:r>
        <w:rPr>
          <w:rtl/>
        </w:rPr>
        <w:t>ر ہوئے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،کہنے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بچوّں سے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ہم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کرتےتو 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گر تم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سکے رسول پر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لے </w:t>
      </w:r>
      <w:r w:rsidR="00816B77" w:rsidRPr="00816B77">
        <w:rPr>
          <w:rtl/>
          <w:lang w:bidi="ur-PK"/>
        </w:rPr>
        <w:t>ا</w:t>
      </w:r>
      <w:r>
        <w:rPr>
          <w:rtl/>
        </w:rPr>
        <w:t>تے تو تم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بچوّں سے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محبت کرتے، </w:t>
      </w:r>
      <w:r w:rsidR="00816B77" w:rsidRPr="00816B77">
        <w:rPr>
          <w:rtl/>
          <w:lang w:bidi="ur-PK"/>
        </w:rPr>
        <w:t>ا</w:t>
      </w:r>
      <w:r>
        <w:rPr>
          <w:rtl/>
        </w:rPr>
        <w:t>س شخص نے مت</w:t>
      </w:r>
      <w:r w:rsidR="00816B77" w:rsidRPr="00816B77">
        <w:rPr>
          <w:rtl/>
          <w:lang w:bidi="ur-PK"/>
        </w:rPr>
        <w:t>ا</w:t>
      </w:r>
      <w:r>
        <w:rPr>
          <w:rtl/>
        </w:rPr>
        <w:t>ٔث</w:t>
      </w:r>
      <w:r>
        <w:rPr>
          <w:rFonts w:hint="eastAsia"/>
          <w:rtl/>
        </w:rPr>
        <w:t>ر</w:t>
      </w:r>
      <w:r>
        <w:rPr>
          <w:rtl/>
        </w:rPr>
        <w:t xml:space="preserve"> ہوکر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قبول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91754" w:rsidRPr="007741D8">
        <w:rPr>
          <w:rStyle w:val="libFootnotenumChar"/>
          <w:rFonts w:hint="cs"/>
          <w:rtl/>
        </w:rPr>
        <w:t>(2)</w:t>
      </w:r>
    </w:p>
    <w:p w:rsidR="00591754" w:rsidRDefault="00591754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D053C" w:rsidRDefault="00591754" w:rsidP="008D053C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8D053C" w:rsidRPr="008D053C">
        <w:rPr>
          <w:rtl/>
        </w:rPr>
        <w:t xml:space="preserve"> </w:t>
      </w:r>
      <w:r w:rsidR="008D053C">
        <w:rPr>
          <w:rtl/>
        </w:rPr>
        <w:t>بح</w:t>
      </w:r>
      <w:r w:rsidR="00816B77" w:rsidRPr="00816B77">
        <w:rPr>
          <w:rtl/>
        </w:rPr>
        <w:t>ا</w:t>
      </w:r>
      <w:r w:rsidR="008D053C">
        <w:rPr>
          <w:rtl/>
        </w:rPr>
        <w:t>ر،ج</w:t>
      </w:r>
      <w:r w:rsidR="00C15B30" w:rsidRPr="00C15B30">
        <w:rPr>
          <w:rFonts w:hint="cs"/>
          <w:rtl/>
        </w:rPr>
        <w:t>1</w:t>
      </w:r>
      <w:r w:rsidR="0035346A" w:rsidRPr="0035346A">
        <w:rPr>
          <w:rFonts w:hint="cs"/>
          <w:rtl/>
        </w:rPr>
        <w:t>0</w:t>
      </w:r>
      <w:r w:rsidR="008D053C" w:rsidRPr="00816B77">
        <w:rPr>
          <w:rFonts w:hint="cs"/>
          <w:rtl/>
        </w:rPr>
        <w:t xml:space="preserve">، ص </w:t>
      </w:r>
      <w:r w:rsidR="00C15B30" w:rsidRPr="00C15B30">
        <w:rPr>
          <w:rFonts w:hint="cs"/>
          <w:rtl/>
        </w:rPr>
        <w:t>83</w:t>
      </w:r>
    </w:p>
    <w:p w:rsidR="00591754" w:rsidRDefault="00591754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8D053C" w:rsidRPr="008D053C">
        <w:rPr>
          <w:rtl/>
        </w:rPr>
        <w:t xml:space="preserve"> </w:t>
      </w:r>
      <w:r w:rsidR="008D053C">
        <w:rPr>
          <w:rtl/>
        </w:rPr>
        <w:t xml:space="preserve">شرح </w:t>
      </w:r>
      <w:r w:rsidR="00816B77" w:rsidRPr="00816B77">
        <w:rPr>
          <w:rtl/>
        </w:rPr>
        <w:t>ا</w:t>
      </w:r>
      <w:r w:rsidR="008D053C">
        <w:rPr>
          <w:rtl/>
        </w:rPr>
        <w:t xml:space="preserve">بن </w:t>
      </w:r>
      <w:r w:rsidR="00816B77" w:rsidRPr="00816B77">
        <w:rPr>
          <w:rtl/>
        </w:rPr>
        <w:t>ا</w:t>
      </w:r>
      <w:r w:rsidR="008D053C">
        <w:rPr>
          <w:rtl/>
        </w:rPr>
        <w:t>ب</w:t>
      </w:r>
      <w:r w:rsidR="008D053C">
        <w:rPr>
          <w:rFonts w:hint="cs"/>
          <w:rtl/>
        </w:rPr>
        <w:t>ی</w:t>
      </w:r>
      <w:r w:rsidR="008D053C">
        <w:rPr>
          <w:rtl/>
        </w:rPr>
        <w:t xml:space="preserve"> </w:t>
      </w:r>
      <w:r w:rsidR="00816B77" w:rsidRPr="00816B77">
        <w:rPr>
          <w:rtl/>
        </w:rPr>
        <w:t>ا</w:t>
      </w:r>
      <w:r w:rsidR="008D053C">
        <w:rPr>
          <w:rtl/>
        </w:rPr>
        <w:t>لحد</w:t>
      </w:r>
      <w:r w:rsidR="008D053C">
        <w:rPr>
          <w:rFonts w:hint="cs"/>
          <w:rtl/>
        </w:rPr>
        <w:t>ی</w:t>
      </w:r>
      <w:r w:rsidR="008D053C">
        <w:rPr>
          <w:rFonts w:hint="eastAsia"/>
          <w:rtl/>
        </w:rPr>
        <w:t>د،ج</w:t>
      </w:r>
      <w:r w:rsidR="00C15B30" w:rsidRPr="00C15B30">
        <w:rPr>
          <w:rFonts w:hint="cs"/>
          <w:rtl/>
        </w:rPr>
        <w:t>11</w:t>
      </w:r>
      <w:r w:rsidR="008D053C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19</w:t>
      </w:r>
    </w:p>
    <w:p w:rsidR="00591754" w:rsidRPr="00591754" w:rsidRDefault="00591754" w:rsidP="00A60F54">
      <w:pPr>
        <w:pStyle w:val="libPoemTini"/>
        <w:rPr>
          <w:rtl/>
        </w:rPr>
      </w:pPr>
      <w:r w:rsidRPr="00591754">
        <w:rPr>
          <w:rtl/>
        </w:rPr>
        <w:br w:type="page"/>
      </w:r>
    </w:p>
    <w:p w:rsidR="005A2492" w:rsidRDefault="00816B77" w:rsidP="008D053C">
      <w:pPr>
        <w:pStyle w:val="Heading1"/>
        <w:rPr>
          <w:rtl/>
        </w:rPr>
      </w:pPr>
      <w:bookmarkStart w:id="45" w:name="_Toc393190470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حسن مجتب</w:t>
      </w:r>
      <w:r w:rsidR="005A2492">
        <w:rPr>
          <w:rFonts w:hint="cs"/>
          <w:rtl/>
        </w:rPr>
        <w:t>یٰ</w:t>
      </w:r>
      <w:r w:rsidR="000B1FC0" w:rsidRPr="000B1FC0">
        <w:rPr>
          <w:rtl/>
          <w:lang w:bidi="ur-PK"/>
        </w:rPr>
        <w:t>(ع)</w:t>
      </w:r>
      <w:r w:rsidRPr="00816B77">
        <w:rPr>
          <w:rtl/>
          <w:lang w:bidi="ur-PK"/>
        </w:rPr>
        <w:t>ا</w:t>
      </w:r>
      <w:r w:rsidR="005A2492">
        <w:rPr>
          <w:rtl/>
        </w:rPr>
        <w:t>ور بچوّں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bookmarkEnd w:id="45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مرتبہ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گزر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جگہ سے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جہ</w:t>
      </w:r>
      <w:r w:rsidRPr="00816B77">
        <w:rPr>
          <w:rtl/>
          <w:lang w:bidi="ur-PK"/>
        </w:rPr>
        <w:t>ا</w:t>
      </w:r>
      <w:r w:rsidR="005A2492">
        <w:rPr>
          <w:rtl/>
        </w:rPr>
        <w:t>ں بچےّ کھ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کود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مشغول تھے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روٹ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پ</w:t>
      </w:r>
      <w:r w:rsidRPr="00816B77">
        <w:rPr>
          <w:rtl/>
          <w:lang w:bidi="ur-PK"/>
        </w:rPr>
        <w:t>ا</w:t>
      </w:r>
      <w:r w:rsidR="005A2492">
        <w:rPr>
          <w:rtl/>
        </w:rPr>
        <w:t>س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سے کھ</w:t>
      </w:r>
      <w:r w:rsidRPr="00816B77">
        <w:rPr>
          <w:rtl/>
          <w:lang w:bidi="ur-PK"/>
        </w:rPr>
        <w:t>ا</w:t>
      </w:r>
      <w:r w:rsidR="005A2492">
        <w:rPr>
          <w:rtl/>
        </w:rPr>
        <w:t>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مصروف تھے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 کو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دعوت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نے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دعوت قبول کرل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ٹھ</w:t>
      </w:r>
      <w:r w:rsidR="005A2492">
        <w:rPr>
          <w:rtl/>
        </w:rPr>
        <w:t xml:space="preserve"> کر کھ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شروع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پھر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رے بچوّں کو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گھر لے گئے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کو ک</w:t>
      </w:r>
      <w:r w:rsidR="005A2492">
        <w:rPr>
          <w:rFonts w:hint="eastAsia"/>
          <w:rtl/>
        </w:rPr>
        <w:t>ھ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کھل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لب</w:t>
      </w:r>
      <w:r w:rsidRPr="00816B77">
        <w:rPr>
          <w:rtl/>
          <w:lang w:bidi="ur-PK"/>
        </w:rPr>
        <w:t>ا</w:t>
      </w:r>
      <w:r w:rsidR="005A2492">
        <w:rPr>
          <w:rtl/>
        </w:rPr>
        <w:t>س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پھر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91754" w:rsidRDefault="00816B77" w:rsidP="00591754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بچوّں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فض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لت</w:t>
      </w:r>
      <w:r w:rsidR="005A2492">
        <w:rPr>
          <w:rtl/>
        </w:rPr>
        <w:t xml:space="preserve"> مجھ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ہے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نہوں نے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سب کچھ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لئے ح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ضر کئے،کہ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روٹ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عل</w:t>
      </w:r>
      <w:r w:rsidRPr="00816B77">
        <w:rPr>
          <w:rtl/>
          <w:lang w:bidi="ur-PK"/>
        </w:rPr>
        <w:t>ا</w:t>
      </w:r>
      <w:r w:rsidR="005A2492">
        <w:rPr>
          <w:rtl/>
        </w:rPr>
        <w:t>وہ کچھ نہ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جو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کھل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کے عل</w:t>
      </w:r>
      <w:r w:rsidRPr="00816B77">
        <w:rPr>
          <w:rtl/>
          <w:lang w:bidi="ur-PK"/>
        </w:rPr>
        <w:t>ا</w:t>
      </w:r>
      <w:r w:rsidR="005A2492">
        <w:rPr>
          <w:rtl/>
        </w:rPr>
        <w:t>وہ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Pr="00816B77">
        <w:rPr>
          <w:rtl/>
          <w:lang w:bidi="ur-PK"/>
        </w:rPr>
        <w:t>ا</w:t>
      </w:r>
      <w:r w:rsidR="005A2492">
        <w:rPr>
          <w:rtl/>
        </w:rPr>
        <w:t>ور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موجود ہے</w:t>
      </w:r>
      <w:r w:rsidR="00591754" w:rsidRPr="007741D8">
        <w:rPr>
          <w:rStyle w:val="libFootnotenumChar"/>
          <w:rFonts w:hint="cs"/>
          <w:rtl/>
        </w:rPr>
        <w:t>(1)</w:t>
      </w:r>
    </w:p>
    <w:p w:rsidR="005A2492" w:rsidRDefault="00816B77" w:rsidP="008D053C">
      <w:pPr>
        <w:pStyle w:val="Heading1"/>
        <w:rPr>
          <w:rtl/>
        </w:rPr>
      </w:pPr>
      <w:bookmarkStart w:id="46" w:name="_Toc393190471"/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لع</w:t>
      </w:r>
      <w:r w:rsidRPr="00816B77">
        <w:rPr>
          <w:rtl/>
          <w:lang w:bidi="ur-PK"/>
        </w:rPr>
        <w:t>ا</w:t>
      </w:r>
      <w:r w:rsidR="005A2492">
        <w:rPr>
          <w:rtl/>
        </w:rPr>
        <w:t>بد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Pr="00816B77">
        <w:rPr>
          <w:rtl/>
          <w:lang w:bidi="ur-PK"/>
        </w:rPr>
        <w:t>ا</w:t>
      </w:r>
      <w:r w:rsidR="005A2492">
        <w:rPr>
          <w:rtl/>
        </w:rPr>
        <w:t>ور بچوّں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bookmarkEnd w:id="46"/>
      <w:r w:rsidR="005A2492">
        <w:rPr>
          <w:rtl/>
        </w:rPr>
        <w:t xml:space="preserve">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لع</w:t>
      </w:r>
      <w:r w:rsidRPr="00816B77">
        <w:rPr>
          <w:rtl/>
          <w:lang w:bidi="ur-PK"/>
        </w:rPr>
        <w:t>ا</w:t>
      </w:r>
      <w:r w:rsidR="005A2492">
        <w:rPr>
          <w:rtl/>
        </w:rPr>
        <w:t>بد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ر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جلد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جلد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پڑھ 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لوگوں نے سو</w:t>
      </w:r>
      <w:r w:rsidRPr="00816B77">
        <w:rPr>
          <w:rtl/>
          <w:lang w:bidi="ur-PK"/>
        </w:rPr>
        <w:t>ا</w:t>
      </w:r>
      <w:r w:rsidR="005A2492">
        <w:rPr>
          <w:rtl/>
        </w:rPr>
        <w:t>ل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؟</w:t>
      </w:r>
      <w:r w:rsidR="005A2492">
        <w:rPr>
          <w:rtl/>
        </w:rPr>
        <w:t xml:space="preserve"> تو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صفوں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بچےّ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نم</w:t>
      </w:r>
      <w:r w:rsidRPr="00816B77">
        <w:rPr>
          <w:rtl/>
          <w:lang w:bidi="ur-PK"/>
        </w:rPr>
        <w:t>ا</w:t>
      </w:r>
      <w:r w:rsidR="005A2492">
        <w:rPr>
          <w:rtl/>
        </w:rPr>
        <w:t>ز پڑھ رہے تھے جن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کرتے ہوئے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جلد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جلد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تم</w:t>
      </w:r>
      <w:r w:rsidRPr="00816B77">
        <w:rPr>
          <w:rtl/>
          <w:lang w:bidi="ur-PK"/>
        </w:rPr>
        <w:t>ا</w:t>
      </w:r>
      <w:r w:rsidR="005A2492">
        <w:rPr>
          <w:rtl/>
        </w:rPr>
        <w:t>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</w:p>
    <w:p w:rsidR="005A2492" w:rsidRDefault="005A2492" w:rsidP="008D053C">
      <w:pPr>
        <w:pStyle w:val="Heading1"/>
        <w:rPr>
          <w:rtl/>
        </w:rPr>
      </w:pPr>
      <w:bookmarkStart w:id="47" w:name="_Toc393190472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بچےّ</w:t>
      </w:r>
      <w:bookmarkEnd w:id="47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طرح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بچےّ کو غمگ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لت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کو خوش کرنے کے لئے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سے ب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کرنے لگے،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پر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سے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ثر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لمومن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گٹھنہ 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کر بھ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ڑ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نک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لگے تو تب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بچہ مسکر</w:t>
      </w:r>
      <w:r w:rsidRPr="00816B77">
        <w:rPr>
          <w:rtl/>
          <w:lang w:bidi="ur-PK"/>
        </w:rPr>
        <w:t>ا</w:t>
      </w:r>
      <w:r w:rsidR="005A2492">
        <w:rPr>
          <w:rtl/>
        </w:rPr>
        <w:t>نے لگ</w:t>
      </w:r>
      <w:r w:rsidRPr="00816B77">
        <w:rPr>
          <w:rtl/>
          <w:lang w:bidi="ur-PK"/>
        </w:rPr>
        <w:t>ا</w:t>
      </w:r>
      <w:r w:rsidR="005A2492">
        <w:rPr>
          <w:rtl/>
        </w:rPr>
        <w:t>، جب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نے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توکہنے لگ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!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کے لئے من</w:t>
      </w:r>
      <w:r w:rsidRPr="00816B77">
        <w:rPr>
          <w:rtl/>
          <w:lang w:bidi="ur-PK"/>
        </w:rPr>
        <w:t>ا</w:t>
      </w:r>
      <w:r w:rsidR="005A2492">
        <w:rPr>
          <w:rtl/>
        </w:rPr>
        <w:t>سب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 کہ حکومت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سربر</w:t>
      </w:r>
      <w:r w:rsidRPr="00816B77">
        <w:rPr>
          <w:rtl/>
          <w:lang w:bidi="ur-PK"/>
        </w:rPr>
        <w:t>ا</w:t>
      </w:r>
      <w:r w:rsidR="005A2492">
        <w:rPr>
          <w:rtl/>
        </w:rPr>
        <w:t>ہ  چوپ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نک</w:t>
      </w:r>
      <w:r w:rsidRPr="00816B77">
        <w:rPr>
          <w:rtl/>
          <w:lang w:bidi="ur-PK"/>
        </w:rPr>
        <w:t>ا</w:t>
      </w:r>
      <w:r w:rsidR="005A2492">
        <w:rPr>
          <w:rtl/>
        </w:rPr>
        <w:t>لے! تو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مول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بدلے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خوش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</w:p>
    <w:p w:rsidR="00591754" w:rsidRDefault="00591754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91754" w:rsidRDefault="00591754" w:rsidP="008D053C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8D053C" w:rsidRPr="008D053C">
        <w:rPr>
          <w:rtl/>
        </w:rPr>
        <w:t xml:space="preserve"> </w:t>
      </w:r>
      <w:r w:rsidR="008D053C" w:rsidRPr="000B1FC0">
        <w:rPr>
          <w:rStyle w:val="libFootNoteArabicChar"/>
          <w:rtl/>
        </w:rPr>
        <w:t>مستدر</w:t>
      </w:r>
      <w:r w:rsidR="008D053C" w:rsidRPr="000B1FC0">
        <w:rPr>
          <w:rStyle w:val="libFootNoteArabicChar"/>
          <w:rFonts w:hint="cs"/>
          <w:rtl/>
        </w:rPr>
        <w:t>ك‏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>لوس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>ئل،ج2،ص474،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 xml:space="preserve">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>ستحب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>ب مسح 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 xml:space="preserve">س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>ليتيم ترحم</w:t>
      </w:r>
    </w:p>
    <w:p w:rsidR="00591754" w:rsidRDefault="00591754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8D053C">
      <w:pPr>
        <w:pStyle w:val="Heading1"/>
        <w:rPr>
          <w:rtl/>
        </w:rPr>
      </w:pPr>
      <w:bookmarkStart w:id="48" w:name="_Toc393190473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کف</w:t>
      </w:r>
      <w:r w:rsidRPr="00816B77">
        <w:rPr>
          <w:rtl/>
          <w:lang w:bidi="ur-PK"/>
        </w:rPr>
        <w:t>ا</w:t>
      </w:r>
      <w:r w:rsidR="005A2492">
        <w:rPr>
          <w:rtl/>
        </w:rPr>
        <w:t>لت ک</w:t>
      </w:r>
      <w:r w:rsidRPr="00816B77">
        <w:rPr>
          <w:rtl/>
          <w:lang w:bidi="ur-PK"/>
        </w:rPr>
        <w:t>ا</w:t>
      </w:r>
      <w:r w:rsidR="005A2492">
        <w:rPr>
          <w:rtl/>
        </w:rPr>
        <w:t>ثو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bookmarkEnd w:id="48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>
        <w:rPr>
          <w:rFonts w:hint="cs"/>
          <w:rtl/>
        </w:rPr>
        <w:t>ﷺ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گھر وہ ہے جہ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 w:rsidR="00816B77" w:rsidRPr="00816B77">
        <w:rPr>
          <w:rtl/>
          <w:lang w:bidi="ur-PK"/>
        </w:rPr>
        <w:t>ا</w:t>
      </w:r>
      <w:r>
        <w:rPr>
          <w:rtl/>
        </w:rPr>
        <w:t>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</w:t>
      </w:r>
      <w:r w:rsidR="00816B77" w:rsidRPr="00816B77">
        <w:rPr>
          <w:rtl/>
          <w:lang w:bidi="ur-PK"/>
        </w:rPr>
        <w:t>ا</w:t>
      </w:r>
      <w:r>
        <w:rPr>
          <w:rtl/>
        </w:rPr>
        <w:t>ل ہوت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گھر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>نت ہوت</w:t>
      </w:r>
      <w:r>
        <w:rPr>
          <w:rFonts w:hint="cs"/>
          <w:rtl/>
        </w:rPr>
        <w:t>ی</w:t>
      </w:r>
      <w:r>
        <w:rPr>
          <w:rtl/>
        </w:rPr>
        <w:t xml:space="preserve"> ہومز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Pr="008D053C" w:rsidRDefault="00CF3D62" w:rsidP="00591754">
      <w:pPr>
        <w:pStyle w:val="libNormal"/>
        <w:rPr>
          <w:rStyle w:val="libArabicChar"/>
          <w:rtl/>
        </w:rPr>
      </w:pP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نَّهُ</w:t>
      </w:r>
      <w:r w:rsidR="005A2492" w:rsidRPr="00F4194C">
        <w:rPr>
          <w:rStyle w:val="libArabicChar"/>
          <w:rtl/>
        </w:rPr>
        <w:t xml:space="preserve"> قَ</w:t>
      </w:r>
      <w:r w:rsidRPr="00CF3D62">
        <w:rPr>
          <w:rStyle w:val="libArabicChar"/>
          <w:rtl/>
        </w:rPr>
        <w:t>ا</w:t>
      </w:r>
      <w:r w:rsidR="005A2492" w:rsidRPr="00F4194C">
        <w:rPr>
          <w:rStyle w:val="libArabicChar"/>
          <w:rtl/>
        </w:rPr>
        <w:t xml:space="preserve">لَ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نَ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وَ كَ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فِلُ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لْيَتِيمِ كَهَ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تَيْنِ فِي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لْجَنَّةِ وَ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شَ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رَ بِ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صْبَعَيْهِ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لسَّبَّ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بَةِ وَ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لْوُسْطَ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="00591754" w:rsidRPr="007741D8">
        <w:rPr>
          <w:rStyle w:val="libFootnotenumChar"/>
          <w:rFonts w:hint="cs"/>
          <w:rtl/>
        </w:rPr>
        <w:t>(1)</w:t>
      </w:r>
      <w:r w:rsidR="005A2492" w:rsidRPr="00E67D25">
        <w:rPr>
          <w:rFonts w:hint="cs"/>
          <w:rtl/>
        </w:rPr>
        <w:t xml:space="preserve"> </w:t>
      </w:r>
      <w:r w:rsidR="005A2492" w:rsidRPr="008D053C">
        <w:rPr>
          <w:rStyle w:val="libArabicChar"/>
          <w:rFonts w:hint="cs"/>
          <w:rtl/>
        </w:rPr>
        <w:t>وَ مَنْ مَسَحَ يَدَهُ بِرَ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>سِ يَتِيمٍ رِفْق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 بِهِ جَعَلَ 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للهُ لَهُ فِي 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>لْجَنَّةِ بِكُلِّ شَعْرَةٍ مَرَّتْ تَحْتَ يَدِهِ قَصْر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tl/>
        </w:rPr>
        <w:t xml:space="preserve"> 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وْسَعَ مِنَ 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>لدُّنْيَ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 بِمَ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 فِيهَ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 وَ فِيهَ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 مَ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 تَ</w:t>
      </w:r>
      <w:r w:rsidR="005A2492" w:rsidRPr="008D053C">
        <w:rPr>
          <w:rStyle w:val="libArabicChar"/>
          <w:rtl/>
        </w:rPr>
        <w:t>ش</w:t>
      </w:r>
      <w:r w:rsidR="005A2492" w:rsidRPr="008D053C">
        <w:rPr>
          <w:rStyle w:val="libArabicChar"/>
          <w:rFonts w:hint="cs"/>
          <w:rtl/>
        </w:rPr>
        <w:t xml:space="preserve">ْتَهِي 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>لْ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نْفُسُ وَ تَلَذُّ 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>لْ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>عْيُنُ وَ هُمْ فِيهَ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 xml:space="preserve"> خَ</w:t>
      </w:r>
      <w:r w:rsidRPr="00CF3D62">
        <w:rPr>
          <w:rStyle w:val="libArabicChar"/>
          <w:rFonts w:hint="cs"/>
          <w:rtl/>
        </w:rPr>
        <w:t>ا</w:t>
      </w:r>
      <w:r w:rsidR="005A2492" w:rsidRPr="008D053C">
        <w:rPr>
          <w:rStyle w:val="libArabicChar"/>
          <w:rFonts w:hint="cs"/>
          <w:rtl/>
        </w:rPr>
        <w:t>لِدُون‏</w:t>
      </w:r>
      <w:r w:rsidR="00591754" w:rsidRPr="008D053C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سرپرست</w:t>
      </w:r>
      <w:r>
        <w:rPr>
          <w:rFonts w:hint="cs"/>
          <w:rtl/>
        </w:rPr>
        <w:t>ی</w:t>
      </w:r>
      <w:r>
        <w:rPr>
          <w:rtl/>
        </w:rPr>
        <w:t xml:space="preserve"> کرے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دو </w:t>
      </w:r>
      <w:r w:rsidR="00816B77" w:rsidRPr="00816B77">
        <w:rPr>
          <w:rtl/>
          <w:lang w:bidi="ur-PK"/>
        </w:rPr>
        <w:t>ا</w:t>
      </w:r>
      <w:r>
        <w:rPr>
          <w:rtl/>
        </w:rPr>
        <w:t>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نند ہوگ</w:t>
      </w:r>
      <w:r w:rsidR="00816B77" w:rsidRPr="00816B77">
        <w:rPr>
          <w:rtl/>
          <w:lang w:bidi="ur-PK"/>
        </w:rPr>
        <w:t>اا</w:t>
      </w:r>
      <w:r>
        <w:rPr>
          <w:rtl/>
        </w:rPr>
        <w:t>ور 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سر پر ہ</w:t>
      </w:r>
      <w:r w:rsidR="00816B77" w:rsidRPr="00816B77">
        <w:rPr>
          <w:rtl/>
          <w:lang w:bidi="ur-PK"/>
        </w:rPr>
        <w:t>ا</w:t>
      </w:r>
      <w:r>
        <w:rPr>
          <w:rtl/>
        </w:rPr>
        <w:t>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لئے ہرب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کے بدلے جو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سے چھوئے،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س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 م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قصر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نے چکھ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نکھ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5A2492" w:rsidRDefault="00816B77" w:rsidP="00E67D25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حسن مجتب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دوش نب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پر سو</w:t>
      </w:r>
      <w:r w:rsidRPr="00816B77">
        <w:rPr>
          <w:rtl/>
          <w:lang w:bidi="ur-PK"/>
        </w:rPr>
        <w:t>ا</w:t>
      </w:r>
      <w:r w:rsidR="005A2492">
        <w:rPr>
          <w:rtl/>
        </w:rPr>
        <w:t>ر تھے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کر کہنے لگ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ے حسن مجتب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!کتن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خوبصورت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سو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ہے؟ تو رسول </w:t>
      </w:r>
      <w:r w:rsidRPr="00816B77">
        <w:rPr>
          <w:rtl/>
          <w:lang w:bidi="ur-PK"/>
        </w:rPr>
        <w:t>ا</w:t>
      </w:r>
      <w:r w:rsidR="00E67D25">
        <w:rPr>
          <w:rtl/>
        </w:rPr>
        <w:t>لل</w:t>
      </w:r>
      <w:r w:rsidR="00E67D25">
        <w:rPr>
          <w:rFonts w:hint="cs"/>
          <w:rtl/>
          <w:lang w:bidi="ur-PK"/>
        </w:rPr>
        <w:t xml:space="preserve">ہ 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سے نہ کہو  کہ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سو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بلکہ مجھ سے کہو  کہ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شہسو</w:t>
      </w:r>
      <w:r w:rsidRPr="00816B77">
        <w:rPr>
          <w:rtl/>
          <w:lang w:bidi="ur-PK"/>
        </w:rPr>
        <w:t>ا</w:t>
      </w:r>
      <w:r w:rsidR="005A2492">
        <w:rPr>
          <w:rtl/>
        </w:rPr>
        <w:t>ر کتن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ہے؟! صرف وہ فخر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نے </w:t>
      </w:r>
      <w:r w:rsidR="005A2492">
        <w:rPr>
          <w:rFonts w:hint="eastAsia"/>
          <w:rtl/>
        </w:rPr>
        <w:t>دوش</w:t>
      </w:r>
      <w:r w:rsidR="005A2492">
        <w:rPr>
          <w:rtl/>
        </w:rPr>
        <w:t xml:space="preserve"> نبوت پر پ</w:t>
      </w:r>
      <w:r w:rsidRPr="00816B77">
        <w:rPr>
          <w:rtl/>
          <w:lang w:bidi="ur-PK"/>
        </w:rPr>
        <w:t>ا</w:t>
      </w:r>
      <w:r w:rsidR="005A2492">
        <w:rPr>
          <w:rtl/>
        </w:rPr>
        <w:t>ؤں رکھ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ہے،بلکہ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فخر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ہوں کہ وہ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دوش پر سو</w:t>
      </w:r>
      <w:r w:rsidRPr="00816B77">
        <w:rPr>
          <w:rtl/>
          <w:lang w:bidi="ur-PK"/>
        </w:rPr>
        <w:t>ا</w:t>
      </w:r>
      <w:r w:rsidR="005A2492">
        <w:rPr>
          <w:rtl/>
        </w:rPr>
        <w:t>ر ہے</w:t>
      </w:r>
    </w:p>
    <w:p w:rsidR="005A2492" w:rsidRDefault="005A2492" w:rsidP="008D053C">
      <w:pPr>
        <w:pStyle w:val="Heading1"/>
        <w:rPr>
          <w:rtl/>
        </w:rPr>
      </w:pPr>
      <w:bookmarkStart w:id="49" w:name="_Toc393190474"/>
      <w:r>
        <w:rPr>
          <w:rFonts w:hint="eastAsia"/>
          <w:rtl/>
        </w:rPr>
        <w:t>بچوّں</w:t>
      </w:r>
      <w:r>
        <w:rPr>
          <w:rtl/>
        </w:rPr>
        <w:t xml:space="preserve"> سے محبت</w:t>
      </w:r>
      <w:bookmarkEnd w:id="49"/>
    </w:p>
    <w:p w:rsidR="00591754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ب</w:t>
      </w:r>
      <w:r w:rsidRPr="00816B77">
        <w:rPr>
          <w:rtl/>
          <w:lang w:bidi="ur-PK"/>
        </w:rPr>
        <w:t>ا</w:t>
      </w:r>
      <w:r w:rsidR="005A2492">
        <w:rPr>
          <w:rtl/>
        </w:rPr>
        <w:t>ت پر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توجہ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کہ بچوّں کو 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و محبت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بچوّں کو ز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نو پر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ومحبت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بوسہ دے رہے تھے </w:t>
      </w:r>
      <w:r w:rsidRPr="00816B77">
        <w:rPr>
          <w:rtl/>
          <w:lang w:bidi="ur-PK"/>
        </w:rPr>
        <w:t>ا</w:t>
      </w:r>
      <w:r w:rsidR="005A2492">
        <w:rPr>
          <w:rtl/>
        </w:rPr>
        <w:t>تنے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دورج</w:t>
      </w:r>
      <w:r w:rsidRPr="00816B77">
        <w:rPr>
          <w:rtl/>
          <w:lang w:bidi="ur-PK"/>
        </w:rPr>
        <w:t>ا</w:t>
      </w:r>
      <w:r w:rsidR="005A2492">
        <w:rPr>
          <w:rtl/>
        </w:rPr>
        <w:t>ہل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کے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بڑے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دم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وہ</w:t>
      </w:r>
      <w:r w:rsidRPr="00816B77">
        <w:rPr>
          <w:rtl/>
          <w:lang w:bidi="ur-PK"/>
        </w:rPr>
        <w:t>ا</w:t>
      </w:r>
      <w:r w:rsidR="005A2492">
        <w:rPr>
          <w:rtl/>
        </w:rPr>
        <w:t>ں پہنچ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کہ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دس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</w:p>
    <w:p w:rsidR="00591754" w:rsidRDefault="00591754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D053C" w:rsidRDefault="00591754" w:rsidP="008D053C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8D053C" w:rsidRPr="008D053C">
        <w:rPr>
          <w:rtl/>
        </w:rPr>
        <w:t xml:space="preserve"> </w:t>
      </w:r>
      <w:r w:rsidR="008D053C" w:rsidRPr="000B1FC0">
        <w:rPr>
          <w:rStyle w:val="libFootNoteArabicChar"/>
          <w:rtl/>
        </w:rPr>
        <w:t>بح</w:t>
      </w:r>
      <w:r w:rsidR="00CF3D62" w:rsidRPr="00CF3D62">
        <w:rPr>
          <w:rStyle w:val="libFootNoteArabicChar"/>
          <w:rtl/>
          <w:lang w:bidi="ar-SA"/>
        </w:rPr>
        <w:t>ا</w:t>
      </w:r>
      <w:r w:rsidR="008D053C" w:rsidRPr="000B1FC0">
        <w:rPr>
          <w:rStyle w:val="libFootNoteArabicChar"/>
          <w:rtl/>
        </w:rPr>
        <w:t>ر</w:t>
      </w:r>
      <w:r w:rsidR="00CF3D62" w:rsidRPr="00CF3D62">
        <w:rPr>
          <w:rStyle w:val="libFootNoteArabicChar"/>
          <w:rtl/>
          <w:lang w:bidi="ar-SA"/>
        </w:rPr>
        <w:t>ا</w:t>
      </w:r>
      <w:r w:rsidR="008D053C" w:rsidRPr="000B1FC0">
        <w:rPr>
          <w:rStyle w:val="libFootNoteArabicChar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>نو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 xml:space="preserve">ر،ج 8،ص179،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>لجنة و نعيمه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 xml:space="preserve"> رزقن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8D053C" w:rsidRPr="000B1FC0">
        <w:rPr>
          <w:rStyle w:val="libFootNoteArabicChar"/>
          <w:rFonts w:hint="cs"/>
          <w:rtl/>
        </w:rPr>
        <w:t>لله</w:t>
      </w:r>
    </w:p>
    <w:p w:rsidR="008D053C" w:rsidRDefault="00591754" w:rsidP="008D053C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8D053C">
        <w:rPr>
          <w:rtl/>
        </w:rPr>
        <w:t xml:space="preserve"> بح</w:t>
      </w:r>
      <w:r w:rsidR="00816B77" w:rsidRPr="00816B77">
        <w:rPr>
          <w:rtl/>
        </w:rPr>
        <w:t>ا</w:t>
      </w:r>
      <w:r w:rsidR="008D053C">
        <w:rPr>
          <w:rtl/>
        </w:rPr>
        <w:t>ر،ج</w:t>
      </w:r>
      <w:r w:rsidR="00C15B30" w:rsidRPr="00C15B30">
        <w:rPr>
          <w:rFonts w:hint="cs"/>
          <w:rtl/>
        </w:rPr>
        <w:t>1</w:t>
      </w:r>
      <w:r w:rsidR="0035346A" w:rsidRPr="0035346A">
        <w:rPr>
          <w:rFonts w:hint="cs"/>
          <w:rtl/>
        </w:rPr>
        <w:t>0</w:t>
      </w:r>
      <w:r w:rsidR="008D053C" w:rsidRPr="00816B77">
        <w:rPr>
          <w:rFonts w:hint="cs"/>
          <w:rtl/>
        </w:rPr>
        <w:t>، ص</w:t>
      </w:r>
      <w:r w:rsidR="00C15B30" w:rsidRPr="00C15B30">
        <w:rPr>
          <w:rFonts w:hint="cs"/>
          <w:rtl/>
        </w:rPr>
        <w:t>84</w:t>
      </w:r>
    </w:p>
    <w:p w:rsidR="00591754" w:rsidRPr="008D053C" w:rsidRDefault="00591754" w:rsidP="00A60F54">
      <w:pPr>
        <w:pStyle w:val="libPoemTini"/>
        <w:rPr>
          <w:rtl/>
        </w:rPr>
      </w:pPr>
      <w:r w:rsidRPr="008D053C">
        <w:rPr>
          <w:rtl/>
        </w:rPr>
        <w:br w:type="page"/>
      </w:r>
    </w:p>
    <w:p w:rsidR="005A2492" w:rsidRDefault="005A2492" w:rsidP="008D053C">
      <w:pPr>
        <w:pStyle w:val="libNormal"/>
        <w:rPr>
          <w:rtl/>
        </w:rPr>
      </w:pP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ر بوسہ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سخت 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ض ہوگئے</w:t>
      </w:r>
      <w:r w:rsidR="00816B77" w:rsidRPr="00816B77">
        <w:rPr>
          <w:rtl/>
          <w:lang w:bidi="ur-PK"/>
        </w:rPr>
        <w:t>ا</w:t>
      </w:r>
      <w:r>
        <w:rPr>
          <w:rtl/>
        </w:rPr>
        <w:t>ور غصّے سے چہرہ مب</w:t>
      </w:r>
      <w:r w:rsidR="00816B77" w:rsidRPr="00816B77">
        <w:rPr>
          <w:rtl/>
          <w:lang w:bidi="ur-PK"/>
        </w:rPr>
        <w:t>ا</w:t>
      </w:r>
      <w:r>
        <w:rPr>
          <w:rtl/>
        </w:rPr>
        <w:t>رک سرخ ہوگ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Pr="008D053C">
        <w:rPr>
          <w:rStyle w:val="libArabicChar"/>
          <w:rtl/>
        </w:rPr>
        <w:t>من ل</w:t>
      </w:r>
      <w:r w:rsidR="00CF3D62" w:rsidRPr="00CF3D62">
        <w:rPr>
          <w:rStyle w:val="libArabicChar"/>
          <w:rtl/>
        </w:rPr>
        <w:t>ا</w:t>
      </w:r>
      <w:r w:rsidRPr="008D053C">
        <w:rPr>
          <w:rStyle w:val="libArabicChar"/>
          <w:rFonts w:hint="cs"/>
          <w:rtl/>
        </w:rPr>
        <w:t>یَ</w:t>
      </w:r>
      <w:r w:rsidRPr="008D053C">
        <w:rPr>
          <w:rStyle w:val="libArabicChar"/>
          <w:rFonts w:hint="eastAsia"/>
          <w:rtl/>
        </w:rPr>
        <w:t>رحَم</w:t>
      </w:r>
      <w:r w:rsidRPr="008D053C">
        <w:rPr>
          <w:rStyle w:val="libArabicChar"/>
          <w:rtl/>
        </w:rPr>
        <w:t xml:space="preserve"> ل</w:t>
      </w:r>
      <w:r w:rsidR="00CF3D62" w:rsidRPr="00CF3D62">
        <w:rPr>
          <w:rStyle w:val="libArabicChar"/>
          <w:rtl/>
        </w:rPr>
        <w:t>ا</w:t>
      </w:r>
      <w:r w:rsidRPr="008D053C">
        <w:rPr>
          <w:rStyle w:val="libArabicChar"/>
          <w:rtl/>
        </w:rPr>
        <w:t xml:space="preserve"> </w:t>
      </w:r>
      <w:r w:rsidRPr="008D053C">
        <w:rPr>
          <w:rStyle w:val="libArabicChar"/>
          <w:rFonts w:hint="cs"/>
          <w:rtl/>
        </w:rPr>
        <w:t>یُ</w:t>
      </w:r>
      <w:r w:rsidRPr="008D053C">
        <w:rPr>
          <w:rStyle w:val="libArabicChar"/>
          <w:rFonts w:hint="eastAsia"/>
          <w:rtl/>
        </w:rPr>
        <w:t>رحَم</w:t>
      </w:r>
      <w:r>
        <w:rPr>
          <w:rtl/>
        </w:rPr>
        <w:t xml:space="preserve"> جس نے دوسروں پر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سے رحم  نکل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کروں؟!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جب </w:t>
      </w:r>
      <w:r w:rsidR="00816B77" w:rsidRPr="00816B77">
        <w:rPr>
          <w:rtl/>
          <w:lang w:bidi="ur-PK"/>
        </w:rPr>
        <w:t>ا</w:t>
      </w:r>
      <w:r>
        <w:rPr>
          <w:rtl/>
        </w:rPr>
        <w:t>پ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تو حسن مجتب</w:t>
      </w:r>
      <w:r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کندھوں پر سو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ہوئے،جب </w:t>
      </w:r>
      <w:r w:rsidR="00816B77" w:rsidRPr="00816B77">
        <w:rPr>
          <w:rtl/>
          <w:lang w:bidi="ur-PK"/>
        </w:rPr>
        <w:t>ا</w:t>
      </w:r>
      <w:r>
        <w:rPr>
          <w:rtl/>
        </w:rPr>
        <w:t>صح</w:t>
      </w:r>
      <w:r w:rsidR="00816B77" w:rsidRPr="00816B77">
        <w:rPr>
          <w:rtl/>
          <w:lang w:bidi="ur-PK"/>
        </w:rPr>
        <w:t>ا</w:t>
      </w:r>
      <w:r>
        <w:rPr>
          <w:rtl/>
        </w:rPr>
        <w:t>ب نے سجدے کو طول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:حسن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کندھے پر سو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ہوئے تھے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جب تک خود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نہ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تر </w:t>
      </w:r>
      <w:r w:rsidR="00816B77" w:rsidRPr="00816B77">
        <w:rPr>
          <w:rtl/>
          <w:lang w:bidi="ur-PK"/>
        </w:rPr>
        <w:t>ا</w:t>
      </w:r>
      <w:r>
        <w:rPr>
          <w:rtl/>
        </w:rPr>
        <w:t>تے</w:t>
      </w:r>
      <w:r w:rsidR="00591754" w:rsidRPr="007741D8">
        <w:rPr>
          <w:rStyle w:val="libFootnotenumChar"/>
          <w:rFonts w:hint="cs"/>
          <w:rtl/>
        </w:rPr>
        <w:t>(1)</w:t>
      </w:r>
    </w:p>
    <w:p w:rsidR="005A2492" w:rsidRDefault="005A2492" w:rsidP="008D053C">
      <w:pPr>
        <w:pStyle w:val="Heading1"/>
        <w:rPr>
          <w:rtl/>
        </w:rPr>
      </w:pPr>
      <w:bookmarkStart w:id="50" w:name="_Toc393190475"/>
      <w:r>
        <w:rPr>
          <w:rFonts w:hint="eastAsia"/>
          <w:rtl/>
        </w:rPr>
        <w:t>بچوّں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دہ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bookmarkEnd w:id="50"/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>پ بچوّں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ورنہ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="00816B77" w:rsidRPr="00816B77">
        <w:rPr>
          <w:rtl/>
          <w:lang w:bidi="ur-PK"/>
        </w:rPr>
        <w:t>ا</w:t>
      </w:r>
      <w:r>
        <w:rPr>
          <w:rtl/>
        </w:rPr>
        <w:t>گر ہم چ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 w:rsidR="00816B77" w:rsidRPr="00816B77">
        <w:rPr>
          <w:rtl/>
          <w:lang w:bidi="ur-PK"/>
        </w:rPr>
        <w:t>ا</w:t>
      </w:r>
      <w:r>
        <w:rPr>
          <w:rtl/>
        </w:rPr>
        <w:t>رے بچےّ ہم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ضرور</w:t>
      </w:r>
      <w:r>
        <w:rPr>
          <w:rFonts w:hint="cs"/>
          <w:rtl/>
        </w:rPr>
        <w:t>ی</w:t>
      </w:r>
      <w:r>
        <w:rPr>
          <w:rtl/>
        </w:rPr>
        <w:t xml:space="preserve"> ہے کہ بچوّں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کے 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ئل ہوں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مشورت م</w:t>
      </w:r>
      <w:r w:rsidR="00816B77" w:rsidRPr="00816B77">
        <w:rPr>
          <w:rtl/>
          <w:lang w:bidi="ur-PK"/>
        </w:rPr>
        <w:t>ا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توں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ہم</w:t>
      </w:r>
      <w:r w:rsidR="00816B77" w:rsidRPr="00816B77">
        <w:rPr>
          <w:rtl/>
          <w:lang w:bidi="ur-PK"/>
        </w:rPr>
        <w:t>ا</w:t>
      </w:r>
      <w:r>
        <w:rPr>
          <w:rtl/>
        </w:rPr>
        <w:t>رے لئے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نمونہ عمل موجود ہے کہ حضرت </w:t>
      </w:r>
      <w:r w:rsidR="00816B77" w:rsidRPr="00816B77">
        <w:rPr>
          <w:rtl/>
          <w:lang w:bidi="ur-PK"/>
        </w:rPr>
        <w:t>ا</w:t>
      </w:r>
      <w:r>
        <w:rPr>
          <w:rtl/>
        </w:rPr>
        <w:t>بر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جو سو س</w:t>
      </w:r>
      <w:r w:rsidR="00816B77" w:rsidRPr="00816B77">
        <w:rPr>
          <w:rtl/>
          <w:lang w:bidi="ur-PK"/>
        </w:rPr>
        <w:t>ا</w:t>
      </w:r>
      <w:r>
        <w:rPr>
          <w:rtl/>
        </w:rPr>
        <w:t>لہ بزرگ ہوتے ہوئے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لہ بچےّ سے مشورہ کرتے ہوئے 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</w:t>
      </w:r>
      <w:r w:rsidR="00816B77" w:rsidRPr="00816B77">
        <w:rPr>
          <w:rtl/>
          <w:lang w:bidi="ur-PK"/>
        </w:rPr>
        <w:t>ا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تجھے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</w:t>
      </w:r>
      <w:r w:rsidR="00816B77" w:rsidRPr="00816B77">
        <w:rPr>
          <w:rtl/>
          <w:lang w:bidi="ur-PK"/>
        </w:rPr>
        <w:t>ا</w:t>
      </w:r>
      <w:r>
        <w:rPr>
          <w:rtl/>
        </w:rPr>
        <w:t>ن کر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ہوں، 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ئے ہے؟!</w:t>
      </w:r>
    </w:p>
    <w:p w:rsidR="005A2492" w:rsidRDefault="005A2492" w:rsidP="008D053C">
      <w:pPr>
        <w:pStyle w:val="Heading1"/>
        <w:rPr>
          <w:rtl/>
        </w:rPr>
      </w:pPr>
      <w:bookmarkStart w:id="51" w:name="_Toc393190476"/>
      <w:r>
        <w:rPr>
          <w:rFonts w:hint="eastAsia"/>
          <w:rtl/>
        </w:rPr>
        <w:t>بچوّں</w:t>
      </w:r>
      <w:r>
        <w:rPr>
          <w:rtl/>
        </w:rPr>
        <w:t xml:space="preserve"> سے مہرومحبت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bookmarkEnd w:id="51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ہر نفس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بچےّ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مہر ومحبت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دمشت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</w:t>
      </w:r>
      <w:r w:rsidR="00816B77" w:rsidRPr="00816B77">
        <w:rPr>
          <w:rtl/>
          <w:lang w:bidi="ur-PK"/>
        </w:rPr>
        <w:t>ا</w:t>
      </w:r>
      <w:r>
        <w:rPr>
          <w:rtl/>
        </w:rPr>
        <w:t>رتب</w:t>
      </w:r>
      <w:r w:rsidR="00816B77" w:rsidRPr="00816B77">
        <w:rPr>
          <w:rtl/>
          <w:lang w:bidi="ur-PK"/>
        </w:rPr>
        <w:t>ا</w:t>
      </w:r>
      <w:r>
        <w:rPr>
          <w:rtl/>
        </w:rPr>
        <w:t>ط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سکون پہنچ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کر،کبھ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 w:rsidR="00816B77" w:rsidRPr="00816B77">
        <w:rPr>
          <w:rtl/>
          <w:lang w:bidi="ur-PK"/>
        </w:rPr>
        <w:t>ا</w:t>
      </w:r>
      <w:r>
        <w:rPr>
          <w:rtl/>
        </w:rPr>
        <w:t>نو پر بٹھ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کر، کبھ</w:t>
      </w:r>
      <w:r>
        <w:rPr>
          <w:rFonts w:hint="cs"/>
          <w:rtl/>
        </w:rPr>
        <w:t>ی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دے کر، کچھ </w:t>
      </w:r>
      <w:r w:rsidR="00816B77" w:rsidRPr="00816B77">
        <w:rPr>
          <w:rtl/>
          <w:lang w:bidi="ur-PK"/>
        </w:rPr>
        <w:t>ا</w:t>
      </w:r>
      <w:r>
        <w:rPr>
          <w:rtl/>
        </w:rPr>
        <w:t>وق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گز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>
        <w:rPr>
          <w:rFonts w:hint="eastAsia"/>
          <w:rtl/>
        </w:rPr>
        <w:t>کر،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سو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کرکے،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کبھ</w:t>
      </w:r>
      <w:r>
        <w:rPr>
          <w:rFonts w:hint="cs"/>
          <w:rtl/>
        </w:rPr>
        <w:t>ی</w:t>
      </w:r>
      <w:r>
        <w:rPr>
          <w:rtl/>
        </w:rPr>
        <w:t xml:space="preserve"> مہر و محبت سے پر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کرکے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محبت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>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سے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سوچ </w:t>
      </w:r>
      <w:r w:rsidR="00816B77" w:rsidRPr="00816B77">
        <w:rPr>
          <w:rtl/>
          <w:lang w:bidi="ur-PK"/>
        </w:rPr>
        <w:t>ا</w:t>
      </w:r>
      <w:r>
        <w:rPr>
          <w:rtl/>
        </w:rPr>
        <w:t>ور فکر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DF5D0B" w:rsidRDefault="00DF5D0B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F5D0B" w:rsidRDefault="00DF5D0B" w:rsidP="008D053C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8D053C" w:rsidRPr="008D053C">
        <w:rPr>
          <w:rtl/>
        </w:rPr>
        <w:t xml:space="preserve"> </w:t>
      </w:r>
      <w:r w:rsidR="008D053C" w:rsidRPr="000B1FC0">
        <w:rPr>
          <w:rStyle w:val="libFootNoteArabicChar"/>
          <w:rtl/>
        </w:rPr>
        <w:t>م</w:t>
      </w:r>
      <w:r w:rsidR="008D053C" w:rsidRPr="000B1FC0">
        <w:rPr>
          <w:rStyle w:val="libFootNoteArabicChar"/>
          <w:rFonts w:hint="cs"/>
          <w:rtl/>
        </w:rPr>
        <w:t>ی</w:t>
      </w:r>
      <w:r w:rsidR="008D053C" w:rsidRPr="000B1FC0">
        <w:rPr>
          <w:rStyle w:val="libFootNoteArabicChar"/>
          <w:rFonts w:hint="eastAsia"/>
          <w:rtl/>
        </w:rPr>
        <w:t>ز</w:t>
      </w:r>
      <w:r w:rsidR="00CF3D62" w:rsidRPr="00CF3D62">
        <w:rPr>
          <w:rStyle w:val="libFootNoteArabicChar"/>
          <w:rFonts w:hint="eastAsia"/>
          <w:rtl/>
          <w:lang w:bidi="ar-SA"/>
        </w:rPr>
        <w:t>ا</w:t>
      </w:r>
      <w:r w:rsidR="008D053C" w:rsidRPr="000B1FC0">
        <w:rPr>
          <w:rStyle w:val="libFootNoteArabicChar"/>
          <w:rFonts w:hint="eastAsia"/>
          <w:rtl/>
        </w:rPr>
        <w:t>ن</w:t>
      </w:r>
      <w:r w:rsidR="008D053C" w:rsidRPr="000B1FC0">
        <w:rPr>
          <w:rStyle w:val="libFootNoteArabicChar"/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8D053C" w:rsidRPr="000B1FC0">
        <w:rPr>
          <w:rStyle w:val="libFootNoteArabicChar"/>
          <w:rtl/>
        </w:rPr>
        <w:t>لحکمة،ج</w:t>
      </w:r>
      <w:r w:rsidR="00C15B30" w:rsidRPr="000B1FC0">
        <w:rPr>
          <w:rStyle w:val="libFootNoteArabicChar"/>
          <w:rFonts w:hint="cs"/>
          <w:rtl/>
        </w:rPr>
        <w:t>1</w:t>
      </w:r>
      <w:r w:rsidR="0035346A" w:rsidRPr="000B1FC0">
        <w:rPr>
          <w:rStyle w:val="libFootNoteArabicChar"/>
          <w:rFonts w:hint="cs"/>
          <w:rtl/>
        </w:rPr>
        <w:t>0</w:t>
      </w:r>
      <w:r w:rsidR="008D053C" w:rsidRPr="000B1FC0">
        <w:rPr>
          <w:rStyle w:val="libFootNoteArabicChar"/>
          <w:rFonts w:hint="cs"/>
          <w:rtl/>
        </w:rPr>
        <w:t>،ص</w:t>
      </w:r>
      <w:r w:rsidR="00C15B30" w:rsidRPr="000B1FC0">
        <w:rPr>
          <w:rStyle w:val="libFootNoteArabicChar"/>
          <w:rFonts w:hint="cs"/>
          <w:rtl/>
        </w:rPr>
        <w:t>7</w:t>
      </w:r>
      <w:r w:rsidR="0035346A" w:rsidRPr="000B1FC0">
        <w:rPr>
          <w:rStyle w:val="libFootNoteArabicChar"/>
          <w:rFonts w:hint="cs"/>
          <w:rtl/>
        </w:rPr>
        <w:t>0</w:t>
      </w:r>
    </w:p>
    <w:p w:rsidR="00DF5D0B" w:rsidRPr="008D053C" w:rsidRDefault="00DF5D0B" w:rsidP="00A60F54">
      <w:pPr>
        <w:pStyle w:val="libPoemTini"/>
        <w:rPr>
          <w:rtl/>
        </w:rPr>
      </w:pPr>
      <w:r w:rsidRPr="008D053C">
        <w:rPr>
          <w:rtl/>
        </w:rPr>
        <w:br w:type="page"/>
      </w:r>
    </w:p>
    <w:p w:rsidR="005A2492" w:rsidRDefault="005A2492" w:rsidP="00594F20">
      <w:pPr>
        <w:pStyle w:val="libNormal"/>
        <w:rPr>
          <w:rtl/>
        </w:rPr>
      </w:pPr>
      <w:r>
        <w:rPr>
          <w:rFonts w:hint="eastAsia"/>
          <w:rtl/>
        </w:rPr>
        <w:lastRenderedPageBreak/>
        <w:t>جن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طمہ </w:t>
      </w:r>
      <w:r w:rsidR="00885B05" w:rsidRPr="00885B05">
        <w:rPr>
          <w:rtl/>
          <w:lang w:bidi="ur-PK"/>
        </w:rPr>
        <w:t>(س)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>ر محبت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رحلت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ؑکے لئے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بچوّں کے لئے 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 کرو جو 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محبت کرت</w:t>
      </w:r>
      <w:r>
        <w:rPr>
          <w:rFonts w:hint="cs"/>
          <w:rtl/>
        </w:rPr>
        <w:t>ی</w:t>
      </w:r>
      <w:r>
        <w:rPr>
          <w:rtl/>
        </w:rPr>
        <w:t xml:space="preserve"> ہوںت</w:t>
      </w:r>
      <w:r w:rsidR="00816B77" w:rsidRPr="00816B77">
        <w:rPr>
          <w:rtl/>
          <w:lang w:bidi="ur-PK"/>
        </w:rPr>
        <w:t>ا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محبت سے محروم نہ ہوں  </w:t>
      </w:r>
      <w:r w:rsidR="00594F20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طم</w:t>
      </w:r>
      <w:r w:rsidR="008D6D4F" w:rsidRPr="008D6D4F">
        <w:rPr>
          <w:rFonts w:hint="cs"/>
          <w:rtl/>
          <w:lang w:bidi="ur-PK"/>
        </w:rPr>
        <w:t>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محبت کو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مع</w:t>
      </w:r>
      <w:r w:rsidR="00816B77" w:rsidRPr="00816B77">
        <w:rPr>
          <w:rtl/>
          <w:lang w:bidi="ur-PK"/>
        </w:rPr>
        <w:t>ا</w:t>
      </w:r>
      <w:r>
        <w:rPr>
          <w:rtl/>
        </w:rPr>
        <w:t>ملہ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کرم </w:t>
      </w:r>
      <w:r>
        <w:rPr>
          <w:rFonts w:hint="cs"/>
          <w:rtl/>
        </w:rPr>
        <w:t>ﷺ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کو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 w:rsidR="00816B77" w:rsidRPr="00816B77">
        <w:rPr>
          <w:rtl/>
          <w:lang w:bidi="ur-PK"/>
        </w:rPr>
        <w:t>ا</w:t>
      </w:r>
      <w:r>
        <w:rPr>
          <w:rtl/>
        </w:rPr>
        <w:t>دت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و</w:t>
      </w:r>
      <w:r w:rsidR="00816B77" w:rsidRPr="00816B77">
        <w:rPr>
          <w:rtl/>
          <w:lang w:bidi="ur-PK"/>
        </w:rPr>
        <w:t>ا</w:t>
      </w:r>
      <w:r>
        <w:rPr>
          <w:rtl/>
        </w:rPr>
        <w:t>قعہ کربل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جن</w:t>
      </w:r>
      <w:r w:rsidR="00816B77" w:rsidRPr="00816B77">
        <w:rPr>
          <w:rtl/>
          <w:lang w:bidi="ur-PK"/>
        </w:rPr>
        <w:t>ا</w:t>
      </w:r>
      <w:r>
        <w:rPr>
          <w:rtl/>
        </w:rPr>
        <w:t>ب 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طمہ 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نے کلمہ </w:t>
      </w:r>
      <w:r w:rsidR="00816B77" w:rsidRPr="00816B77">
        <w:rPr>
          <w:rtl/>
          <w:lang w:bidi="ur-PK"/>
        </w:rPr>
        <w:t>ا</w:t>
      </w:r>
      <w:r>
        <w:rPr>
          <w:rtl/>
        </w:rPr>
        <w:t>سترج</w:t>
      </w:r>
      <w:r w:rsidR="00816B77" w:rsidRPr="00816B77">
        <w:rPr>
          <w:rtl/>
          <w:lang w:bidi="ur-PK"/>
        </w:rPr>
        <w:t>ا</w:t>
      </w:r>
      <w:r>
        <w:rPr>
          <w:rtl/>
        </w:rPr>
        <w:t>ع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ورد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روتے ہوئے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Pr="00AE74A9">
        <w:rPr>
          <w:rStyle w:val="libArabicChar"/>
          <w:rFonts w:hint="cs"/>
          <w:rtl/>
        </w:rPr>
        <w:t>« ي</w:t>
      </w:r>
      <w:r w:rsidR="00CF3D62" w:rsidRPr="00CF3D62">
        <w:rPr>
          <w:rStyle w:val="libArabicChar"/>
          <w:rFonts w:hint="cs"/>
          <w:rtl/>
        </w:rPr>
        <w:t>ا</w:t>
      </w:r>
      <w:r w:rsidRPr="00AE74A9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AE74A9">
        <w:rPr>
          <w:rStyle w:val="libArabicChar"/>
          <w:rFonts w:hint="cs"/>
          <w:rtl/>
        </w:rPr>
        <w:t xml:space="preserve">به ! سلّمت و رضيت و توكلت علي </w:t>
      </w:r>
      <w:r w:rsidR="00CF3D62" w:rsidRPr="00CF3D62">
        <w:rPr>
          <w:rStyle w:val="libArabicChar"/>
          <w:rFonts w:hint="cs"/>
          <w:rtl/>
        </w:rPr>
        <w:t>ا</w:t>
      </w:r>
      <w:r w:rsidRPr="00AE74A9">
        <w:rPr>
          <w:rStyle w:val="libArabicChar"/>
          <w:rFonts w:hint="cs"/>
          <w:rtl/>
        </w:rPr>
        <w:t>لله »</w:t>
      </w:r>
      <w:r w:rsidRPr="00AE74A9">
        <w:rPr>
          <w:rStyle w:val="libArabicChar"/>
          <w:rtl/>
        </w:rPr>
        <w:t xml:space="preserve"> 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مجھے قبول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پر توکل کرت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کو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طر نذر کرے  تو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محبت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ضگ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ضگ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دے 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رسول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5A2492" w:rsidP="00AE74A9">
      <w:pPr>
        <w:pStyle w:val="libArabic"/>
        <w:rPr>
          <w:rtl/>
        </w:rPr>
      </w:pP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15B30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C15B30">
        <w:rPr>
          <w:rFonts w:hint="cs"/>
          <w:rtl/>
        </w:rPr>
        <w:t>ي</w:t>
      </w:r>
      <w:r>
        <w:rPr>
          <w:rFonts w:hint="cs"/>
          <w:rtl/>
        </w:rPr>
        <w:t>غضب لغضب</w:t>
      </w:r>
      <w:r w:rsidRPr="00C15B30">
        <w:rPr>
          <w:rFonts w:hint="cs"/>
          <w:rtl/>
        </w:rPr>
        <w:t>ه</w:t>
      </w:r>
      <w:r w:rsidR="00CF3D62" w:rsidRPr="00CF3D62">
        <w:rPr>
          <w:rFonts w:hint="cs"/>
          <w:rtl/>
        </w:rPr>
        <w:t>ا</w:t>
      </w:r>
    </w:p>
    <w:p w:rsidR="005A2492" w:rsidRDefault="005A2492" w:rsidP="00AE74A9">
      <w:pPr>
        <w:pStyle w:val="Heading1"/>
        <w:rPr>
          <w:rtl/>
        </w:rPr>
      </w:pPr>
      <w:bookmarkStart w:id="52" w:name="_Toc393190477"/>
      <w:r>
        <w:rPr>
          <w:rFonts w:hint="eastAsia"/>
          <w:rtl/>
        </w:rPr>
        <w:t>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بچوّں سے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>ر محبت</w:t>
      </w:r>
      <w:bookmarkEnd w:id="52"/>
    </w:p>
    <w:p w:rsidR="005A2492" w:rsidRDefault="005A2492" w:rsidP="00594F20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تَقُولُ</w:t>
      </w:r>
      <w:r w:rsidRPr="00F4194C">
        <w:rPr>
          <w:rStyle w:val="libArabicChar"/>
          <w:rtl/>
        </w:rPr>
        <w:t xml:space="preserve"> لِوَلَدَ</w:t>
      </w:r>
      <w:r w:rsidRPr="00F4194C">
        <w:rPr>
          <w:rStyle w:val="libArabicChar"/>
          <w:rFonts w:hint="cs"/>
          <w:rtl/>
        </w:rPr>
        <w:t>يْهَ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يْنَ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بُوكُمَ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لَّذِي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 يُكْرِمُكُمَ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يَحْمِلُكُمَ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مَرَّةً بَعْدَ مَرَّةٍ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يْنَ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بُوكُمَ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لَّذِي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شَدَّ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لنَّ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سِ شَفَقَةً عَلَيْكُمَ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يَدَعُكُ</w:t>
      </w:r>
      <w:r w:rsidRPr="00F4194C">
        <w:rPr>
          <w:rStyle w:val="libArabicChar"/>
          <w:rtl/>
        </w:rPr>
        <w:t>مَ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 xml:space="preserve"> تَم</w:t>
      </w:r>
      <w:r w:rsidRPr="00F4194C">
        <w:rPr>
          <w:rStyle w:val="libArabicChar"/>
          <w:rFonts w:hint="cs"/>
          <w:rtl/>
        </w:rPr>
        <w:t>ْشِيَ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رْضِ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هُ يَفْتَحُ هَذَ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بَد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يَحْمِلُكُمَ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تِقِهِ كَمَ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لَمْ يَزَلْ يَفْعَلُ بِكُمَ</w:t>
      </w:r>
      <w:r w:rsidR="00CF3D62" w:rsidRPr="00CF3D62">
        <w:rPr>
          <w:rStyle w:val="libArabicChar"/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594F20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، حضرت ز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(س)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پنے بچوّں کو 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و محبت  سے محروم ہونے پر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حزن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ندوہ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مخ</w:t>
      </w:r>
      <w:r w:rsidR="00816B77" w:rsidRPr="00816B77">
        <w:rPr>
          <w:rtl/>
          <w:lang w:bidi="ur-PK"/>
        </w:rPr>
        <w:t>ا</w:t>
      </w:r>
      <w:r>
        <w:rPr>
          <w:rtl/>
        </w:rPr>
        <w:t>طب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گئے </w:t>
      </w:r>
      <w:r w:rsidR="00816B77" w:rsidRPr="00816B77">
        <w:rPr>
          <w:rtl/>
          <w:lang w:bidi="ur-PK"/>
        </w:rPr>
        <w:t>ا</w:t>
      </w:r>
      <w:r>
        <w:rPr>
          <w:rtl/>
        </w:rPr>
        <w:t>پ کے ن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جو تم لوگوں سے بہت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کرتے،</w:t>
      </w:r>
      <w:r w:rsidR="00816B77" w:rsidRPr="00816B77">
        <w:rPr>
          <w:rtl/>
          <w:lang w:bidi="ur-PK"/>
        </w:rPr>
        <w:t>ا</w:t>
      </w:r>
      <w:r>
        <w:rPr>
          <w:rtl/>
        </w:rPr>
        <w:t>پنے دوش پر سو</w:t>
      </w:r>
      <w:r w:rsidR="00816B77" w:rsidRPr="00816B77">
        <w:rPr>
          <w:rtl/>
          <w:lang w:bidi="ur-PK"/>
        </w:rPr>
        <w:t>ا</w:t>
      </w:r>
      <w:r>
        <w:rPr>
          <w:rtl/>
        </w:rPr>
        <w:t>ر کر</w:t>
      </w:r>
      <w:r w:rsidR="00816B77" w:rsidRPr="00816B77">
        <w:rPr>
          <w:rtl/>
          <w:lang w:bidi="ur-PK"/>
        </w:rPr>
        <w:t>ا</w:t>
      </w:r>
      <w:r>
        <w:rPr>
          <w:rtl/>
        </w:rPr>
        <w:t>تے،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تے تھے؟ہ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فسوس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کو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کندھوں پر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ئے ہوئے 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ؤں گ</w:t>
      </w:r>
      <w:r>
        <w:rPr>
          <w:rFonts w:hint="cs"/>
          <w:rtl/>
        </w:rPr>
        <w:t>ی</w:t>
      </w:r>
    </w:p>
    <w:p w:rsidR="00594F20" w:rsidRDefault="00594F2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E74A9" w:rsidRDefault="00594F20" w:rsidP="00AE74A9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AE74A9">
        <w:rPr>
          <w:rtl/>
        </w:rPr>
        <w:t xml:space="preserve"> </w:t>
      </w:r>
      <w:r w:rsidR="00AE74A9" w:rsidRPr="000B1FC0">
        <w:rPr>
          <w:rStyle w:val="libFootNoteArabicChar"/>
          <w:rtl/>
        </w:rPr>
        <w:t>من</w:t>
      </w:r>
      <w:r w:rsidR="00CF3D62" w:rsidRPr="00CF3D62">
        <w:rPr>
          <w:rStyle w:val="libFootNoteArabicChar"/>
          <w:rtl/>
          <w:lang w:bidi="ar-SA"/>
        </w:rPr>
        <w:t>ا</w:t>
      </w:r>
      <w:r w:rsidR="00AE74A9" w:rsidRPr="000B1FC0">
        <w:rPr>
          <w:rStyle w:val="libFootNoteArabicChar"/>
          <w:rtl/>
        </w:rPr>
        <w:t xml:space="preserve">قب </w:t>
      </w:r>
      <w:r w:rsidR="00CF3D62" w:rsidRPr="00CF3D62">
        <w:rPr>
          <w:rStyle w:val="libFootNoteArabicChar"/>
          <w:rtl/>
          <w:lang w:bidi="ar-SA"/>
        </w:rPr>
        <w:t>ا</w:t>
      </w:r>
      <w:r w:rsidR="00AE74A9" w:rsidRPr="000B1FC0">
        <w:rPr>
          <w:rStyle w:val="libFootNoteArabicChar"/>
          <w:rtl/>
        </w:rPr>
        <w:t>بن ش</w:t>
      </w:r>
      <w:r w:rsidR="00AE74A9" w:rsidRPr="000B1FC0">
        <w:rPr>
          <w:rStyle w:val="libFootNoteArabicChar"/>
          <w:rFonts w:hint="cs"/>
          <w:rtl/>
        </w:rPr>
        <w:t xml:space="preserve">هر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AE74A9" w:rsidRPr="000B1FC0">
        <w:rPr>
          <w:rStyle w:val="libFootNoteArabicChar"/>
          <w:rFonts w:hint="cs"/>
          <w:rtl/>
        </w:rPr>
        <w:t>شوب ، ص362</w:t>
      </w:r>
      <w:r w:rsidR="00AE74A9" w:rsidRPr="00816B77">
        <w:rPr>
          <w:rFonts w:hint="cs"/>
          <w:rtl/>
        </w:rPr>
        <w:t xml:space="preserve"> </w:t>
      </w:r>
    </w:p>
    <w:p w:rsidR="00594F20" w:rsidRDefault="00594F20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AE74A9" w:rsidRPr="00AE74A9">
        <w:rPr>
          <w:rtl/>
        </w:rPr>
        <w:t xml:space="preserve"> </w:t>
      </w:r>
      <w:r w:rsidR="00AE74A9">
        <w:rPr>
          <w:rtl/>
        </w:rPr>
        <w:t>بح</w:t>
      </w:r>
      <w:r w:rsidR="00816B77" w:rsidRPr="00816B77">
        <w:rPr>
          <w:rtl/>
        </w:rPr>
        <w:t>ا</w:t>
      </w:r>
      <w:r w:rsidR="00AE74A9">
        <w:rPr>
          <w:rtl/>
        </w:rPr>
        <w:t>ر</w:t>
      </w:r>
      <w:r w:rsidR="00816B77" w:rsidRPr="00816B77">
        <w:rPr>
          <w:rtl/>
        </w:rPr>
        <w:t>ا</w:t>
      </w:r>
      <w:r w:rsidR="00AE74A9">
        <w:rPr>
          <w:rtl/>
        </w:rPr>
        <w:t>ل</w:t>
      </w:r>
      <w:r w:rsidR="00816B77" w:rsidRPr="00816B77">
        <w:rPr>
          <w:rtl/>
        </w:rPr>
        <w:t>ا</w:t>
      </w:r>
      <w:r w:rsidR="00AE74A9">
        <w:rPr>
          <w:rtl/>
        </w:rPr>
        <w:t>نو</w:t>
      </w:r>
      <w:r w:rsidR="00816B77" w:rsidRPr="00816B77">
        <w:rPr>
          <w:rtl/>
        </w:rPr>
        <w:t>ا</w:t>
      </w:r>
      <w:r w:rsidR="00AE74A9">
        <w:rPr>
          <w:rtl/>
        </w:rPr>
        <w:t>ر ، ج 43 ، ص181</w:t>
      </w:r>
    </w:p>
    <w:p w:rsidR="00594F20" w:rsidRDefault="00594F20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AE74A9">
      <w:pPr>
        <w:pStyle w:val="Heading1"/>
        <w:rPr>
          <w:rtl/>
        </w:rPr>
      </w:pPr>
      <w:bookmarkStart w:id="53" w:name="_Toc393190478"/>
      <w:r>
        <w:rPr>
          <w:rFonts w:hint="eastAsia"/>
          <w:rtl/>
        </w:rPr>
        <w:lastRenderedPageBreak/>
        <w:t>بچوّں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>ر محبت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bookmarkEnd w:id="53"/>
    </w:p>
    <w:p w:rsidR="005A2492" w:rsidRDefault="005A2492" w:rsidP="00594F20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رَسُولُ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لل</w:t>
      </w:r>
      <w:r w:rsidRPr="00F4194C">
        <w:rPr>
          <w:rStyle w:val="libArabicChar"/>
          <w:rFonts w:hint="cs"/>
          <w:rtl/>
        </w:rPr>
        <w:t xml:space="preserve">هِ ص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نَظَرَ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لِدُ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وَلَدِهِ فَسَرَّهُ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 لِلْوَ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لِدِ عِتْقُ نَسَمَةٍ قِيلَ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رَسُولَ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نَظَرَ سِتِّينَ وَ ثَلَ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ثَمِ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ئَةِ نَظْرَةٍ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كْبَرُ</w:t>
      </w:r>
      <w:r w:rsidR="00594F20" w:rsidRPr="007D093B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 xml:space="preserve">رم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وہ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کو مہر و محبت ک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816B77" w:rsidRPr="00816B77">
        <w:rPr>
          <w:rtl/>
          <w:lang w:bidi="ur-PK"/>
        </w:rPr>
        <w:t>ا</w:t>
      </w:r>
      <w:r>
        <w:rPr>
          <w:rtl/>
        </w:rPr>
        <w:t>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خوش کرے تو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غلب</w:t>
      </w:r>
      <w:r w:rsidR="005A2492">
        <w:rPr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="005A2492" w:rsidRPr="00E67D25">
        <w:rPr>
          <w:rFonts w:hint="cs"/>
          <w:rtl/>
        </w:rPr>
        <w:t>س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ن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پرد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حرمت در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د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ند             در </w:t>
      </w:r>
      <w:r w:rsidR="009B349E" w:rsidRPr="009B349E">
        <w:rPr>
          <w:rFonts w:hint="cs"/>
          <w:rtl/>
          <w:lang w:bidi="ur-PK"/>
        </w:rPr>
        <w:t>ک</w:t>
      </w:r>
      <w:r w:rsidR="005A2492" w:rsidRPr="00E67D25">
        <w:rPr>
          <w:rFonts w:hint="cs"/>
          <w:rtl/>
        </w:rPr>
        <w:t>و</w:t>
      </w:r>
      <w:r w:rsidR="009B349E" w:rsidRPr="009B349E">
        <w:rPr>
          <w:rFonts w:hint="cs"/>
          <w:rtl/>
          <w:lang w:bidi="ur-PK"/>
        </w:rPr>
        <w:t>کی</w:t>
      </w:r>
      <w:r w:rsidR="005A2492" w:rsidRPr="00E67D25">
        <w:rPr>
          <w:rFonts w:hint="cs"/>
          <w:rtl/>
        </w:rPr>
        <w:t xml:space="preserve"> محبت 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در ند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د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ند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تر وہ</w:t>
      </w:r>
      <w:r>
        <w:rPr>
          <w:rFonts w:hint="cs"/>
          <w:rtl/>
        </w:rPr>
        <w:t>ی</w:t>
      </w:r>
      <w:r>
        <w:rPr>
          <w:rtl/>
        </w:rPr>
        <w:t xml:space="preserve"> بچے 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محبت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</w:p>
    <w:p w:rsidR="005A2492" w:rsidRDefault="005A2492" w:rsidP="00AE74A9">
      <w:pPr>
        <w:pStyle w:val="Heading1"/>
        <w:rPr>
          <w:rtl/>
        </w:rPr>
      </w:pPr>
      <w:bookmarkStart w:id="54" w:name="_Toc393190479"/>
      <w:r>
        <w:rPr>
          <w:rFonts w:hint="eastAsia"/>
          <w:rtl/>
        </w:rPr>
        <w:t>بچوّں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ضد ب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</w:t>
      </w:r>
      <w:bookmarkEnd w:id="54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جو</w:t>
      </w:r>
      <w:r w:rsidRPr="00816B77">
        <w:rPr>
          <w:rtl/>
          <w:lang w:bidi="ur-PK"/>
        </w:rPr>
        <w:t>ا</w:t>
      </w:r>
      <w:r w:rsidR="005A2492">
        <w:rPr>
          <w:rtl/>
        </w:rPr>
        <w:t>ن کہت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مجھے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تھے</w:t>
      </w:r>
      <w:r w:rsidRPr="00816B77">
        <w:rPr>
          <w:rtl/>
          <w:lang w:bidi="ur-PK"/>
        </w:rPr>
        <w:t>ا</w:t>
      </w:r>
      <w:r w:rsidR="005A2492">
        <w:rPr>
          <w:rtl/>
        </w:rPr>
        <w:t>گر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تو ٹوک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تھے مجھے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گھر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لو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مل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کرتے تھے</w:t>
      </w:r>
      <w:r w:rsidRPr="00816B77">
        <w:rPr>
          <w:rtl/>
          <w:lang w:bidi="ur-PK"/>
        </w:rPr>
        <w:t>ا</w:t>
      </w:r>
      <w:r w:rsidR="005A2492">
        <w:rPr>
          <w:rtl/>
        </w:rPr>
        <w:t>گر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کروں تو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</w:t>
      </w:r>
      <w:r w:rsidRPr="00816B77">
        <w:rPr>
          <w:rtl/>
          <w:lang w:bidi="ur-PK"/>
        </w:rPr>
        <w:t>ا</w:t>
      </w:r>
      <w:r w:rsidR="005A2492">
        <w:rPr>
          <w:rtl/>
        </w:rPr>
        <w:t>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تھے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دوسروں کے س</w:t>
      </w:r>
      <w:r w:rsidRPr="00816B77">
        <w:rPr>
          <w:rtl/>
          <w:lang w:bidi="ur-PK"/>
        </w:rPr>
        <w:t>ا</w:t>
      </w:r>
      <w:r w:rsidR="005A2492">
        <w:rPr>
          <w:rtl/>
        </w:rPr>
        <w:t>منے حت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دوستوں کے س</w:t>
      </w:r>
      <w:r w:rsidRPr="00816B77">
        <w:rPr>
          <w:rtl/>
          <w:lang w:bidi="ur-PK"/>
        </w:rPr>
        <w:t>ا</w:t>
      </w:r>
      <w:r w:rsidR="005A2492">
        <w:rPr>
          <w:rtl/>
        </w:rPr>
        <w:t>منے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تحق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5A2492">
        <w:rPr>
          <w:rtl/>
        </w:rPr>
        <w:t>ور توہ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کرتے تھے </w:t>
      </w:r>
      <w:r w:rsidRPr="00816B77">
        <w:rPr>
          <w:rtl/>
          <w:lang w:bidi="ur-PK"/>
        </w:rPr>
        <w:t>ا</w:t>
      </w:r>
      <w:r w:rsidR="005A2492">
        <w:rPr>
          <w:rtl/>
        </w:rPr>
        <w:t>س وجہ سے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>س کمتر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شک</w:t>
      </w:r>
      <w:r w:rsidRPr="00816B77">
        <w:rPr>
          <w:rtl/>
          <w:lang w:bidi="ur-PK"/>
        </w:rPr>
        <w:t>ا</w:t>
      </w:r>
      <w:r w:rsidR="005A2492">
        <w:rPr>
          <w:rtl/>
        </w:rPr>
        <w:t>ر ہوت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حق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ذلّت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>س کرنے لگ</w:t>
      </w:r>
      <w:r w:rsidRPr="00816B77">
        <w:rPr>
          <w:rtl/>
          <w:lang w:bidi="ur-PK"/>
        </w:rPr>
        <w:t>ا</w:t>
      </w:r>
      <w:r w:rsidR="005A2492">
        <w:rPr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>پ کو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</w:t>
      </w:r>
      <w:r w:rsidRPr="00816B77">
        <w:rPr>
          <w:rtl/>
          <w:lang w:bidi="ur-PK"/>
        </w:rPr>
        <w:t>ا</w:t>
      </w:r>
      <w:r w:rsidR="005A2492">
        <w:rPr>
          <w:rtl/>
        </w:rPr>
        <w:t>لتو فرد سمجھنے لگ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>ب جبکہ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ہوں پھر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دوستوں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کرنے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جر</w:t>
      </w:r>
      <w:r w:rsidRPr="00816B77">
        <w:rPr>
          <w:rtl/>
          <w:lang w:bidi="ur-PK"/>
        </w:rPr>
        <w:t>ا</w:t>
      </w:r>
      <w:r w:rsidR="005A2492">
        <w:rPr>
          <w:rtl/>
        </w:rPr>
        <w:t>ٔت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گر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کروں تو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گھنٹوں 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ٹھ</w:t>
      </w:r>
      <w:r w:rsidR="005A2492">
        <w:rPr>
          <w:rtl/>
        </w:rPr>
        <w:t xml:space="preserve"> ک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پر سوچت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ہوں کہ جو کچھ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غلط تو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تقص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نہوں نے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ترب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: </w:t>
      </w:r>
    </w:p>
    <w:p w:rsidR="005A2492" w:rsidRPr="00E67D25" w:rsidRDefault="005A2492" w:rsidP="00594F20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عَن</w:t>
      </w:r>
      <w:r w:rsidRPr="00F4194C">
        <w:rPr>
          <w:rStyle w:val="libArabicChar"/>
          <w:rFonts w:hint="cs"/>
          <w:rtl/>
        </w:rPr>
        <w:t>ْ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ع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دَعِ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بْنَكَ يَلْعَبُ سَبْعَ سِنِينَ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لْزِمْهُ نَفْسَكَ سَبْع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فْلَحَ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مِمَّنْ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خَيْرَ فِيهِ</w:t>
      </w:r>
      <w:r w:rsidRPr="00E67D25">
        <w:rPr>
          <w:rFonts w:hint="cs"/>
          <w:rtl/>
        </w:rPr>
        <w:t xml:space="preserve"> </w:t>
      </w:r>
      <w:r w:rsidR="00594F20" w:rsidRPr="007741D8">
        <w:rPr>
          <w:rStyle w:val="libFootnotenumChar"/>
          <w:rFonts w:hint="cs"/>
          <w:rtl/>
        </w:rPr>
        <w:t>(2)</w:t>
      </w:r>
    </w:p>
    <w:p w:rsidR="00594F20" w:rsidRDefault="00594F2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D093B" w:rsidRDefault="00594F20" w:rsidP="007D093B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7D093B" w:rsidRPr="007D093B">
        <w:rPr>
          <w:rtl/>
        </w:rPr>
        <w:t xml:space="preserve"> </w:t>
      </w:r>
      <w:r w:rsidR="007D093B" w:rsidRPr="009B349E">
        <w:rPr>
          <w:rStyle w:val="libFootNoteArabicChar"/>
          <w:rtl/>
        </w:rPr>
        <w:t>مستدر</w:t>
      </w:r>
      <w:r w:rsidR="007D093B" w:rsidRPr="009B349E">
        <w:rPr>
          <w:rStyle w:val="libFootNoteArabicChar"/>
          <w:rFonts w:hint="cs"/>
          <w:rtl/>
        </w:rPr>
        <w:t>ك‏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7D093B" w:rsidRPr="009B349E">
        <w:rPr>
          <w:rStyle w:val="libFootNoteArabicChar"/>
          <w:rFonts w:hint="cs"/>
          <w:rtl/>
        </w:rPr>
        <w:t>لوس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7D093B" w:rsidRPr="009B349E">
        <w:rPr>
          <w:rStyle w:val="libFootNoteArabicChar"/>
          <w:rFonts w:hint="cs"/>
          <w:rtl/>
        </w:rPr>
        <w:t>ئل،ج15 ،ص169 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7D093B" w:rsidRPr="009B349E">
        <w:rPr>
          <w:rStyle w:val="libFootNoteArabicChar"/>
          <w:rFonts w:hint="cs"/>
          <w:rtl/>
        </w:rPr>
        <w:t xml:space="preserve">ب جملة من حقوق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7D093B" w:rsidRPr="009B349E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7D093B" w:rsidRPr="009B349E">
        <w:rPr>
          <w:rStyle w:val="libFootNoteArabicChar"/>
          <w:rFonts w:hint="cs"/>
          <w:rtl/>
        </w:rPr>
        <w:t>ول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7D093B" w:rsidRPr="009B349E">
        <w:rPr>
          <w:rStyle w:val="libFootNoteArabicChar"/>
          <w:rFonts w:hint="cs"/>
          <w:rtl/>
        </w:rPr>
        <w:t>د</w:t>
      </w:r>
    </w:p>
    <w:p w:rsidR="00594F20" w:rsidRDefault="00594F20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7D093B" w:rsidRPr="007D093B">
        <w:rPr>
          <w:rtl/>
        </w:rPr>
        <w:t xml:space="preserve"> </w:t>
      </w:r>
      <w:r w:rsidR="007D093B">
        <w:rPr>
          <w:rtl/>
        </w:rPr>
        <w:t>وس</w:t>
      </w:r>
      <w:r w:rsidR="00816B77" w:rsidRPr="00816B77">
        <w:rPr>
          <w:rtl/>
        </w:rPr>
        <w:t>ا</w:t>
      </w:r>
      <w:r w:rsidR="007D093B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7D093B">
        <w:rPr>
          <w:rtl/>
        </w:rPr>
        <w:t xml:space="preserve"> ج </w:t>
      </w:r>
      <w:r w:rsidR="007D093B">
        <w:rPr>
          <w:rtl/>
          <w:lang w:bidi="fa-IR"/>
        </w:rPr>
        <w:t>۱۵</w:t>
      </w:r>
      <w:r w:rsidR="007D093B">
        <w:rPr>
          <w:rtl/>
        </w:rPr>
        <w:t xml:space="preserve"> ، ص </w:t>
      </w:r>
      <w:r w:rsidR="007D093B">
        <w:rPr>
          <w:rtl/>
          <w:lang w:bidi="fa-IR"/>
        </w:rPr>
        <w:t>۱۹۴</w:t>
      </w:r>
      <w:r w:rsidR="007D093B">
        <w:rPr>
          <w:rtl/>
        </w:rPr>
        <w:t xml:space="preserve">، </w:t>
      </w:r>
      <w:r w:rsidR="00816B77" w:rsidRPr="00816B77">
        <w:rPr>
          <w:rtl/>
        </w:rPr>
        <w:t>ا</w:t>
      </w:r>
      <w:r w:rsidR="007D093B">
        <w:rPr>
          <w:rtl/>
        </w:rPr>
        <w:t>ل</w:t>
      </w:r>
      <w:r w:rsidR="00DB2203" w:rsidRPr="00DB2203">
        <w:rPr>
          <w:rtl/>
        </w:rPr>
        <w:t xml:space="preserve">کافی </w:t>
      </w:r>
      <w:r w:rsidR="007D093B">
        <w:rPr>
          <w:rFonts w:hint="eastAsia"/>
          <w:rtl/>
        </w:rPr>
        <w:t>،ج</w:t>
      </w:r>
      <w:r w:rsidR="007D093B">
        <w:rPr>
          <w:rtl/>
          <w:lang w:bidi="fa-IR"/>
        </w:rPr>
        <w:t>۶</w:t>
      </w:r>
      <w:r w:rsidR="007D093B">
        <w:rPr>
          <w:rtl/>
        </w:rPr>
        <w:t>، ص</w:t>
      </w:r>
      <w:r w:rsidR="007D093B">
        <w:rPr>
          <w:rtl/>
          <w:lang w:bidi="fa-IR"/>
        </w:rPr>
        <w:t>۴۶</w:t>
      </w:r>
    </w:p>
    <w:p w:rsidR="00594F20" w:rsidRDefault="00594F20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لئے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ب</w:t>
      </w:r>
      <w:r w:rsidRPr="00816B77">
        <w:rPr>
          <w:rtl/>
          <w:lang w:bidi="ur-PK"/>
        </w:rPr>
        <w:t>ا</w:t>
      </w:r>
      <w:r w:rsidR="005A2492">
        <w:rPr>
          <w:rtl/>
        </w:rPr>
        <w:t>قر ؑنے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:بچےّ کو پہلے س</w:t>
      </w:r>
      <w:r w:rsidRPr="00816B77">
        <w:rPr>
          <w:rtl/>
          <w:lang w:bidi="ur-PK"/>
        </w:rPr>
        <w:t>ا</w:t>
      </w:r>
      <w:r w:rsidR="005A2492">
        <w:rPr>
          <w:rtl/>
        </w:rPr>
        <w:t>ت س</w:t>
      </w:r>
      <w:r w:rsidRPr="00816B77">
        <w:rPr>
          <w:rtl/>
          <w:lang w:bidi="ur-PK"/>
        </w:rPr>
        <w:t>ا</w:t>
      </w:r>
      <w:r w:rsidR="005A2492">
        <w:rPr>
          <w:rtl/>
        </w:rPr>
        <w:t>ل ب</w:t>
      </w:r>
      <w:r w:rsidRPr="00816B77">
        <w:rPr>
          <w:rtl/>
          <w:lang w:bidi="ur-PK"/>
        </w:rPr>
        <w:t>ا</w:t>
      </w:r>
      <w:r w:rsidR="005A2492">
        <w:rPr>
          <w:rtl/>
        </w:rPr>
        <w:t>دش</w:t>
      </w:r>
      <w:r w:rsidRPr="00816B77">
        <w:rPr>
          <w:rtl/>
          <w:lang w:bidi="ur-PK"/>
        </w:rPr>
        <w:t>ا</w:t>
      </w:r>
      <w:r w:rsidR="005A2492">
        <w:rPr>
          <w:rtl/>
        </w:rPr>
        <w:t>ہوں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طرح، دوسرے س</w:t>
      </w:r>
      <w:r w:rsidRPr="00816B77">
        <w:rPr>
          <w:rtl/>
          <w:lang w:bidi="ur-PK"/>
        </w:rPr>
        <w:t>ا</w:t>
      </w:r>
      <w:r w:rsidR="005A2492">
        <w:rPr>
          <w:rtl/>
        </w:rPr>
        <w:t>ت س</w:t>
      </w:r>
      <w:r w:rsidRPr="00816B77">
        <w:rPr>
          <w:rtl/>
          <w:lang w:bidi="ur-PK"/>
        </w:rPr>
        <w:t>ا</w:t>
      </w:r>
      <w:r w:rsidR="005A2492">
        <w:rPr>
          <w:rtl/>
        </w:rPr>
        <w:t>ل غل</w:t>
      </w:r>
      <w:r w:rsidRPr="00816B77">
        <w:rPr>
          <w:rtl/>
          <w:lang w:bidi="ur-PK"/>
        </w:rPr>
        <w:t>ا</w:t>
      </w:r>
      <w:r w:rsidR="005A2492">
        <w:rPr>
          <w:rtl/>
        </w:rPr>
        <w:t>موں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</w:t>
      </w:r>
      <w:r w:rsidRPr="00816B77">
        <w:rPr>
          <w:rtl/>
          <w:lang w:bidi="ur-PK"/>
        </w:rPr>
        <w:t>ا</w:t>
      </w:r>
      <w:r w:rsidR="005A2492">
        <w:rPr>
          <w:rtl/>
        </w:rPr>
        <w:t>ور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سرے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ت س</w:t>
      </w:r>
      <w:r w:rsidRPr="00816B77">
        <w:rPr>
          <w:rtl/>
          <w:lang w:bidi="ur-PK"/>
        </w:rPr>
        <w:t>ا</w:t>
      </w:r>
      <w:r w:rsidR="005A2492">
        <w:rPr>
          <w:rtl/>
        </w:rPr>
        <w:t>ل وز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روں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</w:t>
      </w:r>
      <w:r w:rsidRPr="00816B77">
        <w:rPr>
          <w:rtl/>
          <w:lang w:bidi="ur-PK"/>
        </w:rPr>
        <w:t>ا</w:t>
      </w:r>
      <w:r w:rsidR="005A2492">
        <w:rPr>
          <w:rtl/>
        </w:rPr>
        <w:t>پنے ک</w:t>
      </w:r>
      <w:r w:rsidRPr="00816B77">
        <w:rPr>
          <w:rtl/>
          <w:lang w:bidi="ur-PK"/>
        </w:rPr>
        <w:t>ا</w:t>
      </w:r>
      <w:r w:rsidR="005A2492">
        <w:rPr>
          <w:rtl/>
        </w:rPr>
        <w:t>موں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مل کرو 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سے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مشورہ ل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بچےّ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>س حق</w:t>
      </w:r>
      <w:r w:rsidRPr="00816B77">
        <w:rPr>
          <w:rtl/>
          <w:lang w:bidi="ur-PK"/>
        </w:rPr>
        <w:t>ا</w:t>
      </w:r>
      <w:r w:rsidR="005A2492">
        <w:rPr>
          <w:rtl/>
        </w:rPr>
        <w:t>رت کرنے لگ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نہ وہ تعل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گے بڑھ سکت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ں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نہ دوسرے ترق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کہ:م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شہ</w:t>
      </w:r>
      <w:r w:rsidR="005A2492">
        <w:rPr>
          <w:rtl/>
        </w:rPr>
        <w:t xml:space="preserve"> مجھے حق</w:t>
      </w:r>
      <w:r w:rsidRPr="00816B77">
        <w:rPr>
          <w:rtl/>
          <w:lang w:bidi="ur-PK"/>
        </w:rPr>
        <w:t>ا</w:t>
      </w:r>
      <w:r w:rsidR="005A2492">
        <w:rPr>
          <w:rtl/>
        </w:rPr>
        <w:t>رت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نگ</w:t>
      </w:r>
      <w:r w:rsidRPr="00816B77">
        <w:rPr>
          <w:rtl/>
          <w:lang w:bidi="ur-PK"/>
        </w:rPr>
        <w:t>ا</w:t>
      </w:r>
      <w:r w:rsidR="005A2492">
        <w:rPr>
          <w:rtl/>
        </w:rPr>
        <w:t>ہ سے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دفعہ  </w:t>
      </w:r>
      <w:r w:rsidRPr="00816B77">
        <w:rPr>
          <w:rtl/>
          <w:lang w:bidi="ur-PK"/>
        </w:rPr>
        <w:t>ا</w:t>
      </w:r>
      <w:r w:rsidR="005A2492">
        <w:rPr>
          <w:rtl/>
        </w:rPr>
        <w:t>متح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>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کم نمبر </w:t>
      </w:r>
      <w:r w:rsidRPr="00816B77">
        <w:rPr>
          <w:rtl/>
          <w:lang w:bidi="ur-PK"/>
        </w:rPr>
        <w:t>ا</w:t>
      </w:r>
      <w:r w:rsidR="005A2492">
        <w:rPr>
          <w:rtl/>
        </w:rPr>
        <w:t>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سے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لہ کے س</w:t>
      </w:r>
      <w:r w:rsidRPr="00816B77">
        <w:rPr>
          <w:rtl/>
          <w:lang w:bidi="ur-PK"/>
        </w:rPr>
        <w:t>ا</w:t>
      </w:r>
      <w:r w:rsidR="005A2492">
        <w:rPr>
          <w:rtl/>
        </w:rPr>
        <w:t>منے توہ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شروع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نہوں 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سے کہ</w:t>
      </w:r>
      <w:r w:rsidRPr="00816B77">
        <w:rPr>
          <w:rtl/>
          <w:lang w:bidi="ur-PK"/>
        </w:rPr>
        <w:t>ا</w:t>
      </w:r>
      <w:r w:rsidR="005A2492">
        <w:rPr>
          <w:rtl/>
        </w:rPr>
        <w:t>: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ن !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نہ کرو مز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خر</w:t>
      </w:r>
      <w:r w:rsidRPr="00816B77">
        <w:rPr>
          <w:rtl/>
          <w:lang w:bidi="ur-PK"/>
        </w:rPr>
        <w:t>ا</w:t>
      </w:r>
      <w:r w:rsidR="005A2492">
        <w:rPr>
          <w:rtl/>
        </w:rPr>
        <w:t>ب ہوج</w:t>
      </w:r>
      <w:r w:rsidRPr="00816B77">
        <w:rPr>
          <w:rtl/>
          <w:lang w:bidi="ur-PK"/>
        </w:rPr>
        <w:t>ا</w:t>
      </w:r>
      <w:r w:rsidR="005A2492">
        <w:rPr>
          <w:rtl/>
        </w:rPr>
        <w:t>ئے گ</w:t>
      </w:r>
      <w:r w:rsidR="005A2492">
        <w:rPr>
          <w:rFonts w:hint="cs"/>
          <w:rtl/>
        </w:rPr>
        <w:t>ی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ں نے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ہےم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لہ نے 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سے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زت لے کر مجھے </w:t>
      </w:r>
      <w:r w:rsidRPr="00816B77">
        <w:rPr>
          <w:rtl/>
          <w:lang w:bidi="ur-PK"/>
        </w:rPr>
        <w:t>ا</w:t>
      </w:r>
      <w:r w:rsidR="005A2492">
        <w:rPr>
          <w:rtl/>
        </w:rPr>
        <w:t>متح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تک </w:t>
      </w:r>
      <w:r w:rsidRPr="00816B77">
        <w:rPr>
          <w:rtl/>
          <w:lang w:bidi="ur-PK"/>
        </w:rPr>
        <w:t>ا</w:t>
      </w:r>
      <w:r w:rsidR="005A2492">
        <w:rPr>
          <w:rtl/>
        </w:rPr>
        <w:t>پنے گھر لے گئ</w:t>
      </w:r>
      <w:r w:rsidR="005A2492">
        <w:rPr>
          <w:rFonts w:hint="cs"/>
          <w:rtl/>
        </w:rPr>
        <w:t>ی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لہ ز</w:t>
      </w:r>
      <w:r w:rsidRPr="00816B77">
        <w:rPr>
          <w:rtl/>
          <w:lang w:bidi="ur-PK"/>
        </w:rPr>
        <w:t>ا</w:t>
      </w:r>
      <w:r w:rsidR="005A2492">
        <w:rPr>
          <w:rtl/>
        </w:rPr>
        <w:t>د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ن مہر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ہمکل</w:t>
      </w:r>
      <w:r w:rsidRPr="00816B77">
        <w:rPr>
          <w:rtl/>
          <w:lang w:bidi="ur-PK"/>
        </w:rPr>
        <w:t>ا</w:t>
      </w:r>
      <w:r w:rsidR="005A2492">
        <w:rPr>
          <w:rtl/>
        </w:rPr>
        <w:t>س تھ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تھ </w:t>
      </w:r>
      <w:r w:rsidRPr="00816B77">
        <w:rPr>
          <w:rtl/>
          <w:lang w:bidi="ur-PK"/>
        </w:rPr>
        <w:t>ا</w:t>
      </w:r>
      <w:r w:rsidR="005A2492">
        <w:rPr>
          <w:rtl/>
        </w:rPr>
        <w:t>متح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شروع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مہر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حسب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بق </w:t>
      </w:r>
      <w:r w:rsidR="005A2492">
        <w:t>first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t>third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جس پر مجھے خود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</w:p>
    <w:p w:rsidR="005A2492" w:rsidRDefault="005A2492" w:rsidP="005E4229">
      <w:pPr>
        <w:pStyle w:val="Heading1"/>
        <w:rPr>
          <w:rtl/>
        </w:rPr>
      </w:pPr>
      <w:bookmarkStart w:id="55" w:name="_Toc393190480"/>
      <w:r>
        <w:rPr>
          <w:rFonts w:hint="eastAsia"/>
          <w:rtl/>
        </w:rPr>
        <w:t>بچوّں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</w:t>
      </w:r>
      <w:r w:rsidR="00816B77" w:rsidRPr="00816B77">
        <w:rPr>
          <w:rtl/>
          <w:lang w:bidi="ur-PK"/>
        </w:rPr>
        <w:t>ا</w:t>
      </w:r>
      <w:r>
        <w:rPr>
          <w:rtl/>
        </w:rPr>
        <w:t>ستعد</w:t>
      </w:r>
      <w:r w:rsidR="00816B77" w:rsidRPr="00816B77">
        <w:rPr>
          <w:rtl/>
          <w:lang w:bidi="ur-PK"/>
        </w:rPr>
        <w:t>ا</w:t>
      </w:r>
      <w:r>
        <w:rPr>
          <w:rtl/>
        </w:rPr>
        <w:t>دوں پر توجہ</w:t>
      </w:r>
      <w:bookmarkEnd w:id="55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بچےّ کے </w:t>
      </w:r>
      <w:r w:rsidR="00816B77" w:rsidRPr="00816B77">
        <w:rPr>
          <w:rtl/>
          <w:lang w:bidi="ur-PK"/>
        </w:rPr>
        <w:t>ا</w:t>
      </w:r>
      <w:r>
        <w:rPr>
          <w:rtl/>
        </w:rPr>
        <w:t>ندر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صل</w:t>
      </w:r>
      <w:r w:rsidR="00816B77" w:rsidRPr="00816B77">
        <w:rPr>
          <w:rtl/>
          <w:lang w:bidi="ur-PK"/>
        </w:rPr>
        <w:t>ا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ستعد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موجود ہے،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گر وہ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ہے تو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816B77" w:rsidRPr="00816B77">
        <w:rPr>
          <w:rtl/>
          <w:lang w:bidi="ur-PK"/>
        </w:rPr>
        <w:t>ا</w:t>
      </w:r>
      <w:r>
        <w:rPr>
          <w:rtl/>
        </w:rPr>
        <w:t>سے  مجبور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شعبے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مہ</w:t>
      </w:r>
      <w:r w:rsidR="00816B77" w:rsidRPr="00816B77">
        <w:rPr>
          <w:rtl/>
          <w:lang w:bidi="ur-PK"/>
        </w:rPr>
        <w:t>ا</w:t>
      </w:r>
      <w:r>
        <w:rPr>
          <w:rtl/>
        </w:rPr>
        <w:t>رت ح</w:t>
      </w:r>
      <w:r w:rsidR="00816B77" w:rsidRPr="00816B77">
        <w:rPr>
          <w:rtl/>
          <w:lang w:bidi="ur-PK"/>
        </w:rPr>
        <w:t>ا</w:t>
      </w:r>
      <w:r>
        <w:rPr>
          <w:rtl/>
        </w:rPr>
        <w:t>صل کرنے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 w:rsidR="00816B77" w:rsidRPr="00816B77">
        <w:rPr>
          <w:rtl/>
          <w:lang w:bidi="ur-PK"/>
        </w:rPr>
        <w:t>ا</w:t>
      </w:r>
      <w:r>
        <w:rPr>
          <w:rtl/>
        </w:rPr>
        <w:t>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594F20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ز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بڑ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مور نقّ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ش تھ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خود پڑھت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نہ دوسروں کو پڑھنے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شکل سے پڑھ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لکھ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ہنر مند نظر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ہرنفس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پ</w:t>
      </w:r>
      <w:r w:rsidR="00816B77" w:rsidRPr="00816B77">
        <w:rPr>
          <w:rtl/>
          <w:lang w:bidi="ur-PK"/>
        </w:rPr>
        <w:t>ا</w:t>
      </w:r>
      <w:r>
        <w:rPr>
          <w:rtl/>
        </w:rPr>
        <w:t>س بل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ز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 نے خ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موش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سننے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مرغے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 جو درخت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جب </w:t>
      </w:r>
      <w:r w:rsidR="00816B77" w:rsidRPr="00816B77">
        <w:rPr>
          <w:rtl/>
          <w:lang w:bidi="ur-PK"/>
        </w:rPr>
        <w:t>ا</w:t>
      </w:r>
      <w:r>
        <w:rPr>
          <w:rtl/>
        </w:rPr>
        <w:t>س  م</w:t>
      </w:r>
      <w:r w:rsidR="00816B77" w:rsidRPr="00816B77">
        <w:rPr>
          <w:rtl/>
          <w:lang w:bidi="ur-PK"/>
        </w:rPr>
        <w:t>ا</w:t>
      </w:r>
      <w:r>
        <w:rPr>
          <w:rtl/>
        </w:rPr>
        <w:t>ہرنفس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سمجھ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لڑکے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بڑ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 w:rsidR="00816B77" w:rsidRPr="00816B77">
        <w:rPr>
          <w:rtl/>
          <w:lang w:bidi="ur-PK"/>
        </w:rPr>
        <w:t>ا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 کو بل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</w:t>
      </w:r>
      <w:r w:rsidR="00816B77" w:rsidRPr="00816B77">
        <w:rPr>
          <w:rtl/>
          <w:lang w:bidi="ur-PK"/>
        </w:rPr>
        <w:t>ا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مہ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رت رکھت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ہے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س شعبے سے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کو لگ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ؤ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وردلچس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سے نق</w:t>
      </w:r>
      <w:r w:rsidR="00816B77" w:rsidRPr="00816B77">
        <w:rPr>
          <w:rtl/>
          <w:lang w:bidi="ur-PK"/>
        </w:rPr>
        <w:t>ا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نہوں نے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مور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معروف نق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 w:rsidR="00816B77" w:rsidRPr="00816B77">
        <w:rPr>
          <w:rtl/>
          <w:lang w:bidi="ur-PK"/>
        </w:rPr>
        <w:t>ا</w:t>
      </w:r>
      <w:r>
        <w:rPr>
          <w:rtl/>
        </w:rPr>
        <w:t>م سے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 w:rsidR="00816B77" w:rsidRPr="00816B77">
        <w:rPr>
          <w:rtl/>
          <w:lang w:bidi="ur-PK"/>
        </w:rPr>
        <w:t>ا</w:t>
      </w:r>
      <w:r>
        <w:rPr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594F20" w:rsidRPr="007741D8">
        <w:rPr>
          <w:rStyle w:val="libFootnotenumChar"/>
          <w:rFonts w:hint="cs"/>
          <w:rtl/>
        </w:rPr>
        <w:t>(1)</w:t>
      </w:r>
    </w:p>
    <w:p w:rsidR="00594F20" w:rsidRDefault="00594F2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94F20" w:rsidRDefault="00594F20" w:rsidP="005E4229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E4229" w:rsidRPr="005E4229">
        <w:rPr>
          <w:rtl/>
        </w:rPr>
        <w:t xml:space="preserve"> </w:t>
      </w:r>
      <w:r w:rsidR="005E4229">
        <w:rPr>
          <w:rtl/>
        </w:rPr>
        <w:t>جعفر سبح</w:t>
      </w:r>
      <w:r w:rsidR="00816B77" w:rsidRPr="00816B77">
        <w:rPr>
          <w:rtl/>
        </w:rPr>
        <w:t>ا</w:t>
      </w:r>
      <w:r w:rsidR="005E4229">
        <w:rPr>
          <w:rtl/>
        </w:rPr>
        <w:t>ن</w:t>
      </w:r>
      <w:r w:rsidR="005E4229">
        <w:rPr>
          <w:rFonts w:hint="cs"/>
          <w:rtl/>
        </w:rPr>
        <w:t>ی</w:t>
      </w:r>
      <w:r w:rsidR="005E4229">
        <w:rPr>
          <w:rFonts w:hint="eastAsia"/>
          <w:rtl/>
        </w:rPr>
        <w:t>؛رمزپ</w:t>
      </w:r>
      <w:r w:rsidR="005E4229">
        <w:rPr>
          <w:rFonts w:hint="cs"/>
          <w:rtl/>
        </w:rPr>
        <w:t>ی</w:t>
      </w:r>
      <w:r w:rsidR="005E4229">
        <w:rPr>
          <w:rFonts w:hint="eastAsia"/>
          <w:rtl/>
        </w:rPr>
        <w:t>روز</w:t>
      </w:r>
      <w:r w:rsidR="005E4229">
        <w:rPr>
          <w:rFonts w:hint="cs"/>
          <w:rtl/>
        </w:rPr>
        <w:t>ی</w:t>
      </w:r>
      <w:r w:rsidR="005E4229">
        <w:rPr>
          <w:rtl/>
        </w:rPr>
        <w:t xml:space="preserve"> مرد</w:t>
      </w:r>
      <w:r w:rsidR="00816B77" w:rsidRPr="00816B77">
        <w:rPr>
          <w:rtl/>
        </w:rPr>
        <w:t>ا</w:t>
      </w:r>
      <w:r w:rsidR="005E4229">
        <w:rPr>
          <w:rtl/>
        </w:rPr>
        <w:t>ن بزرگ،ص</w:t>
      </w:r>
      <w:r w:rsidR="00C15B30" w:rsidRPr="00C15B30">
        <w:rPr>
          <w:rFonts w:hint="cs"/>
          <w:rtl/>
        </w:rPr>
        <w:t>11</w:t>
      </w:r>
    </w:p>
    <w:p w:rsidR="00594F20" w:rsidRPr="005E4229" w:rsidRDefault="00594F20" w:rsidP="00A60F54">
      <w:pPr>
        <w:pStyle w:val="libPoemTini"/>
        <w:rPr>
          <w:rtl/>
        </w:rPr>
      </w:pPr>
      <w:r w:rsidRPr="005E4229">
        <w:rPr>
          <w:rtl/>
        </w:rPr>
        <w:br w:type="page"/>
      </w:r>
    </w:p>
    <w:p w:rsidR="005A2492" w:rsidRDefault="005A2492" w:rsidP="005E4229">
      <w:pPr>
        <w:pStyle w:val="Heading1"/>
        <w:rPr>
          <w:rtl/>
        </w:rPr>
      </w:pPr>
      <w:bookmarkStart w:id="56" w:name="_Toc393190481"/>
      <w:r>
        <w:rPr>
          <w:rFonts w:hint="eastAsia"/>
          <w:rtl/>
        </w:rPr>
        <w:lastRenderedPageBreak/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56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بچہ تعل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کمزور ہو تو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تحق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نہ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نے ہر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ذہن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ہےممکن ہے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شخص کند ذہن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تند ذہن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صورت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تشو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کہ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شتر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لڈ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ترق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ںو</w:t>
      </w:r>
      <w:r w:rsidR="005A2492">
        <w:rPr>
          <w:rtl/>
        </w:rPr>
        <w:t xml:space="preserve">  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شخص کہت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دوست مد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جو مختلف شہروں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لوگوں کو مختلف کرتب دکھ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پھرت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پر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کس طرح وحش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(ش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ر،ببر،ہ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،کت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چھ</w:t>
      </w:r>
      <w:r w:rsidR="005A2492">
        <w:rPr>
          <w:rtl/>
        </w:rPr>
        <w:t xml:space="preserve"> وغ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رہ</w:t>
      </w:r>
      <w:r w:rsidR="005A2492">
        <w:rPr>
          <w:rtl/>
        </w:rPr>
        <w:t>)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ت</w:t>
      </w:r>
      <w:r w:rsidRPr="00816B77">
        <w:rPr>
          <w:rtl/>
          <w:lang w:bidi="ur-PK"/>
        </w:rPr>
        <w:t>ا</w:t>
      </w:r>
      <w:r w:rsidR="005A2492">
        <w:rPr>
          <w:rtl/>
        </w:rPr>
        <w:t>بع ہوتے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ں؟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س پر تحق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tl/>
        </w:rPr>
        <w:t xml:space="preserve"> شروع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معلوم ہو</w:t>
      </w:r>
      <w:r w:rsidRPr="00816B77">
        <w:rPr>
          <w:rtl/>
          <w:lang w:bidi="ur-PK"/>
        </w:rPr>
        <w:t>ا</w:t>
      </w:r>
      <w:r w:rsidR="005A2492">
        <w:rPr>
          <w:rtl/>
        </w:rPr>
        <w:t>کہ وہ ہر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معمول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کرتب دکھ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نے پر </w:t>
      </w:r>
      <w:r w:rsidRPr="00816B77">
        <w:rPr>
          <w:rtl/>
          <w:lang w:bidi="ur-PK"/>
        </w:rPr>
        <w:t>ا</w:t>
      </w:r>
      <w:r w:rsidR="005A2492">
        <w:rPr>
          <w:rtl/>
        </w:rPr>
        <w:t>سے گوشت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چند بوٹ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کھل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سر پر ہ</w:t>
      </w:r>
      <w:r w:rsidRPr="00816B77">
        <w:rPr>
          <w:rtl/>
          <w:lang w:bidi="ur-PK"/>
        </w:rPr>
        <w:t>ا</w:t>
      </w:r>
      <w:r w:rsidR="005A2492">
        <w:rPr>
          <w:rtl/>
        </w:rPr>
        <w:t>تھ پھ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تشو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tl/>
        </w:rPr>
        <w:t xml:space="preserve">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تشو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جہ</w:t>
      </w:r>
      <w:r w:rsidR="005A2492">
        <w:rPr>
          <w:rtl/>
        </w:rPr>
        <w:t xml:space="preserve"> 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جنگل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وحش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نور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م</w:t>
      </w:r>
      <w:r w:rsidRPr="00816B77">
        <w:rPr>
          <w:rtl/>
          <w:lang w:bidi="ur-PK"/>
        </w:rPr>
        <w:t>ا</w:t>
      </w:r>
      <w:r w:rsidR="005A2492">
        <w:rPr>
          <w:rtl/>
        </w:rPr>
        <w:t>لک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ہر ب</w:t>
      </w:r>
      <w:r w:rsidRPr="00816B77">
        <w:rPr>
          <w:rtl/>
          <w:lang w:bidi="ur-PK"/>
        </w:rPr>
        <w:t>ا</w:t>
      </w:r>
      <w:r w:rsidR="005A2492">
        <w:rPr>
          <w:rtl/>
        </w:rPr>
        <w:t>ت م</w:t>
      </w:r>
      <w:r w:rsidRPr="00816B77">
        <w:rPr>
          <w:rtl/>
          <w:lang w:bidi="ur-PK"/>
        </w:rPr>
        <w:t>ا</w:t>
      </w:r>
      <w:r w:rsidR="005A2492">
        <w:rPr>
          <w:rtl/>
        </w:rPr>
        <w:t>ننے کے لئے 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ردکھ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</w:p>
    <w:p w:rsidR="005A2492" w:rsidRDefault="005A2492" w:rsidP="005E4229">
      <w:pPr>
        <w:pStyle w:val="Heading1"/>
        <w:rPr>
          <w:rtl/>
        </w:rPr>
      </w:pPr>
      <w:r>
        <w:rPr>
          <w:rtl/>
        </w:rPr>
        <w:t xml:space="preserve"> </w:t>
      </w:r>
      <w:bookmarkStart w:id="57" w:name="_Toc393190482"/>
      <w:r>
        <w:rPr>
          <w:rtl/>
        </w:rPr>
        <w:t>بچوّں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>دل</w:t>
      </w:r>
      <w:r w:rsidR="00816B77" w:rsidRPr="00816B77">
        <w:rPr>
          <w:rtl/>
          <w:lang w:bidi="ur-PK"/>
        </w:rPr>
        <w:t>ا</w:t>
      </w:r>
      <w:r>
        <w:rPr>
          <w:rtl/>
        </w:rPr>
        <w:t>نہ قض</w:t>
      </w:r>
      <w:r w:rsidR="00816B77" w:rsidRPr="00816B77">
        <w:rPr>
          <w:rtl/>
          <w:lang w:bidi="ur-PK"/>
        </w:rPr>
        <w:t>ا</w:t>
      </w:r>
      <w:r>
        <w:rPr>
          <w:rtl/>
        </w:rPr>
        <w:t>وت</w:t>
      </w:r>
      <w:bookmarkEnd w:id="57"/>
    </w:p>
    <w:p w:rsidR="00594F20" w:rsidRDefault="005A2492" w:rsidP="00F4194C">
      <w:pPr>
        <w:pStyle w:val="libArabic"/>
        <w:rPr>
          <w:rtl/>
        </w:rPr>
      </w:pP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حَسَنَ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حُسَ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CD0F9A">
        <w:rPr>
          <w:rFonts w:hint="cs"/>
          <w:rtl/>
        </w:rPr>
        <w:t>كْ</w:t>
      </w:r>
      <w:r>
        <w:rPr>
          <w:rFonts w:hint="cs"/>
          <w:rtl/>
        </w:rPr>
        <w:t>تُبَ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حَسَنُ لِل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حُسَ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نِ خَطِّ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سَنُ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خَطِّ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وَ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حُسَ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نُ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بَل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خَطِّ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سَنُ </w:t>
      </w:r>
      <w:r>
        <w:rPr>
          <w:rtl/>
        </w:rPr>
        <w:t>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خَطِّ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لِفَ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طِمَةَ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َرِ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طِمَةُ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تُؤ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حَدَ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سَلَ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فَ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َرِ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ُؤ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حَدَ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سَلَ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جَدَّ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رَسُولَ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ص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ص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ُمُ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ُمَ</w:t>
      </w:r>
      <w:r w:rsidR="00CF3D62" w:rsidRPr="00CF3D62">
        <w:rPr>
          <w:rtl/>
        </w:rPr>
        <w:t>ا</w:t>
      </w:r>
      <w:r>
        <w:rPr>
          <w:rtl/>
        </w:rPr>
        <w:t xml:space="preserve"> حَتَّ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جَب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رَئِ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لَ فَلَمَّ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ءَ جَب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رَئِ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لُ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ُمُ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ِنَّ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لَ</w:t>
      </w:r>
      <w:r>
        <w:rPr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ُمُ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لُ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ُمُ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ِنَّ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ُمَ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 تَعَ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ذ</w:t>
      </w:r>
      <w:r>
        <w:rPr>
          <w:rtl/>
        </w:rPr>
        <w:t>َلِ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تَعَ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ُمُ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ِنَّ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طِمَةَ تَح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ُمُ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فَقَ</w:t>
      </w:r>
      <w:r w:rsidR="00CF3D62" w:rsidRPr="00CF3D62">
        <w:rPr>
          <w:rtl/>
        </w:rPr>
        <w:t>ا</w:t>
      </w:r>
      <w:r>
        <w:rPr>
          <w:rtl/>
        </w:rPr>
        <w:t>لَت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طِمَةُ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ُمُ [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ْ‏</w:t>
      </w:r>
      <w:r>
        <w:rPr>
          <w:rFonts w:hint="cs"/>
          <w:rtl/>
        </w:rPr>
        <w:t>]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رَبِّ وَ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قِلَ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دَةٌ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ثُرُ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جَوَ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ِرَ 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َذِ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ق</w:t>
      </w:r>
      <w:r>
        <w:rPr>
          <w:rtl/>
        </w:rPr>
        <w:t>ِلَ</w:t>
      </w:r>
      <w:r w:rsidR="00CF3D62" w:rsidRPr="00CF3D62">
        <w:rPr>
          <w:rtl/>
        </w:rPr>
        <w:t>ا</w:t>
      </w:r>
      <w:r>
        <w:rPr>
          <w:rtl/>
        </w:rPr>
        <w:t>دَةِ فَمَن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</w:p>
    <w:p w:rsidR="00594F20" w:rsidRDefault="00594F20" w:rsidP="00C15B30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CF3D62" w:rsidP="00F4194C">
      <w:pPr>
        <w:pStyle w:val="libArabic"/>
        <w:rPr>
          <w:rtl/>
        </w:rPr>
      </w:pPr>
      <w:r w:rsidRPr="00CF3D62">
        <w:rPr>
          <w:rFonts w:hint="cs"/>
          <w:rtl/>
        </w:rPr>
        <w:lastRenderedPageBreak/>
        <w:t>ا</w:t>
      </w:r>
      <w:r w:rsidR="005A2492">
        <w:rPr>
          <w:rFonts w:hint="cs"/>
          <w:rtl/>
        </w:rPr>
        <w:t>خَذَ من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م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[مِن</w:t>
      </w:r>
      <w:r w:rsidR="005A2492" w:rsidRPr="00CD0F9A">
        <w:rPr>
          <w:rFonts w:hint="cs"/>
          <w:rtl/>
        </w:rPr>
        <w:t>ْه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] </w:t>
      </w:r>
      <w:r w:rsidRPr="00CF3D62">
        <w:rPr>
          <w:rFonts w:hint="cs"/>
          <w:rtl/>
        </w:rPr>
        <w:t>ا</w:t>
      </w:r>
      <w:r w:rsidR="005A2492" w:rsidRPr="00CD0F9A">
        <w:rPr>
          <w:rFonts w:hint="cs"/>
          <w:rtl/>
        </w:rPr>
        <w:t>كْ</w:t>
      </w:r>
      <w:r w:rsidR="005A2492">
        <w:rPr>
          <w:rFonts w:hint="cs"/>
          <w:rtl/>
        </w:rPr>
        <w:t>ثَرَ فَخَطُّ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ُ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ح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سَنُ فَنَثَرَت</w:t>
      </w:r>
      <w:r w:rsidR="005A2492" w:rsidRPr="00CD0F9A">
        <w:rPr>
          <w:rFonts w:hint="cs"/>
          <w:rtl/>
        </w:rPr>
        <w:t>ْه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نَ جَب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رَئِ</w:t>
      </w:r>
      <w:r w:rsidR="005A2492" w:rsidRPr="00CD0F9A">
        <w:rPr>
          <w:rFonts w:hint="cs"/>
          <w:rtl/>
        </w:rPr>
        <w:t>ي</w:t>
      </w:r>
      <w:r w:rsidR="005A2492">
        <w:rPr>
          <w:rFonts w:hint="eastAsia"/>
          <w:rtl/>
        </w:rPr>
        <w:t>لُ</w:t>
      </w:r>
      <w:r w:rsidR="005A2492">
        <w:rPr>
          <w:rtl/>
        </w:rPr>
        <w:t xml:space="preserve"> وَق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تَئِذٍ عِن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دَ قَ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ئِمَةِ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عَر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شِ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مَرَ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ُ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 تَعَ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</w:t>
      </w:r>
      <w:r w:rsidR="005A2492" w:rsidRPr="00CD0F9A">
        <w:rPr>
          <w:rFonts w:hint="cs"/>
          <w:rtl/>
        </w:rPr>
        <w:t>هْ</w:t>
      </w:r>
      <w:r w:rsidR="005A2492">
        <w:rPr>
          <w:rFonts w:hint="cs"/>
          <w:rtl/>
        </w:rPr>
        <w:t xml:space="preserve">بِطَ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ر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ضِ وَ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ُنَصِّفَ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جَوَ</w:t>
      </w:r>
      <w:r w:rsidRPr="00CF3D62">
        <w:rPr>
          <w:rFonts w:hint="cs"/>
          <w:rtl/>
        </w:rPr>
        <w:t>ا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ِرَ بَ</w:t>
      </w:r>
      <w:r w:rsidR="005A2492" w:rsidRPr="00CD0F9A">
        <w:rPr>
          <w:rFonts w:hint="cs"/>
          <w:rtl/>
        </w:rPr>
        <w:t>يْ</w:t>
      </w:r>
      <w:r w:rsidR="005A2492">
        <w:rPr>
          <w:rFonts w:hint="cs"/>
          <w:rtl/>
        </w:rPr>
        <w:t>نَ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</w:t>
      </w:r>
      <w:r w:rsidR="005A2492" w:rsidRPr="00CD0F9A">
        <w:rPr>
          <w:rFonts w:hint="cs"/>
          <w:rtl/>
        </w:rPr>
        <w:t>يْ</w:t>
      </w:r>
      <w:r w:rsidR="005A2492">
        <w:rPr>
          <w:rFonts w:hint="cs"/>
          <w:rtl/>
        </w:rPr>
        <w:t>لَ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َتَ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ذَّ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ح</w:t>
      </w:r>
      <w:r w:rsidR="005A2492">
        <w:rPr>
          <w:rtl/>
        </w:rPr>
        <w:t>َدُ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فَفَعَلَ ذَلِ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 جَب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رَئِ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لُ </w:t>
      </w:r>
      <w:r w:rsidRPr="00CF3D62">
        <w:rPr>
          <w:rFonts w:hint="cs"/>
          <w:rtl/>
        </w:rPr>
        <w:t>ا</w:t>
      </w:r>
      <w:r w:rsidR="005A2492" w:rsidRPr="00CD0F9A">
        <w:rPr>
          <w:rFonts w:hint="cs"/>
          <w:rtl/>
        </w:rPr>
        <w:t>كْ</w:t>
      </w:r>
      <w:r w:rsidR="005A2492">
        <w:rPr>
          <w:rFonts w:hint="cs"/>
          <w:rtl/>
        </w:rPr>
        <w:t>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لَ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 تَع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ظِ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م</w:t>
      </w:r>
      <w:r w:rsidRPr="00CF3D62">
        <w:rPr>
          <w:rFonts w:hint="cs"/>
          <w:rtl/>
        </w:rPr>
        <w:t>ا</w:t>
      </w:r>
      <w:r w:rsidR="00594F20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حسن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حس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8D6D4F" w:rsidRPr="008D6D4F">
        <w:rPr>
          <w:rtl/>
          <w:lang w:bidi="ur-PK"/>
        </w:rPr>
        <w:t>(ع)</w:t>
      </w:r>
      <w:r w:rsidR="005A2492">
        <w:rPr>
          <w:rtl/>
        </w:rPr>
        <w:t xml:space="preserve"> بچپنے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کثر علوم وفنون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رف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مق</w:t>
      </w:r>
      <w:r w:rsidRPr="00816B77">
        <w:rPr>
          <w:rtl/>
          <w:lang w:bidi="ur-PK"/>
        </w:rPr>
        <w:t>ا</w:t>
      </w:r>
      <w:r w:rsidR="005A2492">
        <w:rPr>
          <w:rtl/>
        </w:rPr>
        <w:t>بلہ کرتے تھے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دونوں نے خوشخط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مق</w:t>
      </w:r>
      <w:r w:rsidRPr="00816B77">
        <w:rPr>
          <w:rtl/>
          <w:lang w:bidi="ur-PK"/>
        </w:rPr>
        <w:t>ا</w:t>
      </w:r>
      <w:r w:rsidR="005A2492">
        <w:rPr>
          <w:rtl/>
        </w:rPr>
        <w:t>بلہ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ورم</w:t>
      </w:r>
      <w:r w:rsidRPr="00816B77">
        <w:rPr>
          <w:rtl/>
          <w:lang w:bidi="ur-PK"/>
        </w:rPr>
        <w:t>ا</w:t>
      </w:r>
      <w:r w:rsidR="005A2492">
        <w:rPr>
          <w:rtl/>
        </w:rPr>
        <w:t>در گر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عرض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پؑ بت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ہم دونوں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سے کس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لکھ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ہے؟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 ؑنہ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دل دکھ</w:t>
      </w:r>
      <w:r w:rsidR="00816B77" w:rsidRPr="00816B77">
        <w:rPr>
          <w:rtl/>
          <w:lang w:bidi="ur-PK"/>
        </w:rPr>
        <w:t>ا</w:t>
      </w:r>
      <w:r>
        <w:rPr>
          <w:rtl/>
        </w:rPr>
        <w:t>ئے،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دونوں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 دکھ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جب دونوں نے عرض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:ب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ہتے تھے کہ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دل دکھ</w:t>
      </w:r>
      <w:r w:rsidR="00816B77" w:rsidRPr="00816B77">
        <w:rPr>
          <w:rtl/>
          <w:lang w:bidi="ur-PK"/>
        </w:rPr>
        <w:t>ا</w:t>
      </w:r>
      <w:r>
        <w:rPr>
          <w:rtl/>
        </w:rPr>
        <w:t>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tl/>
        </w:rPr>
        <w:t>پنے ن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 کو دکھ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>کے پ</w:t>
      </w:r>
      <w:r w:rsidR="00816B77" w:rsidRPr="00816B77">
        <w:rPr>
          <w:rtl/>
          <w:lang w:bidi="ur-PK"/>
        </w:rPr>
        <w:t>ا</w:t>
      </w:r>
      <w:r>
        <w:rPr>
          <w:rtl/>
        </w:rPr>
        <w:t>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کہ</w:t>
      </w:r>
      <w:r w:rsidR="00816B77" w:rsidRPr="00816B77">
        <w:rPr>
          <w:rtl/>
          <w:lang w:bidi="ur-PK"/>
        </w:rPr>
        <w:t>ا</w:t>
      </w:r>
      <w:r>
        <w:rPr>
          <w:rtl/>
        </w:rPr>
        <w:t>:ن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فرم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رو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کہوں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وہ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سر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کہوں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وہ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</w:t>
      </w:r>
      <w:r w:rsidR="00816B77" w:rsidRPr="00816B77">
        <w:rPr>
          <w:rtl/>
          <w:lang w:bidi="ur-PK"/>
        </w:rPr>
        <w:t>ا</w:t>
      </w:r>
      <w:r>
        <w:rPr>
          <w:rtl/>
        </w:rPr>
        <w:t>نہوں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ہوں گ</w:t>
      </w:r>
      <w:r w:rsidR="00816B77" w:rsidRPr="00816B77">
        <w:rPr>
          <w:rtl/>
          <w:lang w:bidi="ur-PK"/>
        </w:rPr>
        <w:t>ا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نے عرض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للہ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سے جو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صلہ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کروں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بلکہ </w:t>
      </w:r>
      <w:r w:rsidRPr="00816B77">
        <w:rPr>
          <w:rtl/>
          <w:lang w:bidi="ur-PK"/>
        </w:rPr>
        <w:t>ا</w:t>
      </w:r>
      <w:r w:rsidR="005A2492">
        <w:rPr>
          <w:rtl/>
        </w:rPr>
        <w:t>ن 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در گر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طمہؑ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صلہ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طمہؑ نے عرض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: </w:t>
      </w:r>
      <w:r w:rsidR="00816B77" w:rsidRPr="00816B77">
        <w:rPr>
          <w:rtl/>
          <w:lang w:bidi="ur-PK"/>
        </w:rPr>
        <w:t>ا</w:t>
      </w:r>
      <w:r>
        <w:rPr>
          <w:rtl/>
        </w:rPr>
        <w:t>ے پروردگ</w:t>
      </w:r>
      <w:r w:rsidR="00816B77" w:rsidRPr="00816B77">
        <w:rPr>
          <w:rtl/>
          <w:lang w:bidi="ur-PK"/>
        </w:rPr>
        <w:t>ا</w:t>
      </w:r>
      <w:r>
        <w:rPr>
          <w:rtl/>
        </w:rPr>
        <w:t>ر تو 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>گردن بند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 موت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پروئ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فرش پر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نے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وقت  </w:t>
      </w: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عرش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کھڑے تھے ،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:فور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tl/>
        </w:rPr>
        <w:t xml:space="preserve">  کو دو حصہ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</w:t>
      </w:r>
      <w:r w:rsidR="00816B77" w:rsidRPr="00816B77">
        <w:rPr>
          <w:rtl/>
          <w:lang w:bidi="ur-PK"/>
        </w:rPr>
        <w:t>ا</w:t>
      </w:r>
      <w:r>
        <w:rPr>
          <w:rtl/>
        </w:rPr>
        <w:t>ن دونوں  شہز</w:t>
      </w:r>
      <w:r w:rsidR="00816B77" w:rsidRPr="00816B77">
        <w:rPr>
          <w:rtl/>
          <w:lang w:bidi="ur-PK"/>
        </w:rPr>
        <w:t>ا</w:t>
      </w:r>
      <w:r>
        <w:rPr>
          <w:rtl/>
        </w:rPr>
        <w:t>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ض نہ ہوں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جب ف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>
        <w:rPr>
          <w:rFonts w:hint="eastAsia"/>
          <w:rtl/>
        </w:rPr>
        <w:t>مہؑ</w:t>
      </w:r>
      <w:r>
        <w:rPr>
          <w:rtl/>
        </w:rPr>
        <w:t xml:space="preserve"> نے د</w:t>
      </w:r>
      <w:r w:rsidR="00816B77" w:rsidRPr="00816B77">
        <w:rPr>
          <w:rtl/>
          <w:lang w:bidi="ur-PK"/>
        </w:rPr>
        <w:t>ا</w:t>
      </w:r>
      <w:r>
        <w:rPr>
          <w:rtl/>
        </w:rPr>
        <w:t>نے فرش پر گر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دونوں نے س</w:t>
      </w:r>
      <w:r w:rsidR="00816B77" w:rsidRPr="00816B77">
        <w:rPr>
          <w:rtl/>
          <w:lang w:bidi="ur-PK"/>
        </w:rPr>
        <w:t>ا</w:t>
      </w:r>
      <w:r>
        <w:rPr>
          <w:rtl/>
        </w:rPr>
        <w:t>ڑھے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ڑھے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نے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لئے</w:t>
      </w:r>
    </w:p>
    <w:p w:rsidR="00B13536" w:rsidRDefault="00B1353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13536" w:rsidRDefault="00B13536" w:rsidP="005E4229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E4229" w:rsidRPr="005E4229">
        <w:rPr>
          <w:rtl/>
        </w:rPr>
        <w:t xml:space="preserve"> بح</w:t>
      </w:r>
      <w:r w:rsidR="00816B77" w:rsidRPr="00816B77">
        <w:rPr>
          <w:rtl/>
        </w:rPr>
        <w:t>ا</w:t>
      </w:r>
      <w:r w:rsidR="005E4229" w:rsidRPr="005E4229">
        <w:rPr>
          <w:rtl/>
        </w:rPr>
        <w:t xml:space="preserve">ر </w:t>
      </w:r>
      <w:r w:rsidR="00816B77" w:rsidRPr="00816B77">
        <w:rPr>
          <w:rtl/>
        </w:rPr>
        <w:t>ا</w:t>
      </w:r>
      <w:r w:rsidR="005E4229" w:rsidRPr="005E4229">
        <w:rPr>
          <w:rtl/>
        </w:rPr>
        <w:t>ل</w:t>
      </w:r>
      <w:r w:rsidR="00816B77" w:rsidRPr="00816B77">
        <w:rPr>
          <w:rtl/>
        </w:rPr>
        <w:t>ا</w:t>
      </w:r>
      <w:r w:rsidR="005E4229" w:rsidRPr="005E4229">
        <w:rPr>
          <w:rtl/>
        </w:rPr>
        <w:t>نو</w:t>
      </w:r>
      <w:r w:rsidR="00816B77" w:rsidRPr="00816B77">
        <w:rPr>
          <w:rtl/>
        </w:rPr>
        <w:t>ا</w:t>
      </w:r>
      <w:r w:rsidR="005E4229" w:rsidRPr="005E4229">
        <w:rPr>
          <w:rtl/>
        </w:rPr>
        <w:t>ر،ج</w:t>
      </w:r>
      <w:r w:rsidR="005E4229" w:rsidRPr="005E4229">
        <w:rPr>
          <w:rtl/>
          <w:lang w:bidi="fa-IR"/>
        </w:rPr>
        <w:t>۴۳</w:t>
      </w:r>
      <w:r w:rsidR="005E4229" w:rsidRPr="005E4229">
        <w:rPr>
          <w:rtl/>
        </w:rPr>
        <w:t>،ص</w:t>
      </w:r>
      <w:r w:rsidR="005E4229" w:rsidRPr="005E4229">
        <w:rPr>
          <w:rtl/>
          <w:lang w:bidi="fa-IR"/>
        </w:rPr>
        <w:t>۳۰۹</w:t>
      </w:r>
    </w:p>
    <w:p w:rsidR="00B13536" w:rsidRDefault="00B13536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مس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 w:rsidR="00816B77" w:rsidRPr="00816B77">
        <w:rPr>
          <w:rtl/>
          <w:lang w:bidi="ur-PK"/>
        </w:rPr>
        <w:t>ا</w:t>
      </w:r>
      <w:r>
        <w:rPr>
          <w:rtl/>
        </w:rPr>
        <w:t>،دونوں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ہوگئے</w:t>
      </w:r>
      <w:r w:rsidR="00816B77" w:rsidRPr="00816B77">
        <w:rPr>
          <w:rtl/>
          <w:lang w:bidi="ur-PK"/>
        </w:rPr>
        <w:t>ا</w:t>
      </w:r>
      <w:r>
        <w:rPr>
          <w:rtl/>
        </w:rPr>
        <w:t>خر جو</w:t>
      </w:r>
      <w:r w:rsidR="00816B77" w:rsidRPr="00816B77">
        <w:rPr>
          <w:rtl/>
          <w:lang w:bidi="ur-PK"/>
        </w:rPr>
        <w:t>ا</w:t>
      </w:r>
      <w:r>
        <w:rPr>
          <w:rtl/>
        </w:rPr>
        <w:t>ب تو وہ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جو 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اا</w:t>
      </w:r>
      <w:r>
        <w:rPr>
          <w:rtl/>
        </w:rPr>
        <w:t>ور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ہتے تھے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نہ توڑ 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ںتو 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در گر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سے تم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بلکہ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حکم سے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دوبر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حصہ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>ور جسے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توڑ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 وہ </w:t>
      </w:r>
      <w:r w:rsidR="00816B77" w:rsidRPr="00816B77">
        <w:rPr>
          <w:rtl/>
          <w:lang w:bidi="ur-PK"/>
        </w:rPr>
        <w:t>ا</w:t>
      </w:r>
      <w:r>
        <w:rPr>
          <w:rtl/>
        </w:rPr>
        <w:t>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کھ د</w:t>
      </w:r>
      <w:r w:rsidR="00816B77" w:rsidRPr="00816B77">
        <w:rPr>
          <w:rtl/>
          <w:lang w:bidi="ur-PK"/>
        </w:rPr>
        <w:t>ا</w:t>
      </w:r>
      <w:r>
        <w:rPr>
          <w:rtl/>
        </w:rPr>
        <w:t>نے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 ہے</w:t>
      </w:r>
    </w:p>
    <w:p w:rsidR="005A2492" w:rsidRDefault="005A2492" w:rsidP="00CA7BEE">
      <w:pPr>
        <w:pStyle w:val="Heading1"/>
        <w:rPr>
          <w:rtl/>
        </w:rPr>
      </w:pPr>
      <w:bookmarkStart w:id="58" w:name="_Toc393190483"/>
      <w:r>
        <w:rPr>
          <w:rFonts w:hint="eastAsia"/>
          <w:rtl/>
        </w:rPr>
        <w:t>بچوّں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bookmarkEnd w:id="58"/>
    </w:p>
    <w:p w:rsidR="005A2492" w:rsidRDefault="005A2492" w:rsidP="00B13536">
      <w:pPr>
        <w:pStyle w:val="libNormal"/>
        <w:rPr>
          <w:rtl/>
        </w:rPr>
      </w:pPr>
      <w:r>
        <w:rPr>
          <w:rFonts w:hint="eastAsia"/>
          <w:rtl/>
        </w:rPr>
        <w:t>نعم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لد نے مجھے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تحفہ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ں(عمرہ بنت رو</w:t>
      </w:r>
      <w:r w:rsidR="00816B77" w:rsidRPr="00816B77">
        <w:rPr>
          <w:rtl/>
          <w:lang w:bidi="ur-PK"/>
        </w:rPr>
        <w:t>ا</w:t>
      </w:r>
      <w:r>
        <w:rPr>
          <w:rtl/>
        </w:rPr>
        <w:t>حہ )نے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پر </w:t>
      </w:r>
      <w:r w:rsidR="00816B77" w:rsidRPr="00816B77">
        <w:rPr>
          <w:rtl/>
          <w:lang w:bidi="ur-PK"/>
        </w:rPr>
        <w:t>ا</w:t>
      </w:r>
      <w:r>
        <w:rPr>
          <w:rtl/>
        </w:rPr>
        <w:t>عتر</w:t>
      </w:r>
      <w:r w:rsidR="00816B77" w:rsidRPr="00816B77">
        <w:rPr>
          <w:rtl/>
          <w:lang w:bidi="ur-PK"/>
        </w:rPr>
        <w:t>ا</w:t>
      </w:r>
      <w:r>
        <w:rPr>
          <w:rtl/>
        </w:rPr>
        <w:t>ض کرتے ہوئے کہ</w:t>
      </w:r>
      <w:r w:rsidR="00816B77" w:rsidRPr="00816B77">
        <w:rPr>
          <w:rtl/>
          <w:lang w:bidi="ur-PK"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برت</w:t>
      </w:r>
      <w:r w:rsidR="00816B77" w:rsidRPr="00816B77">
        <w:rPr>
          <w:rtl/>
          <w:lang w:bidi="ur-PK"/>
        </w:rPr>
        <w:t>ا</w:t>
      </w:r>
      <w:r>
        <w:rPr>
          <w:rtl/>
        </w:rPr>
        <w:t>ؤ پر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جب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عمل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رسول خد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پ نے ع</w:t>
      </w:r>
      <w:r w:rsidR="00816B77" w:rsidRPr="00816B77">
        <w:rPr>
          <w:rtl/>
          <w:lang w:bidi="ur-PK"/>
        </w:rPr>
        <w:t>ا</w:t>
      </w:r>
      <w:r>
        <w:rPr>
          <w:rtl/>
        </w:rPr>
        <w:t>جز</w:t>
      </w:r>
      <w:r w:rsidR="00816B77" w:rsidRPr="00816B77">
        <w:rPr>
          <w:rtl/>
          <w:lang w:bidi="ur-PK"/>
        </w:rPr>
        <w:t>ا</w:t>
      </w:r>
      <w:r>
        <w:rPr>
          <w:rtl/>
        </w:rPr>
        <w:t>نہ ط</w:t>
      </w:r>
      <w:r>
        <w:rPr>
          <w:rFonts w:hint="eastAsia"/>
          <w:rtl/>
        </w:rPr>
        <w:t>ور</w:t>
      </w:r>
      <w:r>
        <w:rPr>
          <w:rtl/>
        </w:rPr>
        <w:t xml:space="preserve"> پر م</w:t>
      </w:r>
      <w:r w:rsidR="00816B77" w:rsidRPr="00816B77">
        <w:rPr>
          <w:rtl/>
          <w:lang w:bidi="ur-PK"/>
        </w:rPr>
        <w:t>ا</w:t>
      </w:r>
      <w:r>
        <w:rPr>
          <w:rtl/>
        </w:rPr>
        <w:t>جر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:تو 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  <w:r>
        <w:rPr>
          <w:rFonts w:hint="cs"/>
          <w:rtl/>
        </w:rPr>
        <w:t>ﷺ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ے؟</w:t>
      </w: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تو 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  <w:r>
        <w:rPr>
          <w:rFonts w:hint="cs"/>
          <w:rtl/>
        </w:rPr>
        <w:t>ﷺ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پس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سے ڈرو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مس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>ت و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ؤم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ظ</w:t>
      </w:r>
      <w:r w:rsidR="00816B77" w:rsidRPr="00816B77">
        <w:rPr>
          <w:rtl/>
          <w:lang w:bidi="ur-PK"/>
        </w:rPr>
        <w:t>ا</w:t>
      </w:r>
      <w:r>
        <w:rPr>
          <w:rtl/>
        </w:rPr>
        <w:t>لم</w:t>
      </w:r>
      <w:r w:rsidR="00816B77" w:rsidRPr="00816B77">
        <w:rPr>
          <w:rtl/>
          <w:lang w:bidi="ur-PK"/>
        </w:rPr>
        <w:t>ا</w:t>
      </w:r>
      <w:r>
        <w:rPr>
          <w:rtl/>
        </w:rPr>
        <w:t>نہ رفت</w:t>
      </w:r>
      <w:r w:rsidR="00816B77" w:rsidRPr="00816B77">
        <w:rPr>
          <w:rtl/>
          <w:lang w:bidi="ur-PK"/>
        </w:rPr>
        <w:t>ا</w:t>
      </w:r>
      <w:r>
        <w:rPr>
          <w:rtl/>
        </w:rPr>
        <w:t>ر پر گو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 w:rsidR="00B13536" w:rsidRPr="007741D8">
        <w:rPr>
          <w:rStyle w:val="libFootnotenumChar"/>
          <w:rFonts w:hint="cs"/>
          <w:rtl/>
        </w:rPr>
        <w:t>(1)</w:t>
      </w:r>
    </w:p>
    <w:p w:rsidR="005A2492" w:rsidRDefault="005A2492" w:rsidP="00CA7BEE">
      <w:pPr>
        <w:pStyle w:val="Heading1"/>
        <w:rPr>
          <w:rtl/>
        </w:rPr>
      </w:pPr>
      <w:bookmarkStart w:id="59" w:name="_Toc393190484"/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نظم و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9"/>
    </w:p>
    <w:p w:rsidR="005A2492" w:rsidRDefault="00816B77" w:rsidP="00354BE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گھر پر 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>م فرم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رہے تھے،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حسن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نگ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ٹھے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کچھ دودھ لے کر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حسن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کو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حس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</w:t>
      </w:r>
      <w:r w:rsidRPr="00816B77">
        <w:rPr>
          <w:rtl/>
          <w:lang w:bidi="ur-PK"/>
        </w:rPr>
        <w:t>ا</w:t>
      </w:r>
      <w:r w:rsidR="005A2492">
        <w:rPr>
          <w:rtl/>
        </w:rPr>
        <w:t>تھ بڑھ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ک</w:t>
      </w:r>
      <w:r w:rsidRPr="00816B77">
        <w:rPr>
          <w:rtl/>
          <w:lang w:bidi="ur-PK"/>
        </w:rPr>
        <w:t>ا</w:t>
      </w:r>
      <w:r w:rsidR="005A2492">
        <w:rPr>
          <w:rtl/>
        </w:rPr>
        <w:t>سہ خود لے کر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حسن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حس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کو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منظر حضرت زہر</w:t>
      </w:r>
      <w:r w:rsidRPr="00816B77">
        <w:rPr>
          <w:rtl/>
          <w:lang w:bidi="ur-PK"/>
        </w:rPr>
        <w:t>ا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رہ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ں،کہنے</w:t>
      </w:r>
      <w:r w:rsidR="005A2492">
        <w:rPr>
          <w:rtl/>
        </w:rPr>
        <w:t xml:space="preserve"> لگ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: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رسول </w:t>
      </w:r>
      <w:r w:rsidRPr="00816B77">
        <w:rPr>
          <w:rtl/>
          <w:lang w:bidi="ur-PK"/>
        </w:rPr>
        <w:t>ا</w:t>
      </w:r>
      <w:r w:rsidR="005A2492">
        <w:rPr>
          <w:rtl/>
        </w:rPr>
        <w:t>للہ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!ک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حسن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محبت ہے؟تو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بلکہ </w:t>
      </w:r>
      <w:r w:rsidRPr="00816B77">
        <w:rPr>
          <w:rtl/>
          <w:lang w:bidi="ur-PK"/>
        </w:rPr>
        <w:t>ا</w:t>
      </w:r>
      <w:r w:rsidR="005A2492">
        <w:rPr>
          <w:rtl/>
        </w:rPr>
        <w:t>س لئے حسن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دف</w:t>
      </w:r>
      <w:r w:rsidRPr="00816B77">
        <w:rPr>
          <w:rtl/>
          <w:lang w:bidi="ur-PK"/>
        </w:rPr>
        <w:t>ا</w:t>
      </w:r>
      <w:r w:rsidR="005A2492">
        <w:rPr>
          <w:rtl/>
        </w:rPr>
        <w:t>ع کررہ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ہوں کہ </w:t>
      </w:r>
      <w:r w:rsidRPr="00816B77">
        <w:rPr>
          <w:rtl/>
          <w:lang w:bidi="ur-PK"/>
        </w:rPr>
        <w:t>ا</w:t>
      </w:r>
      <w:r w:rsidR="005A2492">
        <w:rPr>
          <w:rtl/>
        </w:rPr>
        <w:t>س نے پہلے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نگ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نوبت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B13536" w:rsidRDefault="00B1353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B34E7" w:rsidRDefault="00B13536" w:rsidP="00354BE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AB34E7" w:rsidRPr="00AB34E7">
        <w:rPr>
          <w:rtl/>
        </w:rPr>
        <w:t xml:space="preserve"> </w:t>
      </w:r>
      <w:r w:rsidR="00354BE0">
        <w:rPr>
          <w:rtl/>
        </w:rPr>
        <w:t>بح</w:t>
      </w:r>
      <w:r w:rsidR="00816B77" w:rsidRPr="00816B77">
        <w:rPr>
          <w:rtl/>
        </w:rPr>
        <w:t>ا</w:t>
      </w:r>
      <w:r w:rsidR="00354BE0">
        <w:rPr>
          <w:rtl/>
        </w:rPr>
        <w:t xml:space="preserve">ر </w:t>
      </w:r>
      <w:r w:rsidR="00816B77" w:rsidRPr="00816B77">
        <w:rPr>
          <w:rtl/>
        </w:rPr>
        <w:t>ا</w:t>
      </w:r>
      <w:r w:rsidR="00354BE0">
        <w:rPr>
          <w:rtl/>
        </w:rPr>
        <w:t>ل</w:t>
      </w:r>
      <w:r w:rsidR="00816B77" w:rsidRPr="00816B77">
        <w:rPr>
          <w:rtl/>
        </w:rPr>
        <w:t>ا</w:t>
      </w:r>
      <w:r w:rsidR="00354BE0">
        <w:rPr>
          <w:rtl/>
        </w:rPr>
        <w:t>نو</w:t>
      </w:r>
      <w:r w:rsidR="00816B77" w:rsidRPr="00816B77">
        <w:rPr>
          <w:rtl/>
        </w:rPr>
        <w:t>ا</w:t>
      </w:r>
      <w:r w:rsidR="00354BE0">
        <w:rPr>
          <w:rtl/>
        </w:rPr>
        <w:t>ر ،ج</w:t>
      </w:r>
      <w:r w:rsidR="00C15B30" w:rsidRPr="00C15B30">
        <w:rPr>
          <w:rFonts w:hint="cs"/>
          <w:rtl/>
        </w:rPr>
        <w:t>23</w:t>
      </w:r>
      <w:r w:rsidR="00354BE0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273</w:t>
      </w:r>
    </w:p>
    <w:p w:rsidR="00B13536" w:rsidRDefault="00B13536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D47864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شخص رسول خد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خدمت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دو بچوّں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ضر ہو</w:t>
      </w:r>
      <w:r w:rsidRPr="00816B77">
        <w:rPr>
          <w:rtl/>
          <w:lang w:bidi="ur-PK"/>
        </w:rPr>
        <w:t>ا</w:t>
      </w:r>
      <w:r w:rsidR="005A2492">
        <w:rPr>
          <w:rtl/>
        </w:rPr>
        <w:t>،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بچےّ کو 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دوسرے سے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محبت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ظہ</w:t>
      </w:r>
      <w:r w:rsidRPr="00816B77">
        <w:rPr>
          <w:rtl/>
          <w:lang w:bidi="ur-PK"/>
        </w:rPr>
        <w:t>ا</w:t>
      </w:r>
      <w:r w:rsidR="005A2492">
        <w:rPr>
          <w:rtl/>
        </w:rPr>
        <w:t>ر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پ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بچوّں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ع</w:t>
      </w:r>
      <w:r w:rsidRPr="00816B77">
        <w:rPr>
          <w:rtl/>
          <w:lang w:bidi="ur-PK"/>
        </w:rPr>
        <w:t>ا</w:t>
      </w:r>
      <w:r w:rsidR="005A2492">
        <w:rPr>
          <w:rtl/>
        </w:rPr>
        <w:t>دل</w:t>
      </w:r>
      <w:r w:rsidRPr="00816B77">
        <w:rPr>
          <w:rtl/>
          <w:lang w:bidi="ur-PK"/>
        </w:rPr>
        <w:t>ا</w:t>
      </w:r>
      <w:r w:rsidR="005A2492">
        <w:rPr>
          <w:rtl/>
        </w:rPr>
        <w:t>نہ رفت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نہ کرو،بلکہ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تھ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مس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tl/>
          <w:lang w:bidi="ur-PK"/>
        </w:rPr>
        <w:t>ا</w:t>
      </w:r>
      <w:r w:rsidR="005A2492">
        <w:rPr>
          <w:rtl/>
        </w:rPr>
        <w:t>وربر</w:t>
      </w:r>
      <w:r w:rsidRPr="00816B77">
        <w:rPr>
          <w:rtl/>
          <w:lang w:bidi="ur-PK"/>
        </w:rPr>
        <w:t>ا</w:t>
      </w:r>
      <w:r w:rsidR="005A2492">
        <w:rPr>
          <w:rtl/>
        </w:rPr>
        <w:t>بر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رو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کرو جس طرح دوسرے تمہ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رو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ہتے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</w:t>
      </w:r>
      <w:r w:rsidR="00D47864" w:rsidRPr="007741D8">
        <w:rPr>
          <w:rStyle w:val="libFootnotenumChar"/>
          <w:rFonts w:hint="cs"/>
          <w:rtl/>
        </w:rPr>
        <w:t>(1)</w:t>
      </w:r>
    </w:p>
    <w:p w:rsidR="005A2492" w:rsidRDefault="005A2492" w:rsidP="00354BE0">
      <w:pPr>
        <w:pStyle w:val="Heading1"/>
        <w:rPr>
          <w:rtl/>
        </w:rPr>
      </w:pPr>
      <w:bookmarkStart w:id="60" w:name="_Toc393190485"/>
      <w:r>
        <w:rPr>
          <w:rFonts w:hint="eastAsia"/>
          <w:rtl/>
        </w:rPr>
        <w:t>بچےّ</w:t>
      </w:r>
      <w:r>
        <w:rPr>
          <w:rtl/>
        </w:rPr>
        <w:t xml:space="preserve"> کو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شن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حقوق 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 </w:t>
      </w:r>
    </w:p>
    <w:p w:rsidR="005A2492" w:rsidRDefault="005A2492" w:rsidP="00D47864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حَقُّ وَلَدِكَ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تَعْلَمَ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مِنْكَ وَ مُضَ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فٌ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لَيْكَ فِي 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جِلِ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لدُّنْيَ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بِخَيْرِهِ وَ شَرِّهِ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نَّكَ مَسْئُول</w:t>
      </w:r>
      <w:r w:rsidRPr="00F4194C">
        <w:rPr>
          <w:rStyle w:val="libArabicChar"/>
          <w:rtl/>
        </w:rPr>
        <w:t>ٌ عَمَّ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 xml:space="preserve"> وَلِ</w:t>
      </w:r>
      <w:r w:rsidRPr="00F4194C">
        <w:rPr>
          <w:rStyle w:val="libArabicChar"/>
          <w:rFonts w:hint="cs"/>
          <w:rtl/>
        </w:rPr>
        <w:t xml:space="preserve">يتَهُ مِنْ حُسْنِ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دَبِ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لدَّلَ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لَةِ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رَبِّهِ عَزَّ وَ جَلَّ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لْمَعُونَةِ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طَ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عَتِه</w:t>
      </w:r>
      <w:r w:rsidRPr="00F4194C">
        <w:rPr>
          <w:rStyle w:val="libArabicChar"/>
          <w:rFonts w:hint="eastAsia"/>
          <w:rtl/>
        </w:rPr>
        <w:t>ِ</w:t>
      </w:r>
      <w:r w:rsidRPr="00F4194C">
        <w:rPr>
          <w:rStyle w:val="libArabicChar"/>
          <w:rtl/>
        </w:rPr>
        <w:t xml:space="preserve"> فَ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ع</w:t>
      </w:r>
      <w:r w:rsidRPr="00F4194C">
        <w:rPr>
          <w:rStyle w:val="libArabicChar"/>
          <w:rFonts w:hint="cs"/>
          <w:rtl/>
        </w:rPr>
        <w:t xml:space="preserve">ْمَلْ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مْرِهِ عَمَلَ مَنْ يَعْلَمُ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مُثَ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بٌ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حْسَ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لَيْهِ مُعَ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قَبٌ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سَ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ءَةِ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لَيْه‏</w:t>
      </w:r>
      <w:r w:rsidR="00D47864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سمجھے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بد</w:t>
      </w:r>
      <w:r>
        <w:rPr>
          <w:rFonts w:hint="cs"/>
          <w:rtl/>
        </w:rPr>
        <w:t>ی</w:t>
      </w:r>
      <w:r>
        <w:rPr>
          <w:rtl/>
        </w:rPr>
        <w:t xml:space="preserve"> کو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 پر 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زم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سے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دب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ؤ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سبق سکھ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ؤ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 پر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ؤ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مدد کرو ت</w:t>
      </w:r>
      <w:r w:rsidR="00816B77" w:rsidRPr="00816B77">
        <w:rPr>
          <w:rtl/>
          <w:lang w:bidi="ur-PK"/>
        </w:rPr>
        <w:t>ا</w:t>
      </w:r>
      <w:r>
        <w:rPr>
          <w:rtl/>
        </w:rPr>
        <w:t>کہ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سرخ رو ہو سکے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جر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سکو،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تم نے عذ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لہٰ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لئے 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دہ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ہے، پس ضرور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 کچھ 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کے بعد جب لوگ </w:t>
      </w:r>
      <w:r w:rsidR="00816B77" w:rsidRPr="00816B77">
        <w:rPr>
          <w:rtl/>
          <w:lang w:bidi="ur-PK"/>
        </w:rPr>
        <w:t>ا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</w:t>
      </w: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چھے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سے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 بھ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>کے س</w:t>
      </w:r>
      <w:r w:rsidR="00816B77" w:rsidRPr="00816B77">
        <w:rPr>
          <w:rtl/>
          <w:lang w:bidi="ur-PK"/>
        </w:rPr>
        <w:t>ا</w:t>
      </w:r>
      <w:r>
        <w:rPr>
          <w:rtl/>
        </w:rPr>
        <w:t>منے جو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دہ ہو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جر وثو</w:t>
      </w:r>
      <w:r w:rsidR="00816B77" w:rsidRPr="00816B77">
        <w:rPr>
          <w:rtl/>
          <w:lang w:bidi="ur-PK"/>
        </w:rPr>
        <w:t>ا</w:t>
      </w:r>
      <w:r>
        <w:rPr>
          <w:rtl/>
        </w:rPr>
        <w:t>ب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سکو</w:t>
      </w:r>
    </w:p>
    <w:p w:rsidR="005A2492" w:rsidRPr="00E67D25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 w:rsidR="00DB2203" w:rsidRPr="00DB2203">
        <w:rPr>
          <w:rtl/>
          <w:lang w:bidi="ur-PK"/>
        </w:rPr>
        <w:t>(رض)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زم</w:t>
      </w:r>
      <w:r w:rsidR="00816B77" w:rsidRPr="00816B77">
        <w:rPr>
          <w:rtl/>
          <w:lang w:bidi="ur-PK"/>
        </w:rPr>
        <w:t>ا</w:t>
      </w:r>
      <w:r>
        <w:rPr>
          <w:rtl/>
        </w:rPr>
        <w:t>نے کے ن</w:t>
      </w:r>
      <w:r w:rsidR="00816B77" w:rsidRPr="00816B77">
        <w:rPr>
          <w:rtl/>
          <w:lang w:bidi="ur-PK"/>
        </w:rPr>
        <w:t>ا</w:t>
      </w:r>
      <w:r>
        <w:rPr>
          <w:rtl/>
        </w:rPr>
        <w:t>مور عرف</w:t>
      </w:r>
      <w:r w:rsidR="00816B77" w:rsidRPr="00816B77">
        <w:rPr>
          <w:rtl/>
          <w:lang w:bidi="ur-PK"/>
        </w:rPr>
        <w:t>ا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</w:t>
      </w:r>
      <w:r w:rsidR="00C15B30" w:rsidRPr="00C15B30">
        <w:rPr>
          <w:rFonts w:hint="cs"/>
          <w:rtl/>
          <w:lang w:bidi="ur-PK"/>
        </w:rPr>
        <w:t>8</w:t>
      </w:r>
      <w:r w:rsidR="0035346A" w:rsidRPr="0035346A">
        <w:rPr>
          <w:rFonts w:hint="cs"/>
          <w:rtl/>
          <w:lang w:bidi="ur-PK"/>
        </w:rPr>
        <w:t>0</w:t>
      </w:r>
      <w:r w:rsidRPr="00E67D25">
        <w:rPr>
          <w:rFonts w:hint="cs"/>
          <w:rtl/>
        </w:rPr>
        <w:t xml:space="preserve"> 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283</w:t>
      </w:r>
      <w:r w:rsidRPr="00E67D25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</w:t>
      </w:r>
      <w:r w:rsidR="00816B77" w:rsidRPr="00816B77">
        <w:rPr>
          <w:rtl/>
          <w:lang w:bidi="ur-PK"/>
        </w:rPr>
        <w:t>ا</w:t>
      </w:r>
      <w:r>
        <w:rPr>
          <w:rtl/>
        </w:rPr>
        <w:t>ت پ</w:t>
      </w:r>
      <w:r w:rsidR="00816B77" w:rsidRPr="00816B77">
        <w:rPr>
          <w:rtl/>
          <w:lang w:bidi="ur-PK"/>
        </w:rPr>
        <w:t>ا</w:t>
      </w:r>
      <w:r>
        <w:rPr>
          <w:rtl/>
        </w:rPr>
        <w:t>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موں محمد بن سو</w:t>
      </w:r>
      <w:r w:rsidR="00816B77" w:rsidRPr="00816B77">
        <w:rPr>
          <w:rtl/>
          <w:lang w:bidi="ur-PK"/>
        </w:rPr>
        <w:t>ا</w:t>
      </w:r>
      <w:r>
        <w:rPr>
          <w:rtl/>
        </w:rPr>
        <w:t>د ر</w:t>
      </w:r>
      <w:r w:rsidR="00816B77" w:rsidRPr="00816B77">
        <w:rPr>
          <w:rtl/>
          <w:lang w:bidi="ur-PK"/>
        </w:rPr>
        <w:t>ا</w:t>
      </w:r>
      <w:r>
        <w:rPr>
          <w:rtl/>
        </w:rPr>
        <w:t>ت کے وقت نم</w:t>
      </w:r>
      <w:r w:rsidR="00816B77" w:rsidRPr="00816B77">
        <w:rPr>
          <w:rtl/>
          <w:lang w:bidi="ur-PK"/>
        </w:rPr>
        <w:t>ا</w:t>
      </w:r>
      <w:r>
        <w:rPr>
          <w:rtl/>
        </w:rPr>
        <w:t>ز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مجھ سے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کروگے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کروں؟ تو جو</w:t>
      </w:r>
      <w:r w:rsidR="00816B77" w:rsidRPr="00816B77">
        <w:rPr>
          <w:rtl/>
          <w:lang w:bidi="ur-PK"/>
        </w:rPr>
        <w:t>ا</w:t>
      </w:r>
      <w:r>
        <w:rPr>
          <w:rtl/>
        </w:rPr>
        <w:t>ب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جب سونے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وقت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C15B30" w:rsidRPr="00C15B30">
        <w:rPr>
          <w:rFonts w:hint="cs"/>
          <w:rtl/>
          <w:lang w:bidi="ur-PK"/>
        </w:rPr>
        <w:t>3</w:t>
      </w:r>
      <w:r w:rsidRPr="00E67D25">
        <w:rPr>
          <w:rFonts w:hint="cs"/>
          <w:rtl/>
        </w:rPr>
        <w:t>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ر دل سے کہو: </w:t>
      </w:r>
    </w:p>
    <w:p w:rsidR="00D47864" w:rsidRDefault="00D47864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54BE0" w:rsidRDefault="00D47864" w:rsidP="00354BE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354BE0" w:rsidRPr="00354BE0">
        <w:rPr>
          <w:rtl/>
        </w:rPr>
        <w:t xml:space="preserve"> </w:t>
      </w:r>
      <w:r w:rsidR="00354BE0">
        <w:rPr>
          <w:rtl/>
        </w:rPr>
        <w:t>بح</w:t>
      </w:r>
      <w:r w:rsidR="00816B77" w:rsidRPr="00816B77">
        <w:rPr>
          <w:rtl/>
        </w:rPr>
        <w:t>ا</w:t>
      </w:r>
      <w:r w:rsidR="00354BE0">
        <w:rPr>
          <w:rtl/>
        </w:rPr>
        <w:t xml:space="preserve">ر </w:t>
      </w:r>
      <w:r w:rsidR="00816B77" w:rsidRPr="00816B77">
        <w:rPr>
          <w:rtl/>
        </w:rPr>
        <w:t>ا</w:t>
      </w:r>
      <w:r w:rsidR="00354BE0">
        <w:rPr>
          <w:rtl/>
        </w:rPr>
        <w:t>ل</w:t>
      </w:r>
      <w:r w:rsidR="00816B77" w:rsidRPr="00816B77">
        <w:rPr>
          <w:rtl/>
        </w:rPr>
        <w:t>ا</w:t>
      </w:r>
      <w:r w:rsidR="00354BE0">
        <w:rPr>
          <w:rtl/>
        </w:rPr>
        <w:t>نو</w:t>
      </w:r>
      <w:r w:rsidR="00816B77" w:rsidRPr="00816B77">
        <w:rPr>
          <w:rtl/>
        </w:rPr>
        <w:t>ا</w:t>
      </w:r>
      <w:r w:rsidR="00354BE0">
        <w:rPr>
          <w:rtl/>
        </w:rPr>
        <w:t>ر ،ج</w:t>
      </w:r>
      <w:r w:rsidR="00C15B30" w:rsidRPr="00C15B30">
        <w:rPr>
          <w:rFonts w:hint="cs"/>
          <w:rtl/>
        </w:rPr>
        <w:t>23</w:t>
      </w:r>
      <w:r w:rsidR="00354BE0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113</w:t>
      </w:r>
    </w:p>
    <w:p w:rsidR="00D47864" w:rsidRDefault="00D47864" w:rsidP="00354BE0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354BE0">
        <w:rPr>
          <w:rtl/>
        </w:rPr>
        <w:t xml:space="preserve"> </w:t>
      </w:r>
      <w:r w:rsidR="00354BE0" w:rsidRPr="000B1FC0">
        <w:rPr>
          <w:rStyle w:val="libFootNoteArabicChar"/>
          <w:rtl/>
        </w:rPr>
        <w:t>من</w:t>
      </w:r>
      <w:r w:rsidR="00354BE0" w:rsidRPr="000B1FC0">
        <w:rPr>
          <w:rStyle w:val="libFootNoteArabicChar"/>
          <w:rFonts w:hint="cs"/>
          <w:rtl/>
        </w:rPr>
        <w:t>‏ل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54BE0" w:rsidRPr="000B1FC0">
        <w:rPr>
          <w:rStyle w:val="libFootNoteArabicChar"/>
          <w:rFonts w:hint="cs"/>
          <w:rtl/>
        </w:rPr>
        <w:t>يحضره‏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54BE0" w:rsidRPr="000B1FC0">
        <w:rPr>
          <w:rStyle w:val="libFootNoteArabicChar"/>
          <w:rFonts w:hint="cs"/>
          <w:rtl/>
        </w:rPr>
        <w:t xml:space="preserve">لفقيه    ج2 ، ص 621  ، حقوق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54BE0" w:rsidRPr="000B1FC0">
        <w:rPr>
          <w:rStyle w:val="libFootNoteArabicChar"/>
          <w:rFonts w:hint="cs"/>
          <w:rtl/>
        </w:rPr>
        <w:t>سل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54BE0" w:rsidRPr="000B1FC0">
        <w:rPr>
          <w:rStyle w:val="libFootNoteArabicChar"/>
          <w:rFonts w:hint="cs"/>
          <w:rtl/>
        </w:rPr>
        <w:t>می</w:t>
      </w:r>
      <w:r w:rsidR="00354BE0" w:rsidRPr="000B1FC0">
        <w:rPr>
          <w:rStyle w:val="libFootNoteArabicChar"/>
          <w:rFonts w:hint="eastAsia"/>
          <w:rtl/>
        </w:rPr>
        <w:t>،ص</w:t>
      </w:r>
      <w:r w:rsidR="00354BE0" w:rsidRPr="000B1FC0">
        <w:rPr>
          <w:rStyle w:val="libFootNoteArabicChar"/>
          <w:rtl/>
        </w:rPr>
        <w:t xml:space="preserve"> ۱۵۶</w:t>
      </w:r>
    </w:p>
    <w:p w:rsidR="00D47864" w:rsidRPr="00354BE0" w:rsidRDefault="00D47864" w:rsidP="00A60F54">
      <w:pPr>
        <w:pStyle w:val="libPoemTini"/>
        <w:rPr>
          <w:rtl/>
        </w:rPr>
      </w:pPr>
      <w:r w:rsidRPr="00354BE0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(خد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تھ ہے جو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ہوں)</w:t>
      </w:r>
    </w:p>
    <w:p w:rsidR="005A2492" w:rsidRDefault="005A2492" w:rsidP="0098353F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مجھ سے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جملے کو سوتے وقت </w:t>
      </w:r>
      <w:r w:rsidR="00C15B30" w:rsidRPr="00C15B30">
        <w:rPr>
          <w:rFonts w:hint="cs"/>
          <w:rtl/>
          <w:lang w:bidi="ur-PK"/>
        </w:rPr>
        <w:t>7</w:t>
      </w:r>
      <w:r w:rsidRPr="00E67D25">
        <w:rPr>
          <w:rFonts w:hint="cs"/>
          <w:rtl/>
        </w:rPr>
        <w:t xml:space="preserve"> مرتب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پڑھ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ذکر ک</w:t>
      </w:r>
      <w:r>
        <w:rPr>
          <w:rFonts w:hint="cs"/>
          <w:rtl/>
        </w:rPr>
        <w:t>ی</w:t>
      </w:r>
      <w:r>
        <w:rPr>
          <w:rtl/>
        </w:rPr>
        <w:t xml:space="preserve"> لذت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مٹھ</w:t>
      </w:r>
      <w:r w:rsidR="00816B77" w:rsidRPr="00816B77">
        <w:rPr>
          <w:rtl/>
          <w:lang w:bidi="ur-PK"/>
        </w:rPr>
        <w:t>ا</w:t>
      </w:r>
      <w:r>
        <w:rPr>
          <w:rtl/>
        </w:rPr>
        <w:t>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کرنے لگ</w:t>
      </w:r>
      <w:r w:rsidR="00816B77" w:rsidRPr="00816B77">
        <w:rPr>
          <w:rtl/>
          <w:lang w:bidi="ur-PK"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ل کے بعد مجھ سے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ذکر تم</w:t>
      </w:r>
      <w:r>
        <w:rPr>
          <w:rFonts w:hint="cs"/>
          <w:rtl/>
        </w:rPr>
        <w:t>ی</w:t>
      </w:r>
      <w:r>
        <w:rPr>
          <w:rFonts w:hint="eastAsia"/>
          <w:rtl/>
        </w:rPr>
        <w:t>ںس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 </w:t>
      </w:r>
      <w:r w:rsidR="00816B77" w:rsidRPr="00816B77">
        <w:rPr>
          <w:rtl/>
          <w:lang w:bidi="ur-PK"/>
        </w:rPr>
        <w:t>ا</w:t>
      </w:r>
      <w:r>
        <w:rPr>
          <w:rtl/>
        </w:rPr>
        <w:t>خرت دونوںم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 رو کر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پو</w:t>
      </w:r>
      <w:r>
        <w:rPr>
          <w:rFonts w:hint="eastAsia"/>
          <w:rtl/>
        </w:rPr>
        <w:t>رے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مضبوط ہوگ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 w:rsidR="0098353F" w:rsidRPr="007741D8">
        <w:rPr>
          <w:rStyle w:val="libFootnotenumChar"/>
          <w:rFonts w:hint="cs"/>
          <w:rtl/>
        </w:rPr>
        <w:t>(1)</w:t>
      </w:r>
    </w:p>
    <w:p w:rsidR="005A2492" w:rsidRDefault="005A2492" w:rsidP="00A60F54">
      <w:pPr>
        <w:pStyle w:val="Heading1"/>
        <w:rPr>
          <w:rtl/>
        </w:rPr>
      </w:pPr>
      <w:bookmarkStart w:id="61" w:name="_Toc393190486"/>
      <w:r>
        <w:rPr>
          <w:rFonts w:hint="eastAsia"/>
          <w:rtl/>
        </w:rPr>
        <w:t>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شف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لغط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61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للہ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شف </w:t>
      </w:r>
      <w:r w:rsidR="00816B77" w:rsidRPr="00816B77">
        <w:rPr>
          <w:rtl/>
          <w:lang w:bidi="ur-PK"/>
        </w:rPr>
        <w:t>ا</w:t>
      </w:r>
      <w:r>
        <w:rPr>
          <w:rtl/>
        </w:rPr>
        <w:t>لغط</w:t>
      </w:r>
      <w:r w:rsidR="00816B77" w:rsidRPr="00816B77">
        <w:rPr>
          <w:rtl/>
          <w:lang w:bidi="ur-PK"/>
        </w:rPr>
        <w:t>ا</w:t>
      </w:r>
      <w:r>
        <w:rPr>
          <w:rtl/>
        </w:rPr>
        <w:t>ء</w:t>
      </w:r>
      <w:r w:rsidR="008D6D4F" w:rsidRPr="008D6D4F">
        <w:rPr>
          <w:rtl/>
          <w:lang w:bidi="ur-PK"/>
        </w:rPr>
        <w:t>(رح)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بچےّ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لئے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مؤثر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  <w:r w:rsidR="00816B77" w:rsidRPr="00816B77">
        <w:rPr>
          <w:rtl/>
          <w:lang w:bidi="ur-PK"/>
        </w:rPr>
        <w:t>ا</w:t>
      </w:r>
      <w:r>
        <w:rPr>
          <w:rtl/>
        </w:rPr>
        <w:t>پ چ</w:t>
      </w:r>
      <w:r w:rsidR="00816B77" w:rsidRPr="00816B77">
        <w:rPr>
          <w:rtl/>
          <w:lang w:bidi="ur-PK"/>
        </w:rPr>
        <w:t>ا</w:t>
      </w:r>
      <w:r>
        <w:rPr>
          <w:rtl/>
        </w:rPr>
        <w:t>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سحر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نم</w:t>
      </w:r>
      <w:r w:rsidR="00816B77" w:rsidRPr="00816B77">
        <w:rPr>
          <w:rtl/>
          <w:lang w:bidi="ur-PK"/>
        </w:rPr>
        <w:t>ا</w:t>
      </w:r>
      <w:r>
        <w:rPr>
          <w:rtl/>
        </w:rPr>
        <w:t>ز شب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خر عمر تک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عمل کو </w:t>
      </w:r>
      <w:r w:rsidR="00816B77" w:rsidRPr="00816B77">
        <w:rPr>
          <w:rtl/>
          <w:lang w:bidi="ur-PK"/>
        </w:rPr>
        <w:t>ا</w:t>
      </w:r>
      <w:r>
        <w:rPr>
          <w:rtl/>
        </w:rPr>
        <w:t>نج</w:t>
      </w:r>
      <w:r w:rsidR="00816B77" w:rsidRPr="00816B77">
        <w:rPr>
          <w:rtl/>
          <w:lang w:bidi="ur-PK"/>
        </w:rPr>
        <w:t>ا</w:t>
      </w:r>
      <w:r>
        <w:rPr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رہے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ذ</w:t>
      </w:r>
      <w:r w:rsidR="00816B77" w:rsidRPr="00816B77">
        <w:rPr>
          <w:rtl/>
          <w:lang w:bidi="ur-PK"/>
        </w:rPr>
        <w:t>ا</w:t>
      </w:r>
      <w:r>
        <w:rPr>
          <w:rtl/>
        </w:rPr>
        <w:t>ن صبح سے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بستر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لکل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سے </w:t>
      </w:r>
      <w:r w:rsidR="00816B77" w:rsidRPr="00816B77">
        <w:rPr>
          <w:rtl/>
          <w:lang w:bidi="ur-PK"/>
        </w:rPr>
        <w:t>ا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کرنے لگے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!</w:t>
      </w:r>
      <w:r w:rsidR="00816B77" w:rsidRPr="00816B77">
        <w:rPr>
          <w:rtl/>
          <w:lang w:bidi="ur-PK"/>
        </w:rPr>
        <w:t>ا</w:t>
      </w:r>
      <w:r>
        <w:rPr>
          <w:rtl/>
        </w:rPr>
        <w:t>ٹھو حرم مول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>
        <w:rPr>
          <w:rtl/>
        </w:rPr>
        <w:t>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ؤں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 رہوں گ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حرم ک</w:t>
      </w:r>
      <w:r>
        <w:rPr>
          <w:rFonts w:hint="cs"/>
          <w:rtl/>
        </w:rPr>
        <w:t>ی</w:t>
      </w:r>
      <w:r>
        <w:rPr>
          <w:rtl/>
        </w:rPr>
        <w:t xml:space="preserve"> طرف وضو کرکے رو</w:t>
      </w:r>
      <w:r w:rsidR="00816B77" w:rsidRPr="00816B77">
        <w:rPr>
          <w:rtl/>
          <w:lang w:bidi="ur-PK"/>
        </w:rPr>
        <w:t>ا</w:t>
      </w:r>
      <w:r>
        <w:rPr>
          <w:rtl/>
        </w:rPr>
        <w:t>نہ ہوئے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رحرم</w:t>
      </w:r>
      <w:r>
        <w:rPr>
          <w:rtl/>
        </w:rPr>
        <w:t xml:space="preserve"> مطہر کے س</w:t>
      </w:r>
      <w:r w:rsidR="00816B77" w:rsidRPr="00816B77">
        <w:rPr>
          <w:rtl/>
          <w:lang w:bidi="ur-PK"/>
        </w:rPr>
        <w:t>ا</w:t>
      </w:r>
      <w:r>
        <w:rPr>
          <w:rtl/>
        </w:rPr>
        <w:t>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لوگوں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>منے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وقت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ة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للہ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شف </w:t>
      </w:r>
      <w:r w:rsidRPr="00816B77">
        <w:rPr>
          <w:rtl/>
          <w:lang w:bidi="ur-PK"/>
        </w:rPr>
        <w:t>ا</w:t>
      </w:r>
      <w:r w:rsidR="005A2492">
        <w:rPr>
          <w:rtl/>
        </w:rPr>
        <w:t>لغط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ء </w:t>
      </w:r>
      <w:r w:rsidR="008D6D4F" w:rsidRPr="008D6D4F">
        <w:rPr>
          <w:rtl/>
          <w:lang w:bidi="ur-PK"/>
        </w:rPr>
        <w:t>(رح)</w:t>
      </w:r>
      <w:r w:rsidR="005A2492">
        <w:rPr>
          <w:rtl/>
        </w:rPr>
        <w:t xml:space="preserve"> نے کہ</w:t>
      </w:r>
      <w:r w:rsidRPr="00816B77">
        <w:rPr>
          <w:rtl/>
          <w:lang w:bidi="ur-PK"/>
        </w:rPr>
        <w:t>ا</w:t>
      </w:r>
      <w:r w:rsidR="005A2492">
        <w:rPr>
          <w:rtl/>
        </w:rPr>
        <w:t>: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!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شخص کس لئے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Pr="00816B77">
        <w:rPr>
          <w:rFonts w:hint="eastAsia"/>
          <w:rtl/>
          <w:lang w:bidi="ur-PK"/>
        </w:rPr>
        <w:t>اا</w:t>
      </w:r>
      <w:r w:rsidR="005A2492">
        <w:rPr>
          <w:rtl/>
        </w:rPr>
        <w:t xml:space="preserve"> ہے؟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نگنے کے لئے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tl/>
        </w:rPr>
        <w:t>سے  کتنے درہم ملتے ہونگے؟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:ش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کچھ رقم ملت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ہوگ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پس ج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ہوگ</w:t>
      </w:r>
      <w:r w:rsidR="00816B77" w:rsidRPr="00E67D25">
        <w:rPr>
          <w:rFonts w:hint="cs"/>
          <w:rtl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tl/>
        </w:rPr>
        <w:t>؟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لبتہ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نہ کچھ تو ضرور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ممکن ہے خ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816B77" w:rsidRPr="00816B77">
        <w:rPr>
          <w:rtl/>
          <w:lang w:bidi="ur-PK"/>
        </w:rPr>
        <w:t>ا</w:t>
      </w:r>
      <w:r>
        <w:rPr>
          <w:rtl/>
        </w:rPr>
        <w:t>تھ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</w:p>
    <w:p w:rsidR="0098353F" w:rsidRDefault="0098353F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8353F" w:rsidRDefault="0098353F" w:rsidP="0005160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608C4" w:rsidRPr="005608C4">
        <w:rPr>
          <w:rtl/>
        </w:rPr>
        <w:t xml:space="preserve">  </w:t>
      </w:r>
      <w:r w:rsidR="00816B77" w:rsidRPr="00816B77">
        <w:rPr>
          <w:rtl/>
        </w:rPr>
        <w:t>ا</w:t>
      </w:r>
      <w:r w:rsidR="005608C4" w:rsidRPr="005608C4">
        <w:rPr>
          <w:rtl/>
        </w:rPr>
        <w:t>لگوہ</w:t>
      </w:r>
      <w:r w:rsidR="00816B77" w:rsidRPr="00816B77">
        <w:rPr>
          <w:rtl/>
        </w:rPr>
        <w:t>ا</w:t>
      </w:r>
      <w:r w:rsidR="005608C4" w:rsidRPr="005608C4">
        <w:rPr>
          <w:rFonts w:hint="cs"/>
          <w:rtl/>
        </w:rPr>
        <w:t>ی</w:t>
      </w:r>
      <w:r w:rsidR="005608C4" w:rsidRPr="005608C4">
        <w:rPr>
          <w:rtl/>
        </w:rPr>
        <w:t xml:space="preserve"> ترب</w:t>
      </w:r>
      <w:r w:rsidR="005608C4" w:rsidRPr="005608C4">
        <w:rPr>
          <w:rFonts w:hint="cs"/>
          <w:rtl/>
        </w:rPr>
        <w:t>ی</w:t>
      </w:r>
      <w:r w:rsidR="005608C4" w:rsidRPr="005608C4">
        <w:rPr>
          <w:rFonts w:hint="eastAsia"/>
          <w:rtl/>
        </w:rPr>
        <w:t>ت</w:t>
      </w:r>
      <w:r w:rsidR="005608C4" w:rsidRPr="005608C4">
        <w:rPr>
          <w:rtl/>
        </w:rPr>
        <w:t xml:space="preserve"> کودک</w:t>
      </w:r>
      <w:r w:rsidR="00816B77" w:rsidRPr="00816B77">
        <w:rPr>
          <w:rtl/>
        </w:rPr>
        <w:t>ا</w:t>
      </w:r>
      <w:r w:rsidR="005608C4" w:rsidRPr="005608C4">
        <w:rPr>
          <w:rtl/>
        </w:rPr>
        <w:t>ن ونوجو</w:t>
      </w:r>
      <w:r w:rsidR="00816B77" w:rsidRPr="00816B77">
        <w:rPr>
          <w:rtl/>
        </w:rPr>
        <w:t>ا</w:t>
      </w:r>
      <w:r w:rsidR="005608C4" w:rsidRPr="005608C4">
        <w:rPr>
          <w:rtl/>
        </w:rPr>
        <w:t>ن</w:t>
      </w:r>
      <w:r w:rsidR="00816B77" w:rsidRPr="00816B77">
        <w:rPr>
          <w:rtl/>
        </w:rPr>
        <w:t>ا</w:t>
      </w:r>
      <w:r w:rsidR="005608C4" w:rsidRPr="005608C4">
        <w:rPr>
          <w:rtl/>
        </w:rPr>
        <w:t>ن،ص</w:t>
      </w:r>
      <w:r w:rsidR="00C15B30" w:rsidRPr="00C15B30">
        <w:rPr>
          <w:rFonts w:hint="cs"/>
          <w:rtl/>
        </w:rPr>
        <w:t>49</w:t>
      </w:r>
    </w:p>
    <w:p w:rsidR="0098353F" w:rsidRDefault="0098353F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جس نکتے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816B77" w:rsidRPr="00816B77">
        <w:rPr>
          <w:rtl/>
          <w:lang w:bidi="ur-PK"/>
        </w:rPr>
        <w:t>ا</w:t>
      </w:r>
      <w:r>
        <w:rPr>
          <w:rtl/>
        </w:rPr>
        <w:t>پ بچےّ کو متوجہ کر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ہتے تھے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مطلب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</w:t>
      </w:r>
      <w:r w:rsidR="00816B77" w:rsidRPr="00816B77">
        <w:rPr>
          <w:rtl/>
          <w:lang w:bidi="ur-PK"/>
        </w:rPr>
        <w:t>ا</w:t>
      </w:r>
      <w:r>
        <w:rPr>
          <w:rtl/>
        </w:rPr>
        <w:t>ہم ہوگ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اا</w:t>
      </w:r>
      <w:r>
        <w:rPr>
          <w:rFonts w:hint="eastAsia"/>
          <w:rtl/>
        </w:rPr>
        <w:t>ور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گر کم</w:t>
      </w:r>
      <w:r w:rsidR="00816B77" w:rsidRPr="00816B77">
        <w:rPr>
          <w:rtl/>
          <w:lang w:bidi="ur-PK"/>
        </w:rPr>
        <w:t>ا</w:t>
      </w:r>
      <w:r>
        <w:rPr>
          <w:rtl/>
        </w:rPr>
        <w:t>نے کے لئے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جبکہ </w:t>
      </w:r>
      <w:r w:rsidR="00816B77" w:rsidRPr="00816B77">
        <w:rPr>
          <w:rtl/>
          <w:lang w:bidi="ur-PK"/>
        </w:rPr>
        <w:t>ا</w:t>
      </w:r>
      <w:r>
        <w:rPr>
          <w:rtl/>
        </w:rPr>
        <w:t>سے سوف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ہوکر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ہے؛ ل</w:t>
      </w:r>
      <w:r>
        <w:rPr>
          <w:rFonts w:hint="cs"/>
          <w:rtl/>
        </w:rPr>
        <w:t>ی</w:t>
      </w:r>
      <w:r>
        <w:rPr>
          <w:rtl/>
        </w:rPr>
        <w:t>کن ت</w:t>
      </w:r>
      <w:r>
        <w:rPr>
          <w:rFonts w:hint="cs"/>
          <w:rtl/>
        </w:rPr>
        <w:t>ی</w:t>
      </w:r>
      <w:r>
        <w:rPr>
          <w:rFonts w:hint="eastAsia"/>
          <w:rtl/>
        </w:rPr>
        <w:t>ںر</w:t>
      </w:r>
      <w:r>
        <w:rPr>
          <w:rtl/>
        </w:rPr>
        <w:t xml:space="preserve"> 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ثو</w:t>
      </w:r>
      <w:r w:rsidR="00816B77" w:rsidRPr="00816B77">
        <w:rPr>
          <w:rtl/>
          <w:lang w:bidi="ur-PK"/>
        </w:rPr>
        <w:t>ا</w:t>
      </w:r>
      <w:r>
        <w:rPr>
          <w:rtl/>
        </w:rPr>
        <w:t>ب پر پور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جو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نے سحر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ئمہ ط</w:t>
      </w:r>
      <w:r w:rsidR="00816B77" w:rsidRPr="00816B77">
        <w:rPr>
          <w:rtl/>
          <w:lang w:bidi="ur-PK"/>
        </w:rPr>
        <w:t>ا</w:t>
      </w:r>
      <w:r>
        <w:rPr>
          <w:rtl/>
        </w:rPr>
        <w:t>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D6D4F" w:rsidRPr="008D6D4F">
        <w:rPr>
          <w:rtl/>
          <w:lang w:bidi="ur-PK"/>
        </w:rPr>
        <w:t>(ع)</w:t>
      </w:r>
      <w:r>
        <w:rPr>
          <w:rtl/>
        </w:rPr>
        <w:t>کے فر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ہو، پس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کرتے ہو؟!!</w:t>
      </w:r>
    </w:p>
    <w:p w:rsidR="005A2492" w:rsidRDefault="00816B77" w:rsidP="0098353F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خوبصورت تمث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تن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ثر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ٹے</w:t>
      </w:r>
      <w:r w:rsidR="005A2492">
        <w:rPr>
          <w:rtl/>
        </w:rPr>
        <w:t xml:space="preserve"> نے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</w:t>
      </w:r>
      <w:r w:rsidRPr="00816B77">
        <w:rPr>
          <w:rtl/>
          <w:lang w:bidi="ur-PK"/>
        </w:rPr>
        <w:t>ا</w:t>
      </w:r>
      <w:r w:rsidR="005A2492">
        <w:rPr>
          <w:rtl/>
        </w:rPr>
        <w:t>خر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لمح</w:t>
      </w:r>
      <w:r w:rsidRPr="00816B77">
        <w:rPr>
          <w:rtl/>
          <w:lang w:bidi="ur-PK"/>
        </w:rPr>
        <w:t>ا</w:t>
      </w:r>
      <w:r w:rsidR="005A2492">
        <w:rPr>
          <w:rtl/>
        </w:rPr>
        <w:t>ت تک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شب کو ترک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98353F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درس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ہم چ</w:t>
      </w:r>
      <w:r w:rsidR="00816B77" w:rsidRPr="00816B77">
        <w:rPr>
          <w:rtl/>
          <w:lang w:bidi="ur-PK"/>
        </w:rPr>
        <w:t>ا</w:t>
      </w:r>
      <w:r>
        <w:rPr>
          <w:rtl/>
        </w:rPr>
        <w:t>ہتے ہںد کہ ہم</w:t>
      </w:r>
      <w:r w:rsidR="00816B77" w:rsidRPr="00816B77">
        <w:rPr>
          <w:rtl/>
          <w:lang w:bidi="ur-PK"/>
        </w:rPr>
        <w:t>ا</w:t>
      </w:r>
      <w:r>
        <w:rPr>
          <w:rtl/>
        </w:rPr>
        <w:t>رے بچےّ بھ</w:t>
      </w:r>
      <w:r>
        <w:rPr>
          <w:rFonts w:hint="cs"/>
          <w:rtl/>
        </w:rPr>
        <w:t>ی</w:t>
      </w:r>
      <w:r>
        <w:rPr>
          <w:rtl/>
        </w:rPr>
        <w:t xml:space="preserve"> سحر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ہوں تو پہلے ہم خود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ہوںچن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نچہ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 w:rsidR="000B1FC0" w:rsidRPr="000B1FC0">
        <w:rPr>
          <w:rtl/>
          <w:lang w:bidi="ur-PK"/>
        </w:rPr>
        <w:t>(ص)</w:t>
      </w:r>
      <w:r>
        <w:rPr>
          <w:rtl/>
        </w:rPr>
        <w:t>کے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لے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 کہ وہ خرم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نہ کھ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ئےک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لئے  منع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eastAsia"/>
          <w:rtl/>
        </w:rPr>
        <w:t>ے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 w:rsidR="00816B77" w:rsidRPr="00816B77">
        <w:rPr>
          <w:rtl/>
          <w:lang w:bidi="ur-PK"/>
        </w:rPr>
        <w:t>ا</w:t>
      </w:r>
      <w:r>
        <w:rPr>
          <w:rtl/>
        </w:rPr>
        <w:t>رک زب</w:t>
      </w:r>
      <w:r w:rsidR="00816B77" w:rsidRPr="00816B77">
        <w:rPr>
          <w:rtl/>
          <w:lang w:bidi="ur-PK"/>
        </w:rPr>
        <w:t>ا</w:t>
      </w:r>
      <w:r>
        <w:rPr>
          <w:rtl/>
        </w:rPr>
        <w:t>ن سے سمجھ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وہ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ت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چھ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ج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سے لے ج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لے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دوسرے دن جب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بڑ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توں کو سن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کرو </w:t>
      </w:r>
      <w:r w:rsidR="00816B77" w:rsidRPr="00816B77">
        <w:rPr>
          <w:rtl/>
          <w:lang w:bidi="ur-PK"/>
        </w:rPr>
        <w:t>ا</w:t>
      </w:r>
      <w:r>
        <w:rPr>
          <w:rtl/>
        </w:rPr>
        <w:t>ور کھجور کھ</w:t>
      </w:r>
      <w:r w:rsidR="00816B77" w:rsidRPr="00816B77">
        <w:rPr>
          <w:rtl/>
          <w:lang w:bidi="ur-PK"/>
        </w:rPr>
        <w:t>ا</w:t>
      </w:r>
      <w:r>
        <w:rPr>
          <w:rtl/>
        </w:rPr>
        <w:t>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ت</w:t>
      </w:r>
      <w:r w:rsidR="00816B77" w:rsidRPr="00816B77">
        <w:rPr>
          <w:rtl/>
          <w:lang w:bidi="ur-PK"/>
        </w:rPr>
        <w:t>ا</w:t>
      </w:r>
      <w:r>
        <w:rPr>
          <w:rtl/>
        </w:rPr>
        <w:t>کہ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 ک</w:t>
      </w:r>
      <w:r>
        <w:rPr>
          <w:rFonts w:hint="eastAsia"/>
          <w:rtl/>
        </w:rPr>
        <w:t>ھجور</w:t>
      </w:r>
      <w:r>
        <w:rPr>
          <w:rtl/>
        </w:rPr>
        <w:t xml:space="preserve"> 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سکو</w:t>
      </w:r>
      <w:r w:rsidR="00816B77" w:rsidRPr="00816B77">
        <w:rPr>
          <w:rtl/>
          <w:lang w:bidi="ur-PK"/>
        </w:rPr>
        <w:t>ا</w:t>
      </w:r>
      <w:r>
        <w:rPr>
          <w:rtl/>
        </w:rPr>
        <w:t>ور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کر سکو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خوش وخرم زندگ</w:t>
      </w:r>
      <w:r>
        <w:rPr>
          <w:rFonts w:hint="cs"/>
          <w:rtl/>
        </w:rPr>
        <w:t>ی</w:t>
      </w:r>
      <w:r>
        <w:rPr>
          <w:rtl/>
        </w:rPr>
        <w:t xml:space="preserve"> بسر کرسکو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تم پر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ہوسکےبچےّ نے 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توں کو قبول کرل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ب ب</w:t>
      </w:r>
      <w:r w:rsidR="00816B77" w:rsidRPr="00816B77">
        <w:rPr>
          <w:rtl/>
          <w:lang w:bidi="ur-PK"/>
        </w:rPr>
        <w:t>ا</w:t>
      </w:r>
      <w:r>
        <w:rPr>
          <w:rtl/>
        </w:rPr>
        <w:t>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کھجور نہ کھ</w:t>
      </w:r>
      <w:r w:rsidR="00816B77" w:rsidRPr="00816B77">
        <w:rPr>
          <w:rtl/>
          <w:lang w:bidi="ur-PK"/>
        </w:rPr>
        <w:t>ا</w:t>
      </w:r>
      <w:r>
        <w:rPr>
          <w:rtl/>
        </w:rPr>
        <w:t>ؤں</w:t>
      </w:r>
      <w:r w:rsidR="00816B77" w:rsidRPr="00816B77">
        <w:rPr>
          <w:rtl/>
          <w:lang w:bidi="ur-PK"/>
        </w:rPr>
        <w:t>ا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جب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 w:rsidR="00816B77" w:rsidRPr="00816B77">
        <w:rPr>
          <w:rtl/>
          <w:lang w:bidi="ur-PK"/>
        </w:rPr>
        <w:t>ا</w:t>
      </w:r>
      <w:r>
        <w:rPr>
          <w:rtl/>
        </w:rPr>
        <w:t>ں نے تشکر بھرے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پ بت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سکتے تھے </w:t>
      </w:r>
    </w:p>
    <w:p w:rsidR="005A2492" w:rsidRDefault="005A2492" w:rsidP="0098353F">
      <w:pPr>
        <w:pStyle w:val="libNormal"/>
        <w:rPr>
          <w:rtl/>
        </w:rPr>
      </w:pPr>
      <w:r>
        <w:rPr>
          <w:rFonts w:hint="eastAsia"/>
          <w:rtl/>
        </w:rPr>
        <w:t>فرم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کھجور 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س وقت مؤثر ہوت</w:t>
      </w:r>
      <w:r>
        <w:rPr>
          <w:rFonts w:hint="cs"/>
          <w:rtl/>
        </w:rPr>
        <w:t>ی</w:t>
      </w:r>
      <w:r>
        <w:rPr>
          <w:rtl/>
        </w:rPr>
        <w:t xml:space="preserve"> ہے جب خود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پر عمل کرو </w:t>
      </w:r>
      <w:r w:rsidR="0098353F" w:rsidRPr="005608C4">
        <w:rPr>
          <w:rStyle w:val="libFootnotenumChar"/>
          <w:rFonts w:hint="cs"/>
          <w:rtl/>
        </w:rPr>
        <w:t>(2)</w:t>
      </w:r>
    </w:p>
    <w:p w:rsidR="0098353F" w:rsidRDefault="0098353F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608C4" w:rsidRDefault="0098353F" w:rsidP="005608C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608C4" w:rsidRPr="005608C4">
        <w:rPr>
          <w:rtl/>
        </w:rPr>
        <w:t xml:space="preserve"> </w:t>
      </w:r>
      <w:r w:rsidR="00816B77" w:rsidRPr="00816B77">
        <w:rPr>
          <w:rtl/>
        </w:rPr>
        <w:t>ا</w:t>
      </w:r>
      <w:r w:rsidR="005608C4">
        <w:rPr>
          <w:rtl/>
        </w:rPr>
        <w:t>لگوہ</w:t>
      </w:r>
      <w:r w:rsidR="00816B77" w:rsidRPr="00816B77">
        <w:rPr>
          <w:rtl/>
        </w:rPr>
        <w:t>ا</w:t>
      </w:r>
      <w:r w:rsidR="005608C4">
        <w:rPr>
          <w:rFonts w:hint="cs"/>
          <w:rtl/>
        </w:rPr>
        <w:t>ی</w:t>
      </w:r>
      <w:r w:rsidR="005608C4">
        <w:rPr>
          <w:rtl/>
        </w:rPr>
        <w:t xml:space="preserve"> ترب</w:t>
      </w:r>
      <w:r w:rsidR="005608C4">
        <w:rPr>
          <w:rFonts w:hint="cs"/>
          <w:rtl/>
        </w:rPr>
        <w:t>ی</w:t>
      </w:r>
      <w:r w:rsidR="005608C4">
        <w:rPr>
          <w:rFonts w:hint="eastAsia"/>
          <w:rtl/>
        </w:rPr>
        <w:t>ت</w:t>
      </w:r>
      <w:r w:rsidR="005608C4">
        <w:rPr>
          <w:rtl/>
        </w:rPr>
        <w:t xml:space="preserve"> کودک</w:t>
      </w:r>
      <w:r w:rsidR="00816B77" w:rsidRPr="00816B77">
        <w:rPr>
          <w:rtl/>
        </w:rPr>
        <w:t>ا</w:t>
      </w:r>
      <w:r w:rsidR="005608C4">
        <w:rPr>
          <w:rtl/>
        </w:rPr>
        <w:t>ن ونوجو</w:t>
      </w:r>
      <w:r w:rsidR="00816B77" w:rsidRPr="00816B77">
        <w:rPr>
          <w:rtl/>
        </w:rPr>
        <w:t>ا</w:t>
      </w:r>
      <w:r w:rsidR="005608C4">
        <w:rPr>
          <w:rtl/>
        </w:rPr>
        <w:t>ن</w:t>
      </w:r>
      <w:r w:rsidR="00816B77" w:rsidRPr="00816B77">
        <w:rPr>
          <w:rtl/>
        </w:rPr>
        <w:t>ا</w:t>
      </w:r>
      <w:r w:rsidR="005608C4">
        <w:rPr>
          <w:rtl/>
        </w:rPr>
        <w:t>ن ،ص</w:t>
      </w:r>
      <w:r w:rsidR="00C15B30" w:rsidRPr="00C15B30">
        <w:rPr>
          <w:rFonts w:hint="cs"/>
          <w:rtl/>
        </w:rPr>
        <w:t>2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8</w:t>
      </w:r>
    </w:p>
    <w:p w:rsidR="0098353F" w:rsidRDefault="0098353F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5608C4" w:rsidRPr="005608C4">
        <w:rPr>
          <w:rtl/>
        </w:rPr>
        <w:t xml:space="preserve"> </w:t>
      </w:r>
      <w:r w:rsidR="00816B77" w:rsidRPr="00816B77">
        <w:rPr>
          <w:rtl/>
        </w:rPr>
        <w:t>ا</w:t>
      </w:r>
      <w:r w:rsidR="005608C4">
        <w:rPr>
          <w:rtl/>
        </w:rPr>
        <w:t>لگوہ</w:t>
      </w:r>
      <w:r w:rsidR="00816B77" w:rsidRPr="00816B77">
        <w:rPr>
          <w:rtl/>
        </w:rPr>
        <w:t>ا</w:t>
      </w:r>
      <w:r w:rsidR="005608C4">
        <w:rPr>
          <w:rFonts w:hint="cs"/>
          <w:rtl/>
        </w:rPr>
        <w:t>ی</w:t>
      </w:r>
      <w:r w:rsidR="005608C4">
        <w:rPr>
          <w:rtl/>
        </w:rPr>
        <w:t xml:space="preserve"> ترب</w:t>
      </w:r>
      <w:r w:rsidR="005608C4">
        <w:rPr>
          <w:rFonts w:hint="cs"/>
          <w:rtl/>
        </w:rPr>
        <w:t>ی</w:t>
      </w:r>
      <w:r w:rsidR="005608C4">
        <w:rPr>
          <w:rFonts w:hint="eastAsia"/>
          <w:rtl/>
        </w:rPr>
        <w:t>ت</w:t>
      </w:r>
      <w:r w:rsidR="005608C4">
        <w:rPr>
          <w:rtl/>
        </w:rPr>
        <w:t xml:space="preserve"> کودک</w:t>
      </w:r>
      <w:r w:rsidR="00816B77" w:rsidRPr="00816B77">
        <w:rPr>
          <w:rtl/>
        </w:rPr>
        <w:t>ا</w:t>
      </w:r>
      <w:r w:rsidR="005608C4">
        <w:rPr>
          <w:rtl/>
        </w:rPr>
        <w:t>ن ونوجو</w:t>
      </w:r>
      <w:r w:rsidR="00816B77" w:rsidRPr="00816B77">
        <w:rPr>
          <w:rtl/>
        </w:rPr>
        <w:t>ا</w:t>
      </w:r>
      <w:r w:rsidR="005608C4">
        <w:rPr>
          <w:rtl/>
        </w:rPr>
        <w:t>ن</w:t>
      </w:r>
      <w:r w:rsidR="00816B77" w:rsidRPr="00816B77">
        <w:rPr>
          <w:rtl/>
        </w:rPr>
        <w:t>ا</w:t>
      </w:r>
      <w:r w:rsidR="005608C4">
        <w:rPr>
          <w:rtl/>
        </w:rPr>
        <w:t>ن ،ص</w:t>
      </w:r>
      <w:r w:rsidR="00C15B30" w:rsidRPr="00C15B30">
        <w:rPr>
          <w:rFonts w:hint="cs"/>
          <w:rtl/>
        </w:rPr>
        <w:t>316</w:t>
      </w:r>
    </w:p>
    <w:p w:rsidR="0098353F" w:rsidRDefault="0098353F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A60F54">
      <w:pPr>
        <w:pStyle w:val="Heading1"/>
        <w:rPr>
          <w:rtl/>
        </w:rPr>
      </w:pPr>
      <w:bookmarkStart w:id="62" w:name="_Toc393190487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A60F54">
        <w:rPr>
          <w:rFonts w:hint="cs"/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بچوّں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ترب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bookmarkEnd w:id="62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نقل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8D6D4F" w:rsidRPr="008D6D4F">
        <w:rPr>
          <w:rtl/>
          <w:lang w:bidi="ur-PK"/>
        </w:rPr>
        <w:t>(رح)</w:t>
      </w:r>
      <w:r w:rsidR="005A2492">
        <w:rPr>
          <w:rtl/>
        </w:rPr>
        <w:t xml:space="preserve"> بچوّں پر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مہرب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تھےہم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بڑے مہر ومحبت 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رہتے تھے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ہم جب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کرتے تو سخت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منع کرتے تھےعمل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طور پر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سمجھ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مرض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خل</w:t>
      </w:r>
      <w:r w:rsidRPr="00816B77">
        <w:rPr>
          <w:rtl/>
          <w:lang w:bidi="ur-PK"/>
        </w:rPr>
        <w:t>ا</w:t>
      </w:r>
      <w:r w:rsidR="005A2492">
        <w:rPr>
          <w:rtl/>
        </w:rPr>
        <w:t>ف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گےہم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فروع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صول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سخت پ</w:t>
      </w:r>
      <w:r w:rsidRPr="00816B77">
        <w:rPr>
          <w:rtl/>
          <w:lang w:bidi="ur-PK"/>
        </w:rPr>
        <w:t>ا</w:t>
      </w:r>
      <w:r w:rsidR="005A2492">
        <w:rPr>
          <w:rtl/>
        </w:rPr>
        <w:t>بند تھےہم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مج</w:t>
      </w:r>
      <w:r w:rsidRPr="00816B77">
        <w:rPr>
          <w:rtl/>
          <w:lang w:bidi="ur-PK"/>
        </w:rPr>
        <w:t>ا</w:t>
      </w:r>
      <w:r w:rsidR="005A2492">
        <w:rPr>
          <w:rtl/>
        </w:rPr>
        <w:t>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مخ</w:t>
      </w:r>
      <w:r w:rsidRPr="00816B77">
        <w:rPr>
          <w:rtl/>
          <w:lang w:bidi="ur-PK"/>
        </w:rPr>
        <w:t>ا</w:t>
      </w:r>
      <w:r w:rsidR="005A2492">
        <w:rPr>
          <w:rtl/>
        </w:rPr>
        <w:t>لفت کرےہم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شہ</w:t>
      </w:r>
      <w:r w:rsidR="005A2492">
        <w:rPr>
          <w:rtl/>
        </w:rPr>
        <w:t xml:space="preserve">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بند رکھتے تھے کہ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گن</w:t>
      </w:r>
      <w:r w:rsidRPr="00816B77">
        <w:rPr>
          <w:rtl/>
          <w:lang w:bidi="ur-PK"/>
        </w:rPr>
        <w:t>ا</w:t>
      </w:r>
      <w:r w:rsidR="005A2492">
        <w:rPr>
          <w:rtl/>
        </w:rPr>
        <w:t>ہ نہ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بند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عل</w:t>
      </w:r>
      <w:r w:rsidRPr="00816B77">
        <w:rPr>
          <w:rtl/>
          <w:lang w:bidi="ur-PK"/>
        </w:rPr>
        <w:t>ا</w:t>
      </w:r>
      <w:r w:rsidR="005A2492">
        <w:rPr>
          <w:rtl/>
        </w:rPr>
        <w:t>وہ ہم جتن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شوروغل مچ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کچھ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کہتے تھے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نہ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عتر</w:t>
      </w:r>
      <w:r w:rsidRPr="00816B77">
        <w:rPr>
          <w:rtl/>
          <w:lang w:bidi="ur-PK"/>
        </w:rPr>
        <w:t>ا</w:t>
      </w:r>
      <w:r w:rsidR="005A2492">
        <w:rPr>
          <w:rtl/>
        </w:rPr>
        <w:t>ض کرتےہ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</w:t>
      </w:r>
      <w:r w:rsidRPr="00816B77">
        <w:rPr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پڑوس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سے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شک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تو سخت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عتر</w:t>
      </w:r>
      <w:r w:rsidRPr="00816B77">
        <w:rPr>
          <w:rtl/>
          <w:lang w:bidi="ur-PK"/>
        </w:rPr>
        <w:t>ا</w:t>
      </w:r>
      <w:r w:rsidR="005A2492">
        <w:rPr>
          <w:rtl/>
        </w:rPr>
        <w:t>ض کرتے تھےہم گھر کے صحن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کود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مصروف ہوتے تھےنم</w:t>
      </w:r>
      <w:r w:rsidRPr="00816B77">
        <w:rPr>
          <w:rtl/>
          <w:lang w:bidi="ur-PK"/>
        </w:rPr>
        <w:t>ا</w:t>
      </w:r>
      <w:r w:rsidR="005A2492">
        <w:rPr>
          <w:rtl/>
        </w:rPr>
        <w:t>ز کے وقت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گر کھ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لتے</w:t>
      </w:r>
      <w:r w:rsidR="005A2492">
        <w:rPr>
          <w:rtl/>
        </w:rPr>
        <w:t xml:space="preserve"> تو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کہتے،بچو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وقت ہوگ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ؤ وضو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نم</w:t>
      </w:r>
      <w:r w:rsidRPr="00816B77">
        <w:rPr>
          <w:rtl/>
          <w:lang w:bidi="ur-PK"/>
        </w:rPr>
        <w:t>ا</w:t>
      </w:r>
      <w:r w:rsidR="005A2492">
        <w:rPr>
          <w:rtl/>
        </w:rPr>
        <w:t>ز پڑھ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بلکہ خود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سے </w:t>
      </w:r>
      <w:r w:rsidRPr="00816B77">
        <w:rPr>
          <w:rtl/>
          <w:lang w:bidi="ur-PK"/>
        </w:rPr>
        <w:t>ا</w:t>
      </w:r>
      <w:r w:rsidR="005A2492">
        <w:rPr>
          <w:rtl/>
        </w:rPr>
        <w:t>دھ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گھنٹہ پہلے مصلّ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پر کھڑے ہو ج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تھے </w:t>
      </w:r>
      <w:r w:rsidRPr="00816B77">
        <w:rPr>
          <w:rtl/>
          <w:lang w:bidi="ur-PK"/>
        </w:rPr>
        <w:t>ا</w:t>
      </w:r>
      <w:r w:rsidR="005A2492">
        <w:rPr>
          <w:rtl/>
        </w:rPr>
        <w:t>ور</w:t>
      </w:r>
      <w:r w:rsidRPr="00816B77">
        <w:rPr>
          <w:rtl/>
          <w:lang w:bidi="ur-PK"/>
        </w:rPr>
        <w:t>ا</w:t>
      </w:r>
      <w:r w:rsidR="005A2492">
        <w:rPr>
          <w:rtl/>
        </w:rPr>
        <w:t>پ کو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کر ہم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نم</w:t>
      </w:r>
      <w:r w:rsidRPr="00816B77">
        <w:rPr>
          <w:rtl/>
          <w:lang w:bidi="ur-PK"/>
        </w:rPr>
        <w:t>ا</w:t>
      </w:r>
      <w:r w:rsidR="005A2492">
        <w:rPr>
          <w:rtl/>
        </w:rPr>
        <w:t>ز کے لئے 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ہوج</w:t>
      </w:r>
      <w:r w:rsidRPr="00816B77">
        <w:rPr>
          <w:rtl/>
          <w:lang w:bidi="ur-PK"/>
        </w:rPr>
        <w:t>ا</w:t>
      </w:r>
      <w:r w:rsidR="005A2492">
        <w:rPr>
          <w:rtl/>
        </w:rPr>
        <w:t>تے</w:t>
      </w:r>
      <w:r w:rsidRPr="00816B77">
        <w:rPr>
          <w:rtl/>
          <w:lang w:bidi="ur-PK"/>
        </w:rPr>
        <w:t>ا</w:t>
      </w:r>
      <w:r w:rsidR="005A2492">
        <w:rPr>
          <w:rtl/>
        </w:rPr>
        <w:t>ور جب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سے روکتے تھے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وہ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نج</w:t>
      </w:r>
      <w:r w:rsidRPr="00816B77">
        <w:rPr>
          <w:rtl/>
          <w:lang w:bidi="ur-PK"/>
        </w:rPr>
        <w:t>ا</w:t>
      </w:r>
      <w:r w:rsidR="005A2492">
        <w:rPr>
          <w:rtl/>
        </w:rPr>
        <w:t>م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ہوئے ہم نے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،حج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پردے کے ب</w:t>
      </w:r>
      <w:r w:rsidRPr="00816B77">
        <w:rPr>
          <w:rtl/>
          <w:lang w:bidi="ur-PK"/>
        </w:rPr>
        <w:t>ا</w:t>
      </w:r>
      <w:r w:rsidR="005A2492">
        <w:rPr>
          <w:rtl/>
        </w:rPr>
        <w:t>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سخت حس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تھے، </w:t>
      </w:r>
      <w:r w:rsidRPr="00816B77">
        <w:rPr>
          <w:rtl/>
          <w:lang w:bidi="ur-PK"/>
        </w:rPr>
        <w:t>ا</w:t>
      </w:r>
      <w:r w:rsidR="005A2492">
        <w:rPr>
          <w:rtl/>
        </w:rPr>
        <w:t>ور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بت،جھوٹ،کس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بڑے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بے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مسلم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کرنے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تھے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معتقد تھے کہ بچےّ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>نہ کھ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کود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فرم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تے تھے </w:t>
      </w:r>
      <w:r w:rsidRPr="00816B77">
        <w:rPr>
          <w:rtl/>
          <w:lang w:bidi="ur-PK"/>
        </w:rPr>
        <w:t>ا</w:t>
      </w:r>
      <w:r w:rsidR="005A2492">
        <w:rPr>
          <w:rtl/>
        </w:rPr>
        <w:t>گر بچےّ شر</w:t>
      </w:r>
      <w:r w:rsidRPr="00816B77">
        <w:rPr>
          <w:rtl/>
          <w:lang w:bidi="ur-PK"/>
        </w:rPr>
        <w:t>ا</w:t>
      </w:r>
      <w:r w:rsidR="005A2492">
        <w:rPr>
          <w:rtl/>
        </w:rPr>
        <w:t>رت نہ کر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 تو وہ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ں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ک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عل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ج کرن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چ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ہئے</w:t>
      </w:r>
    </w:p>
    <w:p w:rsidR="005A2492" w:rsidRDefault="00816B77" w:rsidP="0098353F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</w:t>
      </w:r>
      <w:r w:rsidR="005A2492">
        <w:rPr>
          <w:rtl/>
        </w:rPr>
        <w:t xml:space="preserve"> کے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ٹے</w:t>
      </w:r>
      <w:r w:rsidR="005A2492">
        <w:rPr>
          <w:rtl/>
        </w:rPr>
        <w:t xml:space="preserve"> 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حمد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8D6D4F" w:rsidRPr="008D6D4F">
        <w:rPr>
          <w:rtl/>
          <w:lang w:bidi="ur-PK"/>
        </w:rPr>
        <w:t>(رح)</w:t>
      </w:r>
      <w:r w:rsidR="005A2492">
        <w:rPr>
          <w:rtl/>
        </w:rPr>
        <w:t xml:space="preserve"> سے جب </w:t>
      </w:r>
      <w:r w:rsidRPr="00816B77">
        <w:rPr>
          <w:rtl/>
          <w:lang w:bidi="ur-PK"/>
        </w:rPr>
        <w:t>ا</w:t>
      </w:r>
      <w:r w:rsidR="005A2492">
        <w:rPr>
          <w:rtl/>
        </w:rPr>
        <w:t>نٹرو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گھر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لو</w:t>
      </w:r>
      <w:r w:rsidR="005A2492">
        <w:rPr>
          <w:rtl/>
        </w:rPr>
        <w:t xml:space="preserve"> ع</w:t>
      </w:r>
      <w:r w:rsidRPr="00816B77">
        <w:rPr>
          <w:rtl/>
          <w:lang w:bidi="ur-PK"/>
        </w:rPr>
        <w:t>ا</w:t>
      </w:r>
      <w:r w:rsidR="005A2492">
        <w:rPr>
          <w:rtl/>
        </w:rPr>
        <w:t>دت کے مط</w:t>
      </w:r>
      <w:r w:rsidRPr="00816B77">
        <w:rPr>
          <w:rtl/>
          <w:lang w:bidi="ur-PK"/>
        </w:rPr>
        <w:t>ا</w:t>
      </w:r>
      <w:r w:rsidR="005A2492">
        <w:rPr>
          <w:rtl/>
        </w:rPr>
        <w:t>بق بچ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گہر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ند</w:t>
      </w:r>
      <w:r w:rsidR="005A2492">
        <w:rPr>
          <w:rtl/>
        </w:rPr>
        <w:t xml:space="preserve"> سے نم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 صبح کے لئے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جب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یؓ</w:t>
      </w:r>
      <w:r w:rsidR="005A2492">
        <w:rPr>
          <w:rtl/>
        </w:rPr>
        <w:t xml:space="preserve"> کو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معلوم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تو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ج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کہ: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مٹھ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کو بچےّ کے لئے تلخ نہ کرو!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="005A2492">
        <w:rPr>
          <w:rFonts w:hint="eastAsia"/>
          <w:rtl/>
        </w:rPr>
        <w:t>قدر</w:t>
      </w:r>
      <w:r w:rsidR="005A2492">
        <w:rPr>
          <w:rtl/>
        </w:rPr>
        <w:t xml:space="preserve"> مؤثر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دن کے بعد خود ت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صبح کے لئے ضرور جگ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وقت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ل</w:t>
      </w:r>
      <w:r w:rsidRPr="00816B77">
        <w:rPr>
          <w:rtl/>
          <w:lang w:bidi="ur-PK"/>
        </w:rPr>
        <w:t>اا</w:t>
      </w:r>
      <w:r w:rsidR="005A2492">
        <w:rPr>
          <w:rtl/>
        </w:rPr>
        <w:t>کر</w:t>
      </w:r>
      <w:r w:rsidRPr="00816B77">
        <w:rPr>
          <w:rtl/>
          <w:lang w:bidi="ur-PK"/>
        </w:rPr>
        <w:t>ا</w:t>
      </w:r>
      <w:r w:rsidR="005A2492">
        <w:rPr>
          <w:rtl/>
        </w:rPr>
        <w:t>ہ 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 کو سمجھ</w:t>
      </w:r>
      <w:r w:rsidRPr="00816B77">
        <w:rPr>
          <w:rtl/>
          <w:lang w:bidi="ur-PK"/>
        </w:rPr>
        <w:t>ا</w:t>
      </w:r>
      <w:r w:rsidR="0098353F" w:rsidRPr="007741D8">
        <w:rPr>
          <w:rStyle w:val="libFootnotenumChar"/>
          <w:rFonts w:hint="cs"/>
          <w:rtl/>
        </w:rPr>
        <w:t>(1)</w:t>
      </w:r>
    </w:p>
    <w:p w:rsidR="0098353F" w:rsidRDefault="0098353F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8353F" w:rsidRDefault="0098353F" w:rsidP="005608C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608C4" w:rsidRPr="005608C4">
        <w:rPr>
          <w:rtl/>
        </w:rPr>
        <w:t xml:space="preserve"> خ</w:t>
      </w:r>
      <w:r w:rsidR="00816B77" w:rsidRPr="00816B77">
        <w:rPr>
          <w:rtl/>
        </w:rPr>
        <w:t>ا</w:t>
      </w:r>
      <w:r w:rsidR="005608C4" w:rsidRPr="005608C4">
        <w:rPr>
          <w:rtl/>
        </w:rPr>
        <w:t>طر</w:t>
      </w:r>
      <w:r w:rsidR="00816B77" w:rsidRPr="00816B77">
        <w:rPr>
          <w:rtl/>
        </w:rPr>
        <w:t>ا</w:t>
      </w:r>
      <w:r w:rsidR="005608C4" w:rsidRPr="005608C4">
        <w:rPr>
          <w:rtl/>
        </w:rPr>
        <w:t>ت فر</w:t>
      </w:r>
      <w:r w:rsidR="005608C4" w:rsidRPr="005608C4">
        <w:rPr>
          <w:rFonts w:hint="cs"/>
          <w:rtl/>
        </w:rPr>
        <w:t>ی</w:t>
      </w:r>
      <w:r w:rsidR="005608C4" w:rsidRPr="005608C4">
        <w:rPr>
          <w:rFonts w:hint="eastAsia"/>
          <w:rtl/>
        </w:rPr>
        <w:t>دہ</w:t>
      </w:r>
      <w:r w:rsidR="005608C4" w:rsidRPr="005608C4">
        <w:rPr>
          <w:rtl/>
        </w:rPr>
        <w:t xml:space="preserve"> خ</w:t>
      </w:r>
      <w:r w:rsidR="00816B77" w:rsidRPr="00816B77">
        <w:rPr>
          <w:rtl/>
        </w:rPr>
        <w:t>ا</w:t>
      </w:r>
      <w:r w:rsidR="005608C4" w:rsidRPr="005608C4">
        <w:rPr>
          <w:rtl/>
        </w:rPr>
        <w:t>نم مصطفو</w:t>
      </w:r>
      <w:r w:rsidR="005608C4" w:rsidRPr="005608C4">
        <w:rPr>
          <w:rFonts w:hint="cs"/>
          <w:rtl/>
        </w:rPr>
        <w:t>ی</w:t>
      </w:r>
      <w:r w:rsidR="005608C4" w:rsidRPr="005608C4">
        <w:rPr>
          <w:rtl/>
        </w:rPr>
        <w:t xml:space="preserve"> ،پ</w:t>
      </w:r>
      <w:r w:rsidR="00816B77" w:rsidRPr="00816B77">
        <w:rPr>
          <w:rtl/>
        </w:rPr>
        <w:t>ا</w:t>
      </w:r>
      <w:r w:rsidR="005608C4" w:rsidRPr="005608C4">
        <w:rPr>
          <w:rtl/>
        </w:rPr>
        <w:t>بہ پ</w:t>
      </w:r>
      <w:r w:rsidR="00816B77" w:rsidRPr="00816B77">
        <w:rPr>
          <w:rtl/>
        </w:rPr>
        <w:t>ا</w:t>
      </w:r>
      <w:r w:rsidR="005608C4" w:rsidRPr="005608C4">
        <w:rPr>
          <w:rFonts w:hint="cs"/>
          <w:rtl/>
        </w:rPr>
        <w:t>ی</w:t>
      </w:r>
      <w:r w:rsidR="005608C4" w:rsidRPr="005608C4">
        <w:rPr>
          <w:rtl/>
        </w:rPr>
        <w:t xml:space="preserve"> </w:t>
      </w:r>
      <w:r w:rsidR="00816B77" w:rsidRPr="00816B77">
        <w:rPr>
          <w:rtl/>
        </w:rPr>
        <w:t>ا</w:t>
      </w:r>
      <w:r w:rsidR="005608C4" w:rsidRPr="005608C4">
        <w:rPr>
          <w:rtl/>
        </w:rPr>
        <w:t>فت</w:t>
      </w:r>
      <w:r w:rsidR="00816B77" w:rsidRPr="00816B77">
        <w:rPr>
          <w:rtl/>
        </w:rPr>
        <w:t>ا</w:t>
      </w:r>
      <w:r w:rsidR="005608C4" w:rsidRPr="005608C4">
        <w:rPr>
          <w:rtl/>
        </w:rPr>
        <w:t>ب،</w:t>
      </w:r>
      <w:r w:rsidR="00C15B30" w:rsidRPr="00C15B30">
        <w:rPr>
          <w:rFonts w:hint="cs"/>
          <w:rtl/>
        </w:rPr>
        <w:t>1</w:t>
      </w:r>
      <w:r w:rsidR="0035346A" w:rsidRPr="0035346A">
        <w:rPr>
          <w:rFonts w:hint="cs"/>
          <w:rtl/>
        </w:rPr>
        <w:t>00</w:t>
      </w:r>
    </w:p>
    <w:p w:rsidR="0098353F" w:rsidRDefault="0098353F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090DF4">
      <w:pPr>
        <w:pStyle w:val="Heading1"/>
        <w:rPr>
          <w:rtl/>
        </w:rPr>
      </w:pPr>
      <w:bookmarkStart w:id="63" w:name="_Toc393190488"/>
      <w:r>
        <w:rPr>
          <w:rFonts w:hint="eastAsia"/>
          <w:rtl/>
        </w:rPr>
        <w:lastRenderedPageBreak/>
        <w:t>بچوّں</w:t>
      </w:r>
      <w:r>
        <w:rPr>
          <w:rtl/>
        </w:rPr>
        <w:t xml:space="preserve"> کومستحب</w:t>
      </w:r>
      <w:r w:rsidR="00816B77" w:rsidRPr="00816B77">
        <w:rPr>
          <w:rtl/>
          <w:lang w:bidi="ur-PK"/>
        </w:rPr>
        <w:t>ا</w:t>
      </w:r>
      <w:r>
        <w:rPr>
          <w:rtl/>
        </w:rPr>
        <w:t>ت پر مجبور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3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پر سخت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مستحب</w:t>
      </w:r>
      <w:r w:rsidR="00816B77" w:rsidRPr="00816B77">
        <w:rPr>
          <w:rtl/>
          <w:lang w:bidi="ur-PK"/>
        </w:rPr>
        <w:t>ا</w:t>
      </w:r>
      <w:r>
        <w:rPr>
          <w:rtl/>
        </w:rPr>
        <w:t>ت پر مجبور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قصہ مشہور ہے کہ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سے صبح سے لے کر ر</w:t>
      </w:r>
      <w:r w:rsidR="00816B77" w:rsidRPr="00816B77">
        <w:rPr>
          <w:rtl/>
          <w:lang w:bidi="ur-PK"/>
        </w:rPr>
        <w:t>ا</w:t>
      </w:r>
      <w:r>
        <w:rPr>
          <w:rtl/>
        </w:rPr>
        <w:t>ت تک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،دوسرے دن جب </w:t>
      </w:r>
      <w:r w:rsidR="00816B77" w:rsidRPr="00816B77">
        <w:rPr>
          <w:rtl/>
          <w:lang w:bidi="ur-PK"/>
        </w:rPr>
        <w:t>ا</w:t>
      </w:r>
      <w:r>
        <w:rPr>
          <w:rtl/>
        </w:rPr>
        <w:t>سے جگ</w:t>
      </w:r>
      <w:r w:rsidR="00816B77" w:rsidRPr="00816B77">
        <w:rPr>
          <w:rtl/>
          <w:lang w:bidi="ur-PK"/>
        </w:rPr>
        <w:t>ا</w:t>
      </w:r>
      <w:r>
        <w:rPr>
          <w:rtl/>
        </w:rPr>
        <w:t>نے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مجھے ب</w:t>
      </w:r>
      <w:r w:rsidR="00816B77" w:rsidRPr="00816B77">
        <w:rPr>
          <w:rtl/>
          <w:lang w:bidi="ur-PK"/>
        </w:rPr>
        <w:t>ا</w:t>
      </w:r>
      <w:r>
        <w:rPr>
          <w:rtl/>
        </w:rPr>
        <w:t>ل بچےّ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تم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کو 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 کرو 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وہ دوب</w:t>
      </w:r>
      <w:r w:rsidR="00816B77" w:rsidRPr="00816B77">
        <w:rPr>
          <w:rtl/>
          <w:lang w:bidi="ur-PK"/>
        </w:rPr>
        <w:t>ا</w:t>
      </w:r>
      <w:r>
        <w:rPr>
          <w:rtl/>
        </w:rPr>
        <w:t>رہ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</w:t>
      </w:r>
      <w:r w:rsidR="00816B77" w:rsidRPr="00816B77">
        <w:rPr>
          <w:rtl/>
          <w:lang w:bidi="ur-PK"/>
        </w:rPr>
        <w:t>ا</w:t>
      </w:r>
      <w:r>
        <w:rPr>
          <w:rtl/>
        </w:rPr>
        <w:t>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جو</w:t>
      </w:r>
      <w:r w:rsidRPr="00816B77">
        <w:rPr>
          <w:rtl/>
          <w:lang w:bidi="ur-PK"/>
        </w:rPr>
        <w:t>ا</w:t>
      </w:r>
      <w:r w:rsidR="005A2492">
        <w:rPr>
          <w:rtl/>
        </w:rPr>
        <w:t>ن کہت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ہم</w:t>
      </w:r>
      <w:r w:rsidRPr="00816B77">
        <w:rPr>
          <w:rtl/>
          <w:lang w:bidi="ur-PK"/>
        </w:rPr>
        <w:t>ا</w:t>
      </w:r>
      <w:r w:rsidR="005A2492">
        <w:rPr>
          <w:rtl/>
        </w:rPr>
        <w:t>رے و</w:t>
      </w:r>
      <w:r w:rsidRPr="00816B77">
        <w:rPr>
          <w:rtl/>
          <w:lang w:bidi="ur-PK"/>
        </w:rPr>
        <w:t>ا</w:t>
      </w:r>
      <w:r w:rsidR="005A2492">
        <w:rPr>
          <w:rtl/>
        </w:rPr>
        <w:t>لد ص</w:t>
      </w:r>
      <w:r w:rsidRPr="00816B77">
        <w:rPr>
          <w:rtl/>
          <w:lang w:bidi="ur-PK"/>
        </w:rPr>
        <w:t>ا</w:t>
      </w:r>
      <w:r w:rsidR="005A2492">
        <w:rPr>
          <w:rtl/>
        </w:rPr>
        <w:t>حب ہم تم</w:t>
      </w:r>
      <w:r w:rsidRPr="00816B77">
        <w:rPr>
          <w:rtl/>
          <w:lang w:bidi="ur-PK"/>
        </w:rPr>
        <w:t>ا</w:t>
      </w:r>
      <w:r w:rsidR="005A2492">
        <w:rPr>
          <w:rtl/>
        </w:rPr>
        <w:t>م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ن بھ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کو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شب کے لئے جگ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کرتے تھےم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چھوٹ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تھ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ند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ٹھن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لئے سخت ہوت</w:t>
      </w:r>
      <w:r w:rsidRPr="00816B77">
        <w:rPr>
          <w:rtl/>
          <w:lang w:bidi="ur-PK"/>
        </w:rPr>
        <w:t>ا</w:t>
      </w:r>
      <w:r w:rsidR="005A2492">
        <w:rPr>
          <w:rtl/>
        </w:rPr>
        <w:t>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، جب مجھے 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Pr="00816B77">
        <w:rPr>
          <w:rtl/>
          <w:lang w:bidi="ur-PK"/>
        </w:rPr>
        <w:t>ا</w:t>
      </w:r>
      <w:r w:rsidR="005A2492">
        <w:rPr>
          <w:rtl/>
        </w:rPr>
        <w:t>ز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تھے، حسن </w:t>
      </w:r>
      <w:r w:rsidRPr="00816B77">
        <w:rPr>
          <w:rtl/>
          <w:lang w:bidi="ur-PK"/>
        </w:rPr>
        <w:t>ا</w:t>
      </w:r>
      <w:r w:rsidR="005A2492">
        <w:rPr>
          <w:rtl/>
        </w:rPr>
        <w:t>ٹھوتو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بستر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tl/>
        </w:rPr>
        <w:t xml:space="preserve"> کر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زور سے 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لض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62124C" w:rsidRPr="00090DF4">
        <w:rPr>
          <w:rStyle w:val="libFootnotenumChar"/>
          <w:rFonts w:hint="cs"/>
          <w:rtl/>
        </w:rPr>
        <w:t>(1)</w:t>
      </w:r>
    </w:p>
    <w:p w:rsidR="005A2492" w:rsidRDefault="005A2492" w:rsidP="00090DF4">
      <w:pPr>
        <w:pStyle w:val="Heading1"/>
        <w:rPr>
          <w:rtl/>
        </w:rPr>
      </w:pPr>
      <w:bookmarkStart w:id="64" w:name="_Toc393190489"/>
      <w:r>
        <w:rPr>
          <w:rFonts w:hint="eastAsia"/>
          <w:rtl/>
        </w:rPr>
        <w:t>بچوّں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تربتت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bookmarkEnd w:id="64"/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ضح ہے کہ بچوّں کے لئے سب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نمونہ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بچوّں کو زب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کرنے، زب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سے وہ </w:t>
      </w:r>
      <w:r w:rsidR="00816B77" w:rsidRPr="00816B77">
        <w:rPr>
          <w:rtl/>
          <w:lang w:bidi="ur-PK"/>
        </w:rPr>
        <w:t>ا</w:t>
      </w:r>
      <w:r>
        <w:rPr>
          <w:rtl/>
        </w:rPr>
        <w:t>دب س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5A2492" w:rsidRDefault="005A2492" w:rsidP="0062124C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عَن</w:t>
      </w:r>
      <w:r w:rsidRPr="00F4194C">
        <w:rPr>
          <w:rStyle w:val="libArabicChar"/>
          <w:rFonts w:hint="cs"/>
          <w:rtl/>
        </w:rPr>
        <w:t>ْ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ع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كُونُو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دُعَ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ةَ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لنَّ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سِ بِ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عْمَ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لِكُمْ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تَكُونُو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دُعَ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ةً بِ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لْسِنَتِكُم‏</w:t>
      </w:r>
      <w:r w:rsidR="0062124C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:لوگو! تم ،لوگوں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دو نہ کہ  زب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عر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بد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 ہو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خوش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معلم کے سکھ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 سے </w:t>
      </w:r>
      <w:r w:rsidR="00816B77" w:rsidRPr="00816B77">
        <w:rPr>
          <w:rtl/>
          <w:lang w:bidi="ur-PK"/>
        </w:rPr>
        <w:t>ا</w:t>
      </w:r>
      <w:r>
        <w:rPr>
          <w:rtl/>
        </w:rPr>
        <w:t>سے ورثے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 w:rsidR="00816B77" w:rsidRPr="00816B77">
        <w:rPr>
          <w:rtl/>
          <w:lang w:bidi="ur-PK"/>
        </w:rPr>
        <w:t>ا</w:t>
      </w:r>
      <w:r>
        <w:rPr>
          <w:rtl/>
        </w:rPr>
        <w:t>ں کے لئے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گر پ</w:t>
      </w:r>
      <w:r w:rsidR="00816B77" w:rsidRPr="00816B77">
        <w:rPr>
          <w:rtl/>
          <w:lang w:bidi="ur-PK"/>
        </w:rPr>
        <w:t>ا</w:t>
      </w:r>
      <w:r>
        <w:rPr>
          <w:rtl/>
        </w:rPr>
        <w:t>ک 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خوش خ</w:t>
      </w:r>
      <w:r>
        <w:rPr>
          <w:rFonts w:hint="eastAsia"/>
          <w:rtl/>
        </w:rPr>
        <w:t>لق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لے درخش</w:t>
      </w:r>
      <w:r w:rsidR="00816B77" w:rsidRPr="00816B77">
        <w:rPr>
          <w:rtl/>
          <w:lang w:bidi="ur-PK"/>
        </w:rPr>
        <w:t>ا</w:t>
      </w:r>
      <w:r>
        <w:rPr>
          <w:rtl/>
        </w:rPr>
        <w:t>ن ست</w:t>
      </w:r>
      <w:r w:rsidR="00816B77" w:rsidRPr="00816B77">
        <w:rPr>
          <w:rtl/>
          <w:lang w:bidi="ur-PK"/>
        </w:rPr>
        <w:t>ا</w:t>
      </w:r>
      <w:r>
        <w:rPr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نند ہے فرزند</w:t>
      </w:r>
      <w:r w:rsidR="00816B77" w:rsidRPr="00816B77">
        <w:rPr>
          <w:rtl/>
          <w:lang w:bidi="ur-PK"/>
        </w:rPr>
        <w:t>ا</w:t>
      </w:r>
      <w:r>
        <w:rPr>
          <w:rtl/>
        </w:rPr>
        <w:t>ن ملت ک</w:t>
      </w:r>
      <w:r>
        <w:rPr>
          <w:rFonts w:hint="cs"/>
          <w:rtl/>
        </w:rPr>
        <w:t>ی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دت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شعور م</w:t>
      </w:r>
      <w:r w:rsidR="00816B77" w:rsidRPr="00816B77">
        <w:rPr>
          <w:rtl/>
          <w:lang w:bidi="ur-PK"/>
        </w:rPr>
        <w:t>ا</w:t>
      </w:r>
      <w:r>
        <w:rPr>
          <w:rtl/>
        </w:rPr>
        <w:t>ؤں کے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62124C" w:rsidRDefault="0062124C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90DF4" w:rsidRDefault="0062124C" w:rsidP="00090DF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090DF4">
        <w:rPr>
          <w:rtl/>
        </w:rPr>
        <w:t xml:space="preserve"> قصص </w:t>
      </w:r>
      <w:r w:rsidR="00816B77" w:rsidRPr="00816B77">
        <w:rPr>
          <w:rtl/>
        </w:rPr>
        <w:t>ا</w:t>
      </w:r>
      <w:r w:rsidR="00090DF4">
        <w:rPr>
          <w:rtl/>
        </w:rPr>
        <w:t>لعلم</w:t>
      </w:r>
      <w:r w:rsidR="00816B77" w:rsidRPr="00816B77">
        <w:rPr>
          <w:rtl/>
        </w:rPr>
        <w:t>ا</w:t>
      </w:r>
      <w:r w:rsidR="00090DF4">
        <w:rPr>
          <w:rtl/>
        </w:rPr>
        <w:t>،ص</w:t>
      </w:r>
      <w:r w:rsidR="00C15B30" w:rsidRPr="00C15B30">
        <w:rPr>
          <w:rFonts w:hint="cs"/>
          <w:rtl/>
        </w:rPr>
        <w:t>185</w:t>
      </w:r>
    </w:p>
    <w:p w:rsidR="0062124C" w:rsidRDefault="0062124C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090DF4" w:rsidRPr="00090DF4">
        <w:rPr>
          <w:rtl/>
        </w:rPr>
        <w:t xml:space="preserve"> </w:t>
      </w:r>
      <w:r w:rsidR="00090DF4" w:rsidRPr="000B1FC0">
        <w:rPr>
          <w:rStyle w:val="libFootNoteArabicChar"/>
          <w:rtl/>
        </w:rPr>
        <w:t>بح</w:t>
      </w:r>
      <w:r w:rsidR="00CF3D62" w:rsidRPr="00CF3D62">
        <w:rPr>
          <w:rStyle w:val="libFootNoteArabicChar"/>
          <w:rtl/>
          <w:lang w:bidi="ar-SA"/>
        </w:rPr>
        <w:t>ا</w:t>
      </w:r>
      <w:r w:rsidR="00090DF4" w:rsidRPr="000B1FC0">
        <w:rPr>
          <w:rStyle w:val="libFootNoteArabicChar"/>
          <w:rtl/>
        </w:rPr>
        <w:t>ر</w:t>
      </w:r>
      <w:r w:rsidR="00CF3D62" w:rsidRPr="00CF3D62">
        <w:rPr>
          <w:rStyle w:val="libFootNoteArabicChar"/>
          <w:rtl/>
          <w:lang w:bidi="ar-SA"/>
        </w:rPr>
        <w:t>ا</w:t>
      </w:r>
      <w:r w:rsidR="00090DF4" w:rsidRPr="000B1FC0">
        <w:rPr>
          <w:rStyle w:val="libFootNoteArabicChar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نو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ر     5 ،ص198 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 xml:space="preserve">ب 7-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لهد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 xml:space="preserve">ية و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ضل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 xml:space="preserve">ل و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لتوفيق</w:t>
      </w:r>
    </w:p>
    <w:p w:rsidR="0062124C" w:rsidRPr="00090DF4" w:rsidRDefault="0062124C" w:rsidP="00A60F54">
      <w:pPr>
        <w:pStyle w:val="libPoemTini"/>
        <w:rPr>
          <w:rtl/>
        </w:rPr>
      </w:pPr>
      <w:r w:rsidRPr="00090DF4">
        <w:rPr>
          <w:rtl/>
        </w:rPr>
        <w:br w:type="page"/>
      </w:r>
    </w:p>
    <w:p w:rsidR="005A2492" w:rsidRDefault="009B349E" w:rsidP="00090DF4">
      <w:pPr>
        <w:pStyle w:val="libPoemFootnoteCenter"/>
        <w:rPr>
          <w:rtl/>
        </w:rPr>
      </w:pPr>
      <w:r w:rsidRPr="009B349E">
        <w:rPr>
          <w:rFonts w:hint="cs"/>
          <w:rtl/>
          <w:lang w:bidi="ur-PK"/>
        </w:rPr>
        <w:lastRenderedPageBreak/>
        <w:t>ک</w:t>
      </w:r>
      <w:r w:rsidR="005A2492">
        <w:rPr>
          <w:rFonts w:hint="cs"/>
          <w:rtl/>
        </w:rPr>
        <w:t>ود</w:t>
      </w:r>
      <w:r w:rsidRPr="009B349E">
        <w:rPr>
          <w:rFonts w:hint="cs"/>
          <w:rtl/>
          <w:lang w:bidi="ur-PK"/>
        </w:rPr>
        <w:t>ک</w:t>
      </w:r>
      <w:r w:rsidR="005A2492">
        <w:rPr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="005A2492">
        <w:rPr>
          <w:rFonts w:hint="cs"/>
          <w:rtl/>
        </w:rPr>
        <w:t xml:space="preserve">ر 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>نچ</w:t>
      </w:r>
      <w:r w:rsidR="008D6D4F" w:rsidRPr="008D6D4F">
        <w:rPr>
          <w:rFonts w:hint="cs"/>
          <w:rtl/>
          <w:lang w:bidi="ur-PK"/>
        </w:rPr>
        <w:t>ہ</w:t>
      </w:r>
      <w:r w:rsidR="005A2492">
        <w:rPr>
          <w:rFonts w:hint="cs"/>
          <w:rtl/>
        </w:rPr>
        <w:t xml:space="preserve"> د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 xml:space="preserve">رد 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 xml:space="preserve">ز 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>غوش م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 xml:space="preserve">در 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>ست             زشتخو</w:t>
      </w:r>
      <w:r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ب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>شد و گر ن</w:t>
      </w:r>
      <w:r w:rsidRPr="009B349E">
        <w:rPr>
          <w:rFonts w:hint="cs"/>
          <w:rtl/>
          <w:lang w:bidi="ur-PK"/>
        </w:rPr>
        <w:t>یک</w:t>
      </w:r>
      <w:r w:rsidR="005A2492">
        <w:rPr>
          <w:rFonts w:hint="cs"/>
          <w:rtl/>
        </w:rPr>
        <w:t xml:space="preserve"> محضر </w:t>
      </w:r>
      <w:r w:rsidR="00816B77" w:rsidRPr="00816B77">
        <w:rPr>
          <w:rFonts w:hint="cs"/>
          <w:rtl/>
          <w:lang w:bidi="ur-PK"/>
        </w:rPr>
        <w:t>ا</w:t>
      </w:r>
      <w:r w:rsidR="00E67D25">
        <w:rPr>
          <w:rFonts w:hint="cs"/>
          <w:rtl/>
        </w:rPr>
        <w:t>ست</w:t>
      </w:r>
    </w:p>
    <w:p w:rsidR="005A2492" w:rsidRDefault="005A2492" w:rsidP="00090DF4">
      <w:pPr>
        <w:pStyle w:val="libPoemFootnoteCenter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دفتر معلم و </w:t>
      </w:r>
      <w:r w:rsidR="00816B77" w:rsidRPr="00816B77">
        <w:rPr>
          <w:rtl/>
          <w:lang w:bidi="ur-PK"/>
        </w:rPr>
        <w:t>ا</w:t>
      </w:r>
      <w:r>
        <w:rPr>
          <w:rtl/>
        </w:rPr>
        <w:t>موزگ</w:t>
      </w:r>
      <w:r w:rsidR="00816B77" w:rsidRPr="00816B77">
        <w:rPr>
          <w:rtl/>
          <w:lang w:bidi="ur-PK"/>
        </w:rPr>
        <w:t>ا</w:t>
      </w:r>
      <w:r>
        <w:rPr>
          <w:rtl/>
        </w:rPr>
        <w:t>ر ن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ست             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ن ترب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ت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>
        <w:rPr>
          <w:rFonts w:hint="cs"/>
          <w:rtl/>
        </w:rPr>
        <w:t xml:space="preserve"> ز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د</w:t>
      </w:r>
      <w:r w:rsidR="008D6D4F" w:rsidRPr="008D6D4F">
        <w:rPr>
          <w:rFonts w:hint="cs"/>
          <w:rtl/>
          <w:lang w:bidi="ur-PK"/>
        </w:rPr>
        <w:t>ہ</w:t>
      </w:r>
      <w:r>
        <w:rPr>
          <w:rFonts w:hint="cs"/>
          <w:rtl/>
        </w:rPr>
        <w:t xml:space="preserve"> د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م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ن م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 xml:space="preserve">در </w:t>
      </w:r>
      <w:r w:rsidR="00816B77" w:rsidRPr="00816B77">
        <w:rPr>
          <w:rFonts w:hint="cs"/>
          <w:rtl/>
          <w:lang w:bidi="ur-PK"/>
        </w:rPr>
        <w:t>ا</w:t>
      </w:r>
      <w:r w:rsidR="00E67D25">
        <w:rPr>
          <w:rFonts w:hint="cs"/>
          <w:rtl/>
        </w:rPr>
        <w:t>ست</w:t>
      </w:r>
    </w:p>
    <w:p w:rsidR="005A2492" w:rsidRDefault="005A2492" w:rsidP="00090DF4">
      <w:pPr>
        <w:pStyle w:val="libPoemFootnoteCenter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خوب، م</w:t>
      </w:r>
      <w:r w:rsidR="00816B77" w:rsidRPr="00816B77">
        <w:rPr>
          <w:rtl/>
          <w:lang w:bidi="ur-PK"/>
        </w:rPr>
        <w:t>ا</w:t>
      </w:r>
      <w:r>
        <w:rPr>
          <w:rtl/>
        </w:rPr>
        <w:t>در ن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نپرورد             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>ن ن</w:t>
      </w:r>
      <w:r w:rsidR="009B349E" w:rsidRPr="009B349E">
        <w:rPr>
          <w:rFonts w:hint="cs"/>
          <w:rtl/>
          <w:lang w:bidi="ur-PK"/>
        </w:rPr>
        <w:t>ک</w:t>
      </w:r>
      <w:r>
        <w:rPr>
          <w:rFonts w:hint="cs"/>
          <w:rtl/>
        </w:rPr>
        <w:t>ت</w:t>
      </w:r>
      <w:r w:rsidR="008D6D4F" w:rsidRPr="008D6D4F">
        <w:rPr>
          <w:rFonts w:hint="cs"/>
          <w:rtl/>
          <w:lang w:bidi="ur-PK"/>
        </w:rPr>
        <w:t>ہ</w:t>
      </w:r>
      <w:r>
        <w:rPr>
          <w:rFonts w:hint="cs"/>
          <w:rtl/>
        </w:rPr>
        <w:t xml:space="preserve"> نزد مردم د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ن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 xml:space="preserve"> مقرّر </w:t>
      </w:r>
      <w:r w:rsidR="00816B77" w:rsidRPr="00816B77">
        <w:rPr>
          <w:rFonts w:hint="cs"/>
          <w:rtl/>
          <w:lang w:bidi="ur-PK"/>
        </w:rPr>
        <w:t>ا</w:t>
      </w:r>
      <w:r w:rsidR="00E67D25">
        <w:rPr>
          <w:rFonts w:hint="cs"/>
          <w:rtl/>
        </w:rPr>
        <w:t>ست</w:t>
      </w:r>
    </w:p>
    <w:p w:rsidR="005A2492" w:rsidRDefault="005A2492" w:rsidP="00090DF4">
      <w:pPr>
        <w:pStyle w:val="libPoemFootnoteCenter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چون عف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>ف ب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شد و د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ن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 xml:space="preserve"> و ن</w:t>
      </w:r>
      <w:r w:rsidR="009B349E" w:rsidRPr="009B349E">
        <w:rPr>
          <w:rFonts w:hint="cs"/>
          <w:rtl/>
          <w:lang w:bidi="ur-PK"/>
        </w:rPr>
        <w:t>یک</w:t>
      </w:r>
      <w:r>
        <w:rPr>
          <w:rFonts w:hint="cs"/>
          <w:rtl/>
        </w:rPr>
        <w:t>خو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            در ت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>رگ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ج</w:t>
      </w:r>
      <w:r w:rsidR="008D6D4F" w:rsidRPr="008D6D4F">
        <w:rPr>
          <w:rFonts w:hint="cs"/>
          <w:rtl/>
          <w:lang w:bidi="ur-PK"/>
        </w:rPr>
        <w:t>ہ</w:t>
      </w:r>
      <w:r>
        <w:rPr>
          <w:rFonts w:hint="cs"/>
          <w:rtl/>
        </w:rPr>
        <w:t>ل چو ت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بند</w:t>
      </w:r>
      <w:r w:rsidR="008D6D4F" w:rsidRPr="008D6D4F">
        <w:rPr>
          <w:rFonts w:hint="cs"/>
          <w:rtl/>
          <w:lang w:bidi="ur-PK"/>
        </w:rPr>
        <w:t>ہ</w:t>
      </w:r>
      <w:r>
        <w:rPr>
          <w:rFonts w:hint="cs"/>
          <w:rtl/>
        </w:rPr>
        <w:t xml:space="preserve"> 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 xml:space="preserve">ختر </w:t>
      </w:r>
      <w:r w:rsidR="00816B77" w:rsidRPr="00816B77">
        <w:rPr>
          <w:rFonts w:hint="cs"/>
          <w:rtl/>
          <w:lang w:bidi="ur-PK"/>
        </w:rPr>
        <w:t>ا</w:t>
      </w:r>
      <w:r w:rsidR="00E67D25">
        <w:rPr>
          <w:rFonts w:hint="cs"/>
          <w:rtl/>
        </w:rPr>
        <w:t>ست</w:t>
      </w:r>
    </w:p>
    <w:p w:rsidR="005A2492" w:rsidRDefault="005A2492" w:rsidP="00090DF4">
      <w:pPr>
        <w:pStyle w:val="libPoemFootnoteCenter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دست م</w:t>
      </w:r>
      <w:r w:rsidR="00816B77" w:rsidRPr="00816B77">
        <w:rPr>
          <w:rtl/>
          <w:lang w:bidi="ur-PK"/>
        </w:rPr>
        <w:t>ا</w:t>
      </w:r>
      <w:r>
        <w:rPr>
          <w:rtl/>
        </w:rPr>
        <w:t>در</w:t>
      </w:r>
      <w:r w:rsidR="00816B77" w:rsidRPr="00816B77">
        <w:rPr>
          <w:rtl/>
          <w:lang w:bidi="ur-PK"/>
        </w:rPr>
        <w:t>ا</w:t>
      </w:r>
      <w:r>
        <w:rPr>
          <w:rtl/>
        </w:rPr>
        <w:t>نِ خردمندِ و ب</w:t>
      </w:r>
      <w:r w:rsidR="00816B77" w:rsidRPr="00816B77">
        <w:rPr>
          <w:rtl/>
          <w:lang w:bidi="ur-PK"/>
        </w:rPr>
        <w:t>ا</w:t>
      </w:r>
      <w:r w:rsidR="008D6D4F" w:rsidRPr="008D6D4F">
        <w:rPr>
          <w:rFonts w:hint="cs"/>
          <w:rtl/>
          <w:lang w:bidi="ur-PK"/>
        </w:rPr>
        <w:t>ہ</w:t>
      </w:r>
      <w:r>
        <w:rPr>
          <w:rFonts w:hint="cs"/>
          <w:rtl/>
        </w:rPr>
        <w:t xml:space="preserve">نر  </w:t>
      </w:r>
      <w:r>
        <w:rPr>
          <w:rtl/>
        </w:rPr>
        <w:t xml:space="preserve">           خوشبخت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و سع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 xml:space="preserve">دت 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بن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 xml:space="preserve">ء </w:t>
      </w:r>
      <w:r w:rsidR="009B349E" w:rsidRPr="009B349E">
        <w:rPr>
          <w:rFonts w:hint="cs"/>
          <w:rtl/>
          <w:lang w:bidi="ur-PK"/>
        </w:rPr>
        <w:t>ک</w:t>
      </w:r>
      <w:r>
        <w:rPr>
          <w:rFonts w:hint="cs"/>
          <w:rtl/>
        </w:rPr>
        <w:t>شور</w:t>
      </w:r>
    </w:p>
    <w:p w:rsidR="005A2492" w:rsidRDefault="005A2492" w:rsidP="00090DF4">
      <w:pPr>
        <w:pStyle w:val="Heading1"/>
        <w:rPr>
          <w:rtl/>
        </w:rPr>
      </w:pPr>
      <w:bookmarkStart w:id="65" w:name="_Toc393190490"/>
      <w:r>
        <w:rPr>
          <w:rFonts w:hint="eastAsia"/>
          <w:rtl/>
        </w:rPr>
        <w:t>بچوّں</w:t>
      </w:r>
      <w:r>
        <w:rPr>
          <w:rtl/>
        </w:rPr>
        <w:t xml:space="preserve"> کےحضور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5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بچوّں کے لئے نمونہ بننے کے لئے صرف برے ک</w:t>
      </w:r>
      <w:r w:rsidR="00816B77" w:rsidRPr="00816B77">
        <w:rPr>
          <w:rtl/>
          <w:lang w:bidi="ur-PK"/>
        </w:rPr>
        <w:t>ا</w:t>
      </w:r>
      <w:r>
        <w:rPr>
          <w:rtl/>
        </w:rPr>
        <w:t>موں سے بچن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DB2203" w:rsidRPr="00DB2203">
        <w:rPr>
          <w:rtl/>
          <w:lang w:bidi="ur-PK"/>
        </w:rPr>
        <w:t xml:space="preserve">کافی 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چھے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موں کو </w:t>
      </w:r>
      <w:r w:rsidR="00816B77" w:rsidRPr="00816B77">
        <w:rPr>
          <w:rtl/>
          <w:lang w:bidi="ur-PK"/>
        </w:rPr>
        <w:t>ا</w:t>
      </w:r>
      <w:r>
        <w:rPr>
          <w:rtl/>
        </w:rPr>
        <w:t>نج</w:t>
      </w:r>
      <w:r w:rsidR="00816B77" w:rsidRPr="00816B77">
        <w:rPr>
          <w:rtl/>
          <w:lang w:bidi="ur-PK"/>
        </w:rPr>
        <w:t>ا</w:t>
      </w:r>
      <w:r>
        <w:rPr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موں کے بہت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نمونے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مصد</w:t>
      </w:r>
      <w:r w:rsidR="00816B77" w:rsidRPr="00816B77">
        <w:rPr>
          <w:rtl/>
          <w:lang w:bidi="ur-PK"/>
        </w:rPr>
        <w:t>ا</w:t>
      </w:r>
      <w:r>
        <w:rPr>
          <w:rtl/>
        </w:rPr>
        <w:t>ق ہ</w:t>
      </w:r>
      <w:r>
        <w:rPr>
          <w:rFonts w:hint="cs"/>
          <w:rtl/>
        </w:rPr>
        <w:t>ی</w:t>
      </w:r>
      <w:r>
        <w:rPr>
          <w:rFonts w:hint="eastAsia"/>
          <w:rtl/>
        </w:rPr>
        <w:t>ں،ج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>ز پڑھن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ہم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 w:rsidR="00816B77" w:rsidRPr="00816B77">
        <w:rPr>
          <w:rtl/>
          <w:lang w:bidi="ur-PK"/>
        </w:rPr>
        <w:t>ا</w:t>
      </w:r>
      <w:r>
        <w:rPr>
          <w:rtl/>
        </w:rPr>
        <w:t>رے بچےّ بھ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ہم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ہستہ </w:t>
      </w:r>
      <w:r w:rsidR="00816B77" w:rsidRPr="00816B77">
        <w:rPr>
          <w:rtl/>
          <w:lang w:bidi="ur-PK"/>
        </w:rPr>
        <w:t>ا</w:t>
      </w:r>
      <w:r>
        <w:rPr>
          <w:rtl/>
        </w:rPr>
        <w:t>ہستہ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ہستہ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ہم صرف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کے لئے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دوسروں کے لئے بھ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نمونہ بن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</w:t>
      </w:r>
    </w:p>
    <w:p w:rsidR="005A2492" w:rsidRDefault="005A2492" w:rsidP="00E05331">
      <w:pPr>
        <w:pStyle w:val="libNormal"/>
        <w:rPr>
          <w:rtl/>
        </w:rPr>
      </w:pPr>
      <w:r w:rsidRPr="00E05331">
        <w:rPr>
          <w:rStyle w:val="libArabicChar"/>
          <w:rtl/>
        </w:rPr>
        <w:t xml:space="preserve"> عَنِ </w:t>
      </w:r>
      <w:r w:rsidR="00CF3D62" w:rsidRPr="00CF3D62">
        <w:rPr>
          <w:rStyle w:val="libArabicChar"/>
          <w:rtl/>
        </w:rPr>
        <w:t>ا</w:t>
      </w:r>
      <w:r w:rsidRPr="00E05331">
        <w:rPr>
          <w:rStyle w:val="libArabicChar"/>
          <w:rtl/>
        </w:rPr>
        <w:t>ل</w:t>
      </w:r>
      <w:r w:rsidRPr="00E05331">
        <w:rPr>
          <w:rStyle w:val="libArabicChar"/>
          <w:rFonts w:hint="cs"/>
          <w:rtl/>
        </w:rPr>
        <w:t xml:space="preserve">ْحُسَيْنِ بْنِ عَلِيٍّ عَنْ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خِيهِ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لْحَسَنِ قَ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لَ رَ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يْتُ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مِّي فَ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طِمَةَ ع قَ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مَتْ فِي مِحْرَ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بِهَ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لَيْلَةَ جُمُعَتِهَ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فَلَمْ تَزَلْ رَ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كِعَةً سَ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جِدَةً حَتَّ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E05331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تَّضَحَ عَمُودُ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لصُّبْحِ وَ سَمِعْتُهَ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تَدْعُو لِلْمُؤْمِنِينَ وَ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لْمُؤْمِنَ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eastAsia"/>
          <w:rtl/>
        </w:rPr>
        <w:t>تِ</w:t>
      </w:r>
      <w:r w:rsidRPr="00E05331">
        <w:rPr>
          <w:rStyle w:val="libArabicChar"/>
          <w:rtl/>
        </w:rPr>
        <w:t xml:space="preserve"> وَ تُسَمِّ</w:t>
      </w:r>
      <w:r w:rsidRPr="00E05331">
        <w:rPr>
          <w:rStyle w:val="libArabicChar"/>
          <w:rFonts w:hint="cs"/>
          <w:rtl/>
        </w:rPr>
        <w:t xml:space="preserve">يهِمْ وَ تُكْثِرُ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لدُّعَ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ءَ لَهُمْ وَ لَ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تَدْعُو لِنَفْسِهَ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بِشَيْ‏ءٍ فَقُلْتُ لَهَ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يَ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مَّ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هْ لِمَ لَ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تَدْعُوِنَّ لِنَفْسِكِ كَمَ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تَدْعُوِنَّ لِغَيْرِكِ فَقَ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لَتْ يَ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 بُنَيَّ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لْجَ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 xml:space="preserve">رُ ثُمَّ 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لدَّ</w:t>
      </w:r>
      <w:r w:rsidR="00CF3D62" w:rsidRPr="00CF3D62">
        <w:rPr>
          <w:rStyle w:val="libArabicChar"/>
          <w:rFonts w:hint="cs"/>
          <w:rtl/>
        </w:rPr>
        <w:t>ا</w:t>
      </w:r>
      <w:r w:rsidRPr="00E05331">
        <w:rPr>
          <w:rStyle w:val="libArabicChar"/>
          <w:rFonts w:hint="cs"/>
          <w:rtl/>
        </w:rPr>
        <w:t>رُ</w:t>
      </w:r>
      <w:r w:rsidRPr="00E67D25">
        <w:rPr>
          <w:rFonts w:hint="cs"/>
          <w:rtl/>
        </w:rPr>
        <w:t xml:space="preserve"> </w:t>
      </w:r>
      <w:r w:rsidR="00E05331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حسن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دفعہ  شب جمع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کو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در گر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محر</w:t>
      </w:r>
      <w:r w:rsidRPr="00816B77">
        <w:rPr>
          <w:rtl/>
          <w:lang w:bidi="ur-PK"/>
        </w:rPr>
        <w:t>ا</w:t>
      </w:r>
      <w:r w:rsidR="005A2492">
        <w:rPr>
          <w:rtl/>
        </w:rPr>
        <w:t>ب عب</w:t>
      </w:r>
      <w:r w:rsidRPr="00816B77">
        <w:rPr>
          <w:rtl/>
          <w:lang w:bidi="ur-PK"/>
        </w:rPr>
        <w:t>ا</w:t>
      </w:r>
      <w:r w:rsidR="005A2492">
        <w:rPr>
          <w:rtl/>
        </w:rPr>
        <w:t>دت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کھڑ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مسلسل نم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پڑھ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رہ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تک کہ صبح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وقت </w:t>
      </w:r>
      <w:r w:rsidRPr="00816B77">
        <w:rPr>
          <w:rtl/>
          <w:lang w:bidi="ur-PK"/>
        </w:rPr>
        <w:t>ا</w:t>
      </w:r>
      <w:r w:rsidR="005A2492">
        <w:rPr>
          <w:rtl/>
        </w:rPr>
        <w:t>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مردوں </w:t>
      </w:r>
      <w:r w:rsidRPr="00816B77">
        <w:rPr>
          <w:rtl/>
          <w:lang w:bidi="ur-PK"/>
        </w:rPr>
        <w:t>ا</w:t>
      </w:r>
      <w:r w:rsidR="005A2492">
        <w:rPr>
          <w:rtl/>
        </w:rPr>
        <w:t>ور عورتوں کے حق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م لے لے کر دع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نگت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لئے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نگں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عرض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در گر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!</w:t>
      </w:r>
      <w:r w:rsidRPr="00816B77">
        <w:rPr>
          <w:rtl/>
          <w:lang w:bidi="ur-PK"/>
        </w:rPr>
        <w:t>ا</w:t>
      </w:r>
      <w:r w:rsidR="005A2492">
        <w:rPr>
          <w:rtl/>
        </w:rPr>
        <w:t>پ نے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لئے دع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م</w:t>
      </w:r>
      <w:r w:rsidRPr="00816B77">
        <w:rPr>
          <w:rtl/>
          <w:lang w:bidi="ur-PK"/>
        </w:rPr>
        <w:t>ا</w:t>
      </w:r>
      <w:r w:rsidR="005A2492">
        <w:rPr>
          <w:rtl/>
        </w:rPr>
        <w:t>نگںک؟ تو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نے کہ</w:t>
      </w:r>
      <w:r w:rsidRPr="00816B77">
        <w:rPr>
          <w:rtl/>
          <w:lang w:bidi="ur-PK"/>
        </w:rPr>
        <w:t>ا</w:t>
      </w:r>
      <w:r w:rsidR="005A2492">
        <w:rPr>
          <w:rtl/>
        </w:rPr>
        <w:t>: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پہلے پڑوس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پھر </w:t>
      </w:r>
      <w:r w:rsidRPr="00816B77">
        <w:rPr>
          <w:rtl/>
          <w:lang w:bidi="ur-PK"/>
        </w:rPr>
        <w:t>ا</w:t>
      </w:r>
      <w:r w:rsidR="005A2492">
        <w:rPr>
          <w:rtl/>
        </w:rPr>
        <w:t>ہل خ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</w:p>
    <w:p w:rsidR="00E05331" w:rsidRDefault="00E05331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05331" w:rsidRDefault="00E05331" w:rsidP="00090DF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090DF4" w:rsidRPr="00090DF4">
        <w:rPr>
          <w:rtl/>
        </w:rPr>
        <w:t xml:space="preserve"> </w:t>
      </w:r>
      <w:r w:rsidR="00090DF4" w:rsidRPr="000B1FC0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090DF4" w:rsidRPr="000B1FC0">
        <w:rPr>
          <w:rStyle w:val="libFootNoteArabicChar"/>
          <w:rtl/>
        </w:rPr>
        <w:t>ئل</w:t>
      </w:r>
      <w:r w:rsidR="00090DF4" w:rsidRPr="000B1FC0">
        <w:rPr>
          <w:rStyle w:val="libFootNoteArabicChar"/>
          <w:rFonts w:hint="cs"/>
          <w:rtl/>
        </w:rPr>
        <w:t>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لشيعة، 7،ص112،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 xml:space="preserve">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ستحب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 xml:space="preserve">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ختي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 xml:space="preserve">ر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نس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 xml:space="preserve">ن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090DF4" w:rsidRPr="000B1FC0">
        <w:rPr>
          <w:rStyle w:val="libFootNoteArabicChar"/>
          <w:rFonts w:hint="cs"/>
          <w:rtl/>
        </w:rPr>
        <w:t>لدع</w:t>
      </w:r>
    </w:p>
    <w:p w:rsidR="00E05331" w:rsidRPr="00E05331" w:rsidRDefault="00E05331" w:rsidP="00A60F54">
      <w:pPr>
        <w:pStyle w:val="libPoemTini"/>
        <w:rPr>
          <w:rtl/>
        </w:rPr>
      </w:pPr>
      <w:r w:rsidRPr="00E05331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 </w:t>
      </w:r>
      <w:r w:rsidR="00816B77" w:rsidRPr="00816B77">
        <w:rPr>
          <w:rtl/>
          <w:lang w:bidi="ur-PK"/>
        </w:rPr>
        <w:t>ا</w:t>
      </w:r>
      <w:r>
        <w:rPr>
          <w:rtl/>
        </w:rPr>
        <w:t>ور نمونہ ہے ہم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لئے جو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حسن مجتب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جن</w:t>
      </w:r>
      <w:r w:rsidR="00816B77" w:rsidRPr="00816B77">
        <w:rPr>
          <w:rtl/>
          <w:lang w:bidi="ur-PK"/>
        </w:rPr>
        <w:t>ا</w:t>
      </w:r>
      <w:r>
        <w:rPr>
          <w:rtl/>
        </w:rPr>
        <w:t>ب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کے لئے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>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کہ ل</w:t>
      </w:r>
      <w:r w:rsidR="00816B77" w:rsidRPr="00816B77">
        <w:rPr>
          <w:rtl/>
          <w:lang w:bidi="ur-PK"/>
        </w:rPr>
        <w:t>ا</w:t>
      </w:r>
      <w:r>
        <w:rPr>
          <w:rtl/>
        </w:rPr>
        <w:t>کھوں گن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ملے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چن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نچہ</w:t>
      </w:r>
      <w:r>
        <w:rPr>
          <w:rtl/>
        </w:rPr>
        <w:t xml:space="preserve">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کس</w:t>
      </w:r>
      <w:r>
        <w:rPr>
          <w:rFonts w:hint="cs"/>
          <w:rtl/>
        </w:rPr>
        <w:t>ی</w:t>
      </w:r>
      <w:r>
        <w:rPr>
          <w:rtl/>
        </w:rPr>
        <w:t xml:space="preserve"> مؤمن بہن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کرے،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کے لئے پہلے 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ند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ے بندہ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کھ کے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بر </w:t>
      </w:r>
      <w:r w:rsidR="00816B77" w:rsidRPr="00816B77">
        <w:rPr>
          <w:rtl/>
          <w:lang w:bidi="ur-PK"/>
        </w:rPr>
        <w:t>ا</w:t>
      </w:r>
      <w:r>
        <w:rPr>
          <w:rtl/>
        </w:rPr>
        <w:t>جر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،</w:t>
      </w:r>
      <w:r>
        <w:rPr>
          <w:rtl/>
        </w:rPr>
        <w:t xml:space="preserve"> دوسرے 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سے 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 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>
        <w:rPr>
          <w:rFonts w:hint="cs"/>
          <w:rtl/>
        </w:rPr>
        <w:t>ی</w:t>
      </w:r>
      <w:r>
        <w:rPr>
          <w:rtl/>
        </w:rPr>
        <w:t xml:space="preserve"> دو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جر </w:t>
      </w:r>
      <w:r>
        <w:rPr>
          <w:rFonts w:hint="eastAsia"/>
          <w:rtl/>
        </w:rPr>
        <w:t>عط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ند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کھ کےبر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بر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="00816B77" w:rsidRPr="00816B77">
        <w:rPr>
          <w:rtl/>
          <w:lang w:bidi="ur-PK"/>
        </w:rPr>
        <w:t>ا</w:t>
      </w:r>
      <w:r>
        <w:rPr>
          <w:rtl/>
        </w:rPr>
        <w:t>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ند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 ل</w:t>
      </w:r>
      <w:r w:rsidR="00816B77" w:rsidRPr="00816B77">
        <w:rPr>
          <w:rtl/>
          <w:lang w:bidi="ur-PK"/>
        </w:rPr>
        <w:t>ا</w:t>
      </w:r>
      <w:r>
        <w:rPr>
          <w:rtl/>
        </w:rPr>
        <w:t>کھ  کے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بر </w:t>
      </w:r>
      <w:r w:rsidR="00816B77" w:rsidRPr="00816B77">
        <w:rPr>
          <w:rtl/>
          <w:lang w:bidi="ur-PK"/>
        </w:rPr>
        <w:t>ا</w:t>
      </w:r>
      <w:r>
        <w:rPr>
          <w:rtl/>
        </w:rPr>
        <w:t>جر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5A2492" w:rsidP="00BF0BA4">
      <w:pPr>
        <w:pStyle w:val="Heading1"/>
        <w:rPr>
          <w:rtl/>
        </w:rPr>
      </w:pPr>
      <w:bookmarkStart w:id="66" w:name="_Toc393190491"/>
      <w:r>
        <w:rPr>
          <w:rFonts w:hint="eastAsia"/>
          <w:rtl/>
        </w:rPr>
        <w:t>بچوّں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معلم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bookmarkEnd w:id="66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بوسف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نے </w:t>
      </w:r>
      <w:r w:rsidR="00C15B30" w:rsidRPr="00C15B30">
        <w:rPr>
          <w:rFonts w:hint="cs"/>
          <w:rtl/>
          <w:lang w:bidi="ur-PK"/>
        </w:rPr>
        <w:t>41</w:t>
      </w:r>
      <w:r w:rsidR="005A2492" w:rsidRPr="00E67D25">
        <w:rPr>
          <w:rFonts w:hint="cs"/>
          <w:rtl/>
        </w:rPr>
        <w:t>ھ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مسند خل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فت پر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نے کے بعد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ٹھ</w:t>
      </w:r>
      <w:r w:rsidRPr="00816B77">
        <w:rPr>
          <w:rtl/>
          <w:lang w:bidi="ur-PK"/>
        </w:rPr>
        <w:t>ا</w:t>
      </w:r>
      <w:r w:rsidR="005A2492">
        <w:rPr>
          <w:rtl/>
        </w:rPr>
        <w:t>ن 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کو لوگوں کے س</w:t>
      </w:r>
      <w:r w:rsidRPr="00816B77">
        <w:rPr>
          <w:rtl/>
          <w:lang w:bidi="ur-PK"/>
        </w:rPr>
        <w:t>ا</w:t>
      </w:r>
      <w:r w:rsidR="005A2492">
        <w:rPr>
          <w:rtl/>
        </w:rPr>
        <w:t>منے منفورتر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دم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طور پر  تع</w:t>
      </w:r>
      <w:r w:rsidRPr="00816B77">
        <w:rPr>
          <w:rtl/>
          <w:lang w:bidi="ur-PK"/>
        </w:rPr>
        <w:t>ا</w:t>
      </w:r>
      <w:r w:rsidR="005A2492">
        <w:rPr>
          <w:rtl/>
        </w:rPr>
        <w:t>رف کر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</w:t>
      </w:r>
      <w:r w:rsidRPr="00816B77">
        <w:rPr>
          <w:rtl/>
          <w:lang w:bidi="ur-PK"/>
        </w:rPr>
        <w:t>ا</w:t>
      </w:r>
      <w:r w:rsidR="005A2492">
        <w:rPr>
          <w:rtl/>
        </w:rPr>
        <w:t>س مکروہ ہدف کے حصول کے لئے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کے دوستوں کو تلو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5A2492">
        <w:rPr>
          <w:rtl/>
        </w:rPr>
        <w:t>ور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زوں</w:t>
      </w:r>
      <w:r w:rsidR="005A2492">
        <w:rPr>
          <w:rtl/>
        </w:rPr>
        <w:t xml:space="preserve"> کے ذر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عے</w:t>
      </w:r>
      <w:r w:rsidR="005A2492">
        <w:rPr>
          <w:rtl/>
        </w:rPr>
        <w:t xml:space="preserve"> فض</w:t>
      </w:r>
      <w:r w:rsidRPr="00816B77">
        <w:rPr>
          <w:rtl/>
          <w:lang w:bidi="ur-PK"/>
        </w:rPr>
        <w:t>ا</w:t>
      </w:r>
      <w:r w:rsidR="005A2492">
        <w:rPr>
          <w:rtl/>
        </w:rPr>
        <w:t>ئل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کرنے سے منع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دوسر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کے دشمنوں کو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لم</w:t>
      </w:r>
      <w:r w:rsidRPr="00816B77">
        <w:rPr>
          <w:rtl/>
          <w:lang w:bidi="ur-PK"/>
        </w:rPr>
        <w:t>ا</w:t>
      </w:r>
      <w:r w:rsidR="005A2492">
        <w:rPr>
          <w:rtl/>
        </w:rPr>
        <w:t>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ج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بھر کے م</w:t>
      </w:r>
      <w:r w:rsidRPr="00816B77">
        <w:rPr>
          <w:rtl/>
          <w:lang w:bidi="ur-PK"/>
        </w:rPr>
        <w:t>ا</w:t>
      </w:r>
      <w:r w:rsidR="005A2492">
        <w:rPr>
          <w:rtl/>
        </w:rPr>
        <w:t>ل و زر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کہ </w:t>
      </w:r>
      <w:r w:rsidRPr="00816B77">
        <w:rPr>
          <w:rtl/>
          <w:lang w:bidi="ur-PK"/>
        </w:rPr>
        <w:t>ا</w:t>
      </w:r>
      <w:r w:rsidR="005A2492">
        <w:rPr>
          <w:rtl/>
        </w:rPr>
        <w:t>پ کے خل</w:t>
      </w:r>
      <w:r w:rsidRPr="00816B77">
        <w:rPr>
          <w:rtl/>
          <w:lang w:bidi="ur-PK"/>
        </w:rPr>
        <w:t>ا</w:t>
      </w:r>
      <w:r w:rsidR="005A2492">
        <w:rPr>
          <w:rtl/>
        </w:rPr>
        <w:t>ف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سے </w:t>
      </w:r>
      <w:r w:rsidRPr="00816B77">
        <w:rPr>
          <w:rtl/>
          <w:lang w:bidi="ur-PK"/>
        </w:rPr>
        <w:t>ا</w:t>
      </w:r>
      <w:r w:rsidR="005A2492">
        <w:rPr>
          <w:rtl/>
        </w:rPr>
        <w:t>ح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tl/>
        </w:rPr>
        <w:t xml:space="preserve"> گڑم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عل</w:t>
      </w:r>
      <w:r w:rsidRPr="00816B77">
        <w:rPr>
          <w:rtl/>
          <w:lang w:bidi="ur-PK"/>
        </w:rPr>
        <w:t>ا</w:t>
      </w:r>
      <w:r w:rsidR="005A2492">
        <w:rPr>
          <w:rtl/>
        </w:rPr>
        <w:t>وہ پورے 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لم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حکم ج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کہ</w:t>
      </w:r>
      <w:r w:rsidR="005A2492">
        <w:rPr>
          <w:rtl/>
        </w:rPr>
        <w:t xml:space="preserve"> نم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زجمعہ کے بعد ہر مسجد سے </w:t>
      </w:r>
      <w:r w:rsidRPr="00816B77">
        <w:rPr>
          <w:rtl/>
          <w:lang w:bidi="ur-PK"/>
        </w:rPr>
        <w:t>ا</w:t>
      </w:r>
      <w:r w:rsidR="005A2492">
        <w:rPr>
          <w:rtl/>
        </w:rPr>
        <w:t>ن پر لعن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ئے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عمل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بچےّ ب</w:t>
      </w:r>
      <w:r w:rsidRPr="00816B77">
        <w:rPr>
          <w:rtl/>
          <w:lang w:bidi="ur-PK"/>
        </w:rPr>
        <w:t>ا</w:t>
      </w:r>
      <w:r w:rsidR="005A2492">
        <w:rPr>
          <w:rtl/>
        </w:rPr>
        <w:t>توں ب</w:t>
      </w:r>
      <w:r w:rsidRPr="00816B77">
        <w:rPr>
          <w:rtl/>
          <w:lang w:bidi="ur-PK"/>
        </w:rPr>
        <w:t>ا</w:t>
      </w:r>
      <w:r w:rsidR="005A2492">
        <w:rPr>
          <w:rtl/>
        </w:rPr>
        <w:t>توں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پ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لعن کرنے لگےعمر بن عبد </w:t>
      </w:r>
      <w:r w:rsidRPr="00816B77">
        <w:rPr>
          <w:rtl/>
          <w:lang w:bidi="ur-PK"/>
        </w:rPr>
        <w:t>ا</w:t>
      </w:r>
      <w:r w:rsidR="005A2492">
        <w:rPr>
          <w:rtl/>
        </w:rPr>
        <w:t>لعز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جو </w:t>
      </w:r>
      <w:r w:rsidRPr="00816B77">
        <w:rPr>
          <w:rtl/>
          <w:lang w:bidi="ur-PK"/>
        </w:rPr>
        <w:t>ا</w:t>
      </w:r>
      <w:r w:rsidR="005A2492">
        <w:rPr>
          <w:rtl/>
        </w:rPr>
        <w:t>مو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خلف</w:t>
      </w:r>
      <w:r w:rsidRPr="00816B77">
        <w:rPr>
          <w:rtl/>
          <w:lang w:bidi="ur-PK"/>
        </w:rPr>
        <w:t>ا</w:t>
      </w:r>
      <w:r w:rsidR="005A2492">
        <w:rPr>
          <w:rtl/>
        </w:rPr>
        <w:t>ء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ہے،بچپن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دوسرے بچوّں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عل</w:t>
      </w:r>
      <w:r w:rsidR="005A2492"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پر لعن کر 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وقت وہ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سے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کے </w:t>
      </w:r>
      <w:r w:rsidRPr="00816B77">
        <w:rPr>
          <w:rtl/>
          <w:lang w:bidi="ur-PK"/>
        </w:rPr>
        <w:t>ا</w:t>
      </w:r>
      <w:r w:rsidR="005A2492">
        <w:rPr>
          <w:rtl/>
        </w:rPr>
        <w:t>ست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جو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مؤمن </w:t>
      </w:r>
      <w:r w:rsidRPr="00816B77">
        <w:rPr>
          <w:rtl/>
          <w:lang w:bidi="ur-PK"/>
        </w:rPr>
        <w:t>ا</w:t>
      </w:r>
      <w:r w:rsidR="005A2492">
        <w:rPr>
          <w:rtl/>
        </w:rPr>
        <w:t>ور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لح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تھے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گزر ہو</w:t>
      </w:r>
      <w:r w:rsidRPr="00816B77">
        <w:rPr>
          <w:rtl/>
          <w:lang w:bidi="ur-PK"/>
        </w:rPr>
        <w:t>ا</w:t>
      </w:r>
      <w:r w:rsidR="005A2492">
        <w:rPr>
          <w:rtl/>
        </w:rPr>
        <w:t>وہ</w:t>
      </w:r>
      <w:r w:rsidRPr="00816B77">
        <w:rPr>
          <w:rtl/>
          <w:lang w:bidi="ur-PK"/>
        </w:rPr>
        <w:t>ا</w:t>
      </w:r>
      <w:r w:rsidR="005A2492">
        <w:rPr>
          <w:rtl/>
        </w:rPr>
        <w:t>ں سے تو خ</w:t>
      </w:r>
      <w:r w:rsidRPr="00816B77">
        <w:rPr>
          <w:rtl/>
          <w:lang w:bidi="ur-PK"/>
        </w:rPr>
        <w:t>ا</w:t>
      </w:r>
      <w:r w:rsidR="005A2492">
        <w:rPr>
          <w:rtl/>
        </w:rPr>
        <w:t>موش نکل 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،ل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جب مدرسہ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وقت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عمر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ست</w:t>
      </w:r>
      <w:r w:rsidRPr="00816B77">
        <w:rPr>
          <w:rtl/>
          <w:lang w:bidi="ur-PK"/>
        </w:rPr>
        <w:t>ا</w:t>
      </w:r>
      <w:r w:rsidR="005A2492">
        <w:rPr>
          <w:rtl/>
        </w:rPr>
        <w:t>د نم</w:t>
      </w:r>
      <w:r w:rsidRPr="00816B77">
        <w:rPr>
          <w:rtl/>
          <w:lang w:bidi="ur-PK"/>
        </w:rPr>
        <w:t>ا</w:t>
      </w:r>
      <w:r w:rsidR="005A2492">
        <w:rPr>
          <w:rtl/>
        </w:rPr>
        <w:t>ز م</w:t>
      </w:r>
      <w:r w:rsidR="005A2492">
        <w:rPr>
          <w:rFonts w:hint="cs"/>
          <w:rtl/>
        </w:rPr>
        <w:t>ی</w:t>
      </w:r>
      <w:r w:rsidR="005A2492">
        <w:rPr>
          <w:rtl/>
        </w:rPr>
        <w:t>ں مشغول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نم</w:t>
      </w:r>
      <w:r w:rsidRPr="00816B77">
        <w:rPr>
          <w:rtl/>
          <w:lang w:bidi="ur-PK"/>
        </w:rPr>
        <w:t>ا</w:t>
      </w:r>
      <w:r w:rsidR="005A2492">
        <w:rPr>
          <w:rtl/>
        </w:rPr>
        <w:t>ز کو طول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شروع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عمر سمجھ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تو صرف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نہ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پوچھ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:حضرت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ضگ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در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فت</w:t>
      </w:r>
      <w:r>
        <w:rPr>
          <w:rtl/>
        </w:rPr>
        <w:t xml:space="preserve"> کر 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ہوں؟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د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 تم نے عل</w:t>
      </w:r>
      <w:r>
        <w:rPr>
          <w:rFonts w:hint="cs"/>
          <w:rtl/>
        </w:rPr>
        <w:t>ی</w:t>
      </w:r>
      <w:r>
        <w:rPr>
          <w:rtl/>
        </w:rPr>
        <w:t xml:space="preserve"> پر لعن ک</w:t>
      </w:r>
      <w:r w:rsidR="00816B77" w:rsidRPr="00816B77">
        <w:rPr>
          <w:rtl/>
          <w:lang w:bidi="ur-PK"/>
        </w:rPr>
        <w:t>اا</w:t>
      </w:r>
      <w:r>
        <w:rPr>
          <w:rtl/>
        </w:rPr>
        <w:t xml:space="preserve">؟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</w:p>
    <w:p w:rsidR="00E05331" w:rsidRDefault="00E05331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کب</w:t>
      </w:r>
      <w:r>
        <w:rPr>
          <w:rtl/>
        </w:rPr>
        <w:t xml:space="preserve">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ہل بدر پر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غضبن</w:t>
      </w:r>
      <w:r w:rsidR="00816B77" w:rsidRPr="00816B77">
        <w:rPr>
          <w:rtl/>
          <w:lang w:bidi="ur-PK"/>
        </w:rPr>
        <w:t>ا</w:t>
      </w:r>
      <w:r>
        <w:rPr>
          <w:rtl/>
        </w:rPr>
        <w:t>ک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ہے؟ جبکہ </w:t>
      </w:r>
      <w:r w:rsidR="00816B77" w:rsidRPr="00816B77">
        <w:rPr>
          <w:rtl/>
          <w:lang w:bidi="ur-PK"/>
        </w:rPr>
        <w:t>ا</w:t>
      </w:r>
      <w:r>
        <w:rPr>
          <w:rtl/>
        </w:rPr>
        <w:t>ن پر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ہےک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ہل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تھے؟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بدر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ہل بدر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لح </w:t>
      </w:r>
      <w:r w:rsidR="00816B77" w:rsidRPr="00816B77">
        <w:rPr>
          <w:rtl/>
          <w:lang w:bidi="ur-PK"/>
        </w:rPr>
        <w:t>ا</w:t>
      </w:r>
      <w:r>
        <w:rPr>
          <w:rtl/>
        </w:rPr>
        <w:t>عم</w:t>
      </w:r>
      <w:r w:rsidR="00816B77" w:rsidRPr="00816B77">
        <w:rPr>
          <w:rtl/>
          <w:lang w:bidi="ur-PK"/>
        </w:rPr>
        <w:t>ا</w:t>
      </w:r>
      <w:r>
        <w:rPr>
          <w:rtl/>
        </w:rPr>
        <w:t>ل کے سو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چ</w:t>
      </w:r>
      <w:r>
        <w:rPr>
          <w:rFonts w:hint="cs"/>
          <w:rtl/>
        </w:rPr>
        <w:t>ی</w:t>
      </w:r>
      <w:r>
        <w:rPr>
          <w:rFonts w:hint="eastAsia"/>
          <w:rtl/>
        </w:rPr>
        <w:t>زب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عث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فتخ</w:t>
      </w:r>
      <w:r w:rsidR="00816B77" w:rsidRPr="00816B77">
        <w:rPr>
          <w:rtl/>
          <w:lang w:bidi="ur-PK"/>
        </w:rPr>
        <w:t>ا</w:t>
      </w:r>
      <w:r>
        <w:rPr>
          <w:rtl/>
        </w:rPr>
        <w:t>ر ہے؟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وعدہ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کہ </w:t>
      </w:r>
      <w:r w:rsidR="00816B77" w:rsidRPr="00816B77">
        <w:rPr>
          <w:rtl/>
          <w:lang w:bidi="ur-PK"/>
        </w:rPr>
        <w:t>ا</w:t>
      </w:r>
      <w:r>
        <w:rPr>
          <w:rtl/>
        </w:rPr>
        <w:t>ج کے بعد زندگ</w:t>
      </w:r>
      <w:r>
        <w:rPr>
          <w:rFonts w:hint="cs"/>
          <w:rtl/>
        </w:rPr>
        <w:t>ی</w:t>
      </w:r>
      <w:r>
        <w:rPr>
          <w:rtl/>
        </w:rPr>
        <w:t xml:space="preserve"> بھر </w:t>
      </w:r>
      <w:r w:rsidR="00816B77" w:rsidRPr="00816B77">
        <w:rPr>
          <w:rtl/>
          <w:lang w:bidi="ur-PK"/>
        </w:rPr>
        <w:t>ا</w:t>
      </w:r>
      <w:r>
        <w:rPr>
          <w:rtl/>
        </w:rPr>
        <w:t>ن پرلعن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کرونگ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گزر گئے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لد جو ح</w:t>
      </w:r>
      <w:r w:rsidR="00816B77" w:rsidRPr="00816B77">
        <w:rPr>
          <w:rtl/>
          <w:lang w:bidi="ur-PK"/>
        </w:rPr>
        <w:t>ا</w:t>
      </w:r>
      <w:r>
        <w:rPr>
          <w:rtl/>
        </w:rPr>
        <w:t>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>ز جمعہ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خطب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پر لعن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وقت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لکنت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جس سے عمر کو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تعجب ہو</w:t>
      </w:r>
      <w:r w:rsidR="00816B77" w:rsidRPr="00E67D25">
        <w:rPr>
          <w:rFonts w:hint="cs"/>
          <w:rtl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 w:rsidR="00816B77" w:rsidRPr="00816B77">
        <w:rPr>
          <w:rtl/>
          <w:lang w:bidi="ur-PK"/>
        </w:rPr>
        <w:t>ا</w:t>
      </w:r>
      <w:r>
        <w:rPr>
          <w:rtl/>
        </w:rPr>
        <w:t>حت وبل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غت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دھر </w:t>
      </w:r>
      <w:r w:rsidR="00816B77" w:rsidRPr="00816B77">
        <w:rPr>
          <w:rtl/>
          <w:lang w:bidi="ur-PK"/>
        </w:rPr>
        <w:t>ا</w:t>
      </w:r>
      <w:r>
        <w:rPr>
          <w:rtl/>
        </w:rPr>
        <w:t>کر م</w:t>
      </w:r>
      <w:r w:rsidR="00816B77" w:rsidRPr="00816B77">
        <w:rPr>
          <w:rtl/>
          <w:lang w:bidi="ur-PK"/>
        </w:rPr>
        <w:t>ا</w:t>
      </w:r>
      <w:r>
        <w:rPr>
          <w:rtl/>
        </w:rPr>
        <w:t>ند پڑ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زب</w:t>
      </w:r>
      <w:r w:rsidR="00816B77" w:rsidRPr="00816B77">
        <w:rPr>
          <w:rtl/>
          <w:lang w:bidi="ur-PK"/>
        </w:rPr>
        <w:t>ا</w:t>
      </w:r>
      <w:r>
        <w:rPr>
          <w:rtl/>
        </w:rPr>
        <w:t>ن بند ہوگئ</w:t>
      </w:r>
      <w:r>
        <w:rPr>
          <w:rFonts w:hint="cs"/>
          <w:rtl/>
        </w:rPr>
        <w:t>ی</w:t>
      </w:r>
      <w:r>
        <w:rPr>
          <w:rtl/>
        </w:rPr>
        <w:t xml:space="preserve"> ؟!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!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تم متوجہ ہو</w:t>
      </w:r>
      <w:r w:rsidR="00816B77" w:rsidRPr="00816B77">
        <w:rPr>
          <w:rtl/>
          <w:lang w:bidi="ur-PK"/>
        </w:rPr>
        <w:t>ا</w:t>
      </w:r>
      <w:r>
        <w:rPr>
          <w:rtl/>
        </w:rPr>
        <w:t>؟!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:ج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پ</w:t>
      </w:r>
      <w:r>
        <w:rPr>
          <w:rtl/>
        </w:rPr>
        <w:t xml:space="preserve">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صرف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دوں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>س مرد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>
        <w:rPr>
          <w:rtl/>
        </w:rPr>
        <w:t>) کے فض</w:t>
      </w:r>
      <w:r w:rsidR="00816B77" w:rsidRPr="00816B77">
        <w:rPr>
          <w:rtl/>
          <w:lang w:bidi="ur-PK"/>
        </w:rPr>
        <w:t>ا</w:t>
      </w:r>
      <w:r>
        <w:rPr>
          <w:rtl/>
        </w:rPr>
        <w:t>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</w:t>
      </w:r>
      <w:r w:rsidR="00816B77" w:rsidRPr="00816B77">
        <w:rPr>
          <w:rtl/>
          <w:lang w:bidi="ur-PK"/>
        </w:rPr>
        <w:t>ا</w:t>
      </w:r>
      <w:r>
        <w:rPr>
          <w:rtl/>
        </w:rPr>
        <w:t>ن لوگوں کو پتہ چل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دوں کے پرو</w:t>
      </w:r>
      <w:r w:rsidR="00816B77" w:rsidRPr="00816B77">
        <w:rPr>
          <w:rtl/>
          <w:lang w:bidi="ur-PK"/>
        </w:rPr>
        <w:t>ا</w:t>
      </w:r>
      <w:r>
        <w:rPr>
          <w:rtl/>
        </w:rPr>
        <w:t>نے بن 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گے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ہم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5A2492" w:rsidRDefault="005A2492" w:rsidP="00172497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عمر بن عبد</w:t>
      </w:r>
      <w:r w:rsidR="00816B77" w:rsidRPr="00816B77">
        <w:rPr>
          <w:rtl/>
          <w:lang w:bidi="ur-PK"/>
        </w:rPr>
        <w:t>ا</w:t>
      </w:r>
      <w:r>
        <w:rPr>
          <w:rtl/>
        </w:rPr>
        <w:t>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وقت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عدں کرل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کبھ</w:t>
      </w:r>
      <w:r>
        <w:rPr>
          <w:rFonts w:hint="cs"/>
          <w:rtl/>
        </w:rPr>
        <w:t>ی</w:t>
      </w:r>
      <w:r>
        <w:rPr>
          <w:rtl/>
        </w:rPr>
        <w:t xml:space="preserve"> برسر </w:t>
      </w:r>
      <w:r w:rsidR="00816B77" w:rsidRPr="00816B77">
        <w:rPr>
          <w:rtl/>
          <w:lang w:bidi="ur-PK"/>
        </w:rPr>
        <w:t>ا</w:t>
      </w:r>
      <w:r>
        <w:rPr>
          <w:rtl/>
        </w:rPr>
        <w:t>قتد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ضرور </w:t>
      </w:r>
      <w:r w:rsidR="00816B77" w:rsidRPr="00816B77">
        <w:rPr>
          <w:rtl/>
          <w:lang w:bidi="ur-PK"/>
        </w:rPr>
        <w:t>ا</w:t>
      </w:r>
      <w:r>
        <w:rPr>
          <w:rtl/>
        </w:rPr>
        <w:t>س ن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عمل کو روک دوں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جب </w:t>
      </w:r>
      <w:r w:rsidR="00C15B30" w:rsidRPr="00C15B30">
        <w:rPr>
          <w:rFonts w:hint="cs"/>
          <w:rtl/>
          <w:lang w:bidi="ur-PK"/>
        </w:rPr>
        <w:t>99</w:t>
      </w:r>
      <w:r w:rsidRPr="00E67D25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برسر </w:t>
      </w:r>
      <w:r w:rsidR="00816B77" w:rsidRPr="00816B77">
        <w:rPr>
          <w:rtl/>
          <w:lang w:bidi="ur-PK"/>
        </w:rPr>
        <w:t>ا</w:t>
      </w:r>
      <w:r>
        <w:rPr>
          <w:rtl/>
        </w:rPr>
        <w:t>قتد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سب سے پہل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ؑپر لعن طعن کو ممنوع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لعن کے بدلے </w:t>
      </w:r>
      <w:r w:rsidR="00CF3D62" w:rsidRPr="00CF3D62">
        <w:rPr>
          <w:rStyle w:val="libAieChar"/>
          <w:rtl/>
        </w:rPr>
        <w:t>ا</w:t>
      </w:r>
      <w:r w:rsidRPr="00172497">
        <w:rPr>
          <w:rStyle w:val="libAieChar"/>
          <w:rtl/>
        </w:rPr>
        <w:t xml:space="preserve">نّ </w:t>
      </w:r>
      <w:r w:rsidR="00CF3D62" w:rsidRPr="00CF3D62">
        <w:rPr>
          <w:rStyle w:val="libAieChar"/>
          <w:rtl/>
        </w:rPr>
        <w:t>ا</w:t>
      </w:r>
      <w:r w:rsidRPr="00172497">
        <w:rPr>
          <w:rStyle w:val="libAieChar"/>
          <w:rtl/>
        </w:rPr>
        <w:t>لل</w:t>
      </w:r>
      <w:r w:rsidRPr="00172497">
        <w:rPr>
          <w:rStyle w:val="libAieChar"/>
          <w:rFonts w:hint="cs"/>
          <w:rtl/>
        </w:rPr>
        <w:t>ه ی</w:t>
      </w:r>
      <w:r w:rsidR="00CF3D62" w:rsidRPr="00CF3D62">
        <w:rPr>
          <w:rStyle w:val="libAieChar"/>
          <w:rFonts w:hint="eastAsia"/>
          <w:rtl/>
        </w:rPr>
        <w:t>ا</w:t>
      </w:r>
      <w:r w:rsidRPr="00172497">
        <w:rPr>
          <w:rStyle w:val="libAieChar"/>
          <w:rFonts w:hint="eastAsia"/>
          <w:rtl/>
        </w:rPr>
        <w:t>ٔمر</w:t>
      </w:r>
      <w:r w:rsidRPr="00172497">
        <w:rPr>
          <w:rStyle w:val="libAieChar"/>
          <w:rtl/>
        </w:rPr>
        <w:t xml:space="preserve"> ب</w:t>
      </w:r>
      <w:r w:rsidR="00CF3D62" w:rsidRPr="00CF3D62">
        <w:rPr>
          <w:rStyle w:val="libAieChar"/>
          <w:rtl/>
        </w:rPr>
        <w:t>ا</w:t>
      </w:r>
      <w:r w:rsidRPr="00172497">
        <w:rPr>
          <w:rStyle w:val="libAieChar"/>
          <w:rtl/>
        </w:rPr>
        <w:t>لعدل و</w:t>
      </w:r>
      <w:r w:rsidR="00CF3D62" w:rsidRPr="00CF3D62">
        <w:rPr>
          <w:rStyle w:val="libAieChar"/>
          <w:rtl/>
        </w:rPr>
        <w:t>ا</w:t>
      </w:r>
      <w:r w:rsidRPr="00172497">
        <w:rPr>
          <w:rStyle w:val="libAieChar"/>
          <w:rtl/>
        </w:rPr>
        <w:t>ل</w:t>
      </w:r>
      <w:r w:rsidR="00CF3D62" w:rsidRPr="00CF3D62">
        <w:rPr>
          <w:rStyle w:val="libAieChar"/>
          <w:rtl/>
        </w:rPr>
        <w:t>ا</w:t>
      </w:r>
      <w:r w:rsidRPr="00172497">
        <w:rPr>
          <w:rStyle w:val="libAieChar"/>
          <w:rtl/>
        </w:rPr>
        <w:t>حس</w:t>
      </w:r>
      <w:r w:rsidR="00CF3D62" w:rsidRPr="00CF3D62">
        <w:rPr>
          <w:rStyle w:val="libAieChar"/>
          <w:rtl/>
        </w:rPr>
        <w:t>ا</w:t>
      </w:r>
      <w:r w:rsidRPr="00172497">
        <w:rPr>
          <w:rStyle w:val="libAieChar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 w:rsidR="00816B77" w:rsidRPr="00816B77">
        <w:rPr>
          <w:rtl/>
          <w:lang w:bidi="ur-PK"/>
        </w:rPr>
        <w:t>ا</w:t>
      </w:r>
      <w:r>
        <w:rPr>
          <w:rtl/>
        </w:rPr>
        <w:t>وت کرنے 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5A2492" w:rsidP="00172497">
      <w:pPr>
        <w:pStyle w:val="Heading1"/>
        <w:rPr>
          <w:rtl/>
        </w:rPr>
      </w:pPr>
      <w:bookmarkStart w:id="67" w:name="_Toc393190492"/>
      <w:r>
        <w:rPr>
          <w:rFonts w:hint="eastAsia"/>
          <w:rtl/>
        </w:rPr>
        <w:t>د</w:t>
      </w:r>
      <w:r w:rsidR="009B349E" w:rsidRPr="009B349E">
        <w:rPr>
          <w:rFonts w:hint="cs"/>
          <w:rtl/>
          <w:lang w:bidi="ur-PK"/>
        </w:rPr>
        <w:t>ی</w:t>
      </w:r>
      <w:r w:rsidRPr="00A60F54">
        <w:rPr>
          <w:rFonts w:hint="cs"/>
          <w:rtl/>
        </w:rPr>
        <w:t>ن</w:t>
      </w:r>
      <w:r w:rsidR="009B349E" w:rsidRPr="009B349E">
        <w:rPr>
          <w:rFonts w:hint="cs"/>
          <w:rtl/>
          <w:lang w:bidi="ur-PK"/>
        </w:rPr>
        <w:t>ی</w:t>
      </w:r>
      <w:r>
        <w:rPr>
          <w:rtl/>
        </w:rPr>
        <w:t xml:space="preserve"> تعل</w:t>
      </w:r>
      <w:r w:rsidR="00172497">
        <w:rPr>
          <w:rFonts w:hint="cs"/>
          <w:rtl/>
        </w:rPr>
        <w:t>یم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</w:t>
      </w:r>
      <w:bookmarkEnd w:id="67"/>
    </w:p>
    <w:p w:rsidR="00E05331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کرم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فسوس ہو</w:t>
      </w:r>
      <w:r w:rsidR="00816B77" w:rsidRPr="00816B77">
        <w:rPr>
          <w:rtl/>
          <w:lang w:bidi="ur-PK"/>
        </w:rPr>
        <w:t>ا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 w:rsidR="00816B77" w:rsidRPr="00816B77">
        <w:rPr>
          <w:rtl/>
          <w:lang w:bidi="ur-PK"/>
        </w:rPr>
        <w:t>ا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دوں پر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کس</w:t>
      </w:r>
      <w:r>
        <w:rPr>
          <w:rFonts w:hint="cs"/>
          <w:rtl/>
        </w:rPr>
        <w:t>ی</w:t>
      </w:r>
      <w:r>
        <w:rPr>
          <w:rtl/>
        </w:rPr>
        <w:t xml:space="preserve"> نے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 w:rsidR="00816B77" w:rsidRPr="00816B77">
        <w:rPr>
          <w:rtl/>
          <w:lang w:bidi="ur-PK"/>
        </w:rPr>
        <w:t>ا</w:t>
      </w:r>
      <w:r>
        <w:rPr>
          <w:rtl/>
        </w:rPr>
        <w:t>د مشرک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؟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 w:rsidR="00816B77" w:rsidRPr="00816B77">
        <w:rPr>
          <w:rtl/>
          <w:lang w:bidi="ur-PK"/>
        </w:rPr>
        <w:t>ا</w:t>
      </w:r>
      <w:r>
        <w:rPr>
          <w:rtl/>
        </w:rPr>
        <w:t>د مؤمن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بچوّں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گر بچےّ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کر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وپر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ہوں</w:t>
      </w:r>
    </w:p>
    <w:p w:rsidR="00E05331" w:rsidRPr="00172497" w:rsidRDefault="00E05331" w:rsidP="00A60F54">
      <w:pPr>
        <w:pStyle w:val="libPoemTini"/>
        <w:rPr>
          <w:rtl/>
        </w:rPr>
      </w:pPr>
      <w:r w:rsidRPr="00172497">
        <w:rPr>
          <w:rtl/>
        </w:rPr>
        <w:br w:type="page"/>
      </w:r>
    </w:p>
    <w:p w:rsidR="005A2492" w:rsidRDefault="005A2492" w:rsidP="00172497">
      <w:pPr>
        <w:pStyle w:val="Heading1"/>
        <w:rPr>
          <w:rtl/>
        </w:rPr>
      </w:pPr>
      <w:bookmarkStart w:id="68" w:name="_Toc393190493"/>
      <w:r>
        <w:rPr>
          <w:rFonts w:hint="eastAsia"/>
          <w:rtl/>
        </w:rPr>
        <w:lastRenderedPageBreak/>
        <w:t>بچوّں</w:t>
      </w:r>
      <w:r>
        <w:rPr>
          <w:rtl/>
        </w:rPr>
        <w:t xml:space="preserve">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bookmarkEnd w:id="68"/>
    </w:p>
    <w:p w:rsidR="005A2492" w:rsidRDefault="005A2492" w:rsidP="0017249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ﷺ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جب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د بچےّ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بسم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لرحمن </w:t>
      </w:r>
      <w:r w:rsidR="00816B77" w:rsidRPr="00816B77">
        <w:rPr>
          <w:rtl/>
          <w:lang w:bidi="ur-PK"/>
        </w:rPr>
        <w:t>ا</w:t>
      </w:r>
      <w:r>
        <w:rPr>
          <w:rtl/>
        </w:rPr>
        <w:t>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وقت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وند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بچےّ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معلّم کو </w:t>
      </w:r>
      <w:r w:rsidR="00816B77" w:rsidRPr="00816B77">
        <w:rPr>
          <w:rtl/>
          <w:lang w:bidi="ur-PK"/>
        </w:rPr>
        <w:t>ا</w:t>
      </w:r>
      <w:r>
        <w:rPr>
          <w:rtl/>
        </w:rPr>
        <w:t>تش جہنم سے رہ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پرو</w:t>
      </w:r>
      <w:r w:rsidR="00816B77" w:rsidRPr="00816B77">
        <w:rPr>
          <w:rtl/>
          <w:lang w:bidi="ur-PK"/>
        </w:rPr>
        <w:t>ا</w:t>
      </w:r>
      <w:r>
        <w:rPr>
          <w:rtl/>
        </w:rPr>
        <w:t>نہ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6219D7" w:rsidRPr="007741D8">
        <w:rPr>
          <w:rStyle w:val="libFootnotenumChar"/>
          <w:rFonts w:hint="cs"/>
          <w:rtl/>
        </w:rPr>
        <w:t>(1)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>
        <w:rPr>
          <w:rtl/>
        </w:rPr>
        <w:t>نے رسول خد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ﷺ</w:t>
      </w:r>
      <w:r>
        <w:rPr>
          <w:rFonts w:hint="eastAsia"/>
          <w:rtl/>
        </w:rPr>
        <w:t>سے</w:t>
      </w:r>
      <w:r>
        <w:rPr>
          <w:rtl/>
        </w:rPr>
        <w:t xml:space="preserve">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گزرے </w:t>
      </w:r>
      <w:r w:rsidR="00816B77" w:rsidRPr="00816B77">
        <w:rPr>
          <w:rtl/>
          <w:lang w:bidi="ur-PK"/>
        </w:rPr>
        <w:t>ا</w:t>
      </w:r>
      <w:r>
        <w:rPr>
          <w:rtl/>
        </w:rPr>
        <w:t>س ص</w:t>
      </w:r>
      <w:r w:rsidR="00816B77" w:rsidRPr="00816B77">
        <w:rPr>
          <w:rtl/>
          <w:lang w:bidi="ur-PK"/>
        </w:rPr>
        <w:t>ا</w:t>
      </w:r>
      <w:r>
        <w:rPr>
          <w:rtl/>
        </w:rPr>
        <w:t>حب قبر پر عذ</w:t>
      </w:r>
      <w:r w:rsidR="00816B77" w:rsidRPr="00816B77">
        <w:rPr>
          <w:rtl/>
          <w:lang w:bidi="ur-PK"/>
        </w:rPr>
        <w:t>ا</w:t>
      </w:r>
      <w:r>
        <w:rPr>
          <w:rtl/>
        </w:rPr>
        <w:t>ب ہورہ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دوسرے س</w:t>
      </w:r>
      <w:r w:rsidR="00816B77" w:rsidRPr="00816B77">
        <w:rPr>
          <w:rtl/>
          <w:lang w:bidi="ur-PK"/>
        </w:rPr>
        <w:t>ا</w:t>
      </w:r>
      <w:r>
        <w:rPr>
          <w:rtl/>
        </w:rPr>
        <w:t>ل جب وہ</w:t>
      </w:r>
      <w:r w:rsidR="00816B77" w:rsidRPr="00816B77">
        <w:rPr>
          <w:rtl/>
          <w:lang w:bidi="ur-PK"/>
        </w:rPr>
        <w:t>ا</w:t>
      </w:r>
      <w:r>
        <w:rPr>
          <w:rtl/>
        </w:rPr>
        <w:t>ں سے گزرے تو عذ</w:t>
      </w:r>
      <w:r w:rsidR="00816B77" w:rsidRPr="00816B77">
        <w:rPr>
          <w:rtl/>
          <w:lang w:bidi="ur-PK"/>
        </w:rPr>
        <w:t>ا</w:t>
      </w:r>
      <w:r>
        <w:rPr>
          <w:rtl/>
        </w:rPr>
        <w:t>ب ٹل چک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</w:p>
    <w:p w:rsidR="005A2492" w:rsidRDefault="005A2492" w:rsidP="00172497">
      <w:pPr>
        <w:pStyle w:val="Heading1"/>
        <w:rPr>
          <w:rtl/>
        </w:rPr>
      </w:pPr>
      <w:bookmarkStart w:id="69" w:name="_Toc393190494"/>
      <w:r>
        <w:rPr>
          <w:rFonts w:hint="eastAsia"/>
          <w:rtl/>
        </w:rPr>
        <w:t>سو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پروردگ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!ک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جر</w:t>
      </w:r>
      <w:r w:rsidR="00816B77" w:rsidRPr="00816B77">
        <w:rPr>
          <w:rtl/>
          <w:lang w:bidi="ur-PK"/>
        </w:rPr>
        <w:t>ا</w:t>
      </w:r>
      <w:r>
        <w:rPr>
          <w:rtl/>
        </w:rPr>
        <w:t>ہے؟</w:t>
      </w:r>
      <w:bookmarkEnd w:id="69"/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ستے ک</w:t>
      </w:r>
      <w:r>
        <w:rPr>
          <w:rFonts w:hint="cs"/>
          <w:rtl/>
        </w:rPr>
        <w:t>ی</w:t>
      </w:r>
      <w:r>
        <w:rPr>
          <w:rtl/>
        </w:rPr>
        <w:t xml:space="preserve"> مرمت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پن</w:t>
      </w:r>
      <w:r w:rsidR="00816B77" w:rsidRPr="00816B77">
        <w:rPr>
          <w:rtl/>
          <w:lang w:bidi="ur-PK"/>
        </w:rPr>
        <w:t>ا</w:t>
      </w:r>
      <w:r>
        <w:rPr>
          <w:rtl/>
        </w:rPr>
        <w:t>ہ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816B77" w:rsidRPr="00816B77">
        <w:rPr>
          <w:rtl/>
          <w:lang w:bidi="ur-PK"/>
        </w:rPr>
        <w:t>ا</w:t>
      </w:r>
      <w:r>
        <w:rPr>
          <w:rtl/>
        </w:rPr>
        <w:t>سے عذ</w:t>
      </w:r>
      <w:r w:rsidR="00816B77" w:rsidRPr="00816B77">
        <w:rPr>
          <w:rtl/>
          <w:lang w:bidi="ur-PK"/>
        </w:rPr>
        <w:t>ا</w:t>
      </w:r>
      <w:r>
        <w:rPr>
          <w:rtl/>
        </w:rPr>
        <w:t>ب سے نج</w:t>
      </w:r>
      <w:r w:rsidR="00816B77" w:rsidRPr="00816B77">
        <w:rPr>
          <w:rtl/>
          <w:lang w:bidi="ur-PK"/>
        </w:rPr>
        <w:t>ا</w:t>
      </w:r>
      <w:r>
        <w:rPr>
          <w:rtl/>
        </w:rPr>
        <w:t>ت مل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A2492" w:rsidRDefault="00816B77" w:rsidP="00172497">
      <w:pPr>
        <w:pStyle w:val="Heading1"/>
        <w:rPr>
          <w:rtl/>
        </w:rPr>
      </w:pPr>
      <w:bookmarkStart w:id="70" w:name="_Toc393190495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حس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معلم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قدرد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bookmarkEnd w:id="70"/>
    </w:p>
    <w:p w:rsidR="005A2492" w:rsidRDefault="005A2492" w:rsidP="006219D7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لرحمن سلم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سورۂ حمد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 نے معلم ک</w:t>
      </w:r>
      <w:r>
        <w:rPr>
          <w:rFonts w:hint="cs"/>
          <w:rtl/>
        </w:rPr>
        <w:t>ی</w:t>
      </w:r>
      <w:r>
        <w:rPr>
          <w:rtl/>
        </w:rPr>
        <w:t xml:space="preserve"> قدر 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کرتے ہوئے  </w:t>
      </w:r>
      <w:r w:rsidR="00816B77" w:rsidRPr="00816B77">
        <w:rPr>
          <w:rtl/>
          <w:lang w:bidi="ur-PK"/>
        </w:rPr>
        <w:t>ا</w:t>
      </w:r>
      <w:r>
        <w:rPr>
          <w:rtl/>
        </w:rPr>
        <w:t>سےکچھ جو</w:t>
      </w:r>
      <w:r w:rsidR="00816B77" w:rsidRPr="00816B77">
        <w:rPr>
          <w:rtl/>
          <w:lang w:bidi="ur-PK"/>
        </w:rPr>
        <w:t>ا</w:t>
      </w:r>
      <w:r>
        <w:rPr>
          <w:rtl/>
        </w:rPr>
        <w:t>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، </w:t>
      </w:r>
      <w:r w:rsidR="00816B77" w:rsidRPr="00816B77">
        <w:rPr>
          <w:rtl/>
          <w:lang w:bidi="ur-PK"/>
        </w:rPr>
        <w:t>ا</w:t>
      </w:r>
      <w:r>
        <w:rPr>
          <w:rtl/>
        </w:rPr>
        <w:t>ورکپڑے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تو وہ</w:t>
      </w:r>
      <w:r w:rsidR="00816B77" w:rsidRPr="00816B77">
        <w:rPr>
          <w:rtl/>
          <w:lang w:bidi="ur-PK"/>
        </w:rPr>
        <w:t>ا</w:t>
      </w:r>
      <w:r>
        <w:rPr>
          <w:rtl/>
        </w:rPr>
        <w:t>ں پر موجود لوگوں نے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م؟!تو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مؑ 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س معلم ک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(تعل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)ک</w:t>
      </w:r>
      <w:r>
        <w:rPr>
          <w:rFonts w:hint="eastAsia"/>
          <w:rtl/>
        </w:rPr>
        <w:t>ے</w:t>
      </w:r>
      <w:r>
        <w:rPr>
          <w:rtl/>
        </w:rPr>
        <w:t xml:space="preserve">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ہوسکت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ہے؟ </w:t>
      </w:r>
      <w:r w:rsidR="006219D7" w:rsidRPr="007741D8">
        <w:rPr>
          <w:rStyle w:val="libFootnotenumChar"/>
          <w:rFonts w:hint="cs"/>
          <w:rtl/>
        </w:rPr>
        <w:t>(2)</w:t>
      </w:r>
    </w:p>
    <w:p w:rsidR="005A2492" w:rsidRDefault="005A2492" w:rsidP="00172497">
      <w:pPr>
        <w:pStyle w:val="Heading1"/>
        <w:rPr>
          <w:rtl/>
        </w:rPr>
      </w:pPr>
      <w:bookmarkStart w:id="71" w:name="_Toc393190496"/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</w:t>
      </w:r>
      <w:bookmarkEnd w:id="71"/>
    </w:p>
    <w:p w:rsidR="006219D7" w:rsidRDefault="005A2492" w:rsidP="006219D7">
      <w:pPr>
        <w:pStyle w:val="libNormal"/>
        <w:rPr>
          <w:rtl/>
        </w:rPr>
      </w:pPr>
      <w:r>
        <w:rPr>
          <w:rFonts w:hint="eastAsia"/>
          <w:rtl/>
        </w:rPr>
        <w:t>سکندر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جب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وجہ پوچھ</w:t>
      </w:r>
      <w:r>
        <w:rPr>
          <w:rFonts w:hint="cs"/>
          <w:rtl/>
        </w:rPr>
        <w:t>ی</w:t>
      </w:r>
      <w:r>
        <w:rPr>
          <w:rtl/>
        </w:rPr>
        <w:t xml:space="preserve"> تو کہ</w:t>
      </w:r>
      <w:r w:rsidR="00816B77" w:rsidRPr="00816B77">
        <w:rPr>
          <w:rtl/>
          <w:lang w:bidi="ur-PK"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پ</w:t>
      </w:r>
      <w:r>
        <w:rPr>
          <w:rtl/>
        </w:rPr>
        <w:t xml:space="preserve"> نے مجھے ع</w:t>
      </w:r>
      <w:r w:rsidR="00816B77" w:rsidRPr="00816B77">
        <w:rPr>
          <w:rtl/>
          <w:lang w:bidi="ur-PK"/>
        </w:rPr>
        <w:t>ا</w:t>
      </w:r>
      <w:r>
        <w:rPr>
          <w:rtl/>
        </w:rPr>
        <w:t>لم ملکوت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د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>ن پر لے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6219D7" w:rsidRPr="007741D8">
        <w:rPr>
          <w:rStyle w:val="libFootnotenumChar"/>
          <w:rFonts w:hint="cs"/>
          <w:rtl/>
        </w:rPr>
        <w:t>(3)</w:t>
      </w:r>
    </w:p>
    <w:p w:rsidR="006219D7" w:rsidRDefault="006219D7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219D7" w:rsidRDefault="006219D7" w:rsidP="0017249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172497">
        <w:rPr>
          <w:rtl/>
        </w:rPr>
        <w:t xml:space="preserve">   ج</w:t>
      </w:r>
      <w:r w:rsidR="00816B77" w:rsidRPr="00816B77">
        <w:rPr>
          <w:rtl/>
        </w:rPr>
        <w:t>ا</w:t>
      </w:r>
      <w:r w:rsidR="00172497">
        <w:rPr>
          <w:rtl/>
        </w:rPr>
        <w:t xml:space="preserve">مع </w:t>
      </w:r>
      <w:r w:rsidR="00816B77" w:rsidRPr="00816B77">
        <w:rPr>
          <w:rtl/>
        </w:rPr>
        <w:t>ا</w:t>
      </w:r>
      <w:r w:rsidR="00172497">
        <w:rPr>
          <w:rtl/>
        </w:rPr>
        <w:t>ح</w:t>
      </w:r>
      <w:r w:rsidR="00816B77" w:rsidRPr="00816B77">
        <w:rPr>
          <w:rtl/>
        </w:rPr>
        <w:t>ا</w:t>
      </w:r>
      <w:r w:rsidR="00172497">
        <w:rPr>
          <w:rtl/>
        </w:rPr>
        <w:t>د</w:t>
      </w:r>
      <w:r w:rsidR="00172497">
        <w:rPr>
          <w:rFonts w:hint="cs"/>
          <w:rtl/>
        </w:rPr>
        <w:t>ی</w:t>
      </w:r>
      <w:r w:rsidR="00172497">
        <w:rPr>
          <w:rFonts w:hint="eastAsia"/>
          <w:rtl/>
        </w:rPr>
        <w:t>ث</w:t>
      </w:r>
      <w:r w:rsidR="00172497">
        <w:rPr>
          <w:rtl/>
        </w:rPr>
        <w:t xml:space="preserve"> ش</w:t>
      </w:r>
      <w:r w:rsidR="00172497">
        <w:rPr>
          <w:rFonts w:hint="cs"/>
          <w:rtl/>
        </w:rPr>
        <w:t>ی</w:t>
      </w:r>
      <w:r w:rsidR="00172497">
        <w:rPr>
          <w:rFonts w:hint="eastAsia"/>
          <w:rtl/>
        </w:rPr>
        <w:t>عہ،ج</w:t>
      </w:r>
      <w:r w:rsidR="00C15B30" w:rsidRPr="00C15B30">
        <w:rPr>
          <w:rFonts w:hint="cs"/>
          <w:rtl/>
        </w:rPr>
        <w:t>15</w:t>
      </w:r>
      <w:r w:rsidR="00172497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9</w:t>
      </w:r>
      <w:r w:rsidR="00172497" w:rsidRPr="00816B77">
        <w:rPr>
          <w:rFonts w:hint="cs"/>
          <w:rtl/>
        </w:rPr>
        <w:t xml:space="preserve">   </w:t>
      </w:r>
      <w:r w:rsidR="00172497">
        <w:rPr>
          <w:rFonts w:hint="cs"/>
          <w:rtl/>
        </w:rPr>
        <w:t xml:space="preserve"> </w:t>
      </w:r>
      <w:r>
        <w:rPr>
          <w:rFonts w:hint="cs"/>
          <w:rtl/>
        </w:rPr>
        <w:t>(2):-</w:t>
      </w:r>
      <w:r w:rsidR="00172497" w:rsidRPr="00172497">
        <w:rPr>
          <w:rtl/>
        </w:rPr>
        <w:t xml:space="preserve"> </w:t>
      </w:r>
      <w:r w:rsidR="00172497">
        <w:rPr>
          <w:rtl/>
        </w:rPr>
        <w:t xml:space="preserve">مستدرک </w:t>
      </w:r>
      <w:r w:rsidR="00816B77" w:rsidRPr="00816B77">
        <w:rPr>
          <w:rtl/>
        </w:rPr>
        <w:t>ا</w:t>
      </w:r>
      <w:r w:rsidR="00172497">
        <w:rPr>
          <w:rtl/>
        </w:rPr>
        <w:t>لوس</w:t>
      </w:r>
      <w:r w:rsidR="00816B77" w:rsidRPr="00816B77">
        <w:rPr>
          <w:rtl/>
        </w:rPr>
        <w:t>ا</w:t>
      </w:r>
      <w:r w:rsidR="00172497">
        <w:rPr>
          <w:rtl/>
        </w:rPr>
        <w:t>ئل،ج</w:t>
      </w:r>
      <w:r w:rsidR="00C15B30" w:rsidRPr="00C15B30">
        <w:rPr>
          <w:rFonts w:hint="cs"/>
          <w:rtl/>
        </w:rPr>
        <w:t>1</w:t>
      </w:r>
      <w:r w:rsidR="00172497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29</w:t>
      </w:r>
      <w:r w:rsidR="0035346A" w:rsidRPr="0035346A">
        <w:rPr>
          <w:rFonts w:hint="cs"/>
          <w:rtl/>
        </w:rPr>
        <w:t>0</w:t>
      </w:r>
    </w:p>
    <w:p w:rsidR="006219D7" w:rsidRDefault="006219D7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172497" w:rsidRPr="00172497">
        <w:rPr>
          <w:rtl/>
        </w:rPr>
        <w:t xml:space="preserve"> </w:t>
      </w:r>
      <w:r w:rsidR="00172497">
        <w:rPr>
          <w:rtl/>
        </w:rPr>
        <w:t>کشکول ش</w:t>
      </w:r>
      <w:r w:rsidR="00172497">
        <w:rPr>
          <w:rFonts w:hint="cs"/>
          <w:rtl/>
        </w:rPr>
        <w:t>ی</w:t>
      </w:r>
      <w:r w:rsidR="00172497">
        <w:rPr>
          <w:rFonts w:hint="eastAsia"/>
          <w:rtl/>
        </w:rPr>
        <w:t>خ</w:t>
      </w:r>
      <w:r w:rsidR="00172497">
        <w:rPr>
          <w:rtl/>
        </w:rPr>
        <w:t xml:space="preserve"> بہ</w:t>
      </w:r>
      <w:r w:rsidR="00816B77" w:rsidRPr="00816B77">
        <w:rPr>
          <w:rtl/>
        </w:rPr>
        <w:t>ا</w:t>
      </w:r>
      <w:r w:rsidR="00172497">
        <w:rPr>
          <w:rtl/>
        </w:rPr>
        <w:t>ئ</w:t>
      </w:r>
      <w:r w:rsidR="00172497">
        <w:rPr>
          <w:rFonts w:hint="cs"/>
          <w:rtl/>
        </w:rPr>
        <w:t>ی</w:t>
      </w:r>
      <w:r w:rsidR="00172497">
        <w:rPr>
          <w:rFonts w:hint="eastAsia"/>
          <w:rtl/>
        </w:rPr>
        <w:t>،ص</w:t>
      </w:r>
      <w:r w:rsidR="00C15B30" w:rsidRPr="00C15B30">
        <w:rPr>
          <w:rFonts w:hint="cs"/>
          <w:rtl/>
        </w:rPr>
        <w:t>27</w:t>
      </w:r>
    </w:p>
    <w:p w:rsidR="006219D7" w:rsidRPr="006219D7" w:rsidRDefault="006219D7" w:rsidP="00A60F54">
      <w:pPr>
        <w:pStyle w:val="libPoemTini"/>
        <w:rPr>
          <w:rtl/>
        </w:rPr>
      </w:pPr>
      <w:r w:rsidRPr="006219D7">
        <w:rPr>
          <w:rtl/>
        </w:rPr>
        <w:br w:type="page"/>
      </w:r>
    </w:p>
    <w:p w:rsidR="005A2492" w:rsidRDefault="00816B77" w:rsidP="000E7EA3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سج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ست</w:t>
      </w:r>
      <w:r w:rsidRPr="00816B77">
        <w:rPr>
          <w:rtl/>
          <w:lang w:bidi="ur-PK"/>
        </w:rPr>
        <w:t>ا</w:t>
      </w:r>
      <w:r w:rsidR="005A2492">
        <w:rPr>
          <w:rtl/>
        </w:rPr>
        <w:t>د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تجھ پر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حق ہے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محترم سمجھے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مج</w:t>
      </w:r>
      <w:r w:rsidRPr="00816B77">
        <w:rPr>
          <w:rtl/>
          <w:lang w:bidi="ur-PK"/>
        </w:rPr>
        <w:t>ا</w:t>
      </w:r>
      <w:r w:rsidR="005A2492">
        <w:rPr>
          <w:rtl/>
        </w:rPr>
        <w:t>لس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کرے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غور سے سنے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پر توجہ دے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Pr="00816B77">
        <w:rPr>
          <w:rtl/>
          <w:lang w:bidi="ur-PK"/>
        </w:rPr>
        <w:t>ا</w:t>
      </w:r>
      <w:r w:rsidR="005A2492">
        <w:rPr>
          <w:rtl/>
        </w:rPr>
        <w:t>ز 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ونچ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کرے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شخص </w:t>
      </w:r>
      <w:r w:rsidRPr="00816B77">
        <w:rPr>
          <w:rtl/>
          <w:lang w:bidi="ur-PK"/>
        </w:rPr>
        <w:t>ا</w:t>
      </w:r>
      <w:r w:rsidR="005A2492">
        <w:rPr>
          <w:rtl/>
        </w:rPr>
        <w:t>ن سے کچھ پوچھے تو تم جو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نہ دے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لوگوں کو 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ستف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دہ کرنے دے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پ</w:t>
      </w:r>
      <w:r w:rsidRPr="00816B77">
        <w:rPr>
          <w:rtl/>
          <w:lang w:bidi="ur-PK"/>
        </w:rPr>
        <w:t>ا</w:t>
      </w:r>
      <w:r w:rsidR="005A2492">
        <w:rPr>
          <w:rtl/>
        </w:rPr>
        <w:t>س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بت</w:t>
      </w:r>
      <w:r w:rsidR="005A2492">
        <w:rPr>
          <w:rtl/>
        </w:rPr>
        <w:t xml:space="preserve"> نہ کرے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جب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منے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بر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کرے توتم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ع کرے، تم 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</w:t>
      </w:r>
      <w:r w:rsidR="005A2492">
        <w:rPr>
          <w:rtl/>
        </w:rPr>
        <w:t xml:space="preserve"> پر پردہ 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ظ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ہر کرے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دشمنوں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مل کر نہ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ٹھے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دوستوں سے دشمن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 نہ کرے 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تو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کے فرشتے گو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نگے</w:t>
      </w:r>
      <w:r w:rsidR="005A2492">
        <w:rPr>
          <w:rtl/>
        </w:rPr>
        <w:t xml:space="preserve"> کہ تم نے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ج</w:t>
      </w:r>
      <w:r w:rsidRPr="00816B77">
        <w:rPr>
          <w:rtl/>
          <w:lang w:bidi="ur-PK"/>
        </w:rPr>
        <w:t>ا</w:t>
      </w:r>
      <w:r w:rsidR="005A2492">
        <w:rPr>
          <w:rtl/>
        </w:rPr>
        <w:t>نب توجہ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تم نے علم لوگوں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توجہ مبذ ول کر</w:t>
      </w:r>
      <w:r w:rsidRPr="00816B77">
        <w:rPr>
          <w:rtl/>
          <w:lang w:bidi="ur-PK"/>
        </w:rPr>
        <w:t>ا</w:t>
      </w:r>
      <w:r w:rsidR="005A2492">
        <w:rPr>
          <w:rtl/>
        </w:rPr>
        <w:t>نے کے لئے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بلکہ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کے لئے ح</w:t>
      </w:r>
      <w:r w:rsidRPr="00816B77">
        <w:rPr>
          <w:rtl/>
          <w:lang w:bidi="ur-PK"/>
        </w:rPr>
        <w:t>ا</w:t>
      </w:r>
      <w:r w:rsidR="005A2492">
        <w:rPr>
          <w:rtl/>
        </w:rPr>
        <w:t>صل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گردوں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حق تجھ پر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ہے کہ تم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ن لے کہ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نے تجھے جو علم بخش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جو ر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تجھ پر کھول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سلسلے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تجھے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سرپرست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لہذ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تو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طرح پڑھ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نہ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نہ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پر غضبن</w:t>
      </w:r>
      <w:r w:rsidRPr="00816B77">
        <w:rPr>
          <w:rtl/>
          <w:lang w:bidi="ur-PK"/>
        </w:rPr>
        <w:t>ا</w:t>
      </w:r>
      <w:r w:rsidR="005A2492">
        <w:rPr>
          <w:rtl/>
        </w:rPr>
        <w:t>ک ہو تو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</w:t>
      </w:r>
      <w:r w:rsidR="005A2492">
        <w:rPr>
          <w:rFonts w:hint="eastAsia"/>
          <w:rtl/>
        </w:rPr>
        <w:t>ع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فضل سے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علم بڑھ</w:t>
      </w:r>
      <w:r w:rsidRPr="00816B77">
        <w:rPr>
          <w:rtl/>
          <w:lang w:bidi="ur-PK"/>
        </w:rPr>
        <w:t>ا</w:t>
      </w:r>
      <w:r w:rsidR="005A2492">
        <w:rPr>
          <w:rtl/>
        </w:rPr>
        <w:t>ئے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تو لوگوں کو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علم سے دور رکھے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جب وہ تجھ سے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ہش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</w:t>
      </w:r>
      <w:r w:rsidRPr="00816B77">
        <w:rPr>
          <w:rtl/>
          <w:lang w:bidi="ur-PK"/>
        </w:rPr>
        <w:t>ا</w:t>
      </w:r>
      <w:r w:rsidR="005A2492">
        <w:rPr>
          <w:rtl/>
        </w:rPr>
        <w:t>و ر</w:t>
      </w:r>
      <w:r w:rsidRPr="00816B77">
        <w:rPr>
          <w:rtl/>
          <w:lang w:bidi="ur-PK"/>
        </w:rPr>
        <w:t>ا</w:t>
      </w:r>
      <w:r w:rsidR="005A2492">
        <w:rPr>
          <w:rtl/>
        </w:rPr>
        <w:t>ن پر غضبن</w:t>
      </w:r>
      <w:r w:rsidRPr="00816B77">
        <w:rPr>
          <w:rtl/>
          <w:lang w:bidi="ur-PK"/>
        </w:rPr>
        <w:t>ا</w:t>
      </w:r>
      <w:r w:rsidR="005A2492">
        <w:rPr>
          <w:rtl/>
        </w:rPr>
        <w:t>ک ہو تو 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من</w:t>
      </w:r>
      <w:r w:rsidRPr="00816B77">
        <w:rPr>
          <w:rtl/>
          <w:lang w:bidi="ur-PK"/>
        </w:rPr>
        <w:t>ا</w:t>
      </w:r>
      <w:r w:rsidR="005A2492">
        <w:rPr>
          <w:rtl/>
        </w:rPr>
        <w:t>سب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تجھ سے علم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روشن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لے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لوگوں کے دلوں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گھٹ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دے </w:t>
      </w:r>
      <w:r w:rsidR="006219D7" w:rsidRPr="007741D8">
        <w:rPr>
          <w:rStyle w:val="libFootnotenumChar"/>
          <w:rFonts w:hint="cs"/>
          <w:rtl/>
        </w:rPr>
        <w:t>(1)</w:t>
      </w:r>
    </w:p>
    <w:p w:rsidR="005A2492" w:rsidRDefault="005A2492" w:rsidP="000E7EA3">
      <w:pPr>
        <w:pStyle w:val="Heading1"/>
        <w:rPr>
          <w:rtl/>
        </w:rPr>
      </w:pPr>
      <w:bookmarkStart w:id="72" w:name="_Toc393190497"/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ظلم وستم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بچےّ</w:t>
      </w:r>
      <w:bookmarkEnd w:id="72"/>
    </w:p>
    <w:p w:rsidR="006219D7" w:rsidRDefault="005A2492" w:rsidP="000E7EA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خط ہے جو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نے 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پ کے ظلم وستم سے دل برد</w:t>
      </w:r>
      <w:r w:rsidR="00816B77" w:rsidRPr="00816B77">
        <w:rPr>
          <w:rtl/>
          <w:lang w:bidi="ur-PK"/>
        </w:rPr>
        <w:t>ا</w:t>
      </w:r>
      <w:r>
        <w:rPr>
          <w:rtl/>
        </w:rPr>
        <w:t>شتہ ہوکر گھر سے فر</w:t>
      </w:r>
      <w:r w:rsidR="00816B77" w:rsidRPr="00816B77">
        <w:rPr>
          <w:rtl/>
          <w:lang w:bidi="ur-PK"/>
        </w:rPr>
        <w:t>ا</w:t>
      </w:r>
      <w:r>
        <w:rPr>
          <w:rtl/>
        </w:rPr>
        <w:t>ر ہونے سے پہلے لکھ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:</w:t>
      </w:r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خط ہے جسے غور سے پڑھ لو تو ش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مردہ ہوچک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 ہوج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سمجھ لو کہ کس قدر خود خو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پست فطرت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ہو!ب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متنفر ہوں دوب</w:t>
      </w:r>
      <w:r w:rsidR="00816B77" w:rsidRPr="00816B77">
        <w:rPr>
          <w:rtl/>
          <w:lang w:bidi="ur-PK"/>
        </w:rPr>
        <w:t>ا</w:t>
      </w:r>
      <w:r>
        <w:rPr>
          <w:rtl/>
        </w:rPr>
        <w:t>رہ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منحوس چہرہ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 </w:t>
      </w:r>
      <w:r w:rsidR="00816B77" w:rsidRPr="00816B77">
        <w:rPr>
          <w:rtl/>
          <w:lang w:bidi="ur-PK"/>
        </w:rPr>
        <w:t>ا</w:t>
      </w:r>
      <w:r>
        <w:rPr>
          <w:rtl/>
        </w:rPr>
        <w:t>س ق</w:t>
      </w:r>
      <w:r w:rsidR="00816B77" w:rsidRPr="00816B77">
        <w:rPr>
          <w:rtl/>
          <w:lang w:bidi="ur-PK"/>
        </w:rPr>
        <w:t>ا</w:t>
      </w:r>
      <w:r>
        <w:rPr>
          <w:rtl/>
        </w:rPr>
        <w:t>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پ کہہ کر پک</w:t>
      </w:r>
      <w:r w:rsidR="00816B77" w:rsidRPr="00816B77">
        <w:rPr>
          <w:rtl/>
          <w:lang w:bidi="ur-PK"/>
        </w:rPr>
        <w:t>ا</w:t>
      </w:r>
      <w:r>
        <w:rPr>
          <w:rtl/>
        </w:rPr>
        <w:t>روں</w:t>
      </w:r>
      <w:r>
        <w:rPr>
          <w:rFonts w:hint="eastAsia"/>
          <w:rtl/>
        </w:rPr>
        <w:t>بلکہ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من</w:t>
      </w:r>
      <w:r w:rsidR="00816B77" w:rsidRPr="00816B77">
        <w:rPr>
          <w:rtl/>
          <w:lang w:bidi="ur-PK"/>
        </w:rPr>
        <w:t>ا</w:t>
      </w:r>
      <w:r>
        <w:rPr>
          <w:rtl/>
        </w:rPr>
        <w:t>سب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تو ب</w:t>
      </w:r>
      <w:r w:rsidR="00816B77" w:rsidRPr="00816B77">
        <w:rPr>
          <w:rtl/>
          <w:lang w:bidi="ur-PK"/>
        </w:rPr>
        <w:t>ا</w:t>
      </w:r>
      <w:r>
        <w:rPr>
          <w:rtl/>
        </w:rPr>
        <w:t>پ ہونے کے لئے کبھ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تم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ہوتم نے مجھے بچپن سے لے کر </w:t>
      </w:r>
      <w:r w:rsidR="00816B77" w:rsidRPr="00816B77">
        <w:rPr>
          <w:rtl/>
          <w:lang w:bidi="ur-PK"/>
        </w:rPr>
        <w:t>ا</w:t>
      </w:r>
      <w:r>
        <w:rPr>
          <w:rtl/>
        </w:rPr>
        <w:t>ب تک س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محروم رکھ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</w:p>
    <w:p w:rsidR="006219D7" w:rsidRDefault="006219D7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219D7" w:rsidRDefault="006219D7" w:rsidP="000E7EA3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0E7EA3" w:rsidRPr="000E7EA3">
        <w:rPr>
          <w:rtl/>
        </w:rPr>
        <w:t xml:space="preserve"> مک</w:t>
      </w:r>
      <w:r w:rsidR="00816B77" w:rsidRPr="00816B77">
        <w:rPr>
          <w:rtl/>
        </w:rPr>
        <w:t>ا</w:t>
      </w:r>
      <w:r w:rsidR="000E7EA3" w:rsidRPr="000E7EA3">
        <w:rPr>
          <w:rtl/>
        </w:rPr>
        <w:t xml:space="preserve">رم </w:t>
      </w:r>
      <w:r w:rsidR="00816B77" w:rsidRPr="00816B77">
        <w:rPr>
          <w:rtl/>
        </w:rPr>
        <w:t>ا</w:t>
      </w:r>
      <w:r w:rsidR="000E7EA3" w:rsidRPr="000E7EA3">
        <w:rPr>
          <w:rtl/>
        </w:rPr>
        <w:t>ل</w:t>
      </w:r>
      <w:r w:rsidR="00816B77" w:rsidRPr="00816B77">
        <w:rPr>
          <w:rtl/>
        </w:rPr>
        <w:t>ا</w:t>
      </w:r>
      <w:r w:rsidR="000E7EA3" w:rsidRPr="000E7EA3">
        <w:rPr>
          <w:rtl/>
        </w:rPr>
        <w:t>خل</w:t>
      </w:r>
      <w:r w:rsidR="00816B77" w:rsidRPr="00816B77">
        <w:rPr>
          <w:rtl/>
        </w:rPr>
        <w:t>ا</w:t>
      </w:r>
      <w:r w:rsidR="000E7EA3" w:rsidRPr="000E7EA3">
        <w:rPr>
          <w:rtl/>
        </w:rPr>
        <w:t>ق،ص</w:t>
      </w:r>
      <w:r w:rsidR="00C15B30" w:rsidRPr="00C15B30">
        <w:rPr>
          <w:rFonts w:hint="cs"/>
          <w:rtl/>
        </w:rPr>
        <w:t>484</w:t>
      </w:r>
    </w:p>
    <w:p w:rsidR="006219D7" w:rsidRPr="000E7EA3" w:rsidRDefault="006219D7" w:rsidP="00A60F54">
      <w:pPr>
        <w:pStyle w:val="libPoemTini"/>
        <w:rPr>
          <w:rtl/>
        </w:rPr>
      </w:pPr>
      <w:r w:rsidRPr="000E7EA3">
        <w:rPr>
          <w:rtl/>
        </w:rPr>
        <w:br w:type="page"/>
      </w:r>
    </w:p>
    <w:p w:rsidR="005A2492" w:rsidRDefault="000E7EA3" w:rsidP="00EB0E40">
      <w:pPr>
        <w:pStyle w:val="libNormal"/>
        <w:rPr>
          <w:rtl/>
        </w:rPr>
      </w:pP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کو طل</w:t>
      </w:r>
      <w:r w:rsidR="00816B77" w:rsidRPr="00816B77">
        <w:rPr>
          <w:rtl/>
          <w:lang w:bidi="ur-PK"/>
        </w:rPr>
        <w:t>ا</w:t>
      </w:r>
      <w:r>
        <w:rPr>
          <w:rtl/>
        </w:rPr>
        <w:t>ق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نش</w:t>
      </w:r>
      <w:r w:rsidR="00816B77" w:rsidRPr="00816B77">
        <w:rPr>
          <w:rtl/>
          <w:lang w:bidi="ur-PK"/>
        </w:rPr>
        <w:t>ا</w:t>
      </w:r>
      <w:r>
        <w:rPr>
          <w:rtl/>
        </w:rPr>
        <w:t>ط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درو</w:t>
      </w:r>
      <w:r w:rsidR="00816B77" w:rsidRPr="00816B77">
        <w:rPr>
          <w:rtl/>
          <w:lang w:bidi="ur-PK"/>
        </w:rPr>
        <w:t>ا</w:t>
      </w:r>
      <w:r>
        <w:rPr>
          <w:rtl/>
        </w:rPr>
        <w:t>زہ مجھ پر بند کرد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لئے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سے بڑھ کر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کون دل سوز ہوسکت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ہے؟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دن کو فر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موش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کروں 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جس دن تم 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ں کو طل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ق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وہ مجھے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خر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غوش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لے کرگرم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نسؤں سے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چہرے کو تر کرکے چل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مجھے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معلوم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کہ و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ں چل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وہ زندہ ہے 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مردہ؟</w:t>
      </w:r>
      <w:r w:rsidR="005A2492">
        <w:rPr>
          <w:rFonts w:hint="eastAsia"/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س دن جب تم نے مجھے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ز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لئے خوش خبر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ہوں، کہ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ں مر 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کہہ کر قہقہہ لگ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شروع ک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دن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ں سے ملنے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لکل ختم ہوگئ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جب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رونے لگ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تم نے مجھے ٹھوکر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ہوش</w:t>
      </w:r>
      <w:r w:rsidR="005A2492">
        <w:rPr>
          <w:rtl/>
        </w:rPr>
        <w:t xml:space="preserve"> ہوگئ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نہ ج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سک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ں کھڑ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ہوں؟!ب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مجھے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رونے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حق نہ تھ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؟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رے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!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وہ نو س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لہ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تمہ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وحش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کو برد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شت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تحمل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کرسکت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 کے س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ڑھے گ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رہ</w:t>
      </w:r>
      <w:r w:rsidR="005A2492">
        <w:rPr>
          <w:rtl/>
        </w:rPr>
        <w:t xml:space="preserve">  بج چکے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جب کہ تم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تمہ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تک </w:t>
      </w:r>
      <w:r w:rsidR="005A2492">
        <w:rPr>
          <w:rFonts w:hint="eastAsia"/>
          <w:rtl/>
        </w:rPr>
        <w:t>فلم</w:t>
      </w:r>
      <w:r w:rsidR="005A2492">
        <w:rPr>
          <w:rtl/>
        </w:rPr>
        <w:t xml:space="preserve"> 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 سے گھر 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پس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لوٹے کل صبح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جہنم سے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شہ</w:t>
      </w:r>
      <w:r w:rsidR="005A2492">
        <w:rPr>
          <w:rtl/>
        </w:rPr>
        <w:t xml:space="preserve"> کے لئے نکل ج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ؤں گ</w:t>
      </w:r>
      <w:r w:rsidR="005A2492"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دن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لوں کو بت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دوں 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ظ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لم،بے رحم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سنگدل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دن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موجود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مگر لوگوں کو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ئے گ</w:t>
      </w:r>
      <w:r w:rsidR="00816B77" w:rsidRPr="00816B77">
        <w:rPr>
          <w:rtl/>
          <w:lang w:bidi="ur-PK"/>
        </w:rPr>
        <w:t>ا</w:t>
      </w:r>
      <w:r w:rsidR="006219D7" w:rsidRPr="007741D8">
        <w:rPr>
          <w:rStyle w:val="libFootnotenumChar"/>
          <w:rFonts w:hint="cs"/>
          <w:rtl/>
        </w:rPr>
        <w:t>(1)</w:t>
      </w:r>
    </w:p>
    <w:p w:rsidR="005A2492" w:rsidRDefault="00816B77" w:rsidP="00EB0E40">
      <w:pPr>
        <w:pStyle w:val="Heading1"/>
        <w:rPr>
          <w:rtl/>
        </w:rPr>
      </w:pPr>
      <w:bookmarkStart w:id="73" w:name="_Toc393190498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لح 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A60F54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نعمت</w:t>
      </w:r>
      <w:bookmarkEnd w:id="73"/>
    </w:p>
    <w:p w:rsidR="005A2492" w:rsidRPr="00EB0E40" w:rsidRDefault="005A2492" w:rsidP="00A60F54">
      <w:pPr>
        <w:pStyle w:val="libVar0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>ہے کہ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ہم</w:t>
      </w:r>
      <w:r w:rsidR="00816B77" w:rsidRPr="00816B77">
        <w:rPr>
          <w:rtl/>
          <w:lang w:bidi="ur-PK"/>
        </w:rPr>
        <w:t>ا</w:t>
      </w:r>
      <w:r>
        <w:rPr>
          <w:rtl/>
        </w:rPr>
        <w:t>رے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وہ ب</w:t>
      </w:r>
      <w:r w:rsidR="008D6D4F" w:rsidRPr="008D6D4F">
        <w:rPr>
          <w:rFonts w:hint="cs"/>
          <w:rtl/>
          <w:lang w:bidi="ur-PK"/>
        </w:rPr>
        <w:t>ہ</w:t>
      </w:r>
      <w:r w:rsidRPr="00A60F54">
        <w:rPr>
          <w:rFonts w:hint="cs"/>
          <w:rtl/>
        </w:rPr>
        <w:t xml:space="preserve">ت </w:t>
      </w:r>
      <w:r w:rsidR="00816B77" w:rsidRPr="00A60F54">
        <w:rPr>
          <w:rFonts w:hint="cs"/>
          <w:rtl/>
        </w:rPr>
        <w:t>ا</w:t>
      </w:r>
      <w:r w:rsidRPr="00A60F54">
        <w:rPr>
          <w:rFonts w:hint="cs"/>
          <w:rtl/>
        </w:rPr>
        <w:t>فسردہ ح</w:t>
      </w:r>
      <w:r w:rsidR="00816B77" w:rsidRPr="00A60F54">
        <w:rPr>
          <w:rFonts w:hint="cs"/>
          <w:rtl/>
        </w:rPr>
        <w:t>ا</w:t>
      </w:r>
      <w:r w:rsidRPr="00A60F54">
        <w:rPr>
          <w:rFonts w:hint="cs"/>
          <w:rtl/>
        </w:rPr>
        <w:t>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اا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 w:rsidR="007B6DC7" w:rsidRPr="007B6DC7">
        <w:rPr>
          <w:rtl/>
          <w:lang w:bidi="ur-PK"/>
        </w:rPr>
        <w:t>(ع)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ہو؟</w:t>
      </w:r>
      <w:r w:rsidR="00816B77" w:rsidRPr="00816B77">
        <w:rPr>
          <w:rtl/>
          <w:lang w:bidi="ur-PK"/>
        </w:rPr>
        <w:t>ا</w:t>
      </w:r>
      <w:r>
        <w:rPr>
          <w:rtl/>
        </w:rPr>
        <w:t>گر خد</w:t>
      </w:r>
      <w:r w:rsidR="00816B77" w:rsidRPr="00816B77">
        <w:rPr>
          <w:rtl/>
          <w:lang w:bidi="ur-PK"/>
        </w:rPr>
        <w:t>ا</w:t>
      </w:r>
      <w:r>
        <w:rPr>
          <w:rtl/>
        </w:rPr>
        <w:t>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تجھ پر 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زل کرے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کروں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تم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کروگے؟ تو تم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ب دوگے؟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ر خد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! جو تو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 کرے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مؑ</w:t>
      </w:r>
      <w:r>
        <w:rPr>
          <w:rtl/>
        </w:rPr>
        <w:t xml:space="preserve"> نے قر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 w:rsidR="00816B77" w:rsidRPr="00816B77">
        <w:rPr>
          <w:rtl/>
          <w:lang w:bidi="ur-PK"/>
        </w:rPr>
        <w:t>ا</w:t>
      </w:r>
      <w:r>
        <w:rPr>
          <w:rtl/>
        </w:rPr>
        <w:t>وت فرم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خضر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ن ذکر ہوئ</w:t>
      </w:r>
      <w:r>
        <w:rPr>
          <w:rFonts w:hint="cs"/>
          <w:rtl/>
        </w:rPr>
        <w:t>ی</w:t>
      </w:r>
      <w:r>
        <w:rPr>
          <w:rtl/>
        </w:rPr>
        <w:t xml:space="preserve"> ہے، کہ حضرت خضر 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لڑکے کو پکڑ کر م</w:t>
      </w:r>
      <w:r w:rsidR="00816B77" w:rsidRPr="00816B77">
        <w:rPr>
          <w:rtl/>
          <w:lang w:bidi="ur-PK"/>
        </w:rPr>
        <w:t>ا</w:t>
      </w:r>
      <w:r>
        <w:rPr>
          <w:rtl/>
        </w:rPr>
        <w:t>رڈ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جس پر حضرت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نے سخت </w:t>
      </w:r>
      <w:r w:rsidR="00816B77" w:rsidRPr="00816B77">
        <w:rPr>
          <w:rtl/>
          <w:lang w:bidi="ur-PK"/>
        </w:rPr>
        <w:t>ا</w:t>
      </w:r>
      <w:r>
        <w:rPr>
          <w:rtl/>
        </w:rPr>
        <w:t>عتر</w:t>
      </w:r>
      <w:r w:rsidR="00816B77" w:rsidRPr="00816B77">
        <w:rPr>
          <w:rtl/>
          <w:lang w:bidi="ur-PK"/>
        </w:rPr>
        <w:t>ا</w:t>
      </w:r>
      <w:r>
        <w:rPr>
          <w:rtl/>
        </w:rPr>
        <w:t>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،جس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بت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EB0E40">
        <w:rPr>
          <w:rStyle w:val="libAieChar"/>
          <w:rFonts w:hint="eastAsia"/>
          <w:rtl/>
        </w:rPr>
        <w:t>فَ</w:t>
      </w:r>
      <w:r w:rsidR="00CF3D62" w:rsidRPr="00CF3D62">
        <w:rPr>
          <w:rStyle w:val="libAieChar"/>
          <w:rFonts w:hint="cs"/>
          <w:rtl/>
        </w:rPr>
        <w:t>ا</w:t>
      </w:r>
      <w:r w:rsidRPr="00EB0E40">
        <w:rPr>
          <w:rStyle w:val="libAieChar"/>
          <w:rFonts w:hint="cs"/>
          <w:rtl/>
        </w:rPr>
        <w:t>رَدْنَ</w:t>
      </w:r>
      <w:r w:rsidR="00CF3D62" w:rsidRPr="00CF3D62">
        <w:rPr>
          <w:rStyle w:val="libAieChar"/>
          <w:rFonts w:hint="cs"/>
          <w:rtl/>
        </w:rPr>
        <w:t>ا</w:t>
      </w:r>
      <w:r w:rsidRPr="00EB0E40">
        <w:rPr>
          <w:rStyle w:val="libAieChar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Pr="00EB0E40">
        <w:rPr>
          <w:rStyle w:val="libAieChar"/>
          <w:rFonts w:hint="cs"/>
          <w:rtl/>
        </w:rPr>
        <w:t>ن يُبْدِلَهُمَ</w:t>
      </w:r>
      <w:r w:rsidR="00CF3D62" w:rsidRPr="00CF3D62">
        <w:rPr>
          <w:rStyle w:val="libAieChar"/>
          <w:rFonts w:hint="cs"/>
          <w:rtl/>
        </w:rPr>
        <w:t>ا</w:t>
      </w:r>
      <w:r w:rsidRPr="00EB0E40">
        <w:rPr>
          <w:rStyle w:val="libAieChar"/>
          <w:rFonts w:hint="cs"/>
          <w:rtl/>
        </w:rPr>
        <w:t xml:space="preserve"> رَبُّهُمَ</w:t>
      </w:r>
      <w:r w:rsidR="00CF3D62" w:rsidRPr="00CF3D62">
        <w:rPr>
          <w:rStyle w:val="libAieChar"/>
          <w:rFonts w:hint="cs"/>
          <w:rtl/>
        </w:rPr>
        <w:t>ا</w:t>
      </w:r>
      <w:r w:rsidRPr="00EB0E40">
        <w:rPr>
          <w:rStyle w:val="libAieChar"/>
          <w:rFonts w:hint="cs"/>
          <w:rtl/>
        </w:rPr>
        <w:t xml:space="preserve"> خَيْرً</w:t>
      </w:r>
      <w:r w:rsidR="00CF3D62" w:rsidRPr="00CF3D62">
        <w:rPr>
          <w:rStyle w:val="libAieChar"/>
          <w:rFonts w:hint="cs"/>
          <w:rtl/>
        </w:rPr>
        <w:t>ا</w:t>
      </w:r>
      <w:r w:rsidRPr="00EB0E40">
        <w:rPr>
          <w:rStyle w:val="libAieChar"/>
          <w:rFonts w:hint="cs"/>
          <w:rtl/>
        </w:rPr>
        <w:t xml:space="preserve"> مِّنْهُ زَكَ</w:t>
      </w:r>
      <w:r w:rsidR="00CF3D62" w:rsidRPr="00CF3D62">
        <w:rPr>
          <w:rStyle w:val="libAieChar"/>
          <w:rFonts w:hint="cs"/>
          <w:rtl/>
        </w:rPr>
        <w:t>ا</w:t>
      </w:r>
      <w:r w:rsidRPr="00EB0E40">
        <w:rPr>
          <w:rStyle w:val="libAieChar"/>
          <w:rFonts w:hint="cs"/>
          <w:rtl/>
        </w:rPr>
        <w:t>ةً وَ</w:t>
      </w:r>
      <w:r w:rsidR="00CF3D62" w:rsidRPr="00CF3D62">
        <w:rPr>
          <w:rStyle w:val="libAieChar"/>
          <w:rFonts w:hint="cs"/>
          <w:rtl/>
        </w:rPr>
        <w:t>ا</w:t>
      </w:r>
      <w:r w:rsidRPr="00EB0E40">
        <w:rPr>
          <w:rStyle w:val="libAieChar"/>
          <w:rFonts w:hint="cs"/>
          <w:rtl/>
        </w:rPr>
        <w:t>قْرَبَ رُحْمً</w:t>
      </w:r>
      <w:r w:rsidR="00CF3D62" w:rsidRPr="00CF3D62">
        <w:rPr>
          <w:rStyle w:val="libAieChar"/>
          <w:rFonts w:hint="cs"/>
          <w:rtl/>
        </w:rPr>
        <w:t>ا</w:t>
      </w:r>
      <w:r w:rsidR="006219D7" w:rsidRPr="007741D8">
        <w:rPr>
          <w:rStyle w:val="libFootnotenumChar"/>
          <w:rFonts w:hint="cs"/>
          <w:rtl/>
        </w:rPr>
        <w:t>(2)</w:t>
      </w:r>
    </w:p>
    <w:p w:rsidR="006219D7" w:rsidRDefault="006219D7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219D7" w:rsidRDefault="006219D7" w:rsidP="0005160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EB0E40" w:rsidRPr="00EB0E40">
        <w:rPr>
          <w:rtl/>
        </w:rPr>
        <w:t xml:space="preserve">  </w:t>
      </w:r>
      <w:r w:rsidR="00816B77" w:rsidRPr="00816B77">
        <w:rPr>
          <w:rtl/>
        </w:rPr>
        <w:t>ا</w:t>
      </w:r>
      <w:r w:rsidR="00EB0E40" w:rsidRPr="00EB0E40">
        <w:rPr>
          <w:rtl/>
        </w:rPr>
        <w:t>لگوئ</w:t>
      </w:r>
      <w:r w:rsidR="00EB0E40" w:rsidRPr="00EB0E40">
        <w:rPr>
          <w:rFonts w:hint="cs"/>
          <w:rtl/>
        </w:rPr>
        <w:t>ی</w:t>
      </w:r>
      <w:r w:rsidR="00EB0E40" w:rsidRPr="00EB0E40">
        <w:rPr>
          <w:rtl/>
        </w:rPr>
        <w:t xml:space="preserve"> ترب</w:t>
      </w:r>
      <w:r w:rsidR="00EB0E40" w:rsidRPr="00EB0E40">
        <w:rPr>
          <w:rFonts w:hint="cs"/>
          <w:rtl/>
        </w:rPr>
        <w:t>ی</w:t>
      </w:r>
      <w:r w:rsidR="00EB0E40" w:rsidRPr="00EB0E40">
        <w:rPr>
          <w:rFonts w:hint="eastAsia"/>
          <w:rtl/>
        </w:rPr>
        <w:t>ت</w:t>
      </w:r>
      <w:r w:rsidR="00EB0E40" w:rsidRPr="00EB0E40">
        <w:rPr>
          <w:rtl/>
        </w:rPr>
        <w:t xml:space="preserve"> کودک</w:t>
      </w:r>
      <w:r w:rsidR="00816B77" w:rsidRPr="00816B77">
        <w:rPr>
          <w:rtl/>
        </w:rPr>
        <w:t>ا</w:t>
      </w:r>
      <w:r w:rsidR="00EB0E40" w:rsidRPr="00EB0E40">
        <w:rPr>
          <w:rtl/>
        </w:rPr>
        <w:t>ن و نوجو</w:t>
      </w:r>
      <w:r w:rsidR="00816B77" w:rsidRPr="00816B77">
        <w:rPr>
          <w:rtl/>
        </w:rPr>
        <w:t>ا</w:t>
      </w:r>
      <w:r w:rsidR="00EB0E40" w:rsidRPr="00EB0E40">
        <w:rPr>
          <w:rtl/>
        </w:rPr>
        <w:t>ن</w:t>
      </w:r>
      <w:r w:rsidR="00816B77" w:rsidRPr="00816B77">
        <w:rPr>
          <w:rtl/>
        </w:rPr>
        <w:t>ا</w:t>
      </w:r>
      <w:r w:rsidR="00EB0E40" w:rsidRPr="00EB0E40">
        <w:rPr>
          <w:rtl/>
        </w:rPr>
        <w:t>ن،ص</w:t>
      </w:r>
      <w:r w:rsidR="00C15B30" w:rsidRPr="00C15B30">
        <w:rPr>
          <w:rFonts w:hint="cs"/>
          <w:rtl/>
        </w:rPr>
        <w:t>248</w:t>
      </w:r>
    </w:p>
    <w:p w:rsidR="006219D7" w:rsidRDefault="006219D7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EB0E40" w:rsidRPr="00EB0E40">
        <w:rPr>
          <w:rtl/>
        </w:rPr>
        <w:t xml:space="preserve">  </w:t>
      </w:r>
      <w:r w:rsidR="00816B77" w:rsidRPr="00816B77">
        <w:rPr>
          <w:rtl/>
        </w:rPr>
        <w:t>ا</w:t>
      </w:r>
      <w:r w:rsidR="00EB0E40" w:rsidRPr="00EB0E40">
        <w:rPr>
          <w:rtl/>
        </w:rPr>
        <w:t>لکہف،</w:t>
      </w:r>
      <w:r w:rsidR="00C15B30" w:rsidRPr="00C15B30">
        <w:rPr>
          <w:rFonts w:hint="cs"/>
          <w:rtl/>
        </w:rPr>
        <w:t>81</w:t>
      </w:r>
    </w:p>
    <w:p w:rsidR="006219D7" w:rsidRPr="00EB0E40" w:rsidRDefault="006219D7" w:rsidP="00A60F54">
      <w:pPr>
        <w:pStyle w:val="libPoemTini"/>
        <w:rPr>
          <w:rtl/>
        </w:rPr>
      </w:pPr>
      <w:r w:rsidRPr="00EB0E40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"تو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پروردگ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کے بدلے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فرزند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جو پ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 صلئہ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ترہو"</w:t>
      </w:r>
    </w:p>
    <w:p w:rsidR="005A2492" w:rsidRDefault="005A2492" w:rsidP="00A0111D">
      <w:pPr>
        <w:pStyle w:val="libNormal"/>
        <w:rPr>
          <w:rtl/>
        </w:rPr>
      </w:pPr>
      <w:r>
        <w:rPr>
          <w:rFonts w:hint="eastAsia"/>
          <w:rtl/>
        </w:rPr>
        <w:t>خد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نسل سے (</w:t>
      </w:r>
      <w:r w:rsidR="00C15B30" w:rsidRPr="00C15B30">
        <w:rPr>
          <w:rFonts w:hint="cs"/>
          <w:rtl/>
          <w:lang w:bidi="ur-PK"/>
        </w:rPr>
        <w:t>7</w:t>
      </w:r>
      <w:r w:rsidR="0035346A" w:rsidRPr="0035346A">
        <w:rPr>
          <w:rFonts w:hint="cs"/>
          <w:rtl/>
          <w:lang w:bidi="ur-PK"/>
        </w:rPr>
        <w:t>0</w:t>
      </w:r>
      <w:r w:rsidRPr="00E67D25">
        <w:rPr>
          <w:rFonts w:hint="cs"/>
          <w:rtl/>
        </w:rPr>
        <w:t>)ستّر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  <w:r w:rsidR="00A0111D" w:rsidRPr="007741D8">
        <w:rPr>
          <w:rStyle w:val="libFootnotenumChar"/>
          <w:rFonts w:hint="cs"/>
          <w:rtl/>
        </w:rPr>
        <w:t>(1)</w:t>
      </w:r>
    </w:p>
    <w:p w:rsidR="005A2492" w:rsidRDefault="005A2492" w:rsidP="00C66645">
      <w:pPr>
        <w:pStyle w:val="libNormal"/>
        <w:rPr>
          <w:rtl/>
        </w:rPr>
      </w:pPr>
      <w:r>
        <w:rPr>
          <w:rFonts w:hint="eastAsia"/>
          <w:rtl/>
        </w:rPr>
        <w:t>دور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 w:rsidR="00816B77" w:rsidRPr="00816B77">
        <w:rPr>
          <w:rtl/>
          <w:lang w:bidi="ur-PK"/>
        </w:rPr>
        <w:t>ا</w:t>
      </w:r>
      <w:r>
        <w:rPr>
          <w:rtl/>
        </w:rPr>
        <w:t>دت پر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>پ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تے تھے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سح</w:t>
      </w:r>
      <w:r w:rsidR="00816B77" w:rsidRPr="00816B77">
        <w:rPr>
          <w:rtl/>
          <w:lang w:bidi="ur-PK"/>
        </w:rPr>
        <w:t>ا</w:t>
      </w:r>
      <w:r>
        <w:rPr>
          <w:rtl/>
        </w:rPr>
        <w:t>ق بن محمد کو خبر مل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ہ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ہے،تو وہ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لول ع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قل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تو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لم </w:t>
      </w:r>
      <w:r w:rsidR="00816B77" w:rsidRPr="00816B77">
        <w:rPr>
          <w:rtl/>
          <w:lang w:bidi="ur-PK"/>
        </w:rPr>
        <w:t>ا</w:t>
      </w:r>
      <w:r>
        <w:rPr>
          <w:rtl/>
        </w:rPr>
        <w:t>ور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ونقص ب</w:t>
      </w:r>
      <w:r>
        <w:rPr>
          <w:rFonts w:hint="cs"/>
          <w:rtl/>
        </w:rPr>
        <w:t>ی</w:t>
      </w:r>
      <w:r>
        <w:rPr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لےں تم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ہوگئے ہو؟!ک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دل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گل بچہ تجھے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؟!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سح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ق</w:t>
      </w:r>
      <w:r>
        <w:rPr>
          <w:rtl/>
        </w:rPr>
        <w:t xml:space="preserve"> بے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نہ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توں کو سن کرمسکر</w:t>
      </w:r>
      <w:r w:rsidR="00816B77" w:rsidRPr="00816B77">
        <w:rPr>
          <w:rtl/>
          <w:lang w:bidi="ur-PK"/>
        </w:rPr>
        <w:t>ا</w:t>
      </w:r>
      <w:r>
        <w:rPr>
          <w:rtl/>
        </w:rPr>
        <w:t>نے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</w:t>
      </w:r>
      <w:r w:rsidR="00816B77" w:rsidRPr="00816B77">
        <w:rPr>
          <w:rtl/>
          <w:lang w:bidi="ur-PK"/>
        </w:rPr>
        <w:t>ا</w:t>
      </w:r>
      <w:r>
        <w:rPr>
          <w:rtl/>
        </w:rPr>
        <w:t>ب غفلت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 w:rsidR="00A0111D" w:rsidRPr="007741D8">
        <w:rPr>
          <w:rStyle w:val="libFootnotenumChar"/>
          <w:rFonts w:hint="cs"/>
          <w:rtl/>
        </w:rPr>
        <w:t>(2)</w:t>
      </w:r>
    </w:p>
    <w:p w:rsidR="005A2492" w:rsidRDefault="005A2492" w:rsidP="00C66645">
      <w:pPr>
        <w:pStyle w:val="Heading1"/>
        <w:rPr>
          <w:rtl/>
        </w:rPr>
      </w:pPr>
      <w:r>
        <w:rPr>
          <w:rtl/>
        </w:rPr>
        <w:t xml:space="preserve"> </w:t>
      </w:r>
      <w:bookmarkStart w:id="74" w:name="_Toc393190499"/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</w:t>
      </w:r>
      <w:bookmarkEnd w:id="74"/>
    </w:p>
    <w:p w:rsidR="005A2492" w:rsidRDefault="005A2492" w:rsidP="00A0111D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:جو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ر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کوئ</w:t>
      </w:r>
      <w:r>
        <w:rPr>
          <w:rFonts w:hint="cs"/>
          <w:rtl/>
        </w:rPr>
        <w:t>ی</w:t>
      </w:r>
      <w:r>
        <w:rPr>
          <w:rtl/>
        </w:rPr>
        <w:t xml:space="preserve"> تحفہ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گھر و</w:t>
      </w:r>
      <w:r w:rsidR="00816B77" w:rsidRPr="00816B77">
        <w:rPr>
          <w:rtl/>
          <w:lang w:bidi="ur-PK"/>
        </w:rPr>
        <w:t>ا</w:t>
      </w:r>
      <w:r>
        <w:rPr>
          <w:rtl/>
        </w:rPr>
        <w:t>لوں کے لئے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مستحق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 w:rsidR="00816B77" w:rsidRPr="00816B77">
        <w:rPr>
          <w:rtl/>
          <w:lang w:bidi="ur-PK"/>
        </w:rPr>
        <w:t>ا</w:t>
      </w:r>
      <w:r>
        <w:rPr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>س تحفہ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پر مقدم رکھےک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خوش کرے تو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گر بچےّ کو خوش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خوف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جو بھ</w:t>
      </w:r>
      <w:r>
        <w:rPr>
          <w:rFonts w:hint="cs"/>
          <w:rtl/>
        </w:rPr>
        <w:t>ی</w:t>
      </w:r>
      <w:r>
        <w:rPr>
          <w:rtl/>
        </w:rPr>
        <w:t xml:space="preserve"> خوف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روئے وہ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A0111D" w:rsidRPr="007741D8">
        <w:rPr>
          <w:rStyle w:val="libFootnotenumChar"/>
          <w:rFonts w:hint="cs"/>
          <w:rtl/>
        </w:rPr>
        <w:t>(3)</w:t>
      </w:r>
    </w:p>
    <w:p w:rsidR="00A0111D" w:rsidRDefault="00A0111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66645" w:rsidRDefault="00A0111D" w:rsidP="00C6664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C66645" w:rsidRPr="00C66645">
        <w:rPr>
          <w:rtl/>
        </w:rPr>
        <w:t xml:space="preserve"> </w:t>
      </w:r>
      <w:r w:rsidR="00C66645">
        <w:rPr>
          <w:rtl/>
        </w:rPr>
        <w:t xml:space="preserve">  </w:t>
      </w:r>
      <w:r w:rsidR="00C66645" w:rsidRPr="000B1FC0">
        <w:rPr>
          <w:rStyle w:val="libFootNoteArabicChar"/>
          <w:rtl/>
        </w:rPr>
        <w:t>سف</w:t>
      </w:r>
      <w:r w:rsidR="00C66645" w:rsidRPr="000B1FC0">
        <w:rPr>
          <w:rStyle w:val="libFootNoteArabicChar"/>
          <w:rFonts w:hint="cs"/>
          <w:rtl/>
        </w:rPr>
        <w:t xml:space="preserve">ينة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C66645" w:rsidRPr="000B1FC0">
        <w:rPr>
          <w:rStyle w:val="libFootNoteArabicChar"/>
          <w:rFonts w:hint="cs"/>
          <w:rtl/>
        </w:rPr>
        <w:t>لبح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C66645" w:rsidRPr="000B1FC0">
        <w:rPr>
          <w:rStyle w:val="libFootNoteArabicChar"/>
          <w:rFonts w:hint="cs"/>
          <w:rtl/>
        </w:rPr>
        <w:t>ر،ج</w:t>
      </w:r>
      <w:r w:rsidR="00C15B30" w:rsidRPr="000B1FC0">
        <w:rPr>
          <w:rStyle w:val="libFootNoteArabicChar"/>
          <w:rFonts w:hint="cs"/>
          <w:rtl/>
        </w:rPr>
        <w:t>1</w:t>
      </w:r>
      <w:r w:rsidR="00C66645" w:rsidRPr="000B1FC0">
        <w:rPr>
          <w:rStyle w:val="libFootNoteArabicChar"/>
          <w:rFonts w:hint="cs"/>
          <w:rtl/>
        </w:rPr>
        <w:t>،ص</w:t>
      </w:r>
      <w:r w:rsidR="00C15B30" w:rsidRPr="000B1FC0">
        <w:rPr>
          <w:rStyle w:val="libFootNoteArabicChar"/>
          <w:rFonts w:hint="cs"/>
          <w:rtl/>
        </w:rPr>
        <w:t>1</w:t>
      </w:r>
      <w:r w:rsidR="0035346A" w:rsidRPr="000B1FC0">
        <w:rPr>
          <w:rStyle w:val="libFootNoteArabicChar"/>
          <w:rFonts w:hint="cs"/>
          <w:rtl/>
        </w:rPr>
        <w:t>0</w:t>
      </w:r>
      <w:r w:rsidR="00C15B30" w:rsidRPr="000B1FC0">
        <w:rPr>
          <w:rStyle w:val="libFootNoteArabicChar"/>
          <w:rFonts w:hint="cs"/>
          <w:rtl/>
        </w:rPr>
        <w:t>8</w:t>
      </w:r>
      <w:r w:rsidR="00C66645" w:rsidRPr="00816B77">
        <w:rPr>
          <w:rFonts w:hint="cs"/>
          <w:rtl/>
        </w:rPr>
        <w:t xml:space="preserve">   </w:t>
      </w:r>
    </w:p>
    <w:p w:rsidR="00A0111D" w:rsidRDefault="00A0111D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C66645" w:rsidRPr="00C66645">
        <w:rPr>
          <w:rtl/>
        </w:rPr>
        <w:t xml:space="preserve"> </w:t>
      </w:r>
      <w:r w:rsidR="00C66645">
        <w:rPr>
          <w:rtl/>
        </w:rPr>
        <w:t>مجموعہ قصص و حک</w:t>
      </w:r>
      <w:r w:rsidR="00816B77" w:rsidRPr="00816B77">
        <w:rPr>
          <w:rtl/>
        </w:rPr>
        <w:t>ا</w:t>
      </w:r>
      <w:r w:rsidR="00C66645">
        <w:rPr>
          <w:rFonts w:hint="cs"/>
          <w:rtl/>
        </w:rPr>
        <w:t>ی</w:t>
      </w:r>
      <w:r w:rsidR="00816B77" w:rsidRPr="00816B77">
        <w:rPr>
          <w:rFonts w:hint="eastAsia"/>
          <w:rtl/>
        </w:rPr>
        <w:t>ا</w:t>
      </w:r>
      <w:r w:rsidR="00C66645">
        <w:rPr>
          <w:rFonts w:hint="eastAsia"/>
          <w:rtl/>
        </w:rPr>
        <w:t>ت</w:t>
      </w:r>
      <w:r w:rsidR="00C66645">
        <w:rPr>
          <w:rtl/>
        </w:rPr>
        <w:t xml:space="preserve"> بہلول ع</w:t>
      </w:r>
      <w:r w:rsidR="00816B77" w:rsidRPr="00816B77">
        <w:rPr>
          <w:rtl/>
        </w:rPr>
        <w:t>ا</w:t>
      </w:r>
      <w:r w:rsidR="00C66645">
        <w:rPr>
          <w:rtl/>
        </w:rPr>
        <w:t xml:space="preserve">قل </w:t>
      </w:r>
    </w:p>
    <w:p w:rsidR="00A0111D" w:rsidRDefault="00A0111D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C66645" w:rsidRPr="00C66645">
        <w:rPr>
          <w:rtl/>
        </w:rPr>
        <w:t xml:space="preserve"> </w:t>
      </w:r>
      <w:r w:rsidR="00816B77" w:rsidRPr="00816B77">
        <w:rPr>
          <w:rtl/>
        </w:rPr>
        <w:t>ا</w:t>
      </w:r>
      <w:r w:rsidR="00C66645">
        <w:rPr>
          <w:rtl/>
        </w:rPr>
        <w:t>ث</w:t>
      </w:r>
      <w:r w:rsidR="00816B77" w:rsidRPr="00816B77">
        <w:rPr>
          <w:rtl/>
        </w:rPr>
        <w:t>ا</w:t>
      </w:r>
      <w:r w:rsidR="00C66645">
        <w:rPr>
          <w:rtl/>
        </w:rPr>
        <w:t xml:space="preserve">ر </w:t>
      </w:r>
      <w:r w:rsidR="00816B77" w:rsidRPr="00816B77">
        <w:rPr>
          <w:rtl/>
        </w:rPr>
        <w:t>ا</w:t>
      </w:r>
      <w:r w:rsidR="00C66645">
        <w:rPr>
          <w:rtl/>
        </w:rPr>
        <w:t>لص</w:t>
      </w:r>
      <w:r w:rsidR="00816B77" w:rsidRPr="00816B77">
        <w:rPr>
          <w:rtl/>
        </w:rPr>
        <w:t>ا</w:t>
      </w:r>
      <w:r w:rsidR="00C66645">
        <w:rPr>
          <w:rtl/>
        </w:rPr>
        <w:t>دق</w:t>
      </w:r>
      <w:r w:rsidR="00C66645">
        <w:rPr>
          <w:rFonts w:hint="cs"/>
          <w:rtl/>
        </w:rPr>
        <w:t>ی</w:t>
      </w:r>
      <w:r w:rsidR="00C66645">
        <w:rPr>
          <w:rFonts w:hint="eastAsia"/>
          <w:rtl/>
        </w:rPr>
        <w:t>ن،ج</w:t>
      </w:r>
      <w:r w:rsidR="00C15B30" w:rsidRPr="00C15B30">
        <w:rPr>
          <w:rFonts w:hint="cs"/>
          <w:rtl/>
        </w:rPr>
        <w:t>15</w:t>
      </w:r>
      <w:r w:rsidR="00C66645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31</w:t>
      </w:r>
      <w:r w:rsidR="0035346A" w:rsidRPr="0035346A">
        <w:rPr>
          <w:rFonts w:hint="cs"/>
          <w:rtl/>
        </w:rPr>
        <w:t>0</w:t>
      </w:r>
    </w:p>
    <w:p w:rsidR="00A0111D" w:rsidRDefault="00A0111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F747D6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لئے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ٹے</w:t>
      </w:r>
      <w:r w:rsidR="005A2492">
        <w:rPr>
          <w:rtl/>
        </w:rPr>
        <w:t xml:space="preserve">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نے  توجہ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مرکز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ہے:ش</w:t>
      </w:r>
      <w:r w:rsidRPr="00816B77">
        <w:rPr>
          <w:rtl/>
          <w:lang w:bidi="ur-PK"/>
        </w:rPr>
        <w:t>ا</w:t>
      </w:r>
      <w:r w:rsidR="005A2492">
        <w:rPr>
          <w:rtl/>
        </w:rPr>
        <w:t>عر کہت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ہے: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C66645">
        <w:rPr>
          <w:rFonts w:hint="cs"/>
          <w:rtl/>
        </w:rPr>
        <w:t xml:space="preserve">    </w:t>
      </w:r>
      <w:r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پہ </w:t>
      </w:r>
      <w:r w:rsidR="00816B77" w:rsidRPr="00816B77">
        <w:rPr>
          <w:rtl/>
          <w:lang w:bidi="ur-PK"/>
        </w:rPr>
        <w:t>ا</w:t>
      </w:r>
      <w:r>
        <w:rPr>
          <w:rtl/>
        </w:rPr>
        <w:t>ب تک لکھ</w:t>
      </w:r>
      <w:r w:rsidR="00816B77" w:rsidRPr="00816B77">
        <w:rPr>
          <w:rtl/>
          <w:lang w:bidi="ur-PK"/>
        </w:rPr>
        <w:t>ا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زر کے لئے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گل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  ہ</w:t>
      </w:r>
      <w:r w:rsidR="00816B77" w:rsidRPr="00816B77">
        <w:rPr>
          <w:rtl/>
          <w:lang w:bidi="ur-PK"/>
        </w:rPr>
        <w:t>ا</w:t>
      </w:r>
      <w:r>
        <w:rPr>
          <w:rtl/>
        </w:rPr>
        <w:t>تھ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چھوٹ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ن وف</w:t>
      </w:r>
      <w:r w:rsidR="00816B77" w:rsidRPr="00816B77">
        <w:rPr>
          <w:rtl/>
          <w:lang w:bidi="ur-PK"/>
        </w:rPr>
        <w:t>ا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پھوڑد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جب ش</w:t>
      </w:r>
      <w:r w:rsidR="00816B77" w:rsidRPr="00816B77">
        <w:rPr>
          <w:rtl/>
          <w:lang w:bidi="ur-PK"/>
        </w:rPr>
        <w:t>ا</w:t>
      </w:r>
      <w:r>
        <w:rPr>
          <w:rtl/>
        </w:rPr>
        <w:t>ہجہ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سوختہ ج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سو ب</w:t>
      </w:r>
      <w:r w:rsidR="00816B77" w:rsidRPr="00816B77">
        <w:rPr>
          <w:rtl/>
          <w:lang w:bidi="ur-PK"/>
        </w:rPr>
        <w:t>ا</w:t>
      </w:r>
      <w:r>
        <w:rPr>
          <w:rtl/>
        </w:rPr>
        <w:t>ر جہ</w:t>
      </w:r>
      <w:r w:rsidR="00816B77" w:rsidRPr="00816B77">
        <w:rPr>
          <w:rtl/>
          <w:lang w:bidi="ur-PK"/>
        </w:rPr>
        <w:t>ا</w:t>
      </w:r>
      <w:r>
        <w:rPr>
          <w:rtl/>
        </w:rPr>
        <w:t>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روشن  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تربت روشن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 کہ بے وزن وبہ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   </w:t>
      </w:r>
      <w:r w:rsidR="00816B77" w:rsidRPr="00816B77">
        <w:rPr>
          <w:rtl/>
          <w:lang w:bidi="ur-PK"/>
        </w:rPr>
        <w:t>ا</w:t>
      </w:r>
      <w:r>
        <w:rPr>
          <w:rtl/>
        </w:rPr>
        <w:t>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حق ک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خبر کتنے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  شمع </w:t>
      </w:r>
      <w:r w:rsidR="00816B77" w:rsidRPr="00816B77">
        <w:rPr>
          <w:rtl/>
          <w:lang w:bidi="ur-PK"/>
        </w:rPr>
        <w:t>ا</w:t>
      </w:r>
      <w:r>
        <w:rPr>
          <w:rtl/>
        </w:rPr>
        <w:t>غوش رسول دوسر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د</w:t>
      </w:r>
      <w:r w:rsidR="00816B77" w:rsidRPr="00816B77">
        <w:rPr>
          <w:rtl/>
          <w:lang w:bidi="ur-PK"/>
        </w:rPr>
        <w:t>ا</w:t>
      </w:r>
      <w:r>
        <w:rPr>
          <w:rtl/>
        </w:rPr>
        <w:t>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غنچہ ہو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سے پوچھو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گل ک</w:t>
      </w:r>
      <w:r>
        <w:rPr>
          <w:rFonts w:hint="cs"/>
          <w:rtl/>
        </w:rPr>
        <w:t>ی</w:t>
      </w:r>
      <w:r>
        <w:rPr>
          <w:rtl/>
        </w:rPr>
        <w:t xml:space="preserve"> رسول عرب</w:t>
      </w:r>
      <w:r>
        <w:rPr>
          <w:rFonts w:hint="cs"/>
          <w:rtl/>
        </w:rPr>
        <w:t>یﷺ</w:t>
      </w:r>
      <w:r>
        <w:rPr>
          <w:rtl/>
        </w:rPr>
        <w:t xml:space="preserve"> سے پوچھو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قلب نب</w:t>
      </w:r>
      <w:r>
        <w:rPr>
          <w:rFonts w:hint="cs"/>
          <w:rtl/>
        </w:rPr>
        <w:t>ی</w:t>
      </w:r>
      <w:r>
        <w:rPr>
          <w:rtl/>
        </w:rPr>
        <w:t xml:space="preserve"> سے پوچھو     جذبہء </w:t>
      </w:r>
      <w:r w:rsidR="00816B77" w:rsidRPr="00816B77">
        <w:rPr>
          <w:rtl/>
          <w:lang w:bidi="ur-PK"/>
        </w:rPr>
        <w:t>ا</w:t>
      </w:r>
      <w:r>
        <w:rPr>
          <w:rtl/>
        </w:rPr>
        <w:t>لفت ش</w:t>
      </w:r>
      <w:r w:rsidR="00816B77" w:rsidRPr="00816B77">
        <w:rPr>
          <w:rtl/>
          <w:lang w:bidi="ur-PK"/>
        </w:rPr>
        <w:t>ا</w:t>
      </w:r>
      <w:r>
        <w:rPr>
          <w:rtl/>
        </w:rPr>
        <w:t>ہ مدن</w:t>
      </w:r>
      <w:r>
        <w:rPr>
          <w:rFonts w:hint="cs"/>
          <w:rtl/>
        </w:rPr>
        <w:t>ی</w:t>
      </w:r>
      <w:r>
        <w:rPr>
          <w:rtl/>
        </w:rPr>
        <w:t xml:space="preserve"> سے پوچھو</w:t>
      </w:r>
    </w:p>
    <w:p w:rsidR="005A2492" w:rsidRDefault="005A2492" w:rsidP="00C66645">
      <w:pPr>
        <w:pStyle w:val="libCenter"/>
        <w:rPr>
          <w:rtl/>
        </w:rPr>
      </w:pPr>
      <w:r>
        <w:rPr>
          <w:rFonts w:hint="eastAsia"/>
          <w:rtl/>
        </w:rPr>
        <w:t>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طمہ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نہ خ</w:t>
      </w:r>
      <w:r w:rsidR="00816B77" w:rsidRPr="00816B77">
        <w:rPr>
          <w:rtl/>
          <w:lang w:bidi="ur-PK"/>
        </w:rPr>
        <w:t>ا</w:t>
      </w:r>
      <w:r>
        <w:rPr>
          <w:rtl/>
        </w:rPr>
        <w:t>تون جن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 کہتے تھے   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نب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سے م</w:t>
      </w:r>
      <w:r w:rsidR="00816B77" w:rsidRPr="00816B77">
        <w:rPr>
          <w:rtl/>
          <w:lang w:bidi="ur-PK"/>
        </w:rPr>
        <w:t>ا</w:t>
      </w:r>
      <w:r>
        <w:rPr>
          <w:rtl/>
        </w:rPr>
        <w:t>ں کہتے تھے</w:t>
      </w:r>
      <w:r w:rsidR="00A0111D" w:rsidRPr="007741D8">
        <w:rPr>
          <w:rStyle w:val="libFootnotenumChar"/>
          <w:rFonts w:hint="cs"/>
          <w:rtl/>
        </w:rPr>
        <w:t>(1)</w:t>
      </w:r>
    </w:p>
    <w:p w:rsidR="005A2492" w:rsidRDefault="005A2492" w:rsidP="00C66645">
      <w:pPr>
        <w:pStyle w:val="Heading1"/>
        <w:rPr>
          <w:rtl/>
        </w:rPr>
      </w:pPr>
      <w:bookmarkStart w:id="75" w:name="_Toc393190500"/>
      <w:r>
        <w:rPr>
          <w:rFonts w:hint="eastAsia"/>
          <w:rtl/>
        </w:rPr>
        <w:t>بچوّں</w:t>
      </w:r>
      <w:r>
        <w:rPr>
          <w:rtl/>
        </w:rPr>
        <w:t xml:space="preserve"> پر 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حقوق</w:t>
      </w:r>
      <w:bookmarkEnd w:id="75"/>
    </w:p>
    <w:p w:rsidR="005A2492" w:rsidRDefault="00816B77" w:rsidP="00C66645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للہ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یٰٰٰ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نوں بلکہ ہر ذ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روح کے لئے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م</w:t>
      </w:r>
      <w:r w:rsidRPr="00816B77">
        <w:rPr>
          <w:rtl/>
          <w:lang w:bidi="ur-PK"/>
        </w:rPr>
        <w:t>ا</w:t>
      </w:r>
      <w:r w:rsidR="005A2492">
        <w:rPr>
          <w:rtl/>
        </w:rPr>
        <w:t>ں  ب</w:t>
      </w:r>
      <w:r w:rsidRPr="00816B77">
        <w:rPr>
          <w:rtl/>
          <w:lang w:bidi="ur-PK"/>
        </w:rPr>
        <w:t>ا</w:t>
      </w:r>
      <w:r w:rsidR="005A2492">
        <w:rPr>
          <w:rtl/>
        </w:rPr>
        <w:t>پ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مہرب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دلسوز مولمق کو  وجود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بخش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خصوص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نوع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 کے لئے م</w:t>
      </w:r>
      <w:r w:rsidRPr="00816B77">
        <w:rPr>
          <w:rtl/>
          <w:lang w:bidi="ur-PK"/>
        </w:rPr>
        <w:t>ا</w:t>
      </w:r>
      <w:r w:rsidR="005A2492">
        <w:rPr>
          <w:rtl/>
        </w:rPr>
        <w:t>ں ب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شفقت جو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یٰٰٰ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دلوں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ہے، ن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Pr="00816B77">
        <w:rPr>
          <w:rtl/>
          <w:lang w:bidi="ur-PK"/>
        </w:rPr>
        <w:t>ا</w:t>
      </w:r>
      <w:r w:rsidR="005A2492">
        <w:rPr>
          <w:rtl/>
        </w:rPr>
        <w:t>بل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ہے،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سے 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کرنے سے </w:t>
      </w:r>
      <w:r w:rsidR="005A2492">
        <w:rPr>
          <w:rFonts w:hint="eastAsia"/>
          <w:rtl/>
        </w:rPr>
        <w:t>زب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ق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صر 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چونکہ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کے لئے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>م وسکون کھو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ٹھتے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؛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مق</w:t>
      </w:r>
      <w:r w:rsidRPr="00816B77">
        <w:rPr>
          <w:rtl/>
          <w:lang w:bidi="ur-PK"/>
        </w:rPr>
        <w:t>ا</w:t>
      </w:r>
      <w:r w:rsidR="005A2492">
        <w:rPr>
          <w:rtl/>
        </w:rPr>
        <w:t>بلے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 پر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 w:rsidRPr="00F747D6">
        <w:rPr>
          <w:rStyle w:val="libAieChar"/>
          <w:rtl/>
        </w:rPr>
        <w:t>(</w:t>
      </w:r>
      <w:r w:rsidR="005A2492" w:rsidRPr="00F747D6">
        <w:rPr>
          <w:rStyle w:val="libAieChar"/>
          <w:rFonts w:hint="cs"/>
          <w:rtl/>
        </w:rPr>
        <w:t>هل جز</w:t>
      </w:r>
      <w:r w:rsidR="00CF3D62" w:rsidRPr="00CF3D62">
        <w:rPr>
          <w:rStyle w:val="libAieChar"/>
          <w:rFonts w:hint="cs"/>
          <w:rtl/>
        </w:rPr>
        <w:t>ا</w:t>
      </w:r>
      <w:r w:rsidR="005A2492" w:rsidRPr="00F747D6">
        <w:rPr>
          <w:rStyle w:val="libAieChar"/>
          <w:rFonts w:hint="cs"/>
          <w:rtl/>
        </w:rPr>
        <w:t xml:space="preserve">ء </w:t>
      </w:r>
      <w:r w:rsidR="00CF3D62" w:rsidRPr="00CF3D62">
        <w:rPr>
          <w:rStyle w:val="libAieChar"/>
          <w:rFonts w:hint="cs"/>
          <w:rtl/>
        </w:rPr>
        <w:t>ا</w:t>
      </w:r>
      <w:r w:rsidR="005A2492" w:rsidRPr="00F747D6">
        <w:rPr>
          <w:rStyle w:val="libAieChar"/>
          <w:rFonts w:hint="cs"/>
          <w:rtl/>
        </w:rPr>
        <w:t>ل</w:t>
      </w:r>
      <w:r w:rsidR="00CF3D62" w:rsidRPr="00CF3D62">
        <w:rPr>
          <w:rStyle w:val="libAieChar"/>
          <w:rFonts w:hint="cs"/>
          <w:rtl/>
        </w:rPr>
        <w:t>ا</w:t>
      </w:r>
      <w:r w:rsidR="005A2492" w:rsidRPr="00F747D6">
        <w:rPr>
          <w:rStyle w:val="libAieChar"/>
          <w:rFonts w:hint="cs"/>
          <w:rtl/>
        </w:rPr>
        <w:t>حس</w:t>
      </w:r>
      <w:r w:rsidR="00CF3D62" w:rsidRPr="00CF3D62">
        <w:rPr>
          <w:rStyle w:val="libAieChar"/>
          <w:rFonts w:hint="cs"/>
          <w:rtl/>
        </w:rPr>
        <w:t>ا</w:t>
      </w:r>
      <w:r w:rsidR="005A2492" w:rsidRPr="00F747D6">
        <w:rPr>
          <w:rStyle w:val="libAieChar"/>
          <w:rFonts w:hint="cs"/>
          <w:rtl/>
        </w:rPr>
        <w:t xml:space="preserve">ن </w:t>
      </w:r>
      <w:r w:rsidR="00CF3D62" w:rsidRPr="00CF3D62">
        <w:rPr>
          <w:rStyle w:val="libAieChar"/>
          <w:rFonts w:hint="cs"/>
          <w:rtl/>
        </w:rPr>
        <w:t>ا</w:t>
      </w:r>
      <w:r w:rsidR="005A2492" w:rsidRPr="00F747D6">
        <w:rPr>
          <w:rStyle w:val="libAieChar"/>
          <w:rFonts w:hint="cs"/>
          <w:rtl/>
        </w:rPr>
        <w:t>لّ</w:t>
      </w:r>
      <w:r w:rsidR="00CF3D62" w:rsidRPr="00CF3D62">
        <w:rPr>
          <w:rStyle w:val="libAieChar"/>
          <w:rFonts w:hint="cs"/>
          <w:rtl/>
        </w:rPr>
        <w:t>ا</w:t>
      </w:r>
      <w:r w:rsidR="005A2492" w:rsidRPr="00F747D6">
        <w:rPr>
          <w:rStyle w:val="libAieChar"/>
          <w:rFonts w:hint="cs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="005A2492" w:rsidRPr="00F747D6">
        <w:rPr>
          <w:rStyle w:val="libAieChar"/>
          <w:rFonts w:hint="cs"/>
          <w:rtl/>
        </w:rPr>
        <w:t>ل</w:t>
      </w:r>
      <w:r w:rsidR="00CF3D62" w:rsidRPr="00CF3D62">
        <w:rPr>
          <w:rStyle w:val="libAieChar"/>
          <w:rFonts w:hint="cs"/>
          <w:rtl/>
        </w:rPr>
        <w:t>ا</w:t>
      </w:r>
      <w:r w:rsidR="005A2492" w:rsidRPr="00F747D6">
        <w:rPr>
          <w:rStyle w:val="libAieChar"/>
          <w:rFonts w:hint="cs"/>
          <w:rtl/>
        </w:rPr>
        <w:t>حس</w:t>
      </w:r>
      <w:r w:rsidR="00CF3D62" w:rsidRPr="00CF3D62">
        <w:rPr>
          <w:rStyle w:val="libAieChar"/>
          <w:rFonts w:hint="cs"/>
          <w:rtl/>
        </w:rPr>
        <w:t>ا</w:t>
      </w:r>
      <w:r w:rsidR="005A2492" w:rsidRPr="00F747D6">
        <w:rPr>
          <w:rStyle w:val="libAieChar"/>
          <w:rFonts w:hint="cs"/>
          <w:rtl/>
        </w:rPr>
        <w:t>ن)</w:t>
      </w:r>
      <w:r w:rsidR="005A2492" w:rsidRPr="00E67D25">
        <w:rPr>
          <w:rFonts w:hint="cs"/>
          <w:rtl/>
        </w:rPr>
        <w:t xml:space="preserve"> کے مط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بق  خد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وند حک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 و</w:t>
      </w:r>
      <w:r w:rsidRPr="00816B77">
        <w:rPr>
          <w:rtl/>
          <w:lang w:bidi="ur-PK"/>
        </w:rPr>
        <w:t>ا</w:t>
      </w:r>
      <w:r w:rsidR="005A2492">
        <w:rPr>
          <w:rtl/>
        </w:rPr>
        <w:t>جب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ہے</w:t>
      </w:r>
      <w:r w:rsidR="005A2492">
        <w:rPr>
          <w:rtl/>
        </w:rPr>
        <w:t xml:space="preserve">  بلکہ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بندگ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حکم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کے فور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بعد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پر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>ن کرن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حکم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ہے</w:t>
      </w:r>
    </w:p>
    <w:p w:rsidR="00A0111D" w:rsidRDefault="00A0111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0111D" w:rsidRDefault="00A0111D" w:rsidP="0005160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C66645" w:rsidRPr="00C66645">
        <w:rPr>
          <w:rtl/>
        </w:rPr>
        <w:t xml:space="preserve"> کت</w:t>
      </w:r>
      <w:r w:rsidR="00816B77" w:rsidRPr="00816B77">
        <w:rPr>
          <w:rtl/>
        </w:rPr>
        <w:t>ا</w:t>
      </w:r>
      <w:r w:rsidR="00C66645" w:rsidRPr="00C66645">
        <w:rPr>
          <w:rtl/>
        </w:rPr>
        <w:t>ب و</w:t>
      </w:r>
      <w:r w:rsidR="00816B77" w:rsidRPr="00816B77">
        <w:rPr>
          <w:rtl/>
        </w:rPr>
        <w:t>ا</w:t>
      </w:r>
      <w:r w:rsidR="00C66645" w:rsidRPr="00C66645">
        <w:rPr>
          <w:rtl/>
        </w:rPr>
        <w:t>لفجر،ص</w:t>
      </w:r>
      <w:r w:rsidR="00C66645" w:rsidRPr="00C66645">
        <w:rPr>
          <w:rtl/>
          <w:lang w:bidi="fa-IR"/>
        </w:rPr>
        <w:t>۱۴۰</w:t>
      </w:r>
    </w:p>
    <w:p w:rsidR="00A0111D" w:rsidRPr="00C66645" w:rsidRDefault="00A0111D" w:rsidP="00A60F54">
      <w:pPr>
        <w:pStyle w:val="libPoemTini"/>
        <w:rPr>
          <w:rtl/>
        </w:rPr>
      </w:pPr>
      <w:r w:rsidRPr="00C66645">
        <w:rPr>
          <w:rtl/>
        </w:rPr>
        <w:br w:type="page"/>
      </w:r>
    </w:p>
    <w:p w:rsidR="005A2492" w:rsidRDefault="005A2492" w:rsidP="00F747D6">
      <w:pPr>
        <w:pStyle w:val="Heading1"/>
        <w:rPr>
          <w:rtl/>
        </w:rPr>
      </w:pPr>
      <w:bookmarkStart w:id="76" w:name="_Toc393190501"/>
      <w:r>
        <w:rPr>
          <w:rFonts w:hint="eastAsia"/>
          <w:rtl/>
        </w:rPr>
        <w:lastRenderedPageBreak/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چہرہ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>دت</w:t>
      </w:r>
      <w:bookmarkEnd w:id="76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رسول گر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سے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ہے:</w:t>
      </w:r>
    </w:p>
    <w:p w:rsidR="005A2492" w:rsidRDefault="005A2492" w:rsidP="00A0111D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رَسُولُ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لل</w:t>
      </w:r>
      <w:r w:rsidRPr="00F4194C">
        <w:rPr>
          <w:rStyle w:val="libArabicChar"/>
          <w:rFonts w:hint="cs"/>
          <w:rtl/>
        </w:rPr>
        <w:t>هِ ص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مِنْ رَجُلٍ يَنْظُرُ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لِدَيْهِ نَظَرَ رَحْمَةٍ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كَتَبَ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للهُ لَهُ بِكُلِّ نَظْرَةٍ حَجَّةً مَبْرُورَةً قِيلَ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رَسُولَ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نَظَرَ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لَيْهِ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لْيَوْمِ مِ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ئَةَ مَرَّةٍ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نَظَرَ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لَيْهِ فِي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eastAsia"/>
          <w:rtl/>
        </w:rPr>
        <w:t>ل</w:t>
      </w:r>
      <w:r w:rsidRPr="00F4194C">
        <w:rPr>
          <w:rStyle w:val="libArabicChar"/>
          <w:rFonts w:hint="cs"/>
          <w:rtl/>
        </w:rPr>
        <w:t>ْيَوْمِ</w:t>
      </w:r>
      <w:r w:rsidRPr="00F4194C">
        <w:rPr>
          <w:rStyle w:val="libArabicChar"/>
          <w:rtl/>
        </w:rPr>
        <w:t xml:space="preserve"> مِ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 xml:space="preserve">ئَةَ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لْفِ مَرَّةٍ</w:t>
      </w:r>
      <w:r w:rsidR="00A0111D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بن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>س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کرتے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رسول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جو شخص </w:t>
      </w:r>
      <w:r w:rsidRPr="00816B77">
        <w:rPr>
          <w:rtl/>
          <w:lang w:bidi="ur-PK"/>
        </w:rPr>
        <w:t>ا</w:t>
      </w:r>
      <w:r w:rsidR="005A2492">
        <w:rPr>
          <w:rtl/>
        </w:rPr>
        <w:t>پنے 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چہرے  پر مہرب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نظررحمت کرے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،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لئے 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یٰٰٰ</w:t>
      </w:r>
      <w:r w:rsidR="005A2492">
        <w:rPr>
          <w:rtl/>
        </w:rPr>
        <w:t xml:space="preserve"> ہر 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نگ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  کے بدلے 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مقبول حج لکھ 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نے سو</w:t>
      </w:r>
      <w:r w:rsidRPr="00816B77">
        <w:rPr>
          <w:rtl/>
          <w:lang w:bidi="ur-PK"/>
        </w:rPr>
        <w:t>ا</w:t>
      </w:r>
      <w:r w:rsidR="005A2492">
        <w:rPr>
          <w:rtl/>
        </w:rPr>
        <w:t>ل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للہ کے رسول 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! </w:t>
      </w:r>
      <w:r w:rsidRPr="00816B77">
        <w:rPr>
          <w:rtl/>
          <w:lang w:bidi="ur-PK"/>
        </w:rPr>
        <w:t>ا</w:t>
      </w:r>
      <w:r w:rsidR="005A2492">
        <w:rPr>
          <w:rtl/>
        </w:rPr>
        <w:t>گر دن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سو مرتب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 نظر </w:t>
      </w:r>
      <w:r w:rsidR="005A2492">
        <w:rPr>
          <w:rFonts w:hint="eastAsia"/>
          <w:rtl/>
        </w:rPr>
        <w:t>کرے</w:t>
      </w:r>
      <w:r w:rsidR="005A2492">
        <w:rPr>
          <w:rtl/>
        </w:rPr>
        <w:t xml:space="preserve">  تب بھ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؟</w:t>
      </w:r>
      <w:r w:rsidR="005A2492">
        <w:rPr>
          <w:rtl/>
        </w:rPr>
        <w:t xml:space="preserve">! تو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ل</w:t>
      </w:r>
      <w:r w:rsidRPr="00816B77">
        <w:rPr>
          <w:rtl/>
          <w:lang w:bidi="ur-PK"/>
        </w:rPr>
        <w:t>ا</w:t>
      </w:r>
      <w:r w:rsidR="005A2492">
        <w:rPr>
          <w:rtl/>
        </w:rPr>
        <w:t>کھ مرتب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کھے</w:t>
      </w:r>
      <w:r w:rsidR="005A2492">
        <w:rPr>
          <w:rtl/>
        </w:rPr>
        <w:t xml:space="preserve"> تو 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کھ حج مقبول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لئے لکھ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</w:p>
    <w:p w:rsidR="005A2492" w:rsidRDefault="005A2492" w:rsidP="00F747D6">
      <w:pPr>
        <w:pStyle w:val="Heading1"/>
        <w:rPr>
          <w:rtl/>
        </w:rPr>
      </w:pPr>
      <w:bookmarkStart w:id="77" w:name="_Toc393190502"/>
      <w:r>
        <w:rPr>
          <w:rFonts w:hint="eastAsia"/>
          <w:rtl/>
        </w:rPr>
        <w:t>بچوّں</w:t>
      </w:r>
      <w:r>
        <w:rPr>
          <w:rtl/>
        </w:rPr>
        <w:t xml:space="preserve"> پر ب</w:t>
      </w:r>
      <w:r w:rsidR="00816B77" w:rsidRPr="00816B77">
        <w:rPr>
          <w:rtl/>
          <w:lang w:bidi="ur-PK"/>
        </w:rPr>
        <w:t>ا</w:t>
      </w:r>
      <w:r>
        <w:rPr>
          <w:rtl/>
        </w:rPr>
        <w:t>پ کے حقوق</w:t>
      </w:r>
      <w:bookmarkEnd w:id="77"/>
    </w:p>
    <w:p w:rsidR="005A2492" w:rsidRDefault="005A2492" w:rsidP="00A0111D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حَقُّ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بِيكَ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تَعْلَمَ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نَّهُ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صْلُكَ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نَّكَ لَوْلَ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هُ لَمْ تَكُنْ فَمَهْمَ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يْتَ مِنْ نَفْسِكَ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يُعْجِبُكَ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عْلَمْ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صْلُ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لنِّعْمَةِ عَلَيْكَ فِيهِ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حْمَدِ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شْكُرْهُ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قَدْرِ ذَلِكَ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قُوَّ</w:t>
      </w:r>
      <w:r w:rsidRPr="00F4194C">
        <w:rPr>
          <w:rStyle w:val="libArabicChar"/>
          <w:rFonts w:hint="eastAsia"/>
          <w:rtl/>
        </w:rPr>
        <w:t>ةَ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</w:t>
      </w:r>
      <w:r w:rsidR="00A0111D" w:rsidRPr="007741D8">
        <w:rPr>
          <w:rStyle w:val="libFootnotenumChar"/>
          <w:rFonts w:hint="cs"/>
          <w:rtl/>
        </w:rPr>
        <w:t>(2)</w:t>
      </w:r>
    </w:p>
    <w:p w:rsidR="00A0111D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پر ب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حق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ہےکہ ج</w:t>
      </w:r>
      <w:r w:rsidRPr="00816B77">
        <w:rPr>
          <w:rtl/>
          <w:lang w:bidi="ur-PK"/>
        </w:rPr>
        <w:t>ا</w:t>
      </w:r>
      <w:r w:rsidR="005A2492">
        <w:rPr>
          <w:rtl/>
        </w:rPr>
        <w:t>ن لو وہ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صل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جڑ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تم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فرع </w:t>
      </w:r>
      <w:r w:rsidRPr="00816B77">
        <w:rPr>
          <w:rtl/>
          <w:lang w:bidi="ur-PK"/>
        </w:rPr>
        <w:t>ا</w:t>
      </w:r>
      <w:r w:rsidR="005A2492">
        <w:rPr>
          <w:rtl/>
        </w:rPr>
        <w:t>ورش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خ </w:t>
      </w:r>
      <w:r w:rsidRPr="00816B77">
        <w:rPr>
          <w:rtl/>
          <w:lang w:bidi="ur-PK"/>
        </w:rPr>
        <w:t>ا</w:t>
      </w:r>
      <w:r w:rsidR="005A2492">
        <w:rPr>
          <w:rtl/>
        </w:rPr>
        <w:t>گر وہ نہ ہوتے تو تم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ہوتے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تھک پر نعمتوں کے موجب وہ تھے، </w:t>
      </w:r>
      <w:r w:rsidRPr="00816B77">
        <w:rPr>
          <w:rtl/>
          <w:lang w:bidi="ur-PK"/>
        </w:rPr>
        <w:t>ا</w:t>
      </w:r>
      <w:r w:rsidR="005A2492">
        <w:rPr>
          <w:rtl/>
        </w:rPr>
        <w:t>س نعمت پر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شکر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کرو</w:t>
      </w:r>
    </w:p>
    <w:p w:rsidR="00A0111D" w:rsidRDefault="00A0111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747D6" w:rsidRDefault="00A0111D" w:rsidP="00F747D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747D6" w:rsidRPr="00F747D6">
        <w:rPr>
          <w:rtl/>
        </w:rPr>
        <w:t xml:space="preserve"> </w:t>
      </w:r>
      <w:r w:rsidR="00F747D6" w:rsidRPr="000B1FC0">
        <w:rPr>
          <w:rStyle w:val="libFootNoteArabicChar"/>
          <w:rtl/>
        </w:rPr>
        <w:t>مستدر</w:t>
      </w:r>
      <w:r w:rsidR="00F747D6" w:rsidRPr="000B1FC0">
        <w:rPr>
          <w:rStyle w:val="libFootNoteArabicChar"/>
          <w:rFonts w:hint="cs"/>
          <w:rtl/>
        </w:rPr>
        <w:t>ك‏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لوس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 xml:space="preserve">ئل،ج 15 ، ص 204    جملة من حقوق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لو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لدين</w:t>
      </w:r>
      <w:r w:rsidR="00F747D6" w:rsidRPr="00816B77">
        <w:rPr>
          <w:rFonts w:hint="cs"/>
          <w:rtl/>
        </w:rPr>
        <w:t xml:space="preserve"> </w:t>
      </w:r>
    </w:p>
    <w:p w:rsidR="00A0111D" w:rsidRDefault="00A0111D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F747D6" w:rsidRPr="00F747D6">
        <w:rPr>
          <w:rtl/>
        </w:rPr>
        <w:t xml:space="preserve"> </w:t>
      </w:r>
      <w:r w:rsidR="00F747D6" w:rsidRPr="000B1FC0">
        <w:rPr>
          <w:rStyle w:val="libFootNoteArabicChar"/>
          <w:rtl/>
        </w:rPr>
        <w:t>من</w:t>
      </w:r>
      <w:r w:rsidR="00F747D6" w:rsidRPr="000B1FC0">
        <w:rPr>
          <w:rStyle w:val="libFootNoteArabicChar"/>
          <w:rFonts w:hint="cs"/>
          <w:rtl/>
        </w:rPr>
        <w:t>‏ل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يحضره‏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لفقيه،ج2 ، ص621ب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 xml:space="preserve">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لحقوق ،ص</w:t>
      </w:r>
      <w:r w:rsidR="00F747D6" w:rsidRPr="00816B77">
        <w:rPr>
          <w:rFonts w:hint="cs"/>
          <w:rtl/>
        </w:rPr>
        <w:t xml:space="preserve"> </w:t>
      </w:r>
      <w:r w:rsidR="00F747D6" w:rsidRPr="000B1FC0">
        <w:rPr>
          <w:rStyle w:val="libFootNoteArabicChar"/>
          <w:rFonts w:hint="cs"/>
          <w:rtl/>
        </w:rPr>
        <w:t>618</w:t>
      </w:r>
    </w:p>
    <w:p w:rsidR="00A0111D" w:rsidRDefault="00A0111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tl/>
          <w:lang w:bidi="ur-PK"/>
        </w:rPr>
        <w:lastRenderedPageBreak/>
        <w:t>ا</w:t>
      </w:r>
      <w:r w:rsidR="005A2492">
        <w:rPr>
          <w:rtl/>
        </w:rPr>
        <w:t>ور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</w:t>
      </w:r>
      <w:r w:rsidRPr="00816B77">
        <w:rPr>
          <w:rtl/>
          <w:lang w:bidi="ur-PK"/>
        </w:rPr>
        <w:t>ا</w:t>
      </w:r>
      <w:r w:rsidR="005A2492">
        <w:rPr>
          <w:rtl/>
        </w:rPr>
        <w:t>قت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</w:t>
      </w:r>
      <w:r w:rsidRPr="00816B77">
        <w:rPr>
          <w:rtl/>
          <w:lang w:bidi="ur-PK"/>
        </w:rPr>
        <w:t>ا</w:t>
      </w:r>
      <w:r w:rsidR="005A2492">
        <w:rPr>
          <w:rtl/>
        </w:rPr>
        <w:t>قت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پوش</w:t>
      </w:r>
      <w:r w:rsidR="005A2492">
        <w:rPr>
          <w:rFonts w:hint="cs"/>
          <w:rtl/>
        </w:rPr>
        <w:t>ی</w:t>
      </w:r>
      <w:r w:rsidR="005A2492">
        <w:rPr>
          <w:rtl/>
        </w:rPr>
        <w:t>دہ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 کہ ہر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شعور رکھت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مہرب</w:t>
      </w:r>
      <w:r w:rsidRPr="00816B77">
        <w:rPr>
          <w:rtl/>
          <w:lang w:bidi="ur-PK"/>
        </w:rPr>
        <w:t>ا</w:t>
      </w:r>
      <w:r w:rsidR="005A2492">
        <w:rPr>
          <w:rtl/>
        </w:rPr>
        <w:t>ن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نے </w:t>
      </w:r>
      <w:r w:rsidRPr="00816B77">
        <w:rPr>
          <w:rtl/>
          <w:lang w:bidi="ur-PK"/>
        </w:rPr>
        <w:t>ا</w:t>
      </w:r>
      <w:r w:rsidR="005A2492">
        <w:rPr>
          <w:rtl/>
        </w:rPr>
        <w:t>سے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س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مشکل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سخت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سے نج</w:t>
      </w:r>
      <w:r w:rsidRPr="00816B77">
        <w:rPr>
          <w:rtl/>
          <w:lang w:bidi="ur-PK"/>
        </w:rPr>
        <w:t>ا</w:t>
      </w:r>
      <w:r w:rsidR="005A2492">
        <w:rPr>
          <w:rtl/>
        </w:rPr>
        <w:t>ت دل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محفوظ رکھ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ہے، ہم</w:t>
      </w:r>
      <w:r w:rsidRPr="00816B77">
        <w:rPr>
          <w:rtl/>
          <w:lang w:bidi="ur-PK"/>
        </w:rPr>
        <w:t>ا</w:t>
      </w:r>
      <w:r w:rsidR="005A2492">
        <w:rPr>
          <w:rtl/>
        </w:rPr>
        <w:t>رے بچپنے ک</w:t>
      </w:r>
      <w:r w:rsidRPr="00816B77">
        <w:rPr>
          <w:rtl/>
          <w:lang w:bidi="ur-PK"/>
        </w:rPr>
        <w:t>ا</w:t>
      </w:r>
      <w:r w:rsidR="005A2492">
        <w:rPr>
          <w:rtl/>
        </w:rPr>
        <w:t>زم</w:t>
      </w:r>
      <w:r w:rsidRPr="00816B77">
        <w:rPr>
          <w:rtl/>
          <w:lang w:bidi="ur-PK"/>
        </w:rPr>
        <w:t>ا</w:t>
      </w:r>
      <w:r w:rsidR="005A2492">
        <w:rPr>
          <w:rtl/>
        </w:rPr>
        <w:t>نہ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جئے</w:t>
      </w:r>
      <w:r w:rsidR="005A2492">
        <w:rPr>
          <w:rtl/>
        </w:rPr>
        <w:t xml:space="preserve"> کہ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جسم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طور پر پرورش  کرنے کے لئےہم</w:t>
      </w:r>
      <w:r w:rsidRPr="00816B77">
        <w:rPr>
          <w:rtl/>
          <w:lang w:bidi="ur-PK"/>
        </w:rPr>
        <w:t>ا</w:t>
      </w:r>
      <w:r w:rsidR="005A2492">
        <w:rPr>
          <w:rtl/>
        </w:rPr>
        <w:t>رے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 دن ر</w:t>
      </w:r>
      <w:r w:rsidRPr="00816B77">
        <w:rPr>
          <w:rtl/>
          <w:lang w:bidi="ur-PK"/>
        </w:rPr>
        <w:t>ا</w:t>
      </w:r>
      <w:r w:rsidR="005A2492">
        <w:rPr>
          <w:rtl/>
        </w:rPr>
        <w:t>ت زحمت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tl/>
        </w:rPr>
        <w:t>تےہ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سکون </w:t>
      </w:r>
      <w:r w:rsidRPr="00816B77">
        <w:rPr>
          <w:rtl/>
          <w:lang w:bidi="ur-PK"/>
        </w:rPr>
        <w:t>ا</w:t>
      </w:r>
      <w:r w:rsidR="005A2492">
        <w:rPr>
          <w:rtl/>
        </w:rPr>
        <w:t>ور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کھو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لئے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 کہ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شکر گز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بعد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شکر گز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ضرور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حد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روشن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پھر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حقّہ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شکر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کرسکتے: </w:t>
      </w:r>
    </w:p>
    <w:p w:rsidR="005A2492" w:rsidRDefault="005A2492" w:rsidP="00A0111D">
      <w:pPr>
        <w:pStyle w:val="libNormal"/>
        <w:rPr>
          <w:rtl/>
        </w:rPr>
      </w:pPr>
      <w:r w:rsidRPr="00A0111D">
        <w:rPr>
          <w:rStyle w:val="libArabicChar"/>
          <w:rFonts w:hint="eastAsia"/>
          <w:rtl/>
        </w:rPr>
        <w:t>عَن</w:t>
      </w:r>
      <w:r w:rsidRPr="00A0111D">
        <w:rPr>
          <w:rStyle w:val="libArabicChar"/>
          <w:rFonts w:hint="cs"/>
          <w:rtl/>
        </w:rPr>
        <w:t>ْ</w:t>
      </w:r>
      <w:r w:rsidRPr="00A0111D">
        <w:rPr>
          <w:rStyle w:val="libArabicChar"/>
          <w:rtl/>
        </w:rPr>
        <w:t xml:space="preserve"> حَنَ</w:t>
      </w:r>
      <w:r w:rsidR="00CF3D62" w:rsidRPr="00CF3D62">
        <w:rPr>
          <w:rStyle w:val="libArabicChar"/>
          <w:rtl/>
        </w:rPr>
        <w:t>ا</w:t>
      </w:r>
      <w:r w:rsidRPr="00A0111D">
        <w:rPr>
          <w:rStyle w:val="libArabicChar"/>
          <w:rtl/>
        </w:rPr>
        <w:t>نِ ب</w:t>
      </w:r>
      <w:r w:rsidRPr="00A0111D">
        <w:rPr>
          <w:rStyle w:val="libArabicChar"/>
          <w:rFonts w:hint="cs"/>
          <w:rtl/>
        </w:rPr>
        <w:t xml:space="preserve">ْنِ سَدِيرٍ عَنْ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بِيهِ قَ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لَ قُلْتُ لِ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tl/>
        </w:rPr>
        <w:t>بِ</w:t>
      </w:r>
      <w:r w:rsidRPr="00A0111D">
        <w:rPr>
          <w:rStyle w:val="libArabicChar"/>
          <w:rFonts w:hint="cs"/>
          <w:rtl/>
        </w:rPr>
        <w:t xml:space="preserve">ي جَعْفَرٍ ع هَلْ يَجْزِي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لْوَلَدُ وَ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لِدَهُ فَقَ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لَ لَيْسَ لَهُ جَزَ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ءٌ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 فِي خَصْلَتَيْنِ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نْ يَكُونَ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لْوَ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لِدُ مَمْلُوك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 فَيَشْتَرِيَهُ فَيُعْتِقَهُ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وْ يَكُونَ عَلَيْهِ دَيْنٌ فَيَقْضِيَهُ</w:t>
      </w:r>
      <w:r w:rsidRPr="00A0111D">
        <w:rPr>
          <w:rStyle w:val="libArabicChar"/>
          <w:rtl/>
        </w:rPr>
        <w:t xml:space="preserve"> عَن</w:t>
      </w:r>
      <w:r w:rsidRPr="00A0111D">
        <w:rPr>
          <w:rStyle w:val="libArabicChar"/>
          <w:rFonts w:hint="cs"/>
          <w:rtl/>
        </w:rPr>
        <w:t>ْ</w:t>
      </w:r>
      <w:r w:rsidR="00E67D25">
        <w:rPr>
          <w:rStyle w:val="libArabicChar"/>
          <w:rFonts w:hint="cs"/>
          <w:rtl/>
        </w:rPr>
        <w:t>ه</w:t>
      </w:r>
      <w:r w:rsidR="00A0111D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حن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بن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پ سے نقل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محمد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قر </w:t>
      </w:r>
      <w:r w:rsidR="000B1FC0" w:rsidRPr="00E67D25">
        <w:rPr>
          <w:rFonts w:eastAsia="MingLiU_HKSCS" w:hint="eastAsia"/>
          <w:rtl/>
        </w:rPr>
        <w:t>(ع)</w:t>
      </w:r>
      <w:r>
        <w:rPr>
          <w:rtl/>
        </w:rPr>
        <w:t xml:space="preserve"> سے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صرف دو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 ہے: پہل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ب</w:t>
      </w:r>
      <w:r w:rsidR="00816B77" w:rsidRPr="00816B77">
        <w:rPr>
          <w:rtl/>
          <w:lang w:bidi="ur-PK"/>
        </w:rPr>
        <w:t>ا</w:t>
      </w:r>
      <w:r>
        <w:rPr>
          <w:rtl/>
        </w:rPr>
        <w:t>پ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غل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ہو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کردے،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ب</w:t>
      </w:r>
      <w:r w:rsidR="00816B77" w:rsidRPr="00816B77">
        <w:rPr>
          <w:rtl/>
          <w:lang w:bidi="ur-PK"/>
        </w:rPr>
        <w:t>ا</w:t>
      </w:r>
      <w:r>
        <w:rPr>
          <w:rtl/>
        </w:rPr>
        <w:t>پ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مقروض ہو 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قرض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کرے</w:t>
      </w:r>
    </w:p>
    <w:p w:rsidR="005A2492" w:rsidRDefault="005A2492" w:rsidP="00F747D6">
      <w:pPr>
        <w:pStyle w:val="Heading1"/>
        <w:rPr>
          <w:rtl/>
        </w:rPr>
      </w:pPr>
      <w:bookmarkStart w:id="78" w:name="_Toc393190503"/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و</w:t>
      </w:r>
      <w:r w:rsidR="00816B77" w:rsidRPr="00816B77">
        <w:rPr>
          <w:rtl/>
          <w:lang w:bidi="ur-PK"/>
        </w:rPr>
        <w:t>ا</w:t>
      </w:r>
      <w:r>
        <w:rPr>
          <w:rtl/>
        </w:rPr>
        <w:t>جب</w:t>
      </w:r>
      <w:bookmarkEnd w:id="78"/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کے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حکم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ہے، </w:t>
      </w:r>
      <w:r w:rsidR="00816B77" w:rsidRPr="00816B77">
        <w:rPr>
          <w:rtl/>
          <w:lang w:bidi="ur-PK"/>
        </w:rPr>
        <w:t>ا</w:t>
      </w:r>
      <w:r>
        <w:rPr>
          <w:rtl/>
        </w:rPr>
        <w:t>ور س</w:t>
      </w:r>
      <w:r w:rsidR="00816B77" w:rsidRPr="00816B77">
        <w:rPr>
          <w:rtl/>
          <w:lang w:bidi="ur-PK"/>
        </w:rPr>
        <w:t>ا</w:t>
      </w:r>
      <w:r>
        <w:rPr>
          <w:rtl/>
        </w:rPr>
        <w:t>تھ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ثر </w:t>
      </w:r>
      <w:r w:rsidR="00816B77" w:rsidRPr="00816B77">
        <w:rPr>
          <w:rtl/>
          <w:lang w:bidi="ur-PK"/>
        </w:rPr>
        <w:t>ا</w:t>
      </w:r>
      <w:r>
        <w:rPr>
          <w:rtl/>
        </w:rPr>
        <w:t>ور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نہ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ثر بھ</w:t>
      </w:r>
      <w:r>
        <w:rPr>
          <w:rFonts w:hint="cs"/>
          <w:rtl/>
        </w:rPr>
        <w:t>ی</w:t>
      </w:r>
      <w:r>
        <w:rPr>
          <w:rtl/>
        </w:rPr>
        <w:t xml:space="preserve"> جگہ جگہ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  </w:t>
      </w:r>
    </w:p>
    <w:p w:rsidR="005A2492" w:rsidRPr="00E67D25" w:rsidRDefault="005A2492" w:rsidP="00A0111D">
      <w:pPr>
        <w:pStyle w:val="libNormal"/>
        <w:rPr>
          <w:rtl/>
        </w:rPr>
      </w:pPr>
      <w:r w:rsidRPr="00A0111D">
        <w:rPr>
          <w:rStyle w:val="libArabicChar"/>
          <w:rFonts w:hint="eastAsia"/>
          <w:rtl/>
        </w:rPr>
        <w:t>عَن</w:t>
      </w:r>
      <w:r w:rsidRPr="00A0111D">
        <w:rPr>
          <w:rStyle w:val="libArabicChar"/>
          <w:rFonts w:hint="cs"/>
          <w:rtl/>
        </w:rPr>
        <w:t>ْ</w:t>
      </w:r>
      <w:r w:rsidRPr="00A0111D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للهِ قَ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tl/>
        </w:rPr>
        <w:t xml:space="preserve">نَّ </w:t>
      </w:r>
      <w:r w:rsidRPr="00A0111D">
        <w:rPr>
          <w:rStyle w:val="libArabicChar"/>
          <w:rFonts w:hint="cs"/>
          <w:rtl/>
        </w:rPr>
        <w:t>يُوسُفَ لَمَّ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 قَدِمَ عَلَيْهِ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لشَّيْخُ يَعْقُوبُ دَخَلَهُ عِزُّ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لْمُلْكِ فَلَمْ يَنْزِلْ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لَيْهِ فَهَبَطَ جَبْرَئِيلُ فَقَ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لَ يَ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 يُوسُفُ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بْسُطْ رَ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حَتَكَ فَخَرَجَ مِنْهَ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 نُورٌ سَ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طِعٌ فَصَ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رَ فِي جَوِّ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لسَّمَ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ءِ </w:t>
      </w:r>
      <w:r w:rsidRPr="00A0111D">
        <w:rPr>
          <w:rStyle w:val="libArabicChar"/>
          <w:rFonts w:hint="eastAsia"/>
          <w:rtl/>
        </w:rPr>
        <w:t>فَقَ</w:t>
      </w:r>
      <w:r w:rsidR="00CF3D62" w:rsidRPr="00CF3D62">
        <w:rPr>
          <w:rStyle w:val="libArabicChar"/>
          <w:rFonts w:hint="eastAsia"/>
          <w:rtl/>
        </w:rPr>
        <w:t>ا</w:t>
      </w:r>
      <w:r w:rsidRPr="00A0111D">
        <w:rPr>
          <w:rStyle w:val="libArabicChar"/>
          <w:rFonts w:hint="eastAsia"/>
          <w:rtl/>
        </w:rPr>
        <w:t>لَ</w:t>
      </w:r>
      <w:r w:rsidRPr="00A0111D">
        <w:rPr>
          <w:rStyle w:val="libArabicChar"/>
          <w:rtl/>
        </w:rPr>
        <w:t xml:space="preserve"> </w:t>
      </w:r>
      <w:r w:rsidRPr="00A0111D">
        <w:rPr>
          <w:rStyle w:val="libArabicChar"/>
          <w:rFonts w:hint="cs"/>
          <w:rtl/>
        </w:rPr>
        <w:t>يُوسُفُ يَ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 جَبْرَئِيلُ </w:t>
      </w:r>
      <w:r w:rsidRPr="00A0111D">
        <w:rPr>
          <w:rStyle w:val="libArabicChar"/>
          <w:rtl/>
        </w:rPr>
        <w:t>مَ</w:t>
      </w:r>
      <w:r w:rsidR="00CF3D62" w:rsidRPr="00CF3D62">
        <w:rPr>
          <w:rStyle w:val="libArabicChar"/>
          <w:rtl/>
        </w:rPr>
        <w:t>ا</w:t>
      </w:r>
      <w:r w:rsidRPr="00A0111D">
        <w:rPr>
          <w:rStyle w:val="libArabicChar"/>
          <w:rtl/>
        </w:rPr>
        <w:t xml:space="preserve"> </w:t>
      </w:r>
      <w:r w:rsidRPr="00A0111D">
        <w:rPr>
          <w:rStyle w:val="libArabicChar"/>
          <w:rFonts w:hint="cs"/>
          <w:rtl/>
        </w:rPr>
        <w:t>هَذَ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لنُّورُ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لَّذِي خَرَجَ مِنْ رَ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حَتِي فَقَ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لَ نُزِعَتِ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لنُّبُوَّةُ مِنْ عَقِبِكَ عُقُوبَةً لِمَ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 لَمْ تَنْزِلْ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A0111D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>لشَّيْخِ يَعْقُوبَ فَلَ</w:t>
      </w:r>
      <w:r w:rsidR="00CF3D62" w:rsidRPr="00CF3D62">
        <w:rPr>
          <w:rStyle w:val="libArabicChar"/>
          <w:rFonts w:hint="cs"/>
          <w:rtl/>
        </w:rPr>
        <w:t>ا</w:t>
      </w:r>
      <w:r w:rsidRPr="00A0111D">
        <w:rPr>
          <w:rStyle w:val="libArabicChar"/>
          <w:rFonts w:hint="cs"/>
          <w:rtl/>
        </w:rPr>
        <w:t xml:space="preserve"> يَكُونُ مِنْ عَقِبِكَ نَبِيٌّ </w:t>
      </w:r>
      <w:r w:rsidRPr="00E67D25">
        <w:rPr>
          <w:rFonts w:hint="cs"/>
          <w:rtl/>
        </w:rPr>
        <w:t xml:space="preserve"> </w:t>
      </w:r>
      <w:r w:rsidR="00A0111D" w:rsidRPr="007741D8">
        <w:rPr>
          <w:rStyle w:val="libFootnotenumChar"/>
          <w:rFonts w:hint="cs"/>
          <w:rtl/>
        </w:rPr>
        <w:t>(2)</w:t>
      </w:r>
    </w:p>
    <w:p w:rsidR="00A0111D" w:rsidRDefault="00A0111D" w:rsidP="00051606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F747D6" w:rsidRDefault="00A0111D" w:rsidP="00F747D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747D6">
        <w:rPr>
          <w:rtl/>
        </w:rPr>
        <w:t xml:space="preserve">  بح</w:t>
      </w:r>
      <w:r w:rsidR="00816B77" w:rsidRPr="00816B77">
        <w:rPr>
          <w:rtl/>
        </w:rPr>
        <w:t>ا</w:t>
      </w:r>
      <w:r w:rsidR="00F747D6">
        <w:rPr>
          <w:rtl/>
        </w:rPr>
        <w:t xml:space="preserve">ر </w:t>
      </w:r>
      <w:r w:rsidR="00816B77" w:rsidRPr="00816B77">
        <w:rPr>
          <w:rtl/>
        </w:rPr>
        <w:t>ا</w:t>
      </w:r>
      <w:r w:rsidR="00F747D6">
        <w:rPr>
          <w:rtl/>
        </w:rPr>
        <w:t>ل</w:t>
      </w:r>
      <w:r w:rsidR="00816B77" w:rsidRPr="00816B77">
        <w:rPr>
          <w:rtl/>
        </w:rPr>
        <w:t>ا</w:t>
      </w:r>
      <w:r w:rsidR="00F747D6">
        <w:rPr>
          <w:rtl/>
        </w:rPr>
        <w:t>نو</w:t>
      </w:r>
      <w:r w:rsidR="00816B77" w:rsidRPr="00816B77">
        <w:rPr>
          <w:rtl/>
        </w:rPr>
        <w:t>ا</w:t>
      </w:r>
      <w:r w:rsidR="00F747D6">
        <w:rPr>
          <w:rtl/>
        </w:rPr>
        <w:t xml:space="preserve">ر ، ج </w:t>
      </w:r>
      <w:r w:rsidR="00F747D6">
        <w:rPr>
          <w:rtl/>
          <w:lang w:bidi="fa-IR"/>
        </w:rPr>
        <w:t>۱۷</w:t>
      </w:r>
      <w:r w:rsidR="00F747D6">
        <w:rPr>
          <w:rtl/>
        </w:rPr>
        <w:t xml:space="preserve">، ص </w:t>
      </w:r>
      <w:r w:rsidR="00F747D6">
        <w:rPr>
          <w:rtl/>
          <w:lang w:bidi="fa-IR"/>
        </w:rPr>
        <w:t>۶۶</w:t>
      </w:r>
    </w:p>
    <w:p w:rsidR="00A0111D" w:rsidRDefault="00A0111D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F747D6" w:rsidRPr="00F747D6">
        <w:rPr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F747D6" w:rsidRPr="000B1FC0">
        <w:rPr>
          <w:rStyle w:val="libFootNoteArabicChar"/>
          <w:rtl/>
        </w:rPr>
        <w:t>ل</w:t>
      </w:r>
      <w:r w:rsidR="00F747D6" w:rsidRPr="000B1FC0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في ، ج 2 ، ص 311</w:t>
      </w:r>
      <w:r w:rsidR="00F747D6" w:rsidRPr="00816B77">
        <w:rPr>
          <w:rFonts w:hint="cs"/>
          <w:rtl/>
        </w:rPr>
        <w:t xml:space="preserve">    </w:t>
      </w:r>
    </w:p>
    <w:p w:rsidR="00A0111D" w:rsidRPr="00F747D6" w:rsidRDefault="00A0111D" w:rsidP="00A60F54">
      <w:pPr>
        <w:pStyle w:val="libPoemTini"/>
        <w:rPr>
          <w:rtl/>
        </w:rPr>
      </w:pPr>
      <w:r w:rsidRPr="00F747D6">
        <w:rPr>
          <w:rtl/>
        </w:rPr>
        <w:br w:type="page"/>
      </w:r>
    </w:p>
    <w:p w:rsidR="005A2492" w:rsidRDefault="005A2492" w:rsidP="009D1B5F">
      <w:pPr>
        <w:pStyle w:val="libNormal"/>
        <w:rPr>
          <w:rtl/>
        </w:rPr>
      </w:pPr>
      <w:r>
        <w:rPr>
          <w:rFonts w:hint="eastAsia"/>
          <w:rtl/>
        </w:rPr>
        <w:lastRenderedPageBreak/>
        <w:t>چن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نچہ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سے منقول ہے کہ جب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رد ہوئے 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رے لوگوں کے 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تھ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ن کے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ستقب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 کے لئے نکلے جب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تو مرتبہ و جل</w:t>
      </w:r>
      <w:r w:rsidR="00816B77" w:rsidRPr="00816B77">
        <w:rPr>
          <w:rtl/>
          <w:lang w:bidi="ur-PK"/>
        </w:rPr>
        <w:t>ا</w:t>
      </w:r>
      <w:r>
        <w:rPr>
          <w:rtl/>
        </w:rPr>
        <w:t>لت شہنش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بن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پ سو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ترے(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گرچہ </w:t>
      </w:r>
      <w:r w:rsidR="009B349E" w:rsidRPr="009B349E">
        <w:rPr>
          <w:rFonts w:hint="cs"/>
          <w:rtl/>
          <w:lang w:bidi="ur-PK"/>
        </w:rPr>
        <w:t>ی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کرے !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رح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 رو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 ہونے  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ہے)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نے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وسفؑ</w:t>
      </w:r>
      <w:r>
        <w:rPr>
          <w:rtl/>
        </w:rPr>
        <w:t>!  ہ</w:t>
      </w:r>
      <w:r w:rsidR="00816B77" w:rsidRPr="00816B77">
        <w:rPr>
          <w:rtl/>
          <w:lang w:bidi="ur-PK"/>
        </w:rPr>
        <w:t>ا</w:t>
      </w:r>
      <w:r>
        <w:rPr>
          <w:rtl/>
        </w:rPr>
        <w:t>تھ کھول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وسفؑ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طرف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ہونے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 w:rsidR="000B1FC0" w:rsidRPr="000B1FC0">
        <w:rPr>
          <w:rtl/>
          <w:lang w:bidi="ur-PK"/>
        </w:rPr>
        <w:t>(ع)</w:t>
      </w:r>
      <w:r>
        <w:rPr>
          <w:rtl/>
        </w:rPr>
        <w:t>نے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:جبرئ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ہے؟!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نبوت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نور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سے خ</w:t>
      </w:r>
      <w:r w:rsidR="00816B77" w:rsidRPr="00816B77">
        <w:rPr>
          <w:rtl/>
          <w:lang w:bidi="ur-PK"/>
        </w:rPr>
        <w:t>ا</w:t>
      </w:r>
      <w:r>
        <w:rPr>
          <w:rtl/>
        </w:rPr>
        <w:t>رج ہوگ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سے خ</w:t>
      </w:r>
      <w:r w:rsidR="00816B77" w:rsidRPr="00816B77">
        <w:rPr>
          <w:rtl/>
          <w:lang w:bidi="ur-PK"/>
        </w:rPr>
        <w:t>ا</w:t>
      </w:r>
      <w:r>
        <w:rPr>
          <w:rtl/>
        </w:rPr>
        <w:t>رج ہوگ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تم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کے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ترے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لئے سلسلہ نبوت </w:t>
      </w:r>
      <w:r w:rsidR="00816B77" w:rsidRPr="00816B77">
        <w:rPr>
          <w:rtl/>
          <w:lang w:bidi="ur-PK"/>
        </w:rPr>
        <w:t>ا</w:t>
      </w:r>
      <w:r>
        <w:rPr>
          <w:rtl/>
        </w:rPr>
        <w:t>پ کے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کے صلب سے ج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>
        <w:rPr>
          <w:rFonts w:hint="cs"/>
          <w:rtl/>
        </w:rPr>
        <w:t>ﷺ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</w:t>
      </w:r>
      <w:r w:rsidR="00816B77" w:rsidRPr="00816B77">
        <w:rPr>
          <w:rtl/>
          <w:lang w:bidi="ur-PK"/>
        </w:rPr>
        <w:t>ا</w:t>
      </w:r>
      <w:r>
        <w:rPr>
          <w:rtl/>
        </w:rPr>
        <w:t>ر نے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فوت </w:t>
      </w:r>
      <w:r>
        <w:rPr>
          <w:rFonts w:hint="eastAsia"/>
          <w:rtl/>
        </w:rPr>
        <w:t>ہوچکے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وپر حق ہے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روں؟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نم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 پڑھو، مغفرت طلب کرو،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کرو،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دوستوں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کرو،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رشتہ د</w:t>
      </w:r>
      <w:r w:rsidR="00816B77" w:rsidRPr="00816B77">
        <w:rPr>
          <w:rtl/>
          <w:lang w:bidi="ur-PK"/>
        </w:rPr>
        <w:t>ا</w:t>
      </w:r>
      <w:r>
        <w:rPr>
          <w:rtl/>
        </w:rPr>
        <w:t>روں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حسن سلوک رکھو،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ب</w:t>
      </w:r>
      <w:r w:rsidR="00816B77" w:rsidRPr="00816B77">
        <w:rPr>
          <w:rtl/>
          <w:lang w:bidi="ur-PK"/>
        </w:rPr>
        <w:t>ا</w:t>
      </w:r>
      <w:r>
        <w:rPr>
          <w:rtl/>
        </w:rPr>
        <w:t>پ کےحقوق سے دوگن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ہے </w:t>
      </w:r>
      <w:r w:rsidR="009D1B5F" w:rsidRPr="007741D8">
        <w:rPr>
          <w:rStyle w:val="libFootnotenumChar"/>
          <w:rFonts w:hint="cs"/>
          <w:rtl/>
        </w:rPr>
        <w:t>(1)</w:t>
      </w:r>
      <w:r>
        <w:rPr>
          <w:rtl/>
        </w:rPr>
        <w:cr/>
      </w:r>
      <w:r>
        <w:rPr>
          <w:rFonts w:hint="eastAsia"/>
          <w:rtl/>
        </w:rPr>
        <w:t>فر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ض</w:t>
      </w:r>
      <w:r w:rsidR="008D6D4F" w:rsidRPr="008D6D4F">
        <w:rPr>
          <w:rFonts w:hint="cs"/>
          <w:rtl/>
          <w:lang w:bidi="ur-PK"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ست زحق بر تو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پدر              پس </w:t>
      </w:r>
      <w:r w:rsidR="00816B77" w:rsidRPr="00816B77">
        <w:rPr>
          <w:rtl/>
          <w:lang w:bidi="ur-PK"/>
        </w:rPr>
        <w:t>ا</w:t>
      </w:r>
      <w:r>
        <w:rPr>
          <w:rtl/>
        </w:rPr>
        <w:t>ز خد</w:t>
      </w:r>
      <w:r w:rsidR="00816B77" w:rsidRPr="00816B77">
        <w:rPr>
          <w:rtl/>
          <w:lang w:bidi="ur-PK"/>
        </w:rPr>
        <w:t>ا</w:t>
      </w:r>
      <w:r>
        <w:rPr>
          <w:rtl/>
        </w:rPr>
        <w:t>و پ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مبر </w:t>
      </w:r>
      <w:r>
        <w:rPr>
          <w:rtl/>
        </w:rPr>
        <w:t>بُوَد مق</w:t>
      </w:r>
      <w:r w:rsidR="00816B77" w:rsidRPr="00816B77">
        <w:rPr>
          <w:rtl/>
          <w:lang w:bidi="ur-PK"/>
        </w:rPr>
        <w:t>ا</w:t>
      </w:r>
      <w:r>
        <w:rPr>
          <w:rtl/>
        </w:rPr>
        <w:t>م پدر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چ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حرمت 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در نگ</w:t>
      </w:r>
      <w:r w:rsidRPr="00E67D25">
        <w:rPr>
          <w:rFonts w:hint="cs"/>
          <w:rtl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ب</w:t>
      </w:r>
      <w:r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د 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شت             بح</w:t>
      </w:r>
      <w:r w:rsidR="009B349E" w:rsidRPr="009B349E">
        <w:rPr>
          <w:rFonts w:hint="cs"/>
          <w:rtl/>
          <w:lang w:bidi="ur-PK"/>
        </w:rPr>
        <w:t>ک</w:t>
      </w:r>
      <w:r w:rsidR="005A2492" w:rsidRPr="00E67D25">
        <w:rPr>
          <w:rFonts w:hint="cs"/>
          <w:rtl/>
        </w:rPr>
        <w:t>م شرع بود 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جب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حتر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 پدر</w:t>
      </w:r>
    </w:p>
    <w:p w:rsidR="005A2492" w:rsidRDefault="005A2492" w:rsidP="00F747D6">
      <w:pPr>
        <w:pStyle w:val="Heading1"/>
        <w:rPr>
          <w:rtl/>
        </w:rPr>
      </w:pPr>
      <w:bookmarkStart w:id="79" w:name="_Toc393190504"/>
      <w:r>
        <w:rPr>
          <w:rFonts w:hint="eastAsia"/>
          <w:rtl/>
        </w:rPr>
        <w:t>بچوّں</w:t>
      </w:r>
      <w:r>
        <w:rPr>
          <w:rtl/>
        </w:rPr>
        <w:t xml:space="preserve"> پر م</w:t>
      </w:r>
      <w:r w:rsidR="00816B77" w:rsidRPr="00816B77">
        <w:rPr>
          <w:rtl/>
          <w:lang w:bidi="ur-PK"/>
        </w:rPr>
        <w:t>ا</w:t>
      </w:r>
      <w:r>
        <w:rPr>
          <w:rtl/>
        </w:rPr>
        <w:t>ں کے حقوق</w:t>
      </w:r>
      <w:bookmarkEnd w:id="79"/>
    </w:p>
    <w:p w:rsidR="005A2492" w:rsidRPr="00E67D25" w:rsidRDefault="005A2492" w:rsidP="009D1B5F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حَقُّ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مِّكَ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تَعْلَمَ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حَمَلَتْكَ حَيْثُ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يَحْتَمِلُ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حَدٌ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حَد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عْطَتْكَ مِنْ ثَمَرَةِ قَلْبِهَ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يُعْطِي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حَدٌ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حَد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وَقَتْكَ بِجَمِيعِ جَوَ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رِحِهَ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لَمْ تُبَ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نْ تَجُوعَ وَ تُطْعِمَكَ وَ تَعْطَشَ </w:t>
      </w: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تَس</w:t>
      </w:r>
      <w:r w:rsidRPr="00F4194C">
        <w:rPr>
          <w:rStyle w:val="libArabicChar"/>
          <w:rFonts w:hint="cs"/>
          <w:rtl/>
        </w:rPr>
        <w:t>ْقِيَكَ وَ تَعْرَ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وَ تَكْسُوَكَ وَ تَضْحَ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وَ تُظِلَّكَ وَ تَهْجُرَ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لنَّوْمَ لِ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جْلِكَ وَ وَقَتْكَ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لْحَرَّ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لْبَرْدَ لِتَكُونَ لَهَ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Pr="00F4194C">
        <w:rPr>
          <w:rStyle w:val="libArabicChar"/>
          <w:rtl/>
        </w:rPr>
        <w:t>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نَّكَ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تُطِيقُ شُكْرَهَ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بِعَوْنِ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وَ تَوْفِيقِه‏</w:t>
      </w:r>
      <w:r w:rsidR="009D1B5F" w:rsidRPr="007741D8">
        <w:rPr>
          <w:rStyle w:val="libFootnotenumChar"/>
          <w:rFonts w:hint="cs"/>
          <w:rtl/>
        </w:rPr>
        <w:t>(2)</w:t>
      </w:r>
    </w:p>
    <w:p w:rsidR="009D1B5F" w:rsidRDefault="009D1B5F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747D6" w:rsidRDefault="009D1B5F" w:rsidP="000B1FC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747D6">
        <w:rPr>
          <w:rtl/>
        </w:rPr>
        <w:t xml:space="preserve"> </w:t>
      </w:r>
      <w:r w:rsidR="00F747D6" w:rsidRPr="000B1FC0">
        <w:rPr>
          <w:rStyle w:val="libFootNoteArabicChar"/>
          <w:rtl/>
        </w:rPr>
        <w:t>ترجم</w:t>
      </w:r>
      <w:r w:rsidR="000B1FC0" w:rsidRPr="000B1FC0">
        <w:rPr>
          <w:rStyle w:val="libFootNoteArabicChar"/>
          <w:rFonts w:hint="cs"/>
          <w:rtl/>
        </w:rPr>
        <w:t>ه</w:t>
      </w:r>
      <w:r w:rsidR="00F747D6" w:rsidRPr="000B1FC0">
        <w:rPr>
          <w:rStyle w:val="libFootNoteArabicChar"/>
          <w:rtl/>
        </w:rPr>
        <w:t xml:space="preserve"> رس</w:t>
      </w:r>
      <w:r w:rsidR="00CF3D62" w:rsidRPr="00CF3D62">
        <w:rPr>
          <w:rStyle w:val="libFootNoteArabicChar"/>
          <w:rtl/>
          <w:lang w:bidi="ar-SA"/>
        </w:rPr>
        <w:t>ا</w:t>
      </w:r>
      <w:r w:rsidR="00F747D6" w:rsidRPr="000B1FC0">
        <w:rPr>
          <w:rStyle w:val="libFootNoteArabicChar"/>
          <w:rtl/>
        </w:rPr>
        <w:t>ل</w:t>
      </w:r>
      <w:r w:rsidR="000B1FC0" w:rsidRPr="000B1FC0">
        <w:rPr>
          <w:rStyle w:val="libFootNoteArabicChar"/>
          <w:rFonts w:hint="cs"/>
          <w:rtl/>
        </w:rPr>
        <w:t>ة</w:t>
      </w:r>
      <w:r w:rsidR="00F747D6" w:rsidRPr="000B1FC0">
        <w:rPr>
          <w:rStyle w:val="libFootNoteArabicChar"/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F747D6" w:rsidRPr="000B1FC0">
        <w:rPr>
          <w:rStyle w:val="libFootNoteArabicChar"/>
          <w:rtl/>
        </w:rPr>
        <w:t>لحقوق،ص۱۳۹</w:t>
      </w:r>
      <w:r w:rsidR="00F747D6">
        <w:rPr>
          <w:rtl/>
        </w:rPr>
        <w:t xml:space="preserve"> </w:t>
      </w:r>
    </w:p>
    <w:p w:rsidR="009D1B5F" w:rsidRDefault="009D1B5F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F747D6" w:rsidRPr="00F747D6">
        <w:rPr>
          <w:rtl/>
        </w:rPr>
        <w:t xml:space="preserve"> </w:t>
      </w:r>
      <w:r w:rsidR="00F747D6" w:rsidRPr="000B1FC0">
        <w:rPr>
          <w:rStyle w:val="libFootNoteArabicChar"/>
          <w:rtl/>
        </w:rPr>
        <w:t>من</w:t>
      </w:r>
      <w:r w:rsidR="00F747D6" w:rsidRPr="000B1FC0">
        <w:rPr>
          <w:rStyle w:val="libFootNoteArabicChar"/>
          <w:rFonts w:hint="cs"/>
          <w:rtl/>
        </w:rPr>
        <w:t>‏ل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يحضره‏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لفقيه ، ج2 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 xml:space="preserve">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F747D6" w:rsidRPr="000B1FC0">
        <w:rPr>
          <w:rStyle w:val="libFootNoteArabicChar"/>
          <w:rFonts w:hint="cs"/>
          <w:rtl/>
        </w:rPr>
        <w:t>لحقوق  ص621</w:t>
      </w:r>
      <w:r w:rsidR="00F747D6" w:rsidRPr="00816B77">
        <w:rPr>
          <w:rFonts w:hint="cs"/>
          <w:rtl/>
        </w:rPr>
        <w:t xml:space="preserve"> </w:t>
      </w:r>
    </w:p>
    <w:p w:rsidR="009D1B5F" w:rsidRDefault="009D1B5F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تجھ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تو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لے کہ وہ تجھے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پنےدل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پھل کھل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 کہ </w:t>
      </w:r>
      <w:r w:rsidR="00816B77" w:rsidRPr="00816B77">
        <w:rPr>
          <w:rtl/>
          <w:lang w:bidi="ur-PK"/>
        </w:rPr>
        <w:t>ا</w:t>
      </w:r>
      <w:r>
        <w:rPr>
          <w:rtl/>
        </w:rPr>
        <w:t>ج تک کس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وہ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پورے وجود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بھوک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تجھے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خود برہنہ رہ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رے لب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بندوبست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خود کو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ورتجھے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محبت کےس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خود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پرو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م وسکون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ورتمہ</w:t>
      </w:r>
      <w:r>
        <w:rPr>
          <w:rFonts w:hint="cs"/>
          <w:rtl/>
        </w:rPr>
        <w:t>ی</w:t>
      </w:r>
      <w:r>
        <w:rPr>
          <w:rtl/>
        </w:rPr>
        <w:t>ں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سرد</w:t>
      </w:r>
      <w:r>
        <w:rPr>
          <w:rFonts w:hint="cs"/>
          <w:rtl/>
        </w:rPr>
        <w:t>ی</w:t>
      </w:r>
      <w:r>
        <w:rPr>
          <w:rtl/>
        </w:rPr>
        <w:t xml:space="preserve"> سے بچ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بن کے رہے،  پس تم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شکرگز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کرسکتےہو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تجھے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سج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کے کل</w:t>
      </w:r>
      <w:r w:rsidRPr="00816B77">
        <w:rPr>
          <w:rtl/>
          <w:lang w:bidi="ur-PK"/>
        </w:rPr>
        <w:t>ا</w:t>
      </w:r>
      <w:r w:rsidR="005A2492">
        <w:rPr>
          <w:rtl/>
        </w:rPr>
        <w:t>م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پ کے حقوق  پر  م</w:t>
      </w:r>
      <w:r w:rsidRPr="00816B77">
        <w:rPr>
          <w:rtl/>
          <w:lang w:bidi="ur-PK"/>
        </w:rPr>
        <w:t>ا</w:t>
      </w:r>
      <w:r w:rsidR="005A2492">
        <w:rPr>
          <w:rtl/>
        </w:rPr>
        <w:t>ں کے حقوق کو مقدم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ہے،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 ہوسکت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ٹے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شخص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 کرد</w:t>
      </w:r>
      <w:r w:rsidRPr="00816B77">
        <w:rPr>
          <w:rtl/>
          <w:lang w:bidi="ur-PK"/>
        </w:rPr>
        <w:t>ا</w:t>
      </w:r>
      <w:r w:rsidR="005A2492">
        <w:rPr>
          <w:rtl/>
        </w:rPr>
        <w:t>ر ہوت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ور وہ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زحمت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مشقت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برد</w:t>
      </w:r>
      <w:r w:rsidRPr="00816B77">
        <w:rPr>
          <w:rtl/>
          <w:lang w:bidi="ur-PK"/>
        </w:rPr>
        <w:t>ا</w:t>
      </w:r>
      <w:r w:rsidR="005A2492">
        <w:rPr>
          <w:rtl/>
        </w:rPr>
        <w:t>شت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طرّہ </w:t>
      </w:r>
      <w:r w:rsidRPr="00816B77">
        <w:rPr>
          <w:rtl/>
          <w:lang w:bidi="ur-PK"/>
        </w:rPr>
        <w:t>ا</w:t>
      </w:r>
      <w:r w:rsidR="005A2492">
        <w:rPr>
          <w:rtl/>
        </w:rPr>
        <w:t>مت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ہے  وگرنہ  دوسرے  </w:t>
      </w:r>
      <w:r w:rsidR="005A2492">
        <w:rPr>
          <w:rFonts w:hint="eastAsia"/>
          <w:rtl/>
        </w:rPr>
        <w:t>مک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تب</w:t>
      </w:r>
      <w:r w:rsidR="005A2492">
        <w:rPr>
          <w:rtl/>
        </w:rPr>
        <w:t xml:space="preserve"> فکر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لے </w:t>
      </w:r>
      <w:r w:rsidRPr="00816B77">
        <w:rPr>
          <w:rtl/>
          <w:lang w:bidi="ur-PK"/>
        </w:rPr>
        <w:t>ا</w:t>
      </w:r>
      <w:r w:rsidR="005A2492">
        <w:rPr>
          <w:rtl/>
        </w:rPr>
        <w:t>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عظمت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 کے ق</w:t>
      </w:r>
      <w:r w:rsidRPr="00816B77">
        <w:rPr>
          <w:rtl/>
          <w:lang w:bidi="ur-PK"/>
        </w:rPr>
        <w:t>ا</w:t>
      </w:r>
      <w:r w:rsidR="005A2492">
        <w:rPr>
          <w:rtl/>
        </w:rPr>
        <w:t>ئل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کو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جو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نے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وہ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</w:t>
      </w:r>
      <w:r w:rsidR="00816B77" w:rsidRPr="00816B77">
        <w:rPr>
          <w:rtl/>
          <w:lang w:bidi="ur-PK"/>
        </w:rPr>
        <w:t>ا</w:t>
      </w:r>
      <w:r>
        <w:rPr>
          <w:rtl/>
        </w:rPr>
        <w:t>ں جب بچہ ق</w:t>
      </w:r>
      <w:r w:rsidR="00816B77" w:rsidRPr="00816B77">
        <w:rPr>
          <w:rtl/>
          <w:lang w:bidi="ur-PK"/>
        </w:rPr>
        <w:t>ا</w:t>
      </w:r>
      <w:r>
        <w:rPr>
          <w:rtl/>
        </w:rPr>
        <w:t>نون</w:t>
      </w:r>
      <w:r>
        <w:rPr>
          <w:rFonts w:hint="cs"/>
          <w:rtl/>
        </w:rPr>
        <w:t>ی</w:t>
      </w:r>
      <w:r>
        <w:rPr>
          <w:rtl/>
        </w:rPr>
        <w:t xml:space="preserve"> طور پر حد بلوغ کو پہنچت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گھر چھوڑ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>پ سے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لکل </w:t>
      </w:r>
      <w:r w:rsidR="00816B77" w:rsidRPr="00816B77">
        <w:rPr>
          <w:rtl/>
          <w:lang w:bidi="ur-PK"/>
        </w:rPr>
        <w:t>ا</w:t>
      </w:r>
      <w:r>
        <w:rPr>
          <w:rtl/>
        </w:rPr>
        <w:t>لگ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حول کو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لکل </w:t>
      </w:r>
      <w:r>
        <w:rPr>
          <w:rFonts w:hint="eastAsia"/>
          <w:rtl/>
        </w:rPr>
        <w:t>بے</w:t>
      </w:r>
      <w:r>
        <w:rPr>
          <w:rtl/>
        </w:rPr>
        <w:t xml:space="preserve"> مہر و محبت م</w:t>
      </w:r>
      <w:r w:rsidR="00816B77" w:rsidRPr="00816B77">
        <w:rPr>
          <w:rtl/>
          <w:lang w:bidi="ur-PK"/>
        </w:rPr>
        <w:t>ا</w:t>
      </w:r>
      <w:r>
        <w:rPr>
          <w:rtl/>
        </w:rPr>
        <w:t>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ہےکئ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ل گزرج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ملنے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حکومت بھ</w:t>
      </w:r>
      <w:r>
        <w:rPr>
          <w:rFonts w:hint="cs"/>
          <w:rtl/>
        </w:rPr>
        <w:t>ی</w:t>
      </w:r>
      <w:r>
        <w:rPr>
          <w:rtl/>
        </w:rPr>
        <w:t xml:space="preserve"> مجبور ہو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بوڑھوں کے گھر (</w:t>
      </w:r>
      <w:r>
        <w:t>old house</w:t>
      </w:r>
      <w:r>
        <w:rPr>
          <w:rtl/>
        </w:rPr>
        <w:t>)منتقل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فسوس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کہن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پڑت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نوں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ندھ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تقل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لت وک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ہےجہ</w:t>
      </w:r>
      <w:r w:rsidRPr="00816B77">
        <w:rPr>
          <w:rtl/>
          <w:lang w:bidi="ur-PK"/>
        </w:rPr>
        <w:t>ا</w:t>
      </w:r>
      <w:r w:rsidR="005A2492">
        <w:rPr>
          <w:rtl/>
        </w:rPr>
        <w:t>ں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گھر کے چشم و چر</w:t>
      </w:r>
      <w:r w:rsidRPr="00816B77">
        <w:rPr>
          <w:rtl/>
          <w:lang w:bidi="ur-PK"/>
        </w:rPr>
        <w:t>ا</w:t>
      </w:r>
      <w:r w:rsidR="005A2492">
        <w:rPr>
          <w:rtl/>
        </w:rPr>
        <w:t>غ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وہ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ہستہ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ہستہ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گھر سے دور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لگ کرتے ج</w:t>
      </w:r>
      <w:r w:rsidRPr="00816B77">
        <w:rPr>
          <w:rtl/>
          <w:lang w:bidi="ur-PK"/>
        </w:rPr>
        <w:t>ا</w:t>
      </w:r>
      <w:r w:rsidR="005A2492">
        <w:rPr>
          <w:rtl/>
        </w:rPr>
        <w:t>رہے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ور بوڑھوں کے گھر بھ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جن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شروع کر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9D1B5F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س غلط ثق</w:t>
      </w:r>
      <w:r w:rsidR="00816B77" w:rsidRPr="00816B77">
        <w:rPr>
          <w:rtl/>
          <w:lang w:bidi="ur-PK"/>
        </w:rPr>
        <w:t>ا</w:t>
      </w:r>
      <w:r>
        <w:rPr>
          <w:rtl/>
        </w:rPr>
        <w:t>فت پر مہر بطل</w:t>
      </w:r>
      <w:r w:rsidR="00816B77" w:rsidRPr="00816B77">
        <w:rPr>
          <w:rtl/>
          <w:lang w:bidi="ur-PK"/>
        </w:rPr>
        <w:t>ا</w:t>
      </w:r>
      <w:r>
        <w:rPr>
          <w:rtl/>
        </w:rPr>
        <w:t>ن لگ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>پ کے حقوق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>دت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پر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ک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>دت کے فور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بعد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</w:t>
      </w:r>
      <w:r>
        <w:rPr>
          <w:rFonts w:hint="eastAsia"/>
          <w:rtl/>
        </w:rPr>
        <w:t>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ن حقوق کو ہم چند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9D1B5F" w:rsidRPr="009D1B5F" w:rsidRDefault="009D1B5F" w:rsidP="00A60F54">
      <w:pPr>
        <w:pStyle w:val="libPoemTini"/>
        <w:rPr>
          <w:rtl/>
        </w:rPr>
      </w:pPr>
      <w:r w:rsidRPr="009D1B5F">
        <w:rPr>
          <w:rtl/>
        </w:rPr>
        <w:br w:type="page"/>
      </w:r>
    </w:p>
    <w:p w:rsidR="005A2492" w:rsidRDefault="005A2492" w:rsidP="00AC5121">
      <w:pPr>
        <w:pStyle w:val="Heading1"/>
        <w:rPr>
          <w:rtl/>
        </w:rPr>
      </w:pPr>
      <w:bookmarkStart w:id="80" w:name="_Toc393190505"/>
      <w:r>
        <w:rPr>
          <w:rFonts w:hint="eastAsia"/>
          <w:rtl/>
        </w:rPr>
        <w:lastRenderedPageBreak/>
        <w:t>حق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bookmarkEnd w:id="8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پر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ن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ہے: </w:t>
      </w:r>
    </w:p>
    <w:p w:rsidR="005A2492" w:rsidRDefault="005A2492" w:rsidP="00CD0F9A">
      <w:pPr>
        <w:pStyle w:val="libAie"/>
        <w:rPr>
          <w:rtl/>
        </w:rPr>
      </w:pPr>
      <w:r>
        <w:rPr>
          <w:rFonts w:hint="eastAsia"/>
          <w:rtl/>
        </w:rPr>
        <w:t>وَ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بُدُو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 وَل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تُش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شَ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ئً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لِدَ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9D1B5F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دت کرو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ٹھرھ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ؤ </w:t>
      </w:r>
      <w:r w:rsidR="00816B77" w:rsidRPr="00816B77">
        <w:rPr>
          <w:rtl/>
          <w:lang w:bidi="ur-PK"/>
        </w:rPr>
        <w:t>ا</w:t>
      </w:r>
      <w:r>
        <w:rPr>
          <w:rtl/>
        </w:rPr>
        <w:t>ور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ن کرودوسر</w:t>
      </w:r>
      <w:r>
        <w:rPr>
          <w:rFonts w:hint="cs"/>
          <w:rtl/>
        </w:rPr>
        <w:t>ی</w:t>
      </w:r>
      <w:r>
        <w:rPr>
          <w:rtl/>
        </w:rPr>
        <w:t xml:space="preserve"> جگہ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9D1B5F">
      <w:pPr>
        <w:pStyle w:val="libNormal"/>
        <w:rPr>
          <w:rtl/>
        </w:rPr>
      </w:pPr>
      <w:r w:rsidRPr="00CD0F9A">
        <w:rPr>
          <w:rStyle w:val="libAieChar"/>
          <w:rFonts w:hint="eastAsia"/>
          <w:rtl/>
        </w:rPr>
        <w:t>قُل</w:t>
      </w:r>
      <w:r w:rsidRPr="00CD0F9A">
        <w:rPr>
          <w:rStyle w:val="libAieChar"/>
          <w:rFonts w:hint="cs"/>
          <w:rtl/>
        </w:rPr>
        <w:t>ْ</w:t>
      </w:r>
      <w:r w:rsidRPr="00CD0F9A">
        <w:rPr>
          <w:rStyle w:val="libAieChar"/>
          <w:rtl/>
        </w:rPr>
        <w:t xml:space="preserve"> تَعَ</w:t>
      </w:r>
      <w:r w:rsidR="00CF3D62" w:rsidRPr="00CF3D62">
        <w:rPr>
          <w:rStyle w:val="libAieChar"/>
          <w:rtl/>
        </w:rPr>
        <w:t>ا</w:t>
      </w:r>
      <w:r w:rsidRPr="00CD0F9A">
        <w:rPr>
          <w:rStyle w:val="libAieChar"/>
          <w:rtl/>
        </w:rPr>
        <w:t>لَو</w:t>
      </w:r>
      <w:r w:rsidRPr="00CD0F9A">
        <w:rPr>
          <w:rStyle w:val="libAieChar"/>
          <w:rFonts w:hint="cs"/>
          <w:rtl/>
        </w:rPr>
        <w:t>ْ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تْلُ مَ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 حَرَّمَ رَبُّكُمْ عَلَيْكُمْ 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ل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 تُشْرِكُو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 بِهِ شَيْئً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 وَبِ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لْوَ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 xml:space="preserve">لِدَيْنِ 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حْسَ</w:t>
      </w:r>
      <w:r w:rsidR="00CF3D62" w:rsidRPr="00CF3D62">
        <w:rPr>
          <w:rStyle w:val="libAieChar"/>
          <w:rFonts w:hint="cs"/>
          <w:rtl/>
        </w:rPr>
        <w:t>ا</w:t>
      </w:r>
      <w:r w:rsidRPr="00CD0F9A">
        <w:rPr>
          <w:rStyle w:val="libAieChar"/>
          <w:rFonts w:hint="cs"/>
          <w:rtl/>
        </w:rPr>
        <w:t>نً</w:t>
      </w:r>
      <w:r w:rsidR="00CF3D62" w:rsidRPr="00CF3D62">
        <w:rPr>
          <w:rStyle w:val="libAieChar"/>
          <w:rFonts w:hint="cs"/>
          <w:rtl/>
        </w:rPr>
        <w:t>ا</w:t>
      </w:r>
      <w:r w:rsidR="009D1B5F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ؤ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پروردگ</w:t>
      </w:r>
      <w:r w:rsidR="00816B77" w:rsidRPr="00816B77">
        <w:rPr>
          <w:rtl/>
          <w:lang w:bidi="ur-PK"/>
        </w:rPr>
        <w:t>ا</w:t>
      </w:r>
      <w:r>
        <w:rPr>
          <w:rtl/>
        </w:rPr>
        <w:t>ر نے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حر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ہےخبرد</w:t>
      </w:r>
      <w:r w:rsidR="00816B77" w:rsidRPr="00816B77">
        <w:rPr>
          <w:rtl/>
          <w:lang w:bidi="ur-PK"/>
        </w:rPr>
        <w:t>ا</w:t>
      </w:r>
      <w:r>
        <w:rPr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بن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>پ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برت</w:t>
      </w:r>
      <w:r w:rsidR="00816B77" w:rsidRPr="00816B77">
        <w:rPr>
          <w:rtl/>
          <w:lang w:bidi="ur-PK"/>
        </w:rPr>
        <w:t>ا</w:t>
      </w:r>
      <w:r>
        <w:rPr>
          <w:rtl/>
        </w:rPr>
        <w:t>ؤ کرن</w:t>
      </w:r>
      <w:r w:rsidR="00816B77" w:rsidRPr="00816B77">
        <w:rPr>
          <w:rtl/>
          <w:lang w:bidi="ur-PK"/>
        </w:rPr>
        <w:t>ا</w:t>
      </w:r>
    </w:p>
    <w:p w:rsidR="005A2492" w:rsidRDefault="005A2492" w:rsidP="00CD0F9A">
      <w:pPr>
        <w:pStyle w:val="libAie"/>
        <w:rPr>
          <w:rtl/>
        </w:rPr>
      </w:pPr>
      <w:r>
        <w:rPr>
          <w:rFonts w:hint="eastAsia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</w:t>
      </w:r>
      <w:r w:rsidRPr="00CD0F9A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خَذ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ثَ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قَ بَنِ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لَ 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بُدُونَ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 وَبِ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لِدَ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قُر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ْي</w:t>
      </w:r>
      <w:r>
        <w:rPr>
          <w:rFonts w:hint="cs"/>
          <w:rtl/>
        </w:rPr>
        <w:t>َتَ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مَسَ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نِ</w:t>
      </w:r>
      <w:r w:rsidR="009D1B5F" w:rsidRPr="007741D8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وقت کو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کرو جب ہم نے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سر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عہد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خبرد</w:t>
      </w:r>
      <w:r w:rsidR="00816B77" w:rsidRPr="00816B77">
        <w:rPr>
          <w:rtl/>
          <w:lang w:bidi="ur-PK"/>
        </w:rPr>
        <w:t>ا</w:t>
      </w:r>
      <w:r>
        <w:rPr>
          <w:rtl/>
        </w:rPr>
        <w:t>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>دت نہ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>پ قر</w:t>
      </w:r>
      <w:r w:rsidR="00816B77" w:rsidRPr="00816B77">
        <w:rPr>
          <w:rtl/>
          <w:lang w:bidi="ur-PK"/>
        </w:rPr>
        <w:t>ا</w:t>
      </w:r>
      <w:r>
        <w:rPr>
          <w:rtl/>
        </w:rPr>
        <w:t>بتد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روں،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برت</w:t>
      </w:r>
      <w:r w:rsidR="00816B77" w:rsidRPr="00816B77">
        <w:rPr>
          <w:rtl/>
          <w:lang w:bidi="ur-PK"/>
        </w:rPr>
        <w:t>ا</w:t>
      </w:r>
      <w:r>
        <w:rPr>
          <w:rtl/>
        </w:rPr>
        <w:t>ؤ کرن</w:t>
      </w:r>
      <w:r w:rsidR="00816B77" w:rsidRPr="00816B77">
        <w:rPr>
          <w:rtl/>
          <w:lang w:bidi="ur-PK"/>
        </w:rPr>
        <w:t>ا</w:t>
      </w:r>
      <w:r>
        <w:rPr>
          <w:rtl/>
        </w:rPr>
        <w:t>"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>ن سے مر</w:t>
      </w:r>
      <w:r w:rsidRPr="00816B77">
        <w:rPr>
          <w:rtl/>
          <w:lang w:bidi="ur-PK"/>
        </w:rPr>
        <w:t>ا</w:t>
      </w:r>
      <w:r w:rsidR="005A2492">
        <w:rPr>
          <w:rtl/>
        </w:rPr>
        <w:t>د کچھ محدود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بلکہ سب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ش</w:t>
      </w:r>
      <w:r w:rsidRPr="00816B77">
        <w:rPr>
          <w:rtl/>
          <w:lang w:bidi="ur-PK"/>
        </w:rPr>
        <w:t>ا</w:t>
      </w:r>
      <w:r w:rsidR="005A2492">
        <w:rPr>
          <w:rtl/>
        </w:rPr>
        <w:t>ئستہ ک</w:t>
      </w:r>
      <w:r w:rsidRPr="00816B77">
        <w:rPr>
          <w:rtl/>
          <w:lang w:bidi="ur-PK"/>
        </w:rPr>
        <w:t>ا</w:t>
      </w:r>
      <w:r w:rsidR="005A2492">
        <w:rPr>
          <w:rtl/>
        </w:rPr>
        <w:t>م مر</w:t>
      </w:r>
      <w:r w:rsidRPr="00816B77">
        <w:rPr>
          <w:rtl/>
          <w:lang w:bidi="ur-PK"/>
        </w:rPr>
        <w:t>ا</w:t>
      </w:r>
      <w:r w:rsidR="005A2492">
        <w:rPr>
          <w:rtl/>
        </w:rPr>
        <w:t>د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ں جو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نس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دوسرے کے لئے </w:t>
      </w:r>
      <w:r w:rsidRPr="00816B77">
        <w:rPr>
          <w:rtl/>
          <w:lang w:bidi="ur-PK"/>
        </w:rPr>
        <w:t>ا</w:t>
      </w:r>
      <w:r w:rsidR="005A2492">
        <w:rPr>
          <w:rtl/>
        </w:rPr>
        <w:t>نج</w:t>
      </w:r>
      <w:r w:rsidRPr="00816B77">
        <w:rPr>
          <w:rtl/>
          <w:lang w:bidi="ur-PK"/>
        </w:rPr>
        <w:t>ا</w:t>
      </w:r>
      <w:r w:rsidR="005A2492">
        <w:rPr>
          <w:rtl/>
        </w:rPr>
        <w:t>م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 پر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بڑ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حق ہے</w:t>
      </w:r>
    </w:p>
    <w:p w:rsidR="005A2492" w:rsidRDefault="00816B77" w:rsidP="00AC5121">
      <w:pPr>
        <w:pStyle w:val="Heading1"/>
        <w:rPr>
          <w:rtl/>
        </w:rPr>
      </w:pPr>
      <w:bookmarkStart w:id="81" w:name="_Toc393190506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حس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="005A2492" w:rsidRPr="00A60F54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>دت</w:t>
      </w:r>
      <w:bookmarkEnd w:id="81"/>
      <w:r w:rsidR="005A2492">
        <w:rPr>
          <w:rtl/>
        </w:rPr>
        <w:t xml:space="preserve"> </w:t>
      </w:r>
    </w:p>
    <w:p w:rsidR="005A2492" w:rsidRPr="00E67D25" w:rsidRDefault="005A2492" w:rsidP="009D1B5F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قُل</w:t>
      </w:r>
      <w:r w:rsidRPr="00F4194C">
        <w:rPr>
          <w:rStyle w:val="libArabicChar"/>
          <w:rFonts w:hint="cs"/>
          <w:rtl/>
        </w:rPr>
        <w:t>ْتُ لِ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ع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يُّ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عْمَ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فْضَلُ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لصَّلَ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ةُ لِوَقْتِهَ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بِرُّ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لِدَيْنِ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لْجِهَ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دُ فِي سَبِيلِ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</w:t>
      </w:r>
      <w:r w:rsidRPr="00E67D25">
        <w:rPr>
          <w:rFonts w:hint="cs"/>
          <w:rtl/>
        </w:rPr>
        <w:t xml:space="preserve"> </w:t>
      </w:r>
      <w:r w:rsidR="009D1B5F" w:rsidRPr="007741D8">
        <w:rPr>
          <w:rStyle w:val="libFootnotenumChar"/>
          <w:rFonts w:hint="cs"/>
          <w:rtl/>
        </w:rPr>
        <w:t>(4)</w:t>
      </w:r>
    </w:p>
    <w:p w:rsidR="009D1B5F" w:rsidRDefault="009D1B5F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C5121" w:rsidRDefault="009D1B5F" w:rsidP="00AC5121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AC5121">
        <w:rPr>
          <w:rtl/>
        </w:rPr>
        <w:t xml:space="preserve"> نس</w:t>
      </w:r>
      <w:r w:rsidR="00816B77" w:rsidRPr="00816B77">
        <w:rPr>
          <w:rtl/>
        </w:rPr>
        <w:t>ا</w:t>
      </w:r>
      <w:r w:rsidR="00AC5121">
        <w:rPr>
          <w:rtl/>
        </w:rPr>
        <w:t xml:space="preserve">ء </w:t>
      </w:r>
      <w:r w:rsidR="00AC5121">
        <w:rPr>
          <w:rtl/>
          <w:lang w:bidi="fa-IR"/>
        </w:rPr>
        <w:t>۳۶</w:t>
      </w:r>
    </w:p>
    <w:p w:rsidR="009D1B5F" w:rsidRDefault="00AC5121" w:rsidP="00051606">
      <w:pPr>
        <w:pStyle w:val="libFootnote0"/>
        <w:rPr>
          <w:rtl/>
        </w:rPr>
      </w:pPr>
      <w:r>
        <w:rPr>
          <w:rFonts w:hint="cs"/>
          <w:rtl/>
        </w:rPr>
        <w:t xml:space="preserve"> </w:t>
      </w:r>
      <w:r w:rsidR="009D1B5F">
        <w:rPr>
          <w:rFonts w:hint="cs"/>
          <w:rtl/>
        </w:rPr>
        <w:t>(2):-</w:t>
      </w:r>
      <w:r w:rsidRPr="00AC5121">
        <w:rPr>
          <w:rtl/>
        </w:rPr>
        <w:t xml:space="preserve"> </w:t>
      </w:r>
      <w:r w:rsidR="00816B77" w:rsidRPr="00816B77">
        <w:rPr>
          <w:rtl/>
        </w:rPr>
        <w:t>ا</w:t>
      </w:r>
      <w:r>
        <w:rPr>
          <w:rtl/>
        </w:rPr>
        <w:t>نع</w:t>
      </w:r>
      <w:r w:rsidR="00816B77" w:rsidRPr="00816B77">
        <w:rPr>
          <w:rtl/>
        </w:rPr>
        <w:t>ا</w:t>
      </w:r>
      <w:r>
        <w:rPr>
          <w:rtl/>
        </w:rPr>
        <w:t xml:space="preserve">م </w:t>
      </w:r>
      <w:r>
        <w:rPr>
          <w:rtl/>
          <w:lang w:bidi="fa-IR"/>
        </w:rPr>
        <w:t>۱۵۱</w:t>
      </w:r>
    </w:p>
    <w:p w:rsidR="009D1B5F" w:rsidRDefault="009D1B5F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AC5121" w:rsidRPr="00AC5121">
        <w:rPr>
          <w:rtl/>
        </w:rPr>
        <w:t xml:space="preserve"> </w:t>
      </w:r>
      <w:r w:rsidR="00AC5121">
        <w:rPr>
          <w:rtl/>
        </w:rPr>
        <w:t xml:space="preserve">بقرہ </w:t>
      </w:r>
      <w:r w:rsidR="00AC5121">
        <w:rPr>
          <w:rtl/>
          <w:lang w:bidi="fa-IR"/>
        </w:rPr>
        <w:t>۸۳</w:t>
      </w:r>
      <w:r w:rsidR="00AC5121">
        <w:rPr>
          <w:rtl/>
        </w:rPr>
        <w:t xml:space="preserve"> </w:t>
      </w:r>
    </w:p>
    <w:p w:rsidR="009D1B5F" w:rsidRDefault="009D1B5F" w:rsidP="00051606">
      <w:pPr>
        <w:pStyle w:val="libFootnote0"/>
        <w:rPr>
          <w:rtl/>
        </w:rPr>
      </w:pPr>
      <w:r>
        <w:rPr>
          <w:rFonts w:hint="cs"/>
          <w:rtl/>
        </w:rPr>
        <w:t>(4):-</w:t>
      </w:r>
      <w:r w:rsidR="00AC5121" w:rsidRPr="00AC5121">
        <w:rPr>
          <w:rtl/>
        </w:rPr>
        <w:t xml:space="preserve"> </w:t>
      </w:r>
      <w:r w:rsidR="00AC5121" w:rsidRPr="004F2AF7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AC5121" w:rsidRPr="004F2AF7">
        <w:rPr>
          <w:rStyle w:val="libFootNoteArabicChar"/>
          <w:rtl/>
        </w:rPr>
        <w:t>ئل</w:t>
      </w:r>
      <w:r w:rsidR="00AC5121" w:rsidRPr="004F2AF7">
        <w:rPr>
          <w:rStyle w:val="libFootNoteArabicChar"/>
          <w:rFonts w:hint="cs"/>
          <w:rtl/>
        </w:rPr>
        <w:t>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AC5121" w:rsidRPr="004F2AF7">
        <w:rPr>
          <w:rStyle w:val="libFootNoteArabicChar"/>
          <w:rFonts w:hint="cs"/>
          <w:rtl/>
        </w:rPr>
        <w:t>لشيعة    ،ج  15، ص 19</w:t>
      </w:r>
    </w:p>
    <w:p w:rsidR="009D1B5F" w:rsidRDefault="009D1B5F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>
        <w:rPr>
          <w:rtl/>
        </w:rPr>
        <w:t>سے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کون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عمل سب سے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فضل ہے ؟ تو 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:نم</w:t>
      </w:r>
      <w:r w:rsidR="00816B77" w:rsidRPr="00816B77">
        <w:rPr>
          <w:rtl/>
          <w:lang w:bidi="ur-PK"/>
        </w:rPr>
        <w:t>ا</w:t>
      </w:r>
      <w:r>
        <w:rPr>
          <w:rtl/>
        </w:rPr>
        <w:t>ز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 وقت  پر  پڑھن</w:t>
      </w:r>
      <w:r w:rsidR="00816B77" w:rsidRPr="00816B77">
        <w:rPr>
          <w:rtl/>
          <w:lang w:bidi="ur-PK"/>
        </w:rPr>
        <w:t>ا</w:t>
      </w:r>
      <w:r>
        <w:rPr>
          <w:rtl/>
        </w:rPr>
        <w:t>،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ور 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جہ</w:t>
      </w:r>
      <w:r w:rsidR="00816B77" w:rsidRPr="00816B77">
        <w:rPr>
          <w:rtl/>
          <w:lang w:bidi="ur-PK"/>
        </w:rPr>
        <w:t>ا</w:t>
      </w:r>
      <w:r>
        <w:rPr>
          <w:rtl/>
        </w:rPr>
        <w:t>د  کرن</w:t>
      </w:r>
      <w:r w:rsidR="00816B77" w:rsidRPr="00816B77">
        <w:rPr>
          <w:rtl/>
          <w:lang w:bidi="ur-PK"/>
        </w:rPr>
        <w:t>ا</w:t>
      </w:r>
    </w:p>
    <w:p w:rsidR="005A2492" w:rsidRDefault="005A2492" w:rsidP="00AC5121">
      <w:pPr>
        <w:pStyle w:val="Heading1"/>
        <w:rPr>
          <w:rtl/>
        </w:rPr>
      </w:pPr>
      <w:bookmarkStart w:id="82" w:name="_Toc393190507"/>
      <w:r>
        <w:rPr>
          <w:rFonts w:hint="eastAsia"/>
          <w:rtl/>
        </w:rPr>
        <w:t>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فرو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ن!</w:t>
      </w:r>
      <w:bookmarkEnd w:id="82"/>
    </w:p>
    <w:p w:rsidR="005A2492" w:rsidRDefault="005A2492" w:rsidP="005A2492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عَنِ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>ْفَضْلِ بْنِ شَ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نَ عَنِ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لرِّضَ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ع فِي كِتَ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بِهِ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>ْمَ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مُونِ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وَ بِرُّ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لِدَيْنِ 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جِبٌ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مُشْرِكَيْنِ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طَ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عَةَ لَهُمَ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فِي مَعْصِيَةِ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لْخَ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لِقِ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لِغَيْرِهِمَ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نَّهُ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طَ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عَةَ لِمَخْلُوقٍ فِي مَعْ</w:t>
      </w:r>
      <w:r w:rsidRPr="00F4194C">
        <w:rPr>
          <w:rStyle w:val="libArabicChar"/>
          <w:rFonts w:hint="eastAsia"/>
          <w:rtl/>
        </w:rPr>
        <w:t>صِ</w:t>
      </w:r>
      <w:r w:rsidRPr="00F4194C">
        <w:rPr>
          <w:rStyle w:val="libArabicChar"/>
          <w:rFonts w:hint="cs"/>
          <w:rtl/>
        </w:rPr>
        <w:t>يَةِ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>ْخَ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لِقِ</w:t>
      </w:r>
      <w:r w:rsidRPr="00E67D25">
        <w:rPr>
          <w:rFonts w:hint="cs"/>
          <w:rtl/>
        </w:rPr>
        <w:t xml:space="preserve"> </w:t>
      </w:r>
      <w:r w:rsidR="009D1B5F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ش</w:t>
      </w:r>
      <w:r w:rsidR="00816B77" w:rsidRPr="00816B77">
        <w:rPr>
          <w:rtl/>
          <w:lang w:bidi="ur-PK"/>
        </w:rPr>
        <w:t>ا</w:t>
      </w:r>
      <w:r>
        <w:rPr>
          <w:rtl/>
        </w:rPr>
        <w:t>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ؓ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رض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سے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م</w:t>
      </w:r>
      <w:r w:rsidR="00816B77" w:rsidRPr="00816B77">
        <w:rPr>
          <w:rtl/>
          <w:lang w:bidi="ur-PK"/>
        </w:rPr>
        <w:t>ا</w:t>
      </w:r>
      <w:r>
        <w:rPr>
          <w:rtl/>
        </w:rPr>
        <w:t>مون کو خط لکھ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کو و</w:t>
      </w:r>
      <w:r w:rsidR="00816B77" w:rsidRPr="00816B77">
        <w:rPr>
          <w:rtl/>
          <w:lang w:bidi="ur-PK"/>
        </w:rPr>
        <w:t>ا</w:t>
      </w:r>
      <w:r>
        <w:rPr>
          <w:rtl/>
        </w:rPr>
        <w:t>جب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گرچہ وہ مشرک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؛ سو</w:t>
      </w:r>
      <w:r w:rsidR="00816B77" w:rsidRPr="00816B77">
        <w:rPr>
          <w:rtl/>
          <w:lang w:bidi="ur-PK"/>
        </w:rPr>
        <w:t>ا</w:t>
      </w:r>
      <w:r>
        <w:rPr>
          <w:rtl/>
        </w:rPr>
        <w:t>ئےمعص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کے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="008D6D4F" w:rsidRPr="008D6D4F">
        <w:rPr>
          <w:rFonts w:hint="cs"/>
          <w:rtl/>
          <w:lang w:bidi="ur-PK"/>
        </w:rPr>
        <w:t>ہ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لہٰ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مخلوق 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ج</w:t>
      </w:r>
      <w:r w:rsidR="00816B77" w:rsidRPr="00816B77">
        <w:rPr>
          <w:rtl/>
          <w:lang w:bidi="ur-PK"/>
        </w:rPr>
        <w:t>ا</w:t>
      </w:r>
      <w:r>
        <w:rPr>
          <w:rtl/>
        </w:rPr>
        <w:t>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5A2492" w:rsidRDefault="005A2492" w:rsidP="009D1B5F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عَن</w:t>
      </w:r>
      <w:r w:rsidRPr="00F4194C">
        <w:rPr>
          <w:rStyle w:val="libArabicChar"/>
          <w:rFonts w:hint="cs"/>
          <w:rtl/>
        </w:rPr>
        <w:t>ْ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بِي جَعْفَرٍ ع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ثَلَ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ثٌ لَمْ يَجْعَلِ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للهُ لِ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حَدٍ فِيهِنَّ رُخْصَةً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دَ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نَةِ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لْبَرِّ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جِرِ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لْوَفَ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ءُ بِ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لْعَهْدِ لِلْبَرِّ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جِرِ وَ بِرُّ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لِدَيْنِ بَرَّيْنِ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وْ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جِرَيْنِ</w:t>
      </w:r>
      <w:r w:rsidRPr="00E67D25">
        <w:rPr>
          <w:rFonts w:hint="cs"/>
          <w:rtl/>
        </w:rPr>
        <w:t xml:space="preserve"> </w:t>
      </w:r>
      <w:r w:rsidR="009D1B5F" w:rsidRPr="007741D8">
        <w:rPr>
          <w:rStyle w:val="libFootnotenumChar"/>
          <w:rFonts w:hint="cs"/>
          <w:rtl/>
        </w:rPr>
        <w:t>(2)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سے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ہے کہ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جن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نے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لئے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رخصت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ہے: </w:t>
      </w:r>
    </w:p>
    <w:p w:rsidR="005A2492" w:rsidRDefault="005A2492" w:rsidP="00424E18">
      <w:pPr>
        <w:pStyle w:val="libNormal"/>
        <w:rPr>
          <w:rtl/>
        </w:rPr>
      </w:pPr>
      <w:r>
        <w:rPr>
          <w:rtl/>
        </w:rPr>
        <w:t>1.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نت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پس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گرچہ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سق ہو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2.</w:t>
      </w:r>
      <w:r>
        <w:rPr>
          <w:rtl/>
        </w:rPr>
        <w:tab/>
        <w:t xml:space="preserve"> وعدہ وف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ہو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بر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3.</w:t>
      </w:r>
      <w:r>
        <w:rPr>
          <w:rtl/>
        </w:rPr>
        <w:tab/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ن کرن</w:t>
      </w:r>
      <w:r w:rsidR="00816B77" w:rsidRPr="00816B77">
        <w:rPr>
          <w:rtl/>
          <w:lang w:bidi="ur-PK"/>
        </w:rPr>
        <w:t>ا</w:t>
      </w:r>
      <w:r>
        <w:rPr>
          <w:rtl/>
        </w:rPr>
        <w:t>، خو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چھے ہوں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برے ہوں</w:t>
      </w:r>
    </w:p>
    <w:p w:rsidR="005A2492" w:rsidRPr="00036E92" w:rsidRDefault="005A2492" w:rsidP="00036E92">
      <w:pPr>
        <w:pStyle w:val="libNormal"/>
        <w:rPr>
          <w:rtl/>
        </w:rPr>
      </w:pPr>
      <w:r>
        <w:rPr>
          <w:rtl/>
        </w:rPr>
        <w:t xml:space="preserve"> خصوص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کے </w:t>
      </w:r>
      <w:r w:rsidR="00816B77" w:rsidRPr="00816B77">
        <w:rPr>
          <w:rtl/>
          <w:lang w:bidi="ur-PK"/>
        </w:rPr>
        <w:t>ا</w:t>
      </w:r>
      <w:r>
        <w:rPr>
          <w:rtl/>
        </w:rPr>
        <w:t>وپر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رسول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(ص)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ضر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عرض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ن ہوں جو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</w:t>
      </w:r>
      <w:r w:rsidR="00816B77" w:rsidRPr="00816B77">
        <w:rPr>
          <w:rtl/>
          <w:lang w:bidi="ur-PK"/>
        </w:rPr>
        <w:t>ا</w:t>
      </w:r>
      <w:r>
        <w:rPr>
          <w:rtl/>
        </w:rPr>
        <w:t>د کرنے 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 رکھت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طرف ہرگز م</w:t>
      </w:r>
      <w:r w:rsidR="00816B77" w:rsidRPr="00816B77">
        <w:rPr>
          <w:rtl/>
          <w:lang w:bidi="ur-PK"/>
        </w:rPr>
        <w:t>ا</w:t>
      </w:r>
      <w:r>
        <w:rPr>
          <w:rtl/>
        </w:rPr>
        <w:t>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ںرسول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کرم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و</w:t>
      </w:r>
      <w:r w:rsidR="00816B77" w:rsidRPr="00816B77">
        <w:rPr>
          <w:rtl/>
          <w:lang w:bidi="ur-PK"/>
        </w:rPr>
        <w:t>ا</w:t>
      </w:r>
      <w:r>
        <w:rPr>
          <w:rtl/>
        </w:rPr>
        <w:t>پس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ؤ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کے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رہو </w:t>
      </w:r>
      <w:r w:rsidR="00816B77" w:rsidRPr="00816B77">
        <w:rPr>
          <w:rtl/>
          <w:lang w:bidi="ur-PK"/>
        </w:rPr>
        <w:t>ا</w:t>
      </w:r>
      <w:r>
        <w:rPr>
          <w:rtl/>
        </w:rPr>
        <w:t>س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جس نے مجھے حق پر مبعوث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خدمت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ل جہ</w:t>
      </w:r>
      <w:r w:rsidR="00816B77" w:rsidRPr="00816B77">
        <w:rPr>
          <w:rtl/>
          <w:lang w:bidi="ur-PK"/>
        </w:rPr>
        <w:t>ا</w:t>
      </w:r>
      <w:r>
        <w:rPr>
          <w:rtl/>
        </w:rPr>
        <w:t>د کرنے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 ہے</w:t>
      </w:r>
      <w:r w:rsidR="00036E92" w:rsidRPr="007741D8">
        <w:rPr>
          <w:rStyle w:val="libFootnotenumChar"/>
          <w:rFonts w:hint="cs"/>
          <w:rtl/>
        </w:rPr>
        <w:t>(3)</w:t>
      </w:r>
    </w:p>
    <w:p w:rsidR="00036E92" w:rsidRDefault="00036E92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24E18" w:rsidRDefault="00036E92" w:rsidP="00424E18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24E18" w:rsidRPr="00424E18">
        <w:rPr>
          <w:rtl/>
        </w:rPr>
        <w:t xml:space="preserve"> </w:t>
      </w:r>
      <w:r w:rsidR="00424E18" w:rsidRPr="004F2AF7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424E18" w:rsidRPr="004F2AF7">
        <w:rPr>
          <w:rStyle w:val="libFootNoteArabicChar"/>
          <w:rtl/>
        </w:rPr>
        <w:t>ئل</w:t>
      </w:r>
      <w:r w:rsidR="00424E18" w:rsidRPr="004F2AF7">
        <w:rPr>
          <w:rStyle w:val="libFootNoteArabicChar"/>
          <w:rFonts w:hint="cs"/>
          <w:rtl/>
        </w:rPr>
        <w:t>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24E18" w:rsidRPr="004F2AF7">
        <w:rPr>
          <w:rStyle w:val="libFootNoteArabicChar"/>
          <w:rFonts w:hint="cs"/>
          <w:rtl/>
        </w:rPr>
        <w:t>لشيعة    ، ج 16 ، ص 155</w:t>
      </w:r>
      <w:r w:rsidR="00424E18" w:rsidRPr="00816B77">
        <w:rPr>
          <w:rFonts w:hint="cs"/>
          <w:rtl/>
        </w:rPr>
        <w:t xml:space="preserve"> </w:t>
      </w:r>
    </w:p>
    <w:p w:rsidR="00036E92" w:rsidRDefault="00036E92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424E18" w:rsidRPr="00424E18">
        <w:rPr>
          <w:rtl/>
        </w:rPr>
        <w:t xml:space="preserve"> </w:t>
      </w:r>
      <w:r w:rsidR="00424E18" w:rsidRPr="004F2AF7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424E18" w:rsidRPr="004F2AF7">
        <w:rPr>
          <w:rStyle w:val="libFootNoteArabicChar"/>
          <w:rtl/>
        </w:rPr>
        <w:t>ئل</w:t>
      </w:r>
      <w:r w:rsidR="00424E18" w:rsidRPr="004F2AF7">
        <w:rPr>
          <w:rStyle w:val="libFootNoteArabicChar"/>
          <w:rFonts w:hint="cs"/>
          <w:rtl/>
        </w:rPr>
        <w:t>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24E18" w:rsidRPr="004F2AF7">
        <w:rPr>
          <w:rStyle w:val="libFootNoteArabicChar"/>
          <w:rFonts w:hint="cs"/>
          <w:rtl/>
        </w:rPr>
        <w:t>لشيعة    ، ج 21 ، ص490</w:t>
      </w:r>
      <w:r w:rsidR="00424E18" w:rsidRPr="00816B77">
        <w:rPr>
          <w:rFonts w:hint="cs"/>
          <w:rtl/>
        </w:rPr>
        <w:t xml:space="preserve"> </w:t>
      </w:r>
    </w:p>
    <w:p w:rsidR="00036E92" w:rsidRDefault="00036E92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424E18" w:rsidRPr="00424E18">
        <w:rPr>
          <w:rtl/>
        </w:rPr>
        <w:t xml:space="preserve"> </w:t>
      </w:r>
      <w:r w:rsidR="00424E18">
        <w:rPr>
          <w:rtl/>
        </w:rPr>
        <w:t>ج</w:t>
      </w:r>
      <w:r w:rsidR="00816B77" w:rsidRPr="00816B77">
        <w:rPr>
          <w:rtl/>
        </w:rPr>
        <w:t>ا</w:t>
      </w:r>
      <w:r w:rsidR="00424E18">
        <w:rPr>
          <w:rtl/>
        </w:rPr>
        <w:t xml:space="preserve">مع </w:t>
      </w:r>
      <w:r w:rsidR="00816B77" w:rsidRPr="00816B77">
        <w:rPr>
          <w:rtl/>
        </w:rPr>
        <w:t>ا</w:t>
      </w:r>
      <w:r w:rsidR="00424E18">
        <w:rPr>
          <w:rtl/>
        </w:rPr>
        <w:t>لسع</w:t>
      </w:r>
      <w:r w:rsidR="00816B77" w:rsidRPr="00816B77">
        <w:rPr>
          <w:rtl/>
        </w:rPr>
        <w:t>ا</w:t>
      </w:r>
      <w:r w:rsidR="00424E18">
        <w:rPr>
          <w:rtl/>
        </w:rPr>
        <w:t>د</w:t>
      </w:r>
      <w:r w:rsidR="00816B77" w:rsidRPr="00816B77">
        <w:rPr>
          <w:rtl/>
        </w:rPr>
        <w:t>ا</w:t>
      </w:r>
      <w:r w:rsidR="00424E18">
        <w:rPr>
          <w:rtl/>
        </w:rPr>
        <w:t>ت،ج</w:t>
      </w:r>
      <w:r w:rsidR="00C15B30" w:rsidRPr="00C15B30">
        <w:rPr>
          <w:rFonts w:hint="cs"/>
          <w:rtl/>
        </w:rPr>
        <w:t>2</w:t>
      </w:r>
      <w:r w:rsidR="00424E18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261</w:t>
      </w:r>
      <w:r w:rsidR="00424E18" w:rsidRPr="00816B77">
        <w:rPr>
          <w:rFonts w:hint="cs"/>
          <w:rtl/>
        </w:rPr>
        <w:t xml:space="preserve"> </w:t>
      </w:r>
    </w:p>
    <w:p w:rsidR="00036E92" w:rsidRPr="00424E18" w:rsidRDefault="00036E92" w:rsidP="00A60F54">
      <w:pPr>
        <w:pStyle w:val="libPoemTini"/>
        <w:rPr>
          <w:rtl/>
        </w:rPr>
      </w:pPr>
      <w:r w:rsidRPr="00424E18">
        <w:rPr>
          <w:rtl/>
        </w:rPr>
        <w:br w:type="page"/>
      </w:r>
    </w:p>
    <w:p w:rsidR="005A2492" w:rsidRDefault="00816B77" w:rsidP="001713DE">
      <w:pPr>
        <w:pStyle w:val="Heading1"/>
        <w:rPr>
          <w:rtl/>
        </w:rPr>
      </w:pPr>
      <w:bookmarkStart w:id="83" w:name="_Toc393190508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ب</w:t>
      </w:r>
      <w:r w:rsidRPr="00816B77">
        <w:rPr>
          <w:rtl/>
          <w:lang w:bidi="ur-PK"/>
        </w:rPr>
        <w:t>ا</w:t>
      </w:r>
      <w:r w:rsidR="005A2492">
        <w:rPr>
          <w:rtl/>
        </w:rPr>
        <w:t>پ سے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فض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برتر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مع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  <w:bookmarkEnd w:id="83"/>
      <w:r w:rsidR="005A2492">
        <w:rPr>
          <w:rtl/>
        </w:rPr>
        <w:t xml:space="preserve"> </w:t>
      </w:r>
    </w:p>
    <w:p w:rsidR="005A2492" w:rsidRDefault="00816B77" w:rsidP="005D667A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رسول </w:t>
      </w:r>
      <w:r w:rsidRPr="00816B77">
        <w:rPr>
          <w:rtl/>
          <w:lang w:bidi="ur-PK"/>
        </w:rPr>
        <w:t>ا</w:t>
      </w:r>
      <w:r w:rsidR="005A2492">
        <w:rPr>
          <w:rtl/>
        </w:rPr>
        <w:t>کرم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مجلس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رض</w:t>
      </w:r>
      <w:r w:rsidRPr="00816B77">
        <w:rPr>
          <w:rtl/>
          <w:lang w:bidi="ur-PK"/>
        </w:rPr>
        <w:t>ا</w:t>
      </w:r>
      <w:r w:rsidR="005A2492">
        <w:rPr>
          <w:rtl/>
        </w:rPr>
        <w:t>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ن 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رد ہوئ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نحضرت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ش</w:t>
      </w:r>
      <w:r w:rsidRPr="00816B77">
        <w:rPr>
          <w:rtl/>
          <w:lang w:bidi="ur-PK"/>
        </w:rPr>
        <w:t>ا</w:t>
      </w:r>
      <w:r w:rsidR="005A2492">
        <w:rPr>
          <w:rtl/>
        </w:rPr>
        <w:t>ن عزت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کر خوش ہوئے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لئے کپڑ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کہ </w:t>
      </w:r>
      <w:r w:rsidRPr="00816B77">
        <w:rPr>
          <w:rtl/>
          <w:lang w:bidi="ur-PK"/>
        </w:rPr>
        <w:t>ا</w:t>
      </w:r>
      <w:r w:rsidR="005A2492">
        <w:rPr>
          <w:rtl/>
        </w:rPr>
        <w:t>س پر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بعد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سے گفتگو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مشغول ہوگئےکچھ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بع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وہ چل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تھوڑ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بعد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جو </w:t>
      </w:r>
      <w:r w:rsidRPr="00816B77">
        <w:rPr>
          <w:rtl/>
          <w:lang w:bidi="ur-PK"/>
        </w:rPr>
        <w:t>ا</w:t>
      </w:r>
      <w:r w:rsidR="005A2492">
        <w:rPr>
          <w:rtl/>
        </w:rPr>
        <w:t>نحضرت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رض</w:t>
      </w:r>
      <w:r w:rsidRPr="00816B77">
        <w:rPr>
          <w:rtl/>
          <w:lang w:bidi="ur-PK"/>
        </w:rPr>
        <w:t>ا</w:t>
      </w:r>
      <w:r w:rsidR="005A2492">
        <w:rPr>
          <w:rtl/>
        </w:rPr>
        <w:t>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ضر خدمت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نحضرت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لئے 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تعظ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نج</w:t>
      </w:r>
      <w:r w:rsidRPr="00816B77">
        <w:rPr>
          <w:rtl/>
          <w:lang w:bidi="ur-PK"/>
        </w:rPr>
        <w:t>ا</w:t>
      </w:r>
      <w:r w:rsidR="005A2492">
        <w:rPr>
          <w:rtl/>
        </w:rPr>
        <w:t>م نہ د</w:t>
      </w:r>
      <w:r w:rsidR="005A2492">
        <w:rPr>
          <w:rFonts w:hint="cs"/>
          <w:rtl/>
        </w:rPr>
        <w:t>ی</w:t>
      </w:r>
      <w:r w:rsidR="005A2492">
        <w:rPr>
          <w:rtl/>
        </w:rPr>
        <w:t>ح</w:t>
      </w:r>
      <w:r w:rsidRPr="00816B77">
        <w:rPr>
          <w:rtl/>
          <w:lang w:bidi="ur-PK"/>
        </w:rPr>
        <w:t>ا</w:t>
      </w:r>
      <w:r w:rsidR="005A2492">
        <w:rPr>
          <w:rtl/>
        </w:rPr>
        <w:t>ضر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نے پوچھ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رسول </w:t>
      </w:r>
      <w:r w:rsidRPr="00816B77">
        <w:rPr>
          <w:rtl/>
          <w:lang w:bidi="ur-PK"/>
        </w:rPr>
        <w:t>ا</w:t>
      </w:r>
      <w:r w:rsidR="005A2492">
        <w:rPr>
          <w:rtl/>
        </w:rPr>
        <w:t>للہ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! </w:t>
      </w:r>
      <w:r w:rsidRPr="00816B77">
        <w:rPr>
          <w:rtl/>
          <w:lang w:bidi="ur-PK"/>
        </w:rPr>
        <w:t>ا</w:t>
      </w:r>
      <w:r w:rsidR="005A2492">
        <w:rPr>
          <w:rtl/>
        </w:rPr>
        <w:t>س فرق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وجہ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نکہ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شخص مرد 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وہ لڑک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="005D667A" w:rsidRPr="007741D8">
        <w:rPr>
          <w:rStyle w:val="libFootnotenumChar"/>
          <w:rFonts w:hint="cs"/>
          <w:rtl/>
        </w:rPr>
        <w:t>(1)</w:t>
      </w:r>
    </w:p>
    <w:p w:rsidR="005A2492" w:rsidRDefault="005A2492" w:rsidP="005D667A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ص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كُنْتَ فِي صَلَ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ةِ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لتَّطَوُّعِ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دَعَ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كَ 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لِدُكَ فَلَ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تَقْطَعْهَ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دَعَتْكَ 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لِدَتُكَ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قْطَعْهَ</w:t>
      </w:r>
      <w:r w:rsidR="00CF3D62" w:rsidRPr="00CF3D62">
        <w:rPr>
          <w:rStyle w:val="libArabicChar"/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5D667A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 دے  </w:t>
      </w:r>
      <w:r w:rsidR="00816B77" w:rsidRPr="00816B77">
        <w:rPr>
          <w:rtl/>
          <w:lang w:bidi="ur-PK"/>
        </w:rPr>
        <w:t>ا</w:t>
      </w:r>
      <w:r>
        <w:rPr>
          <w:rtl/>
        </w:rPr>
        <w:t>ورتم مستحب نم</w:t>
      </w:r>
      <w:r w:rsidR="00816B77" w:rsidRPr="00816B77">
        <w:rPr>
          <w:rtl/>
          <w:lang w:bidi="ur-PK"/>
        </w:rPr>
        <w:t>ا</w:t>
      </w:r>
      <w:r>
        <w:rPr>
          <w:rtl/>
        </w:rPr>
        <w:t>ز پڑھ رہے ہو تونم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 توڑ کر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ب دو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لد 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>ز دے تو نم</w:t>
      </w:r>
      <w:r w:rsidR="00816B77" w:rsidRPr="00816B77">
        <w:rPr>
          <w:rtl/>
          <w:lang w:bidi="ur-PK"/>
        </w:rPr>
        <w:t>ا</w:t>
      </w:r>
      <w:r>
        <w:rPr>
          <w:rtl/>
        </w:rPr>
        <w:t>ز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سکتے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</w:t>
      </w:r>
    </w:p>
    <w:p w:rsidR="005A2492" w:rsidRPr="00E67D25" w:rsidRDefault="005A2492" w:rsidP="005D667A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عَنِ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</w:t>
      </w:r>
      <w:r w:rsidRPr="00F4194C">
        <w:rPr>
          <w:rStyle w:val="libArabicChar"/>
          <w:rFonts w:hint="cs"/>
          <w:rtl/>
        </w:rPr>
        <w:t>ْمُعَلَّ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بْنِ خُنَيْسٍ عَنْ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ع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ءَ رَجُلٌ وَ سَ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لنَّبِيَّ ص عَنْ بِرِّ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لْوَ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لِدَيْنِ فَقَ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بْرَرْ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مَّكَ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بْرَرْ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مَّكَ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بْرَرْ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مَّكَ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بْرَرْ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بْرَرْ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كَ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بْرَرْ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كَ وَ بَدَ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مِّ قَبْلَ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بِ</w:t>
      </w:r>
      <w:r w:rsidR="005D667A" w:rsidRPr="007741D8">
        <w:rPr>
          <w:rStyle w:val="libFootnotenumChar"/>
          <w:rFonts w:hint="cs"/>
          <w:rtl/>
        </w:rPr>
        <w:t>(3)</w:t>
      </w:r>
    </w:p>
    <w:p w:rsidR="005D667A" w:rsidRDefault="005D667A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713DE" w:rsidRDefault="005D667A" w:rsidP="001713D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1713DE">
        <w:rPr>
          <w:rtl/>
        </w:rPr>
        <w:t xml:space="preserve">   ج</w:t>
      </w:r>
      <w:r w:rsidR="00816B77" w:rsidRPr="00816B77">
        <w:rPr>
          <w:rtl/>
        </w:rPr>
        <w:t>ا</w:t>
      </w:r>
      <w:r w:rsidR="001713DE">
        <w:rPr>
          <w:rtl/>
        </w:rPr>
        <w:t xml:space="preserve">مع </w:t>
      </w:r>
      <w:r w:rsidR="00816B77" w:rsidRPr="00816B77">
        <w:rPr>
          <w:rtl/>
        </w:rPr>
        <w:t>ا</w:t>
      </w:r>
      <w:r w:rsidR="001713DE">
        <w:rPr>
          <w:rtl/>
        </w:rPr>
        <w:t>لسع</w:t>
      </w:r>
      <w:r w:rsidR="00816B77" w:rsidRPr="00816B77">
        <w:rPr>
          <w:rtl/>
        </w:rPr>
        <w:t>ا</w:t>
      </w:r>
      <w:r w:rsidR="001713DE">
        <w:rPr>
          <w:rtl/>
        </w:rPr>
        <w:t>د</w:t>
      </w:r>
      <w:r w:rsidR="00816B77" w:rsidRPr="00816B77">
        <w:rPr>
          <w:rtl/>
        </w:rPr>
        <w:t>ا</w:t>
      </w:r>
      <w:r w:rsidR="001713DE">
        <w:rPr>
          <w:rtl/>
        </w:rPr>
        <w:t>ت، ج</w:t>
      </w:r>
      <w:r w:rsidR="00C15B30" w:rsidRPr="00C15B30">
        <w:rPr>
          <w:rFonts w:hint="cs"/>
          <w:rtl/>
        </w:rPr>
        <w:t>2</w:t>
      </w:r>
      <w:r w:rsidR="001713DE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26</w:t>
      </w:r>
      <w:r w:rsidR="0035346A" w:rsidRPr="0035346A">
        <w:rPr>
          <w:rFonts w:hint="cs"/>
          <w:rtl/>
        </w:rPr>
        <w:t>0</w:t>
      </w:r>
      <w:r w:rsidR="001713DE" w:rsidRPr="00816B77">
        <w:rPr>
          <w:rFonts w:hint="cs"/>
          <w:rtl/>
        </w:rPr>
        <w:t xml:space="preserve"> </w:t>
      </w:r>
    </w:p>
    <w:p w:rsidR="005D667A" w:rsidRDefault="005D667A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1713DE" w:rsidRPr="001713DE">
        <w:rPr>
          <w:rtl/>
        </w:rPr>
        <w:t xml:space="preserve"> </w:t>
      </w:r>
      <w:r w:rsidR="001713DE" w:rsidRPr="004F2AF7">
        <w:rPr>
          <w:rStyle w:val="libFootNoteArabicChar"/>
          <w:rtl/>
        </w:rPr>
        <w:t>مستدر</w:t>
      </w:r>
      <w:r w:rsidR="001713DE" w:rsidRPr="004F2AF7">
        <w:rPr>
          <w:rStyle w:val="libFootNoteArabicChar"/>
          <w:rFonts w:hint="cs"/>
          <w:rtl/>
        </w:rPr>
        <w:t>ك‏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>لوس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>ئل     15،ص 181،ب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 xml:space="preserve">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>ستحب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 xml:space="preserve">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>لزي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 xml:space="preserve">دة في بر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>م</w:t>
      </w:r>
      <w:r w:rsidR="001713DE" w:rsidRPr="00816B77">
        <w:rPr>
          <w:rFonts w:hint="cs"/>
          <w:rtl/>
        </w:rPr>
        <w:t xml:space="preserve"> </w:t>
      </w:r>
    </w:p>
    <w:p w:rsidR="005D667A" w:rsidRDefault="005D667A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1713DE" w:rsidRPr="001713DE">
        <w:rPr>
          <w:rtl/>
        </w:rPr>
        <w:t xml:space="preserve"> </w:t>
      </w:r>
      <w:r w:rsidR="001713DE" w:rsidRPr="004F2AF7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1713DE" w:rsidRPr="004F2AF7">
        <w:rPr>
          <w:rStyle w:val="libFootNoteArabicChar"/>
          <w:rtl/>
        </w:rPr>
        <w:t>ئل</w:t>
      </w:r>
      <w:r w:rsidR="001713DE" w:rsidRPr="004F2AF7">
        <w:rPr>
          <w:rStyle w:val="libFootNoteArabicChar"/>
          <w:rFonts w:hint="cs"/>
          <w:rtl/>
        </w:rPr>
        <w:t>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4F2AF7">
        <w:rPr>
          <w:rStyle w:val="libFootNoteArabicChar"/>
          <w:rFonts w:hint="cs"/>
          <w:rtl/>
        </w:rPr>
        <w:t>لشيعة   ،  ج21 ، ص491</w:t>
      </w:r>
    </w:p>
    <w:p w:rsidR="005D667A" w:rsidRDefault="005D667A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معل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سؓ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>
        <w:rPr>
          <w:rtl/>
        </w:rPr>
        <w:t>سے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رسول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>
        <w:rPr>
          <w:rFonts w:hint="cs"/>
          <w:rtl/>
        </w:rPr>
        <w:t>ﷺ</w:t>
      </w:r>
      <w:r>
        <w:rPr>
          <w:rtl/>
        </w:rPr>
        <w:t xml:space="preserve"> 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 w:rsidR="00816B77" w:rsidRPr="00816B77">
        <w:rPr>
          <w:rtl/>
          <w:lang w:bidi="ur-PK"/>
        </w:rPr>
        <w:t>ا</w:t>
      </w:r>
      <w:r>
        <w:rPr>
          <w:rtl/>
        </w:rPr>
        <w:t>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 ؛ چوتھ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کہ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پ کے 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کرو: </w:t>
      </w:r>
    </w:p>
    <w:p w:rsidR="005A2492" w:rsidRDefault="005A2492" w:rsidP="00B549EA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عَن</w:t>
      </w:r>
      <w:r w:rsidRPr="00F4194C">
        <w:rPr>
          <w:rStyle w:val="libArabicChar"/>
          <w:rFonts w:hint="cs"/>
          <w:rtl/>
        </w:rPr>
        <w:t>ْ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ع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جَ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ءَ رَجُلٌ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لنَّبِيِّ ص فَقَ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يَ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رَسُولَ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مَنْ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بَرُّ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مَّكَ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ثُمَّ مَنْ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مَّكَ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ثُمَّ مَنْ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مَّكَ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ثُمَّ مَنْ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كَ</w:t>
      </w:r>
      <w:r w:rsidRPr="00E67D25">
        <w:rPr>
          <w:rFonts w:hint="cs"/>
          <w:rtl/>
        </w:rPr>
        <w:t xml:space="preserve"> </w:t>
      </w:r>
      <w:r w:rsidR="00B549EA" w:rsidRPr="007741D8">
        <w:rPr>
          <w:rStyle w:val="libFootnotenumChar"/>
          <w:rFonts w:hint="cs"/>
          <w:rtl/>
        </w:rPr>
        <w:t>(1)</w:t>
      </w:r>
    </w:p>
    <w:p w:rsidR="005A2492" w:rsidRDefault="005A2492" w:rsidP="00B549EA">
      <w:pPr>
        <w:pStyle w:val="libNormal"/>
        <w:rPr>
          <w:rtl/>
        </w:rPr>
      </w:pPr>
      <w:r>
        <w:rPr>
          <w:rFonts w:hint="eastAsia"/>
          <w:rtl/>
        </w:rPr>
        <w:t>چن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نچہ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عرض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ہے جو حرکت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دوش پر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دھر </w:t>
      </w:r>
      <w:r w:rsidR="00816B77" w:rsidRPr="00816B77">
        <w:rPr>
          <w:rtl/>
          <w:lang w:bidi="ur-PK"/>
        </w:rPr>
        <w:t>ا</w:t>
      </w:r>
      <w:r>
        <w:rPr>
          <w:rtl/>
        </w:rPr>
        <w:t>دھر لے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خود </w:t>
      </w:r>
      <w:r w:rsidR="00816B77" w:rsidRPr="00816B77">
        <w:rPr>
          <w:rtl/>
          <w:lang w:bidi="ur-PK"/>
        </w:rPr>
        <w:t>ا</w:t>
      </w:r>
      <w:r>
        <w:rPr>
          <w:rtl/>
        </w:rPr>
        <w:t>پنے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سے کھ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کھل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جو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مجھ سے تق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کرے </w:t>
      </w:r>
      <w:r w:rsidR="00816B77" w:rsidRPr="00816B77">
        <w:rPr>
          <w:rtl/>
          <w:lang w:bidi="ur-PK"/>
        </w:rPr>
        <w:t>ا</w:t>
      </w:r>
      <w:r>
        <w:rPr>
          <w:rtl/>
        </w:rPr>
        <w:t>سے پور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سے</w:t>
      </w:r>
      <w:r>
        <w:rPr>
          <w:rtl/>
        </w:rPr>
        <w:t xml:space="preserve"> خوش رکھت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زحمتوں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حق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جو</w:t>
      </w:r>
      <w:r w:rsidR="00816B77" w:rsidRPr="00816B77">
        <w:rPr>
          <w:rtl/>
          <w:lang w:bidi="ur-PK"/>
        </w:rPr>
        <w:t>ا</w:t>
      </w:r>
      <w:r>
        <w:rPr>
          <w:rtl/>
        </w:rPr>
        <w:t>ن کےحسن سلوک پر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ت خوش ہوئے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فرم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تجھ پر،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زحمتوں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تجھے نو م</w:t>
      </w:r>
      <w:r w:rsidR="00816B77" w:rsidRPr="00816B77">
        <w:rPr>
          <w:rtl/>
          <w:lang w:bidi="ur-PK"/>
        </w:rPr>
        <w:t>ا</w:t>
      </w:r>
      <w:r>
        <w:rPr>
          <w:rtl/>
        </w:rPr>
        <w:t>ہ بڑ</w:t>
      </w:r>
      <w:r>
        <w:rPr>
          <w:rFonts w:hint="cs"/>
          <w:rtl/>
        </w:rPr>
        <w:t>ی</w:t>
      </w:r>
      <w:r>
        <w:rPr>
          <w:rtl/>
        </w:rPr>
        <w:t xml:space="preserve"> مشقتوں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جب تم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پست</w:t>
      </w:r>
      <w:r w:rsidR="00816B77" w:rsidRPr="00816B77">
        <w:rPr>
          <w:rtl/>
          <w:lang w:bidi="ur-PK"/>
        </w:rPr>
        <w:t>ا</w:t>
      </w:r>
      <w:r>
        <w:rPr>
          <w:rtl/>
        </w:rPr>
        <w:t>نوں سے خور</w:t>
      </w:r>
      <w:r w:rsidR="00816B77" w:rsidRPr="00816B77">
        <w:rPr>
          <w:rtl/>
          <w:lang w:bidi="ur-PK"/>
        </w:rPr>
        <w:t>ا</w:t>
      </w:r>
      <w:r>
        <w:rPr>
          <w:rtl/>
        </w:rPr>
        <w:t>ک ح</w:t>
      </w:r>
      <w:r w:rsidR="00816B77" w:rsidRPr="00816B77">
        <w:rPr>
          <w:rtl/>
          <w:lang w:bidi="ur-PK"/>
        </w:rPr>
        <w:t>ا</w:t>
      </w:r>
      <w:r>
        <w:rPr>
          <w:rtl/>
        </w:rPr>
        <w:t>صل کرتے رہے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وہ تجھے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دھر </w:t>
      </w:r>
      <w:r w:rsidR="00816B77" w:rsidRPr="00816B77">
        <w:rPr>
          <w:rtl/>
          <w:lang w:bidi="ur-PK"/>
        </w:rPr>
        <w:t>ا</w:t>
      </w:r>
      <w:r>
        <w:rPr>
          <w:rtl/>
        </w:rPr>
        <w:t>دھر پھر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ہر 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ر سے ت</w:t>
      </w:r>
      <w:r>
        <w:rPr>
          <w:rFonts w:hint="cs"/>
          <w:rtl/>
        </w:rPr>
        <w:t>ی</w:t>
      </w:r>
      <w:r>
        <w:rPr>
          <w:rFonts w:hint="eastAsia"/>
          <w:rtl/>
        </w:rPr>
        <w:t>ںے</w:t>
      </w:r>
      <w:r>
        <w:rPr>
          <w:rtl/>
        </w:rPr>
        <w:t xml:space="preserve">  بچ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من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م گ</w:t>
      </w:r>
      <w:r w:rsidR="00816B77" w:rsidRPr="00816B77">
        <w:rPr>
          <w:rtl/>
          <w:lang w:bidi="ur-PK"/>
        </w:rPr>
        <w:t>ا</w:t>
      </w:r>
      <w:r>
        <w:rPr>
          <w:rtl/>
        </w:rPr>
        <w:t>ہ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eastAsia"/>
          <w:rtl/>
        </w:rPr>
        <w:t>ھو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ں دن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شوق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رزو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پرورش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تو پلے بڑے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قدرت مند ہو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تو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رسکے،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تو! </w:t>
      </w:r>
      <w:r w:rsidR="00816B77" w:rsidRPr="00816B77">
        <w:rPr>
          <w:rtl/>
          <w:lang w:bidi="ur-PK"/>
        </w:rPr>
        <w:t>ا</w:t>
      </w:r>
      <w:r>
        <w:rPr>
          <w:rtl/>
        </w:rPr>
        <w:t>گرچہ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قدر خوش </w:t>
      </w:r>
      <w:r w:rsidR="00816B77" w:rsidRPr="00816B77">
        <w:rPr>
          <w:rtl/>
          <w:lang w:bidi="ur-PK"/>
        </w:rPr>
        <w:t>ا</w:t>
      </w:r>
      <w:r>
        <w:rPr>
          <w:rtl/>
        </w:rPr>
        <w:t>سلوب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خدمت کرتے رہے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رزو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! </w:t>
      </w:r>
      <w:r w:rsidR="00816B77" w:rsidRPr="00816B77">
        <w:rPr>
          <w:rtl/>
          <w:lang w:bidi="ur-PK"/>
        </w:rPr>
        <w:t>ا</w:t>
      </w:r>
      <w:r>
        <w:rPr>
          <w:rtl/>
        </w:rPr>
        <w:t>سلئے  تم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زحمتوں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حق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</w:t>
      </w:r>
      <w:r w:rsidR="00B549EA" w:rsidRPr="001713DE">
        <w:rPr>
          <w:rStyle w:val="libFootnotenumChar"/>
          <w:rFonts w:hint="cs"/>
          <w:rtl/>
        </w:rPr>
        <w:t>(2)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طرح  ک</w:t>
      </w:r>
      <w:r w:rsidRPr="00816B77">
        <w:rPr>
          <w:rtl/>
          <w:lang w:bidi="ur-PK"/>
        </w:rPr>
        <w:t>ا</w:t>
      </w:r>
      <w:r w:rsidR="005A2492">
        <w:rPr>
          <w:rtl/>
        </w:rPr>
        <w:t>ئن</w:t>
      </w:r>
      <w:r w:rsidRPr="00816B77">
        <w:rPr>
          <w:rtl/>
          <w:lang w:bidi="ur-PK"/>
        </w:rPr>
        <w:t>ا</w:t>
      </w:r>
      <w:r w:rsidR="005A2492">
        <w:rPr>
          <w:rtl/>
        </w:rPr>
        <w:t>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>للہ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نے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نوں کے لئے 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مہرب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دلسوز ہست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خلق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وہ م</w:t>
      </w:r>
      <w:r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ذ</w:t>
      </w:r>
      <w:r w:rsidRPr="00816B77">
        <w:rPr>
          <w:rtl/>
          <w:lang w:bidi="ur-PK"/>
        </w:rPr>
        <w:t>ا</w:t>
      </w:r>
      <w:r w:rsidR="005A2492">
        <w:rPr>
          <w:rtl/>
        </w:rPr>
        <w:t>ت ہے، جن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کرنے سے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زب</w:t>
      </w:r>
      <w:r w:rsidRPr="00816B77">
        <w:rPr>
          <w:rtl/>
          <w:lang w:bidi="ur-PK"/>
        </w:rPr>
        <w:t>ا</w:t>
      </w:r>
      <w:r w:rsidR="005A2492">
        <w:rPr>
          <w:rtl/>
        </w:rPr>
        <w:t>ن ق</w:t>
      </w:r>
      <w:r w:rsidRPr="00816B77">
        <w:rPr>
          <w:rtl/>
          <w:lang w:bidi="ur-PK"/>
        </w:rPr>
        <w:t>ا</w:t>
      </w:r>
      <w:r w:rsidR="005A2492">
        <w:rPr>
          <w:rtl/>
        </w:rPr>
        <w:t>صرہےلہذ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صرف 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عر </w:t>
      </w:r>
      <w:r w:rsidRPr="00816B77">
        <w:rPr>
          <w:rtl/>
          <w:lang w:bidi="ur-PK"/>
        </w:rPr>
        <w:t>ا</w:t>
      </w:r>
      <w:r w:rsidR="005A2492">
        <w:rPr>
          <w:rtl/>
        </w:rPr>
        <w:t>ہلب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بؑ</w:t>
      </w:r>
      <w:r w:rsidR="005A2492">
        <w:rPr>
          <w:rtl/>
        </w:rPr>
        <w:t xml:space="preserve"> جن</w:t>
      </w:r>
      <w:r w:rsidRPr="00816B77">
        <w:rPr>
          <w:rtl/>
          <w:lang w:bidi="ur-PK"/>
        </w:rPr>
        <w:t>ا</w:t>
      </w:r>
      <w:r w:rsidR="005A2492">
        <w:rPr>
          <w:rtl/>
        </w:rPr>
        <w:t>ب رض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سرسو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 </w:t>
      </w:r>
      <w:r w:rsidRPr="00816B77">
        <w:rPr>
          <w:rtl/>
          <w:lang w:bidi="ur-PK"/>
        </w:rPr>
        <w:t>ا</w:t>
      </w:r>
      <w:r w:rsidR="005A2492">
        <w:rPr>
          <w:rtl/>
        </w:rPr>
        <w:t>شع</w:t>
      </w:r>
      <w:r w:rsidRPr="00816B77">
        <w:rPr>
          <w:rtl/>
          <w:lang w:bidi="ur-PK"/>
        </w:rPr>
        <w:t>ا</w:t>
      </w:r>
      <w:r w:rsidR="005A2492">
        <w:rPr>
          <w:rtl/>
        </w:rPr>
        <w:t>ر کو [پ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کہتے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کسے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Pr="00816B77">
        <w:rPr>
          <w:rtl/>
          <w:lang w:bidi="ur-PK"/>
        </w:rPr>
        <w:t>ا</w:t>
      </w:r>
      <w:r w:rsidR="005A2492">
        <w:rPr>
          <w:rtl/>
        </w:rPr>
        <w:t>مت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ہے] کے عنو</w:t>
      </w:r>
      <w:r w:rsidRPr="00816B77">
        <w:rPr>
          <w:rtl/>
          <w:lang w:bidi="ur-PK"/>
        </w:rPr>
        <w:t>ا</w:t>
      </w:r>
      <w:r w:rsidR="005A2492">
        <w:rPr>
          <w:rtl/>
        </w:rPr>
        <w:t>ن سےنق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کروں گ</w:t>
      </w:r>
      <w:r w:rsidRPr="00816B77">
        <w:rPr>
          <w:rtl/>
          <w:lang w:bidi="ur-PK"/>
        </w:rPr>
        <w:t>ا</w:t>
      </w:r>
      <w:r w:rsidR="005A2492">
        <w:rPr>
          <w:rtl/>
        </w:rPr>
        <w:t>، جنہ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لع</w:t>
      </w:r>
      <w:r w:rsidRPr="00816B77">
        <w:rPr>
          <w:rtl/>
          <w:lang w:bidi="ur-PK"/>
        </w:rPr>
        <w:t>ا</w:t>
      </w:r>
      <w:r w:rsidR="005A2492">
        <w:rPr>
          <w:rtl/>
        </w:rPr>
        <w:t>بد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ؑ کے  کل</w:t>
      </w:r>
      <w:r w:rsidRPr="00816B77">
        <w:rPr>
          <w:rtl/>
          <w:lang w:bidi="ur-PK"/>
        </w:rPr>
        <w:t>ا</w:t>
      </w:r>
      <w:r w:rsidR="005A2492">
        <w:rPr>
          <w:rtl/>
        </w:rPr>
        <w:t>م  مب</w:t>
      </w:r>
      <w:r w:rsidRPr="00816B77">
        <w:rPr>
          <w:rtl/>
          <w:lang w:bidi="ur-PK"/>
        </w:rPr>
        <w:t>ا</w:t>
      </w:r>
      <w:r w:rsidR="005A2492">
        <w:rPr>
          <w:rtl/>
        </w:rPr>
        <w:t>رک سے لئے گئے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</w:t>
      </w:r>
    </w:p>
    <w:p w:rsidR="005A2492" w:rsidRDefault="00B549EA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713DE" w:rsidRDefault="00B549EA" w:rsidP="001713D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1713DE" w:rsidRPr="001713DE">
        <w:rPr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1713DE" w:rsidRPr="00BC2E5E">
        <w:rPr>
          <w:rStyle w:val="libFootNoteArabicChar"/>
          <w:rtl/>
        </w:rPr>
        <w:t>ل</w:t>
      </w:r>
      <w:r w:rsidR="001713DE" w:rsidRPr="00BC2E5E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713DE" w:rsidRPr="00BC2E5E">
        <w:rPr>
          <w:rStyle w:val="libFootNoteArabicChar"/>
          <w:rFonts w:hint="cs"/>
          <w:rtl/>
        </w:rPr>
        <w:t>في ج</w:t>
      </w:r>
      <w:r w:rsidR="001713DE" w:rsidRPr="00BC2E5E">
        <w:rPr>
          <w:rStyle w:val="libFootNoteArabicChar"/>
          <w:rtl/>
        </w:rPr>
        <w:t>۲، ص 159 ب</w:t>
      </w:r>
      <w:r w:rsidR="00CF3D62" w:rsidRPr="00CF3D62">
        <w:rPr>
          <w:rStyle w:val="libFootNoteArabicChar"/>
          <w:rtl/>
          <w:lang w:bidi="ar-SA"/>
        </w:rPr>
        <w:t>ا</w:t>
      </w:r>
      <w:r w:rsidR="001713DE" w:rsidRPr="00BC2E5E">
        <w:rPr>
          <w:rStyle w:val="libFootNoteArabicChar"/>
          <w:rtl/>
        </w:rPr>
        <w:t xml:space="preserve">ب </w:t>
      </w:r>
      <w:r w:rsidR="00CF3D62" w:rsidRPr="00CF3D62">
        <w:rPr>
          <w:rStyle w:val="libFootNoteArabicChar"/>
          <w:rtl/>
          <w:lang w:bidi="ar-SA"/>
        </w:rPr>
        <w:t>ا</w:t>
      </w:r>
      <w:r w:rsidR="001713DE" w:rsidRPr="00BC2E5E">
        <w:rPr>
          <w:rStyle w:val="libFootNoteArabicChar"/>
          <w:rtl/>
        </w:rPr>
        <w:t>لبر ب</w:t>
      </w:r>
      <w:r w:rsidR="00CF3D62" w:rsidRPr="00CF3D62">
        <w:rPr>
          <w:rStyle w:val="libFootNoteArabicChar"/>
          <w:rtl/>
          <w:lang w:bidi="ar-SA"/>
        </w:rPr>
        <w:t>ا</w:t>
      </w:r>
      <w:r w:rsidR="001713DE" w:rsidRPr="00BC2E5E">
        <w:rPr>
          <w:rStyle w:val="libFootNoteArabicChar"/>
          <w:rtl/>
        </w:rPr>
        <w:t>لو</w:t>
      </w:r>
      <w:r w:rsidR="00CF3D62" w:rsidRPr="00CF3D62">
        <w:rPr>
          <w:rStyle w:val="libFootNoteArabicChar"/>
          <w:rtl/>
          <w:lang w:bidi="ar-SA"/>
        </w:rPr>
        <w:t>ا</w:t>
      </w:r>
      <w:r w:rsidR="001713DE" w:rsidRPr="00BC2E5E">
        <w:rPr>
          <w:rStyle w:val="libFootNoteArabicChar"/>
          <w:rtl/>
        </w:rPr>
        <w:t>لد</w:t>
      </w:r>
      <w:r w:rsidR="001713DE" w:rsidRPr="00BC2E5E">
        <w:rPr>
          <w:rStyle w:val="libFootNoteArabicChar"/>
          <w:rFonts w:hint="cs"/>
          <w:rtl/>
        </w:rPr>
        <w:t>ين ،ص157</w:t>
      </w:r>
    </w:p>
    <w:p w:rsidR="00B549EA" w:rsidRDefault="00B549EA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1713DE" w:rsidRPr="001713DE">
        <w:rPr>
          <w:rtl/>
        </w:rPr>
        <w:t xml:space="preserve"> </w:t>
      </w:r>
      <w:r w:rsidR="00816B77" w:rsidRPr="00816B77">
        <w:rPr>
          <w:rtl/>
        </w:rPr>
        <w:t>ا</w:t>
      </w:r>
      <w:r w:rsidR="001713DE">
        <w:rPr>
          <w:rtl/>
        </w:rPr>
        <w:t>لگوہ</w:t>
      </w:r>
      <w:r w:rsidR="00816B77" w:rsidRPr="00816B77">
        <w:rPr>
          <w:rtl/>
        </w:rPr>
        <w:t>ا</w:t>
      </w:r>
      <w:r w:rsidR="001713DE">
        <w:rPr>
          <w:rFonts w:hint="cs"/>
          <w:rtl/>
        </w:rPr>
        <w:t>ی</w:t>
      </w:r>
      <w:r w:rsidR="001713DE">
        <w:rPr>
          <w:rtl/>
        </w:rPr>
        <w:t xml:space="preserve"> ترب</w:t>
      </w:r>
      <w:r w:rsidR="001713DE">
        <w:rPr>
          <w:rFonts w:hint="cs"/>
          <w:rtl/>
        </w:rPr>
        <w:t>ی</w:t>
      </w:r>
      <w:r w:rsidR="001713DE">
        <w:rPr>
          <w:rFonts w:hint="eastAsia"/>
          <w:rtl/>
        </w:rPr>
        <w:t>ت</w:t>
      </w:r>
      <w:r w:rsidR="001713DE">
        <w:rPr>
          <w:rtl/>
        </w:rPr>
        <w:t xml:space="preserve"> کودک</w:t>
      </w:r>
      <w:r w:rsidR="00816B77" w:rsidRPr="00816B77">
        <w:rPr>
          <w:rtl/>
        </w:rPr>
        <w:t>ا</w:t>
      </w:r>
      <w:r w:rsidR="001713DE">
        <w:rPr>
          <w:rtl/>
        </w:rPr>
        <w:t>ن،ص</w:t>
      </w:r>
      <w:r w:rsidR="00C15B30" w:rsidRPr="00C15B30">
        <w:rPr>
          <w:rFonts w:hint="cs"/>
          <w:rtl/>
        </w:rPr>
        <w:t>67</w:t>
      </w:r>
    </w:p>
    <w:p w:rsidR="00B549EA" w:rsidRPr="001713DE" w:rsidRDefault="00B549EA" w:rsidP="00A60F54">
      <w:pPr>
        <w:pStyle w:val="libPoemTini"/>
        <w:rPr>
          <w:rtl/>
        </w:rPr>
      </w:pPr>
      <w:r w:rsidRPr="001713DE">
        <w:rPr>
          <w:rtl/>
        </w:rPr>
        <w:br w:type="page"/>
      </w:r>
    </w:p>
    <w:p w:rsidR="005A2492" w:rsidRDefault="005A2492" w:rsidP="005A5C85">
      <w:pPr>
        <w:pStyle w:val="Heading1"/>
        <w:rPr>
          <w:rtl/>
        </w:rPr>
      </w:pPr>
      <w:bookmarkStart w:id="84" w:name="_Toc393190509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مت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</w:t>
      </w:r>
      <w:bookmarkEnd w:id="84"/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موت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تھک کے سوج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 سکون تھوڑ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بچوّں ک</w:t>
      </w:r>
      <w:r>
        <w:rPr>
          <w:rFonts w:hint="cs"/>
          <w:rtl/>
        </w:rPr>
        <w:t>ی</w:t>
      </w:r>
      <w:r>
        <w:rPr>
          <w:rtl/>
        </w:rPr>
        <w:t xml:space="preserve"> کچھ 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گھل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نوجو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ہوتے ہوئے بوڑھ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816B77" w:rsidP="005A5C85">
      <w:pPr>
        <w:pStyle w:val="libCenter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وڑھت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غربتوں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خود تو بوس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کفن چ</w:t>
      </w:r>
      <w:r w:rsidRPr="00816B77">
        <w:rPr>
          <w:rtl/>
          <w:lang w:bidi="ur-PK"/>
        </w:rPr>
        <w:t>ا</w:t>
      </w:r>
      <w:r w:rsidR="005A2492">
        <w:rPr>
          <w:rtl/>
        </w:rPr>
        <w:t>ہتوں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رہن</w:t>
      </w:r>
      <w:r w:rsidR="005A2492">
        <w:rPr>
          <w:rtl/>
        </w:rPr>
        <w:t xml:space="preserve"> بچوّں کو پہن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م</w:t>
      </w:r>
      <w:r w:rsidRPr="00816B77">
        <w:rPr>
          <w:rtl/>
          <w:lang w:bidi="ur-PK"/>
        </w:rPr>
        <w:t>ا</w:t>
      </w:r>
      <w:r w:rsidR="005A2492"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کے رشتوں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گہر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 چوٹ لگت</w:t>
      </w:r>
      <w:r>
        <w:rPr>
          <w:rFonts w:hint="cs"/>
          <w:rtl/>
        </w:rPr>
        <w:t>ی</w:t>
      </w:r>
      <w:r>
        <w:rPr>
          <w:rtl/>
        </w:rPr>
        <w:t xml:space="preserve"> ہے ہم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چل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نے کتن</w:t>
      </w:r>
      <w:r>
        <w:rPr>
          <w:rFonts w:hint="cs"/>
          <w:rtl/>
        </w:rPr>
        <w:t>ی</w:t>
      </w:r>
      <w:r>
        <w:rPr>
          <w:rtl/>
        </w:rPr>
        <w:t xml:space="preserve"> برف س</w:t>
      </w:r>
      <w:r>
        <w:rPr>
          <w:rFonts w:hint="cs"/>
          <w:rtl/>
        </w:rPr>
        <w:t>ی</w:t>
      </w:r>
      <w:r>
        <w:rPr>
          <w:rtl/>
        </w:rPr>
        <w:t xml:space="preserve">  ر</w:t>
      </w:r>
      <w:r w:rsidR="00816B77" w:rsidRPr="00816B77">
        <w:rPr>
          <w:rtl/>
          <w:lang w:bidi="ur-PK"/>
        </w:rPr>
        <w:t>ا</w:t>
      </w:r>
      <w:r>
        <w:rPr>
          <w:rtl/>
        </w:rPr>
        <w:t>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بچہ</w:t>
      </w:r>
      <w:r>
        <w:rPr>
          <w:rtl/>
        </w:rPr>
        <w:t xml:space="preserve"> تو چھ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پہ  ہے، گ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پہ سوج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816B77" w:rsidP="005A5C85">
      <w:pPr>
        <w:pStyle w:val="libCenter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پنے</w:t>
      </w:r>
      <w:r w:rsidR="005A2492">
        <w:rPr>
          <w:rtl/>
        </w:rPr>
        <w:t xml:space="preserve"> پہلو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 </w:t>
      </w:r>
      <w:r w:rsidRPr="00816B77">
        <w:rPr>
          <w:rtl/>
          <w:lang w:bidi="ur-PK"/>
        </w:rPr>
        <w:t>ا</w:t>
      </w:r>
      <w:r w:rsidR="005A2492">
        <w:rPr>
          <w:rtl/>
        </w:rPr>
        <w:t>ور طوطے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14,5,12,1, ہم کو رٹو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م</w:t>
      </w:r>
      <w:r w:rsidRPr="00816B77">
        <w:rPr>
          <w:rtl/>
          <w:lang w:bidi="ur-PK"/>
        </w:rPr>
        <w:t>ا</w:t>
      </w:r>
      <w:r w:rsidR="005A2492"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سے جب بھ</w:t>
      </w:r>
      <w:r>
        <w:rPr>
          <w:rFonts w:hint="cs"/>
          <w:rtl/>
        </w:rPr>
        <w:t>ی</w:t>
      </w:r>
      <w:r>
        <w:rPr>
          <w:rtl/>
        </w:rPr>
        <w:t xml:space="preserve"> دور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ہے کوئ</w:t>
      </w:r>
      <w:r>
        <w:rPr>
          <w:rFonts w:hint="cs"/>
          <w:rtl/>
        </w:rPr>
        <w:t>ی</w:t>
      </w:r>
      <w:r>
        <w:rPr>
          <w:rtl/>
        </w:rPr>
        <w:t xml:space="preserve"> نور نظر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لے کر درپہ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دے</w:t>
      </w:r>
      <w:r>
        <w:rPr>
          <w:rtl/>
        </w:rPr>
        <w:t xml:space="preserve"> کے بچوّں کوضم</w:t>
      </w:r>
      <w:r w:rsidR="00816B77" w:rsidRPr="00816B77">
        <w:rPr>
          <w:rtl/>
          <w:lang w:bidi="ur-PK"/>
        </w:rPr>
        <w:t>ا</w:t>
      </w:r>
      <w:r>
        <w:rPr>
          <w:rtl/>
        </w:rPr>
        <w:t>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tl/>
        </w:rPr>
        <w:t>ئے پ</w:t>
      </w:r>
      <w:r w:rsidR="00816B77" w:rsidRPr="00816B77">
        <w:rPr>
          <w:rtl/>
          <w:lang w:bidi="ur-PK"/>
        </w:rPr>
        <w:t>ا</w:t>
      </w:r>
      <w:r>
        <w:rPr>
          <w:rtl/>
        </w:rPr>
        <w:t>ک ک</w:t>
      </w:r>
      <w:r>
        <w:rPr>
          <w:rFonts w:hint="cs"/>
          <w:rtl/>
        </w:rPr>
        <w:t>ی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سرجھک</w:t>
      </w:r>
      <w:r w:rsidR="00816B77" w:rsidRPr="00816B77">
        <w:rPr>
          <w:rtl/>
          <w:lang w:bidi="ur-PK"/>
        </w:rPr>
        <w:t>ا</w:t>
      </w:r>
      <w:r>
        <w:rPr>
          <w:rtl/>
        </w:rPr>
        <w:t>ئے دور تک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>ز سے کہت</w:t>
      </w:r>
      <w:r>
        <w:rPr>
          <w:rFonts w:hint="cs"/>
          <w:rtl/>
        </w:rPr>
        <w:t>ی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لود</w:t>
      </w:r>
      <w:r w:rsidR="00816B77" w:rsidRPr="00816B77">
        <w:rPr>
          <w:rtl/>
          <w:lang w:bidi="ur-PK"/>
        </w:rPr>
        <w:t>ا</w:t>
      </w:r>
      <w:r>
        <w:rPr>
          <w:rtl/>
        </w:rPr>
        <w:t>ع  س</w:t>
      </w:r>
      <w:r w:rsidR="00816B77" w:rsidRPr="00816B77">
        <w:rPr>
          <w:rtl/>
          <w:lang w:bidi="ur-PK"/>
        </w:rPr>
        <w:t>ا</w:t>
      </w:r>
      <w:r>
        <w:rPr>
          <w:rtl/>
        </w:rPr>
        <w:t>من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جب تک رہے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کو لہر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لوٹ</w:t>
      </w:r>
      <w:r>
        <w:rPr>
          <w:rtl/>
        </w:rPr>
        <w:t xml:space="preserve"> کے جب بھ</w:t>
      </w:r>
      <w:r>
        <w:rPr>
          <w:rFonts w:hint="cs"/>
          <w:rtl/>
        </w:rPr>
        <w:t>ی</w:t>
      </w:r>
      <w:r>
        <w:rPr>
          <w:rtl/>
        </w:rPr>
        <w:t xml:space="preserve"> سفر سے گھرم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کے ب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سر کو سہل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tl/>
        </w:rPr>
        <w:t xml:space="preserve"> وقت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خر ہے </w:t>
      </w:r>
      <w:r w:rsidR="00816B77" w:rsidRPr="00816B77">
        <w:rPr>
          <w:rtl/>
          <w:lang w:bidi="ur-PK"/>
        </w:rPr>
        <w:t>ا</w:t>
      </w:r>
      <w:r>
        <w:rPr>
          <w:rtl/>
        </w:rPr>
        <w:t>گر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نظر 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دونوں پُتل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چوکھٹ پہ رکھ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B549EA" w:rsidRDefault="00B549EA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مت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بچوّں سے پوچھے جن ک</w:t>
      </w:r>
      <w:r>
        <w:rPr>
          <w:rFonts w:hint="cs"/>
          <w:rtl/>
        </w:rPr>
        <w:t>ی</w:t>
      </w:r>
      <w:r>
        <w:rPr>
          <w:rtl/>
        </w:rPr>
        <w:t xml:space="preserve"> مر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مرتے</w:t>
      </w:r>
      <w:r>
        <w:rPr>
          <w:rtl/>
        </w:rPr>
        <w:t xml:space="preserve"> مرتے بھ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دے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ہفتے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جمعر</w:t>
      </w:r>
      <w:r w:rsidR="00816B77" w:rsidRPr="00816B77">
        <w:rPr>
          <w:rtl/>
          <w:lang w:bidi="ur-PK"/>
        </w:rPr>
        <w:t>ا</w:t>
      </w:r>
      <w:r>
        <w:rPr>
          <w:rtl/>
        </w:rPr>
        <w:t>ت کو    زندگ</w:t>
      </w:r>
      <w:r>
        <w:rPr>
          <w:rFonts w:hint="cs"/>
          <w:rtl/>
        </w:rPr>
        <w:t>ی</w:t>
      </w:r>
      <w:r>
        <w:rPr>
          <w:rtl/>
        </w:rPr>
        <w:t xml:space="preserve"> بھر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صلہ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تحہ پ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مرنے کے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کے لئے    روپ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بدل کر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گرجو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کوئ</w:t>
      </w:r>
      <w:r>
        <w:rPr>
          <w:rFonts w:hint="cs"/>
          <w:rtl/>
        </w:rPr>
        <w:t>ی</w:t>
      </w:r>
      <w:r>
        <w:rPr>
          <w:rtl/>
        </w:rPr>
        <w:t xml:space="preserve"> رشتہ نہ ہو</w:t>
      </w:r>
    </w:p>
    <w:p w:rsidR="005A2492" w:rsidRDefault="00816B77" w:rsidP="005A5C85">
      <w:pPr>
        <w:pStyle w:val="libCenter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نئے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سول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پہ چڑھ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م</w:t>
      </w:r>
      <w:r w:rsidRPr="00816B77">
        <w:rPr>
          <w:rtl/>
          <w:lang w:bidi="ur-PK"/>
        </w:rPr>
        <w:t>ا</w:t>
      </w:r>
      <w:r w:rsidR="005A2492">
        <w:rPr>
          <w:rtl/>
        </w:rPr>
        <w:t>ں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شمر</w:t>
      </w:r>
      <w:r>
        <w:rPr>
          <w:rtl/>
        </w:rPr>
        <w:t xml:space="preserve"> کے خنجر سے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سوکھے گلے سے پوچھ لو</w:t>
      </w:r>
    </w:p>
    <w:p w:rsidR="005A2492" w:rsidRDefault="005A2492" w:rsidP="005A5C85">
      <w:pPr>
        <w:pStyle w:val="libCenter"/>
        <w:rPr>
          <w:rtl/>
        </w:rPr>
      </w:pP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دھر منہ سے نکلت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دھر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</w:t>
      </w:r>
    </w:p>
    <w:p w:rsidR="005A2492" w:rsidRDefault="005A2492" w:rsidP="005A5C85">
      <w:pPr>
        <w:pStyle w:val="Heading1"/>
        <w:rPr>
          <w:rtl/>
        </w:rPr>
      </w:pPr>
      <w:bookmarkStart w:id="85" w:name="_Toc393190510"/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منزلت</w:t>
      </w:r>
      <w:bookmarkEnd w:id="85"/>
    </w:p>
    <w:p w:rsidR="00E67D25" w:rsidRDefault="005A2492" w:rsidP="00E67D25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در</w:t>
      </w:r>
      <w:r>
        <w:rPr>
          <w:rtl/>
        </w:rPr>
        <w:t xml:space="preserve">!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ست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د دع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توست             فرد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ل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د 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غ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شتم رض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توس</w:t>
      </w:r>
      <w:r w:rsidR="00E67D25">
        <w:rPr>
          <w:rFonts w:hint="cs"/>
          <w:rtl/>
        </w:rPr>
        <w:t xml:space="preserve">ت </w:t>
      </w:r>
    </w:p>
    <w:p w:rsidR="005A2492" w:rsidRDefault="005A2492" w:rsidP="00E67D25">
      <w:pPr>
        <w:pStyle w:val="libNormal"/>
        <w:rPr>
          <w:rtl/>
        </w:rPr>
      </w:pPr>
      <w:r>
        <w:rPr>
          <w:rFonts w:hint="cs"/>
          <w:rtl/>
        </w:rPr>
        <w:t>ف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رسی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دب کے بڑے ن</w:t>
      </w:r>
      <w:r w:rsidR="00816B77" w:rsidRPr="00816B77">
        <w:rPr>
          <w:rtl/>
          <w:lang w:bidi="ur-PK"/>
        </w:rPr>
        <w:t>ا</w:t>
      </w:r>
      <w:r>
        <w:rPr>
          <w:rtl/>
        </w:rPr>
        <w:t>مورش</w:t>
      </w:r>
      <w:r w:rsidR="00816B77" w:rsidRPr="00816B77">
        <w:rPr>
          <w:rtl/>
          <w:lang w:bidi="ur-PK"/>
        </w:rPr>
        <w:t>ا</w:t>
      </w:r>
      <w:r>
        <w:rPr>
          <w:rtl/>
        </w:rPr>
        <w:t>عر شہر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816B77" w:rsidRPr="00816B77">
        <w:rPr>
          <w:rtl/>
          <w:lang w:bidi="ur-PK"/>
        </w:rPr>
        <w:t>ا</w:t>
      </w:r>
      <w:r>
        <w:rPr>
          <w:rtl/>
        </w:rPr>
        <w:t>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وجود</w:t>
      </w:r>
      <w:r w:rsidR="00816B77" w:rsidRPr="00816B77">
        <w:rPr>
          <w:rtl/>
          <w:lang w:bidi="ur-PK"/>
        </w:rPr>
        <w:t>ا</w:t>
      </w:r>
      <w:r>
        <w:rPr>
          <w:rtl/>
        </w:rPr>
        <w:t>ج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>ؤں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کل جنت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</w:p>
    <w:p w:rsidR="005A2492" w:rsidRDefault="005A2492" w:rsidP="005A5C85">
      <w:pPr>
        <w:pStyle w:val="Heading1"/>
        <w:rPr>
          <w:rtl/>
        </w:rPr>
      </w:pPr>
      <w:bookmarkStart w:id="86" w:name="_Toc393190511"/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خوشبخت</w:t>
      </w:r>
      <w:r w:rsidR="009B349E" w:rsidRPr="009B349E">
        <w:rPr>
          <w:rFonts w:hint="cs"/>
          <w:rtl/>
          <w:lang w:bidi="ur-PK"/>
        </w:rPr>
        <w:t>ی</w:t>
      </w:r>
      <w:r w:rsidRPr="00A60F5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 w:rsidR="00816B77" w:rsidRPr="00816B77">
        <w:rPr>
          <w:rtl/>
          <w:lang w:bidi="ur-PK"/>
        </w:rPr>
        <w:t>ا</w:t>
      </w:r>
      <w:r>
        <w:rPr>
          <w:rtl/>
        </w:rPr>
        <w:t>من</w:t>
      </w:r>
      <w:bookmarkEnd w:id="86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نقش قدم پر چلنے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کوشش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کرد</w:t>
      </w:r>
      <w:r w:rsidRPr="00816B77">
        <w:rPr>
          <w:rtl/>
          <w:lang w:bidi="ur-PK"/>
        </w:rPr>
        <w:t>ا</w:t>
      </w:r>
      <w:r w:rsidR="005A2492">
        <w:rPr>
          <w:rtl/>
        </w:rPr>
        <w:t>ر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منتقل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 مطلب کو 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عر نے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>شع</w:t>
      </w:r>
      <w:r w:rsidRPr="00816B77">
        <w:rPr>
          <w:rtl/>
          <w:lang w:bidi="ur-PK"/>
        </w:rPr>
        <w:t>ا</w:t>
      </w:r>
      <w:r w:rsidR="005A2492">
        <w:rPr>
          <w:rtl/>
        </w:rPr>
        <w:t>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ٹنے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کوشش ک</w:t>
      </w:r>
      <w:r w:rsidR="005A2492">
        <w:rPr>
          <w:rFonts w:hint="cs"/>
          <w:rtl/>
        </w:rPr>
        <w:t>ی</w:t>
      </w:r>
      <w:r w:rsidR="00E67D25">
        <w:rPr>
          <w:rtl/>
        </w:rPr>
        <w:t xml:space="preserve"> ہے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tl/>
        </w:rPr>
        <w:t xml:space="preserve"> پدر، </w:t>
      </w:r>
      <w:r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در، من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رفت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رِ شم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م</w:t>
      </w:r>
      <w:r w:rsidR="00E67D25">
        <w:rPr>
          <w:rFonts w:hint="cs"/>
          <w:rtl/>
        </w:rPr>
        <w:t xml:space="preserve">ی </w:t>
      </w:r>
      <w:r w:rsidR="005A2492" w:rsidRPr="00E67D25">
        <w:rPr>
          <w:rFonts w:hint="cs"/>
          <w:rtl/>
        </w:rPr>
        <w:t xml:space="preserve">نگرم       عمل و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رِ شم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،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لگو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رفت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رِ من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</w:t>
      </w:r>
      <w:r w:rsidR="00E67D25" w:rsidRPr="00E67D25">
        <w:rPr>
          <w:rFonts w:hint="cs"/>
          <w:rtl/>
        </w:rPr>
        <w:t>ت</w:t>
      </w:r>
    </w:p>
    <w:p w:rsidR="00B549EA" w:rsidRPr="005A5C85" w:rsidRDefault="00B549EA" w:rsidP="00A60F54">
      <w:pPr>
        <w:pStyle w:val="libPoemTini"/>
        <w:rPr>
          <w:rtl/>
        </w:rPr>
      </w:pPr>
      <w:r w:rsidRPr="005A5C85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چن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 w:rsidR="00E67D25">
        <w:rPr>
          <w:rFonts w:hint="cs"/>
          <w:rtl/>
        </w:rPr>
        <w:t xml:space="preserve">ی </w:t>
      </w:r>
      <w:r w:rsidRPr="00E67D25">
        <w:rPr>
          <w:rFonts w:hint="cs"/>
          <w:rtl/>
        </w:rPr>
        <w:t xml:space="preserve">شوم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خر،</w:t>
      </w:r>
      <w:r>
        <w:rPr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شم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م</w:t>
      </w:r>
      <w:r w:rsidR="00E67D25">
        <w:rPr>
          <w:rFonts w:hint="cs"/>
          <w:rtl/>
        </w:rPr>
        <w:t xml:space="preserve">ی </w:t>
      </w:r>
      <w:r w:rsidRPr="00E67D25">
        <w:rPr>
          <w:rFonts w:hint="cs"/>
          <w:rtl/>
        </w:rPr>
        <w:t>خو</w:t>
      </w:r>
      <w:r w:rsidR="00816B77" w:rsidRPr="00E67D25">
        <w:rPr>
          <w:rFonts w:hint="cs"/>
          <w:rtl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د             وضعِ من، بست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رفت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رِ شم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</w:t>
      </w:r>
      <w:r w:rsidR="00E67D25" w:rsidRPr="00E67D25">
        <w:rPr>
          <w:rFonts w:hint="cs"/>
          <w:rtl/>
        </w:rPr>
        <w:t>ت</w:t>
      </w:r>
    </w:p>
    <w:p w:rsidR="005A2492" w:rsidRDefault="00816B77" w:rsidP="00E67D25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tl/>
        </w:rPr>
        <w:t xml:space="preserve"> پدر، </w:t>
      </w:r>
      <w:r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در، من در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ئ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ن</w:t>
      </w:r>
      <w:r w:rsidR="00E67D25">
        <w:rPr>
          <w:rFonts w:hint="cs"/>
          <w:rtl/>
        </w:rPr>
        <w:t xml:space="preserve">ہ 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س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م</w:t>
      </w:r>
      <w:r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شم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           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نچ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ندَر دلت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م</w:t>
      </w:r>
      <w:r w:rsidR="00E67D25">
        <w:rPr>
          <w:rFonts w:hint="cs"/>
          <w:rtl/>
          <w:lang w:bidi="ur-PK"/>
        </w:rPr>
        <w:t xml:space="preserve">ی </w:t>
      </w:r>
      <w:r w:rsidR="005A2492" w:rsidRPr="00E67D25">
        <w:rPr>
          <w:rFonts w:hint="cs"/>
          <w:rtl/>
        </w:rPr>
        <w:t>گذرد م</w:t>
      </w:r>
      <w:r w:rsidR="00E67D25">
        <w:rPr>
          <w:rFonts w:hint="cs"/>
          <w:rtl/>
        </w:rPr>
        <w:t xml:space="preserve">ی </w:t>
      </w:r>
      <w:r w:rsidR="005A2492" w:rsidRPr="00E67D25">
        <w:rPr>
          <w:rFonts w:hint="cs"/>
          <w:rtl/>
        </w:rPr>
        <w:t>خو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</w:t>
      </w:r>
      <w:r w:rsidR="00E67D25" w:rsidRPr="00E67D25">
        <w:rPr>
          <w:rFonts w:hint="cs"/>
          <w:rtl/>
        </w:rPr>
        <w:t>م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نست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م،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ص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دق 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ش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م             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نگ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رد دلِ من رنگ و ر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م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نم و لغزش 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رم        </w:t>
      </w:r>
      <w:r>
        <w:rPr>
          <w:rtl/>
        </w:rPr>
        <w:t xml:space="preserve">    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زب</w:t>
      </w:r>
      <w:r w:rsidR="00816B77" w:rsidRPr="00816B77">
        <w:rPr>
          <w:rtl/>
          <w:lang w:bidi="ur-PK"/>
        </w:rPr>
        <w:t>ا</w:t>
      </w:r>
      <w:r>
        <w:rPr>
          <w:rtl/>
        </w:rPr>
        <w:t>ن خوشِ خود ذ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نِ من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گ</w:t>
      </w:r>
      <w:r w:rsidR="00816B77" w:rsidRPr="00E67D25">
        <w:rPr>
          <w:rFonts w:hint="cs"/>
          <w:rtl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د</w:t>
      </w:r>
    </w:p>
    <w:p w:rsidR="005A2492" w:rsidRDefault="005A2492" w:rsidP="00E67D25">
      <w:pPr>
        <w:pStyle w:val="libNormal"/>
        <w:rPr>
          <w:rtl/>
        </w:rPr>
      </w:pP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گر ن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 xml:space="preserve">نم </w:t>
      </w:r>
      <w:r w:rsidR="009B349E" w:rsidRPr="009B349E">
        <w:rPr>
          <w:rFonts w:hint="cs"/>
          <w:rtl/>
          <w:lang w:bidi="ur-PK"/>
        </w:rPr>
        <w:t>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رِ خط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            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پدر، 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در، 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س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چ ق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سَم ن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د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وضع</w:t>
      </w:r>
      <w:r>
        <w:rPr>
          <w:rtl/>
        </w:rPr>
        <w:t xml:space="preserve"> من، وضع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تِ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ست             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پدر، 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در،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حت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جم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پوش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 xml:space="preserve"> و غذ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تن</w:t>
      </w:r>
      <w:r w:rsidR="008D6D4F" w:rsidRPr="008D6D4F">
        <w:rPr>
          <w:rFonts w:hint="cs"/>
          <w:rtl/>
          <w:lang w:bidi="ur-PK"/>
        </w:rPr>
        <w:t>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س</w:t>
      </w:r>
      <w:r w:rsidR="00E67D25" w:rsidRPr="00E67D25">
        <w:rPr>
          <w:rFonts w:hint="cs"/>
          <w:rtl/>
        </w:rPr>
        <w:t>ت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ت خ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طر، زِغذ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محت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جم             دلِ پ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 xml:space="preserve">ِ من،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ز 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 ع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طف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لبر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ز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د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عر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ں! تمھ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816B77" w:rsidRPr="00816B77">
        <w:rPr>
          <w:rtl/>
          <w:lang w:bidi="ur-PK"/>
        </w:rPr>
        <w:t>ا</w:t>
      </w:r>
      <w:r>
        <w:rPr>
          <w:rtl/>
        </w:rPr>
        <w:t>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ہےتمھ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نموہ عمل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بنوں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چ</w:t>
      </w:r>
      <w:r w:rsidR="00816B77" w:rsidRPr="00816B77">
        <w:rPr>
          <w:rtl/>
          <w:lang w:bidi="ur-PK"/>
        </w:rPr>
        <w:t>ا</w:t>
      </w:r>
      <w:r>
        <w:rPr>
          <w:rtl/>
        </w:rPr>
        <w:t>ہتے ہو،ل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وجود تم سے و</w:t>
      </w:r>
      <w:r w:rsidR="00816B77" w:rsidRPr="00816B77">
        <w:rPr>
          <w:rtl/>
          <w:lang w:bidi="ur-PK"/>
        </w:rPr>
        <w:t>ا</w:t>
      </w:r>
      <w:r>
        <w:rPr>
          <w:rtl/>
        </w:rPr>
        <w:t>بستہ ہے</w:t>
      </w:r>
      <w:r w:rsidR="00816B77" w:rsidRPr="00816B77">
        <w:rPr>
          <w:rtl/>
          <w:lang w:bidi="ur-PK"/>
        </w:rPr>
        <w:t>ا</w:t>
      </w:r>
      <w:r>
        <w:rPr>
          <w:rtl/>
        </w:rPr>
        <w:t>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تمھ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ہوں، جو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eastAsia"/>
          <w:rtl/>
        </w:rPr>
        <w:t>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رے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پڑھت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لئے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816B77" w:rsidRPr="00816B77">
        <w:rPr>
          <w:rtl/>
          <w:lang w:bidi="ur-PK"/>
        </w:rPr>
        <w:t>ا</w:t>
      </w:r>
      <w:r>
        <w:rPr>
          <w:rtl/>
        </w:rPr>
        <w:t>نہ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رنگ نہ پکڑے؛ک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ہوں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پتلہ ہوں،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ٹح</w:t>
      </w:r>
      <w:r>
        <w:rPr>
          <w:rFonts w:hint="cs"/>
          <w:rtl/>
        </w:rPr>
        <w:t>ی</w:t>
      </w:r>
      <w:r>
        <w:rPr>
          <w:rtl/>
        </w:rPr>
        <w:t xml:space="preserve">  زب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مجھے کچھ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سے خط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 کروں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ضرورت صرف کھ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روح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دل کو عطوفت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مہرب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غذ</w:t>
      </w:r>
      <w:r w:rsidR="00816B77" w:rsidRPr="00816B77">
        <w:rPr>
          <w:rtl/>
          <w:lang w:bidi="ur-PK"/>
        </w:rPr>
        <w:t>ا</w:t>
      </w:r>
      <w:r>
        <w:rPr>
          <w:rtl/>
        </w:rPr>
        <w:t>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5C85">
      <w:pPr>
        <w:pStyle w:val="Heading1"/>
        <w:rPr>
          <w:rtl/>
        </w:rPr>
      </w:pPr>
      <w:bookmarkStart w:id="87" w:name="_Toc393190512"/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bookmarkEnd w:id="87"/>
    </w:p>
    <w:p w:rsidR="005A2492" w:rsidRDefault="005A2492" w:rsidP="005A5C85">
      <w:pPr>
        <w:pStyle w:val="Heading1"/>
        <w:rPr>
          <w:rtl/>
        </w:rPr>
      </w:pPr>
      <w:bookmarkStart w:id="88" w:name="_Toc393190513"/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کے قدموں تلے جنت ہے</w:t>
      </w:r>
      <w:bookmarkEnd w:id="88"/>
      <w:r>
        <w:rPr>
          <w:rtl/>
        </w:rPr>
        <w:t xml:space="preserve">       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ن</w:t>
      </w:r>
      <w:r w:rsidR="005A2492">
        <w:rPr>
          <w:rtl/>
        </w:rPr>
        <w:t xml:space="preserve"> حد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ث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ز مصطف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ندر مق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 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در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ست      </w:t>
      </w:r>
      <w:r w:rsidR="005A2492">
        <w:rPr>
          <w:rtl/>
        </w:rPr>
        <w:t xml:space="preserve">       </w:t>
      </w:r>
      <w:r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پسر جنّت ن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در ز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ر 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مِ 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در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</w:t>
      </w:r>
      <w:r w:rsidR="00E67D25" w:rsidRPr="00E67D25">
        <w:rPr>
          <w:rFonts w:hint="cs"/>
          <w:rtl/>
        </w:rPr>
        <w:t>ت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ز پ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م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ن جدّ و ج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د            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حتر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م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ر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س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ز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حتر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 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در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</w:t>
      </w:r>
      <w:r w:rsidR="00E67D25" w:rsidRPr="00E67D25">
        <w:rPr>
          <w:rFonts w:hint="cs"/>
          <w:rtl/>
        </w:rPr>
        <w:t>ت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در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ند فرزند 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ترب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ت            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ر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بر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 ج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رسد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ز </w:t>
      </w:r>
      <w:r w:rsidR="00816B77" w:rsidRPr="00E67D25">
        <w:rPr>
          <w:rFonts w:hint="cs"/>
          <w:rtl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 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در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</w:t>
      </w:r>
      <w:r w:rsidR="00E67D25" w:rsidRPr="00E67D25">
        <w:rPr>
          <w:rFonts w:hint="cs"/>
          <w:rtl/>
        </w:rPr>
        <w:t>ت</w:t>
      </w:r>
    </w:p>
    <w:p w:rsidR="00B549EA" w:rsidRPr="005A5C85" w:rsidRDefault="00B549EA" w:rsidP="00A60F54">
      <w:pPr>
        <w:pStyle w:val="libPoemTini"/>
        <w:rPr>
          <w:rtl/>
        </w:rPr>
      </w:pPr>
      <w:r w:rsidRPr="005A5C85">
        <w:rPr>
          <w:rtl/>
        </w:rPr>
        <w:br w:type="page"/>
      </w:r>
    </w:p>
    <w:p w:rsidR="005A2492" w:rsidRDefault="00816B77" w:rsidP="00E67D25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ف</w:t>
      </w:r>
      <w:r w:rsidR="009B349E" w:rsidRPr="009B349E">
        <w:rPr>
          <w:rFonts w:hint="cs"/>
          <w:rtl/>
          <w:lang w:bidi="ur-PK"/>
        </w:rPr>
        <w:t>ک</w:t>
      </w:r>
      <w:r w:rsidR="005A2492" w:rsidRPr="00E67D25">
        <w:rPr>
          <w:rFonts w:hint="cs"/>
          <w:rtl/>
        </w:rPr>
        <w:t>ند</w:t>
      </w:r>
      <w:r w:rsidR="005A2492">
        <w:rPr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کی</w:t>
      </w:r>
      <w:r w:rsidR="005A2492" w:rsidRPr="00E67D25">
        <w:rPr>
          <w:rFonts w:hint="cs"/>
          <w:rtl/>
        </w:rPr>
        <w:t xml:space="preserve"> در خطر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ر </w:t>
      </w:r>
      <w:r w:rsidR="009B349E" w:rsidRPr="009B349E">
        <w:rPr>
          <w:rFonts w:hint="cs"/>
          <w:rtl/>
          <w:lang w:bidi="ur-PK"/>
        </w:rPr>
        <w:t>ک</w:t>
      </w:r>
      <w:r w:rsidR="005A2492" w:rsidRPr="00E67D25">
        <w:rPr>
          <w:rFonts w:hint="cs"/>
          <w:rtl/>
        </w:rPr>
        <w:t>س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ج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="005A2492" w:rsidRPr="00E67D25">
        <w:rPr>
          <w:rFonts w:hint="cs"/>
          <w:rtl/>
        </w:rPr>
        <w:t>س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           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ن گذشت و </w:t>
      </w:r>
      <w:r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ن فد</w:t>
      </w:r>
      <w:r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، مر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مِ 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در </w:t>
      </w:r>
      <w:r w:rsidRPr="00E67D25">
        <w:rPr>
          <w:rFonts w:hint="cs"/>
          <w:rtl/>
        </w:rPr>
        <w:t>ا</w:t>
      </w:r>
      <w:r w:rsidR="00E67D25" w:rsidRPr="00E67D25">
        <w:rPr>
          <w:rFonts w:hint="cs"/>
          <w:rtl/>
        </w:rPr>
        <w:t>ست</w:t>
      </w:r>
    </w:p>
    <w:p w:rsidR="005A2492" w:rsidRDefault="00816B77" w:rsidP="00E67D25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</w:t>
      </w:r>
      <w:r w:rsidR="005A2492">
        <w:rPr>
          <w:rtl/>
        </w:rPr>
        <w:t xml:space="preserve"> ن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ل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رزو 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ب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غب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م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="005A2492" w:rsidRPr="00E67D25">
        <w:rPr>
          <w:rFonts w:hint="cs"/>
          <w:rtl/>
        </w:rPr>
        <w:t xml:space="preserve">ند             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ست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ح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صل رنج مُد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مِ 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در </w:t>
      </w:r>
      <w:r w:rsidRPr="00E67D25">
        <w:rPr>
          <w:rFonts w:hint="cs"/>
          <w:rtl/>
        </w:rPr>
        <w:t>ا</w:t>
      </w:r>
      <w:r w:rsidR="00E67D25" w:rsidRPr="00E67D25">
        <w:rPr>
          <w:rFonts w:hint="cs"/>
          <w:rtl/>
        </w:rPr>
        <w:t>ست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عر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>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جنت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قدموں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ہے بس جتن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ہوسکے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عزت کرنے ک</w:t>
      </w:r>
      <w:r>
        <w:rPr>
          <w:rFonts w:hint="cs"/>
          <w:rtl/>
        </w:rPr>
        <w:t>ی</w:t>
      </w:r>
      <w:r>
        <w:rPr>
          <w:rtl/>
        </w:rPr>
        <w:t xml:space="preserve"> کوشش کرو </w:t>
      </w:r>
      <w:r w:rsidR="00816B77" w:rsidRPr="00816B77">
        <w:rPr>
          <w:rtl/>
          <w:lang w:bidi="ur-PK"/>
        </w:rPr>
        <w:t>ا</w:t>
      </w:r>
      <w:r>
        <w:rPr>
          <w:rtl/>
        </w:rPr>
        <w:t>گر تم نے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سمجھ لو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ہےم</w:t>
      </w:r>
      <w:r w:rsidR="00816B77" w:rsidRPr="00816B77">
        <w:rPr>
          <w:rtl/>
          <w:lang w:bidi="ur-PK"/>
        </w:rPr>
        <w:t>ا</w:t>
      </w:r>
      <w:r>
        <w:rPr>
          <w:rtl/>
        </w:rPr>
        <w:t>ہر م</w:t>
      </w:r>
      <w:r w:rsidR="00816B77" w:rsidRPr="00816B77">
        <w:rPr>
          <w:rtl/>
          <w:lang w:bidi="ur-PK"/>
        </w:rPr>
        <w:t>ا</w:t>
      </w:r>
      <w:r>
        <w:rPr>
          <w:rtl/>
        </w:rPr>
        <w:t>ں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ہر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eastAsia"/>
          <w:rtl/>
        </w:rPr>
        <w:t>ہے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ص مق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تک </w:t>
      </w:r>
      <w:r w:rsidR="00816B77" w:rsidRPr="00816B77">
        <w:rPr>
          <w:rtl/>
          <w:lang w:bidi="ur-PK"/>
        </w:rPr>
        <w:t>ا</w:t>
      </w:r>
      <w:r>
        <w:rPr>
          <w:rtl/>
        </w:rPr>
        <w:t>گر پہنچ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مرہون منت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</w:t>
      </w:r>
      <w:r w:rsidR="00816B77" w:rsidRPr="00816B77">
        <w:rPr>
          <w:rtl/>
          <w:lang w:bidi="ur-PK"/>
        </w:rPr>
        <w:t>ا</w:t>
      </w:r>
      <w:r>
        <w:rPr>
          <w:rtl/>
        </w:rPr>
        <w:t>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فد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</w:t>
      </w:r>
      <w:r w:rsidR="00816B77" w:rsidRPr="00816B77">
        <w:rPr>
          <w:rtl/>
          <w:lang w:bidi="ur-PK"/>
        </w:rPr>
        <w:t>ا</w:t>
      </w:r>
      <w:r>
        <w:rPr>
          <w:rtl/>
        </w:rPr>
        <w:t>ن نث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صرف </w:t>
      </w:r>
      <w:r w:rsidR="00816B77" w:rsidRPr="00816B77">
        <w:rPr>
          <w:rtl/>
          <w:lang w:bidi="ur-PK"/>
        </w:rPr>
        <w:t>ا</w:t>
      </w:r>
      <w:r>
        <w:rPr>
          <w:rtl/>
        </w:rPr>
        <w:t>ور صرف م</w:t>
      </w:r>
      <w:r w:rsidR="00816B77" w:rsidRPr="00816B77">
        <w:rPr>
          <w:rtl/>
          <w:lang w:bidi="ur-PK"/>
        </w:rPr>
        <w:t>ا</w:t>
      </w:r>
      <w:r>
        <w:rPr>
          <w:rtl/>
        </w:rPr>
        <w:t>ں ہ</w:t>
      </w:r>
      <w:r>
        <w:rPr>
          <w:rFonts w:hint="cs"/>
          <w:rtl/>
        </w:rPr>
        <w:t>ی</w:t>
      </w:r>
      <w:r>
        <w:rPr>
          <w:rtl/>
        </w:rPr>
        <w:t xml:space="preserve"> دکھ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ہےم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ہے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رزوک</w:t>
      </w:r>
      <w:r>
        <w:rPr>
          <w:rFonts w:hint="cs"/>
          <w:rtl/>
        </w:rPr>
        <w:t>ی</w:t>
      </w:r>
      <w:r>
        <w:rPr>
          <w:rtl/>
        </w:rPr>
        <w:t xml:space="preserve"> نشونم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لئے ب</w:t>
      </w:r>
      <w:r w:rsidR="00816B77" w:rsidRPr="00816B77">
        <w:rPr>
          <w:rtl/>
          <w:lang w:bidi="ur-PK"/>
        </w:rPr>
        <w:t>ا</w:t>
      </w:r>
      <w:r>
        <w:rPr>
          <w:rtl/>
        </w:rPr>
        <w:t>غب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لئے  ہم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وجود م</w:t>
      </w:r>
      <w:r w:rsidR="00816B77" w:rsidRPr="00816B77">
        <w:rPr>
          <w:rtl/>
          <w:lang w:bidi="ur-PK"/>
        </w:rPr>
        <w:t>ا</w:t>
      </w:r>
      <w:r>
        <w:rPr>
          <w:rtl/>
        </w:rPr>
        <w:t>ں کے رنج و غم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</w:t>
      </w:r>
    </w:p>
    <w:p w:rsidR="00B549EA" w:rsidRDefault="00B549EA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5C85">
      <w:pPr>
        <w:pStyle w:val="Heading1Center"/>
        <w:rPr>
          <w:rtl/>
        </w:rPr>
      </w:pPr>
      <w:bookmarkStart w:id="89" w:name="_Toc393190514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89"/>
    </w:p>
    <w:p w:rsidR="005A2492" w:rsidRDefault="005A2492" w:rsidP="005A5C85">
      <w:pPr>
        <w:pStyle w:val="Heading1Center"/>
        <w:rPr>
          <w:rtl/>
        </w:rPr>
      </w:pPr>
      <w:bookmarkStart w:id="90" w:name="_Toc393190515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ور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bookmarkEnd w:id="90"/>
    </w:p>
    <w:p w:rsidR="005A2492" w:rsidRDefault="005A2492" w:rsidP="005A5C85">
      <w:pPr>
        <w:pStyle w:val="Heading1"/>
        <w:rPr>
          <w:rtl/>
        </w:rPr>
      </w:pPr>
      <w:bookmarkStart w:id="91" w:name="_Toc393190516"/>
      <w:r>
        <w:rPr>
          <w:rFonts w:hint="eastAsia"/>
          <w:rtl/>
        </w:rPr>
        <w:t>ن</w:t>
      </w:r>
      <w:r w:rsidR="009B349E" w:rsidRPr="009B349E">
        <w:rPr>
          <w:rFonts w:hint="cs"/>
          <w:rtl/>
          <w:lang w:bidi="ur-PK"/>
        </w:rPr>
        <w:t>یک</w:t>
      </w:r>
      <w:r>
        <w:rPr>
          <w:rtl/>
        </w:rPr>
        <w:t xml:space="preserve"> س</w:t>
      </w:r>
      <w:r w:rsidR="009B349E" w:rsidRPr="009B349E">
        <w:rPr>
          <w:rFonts w:hint="cs"/>
          <w:rtl/>
          <w:lang w:bidi="ur-PK"/>
        </w:rPr>
        <w:t>ی</w:t>
      </w:r>
      <w:r w:rsidRPr="00A60F54">
        <w:rPr>
          <w:rFonts w:hint="cs"/>
          <w:rtl/>
        </w:rPr>
        <w:t>ر</w:t>
      </w:r>
      <w:r w:rsidR="00A60F54" w:rsidRPr="00A60F54">
        <w:rPr>
          <w:rFonts w:hint="cs"/>
          <w:rtl/>
        </w:rPr>
        <w:t>ت</w:t>
      </w:r>
      <w:r w:rsidRPr="00A60F54">
        <w:rPr>
          <w:rFonts w:hint="cs"/>
          <w:rtl/>
        </w:rPr>
        <w:t xml:space="preserve"> عورت</w:t>
      </w:r>
      <w:bookmarkEnd w:id="91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حت</w:t>
      </w:r>
      <w:r>
        <w:rPr>
          <w:rtl/>
        </w:rPr>
        <w:t xml:space="preserve"> مرد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 وجود زن </w:t>
      </w:r>
      <w:r w:rsidR="00816B77" w:rsidRPr="00816B77">
        <w:rPr>
          <w:rtl/>
          <w:lang w:bidi="ur-PK"/>
        </w:rPr>
        <w:t>ا</w:t>
      </w:r>
      <w:r>
        <w:rPr>
          <w:rtl/>
        </w:rPr>
        <w:t>ست       خ</w:t>
      </w:r>
      <w:r w:rsidR="00816B77" w:rsidRPr="00816B77">
        <w:rPr>
          <w:rtl/>
          <w:lang w:bidi="ur-PK"/>
        </w:rPr>
        <w:t>ا</w:t>
      </w:r>
      <w:r>
        <w:rPr>
          <w:rtl/>
        </w:rPr>
        <w:t>ص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ن زن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شد</w:t>
      </w:r>
    </w:p>
    <w:p w:rsidR="005A2492" w:rsidRDefault="008D6D4F" w:rsidP="005A2492">
      <w:pPr>
        <w:pStyle w:val="libNormal"/>
        <w:rPr>
          <w:rtl/>
        </w:rPr>
      </w:pPr>
      <w:r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مسر</w:t>
      </w:r>
      <w:r w:rsidR="005A2492">
        <w:rPr>
          <w:rtl/>
        </w:rPr>
        <w:t xml:space="preserve"> خوب و م</w:t>
      </w:r>
      <w:r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رب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و عف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ف             ب</w:t>
      </w:r>
      <w:r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ن نعمت ج</w:t>
      </w:r>
      <w:r w:rsidRPr="008D6D4F">
        <w:rPr>
          <w:rFonts w:hint="cs"/>
          <w:rtl/>
          <w:lang w:bidi="ur-PK"/>
        </w:rPr>
        <w:t>ہ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ب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شد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سکون </w:t>
      </w:r>
      <w:r w:rsidRPr="00816B77">
        <w:rPr>
          <w:rtl/>
          <w:lang w:bidi="ur-PK"/>
        </w:rPr>
        <w:t>ا</w:t>
      </w:r>
      <w:r w:rsidR="005A2492">
        <w:rPr>
          <w:rtl/>
        </w:rPr>
        <w:t>ورر</w:t>
      </w:r>
      <w:r w:rsidRPr="00816B77">
        <w:rPr>
          <w:rtl/>
          <w:lang w:bidi="ur-PK"/>
        </w:rPr>
        <w:t>ا</w:t>
      </w:r>
      <w:r w:rsidR="005A2492">
        <w:rPr>
          <w:rtl/>
        </w:rPr>
        <w:t>حت عورت کے وجود سے  ہے خصوص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>گر عورت مہرب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ہو،کونکہ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ک،مہرب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پ</w:t>
      </w:r>
      <w:r w:rsidRPr="00816B77">
        <w:rPr>
          <w:rtl/>
          <w:lang w:bidi="ur-PK"/>
        </w:rPr>
        <w:t>ا</w:t>
      </w:r>
      <w:r w:rsidR="005A2492">
        <w:rPr>
          <w:rtl/>
        </w:rPr>
        <w:t>کد</w:t>
      </w:r>
      <w:r w:rsidRPr="00816B77">
        <w:rPr>
          <w:rtl/>
          <w:lang w:bidi="ur-PK"/>
        </w:rPr>
        <w:t>ا</w:t>
      </w:r>
      <w:r w:rsidR="005A2492">
        <w:rPr>
          <w:rtl/>
        </w:rPr>
        <w:t>من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تم</w:t>
      </w:r>
      <w:r w:rsidRPr="00816B77">
        <w:rPr>
          <w:rtl/>
          <w:lang w:bidi="ur-PK"/>
        </w:rPr>
        <w:t>ا</w:t>
      </w:r>
      <w:r w:rsidR="005A2492">
        <w:rPr>
          <w:rtl/>
        </w:rPr>
        <w:t>م نعمتوں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بہتر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نعمت ہے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حج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>ور پردہ کو کل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تشب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کہ جب تک کل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س وقت تک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ہ</w:t>
      </w:r>
      <w:r w:rsidRPr="00816B77">
        <w:rPr>
          <w:rtl/>
          <w:lang w:bidi="ur-PK"/>
        </w:rPr>
        <w:t>ا</w:t>
      </w:r>
      <w:r w:rsidR="005A2492">
        <w:rPr>
          <w:rtl/>
        </w:rPr>
        <w:t>تھ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بڑھ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>،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جب کل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کھل  کر پھول بن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سے فور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طور پر توڑد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ہےممکن ہے کچھ دن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>م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سنبھ</w:t>
      </w:r>
      <w:r w:rsidRPr="00816B77">
        <w:rPr>
          <w:rtl/>
          <w:lang w:bidi="ur-PK"/>
        </w:rPr>
        <w:t>ا</w:t>
      </w:r>
      <w:r w:rsidR="005A2492">
        <w:rPr>
          <w:rtl/>
        </w:rPr>
        <w:t>ل کر رکھےل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کچھ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کے بعد جب مرجھ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ئے ت</w:t>
      </w:r>
      <w:r w:rsidR="005A2492">
        <w:rPr>
          <w:rFonts w:hint="eastAsia"/>
          <w:rtl/>
        </w:rPr>
        <w:t>و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سےکچرے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</w:t>
      </w:r>
      <w:r w:rsidRPr="00816B77">
        <w:rPr>
          <w:rtl/>
          <w:lang w:bidi="ur-PK"/>
        </w:rPr>
        <w:t>ا</w:t>
      </w:r>
      <w:r w:rsidR="005A2492">
        <w:rPr>
          <w:rtl/>
        </w:rPr>
        <w:t>ل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مث</w:t>
      </w:r>
      <w:r w:rsidRPr="00816B77">
        <w:rPr>
          <w:rtl/>
          <w:lang w:bidi="ur-PK"/>
        </w:rPr>
        <w:t>ا</w:t>
      </w:r>
      <w:r w:rsidR="005A2492">
        <w:rPr>
          <w:rtl/>
        </w:rPr>
        <w:t>ل ہے کہ جب تک عورت پردے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بر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نگ</w:t>
      </w:r>
      <w:r w:rsidRPr="00816B77">
        <w:rPr>
          <w:rtl/>
          <w:lang w:bidi="ur-PK"/>
        </w:rPr>
        <w:t>ا</w:t>
      </w:r>
      <w:r w:rsidR="005A2492">
        <w:rPr>
          <w:rtl/>
        </w:rPr>
        <w:t>ہ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ہ</w:t>
      </w:r>
      <w:r w:rsidRPr="00816B77">
        <w:rPr>
          <w:rtl/>
          <w:lang w:bidi="ur-PK"/>
        </w:rPr>
        <w:t>ا</w:t>
      </w:r>
      <w:r w:rsidR="005A2492">
        <w:rPr>
          <w:rtl/>
        </w:rPr>
        <w:t>تھ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بڑھ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جب وہ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پردہ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حج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>رد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پردے سے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ہر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مختلف 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تھ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بڑھنے لگتےہ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ہوس پور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ہونے تک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</w:t>
      </w:r>
      <w:r w:rsidR="005A2492">
        <w:rPr>
          <w:rFonts w:hint="eastAsia"/>
          <w:rtl/>
        </w:rPr>
        <w:t>جھوٹ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عشق و محبت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ظہ</w:t>
      </w:r>
      <w:r w:rsidRPr="00816B77">
        <w:rPr>
          <w:rtl/>
          <w:lang w:bidi="ur-PK"/>
        </w:rPr>
        <w:t>ا</w:t>
      </w:r>
      <w:r w:rsidR="005A2492">
        <w:rPr>
          <w:rtl/>
        </w:rPr>
        <w:t>ر کرتے رہتےہ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کے بعد </w:t>
      </w:r>
      <w:r w:rsidRPr="00816B77">
        <w:rPr>
          <w:rtl/>
          <w:lang w:bidi="ur-PK"/>
        </w:rPr>
        <w:t>ا</w:t>
      </w:r>
      <w:r w:rsidR="005A2492">
        <w:rPr>
          <w:rtl/>
        </w:rPr>
        <w:t>سے رد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غذ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کچرے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</w:t>
      </w:r>
      <w:r w:rsidRPr="00816B77">
        <w:rPr>
          <w:rtl/>
          <w:lang w:bidi="ur-PK"/>
        </w:rPr>
        <w:t>ا</w:t>
      </w:r>
      <w:r w:rsidR="005A2492">
        <w:rPr>
          <w:rtl/>
        </w:rPr>
        <w:t>ل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B549EA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حج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ور پردہ کو عورت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،عفت و پ</w:t>
      </w:r>
      <w:r w:rsidR="00816B77" w:rsidRPr="00816B77">
        <w:rPr>
          <w:rtl/>
          <w:lang w:bidi="ur-PK"/>
        </w:rPr>
        <w:t>ا</w:t>
      </w:r>
      <w:r>
        <w:rPr>
          <w:rtl/>
        </w:rPr>
        <w:t>کد</w:t>
      </w:r>
      <w:r w:rsidR="00816B77" w:rsidRPr="00816B77">
        <w:rPr>
          <w:rtl/>
          <w:lang w:bidi="ur-PK"/>
        </w:rPr>
        <w:t>ا</w:t>
      </w:r>
      <w:r>
        <w:rPr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مح</w:t>
      </w:r>
      <w:r w:rsidR="00816B77" w:rsidRPr="00816B77">
        <w:rPr>
          <w:rtl/>
          <w:lang w:bidi="ur-PK"/>
        </w:rPr>
        <w:t>ا</w:t>
      </w:r>
      <w:r>
        <w:rPr>
          <w:rtl/>
        </w:rPr>
        <w:t>فظ ج</w:t>
      </w:r>
      <w:r w:rsidR="00816B77" w:rsidRPr="00816B77">
        <w:rPr>
          <w:rtl/>
          <w:lang w:bidi="ur-PK"/>
        </w:rPr>
        <w:t>ا</w:t>
      </w:r>
      <w:r>
        <w:rPr>
          <w:rtl/>
        </w:rPr>
        <w:t>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 </w:t>
      </w:r>
      <w:r w:rsidR="00816B77" w:rsidRPr="00816B77">
        <w:rPr>
          <w:rtl/>
          <w:lang w:bidi="ur-PK"/>
        </w:rPr>
        <w:t>ا</w:t>
      </w:r>
      <w:r>
        <w:rPr>
          <w:rtl/>
        </w:rPr>
        <w:t>س پھل ک</w:t>
      </w:r>
      <w:r>
        <w:rPr>
          <w:rFonts w:hint="cs"/>
          <w:rtl/>
        </w:rPr>
        <w:t>ی</w:t>
      </w:r>
      <w:r>
        <w:rPr>
          <w:rtl/>
        </w:rPr>
        <w:t xml:space="preserve"> طرح جب تک وہ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چھلکے کے </w:t>
      </w:r>
      <w:r w:rsidR="00816B77" w:rsidRPr="00816B77">
        <w:rPr>
          <w:rtl/>
          <w:lang w:bidi="ur-PK"/>
        </w:rPr>
        <w:t>ا</w:t>
      </w:r>
      <w:r>
        <w:rPr>
          <w:rtl/>
        </w:rPr>
        <w:t>ندر ہےبہت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 تر و ت</w:t>
      </w:r>
      <w:r w:rsidR="00816B77" w:rsidRPr="00816B77">
        <w:rPr>
          <w:rtl/>
          <w:lang w:bidi="ur-PK"/>
        </w:rPr>
        <w:t>ا</w:t>
      </w:r>
      <w:r>
        <w:rPr>
          <w:rtl/>
        </w:rPr>
        <w:t>زہ رہت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چھلک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ردے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ت</w:t>
      </w:r>
      <w:r w:rsidR="00816B77" w:rsidRPr="00816B77">
        <w:rPr>
          <w:rtl/>
          <w:lang w:bidi="ur-PK"/>
        </w:rPr>
        <w:t>ا</w:t>
      </w:r>
      <w:r>
        <w:rPr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ختم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،بلکہ چھلک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 کر پھل م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من</w:t>
      </w:r>
      <w:r>
        <w:rPr>
          <w:rFonts w:hint="eastAsia"/>
          <w:rtl/>
        </w:rPr>
        <w:t>ے</w:t>
      </w:r>
      <w:r>
        <w:rPr>
          <w:rtl/>
        </w:rPr>
        <w:t xml:space="preserve"> رکھن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چھلک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 کر م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منے رکھن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معلوم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جس طرح  چھلک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پھل ک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 w:rsidR="00816B77" w:rsidRPr="00816B77">
        <w:rPr>
          <w:rtl/>
          <w:lang w:bidi="ur-PK"/>
        </w:rPr>
        <w:t>ا</w:t>
      </w:r>
      <w:r>
        <w:rPr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من ہے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حج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ور پردہ بھ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 w:rsidR="00816B77" w:rsidRPr="00816B77">
        <w:rPr>
          <w:rtl/>
          <w:lang w:bidi="ur-PK"/>
        </w:rPr>
        <w:t>ا</w:t>
      </w:r>
      <w:r>
        <w:rPr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من ہے </w:t>
      </w:r>
    </w:p>
    <w:p w:rsidR="00B549EA" w:rsidRDefault="00B549EA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5C85">
      <w:pPr>
        <w:pStyle w:val="Heading1"/>
        <w:rPr>
          <w:rtl/>
        </w:rPr>
      </w:pPr>
      <w:bookmarkStart w:id="92" w:name="_Toc393190517"/>
      <w:r>
        <w:rPr>
          <w:rFonts w:hint="eastAsia"/>
          <w:rtl/>
        </w:rPr>
        <w:lastRenderedPageBreak/>
        <w:t>شوہر</w:t>
      </w:r>
      <w:r>
        <w:rPr>
          <w:rtl/>
        </w:rPr>
        <w:t xml:space="preserve"> کے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ورب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bookmarkEnd w:id="92"/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حسن </w:t>
      </w:r>
      <w:r w:rsidR="00816B77" w:rsidRPr="00816B77">
        <w:rPr>
          <w:rtl/>
          <w:lang w:bidi="ur-PK"/>
        </w:rPr>
        <w:t>ا</w:t>
      </w:r>
      <w:r>
        <w:rPr>
          <w:rtl/>
        </w:rPr>
        <w:t>رتب</w:t>
      </w:r>
      <w:r w:rsidR="00816B77" w:rsidRPr="00816B77">
        <w:rPr>
          <w:rtl/>
          <w:lang w:bidi="ur-PK"/>
        </w:rPr>
        <w:t>ا</w:t>
      </w:r>
      <w:r>
        <w:rPr>
          <w:rtl/>
        </w:rPr>
        <w:t>ط ک</w:t>
      </w:r>
      <w:r>
        <w:rPr>
          <w:rFonts w:hint="cs"/>
          <w:rtl/>
        </w:rPr>
        <w:t>ی</w:t>
      </w:r>
      <w:r>
        <w:rPr>
          <w:rtl/>
        </w:rPr>
        <w:t xml:space="preserve"> برقر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دونوں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سلسلے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کرم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B549EA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فَلَ</w:t>
      </w:r>
      <w:r w:rsidRPr="00F4194C">
        <w:rPr>
          <w:rStyle w:val="libArabicChar"/>
          <w:rFonts w:hint="cs"/>
          <w:rtl/>
        </w:rPr>
        <w:t>كُمْ</w:t>
      </w:r>
      <w:r w:rsidRPr="00F4194C">
        <w:rPr>
          <w:rStyle w:val="libArabicChar"/>
          <w:rtl/>
        </w:rPr>
        <w:t xml:space="preserve"> عَلَ</w:t>
      </w:r>
      <w:r w:rsidRPr="00F4194C">
        <w:rPr>
          <w:rStyle w:val="libArabicChar"/>
          <w:rFonts w:hint="cs"/>
          <w:rtl/>
        </w:rPr>
        <w:t xml:space="preserve">يْهِنَّ حَقٌّ وَ لَهُنَّ عَلَيْكُمْ حَقٌّ وَ مِنْ حَقِّكُمْ عَلَيْهِنَّ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يُوطِئْنَ فُرُشَكُمْ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يَعْصِينَكُمْ فِي مَعْرُوفٍ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فَعَلْنَ ذَلِكَ فَلَهُنَّ رِزْقُهُنَّ وَ كِسْوَتُهُنَّ بِ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لْمَعْرُوفِ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tl/>
        </w:rPr>
        <w:t xml:space="preserve"> تَض</w:t>
      </w:r>
      <w:r w:rsidRPr="00F4194C">
        <w:rPr>
          <w:rStyle w:val="libArabicChar"/>
          <w:rFonts w:hint="cs"/>
          <w:rtl/>
        </w:rPr>
        <w:t>ْرِبُوهُن</w:t>
      </w:r>
      <w:r w:rsidR="00B549EA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لوگو! عورتوں پر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کچھ حقوق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وپر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کچھ حقوق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تمہ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حقوق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وہ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محرموں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ئز تعلق</w:t>
      </w:r>
      <w:r w:rsidR="00816B77" w:rsidRPr="00816B77">
        <w:rPr>
          <w:rtl/>
          <w:lang w:bidi="ur-PK"/>
        </w:rPr>
        <w:t>ا</w:t>
      </w:r>
      <w:r>
        <w:rPr>
          <w:rtl/>
        </w:rPr>
        <w:t>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 کر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جہ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ں تمہ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عت </w:t>
      </w:r>
      <w:r w:rsidR="00816B77" w:rsidRPr="00816B77">
        <w:rPr>
          <w:rtl/>
          <w:lang w:bidi="ur-PK"/>
        </w:rPr>
        <w:t>ا</w:t>
      </w:r>
      <w:r>
        <w:rPr>
          <w:rtl/>
        </w:rPr>
        <w:t>ن پر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جب ہے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کر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تو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اا</w:t>
      </w:r>
      <w:r>
        <w:rPr>
          <w:rtl/>
        </w:rPr>
        <w:t>ن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>بق لب</w:t>
      </w:r>
      <w:r w:rsidR="00816B77" w:rsidRPr="00816B77">
        <w:rPr>
          <w:rtl/>
          <w:lang w:bidi="ur-PK"/>
        </w:rPr>
        <w:t>ا</w:t>
      </w:r>
      <w:r>
        <w:rPr>
          <w:rtl/>
        </w:rPr>
        <w:t>س،ن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ونفقہ </w:t>
      </w:r>
      <w:r w:rsidR="00816B77" w:rsidRPr="00816B77">
        <w:rPr>
          <w:rtl/>
          <w:lang w:bidi="ur-PK"/>
        </w:rPr>
        <w:t>ا</w:t>
      </w:r>
      <w:r>
        <w:rPr>
          <w:rtl/>
        </w:rPr>
        <w:t>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خر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ت فر</w:t>
      </w:r>
      <w:r w:rsidR="00816B77" w:rsidRPr="00816B77">
        <w:rPr>
          <w:rtl/>
          <w:lang w:bidi="ur-PK"/>
        </w:rPr>
        <w:t>ا</w:t>
      </w:r>
      <w:r>
        <w:rPr>
          <w:rtl/>
        </w:rPr>
        <w:t>ہم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ذمہ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حقوق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816B77" w:rsidRPr="00816B77">
        <w:rPr>
          <w:rtl/>
          <w:lang w:bidi="ur-PK"/>
        </w:rPr>
        <w:t>ا</w:t>
      </w:r>
      <w:r>
        <w:rPr>
          <w:rtl/>
        </w:rPr>
        <w:t>ش</w:t>
      </w:r>
      <w:r w:rsidR="00816B77" w:rsidRPr="00816B77">
        <w:rPr>
          <w:rtl/>
          <w:lang w:bidi="ur-PK"/>
        </w:rPr>
        <w:t>ا</w:t>
      </w:r>
      <w:r>
        <w:rPr>
          <w:rtl/>
        </w:rPr>
        <w:t>رہ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خود کو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طرفہ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طلبگ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مقروض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ں،بلکہ</w:t>
      </w:r>
      <w:r>
        <w:rPr>
          <w:rtl/>
        </w:rPr>
        <w:t xml:space="preserve"> دونوں کے حقوق متب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دل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متق</w:t>
      </w:r>
      <w:r w:rsidR="00816B77" w:rsidRPr="00816B77">
        <w:rPr>
          <w:rtl/>
          <w:lang w:bidi="ur-PK"/>
        </w:rPr>
        <w:t>ا</w:t>
      </w:r>
      <w:r>
        <w:rPr>
          <w:rtl/>
        </w:rPr>
        <w:t>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متق</w:t>
      </w:r>
      <w:r w:rsidR="00816B77" w:rsidRPr="00816B77">
        <w:rPr>
          <w:rtl/>
          <w:lang w:bidi="ur-PK"/>
        </w:rPr>
        <w:t>ا</w:t>
      </w:r>
      <w:r>
        <w:rPr>
          <w:rtl/>
        </w:rPr>
        <w:t>بل حقوق کے ق</w:t>
      </w:r>
      <w:r w:rsidR="00816B77" w:rsidRPr="00816B77">
        <w:rPr>
          <w:rtl/>
          <w:lang w:bidi="ur-PK"/>
        </w:rPr>
        <w:t>ا</w:t>
      </w:r>
      <w:r>
        <w:rPr>
          <w:rtl/>
        </w:rPr>
        <w:t>ئل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مہر و محبت بھر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من</w:t>
      </w:r>
      <w:r w:rsidR="00816B77" w:rsidRPr="00816B77">
        <w:rPr>
          <w:rtl/>
          <w:lang w:bidi="ur-PK"/>
        </w:rPr>
        <w:t>ا</w:t>
      </w:r>
      <w:r>
        <w:rPr>
          <w:rtl/>
        </w:rPr>
        <w:t>سب مو</w:t>
      </w:r>
      <w:r w:rsidR="00816B77" w:rsidRPr="00816B77">
        <w:rPr>
          <w:rtl/>
          <w:lang w:bidi="ur-PK"/>
        </w:rPr>
        <w:t>ا</w:t>
      </w:r>
      <w:r>
        <w:rPr>
          <w:rtl/>
        </w:rPr>
        <w:t>قع فر</w:t>
      </w:r>
      <w:r w:rsidR="00816B77" w:rsidRPr="00816B77">
        <w:rPr>
          <w:rtl/>
          <w:lang w:bidi="ur-PK"/>
        </w:rPr>
        <w:t>ا</w:t>
      </w:r>
      <w:r>
        <w:rPr>
          <w:rtl/>
        </w:rPr>
        <w:t>ہم کرت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eastAsia"/>
          <w:rtl/>
        </w:rPr>
        <w:t>ے</w:t>
      </w:r>
    </w:p>
    <w:p w:rsidR="005A2492" w:rsidRDefault="005A2492" w:rsidP="005A5C85">
      <w:pPr>
        <w:pStyle w:val="Heading1"/>
        <w:rPr>
          <w:rtl/>
        </w:rPr>
      </w:pPr>
      <w:bookmarkStart w:id="93" w:name="_Toc393190518"/>
      <w:r>
        <w:rPr>
          <w:rFonts w:hint="eastAsia"/>
          <w:rtl/>
        </w:rPr>
        <w:t>شوہر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ب</w:t>
      </w:r>
      <w:r w:rsidR="00816B77" w:rsidRPr="00816B77">
        <w:rPr>
          <w:rtl/>
          <w:lang w:bidi="ur-PK"/>
        </w:rPr>
        <w:t>ا</w:t>
      </w:r>
      <w:r>
        <w:rPr>
          <w:rtl/>
        </w:rPr>
        <w:t>عث مغفرت</w:t>
      </w:r>
      <w:bookmarkEnd w:id="93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خد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وند</w:t>
      </w:r>
      <w:r>
        <w:rPr>
          <w:rtl/>
        </w:rPr>
        <w:t xml:space="preserve"> مہرب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نے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گز</w:t>
      </w:r>
      <w:r w:rsidR="00816B77" w:rsidRPr="00816B77">
        <w:rPr>
          <w:rtl/>
          <w:lang w:bidi="ur-PK"/>
        </w:rPr>
        <w:t>ا</w:t>
      </w:r>
      <w:r>
        <w:rPr>
          <w:rtl/>
        </w:rPr>
        <w:t>ر عورت کو نہ صرف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سکون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ثو</w:t>
      </w:r>
      <w:r w:rsidR="00816B77" w:rsidRPr="00816B77">
        <w:rPr>
          <w:rtl/>
          <w:lang w:bidi="ur-PK"/>
        </w:rPr>
        <w:t>ا</w:t>
      </w:r>
      <w:r>
        <w:rPr>
          <w:rtl/>
        </w:rPr>
        <w:t>ب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مستحق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بلکہ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مت</w:t>
      </w:r>
      <w:r>
        <w:rPr>
          <w:rtl/>
        </w:rPr>
        <w:t xml:space="preserve"> کے دن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مغفرت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بخشش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بندوبست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</w:p>
    <w:p w:rsidR="00B549EA" w:rsidRDefault="00B549EA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549EA" w:rsidRDefault="00B549EA" w:rsidP="0005160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A5C85" w:rsidRPr="005A5C85">
        <w:rPr>
          <w:rtl/>
        </w:rPr>
        <w:t xml:space="preserve">   ش</w:t>
      </w:r>
      <w:r w:rsidR="005A5C85" w:rsidRPr="005A5C85">
        <w:rPr>
          <w:rFonts w:hint="cs"/>
          <w:rtl/>
        </w:rPr>
        <w:t>ی</w:t>
      </w:r>
      <w:r w:rsidR="005A5C85" w:rsidRPr="005A5C85">
        <w:rPr>
          <w:rFonts w:hint="eastAsia"/>
          <w:rtl/>
        </w:rPr>
        <w:t>خ</w:t>
      </w:r>
      <w:r w:rsidR="005A5C85" w:rsidRPr="005A5C85">
        <w:rPr>
          <w:rtl/>
        </w:rPr>
        <w:t xml:space="preserve"> صدوق؛ </w:t>
      </w:r>
      <w:r w:rsidR="00816B77" w:rsidRPr="00816B77">
        <w:rPr>
          <w:rtl/>
        </w:rPr>
        <w:t>ا</w:t>
      </w:r>
      <w:r w:rsidR="005A5C85" w:rsidRPr="005A5C85">
        <w:rPr>
          <w:rtl/>
        </w:rPr>
        <w:t>لخص</w:t>
      </w:r>
      <w:r w:rsidR="00816B77" w:rsidRPr="00816B77">
        <w:rPr>
          <w:rtl/>
        </w:rPr>
        <w:t>ا</w:t>
      </w:r>
      <w:r w:rsidR="005A5C85" w:rsidRPr="005A5C85">
        <w:rPr>
          <w:rtl/>
        </w:rPr>
        <w:t>ل ، ج</w:t>
      </w:r>
      <w:r w:rsidR="005A5C85" w:rsidRPr="005A5C85">
        <w:rPr>
          <w:rtl/>
          <w:lang w:bidi="fa-IR"/>
        </w:rPr>
        <w:t>۲</w:t>
      </w:r>
      <w:r w:rsidR="005A5C85" w:rsidRPr="005A5C85">
        <w:rPr>
          <w:rtl/>
        </w:rPr>
        <w:t>،ص</w:t>
      </w:r>
      <w:r w:rsidR="005A5C85" w:rsidRPr="005A5C85">
        <w:rPr>
          <w:rtl/>
          <w:lang w:bidi="fa-IR"/>
        </w:rPr>
        <w:t>۴۸۷</w:t>
      </w:r>
    </w:p>
    <w:p w:rsidR="00B549EA" w:rsidRDefault="00B549EA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C15B30">
      <w:pPr>
        <w:pStyle w:val="libNormal"/>
        <w:rPr>
          <w:rtl/>
        </w:rPr>
      </w:pPr>
      <w:r w:rsidRPr="00B549EA">
        <w:rPr>
          <w:rStyle w:val="libArabicChar"/>
          <w:rFonts w:hint="eastAsia"/>
          <w:rtl/>
        </w:rPr>
        <w:lastRenderedPageBreak/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B549EA">
        <w:rPr>
          <w:rStyle w:val="libArabicChar"/>
          <w:rFonts w:hint="eastAsia"/>
          <w:rtl/>
        </w:rPr>
        <w:t>لَ</w:t>
      </w:r>
      <w:r w:rsidRPr="00B549EA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B549EA">
        <w:rPr>
          <w:rStyle w:val="libArabicChar"/>
          <w:rtl/>
        </w:rPr>
        <w:t>لص</w:t>
      </w:r>
      <w:r w:rsidR="00CF3D62" w:rsidRPr="00CF3D62">
        <w:rPr>
          <w:rStyle w:val="libArabicChar"/>
          <w:rtl/>
        </w:rPr>
        <w:t>ا</w:t>
      </w:r>
      <w:r w:rsidRPr="00B549EA">
        <w:rPr>
          <w:rStyle w:val="libArabicChar"/>
          <w:rtl/>
        </w:rPr>
        <w:t xml:space="preserve">دق: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نَّ رَجُلً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مِنَ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لْ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نْصَ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رِ فِي عَهْدِ رَسُولِ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للهِ ص خَرَجَ فِي بَعْضِ حَوَ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ئِجِهِ فَعَهِدَ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B549EA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تِهِ عَهْد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نْ لَ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تَخْرُجَ مِنْ بَيْتِهَ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حَتَّ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B549EA">
        <w:rPr>
          <w:rStyle w:val="libArabicChar"/>
          <w:rFonts w:hint="cs"/>
          <w:rtl/>
        </w:rPr>
        <w:t xml:space="preserve"> يَقْدَمَ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هَ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مَر</w:t>
      </w:r>
      <w:r w:rsidRPr="00B549EA">
        <w:rPr>
          <w:rStyle w:val="libArabicChar"/>
          <w:rtl/>
        </w:rPr>
        <w:t xml:space="preserve">ِضَ فَبَعَثَتِ </w:t>
      </w:r>
      <w:r w:rsidR="00CF3D62" w:rsidRPr="00CF3D62">
        <w:rPr>
          <w:rStyle w:val="libArabicChar"/>
          <w:rtl/>
        </w:rPr>
        <w:t>ا</w:t>
      </w:r>
      <w:r w:rsidRPr="00B549EA">
        <w:rPr>
          <w:rStyle w:val="libArabicChar"/>
          <w:rtl/>
        </w:rPr>
        <w:t>ل</w:t>
      </w:r>
      <w:r w:rsidRPr="00B549EA">
        <w:rPr>
          <w:rStyle w:val="libArabicChar"/>
          <w:rFonts w:hint="cs"/>
          <w:rtl/>
        </w:rPr>
        <w:t>ْمَرْ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ةُ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B549EA">
        <w:rPr>
          <w:rStyle w:val="libArabicChar"/>
          <w:rFonts w:hint="cs"/>
          <w:rtl/>
        </w:rPr>
        <w:t xml:space="preserve"> رَسُولِ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للهِ </w:t>
      </w:r>
      <w:r w:rsidRPr="00B549EA">
        <w:rPr>
          <w:rStyle w:val="libArabicChar"/>
          <w:rFonts w:hint="eastAsia"/>
          <w:rtl/>
        </w:rPr>
        <w:t>ص</w:t>
      </w:r>
      <w:r w:rsidRPr="00B549EA">
        <w:rPr>
          <w:rStyle w:val="libArabicChar"/>
          <w:rtl/>
        </w:rPr>
        <w:t xml:space="preserve"> فَقَ</w:t>
      </w:r>
      <w:r w:rsidR="00CF3D62" w:rsidRPr="00CF3D62">
        <w:rPr>
          <w:rStyle w:val="libArabicChar"/>
          <w:rtl/>
        </w:rPr>
        <w:t>ا</w:t>
      </w:r>
      <w:r w:rsidRPr="00B549EA">
        <w:rPr>
          <w:rStyle w:val="libArabicChar"/>
          <w:rtl/>
        </w:rPr>
        <w:t>لَت</w:t>
      </w:r>
      <w:r w:rsidRPr="00B549EA">
        <w:rPr>
          <w:rStyle w:val="libArabicChar"/>
          <w:rFonts w:hint="cs"/>
          <w:rtl/>
        </w:rPr>
        <w:t xml:space="preserve">ْ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نَّ زَوْجِي خَرَجَ وَ عَهِدَ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لَيَّ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نْ لَ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خْرُجَ مِنْ بَيْتِي حَتَّ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B549EA">
        <w:rPr>
          <w:rStyle w:val="libArabicChar"/>
          <w:rFonts w:hint="cs"/>
          <w:rtl/>
        </w:rPr>
        <w:t xml:space="preserve"> يَقْدَمَ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بِي مَرِضَ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فَتَ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مُرُنِي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نْ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عُودَهُ فَقَ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لَ لَ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جْلِسِي فِي بَيْتِكِ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طِيعِي زَوْجَكِ قَ</w:t>
      </w:r>
      <w:r w:rsidR="00CF3D62" w:rsidRPr="00CF3D62">
        <w:rPr>
          <w:rStyle w:val="libArabicChar"/>
          <w:rtl/>
        </w:rPr>
        <w:t>ا</w:t>
      </w:r>
      <w:r w:rsidRPr="00B549EA">
        <w:rPr>
          <w:rStyle w:val="libArabicChar"/>
          <w:rtl/>
        </w:rPr>
        <w:t>لَ فَمَ</w:t>
      </w:r>
      <w:r w:rsidR="00CF3D62" w:rsidRPr="00CF3D62">
        <w:rPr>
          <w:rStyle w:val="libArabicChar"/>
          <w:rtl/>
        </w:rPr>
        <w:t>ا</w:t>
      </w:r>
      <w:r w:rsidRPr="00B549EA">
        <w:rPr>
          <w:rStyle w:val="libArabicChar"/>
          <w:rtl/>
        </w:rPr>
        <w:t>تَ فَبَعَثَت</w:t>
      </w:r>
      <w:r w:rsidRPr="00B549EA">
        <w:rPr>
          <w:rStyle w:val="libArabicChar"/>
          <w:rFonts w:hint="cs"/>
          <w:rtl/>
        </w:rPr>
        <w:t xml:space="preserve">ْ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لَيْهِ فَقَ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لَتْ يَ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ر</w:t>
      </w:r>
      <w:r w:rsidRPr="00B549EA">
        <w:rPr>
          <w:rStyle w:val="libArabicChar"/>
          <w:rFonts w:hint="eastAsia"/>
          <w:rtl/>
        </w:rPr>
        <w:t>َسُولَ</w:t>
      </w:r>
      <w:r w:rsidRPr="00B549EA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B549EA">
        <w:rPr>
          <w:rStyle w:val="libArabicChar"/>
          <w:rtl/>
        </w:rPr>
        <w:t>لل</w:t>
      </w:r>
      <w:r w:rsidRPr="00B549EA">
        <w:rPr>
          <w:rStyle w:val="libArabicChar"/>
          <w:rFonts w:hint="cs"/>
          <w:rtl/>
        </w:rPr>
        <w:t xml:space="preserve">هِ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بِي قَدْ مَ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تَ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فَتَ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مُرُنِي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نْ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صَلِّيَ عَلَيْهِ فَقَ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لَ لَ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جْلِسِي فِي بَيْتِكِ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طِيعِي زَوْجَكِ قَ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لَ فَدُفِنَ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لرَّجُلُ فَبَعَثَ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لَيْهَ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رَسُولُ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للهِ ص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للهَ تَبَ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tl/>
        </w:rPr>
        <w:t>رَ</w:t>
      </w:r>
      <w:r w:rsidRPr="00B549EA">
        <w:rPr>
          <w:rStyle w:val="libArabicChar"/>
          <w:rFonts w:hint="cs"/>
          <w:rtl/>
        </w:rPr>
        <w:t>كَ وَ تَعَ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B549EA">
        <w:rPr>
          <w:rStyle w:val="libArabicChar"/>
          <w:rFonts w:hint="cs"/>
          <w:rtl/>
        </w:rPr>
        <w:t xml:space="preserve"> قَدْ غَفَرَ لَكِ وَ لِ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بِيكِ </w:t>
      </w:r>
      <w:r w:rsidRPr="00B549EA">
        <w:rPr>
          <w:rStyle w:val="libArabicChar"/>
          <w:rFonts w:hint="eastAsia"/>
          <w:rtl/>
        </w:rPr>
        <w:t>بِطَ</w:t>
      </w:r>
      <w:r w:rsidR="00CF3D62" w:rsidRPr="00CF3D62">
        <w:rPr>
          <w:rStyle w:val="libArabicChar"/>
          <w:rFonts w:hint="eastAsia"/>
          <w:rtl/>
        </w:rPr>
        <w:t>ا</w:t>
      </w:r>
      <w:r w:rsidRPr="00B549EA">
        <w:rPr>
          <w:rStyle w:val="libArabicChar"/>
          <w:rFonts w:hint="eastAsia"/>
          <w:rtl/>
        </w:rPr>
        <w:t>عَتِ</w:t>
      </w:r>
      <w:r w:rsidRPr="00B549EA">
        <w:rPr>
          <w:rStyle w:val="libArabicChar"/>
          <w:rFonts w:hint="cs"/>
          <w:rtl/>
        </w:rPr>
        <w:t>كِ</w:t>
      </w:r>
      <w:r w:rsidRPr="00B549EA">
        <w:rPr>
          <w:rStyle w:val="libArabicChar"/>
          <w:rtl/>
        </w:rPr>
        <w:t xml:space="preserve"> لِزَو</w:t>
      </w:r>
      <w:r w:rsidRPr="00B549EA">
        <w:rPr>
          <w:rStyle w:val="libArabicChar"/>
          <w:rFonts w:hint="cs"/>
          <w:rtl/>
        </w:rPr>
        <w:t>ْجِكِ</w:t>
      </w:r>
      <w:r w:rsidR="00B549EA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چن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نچہ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سے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سے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نکلتے وقت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کہہ کر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پس نہ لوٹوں تو گھر سے ب</w:t>
      </w:r>
      <w:r w:rsidR="00816B77" w:rsidRPr="00816B77">
        <w:rPr>
          <w:rtl/>
          <w:lang w:bidi="ur-PK"/>
        </w:rPr>
        <w:t>ا</w:t>
      </w:r>
      <w:r>
        <w:rPr>
          <w:rtl/>
        </w:rPr>
        <w:t>ہر قدم نہ رکھن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فرم</w:t>
      </w:r>
      <w:r w:rsidR="00816B77" w:rsidRPr="00816B77">
        <w:rPr>
          <w:rtl/>
          <w:lang w:bidi="ur-PK"/>
        </w:rPr>
        <w:t>ا</w:t>
      </w:r>
      <w:r>
        <w:rPr>
          <w:rtl/>
        </w:rPr>
        <w:t>نبرد</w:t>
      </w:r>
      <w:r w:rsidR="00816B77" w:rsidRPr="00816B77">
        <w:rPr>
          <w:rtl/>
          <w:lang w:bidi="ur-PK"/>
        </w:rPr>
        <w:t>ا</w:t>
      </w:r>
      <w:r>
        <w:rPr>
          <w:rtl/>
        </w:rPr>
        <w:t>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تف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پ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خ</w:t>
      </w:r>
      <w:r w:rsidR="00816B77" w:rsidRPr="00816B77">
        <w:rPr>
          <w:rtl/>
          <w:lang w:bidi="ur-PK"/>
        </w:rPr>
        <w:t>ا</w:t>
      </w:r>
      <w:r>
        <w:rPr>
          <w:rtl/>
        </w:rPr>
        <w:t>تون 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زت ہو تو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دت</w:t>
      </w:r>
      <w:r>
        <w:rPr>
          <w:rtl/>
        </w:rPr>
        <w:t xml:space="preserve"> کے لئے چل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ؤں،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گھر سے نہ نکلو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عت کروکچھ دن بعد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816B77" w:rsidRPr="00816B77">
        <w:rPr>
          <w:rtl/>
          <w:lang w:bidi="ur-PK"/>
        </w:rPr>
        <w:t>ا</w:t>
      </w:r>
      <w:r>
        <w:rPr>
          <w:rtl/>
        </w:rPr>
        <w:t>س د</w:t>
      </w:r>
      <w:r w:rsidR="00816B77" w:rsidRPr="00816B77">
        <w:rPr>
          <w:rtl/>
          <w:lang w:bidi="ur-PK"/>
        </w:rPr>
        <w:t>ا</w:t>
      </w:r>
      <w:r>
        <w:rPr>
          <w:rtl/>
        </w:rPr>
        <w:t>ر ف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چل بس</w:t>
      </w:r>
      <w:r w:rsidR="00816B77" w:rsidRPr="00816B77">
        <w:rPr>
          <w:rtl/>
          <w:lang w:bidi="ur-PK"/>
        </w:rPr>
        <w:t>اا</w:t>
      </w:r>
      <w:r>
        <w:rPr>
          <w:rtl/>
        </w:rPr>
        <w:t>س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تون نے پھر </w:t>
      </w:r>
      <w:r w:rsidR="00816B77" w:rsidRPr="00816B77">
        <w:rPr>
          <w:rtl/>
          <w:lang w:bidi="ur-PK"/>
        </w:rPr>
        <w:t>ا</w:t>
      </w:r>
      <w:r>
        <w:rPr>
          <w:rtl/>
        </w:rPr>
        <w:t>پ سے ب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</w:t>
      </w:r>
      <w:r w:rsidR="00816B77" w:rsidRPr="00816B77">
        <w:rPr>
          <w:rtl/>
          <w:lang w:bidi="ur-PK"/>
        </w:rPr>
        <w:t>ا</w:t>
      </w:r>
      <w:r>
        <w:rPr>
          <w:rtl/>
        </w:rPr>
        <w:t>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م</w:t>
      </w:r>
      <w:r w:rsidR="00816B77" w:rsidRPr="00816B77">
        <w:rPr>
          <w:rtl/>
          <w:lang w:bidi="ur-PK"/>
        </w:rPr>
        <w:t>ا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،تو</w:t>
      </w:r>
      <w:r>
        <w:rPr>
          <w:rtl/>
        </w:rPr>
        <w:t xml:space="preserve"> پھر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سے نہ نکلو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کرو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جب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پ دفن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نے </w:t>
      </w:r>
      <w:r w:rsidR="00816B77" w:rsidRPr="00816B77">
        <w:rPr>
          <w:rtl/>
          <w:lang w:bidi="ur-PK"/>
        </w:rPr>
        <w:t>ا</w:t>
      </w:r>
      <w:r>
        <w:rPr>
          <w:rtl/>
        </w:rPr>
        <w:t>س مؤمنہ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: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ب</w:t>
      </w:r>
      <w:r w:rsidR="00816B77" w:rsidRPr="00816B77">
        <w:rPr>
          <w:rtl/>
          <w:lang w:bidi="ur-PK"/>
        </w:rPr>
        <w:t>ا</w:t>
      </w:r>
      <w:r>
        <w:rPr>
          <w:rtl/>
        </w:rPr>
        <w:t>پ دونوں کو بخش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816B77" w:rsidP="005A5C85">
      <w:pPr>
        <w:pStyle w:val="Heading1"/>
        <w:rPr>
          <w:rtl/>
        </w:rPr>
      </w:pPr>
      <w:bookmarkStart w:id="94" w:name="_Toc393190519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و سکون فر</w:t>
      </w:r>
      <w:r w:rsidRPr="00816B77">
        <w:rPr>
          <w:rtl/>
          <w:lang w:bidi="ur-PK"/>
        </w:rPr>
        <w:t>ا</w:t>
      </w:r>
      <w:r w:rsidR="005A2492">
        <w:rPr>
          <w:rtl/>
        </w:rPr>
        <w:t>ہم کرن</w:t>
      </w:r>
      <w:r w:rsidRPr="00816B77">
        <w:rPr>
          <w:rtl/>
          <w:lang w:bidi="ur-PK"/>
        </w:rPr>
        <w:t>ا</w:t>
      </w:r>
      <w:bookmarkEnd w:id="94"/>
      <w:r w:rsidR="005A2492"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لئے چ</w:t>
      </w:r>
      <w:r w:rsidR="00816B77" w:rsidRPr="00816B77">
        <w:rPr>
          <w:rtl/>
          <w:lang w:bidi="ur-PK"/>
        </w:rPr>
        <w:t>ا</w:t>
      </w:r>
      <w:r>
        <w:rPr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ندر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 کرتے ہوئے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B549EA">
      <w:pPr>
        <w:pStyle w:val="libNormal"/>
        <w:rPr>
          <w:rtl/>
        </w:rPr>
      </w:pPr>
      <w:r w:rsidRPr="00B549EA">
        <w:rPr>
          <w:rStyle w:val="libArabicChar"/>
          <w:rFonts w:hint="eastAsia"/>
          <w:rtl/>
        </w:rPr>
        <w:t>حَقُّ</w:t>
      </w:r>
      <w:r w:rsidRPr="00B549EA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Pr="00B549EA">
        <w:rPr>
          <w:rStyle w:val="libArabicChar"/>
          <w:rtl/>
        </w:rPr>
        <w:t>لرَّجُلِ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B549EA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لْمَرْ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ةِ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نَ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رَةُ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لسِّرَ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جِ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صْلَ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حُ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لطَّعَ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مِ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نْ ت</w:t>
      </w:r>
      <w:r w:rsidRPr="00B549EA">
        <w:rPr>
          <w:rStyle w:val="libArabicChar"/>
          <w:rtl/>
        </w:rPr>
        <w:t>َس</w:t>
      </w:r>
      <w:r w:rsidRPr="00B549EA">
        <w:rPr>
          <w:rStyle w:val="libArabicChar"/>
          <w:rFonts w:hint="cs"/>
          <w:rtl/>
        </w:rPr>
        <w:t>ْتَقْبِلَهُ عِنْدَ بَ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بِ بَيْتِهَ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فَتُرَحِّبَ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نْ تُقَدِّمَ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لَيْهِ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لطَّسْتَ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لْمِنْدِيلَ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نْ تُوَضِّئَهُ وَ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نْ لَ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تَمْنَعَهُ نَفْسَهَ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Pr="00B549EA">
        <w:rPr>
          <w:rStyle w:val="libArabicChar"/>
          <w:rFonts w:hint="cs"/>
          <w:rtl/>
        </w:rPr>
        <w:t xml:space="preserve"> مِنْ ع</w:t>
      </w:r>
      <w:r w:rsidRPr="00B549EA">
        <w:rPr>
          <w:rStyle w:val="libArabicChar"/>
          <w:rFonts w:hint="eastAsia"/>
          <w:rtl/>
        </w:rPr>
        <w:t>ِلَّةٍ</w:t>
      </w:r>
      <w:r w:rsidR="00B549EA" w:rsidRPr="007741D8">
        <w:rPr>
          <w:rStyle w:val="libFootnotenumChar"/>
          <w:rFonts w:hint="cs"/>
          <w:rtl/>
        </w:rPr>
        <w:t>(2)</w:t>
      </w:r>
    </w:p>
    <w:p w:rsidR="00B549EA" w:rsidRDefault="00B549EA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A5C85" w:rsidRDefault="00B549EA" w:rsidP="005A5C8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A5C85">
        <w:rPr>
          <w:rtl/>
        </w:rPr>
        <w:t xml:space="preserve"> مستدرک </w:t>
      </w:r>
      <w:r w:rsidR="00816B77" w:rsidRPr="00816B77">
        <w:rPr>
          <w:rtl/>
        </w:rPr>
        <w:t>ا</w:t>
      </w:r>
      <w:r w:rsidR="005A5C85">
        <w:rPr>
          <w:rtl/>
        </w:rPr>
        <w:t>لوس</w:t>
      </w:r>
      <w:r w:rsidR="00816B77" w:rsidRPr="00816B77">
        <w:rPr>
          <w:rtl/>
        </w:rPr>
        <w:t>ا</w:t>
      </w:r>
      <w:r w:rsidR="005A5C85">
        <w:rPr>
          <w:rtl/>
        </w:rPr>
        <w:t>ئل،ج</w:t>
      </w:r>
      <w:r w:rsidR="005A5C85">
        <w:rPr>
          <w:rtl/>
          <w:lang w:bidi="fa-IR"/>
        </w:rPr>
        <w:t>۱۴</w:t>
      </w:r>
      <w:r w:rsidR="005A5C85">
        <w:rPr>
          <w:rtl/>
        </w:rPr>
        <w:t>، ص</w:t>
      </w:r>
      <w:r w:rsidR="005A5C85">
        <w:rPr>
          <w:rtl/>
          <w:lang w:bidi="fa-IR"/>
        </w:rPr>
        <w:t>۲۵۸</w:t>
      </w:r>
    </w:p>
    <w:p w:rsidR="00B549EA" w:rsidRDefault="00B549EA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5A5C85" w:rsidRPr="005A5C85">
        <w:rPr>
          <w:rtl/>
        </w:rPr>
        <w:t xml:space="preserve"> </w:t>
      </w:r>
      <w:r w:rsidR="005A5C85" w:rsidRPr="00885B05">
        <w:rPr>
          <w:rStyle w:val="libFootNoteArabicChar"/>
          <w:rtl/>
        </w:rPr>
        <w:t>م</w:t>
      </w:r>
      <w:r w:rsidR="005A5C85" w:rsidRPr="00885B05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5A5C85" w:rsidRPr="00885B05">
        <w:rPr>
          <w:rStyle w:val="libFootNoteArabicChar"/>
          <w:rFonts w:hint="cs"/>
          <w:rtl/>
        </w:rPr>
        <w:t>رم‏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5A5C85" w:rsidRPr="00885B05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5A5C85" w:rsidRPr="00885B05">
        <w:rPr>
          <w:rStyle w:val="libFootNoteArabicChar"/>
          <w:rFonts w:hint="cs"/>
          <w:rtl/>
        </w:rPr>
        <w:t>خل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5A5C85" w:rsidRPr="00885B05">
        <w:rPr>
          <w:rStyle w:val="libFootNoteArabicChar"/>
          <w:rFonts w:hint="cs"/>
          <w:rtl/>
        </w:rPr>
        <w:t xml:space="preserve">ق، ص 214 ، في حق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5A5C85" w:rsidRPr="00885B05">
        <w:rPr>
          <w:rStyle w:val="libFootNoteArabicChar"/>
          <w:rFonts w:hint="cs"/>
          <w:rtl/>
        </w:rPr>
        <w:t>لزوج عل</w:t>
      </w:r>
      <w:r w:rsidR="009B349E" w:rsidRPr="009B349E">
        <w:rPr>
          <w:rStyle w:val="libFootNoteArabicChar"/>
          <w:rFonts w:hint="cs"/>
          <w:rtl/>
        </w:rPr>
        <w:t>ی</w:t>
      </w:r>
      <w:r w:rsidR="005A5C85" w:rsidRPr="00885B05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5A5C85" w:rsidRPr="00885B05">
        <w:rPr>
          <w:rStyle w:val="libFootNoteArabicChar"/>
          <w:rFonts w:hint="cs"/>
          <w:rtl/>
        </w:rPr>
        <w:t>لمر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5A5C85" w:rsidRPr="00885B05">
        <w:rPr>
          <w:rStyle w:val="libFootNoteArabicChar"/>
          <w:rFonts w:hint="cs"/>
          <w:rtl/>
        </w:rPr>
        <w:t>ة</w:t>
      </w:r>
      <w:r w:rsidR="005A5C85" w:rsidRPr="00816B77">
        <w:rPr>
          <w:rFonts w:hint="cs"/>
          <w:rtl/>
        </w:rPr>
        <w:t xml:space="preserve"> </w:t>
      </w:r>
    </w:p>
    <w:p w:rsidR="00B549EA" w:rsidRPr="00EC7E5A" w:rsidRDefault="00B549EA" w:rsidP="00A60F54">
      <w:pPr>
        <w:pStyle w:val="libPoemTini"/>
        <w:rPr>
          <w:rtl/>
        </w:rPr>
      </w:pPr>
      <w:r w:rsidRPr="00EC7E5A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 xml:space="preserve"> شوہر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م و سکون پہنچ</w:t>
      </w:r>
      <w:r w:rsidR="00816B77" w:rsidRPr="00816B77">
        <w:rPr>
          <w:rtl/>
          <w:lang w:bidi="ur-PK"/>
        </w:rPr>
        <w:t>ا</w:t>
      </w:r>
      <w:r>
        <w:rPr>
          <w:rtl/>
        </w:rPr>
        <w:t>نے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س</w:t>
      </w:r>
      <w:r w:rsidR="00816B77" w:rsidRPr="00816B77">
        <w:rPr>
          <w:rtl/>
          <w:lang w:bidi="ur-PK"/>
        </w:rPr>
        <w:t>ا</w:t>
      </w:r>
      <w:r>
        <w:rPr>
          <w:rtl/>
        </w:rPr>
        <w:t>تھ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موں مثل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صف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پک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کپڑے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برتن دھون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غذ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>،</w:t>
      </w:r>
      <w:r w:rsidR="00816B77" w:rsidRPr="00816B77">
        <w:rPr>
          <w:rtl/>
          <w:lang w:bidi="ur-PK"/>
        </w:rPr>
        <w:t>ا</w:t>
      </w:r>
      <w:r>
        <w:rPr>
          <w:rtl/>
        </w:rPr>
        <w:t>ور جب شوہر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خل ہو تو سب سے پہلے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کے </w:t>
      </w:r>
      <w:r w:rsidR="00816B77" w:rsidRPr="00816B77">
        <w:rPr>
          <w:rtl/>
          <w:lang w:bidi="ur-PK"/>
        </w:rPr>
        <w:t>ا</w:t>
      </w:r>
      <w:r>
        <w:rPr>
          <w:rtl/>
        </w:rPr>
        <w:t>ستقب</w:t>
      </w:r>
      <w:r w:rsidR="00816B77" w:rsidRPr="00816B77">
        <w:rPr>
          <w:rtl/>
          <w:lang w:bidi="ur-PK"/>
        </w:rPr>
        <w:t>ا</w:t>
      </w:r>
      <w:r>
        <w:rPr>
          <w:rtl/>
        </w:rPr>
        <w:t>ل کے لئے درو</w:t>
      </w:r>
      <w:r w:rsidR="00816B77" w:rsidRPr="00816B77">
        <w:rPr>
          <w:rtl/>
          <w:lang w:bidi="ur-PK"/>
        </w:rPr>
        <w:t>ا</w:t>
      </w:r>
      <w:r>
        <w:rPr>
          <w:rtl/>
        </w:rPr>
        <w:t>زے پر ج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خوش </w:t>
      </w:r>
      <w:r w:rsidR="00816B77" w:rsidRPr="00816B77">
        <w:rPr>
          <w:rtl/>
          <w:lang w:bidi="ur-PK"/>
        </w:rPr>
        <w:t>ا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کہن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کرنے سے دونوں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لطف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ہوسکے گ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و محبت بڑھ ج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 w:rsidR="00816B77" w:rsidRPr="00816B77">
        <w:rPr>
          <w:rtl/>
          <w:lang w:bidi="ur-PK"/>
        </w:rPr>
        <w:t>اا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پس ک</w:t>
      </w:r>
      <w:r>
        <w:rPr>
          <w:rFonts w:hint="cs"/>
          <w:rtl/>
        </w:rPr>
        <w:t>ی</w:t>
      </w:r>
      <w:r>
        <w:rPr>
          <w:rtl/>
        </w:rPr>
        <w:t xml:space="preserve"> محبت کو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نے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معجزہ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  </w:t>
      </w:r>
    </w:p>
    <w:p w:rsidR="005A2492" w:rsidRDefault="005A2492" w:rsidP="00CD0F9A">
      <w:pPr>
        <w:pStyle w:val="libAie"/>
        <w:rPr>
          <w:rtl/>
        </w:rPr>
      </w:pPr>
      <w:r>
        <w:rPr>
          <w:rFonts w:hint="eastAsia"/>
          <w:rtl/>
        </w:rPr>
        <w:t>وَمِن</w:t>
      </w:r>
      <w:r w:rsidRPr="00CD0F9A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خَلَقَ 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 مِّن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نفُسِ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ز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لِّتَس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Pr="00CD0F9A">
        <w:rPr>
          <w:rFonts w:hint="cs"/>
          <w:rtl/>
        </w:rPr>
        <w:t>يْه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وَجَعَلَ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 مَّوَدَّةً وَرَح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مَةً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 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ذَلِ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لَ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تٍ لِّقَو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مٍ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َتَفَ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َّرُونَ </w:t>
      </w:r>
      <w:r w:rsidR="00EC7E5A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نش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س نے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جوڑ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تم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ہے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کہ تمہ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سے سکون ح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صل ہو </w:t>
      </w:r>
      <w:r w:rsidRPr="00816B77">
        <w:rPr>
          <w:rtl/>
          <w:lang w:bidi="ur-PK"/>
        </w:rPr>
        <w:t>ا</w:t>
      </w:r>
      <w:r w:rsidR="005A2492">
        <w:rPr>
          <w:rtl/>
        </w:rPr>
        <w:t>ورپھر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درم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رحمت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حب</w:t>
      </w:r>
      <w:r w:rsidRPr="00816B77">
        <w:rPr>
          <w:rtl/>
          <w:lang w:bidi="ur-PK"/>
        </w:rPr>
        <w:t>ا</w:t>
      </w:r>
      <w:r w:rsidR="005A2492">
        <w:rPr>
          <w:rtl/>
        </w:rPr>
        <w:t>نِ فکر کے لئے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نش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رفت</w:t>
      </w:r>
      <w:r w:rsidRPr="00816B77">
        <w:rPr>
          <w:rtl/>
          <w:lang w:bidi="ur-PK"/>
        </w:rPr>
        <w:t>ا</w:t>
      </w:r>
      <w:r w:rsidR="005A2492">
        <w:rPr>
          <w:rtl/>
        </w:rPr>
        <w:t>ر سے شوہر پر بڑ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eastAsia"/>
          <w:rtl/>
        </w:rPr>
        <w:t>ثر</w:t>
      </w:r>
      <w:r w:rsidR="005A2492">
        <w:rPr>
          <w:rtl/>
        </w:rPr>
        <w:t xml:space="preserve"> پڑ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وہ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بھولے گ</w:t>
      </w:r>
      <w:r w:rsidRPr="00816B77">
        <w:rPr>
          <w:rtl/>
          <w:lang w:bidi="ur-PK"/>
        </w:rPr>
        <w:t>ا</w:t>
      </w:r>
    </w:p>
    <w:p w:rsidR="005A2492" w:rsidRDefault="005A2492" w:rsidP="005A5C85">
      <w:pPr>
        <w:pStyle w:val="Heading1"/>
        <w:rPr>
          <w:rtl/>
        </w:rPr>
      </w:pPr>
      <w:bookmarkStart w:id="95" w:name="_Toc393190520"/>
      <w:r>
        <w:rPr>
          <w:rFonts w:hint="eastAsia"/>
          <w:rtl/>
        </w:rPr>
        <w:t>شوہر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رکھن</w:t>
      </w:r>
      <w:r w:rsidR="00816B77" w:rsidRPr="00816B77">
        <w:rPr>
          <w:rtl/>
          <w:lang w:bidi="ur-PK"/>
        </w:rPr>
        <w:t>ا</w:t>
      </w:r>
      <w:bookmarkEnd w:id="95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Pr="00E67D25" w:rsidRDefault="00CF3D62" w:rsidP="00EC7E5A">
      <w:pPr>
        <w:pStyle w:val="libNormal"/>
        <w:rPr>
          <w:rtl/>
        </w:rPr>
      </w:pP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يُّمَ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tl/>
        </w:rPr>
        <w:t xml:space="preserve"> </w:t>
      </w:r>
      <w:r w:rsidRPr="00CF3D62">
        <w:rPr>
          <w:rStyle w:val="libArabicChar"/>
          <w:rtl/>
        </w:rPr>
        <w:t>ا</w:t>
      </w:r>
      <w:r w:rsidR="005A2492" w:rsidRPr="00F4194C">
        <w:rPr>
          <w:rStyle w:val="libArabicChar"/>
          <w:rtl/>
        </w:rPr>
        <w:t>م</w:t>
      </w:r>
      <w:r w:rsidR="005A2492" w:rsidRPr="00F4194C">
        <w:rPr>
          <w:rStyle w:val="libArabicChar"/>
          <w:rFonts w:hint="cs"/>
          <w:rtl/>
        </w:rPr>
        <w:t>ْرَ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ةٍ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ذَتْ زَوْجَهَ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بِلِسَ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نِهَ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لَمْ يَقْبَلِ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للهُ مِنْهَ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صَرْف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وَ لَ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عَدْلً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وَ لَ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حَسَنَةً مِنْ عَمَلِهَ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حَتَّ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="005A2492" w:rsidRPr="00F4194C">
        <w:rPr>
          <w:rStyle w:val="libArabicChar"/>
          <w:rFonts w:hint="cs"/>
          <w:rtl/>
        </w:rPr>
        <w:t xml:space="preserve"> تُرْضِيَه</w:t>
      </w:r>
      <w:r w:rsidR="005A2492" w:rsidRPr="00E67D25">
        <w:rPr>
          <w:rFonts w:hint="cs"/>
          <w:rtl/>
        </w:rPr>
        <w:t xml:space="preserve"> </w:t>
      </w:r>
      <w:r w:rsidR="00EC7E5A" w:rsidRPr="007741D8">
        <w:rPr>
          <w:rStyle w:val="libFootnotenumChar"/>
          <w:rFonts w:hint="cs"/>
          <w:rtl/>
        </w:rPr>
        <w:t>(2)</w:t>
      </w:r>
    </w:p>
    <w:p w:rsidR="00EC7E5A" w:rsidRDefault="00EC7E5A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A5C85" w:rsidRDefault="00EC7E5A" w:rsidP="005A5C8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A5C85">
        <w:rPr>
          <w:rtl/>
        </w:rPr>
        <w:t xml:space="preserve"> روم </w:t>
      </w:r>
      <w:r w:rsidR="005A5C85">
        <w:rPr>
          <w:rtl/>
          <w:lang w:bidi="fa-IR"/>
        </w:rPr>
        <w:t>۲۱</w:t>
      </w:r>
    </w:p>
    <w:p w:rsidR="00EC7E5A" w:rsidRDefault="00EC7E5A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5A5C85" w:rsidRPr="005A5C85">
        <w:rPr>
          <w:rtl/>
        </w:rPr>
        <w:t xml:space="preserve"> </w:t>
      </w:r>
      <w:r w:rsidR="005A5C85">
        <w:rPr>
          <w:rtl/>
        </w:rPr>
        <w:t>وس</w:t>
      </w:r>
      <w:r w:rsidR="00816B77" w:rsidRPr="00816B77">
        <w:rPr>
          <w:rtl/>
        </w:rPr>
        <w:t>ا</w:t>
      </w:r>
      <w:r w:rsidR="005A5C85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5A5C85">
        <w:rPr>
          <w:rFonts w:hint="eastAsia"/>
          <w:rtl/>
        </w:rPr>
        <w:t>،ج</w:t>
      </w:r>
      <w:r w:rsidR="005A5C85">
        <w:rPr>
          <w:rtl/>
        </w:rPr>
        <w:t xml:space="preserve"> </w:t>
      </w:r>
      <w:r w:rsidR="005A5C85">
        <w:rPr>
          <w:rtl/>
          <w:lang w:bidi="fa-IR"/>
        </w:rPr>
        <w:t>۲۰</w:t>
      </w:r>
      <w:r w:rsidR="005A5C85">
        <w:rPr>
          <w:rtl/>
        </w:rPr>
        <w:t xml:space="preserve">، ص </w:t>
      </w:r>
      <w:r w:rsidR="005A5C85">
        <w:rPr>
          <w:rtl/>
          <w:lang w:bidi="fa-IR"/>
        </w:rPr>
        <w:t>۲۱۱</w:t>
      </w:r>
      <w:r w:rsidR="005A5C85">
        <w:rPr>
          <w:rtl/>
        </w:rPr>
        <w:t>،  من ل</w:t>
      </w:r>
      <w:r w:rsidR="00816B77" w:rsidRPr="00816B77">
        <w:rPr>
          <w:rtl/>
        </w:rPr>
        <w:t>ا</w:t>
      </w:r>
      <w:r w:rsidR="005A5C85">
        <w:rPr>
          <w:rFonts w:hint="cs"/>
          <w:rtl/>
        </w:rPr>
        <w:t>ی</w:t>
      </w:r>
      <w:r w:rsidR="005A5C85">
        <w:rPr>
          <w:rFonts w:hint="eastAsia"/>
          <w:rtl/>
        </w:rPr>
        <w:t>حضرہ</w:t>
      </w:r>
      <w:r w:rsidR="005A5C85">
        <w:rPr>
          <w:rtl/>
        </w:rPr>
        <w:t xml:space="preserve"> ج</w:t>
      </w:r>
      <w:r w:rsidR="005A5C85">
        <w:rPr>
          <w:rtl/>
          <w:lang w:bidi="fa-IR"/>
        </w:rPr>
        <w:t>۴</w:t>
      </w:r>
      <w:r w:rsidR="005A5C85">
        <w:rPr>
          <w:rtl/>
        </w:rPr>
        <w:t xml:space="preserve">، ص </w:t>
      </w:r>
      <w:r w:rsidR="005A5C85">
        <w:rPr>
          <w:rtl/>
          <w:lang w:bidi="fa-IR"/>
        </w:rPr>
        <w:t>۱۳</w:t>
      </w:r>
    </w:p>
    <w:p w:rsidR="00EC7E5A" w:rsidRDefault="00EC7E5A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EC7E5A">
      <w:pPr>
        <w:pStyle w:val="libNormal"/>
        <w:rPr>
          <w:rtl/>
        </w:rPr>
      </w:pPr>
      <w:r>
        <w:rPr>
          <w:rFonts w:hint="eastAsia"/>
          <w:rtl/>
        </w:rPr>
        <w:lastRenderedPageBreak/>
        <w:t>ہر</w:t>
      </w:r>
      <w:r>
        <w:rPr>
          <w:rtl/>
        </w:rPr>
        <w:t xml:space="preserve"> وہ عورت جو زب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شوہر کو </w:t>
      </w:r>
      <w:r w:rsidR="00816B77" w:rsidRPr="00816B77">
        <w:rPr>
          <w:rtl/>
          <w:lang w:bidi="ur-PK"/>
        </w:rPr>
        <w:t>ا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ر  پہنچ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تو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نہ  کوئ</w:t>
      </w:r>
      <w:r>
        <w:rPr>
          <w:rFonts w:hint="cs"/>
          <w:rtl/>
        </w:rPr>
        <w:t>ی</w:t>
      </w:r>
      <w:r>
        <w:rPr>
          <w:rtl/>
        </w:rPr>
        <w:t xml:space="preserve"> صدقہ نہ کوئ</w:t>
      </w:r>
      <w:r>
        <w:rPr>
          <w:rFonts w:hint="cs"/>
          <w:rtl/>
        </w:rPr>
        <w:t>ی</w:t>
      </w:r>
      <w:r>
        <w:rPr>
          <w:rtl/>
        </w:rPr>
        <w:t xml:space="preserve"> حسنہ </w:t>
      </w:r>
      <w:r w:rsidR="00816B77" w:rsidRPr="00816B77">
        <w:rPr>
          <w:rtl/>
          <w:lang w:bidi="ur-PK"/>
        </w:rPr>
        <w:t>ا</w:t>
      </w:r>
      <w:r>
        <w:rPr>
          <w:rtl/>
        </w:rPr>
        <w:t>ور نہ کوئ</w:t>
      </w:r>
      <w:r>
        <w:rPr>
          <w:rFonts w:hint="cs"/>
          <w:rtl/>
        </w:rPr>
        <w:t>ی</w:t>
      </w:r>
      <w:r>
        <w:rPr>
          <w:rtl/>
        </w:rPr>
        <w:t xml:space="preserve"> کف</w:t>
      </w:r>
      <w:r w:rsidR="00816B77" w:rsidRPr="00816B77">
        <w:rPr>
          <w:rtl/>
          <w:lang w:bidi="ur-PK"/>
        </w:rPr>
        <w:t>ا</w:t>
      </w:r>
      <w:r>
        <w:rPr>
          <w:rtl/>
        </w:rPr>
        <w:t>رہ قبول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  <w:r w:rsidR="00816B77" w:rsidRPr="00816B77">
        <w:rPr>
          <w:rtl/>
          <w:lang w:bidi="ur-PK"/>
        </w:rPr>
        <w:t>ا</w:t>
      </w:r>
      <w:r>
        <w:rPr>
          <w:rtl/>
        </w:rPr>
        <w:t>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معلوم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شوہر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نہ ہوتو </w:t>
      </w:r>
      <w:r w:rsidR="00816B77" w:rsidRPr="00816B77">
        <w:rPr>
          <w:rtl/>
          <w:lang w:bidi="ur-PK"/>
        </w:rPr>
        <w:t>ا</w:t>
      </w:r>
      <w:r>
        <w:rPr>
          <w:rtl/>
        </w:rPr>
        <w:t>س 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صدقہ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محمد ب</w:t>
      </w:r>
      <w:r w:rsidR="00816B77" w:rsidRPr="00816B77">
        <w:rPr>
          <w:rtl/>
          <w:lang w:bidi="ur-PK"/>
        </w:rPr>
        <w:t>ا</w:t>
      </w:r>
      <w:r>
        <w:rPr>
          <w:rtl/>
        </w:rPr>
        <w:t>قر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جد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>
        <w:rPr>
          <w:rtl/>
        </w:rPr>
        <w:t>سے نقل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ہے: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جن</w:t>
      </w:r>
      <w:r w:rsidR="00816B77" w:rsidRPr="00816B77">
        <w:rPr>
          <w:rtl/>
          <w:lang w:bidi="ur-PK"/>
        </w:rPr>
        <w:t>ا</w:t>
      </w:r>
      <w:r>
        <w:rPr>
          <w:rtl/>
        </w:rPr>
        <w:t>ب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816B77" w:rsidRPr="00816B77">
        <w:rPr>
          <w:rtl/>
          <w:lang w:bidi="ur-PK"/>
        </w:rPr>
        <w:t>ا</w:t>
      </w:r>
      <w:r>
        <w:rPr>
          <w:rtl/>
        </w:rPr>
        <w:t>پ کے حضور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پہنچے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سخت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کررہے تھے،م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وجہ پوچھ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جس ر</w:t>
      </w:r>
      <w:r w:rsidR="00816B77" w:rsidRPr="00816B77">
        <w:rPr>
          <w:rtl/>
          <w:lang w:bidi="ur-PK"/>
        </w:rPr>
        <w:t>ا</w:t>
      </w:r>
      <w:r>
        <w:rPr>
          <w:rtl/>
        </w:rPr>
        <w:t>ت معر</w:t>
      </w:r>
      <w:r w:rsidR="00816B77" w:rsidRPr="00816B77">
        <w:rPr>
          <w:rtl/>
          <w:lang w:bidi="ur-PK"/>
        </w:rPr>
        <w:t>ا</w:t>
      </w:r>
      <w:r>
        <w:rPr>
          <w:rtl/>
        </w:rPr>
        <w:t>ج پر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مت ک</w:t>
      </w:r>
      <w:r>
        <w:rPr>
          <w:rFonts w:hint="cs"/>
          <w:rtl/>
        </w:rPr>
        <w:t>ی</w:t>
      </w:r>
      <w:r>
        <w:rPr>
          <w:rtl/>
        </w:rPr>
        <w:t xml:space="preserve"> عورتوں پر مختلف قسم کے سخت عذ</w:t>
      </w:r>
      <w:r w:rsidR="00816B77" w:rsidRPr="00816B77">
        <w:rPr>
          <w:rtl/>
          <w:lang w:bidi="ur-PK"/>
        </w:rPr>
        <w:t>ا</w:t>
      </w:r>
      <w:r>
        <w:rPr>
          <w:rtl/>
        </w:rPr>
        <w:t>ب ک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مش</w:t>
      </w:r>
      <w:r w:rsidR="00816B77" w:rsidRPr="00816B77">
        <w:rPr>
          <w:rtl/>
          <w:lang w:bidi="ur-PK"/>
        </w:rPr>
        <w:t>ا</w:t>
      </w:r>
      <w:r>
        <w:rPr>
          <w:rtl/>
        </w:rPr>
        <w:t>ہدہ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ہوں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رو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ہوںپھر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EC7E5A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لْمُعَلَّقَةُ بِلِسَ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نَتْ تُؤْذِي زَوْجَهَ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مَّ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لْمُعَلَّقَةُ بِرِجْلَيْهَ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نَّهَ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كَ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نَتْ تَخْرُجُ مِنْ بَيْتِهَ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بِغَيْرِ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ذْنِ زَوْجِهَ</w:t>
      </w:r>
      <w:r w:rsidR="00CF3D62" w:rsidRPr="00CF3D62">
        <w:rPr>
          <w:rStyle w:val="libArabicChar"/>
          <w:rFonts w:hint="cs"/>
          <w:rtl/>
        </w:rPr>
        <w:t>ا</w:t>
      </w:r>
      <w:r w:rsidR="00EC7E5A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عورتوں کے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زب</w:t>
      </w:r>
      <w:r w:rsidR="00816B77" w:rsidRPr="00816B77">
        <w:rPr>
          <w:rtl/>
          <w:lang w:bidi="ur-PK"/>
        </w:rPr>
        <w:t>ا</w:t>
      </w:r>
      <w:r>
        <w:rPr>
          <w:rtl/>
        </w:rPr>
        <w:t>نوں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لٹک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ہو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ہے جو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پنے شوہر کو زب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در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تنگ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دوسرے گروہ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لٹک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ہو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تھ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، وہ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ب</w:t>
      </w:r>
      <w:r w:rsidR="00816B77" w:rsidRPr="00816B77">
        <w:rPr>
          <w:rtl/>
          <w:lang w:bidi="ur-PK"/>
        </w:rPr>
        <w:t>ا</w:t>
      </w:r>
      <w:r>
        <w:rPr>
          <w:rtl/>
        </w:rPr>
        <w:t>ہر نکلت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C15B30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F4194C">
        <w:rPr>
          <w:rStyle w:val="libArabicChar"/>
          <w:rFonts w:hint="eastAsia"/>
          <w:rtl/>
        </w:rPr>
        <w:t>لَ</w:t>
      </w:r>
      <w:r w:rsidRPr="00F4194C">
        <w:rPr>
          <w:rStyle w:val="libArabicChar"/>
          <w:rtl/>
        </w:rPr>
        <w:t xml:space="preserve"> رَسُولُ </w:t>
      </w:r>
      <w:r w:rsidR="00CF3D62" w:rsidRPr="00CF3D62">
        <w:rPr>
          <w:rStyle w:val="libArabicChar"/>
          <w:rtl/>
        </w:rPr>
        <w:t>ا</w:t>
      </w:r>
      <w:r w:rsidRPr="00F4194C">
        <w:rPr>
          <w:rStyle w:val="libArabicChar"/>
          <w:rtl/>
        </w:rPr>
        <w:t>لل</w:t>
      </w:r>
      <w:r w:rsidRPr="00F4194C">
        <w:rPr>
          <w:rStyle w:val="libArabicChar"/>
          <w:rFonts w:hint="cs"/>
          <w:rtl/>
        </w:rPr>
        <w:t xml:space="preserve">هِ </w:t>
      </w:r>
      <w:r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يُّمَ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tl/>
        </w:rPr>
        <w:t>ةٍ خَرَجَت</w:t>
      </w:r>
      <w:r w:rsidRPr="00F4194C">
        <w:rPr>
          <w:rStyle w:val="libArabicChar"/>
          <w:rFonts w:hint="cs"/>
          <w:rtl/>
        </w:rPr>
        <w:t>ْ مِنْ بَيْتِهَ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بِغَيْرِ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ذْنِ زَوْجِهَ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نَفَقَةَ لَهَ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حَتَّ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تَرْجِعَ</w:t>
      </w:r>
      <w:r w:rsidR="00EC7E5A" w:rsidRPr="007741D8">
        <w:rPr>
          <w:rStyle w:val="libFootnotenumChar"/>
          <w:rFonts w:hint="cs"/>
          <w:rtl/>
        </w:rPr>
        <w:t>(2)</w:t>
      </w:r>
    </w:p>
    <w:p w:rsidR="005A2492" w:rsidRDefault="005A2492" w:rsidP="00EC7E5A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سے نکلے تو 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پس پلٹنے  تک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ن ونفقہ شوہر پر و</w:t>
      </w:r>
      <w:r w:rsidR="00816B77" w:rsidRPr="00816B77">
        <w:rPr>
          <w:rtl/>
          <w:lang w:bidi="ur-PK"/>
        </w:rPr>
        <w:t>ا</w:t>
      </w:r>
      <w:r>
        <w:rPr>
          <w:rtl/>
        </w:rPr>
        <w:t>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ن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سے جو سبق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زت  </w:t>
      </w:r>
      <w:r w:rsidR="00816B77" w:rsidRPr="00816B77">
        <w:rPr>
          <w:rtl/>
          <w:lang w:bidi="ur-PK"/>
        </w:rPr>
        <w:t>ا</w:t>
      </w:r>
      <w:r>
        <w:rPr>
          <w:rtl/>
        </w:rPr>
        <w:t>ور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ہر ک</w:t>
      </w:r>
      <w:r w:rsidR="00816B77" w:rsidRPr="00816B77">
        <w:rPr>
          <w:rtl/>
          <w:lang w:bidi="ur-PK"/>
        </w:rPr>
        <w:t>ا</w:t>
      </w:r>
      <w:r>
        <w:rPr>
          <w:rtl/>
        </w:rPr>
        <w:t>م سے پہلے معلوم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شوہر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مصلحت ج</w:t>
      </w:r>
      <w:r w:rsidR="00816B77" w:rsidRPr="00816B77">
        <w:rPr>
          <w:rtl/>
          <w:lang w:bidi="ur-PK"/>
        </w:rPr>
        <w:t>ا</w:t>
      </w:r>
      <w:r>
        <w:rPr>
          <w:rtl/>
        </w:rPr>
        <w:t>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 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زت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ورنہ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نہ دے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حضور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تم</w:t>
      </w:r>
      <w:r w:rsidR="00816B77" w:rsidRPr="00816B77">
        <w:rPr>
          <w:rtl/>
          <w:lang w:bidi="ur-PK"/>
        </w:rPr>
        <w:t>ا</w:t>
      </w:r>
      <w:r>
        <w:rPr>
          <w:rtl/>
        </w:rPr>
        <w:t>م حقوق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شوہر کے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ہم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جس نے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پنے شوہر کے حقوق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EC7E5A" w:rsidRPr="007741D8">
        <w:rPr>
          <w:rStyle w:val="libFootnotenumChar"/>
          <w:rFonts w:hint="cs"/>
          <w:rtl/>
        </w:rPr>
        <w:t>(3)</w:t>
      </w:r>
    </w:p>
    <w:p w:rsidR="00EC7E5A" w:rsidRDefault="00EC7E5A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D0E46" w:rsidRDefault="00EC7E5A" w:rsidP="002D0E4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D0E46">
        <w:rPr>
          <w:rtl/>
        </w:rPr>
        <w:t xml:space="preserve"> وس</w:t>
      </w:r>
      <w:r w:rsidR="00816B77" w:rsidRPr="00816B77">
        <w:rPr>
          <w:rtl/>
        </w:rPr>
        <w:t>ا</w:t>
      </w:r>
      <w:r w:rsidR="002D0E46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2D0E46">
        <w:rPr>
          <w:rtl/>
        </w:rPr>
        <w:t xml:space="preserve"> ، ج</w:t>
      </w:r>
      <w:r w:rsidR="002D0E46">
        <w:rPr>
          <w:rtl/>
          <w:lang w:bidi="fa-IR"/>
        </w:rPr>
        <w:t>۲۰</w:t>
      </w:r>
      <w:r w:rsidR="002D0E46">
        <w:rPr>
          <w:rtl/>
        </w:rPr>
        <w:t xml:space="preserve">، ص </w:t>
      </w:r>
      <w:r w:rsidR="002D0E46">
        <w:rPr>
          <w:rtl/>
          <w:lang w:bidi="fa-IR"/>
        </w:rPr>
        <w:t>۲۱۳</w:t>
      </w:r>
    </w:p>
    <w:p w:rsidR="00EC7E5A" w:rsidRDefault="00EC7E5A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2D0E46" w:rsidRPr="002D0E46">
        <w:rPr>
          <w:rtl/>
        </w:rPr>
        <w:t xml:space="preserve"> </w:t>
      </w:r>
      <w:r w:rsidR="00DB2203" w:rsidRPr="00DB2203">
        <w:rPr>
          <w:rtl/>
        </w:rPr>
        <w:t xml:space="preserve">کافی </w:t>
      </w:r>
      <w:r w:rsidR="002D0E46">
        <w:rPr>
          <w:rFonts w:hint="eastAsia"/>
          <w:rtl/>
        </w:rPr>
        <w:t>،ج</w:t>
      </w:r>
      <w:r w:rsidR="002D0E46">
        <w:rPr>
          <w:rtl/>
          <w:lang w:bidi="fa-IR"/>
        </w:rPr>
        <w:t>۵</w:t>
      </w:r>
      <w:r w:rsidR="002D0E46">
        <w:rPr>
          <w:rtl/>
        </w:rPr>
        <w:t>، ص</w:t>
      </w:r>
      <w:r w:rsidR="002D0E46">
        <w:rPr>
          <w:rtl/>
          <w:lang w:bidi="fa-IR"/>
        </w:rPr>
        <w:t>۵۱۴</w:t>
      </w:r>
    </w:p>
    <w:p w:rsidR="00EC7E5A" w:rsidRDefault="00EC7E5A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2D0E46" w:rsidRPr="002D0E46">
        <w:rPr>
          <w:rtl/>
        </w:rPr>
        <w:t xml:space="preserve"> </w:t>
      </w:r>
      <w:r w:rsidR="00DB2203" w:rsidRPr="00DB2203">
        <w:rPr>
          <w:rtl/>
        </w:rPr>
        <w:t xml:space="preserve">کافی </w:t>
      </w:r>
      <w:r w:rsidR="002D0E46">
        <w:rPr>
          <w:rFonts w:hint="eastAsia"/>
          <w:rtl/>
        </w:rPr>
        <w:t>،ج</w:t>
      </w:r>
      <w:r w:rsidR="00C15B30" w:rsidRPr="00C15B30">
        <w:rPr>
          <w:rFonts w:hint="cs"/>
          <w:rtl/>
        </w:rPr>
        <w:t>5</w:t>
      </w:r>
      <w:r w:rsidR="002D0E46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5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8</w:t>
      </w:r>
      <w:r w:rsidR="002D0E46" w:rsidRPr="00816B77">
        <w:rPr>
          <w:rFonts w:hint="cs"/>
          <w:rtl/>
        </w:rPr>
        <w:t xml:space="preserve"> ،   مک</w:t>
      </w:r>
      <w:r w:rsidR="00816B77" w:rsidRPr="00816B77">
        <w:rPr>
          <w:rFonts w:hint="cs"/>
          <w:rtl/>
        </w:rPr>
        <w:t>ا</w:t>
      </w:r>
      <w:r w:rsidR="002D0E46" w:rsidRPr="00816B77">
        <w:rPr>
          <w:rFonts w:hint="cs"/>
          <w:rtl/>
        </w:rPr>
        <w:t xml:space="preserve">رم </w:t>
      </w:r>
      <w:r w:rsidR="00816B77" w:rsidRPr="00816B77">
        <w:rPr>
          <w:rFonts w:hint="cs"/>
          <w:rtl/>
        </w:rPr>
        <w:t>ا</w:t>
      </w:r>
      <w:r w:rsidR="002D0E46" w:rsidRPr="00816B77">
        <w:rPr>
          <w:rFonts w:hint="cs"/>
          <w:rtl/>
        </w:rPr>
        <w:t>خل</w:t>
      </w:r>
      <w:r w:rsidR="00816B77" w:rsidRPr="00816B77">
        <w:rPr>
          <w:rFonts w:hint="cs"/>
          <w:rtl/>
        </w:rPr>
        <w:t>ا</w:t>
      </w:r>
      <w:r w:rsidR="002D0E46" w:rsidRPr="00816B77">
        <w:rPr>
          <w:rFonts w:hint="cs"/>
          <w:rtl/>
        </w:rPr>
        <w:t>ق،ص</w:t>
      </w:r>
      <w:r w:rsidR="00C15B30" w:rsidRPr="00C15B30">
        <w:rPr>
          <w:rFonts w:hint="cs"/>
          <w:rtl/>
        </w:rPr>
        <w:t>215</w:t>
      </w:r>
    </w:p>
    <w:p w:rsidR="00EC7E5A" w:rsidRPr="002D0E46" w:rsidRDefault="00EC7E5A" w:rsidP="00A60F54">
      <w:pPr>
        <w:pStyle w:val="libPoemTini"/>
        <w:rPr>
          <w:rtl/>
        </w:rPr>
      </w:pPr>
      <w:r w:rsidRPr="002D0E46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EC7E5A">
      <w:pPr>
        <w:pStyle w:val="libNormal"/>
        <w:rPr>
          <w:rtl/>
        </w:rPr>
      </w:pPr>
      <w:r w:rsidRPr="00F4194C">
        <w:rPr>
          <w:rStyle w:val="libArabicChar"/>
          <w:rFonts w:hint="eastAsia"/>
          <w:rtl/>
        </w:rPr>
        <w:t>وَ</w:t>
      </w:r>
      <w:r w:rsidRPr="00F4194C">
        <w:rPr>
          <w:rStyle w:val="libArabicChar"/>
          <w:rtl/>
        </w:rPr>
        <w:t xml:space="preserve"> لَو</w:t>
      </w:r>
      <w:r w:rsidRPr="00F4194C">
        <w:rPr>
          <w:rStyle w:val="libArabicChar"/>
          <w:rFonts w:hint="cs"/>
          <w:rtl/>
        </w:rPr>
        <w:t xml:space="preserve">ْ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مَرْتُ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حَد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يَسْجُدَ لِ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حَدٍ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مَرْتُ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لْمَرْ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ةَ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نْ تَسْجُدَ لِزَوْجِهَ</w:t>
      </w:r>
      <w:r w:rsidR="00CF3D62" w:rsidRPr="00CF3D62">
        <w:rPr>
          <w:rStyle w:val="libArabicChar"/>
          <w:rFonts w:hint="cs"/>
          <w:rtl/>
        </w:rPr>
        <w:t>ا</w:t>
      </w:r>
      <w:r w:rsidR="00EC7E5A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گر سجدہ کرن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ئز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کو سجدہ کرے</w:t>
      </w:r>
    </w:p>
    <w:p w:rsidR="005A2492" w:rsidRDefault="005A2492" w:rsidP="002D0E46">
      <w:pPr>
        <w:pStyle w:val="Heading1"/>
        <w:rPr>
          <w:rtl/>
        </w:rPr>
      </w:pPr>
      <w:bookmarkStart w:id="96" w:name="_Toc393190521"/>
      <w:r>
        <w:rPr>
          <w:rFonts w:hint="eastAsia"/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</w:t>
      </w:r>
      <w:bookmarkEnd w:id="96"/>
    </w:p>
    <w:p w:rsidR="005A2492" w:rsidRDefault="005A2492" w:rsidP="00EC7E5A">
      <w:pPr>
        <w:pStyle w:val="libNormal"/>
        <w:rPr>
          <w:rtl/>
        </w:rPr>
      </w:pP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رع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قدس نے </w:t>
      </w:r>
      <w:r w:rsidR="00816B77" w:rsidRPr="00816B77">
        <w:rPr>
          <w:rtl/>
          <w:lang w:bidi="ur-PK"/>
        </w:rPr>
        <w:t>ا</w:t>
      </w:r>
      <w:r>
        <w:rPr>
          <w:rtl/>
        </w:rPr>
        <w:t>س عورت کو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پر مسلط ہو،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ہو،برے </w:t>
      </w:r>
      <w:r w:rsidR="00816B77" w:rsidRPr="00816B77">
        <w:rPr>
          <w:rtl/>
          <w:lang w:bidi="ur-PK"/>
        </w:rPr>
        <w:t>ا</w:t>
      </w:r>
      <w:r>
        <w:rPr>
          <w:rtl/>
        </w:rPr>
        <w:t>عم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پرو</w:t>
      </w:r>
      <w:r w:rsidR="00816B77" w:rsidRPr="00816B77">
        <w:rPr>
          <w:rtl/>
          <w:lang w:bidi="ur-PK"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نہ کرت</w:t>
      </w:r>
      <w:r>
        <w:rPr>
          <w:rFonts w:hint="cs"/>
          <w:rtl/>
        </w:rPr>
        <w:t>ی</w:t>
      </w:r>
      <w:r>
        <w:rPr>
          <w:rtl/>
        </w:rPr>
        <w:t xml:space="preserve"> ہو،شوہر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 w:rsidR="00816B77" w:rsidRPr="00816B77">
        <w:rPr>
          <w:rtl/>
          <w:lang w:bidi="ur-PK"/>
        </w:rPr>
        <w:t>ا</w:t>
      </w:r>
      <w:r>
        <w:rPr>
          <w:rtl/>
        </w:rPr>
        <w:t>ؤ سنگھ</w:t>
      </w:r>
      <w:r w:rsidR="00816B77" w:rsidRPr="00816B77">
        <w:rPr>
          <w:rtl/>
          <w:lang w:bidi="ur-PK"/>
        </w:rPr>
        <w:t>ا</w:t>
      </w:r>
      <w:r>
        <w:rPr>
          <w:rtl/>
        </w:rPr>
        <w:t>ر کرکے دوسروں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منے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جب شوہر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پردہ د</w:t>
      </w:r>
      <w:r w:rsidR="00816B77" w:rsidRPr="00816B77">
        <w:rPr>
          <w:rtl/>
          <w:lang w:bidi="ur-PK"/>
        </w:rPr>
        <w:t>ا</w:t>
      </w:r>
      <w:r>
        <w:rPr>
          <w:rtl/>
        </w:rPr>
        <w:t>ر بن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شوہر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نہ م</w:t>
      </w:r>
      <w:r w:rsidR="00816B77" w:rsidRPr="00816B77">
        <w:rPr>
          <w:rtl/>
          <w:lang w:bidi="ur-PK"/>
        </w:rPr>
        <w:t>ا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EC7E5A" w:rsidRPr="007741D8">
        <w:rPr>
          <w:rStyle w:val="libFootnotenumChar"/>
          <w:rFonts w:hint="cs"/>
          <w:rtl/>
        </w:rPr>
        <w:t>(2)</w:t>
      </w:r>
    </w:p>
    <w:p w:rsidR="005A2492" w:rsidRDefault="005A2492" w:rsidP="002D0E46">
      <w:pPr>
        <w:pStyle w:val="Heading1"/>
        <w:rPr>
          <w:rtl/>
        </w:rPr>
      </w:pPr>
      <w:bookmarkStart w:id="97" w:name="_Toc393190522"/>
      <w:r>
        <w:rPr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</w:t>
      </w:r>
      <w:r w:rsidR="00816B77" w:rsidRPr="00816B77">
        <w:rPr>
          <w:rtl/>
          <w:lang w:bidi="ur-PK"/>
        </w:rPr>
        <w:t>ا</w:t>
      </w:r>
      <w:r>
        <w:rPr>
          <w:rtl/>
        </w:rPr>
        <w:t>ت پور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bookmarkEnd w:id="97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مرد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تنوّع جنس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ئل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عورت کو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 کہ جتن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ہوسکے مرد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 کو پور</w:t>
      </w:r>
      <w:r>
        <w:rPr>
          <w:rFonts w:hint="cs"/>
          <w:rtl/>
        </w:rPr>
        <w:t>ی</w:t>
      </w:r>
      <w:r>
        <w:rPr>
          <w:rtl/>
        </w:rPr>
        <w:t xml:space="preserve"> کرے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ہےمتعدد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ب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طرف ہم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توجّہ دل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CF3D62" w:rsidP="00BB2B68">
      <w:pPr>
        <w:pStyle w:val="libNormal"/>
        <w:rPr>
          <w:rtl/>
        </w:rPr>
      </w:pPr>
      <w:r w:rsidRPr="00CF3D62">
        <w:rPr>
          <w:rStyle w:val="libArabicChar"/>
          <w:rFonts w:hint="eastAsia"/>
          <w:rtl/>
        </w:rPr>
        <w:t>ا</w:t>
      </w:r>
      <w:r w:rsidR="005A2492" w:rsidRPr="00F4194C">
        <w:rPr>
          <w:rStyle w:val="libArabicChar"/>
          <w:rFonts w:hint="eastAsia"/>
          <w:rtl/>
        </w:rPr>
        <w:t>ل</w:t>
      </w:r>
      <w:r w:rsidR="005A2492" w:rsidRPr="00F4194C">
        <w:rPr>
          <w:rStyle w:val="libArabicChar"/>
          <w:rFonts w:hint="cs"/>
          <w:rtl/>
        </w:rPr>
        <w:t>ْحَسَنُ</w:t>
      </w:r>
      <w:r w:rsidR="005A2492" w:rsidRPr="00F4194C">
        <w:rPr>
          <w:rStyle w:val="libArabicChar"/>
          <w:rtl/>
        </w:rPr>
        <w:t xml:space="preserve"> ب</w:t>
      </w:r>
      <w:r w:rsidR="005A2492" w:rsidRPr="00F4194C">
        <w:rPr>
          <w:rStyle w:val="libArabicChar"/>
          <w:rFonts w:hint="cs"/>
          <w:rtl/>
        </w:rPr>
        <w:t xml:space="preserve">ْنُ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لْفَضْلِ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لط</w:t>
      </w:r>
      <w:r w:rsidR="005A2492" w:rsidRPr="00F4194C">
        <w:rPr>
          <w:rStyle w:val="libArabicChar"/>
          <w:rtl/>
        </w:rPr>
        <w:t>َّب</w:t>
      </w:r>
      <w:r w:rsidR="005A2492" w:rsidRPr="00F4194C">
        <w:rPr>
          <w:rStyle w:val="libArabicChar"/>
          <w:rFonts w:hint="cs"/>
          <w:rtl/>
        </w:rPr>
        <w:t xml:space="preserve">ْرِسِيُّ عن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لنَّبِيِّ ص قَ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لَ لَ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يَحِلُّ لِ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مْرَ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ةٍ 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نْ تَنَ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مَ حَتَّ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="005A2492" w:rsidRPr="00F4194C">
        <w:rPr>
          <w:rStyle w:val="libArabicChar"/>
          <w:rFonts w:hint="cs"/>
          <w:rtl/>
        </w:rPr>
        <w:t xml:space="preserve"> تَعْرِضَ نَفْسَهَ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="005A2492" w:rsidRPr="00F4194C">
        <w:rPr>
          <w:rStyle w:val="libArabicChar"/>
          <w:rFonts w:hint="cs"/>
          <w:rtl/>
        </w:rPr>
        <w:t xml:space="preserve"> زَوْجِهَ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تَخْلَعَ ثِيَ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بَهَ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وَ تَدْخُلَ مَعَهُ فِي لِحَ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فِهِ فَتُلْزِقَ جِلْدَهَ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بِجِلْدِهِ فَ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>ذَ</w:t>
      </w:r>
      <w:r w:rsidRPr="00CF3D62">
        <w:rPr>
          <w:rStyle w:val="libArabicChar"/>
          <w:rFonts w:hint="cs"/>
          <w:rtl/>
        </w:rPr>
        <w:t>ا</w:t>
      </w:r>
      <w:r w:rsidR="005A2492" w:rsidRPr="00F4194C">
        <w:rPr>
          <w:rStyle w:val="libArabicChar"/>
          <w:rFonts w:hint="cs"/>
          <w:rtl/>
        </w:rPr>
        <w:t xml:space="preserve"> فَعَلَتْ ذَلِكَ فَقَدْ عَرَضَتْ</w:t>
      </w:r>
      <w:r w:rsidR="00BB2B68" w:rsidRPr="007741D8">
        <w:rPr>
          <w:rStyle w:val="libFootnotenumChar"/>
          <w:rFonts w:hint="cs"/>
          <w:rtl/>
        </w:rPr>
        <w:t>(3)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عورت کو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جب وہ سونے لگے تو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لب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 کر سوئے،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جسم کو شوہر کے جسم سے مس کرکے سوئے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قر 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BB2B68" w:rsidRDefault="00BB2B68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D0E46" w:rsidRDefault="00BB2B68" w:rsidP="002D0E4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D0E46">
        <w:rPr>
          <w:rtl/>
        </w:rPr>
        <w:t xml:space="preserve"> مستدرک </w:t>
      </w:r>
      <w:r w:rsidR="00816B77" w:rsidRPr="00816B77">
        <w:rPr>
          <w:rtl/>
        </w:rPr>
        <w:t>ا</w:t>
      </w:r>
      <w:r w:rsidR="002D0E46">
        <w:rPr>
          <w:rtl/>
        </w:rPr>
        <w:t>لوس</w:t>
      </w:r>
      <w:r w:rsidR="00816B77" w:rsidRPr="00816B77">
        <w:rPr>
          <w:rtl/>
        </w:rPr>
        <w:t>ا</w:t>
      </w:r>
      <w:r w:rsidR="002D0E46">
        <w:rPr>
          <w:rtl/>
        </w:rPr>
        <w:t>ئل،ج</w:t>
      </w:r>
      <w:r w:rsidR="002D0E46">
        <w:rPr>
          <w:rtl/>
          <w:lang w:bidi="fa-IR"/>
        </w:rPr>
        <w:t>۱۴</w:t>
      </w:r>
      <w:r w:rsidR="002D0E46">
        <w:rPr>
          <w:rtl/>
        </w:rPr>
        <w:t>، ص</w:t>
      </w:r>
      <w:r w:rsidR="002D0E46">
        <w:rPr>
          <w:rtl/>
          <w:lang w:bidi="fa-IR"/>
        </w:rPr>
        <w:t>۲۴۶</w:t>
      </w:r>
    </w:p>
    <w:p w:rsidR="00BB2B68" w:rsidRDefault="00BB2B68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2D0E46" w:rsidRPr="002D0E46">
        <w:rPr>
          <w:rtl/>
        </w:rPr>
        <w:t xml:space="preserve"> </w:t>
      </w:r>
      <w:r w:rsidR="002D0E46">
        <w:rPr>
          <w:rtl/>
        </w:rPr>
        <w:t>نقش د</w:t>
      </w:r>
      <w:r w:rsidR="002D0E46">
        <w:rPr>
          <w:rFonts w:hint="cs"/>
          <w:rtl/>
        </w:rPr>
        <w:t>ی</w:t>
      </w:r>
      <w:r w:rsidR="002D0E46">
        <w:rPr>
          <w:rFonts w:hint="eastAsia"/>
          <w:rtl/>
        </w:rPr>
        <w:t>ن</w:t>
      </w:r>
      <w:r w:rsidR="002D0E46">
        <w:rPr>
          <w:rtl/>
        </w:rPr>
        <w:t xml:space="preserve"> در خ</w:t>
      </w:r>
      <w:r w:rsidR="00816B77" w:rsidRPr="00816B77">
        <w:rPr>
          <w:rtl/>
        </w:rPr>
        <w:t>ا</w:t>
      </w:r>
      <w:r w:rsidR="002D0E46">
        <w:rPr>
          <w:rtl/>
        </w:rPr>
        <w:t>نو</w:t>
      </w:r>
      <w:r w:rsidR="00816B77" w:rsidRPr="00816B77">
        <w:rPr>
          <w:rtl/>
        </w:rPr>
        <w:t>ا</w:t>
      </w:r>
      <w:r w:rsidR="002D0E46">
        <w:rPr>
          <w:rtl/>
        </w:rPr>
        <w:t>دہ، ج</w:t>
      </w:r>
      <w:r w:rsidR="002D0E46">
        <w:rPr>
          <w:rtl/>
          <w:lang w:bidi="fa-IR"/>
        </w:rPr>
        <w:t>۱</w:t>
      </w:r>
      <w:r w:rsidR="002D0E46">
        <w:rPr>
          <w:rtl/>
        </w:rPr>
        <w:t>، ص</w:t>
      </w:r>
      <w:r w:rsidR="002D0E46">
        <w:rPr>
          <w:rtl/>
          <w:lang w:bidi="fa-IR"/>
        </w:rPr>
        <w:t>۳۵۵</w:t>
      </w:r>
    </w:p>
    <w:p w:rsidR="00BB2B68" w:rsidRDefault="00BB2B68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2D0E46" w:rsidRPr="002D0E46">
        <w:rPr>
          <w:rtl/>
        </w:rPr>
        <w:t xml:space="preserve"> </w:t>
      </w:r>
      <w:r w:rsidR="002D0E46">
        <w:rPr>
          <w:rtl/>
        </w:rPr>
        <w:t>وس</w:t>
      </w:r>
      <w:r w:rsidR="00816B77" w:rsidRPr="00816B77">
        <w:rPr>
          <w:rtl/>
        </w:rPr>
        <w:t>ا</w:t>
      </w:r>
      <w:r w:rsidR="002D0E46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2D0E46">
        <w:rPr>
          <w:rFonts w:hint="eastAsia"/>
          <w:rtl/>
        </w:rPr>
        <w:t>،ج</w:t>
      </w:r>
      <w:r w:rsidR="002D0E46">
        <w:rPr>
          <w:rtl/>
        </w:rPr>
        <w:t xml:space="preserve"> </w:t>
      </w:r>
      <w:r w:rsidR="002D0E46">
        <w:rPr>
          <w:rtl/>
          <w:lang w:bidi="fa-IR"/>
        </w:rPr>
        <w:t>۲۰</w:t>
      </w:r>
      <w:r w:rsidR="002D0E46">
        <w:rPr>
          <w:rtl/>
        </w:rPr>
        <w:t>، ص</w:t>
      </w:r>
      <w:r w:rsidR="002D0E46">
        <w:rPr>
          <w:rtl/>
          <w:lang w:bidi="fa-IR"/>
        </w:rPr>
        <w:t>۱۷۶</w:t>
      </w:r>
    </w:p>
    <w:p w:rsidR="00BB2B68" w:rsidRPr="002D0E46" w:rsidRDefault="00BB2B68" w:rsidP="00A60F54">
      <w:pPr>
        <w:pStyle w:val="libPoemTini"/>
        <w:rPr>
          <w:rtl/>
        </w:rPr>
      </w:pPr>
      <w:r w:rsidRPr="002D0E46">
        <w:rPr>
          <w:rtl/>
        </w:rPr>
        <w:br w:type="page"/>
      </w:r>
    </w:p>
    <w:p w:rsidR="005A2492" w:rsidRDefault="005A2492" w:rsidP="007C2519">
      <w:pPr>
        <w:pStyle w:val="libArabic"/>
        <w:rPr>
          <w:rtl/>
        </w:rPr>
      </w:pPr>
      <w:r>
        <w:rPr>
          <w:rFonts w:hint="eastAsia"/>
          <w:rtl/>
        </w:rPr>
        <w:lastRenderedPageBreak/>
        <w:t>عَن</w:t>
      </w:r>
      <w:r w:rsidRPr="00CD0F9A">
        <w:rPr>
          <w:rFonts w:hint="cs"/>
          <w:rtl/>
        </w:rPr>
        <w:t>ْ</w:t>
      </w:r>
      <w:r>
        <w:rPr>
          <w:rtl/>
        </w:rPr>
        <w:t xml:space="preserve"> مُحَمَّدِ 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 مُس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لِمٍ عَن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جَع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فَرٍ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ءَتِ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ةٌ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رَسُولِ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ص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رَسُولَ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حَقُّ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لزَّو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جِ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ةِ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تُطِ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عُ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وَ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صِ</w:t>
      </w:r>
      <w:r w:rsidRPr="00CD0F9A">
        <w:rPr>
          <w:rFonts w:hint="cs"/>
          <w:rtl/>
        </w:rPr>
        <w:t>يه</w:t>
      </w:r>
      <w:r>
        <w:rPr>
          <w:rFonts w:hint="cs"/>
          <w:rtl/>
        </w:rPr>
        <w:t>ِ وَ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تَصَدَّقُ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شَ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ئ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ه</w:t>
      </w:r>
      <w:r>
        <w:rPr>
          <w:rFonts w:hint="eastAsia"/>
          <w:rtl/>
        </w:rPr>
        <w:t>ِ</w:t>
      </w:r>
      <w:r>
        <w:rPr>
          <w:rtl/>
        </w:rPr>
        <w:t xml:space="preserve"> وَ لَ</w:t>
      </w:r>
      <w:r w:rsidR="00CF3D62" w:rsidRPr="00CF3D62">
        <w:rPr>
          <w:rtl/>
        </w:rPr>
        <w:t>ا</w:t>
      </w:r>
      <w:r>
        <w:rPr>
          <w:rtl/>
        </w:rPr>
        <w:t xml:space="preserve"> تَصُومُ تَطَوُّع</w:t>
      </w:r>
      <w:r w:rsidR="00CF3D62" w:rsidRPr="00CF3D62">
        <w:rPr>
          <w:rtl/>
        </w:rPr>
        <w:t>ا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وَ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نَعُ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نَف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ظَ</w:t>
      </w:r>
      <w:r w:rsidRPr="00CD0F9A">
        <w:rPr>
          <w:rFonts w:hint="cs"/>
          <w:rtl/>
        </w:rPr>
        <w:t>هْ</w:t>
      </w:r>
      <w:r>
        <w:rPr>
          <w:rFonts w:hint="cs"/>
          <w:rtl/>
        </w:rPr>
        <w:t>رِ قَتَبٍ وَ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تَخ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رُجُ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خَرَجَت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بِغَ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رِ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لَعَنَت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لسَّمَ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 وَ مَلَ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ضِ وَ </w:t>
      </w:r>
      <w:r>
        <w:rPr>
          <w:rtl/>
        </w:rPr>
        <w:t>مَلَ</w:t>
      </w:r>
      <w:r w:rsidR="00CF3D62" w:rsidRPr="00CF3D62">
        <w:rPr>
          <w:rtl/>
        </w:rPr>
        <w:t>ا</w:t>
      </w:r>
      <w:r>
        <w:rPr>
          <w:rtl/>
        </w:rPr>
        <w:t>ئِ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غَضَبِ وَ مَلَ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لرَّح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مَةِ حَتَّ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تَر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جِعَ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تِ</w:t>
      </w:r>
      <w:r w:rsidRPr="00CD0F9A">
        <w:rPr>
          <w:rFonts w:hint="cs"/>
          <w:rtl/>
        </w:rPr>
        <w:t>ه‏</w:t>
      </w:r>
      <w:r w:rsidRPr="00C15B30">
        <w:rPr>
          <w:rFonts w:hint="cs"/>
          <w:rtl/>
        </w:rPr>
        <w:t xml:space="preserve"> </w:t>
      </w:r>
      <w:r w:rsidR="007C2519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عورت رسول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خدمت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عرض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شوہر کے متعلق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شرع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ذمہ د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ہے؟ تو 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جو</w:t>
      </w:r>
      <w:r w:rsidRPr="00816B77">
        <w:rPr>
          <w:rtl/>
          <w:lang w:bidi="ur-PK"/>
        </w:rPr>
        <w:t>ا</w:t>
      </w:r>
      <w:r w:rsidR="005A2492">
        <w:rPr>
          <w:rtl/>
        </w:rPr>
        <w:t>ب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خود کو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لئے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شہ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رر رکھو خو</w:t>
      </w:r>
      <w:r w:rsidRPr="00816B77">
        <w:rPr>
          <w:rtl/>
          <w:lang w:bidi="ur-PK"/>
        </w:rPr>
        <w:t>ا</w:t>
      </w:r>
      <w:r w:rsidR="005A2492">
        <w:rPr>
          <w:rtl/>
        </w:rPr>
        <w:t>ہ سو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نہ ہو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وہ دستور</w:t>
      </w:r>
      <w:r w:rsidRPr="00816B77">
        <w:rPr>
          <w:rtl/>
          <w:lang w:bidi="ur-PK"/>
        </w:rPr>
        <w:t>ا</w:t>
      </w:r>
      <w:r w:rsidR="005A2492">
        <w:rPr>
          <w:rtl/>
        </w:rPr>
        <w:t>ت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جن پرعمل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مرد </w:t>
      </w:r>
      <w:r w:rsidRPr="00816B77">
        <w:rPr>
          <w:rtl/>
          <w:lang w:bidi="ur-PK"/>
        </w:rPr>
        <w:t>ا</w:t>
      </w:r>
      <w:r w:rsidR="005A2492">
        <w:rPr>
          <w:rtl/>
        </w:rPr>
        <w:t>ور عورت دونوں پر ل</w:t>
      </w:r>
      <w:r w:rsidRPr="00816B77">
        <w:rPr>
          <w:rtl/>
          <w:lang w:bidi="ur-PK"/>
        </w:rPr>
        <w:t>ا</w:t>
      </w:r>
      <w:r w:rsidR="005A2492">
        <w:rPr>
          <w:rtl/>
        </w:rPr>
        <w:t>زم ہے</w:t>
      </w:r>
    </w:p>
    <w:p w:rsidR="005A2492" w:rsidRDefault="005A2492" w:rsidP="002D0E46">
      <w:pPr>
        <w:pStyle w:val="Heading1"/>
        <w:rPr>
          <w:rtl/>
        </w:rPr>
      </w:pPr>
      <w:bookmarkStart w:id="98" w:name="_Toc393190523"/>
      <w:r>
        <w:rPr>
          <w:rFonts w:hint="eastAsia"/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Pr="00A60F5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</w:t>
      </w:r>
      <w:bookmarkEnd w:id="98"/>
    </w:p>
    <w:p w:rsidR="005A2492" w:rsidRDefault="00816B77" w:rsidP="002D0E46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نقطۂ نگ</w:t>
      </w:r>
      <w:r w:rsidRPr="00816B77">
        <w:rPr>
          <w:rtl/>
          <w:lang w:bidi="ur-PK"/>
        </w:rPr>
        <w:t>ا</w:t>
      </w:r>
      <w:r w:rsidR="005A2492">
        <w:rPr>
          <w:rtl/>
        </w:rPr>
        <w:t>ہ سے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عورت وہ ہے جو سب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عت کرے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سے عشق و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ظہ</w:t>
      </w:r>
      <w:r w:rsidRPr="00816B77">
        <w:rPr>
          <w:rtl/>
          <w:lang w:bidi="ur-PK"/>
        </w:rPr>
        <w:t>ا</w:t>
      </w:r>
      <w:r w:rsidR="005A2492">
        <w:rPr>
          <w:rtl/>
        </w:rPr>
        <w:t>ر کرےل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مق</w:t>
      </w:r>
      <w:r w:rsidRPr="00816B77">
        <w:rPr>
          <w:rtl/>
          <w:lang w:bidi="ur-PK"/>
        </w:rPr>
        <w:t>ا</w:t>
      </w:r>
      <w:r w:rsidR="005A2492">
        <w:rPr>
          <w:rtl/>
        </w:rPr>
        <w:t>بلے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وہ عورت جو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جنس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ہش</w:t>
      </w:r>
      <w:r w:rsidRPr="00816B77">
        <w:rPr>
          <w:rtl/>
          <w:lang w:bidi="ur-PK"/>
        </w:rPr>
        <w:t>ا</w:t>
      </w:r>
      <w:r w:rsidR="005A2492">
        <w:rPr>
          <w:rtl/>
        </w:rPr>
        <w:t>ت کو پور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کرنے سے </w:t>
      </w:r>
      <w:r w:rsidRPr="00816B77">
        <w:rPr>
          <w:rtl/>
          <w:lang w:bidi="ur-PK"/>
        </w:rPr>
        <w:t>ا</w:t>
      </w:r>
      <w:r w:rsidR="005A2492">
        <w:rPr>
          <w:rtl/>
        </w:rPr>
        <w:t>نک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کرے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سے بدتر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عورت سمجھ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لئے 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5A2492" w:rsidRPr="007C2519">
        <w:rPr>
          <w:rStyle w:val="libArabicChar"/>
          <w:rFonts w:hint="eastAsia"/>
          <w:rtl/>
        </w:rPr>
        <w:t>خ</w:t>
      </w:r>
      <w:r w:rsidR="005A2492" w:rsidRPr="007C2519">
        <w:rPr>
          <w:rStyle w:val="libArabicChar"/>
          <w:rFonts w:hint="cs"/>
          <w:rtl/>
        </w:rPr>
        <w:t>ی</w:t>
      </w:r>
      <w:r w:rsidR="005A2492" w:rsidRPr="007C2519">
        <w:rPr>
          <w:rStyle w:val="libArabicChar"/>
          <w:rFonts w:hint="eastAsia"/>
          <w:rtl/>
        </w:rPr>
        <w:t>ر</w:t>
      </w:r>
      <w:r w:rsidR="005A2492" w:rsidRPr="007C2519">
        <w:rPr>
          <w:rStyle w:val="libArabicChar"/>
          <w:rtl/>
        </w:rPr>
        <w:t xml:space="preserve"> نس</w:t>
      </w:r>
      <w:r w:rsidR="00CF3D62" w:rsidRPr="00CF3D62">
        <w:rPr>
          <w:rStyle w:val="libArabicChar"/>
          <w:rtl/>
        </w:rPr>
        <w:t>ا</w:t>
      </w:r>
      <w:r w:rsidR="005A2492" w:rsidRPr="007C2519">
        <w:rPr>
          <w:rStyle w:val="libArabicChar"/>
          <w:rtl/>
        </w:rPr>
        <w:t xml:space="preserve">ئکم </w:t>
      </w:r>
      <w:r w:rsidR="00CF3D62" w:rsidRPr="00CF3D62">
        <w:rPr>
          <w:rStyle w:val="libArabicChar"/>
          <w:rtl/>
        </w:rPr>
        <w:t>ا</w:t>
      </w:r>
      <w:r w:rsidR="005A2492" w:rsidRPr="007C2519">
        <w:rPr>
          <w:rStyle w:val="libArabicChar"/>
          <w:rtl/>
        </w:rPr>
        <w:t>لعف</w:t>
      </w:r>
      <w:r w:rsidR="005A2492" w:rsidRPr="007C2519">
        <w:rPr>
          <w:rStyle w:val="libArabicChar"/>
          <w:rFonts w:hint="cs"/>
          <w:rtl/>
        </w:rPr>
        <w:t>ی</w:t>
      </w:r>
      <w:r w:rsidR="005A2492" w:rsidRPr="007C2519">
        <w:rPr>
          <w:rStyle w:val="libArabicChar"/>
          <w:rFonts w:hint="eastAsia"/>
          <w:rtl/>
        </w:rPr>
        <w:t>فة</w:t>
      </w:r>
      <w:r w:rsidR="005A2492" w:rsidRPr="007C2519">
        <w:rPr>
          <w:rStyle w:val="libArabicChar"/>
          <w:rtl/>
        </w:rPr>
        <w:t xml:space="preserve"> و </w:t>
      </w:r>
      <w:r w:rsidR="00CF3D62" w:rsidRPr="00CF3D62">
        <w:rPr>
          <w:rStyle w:val="libArabicChar"/>
          <w:rtl/>
        </w:rPr>
        <w:t>ا</w:t>
      </w:r>
      <w:r w:rsidR="005A2492" w:rsidRPr="007C2519">
        <w:rPr>
          <w:rStyle w:val="libArabicChar"/>
          <w:rtl/>
        </w:rPr>
        <w:t>لغل</w:t>
      </w:r>
      <w:r w:rsidR="005A2492" w:rsidRPr="007C2519">
        <w:rPr>
          <w:rStyle w:val="libArabicChar"/>
          <w:rFonts w:hint="cs"/>
          <w:rtl/>
        </w:rPr>
        <w:t>ی</w:t>
      </w:r>
      <w:r w:rsidR="005A2492" w:rsidRPr="007C2519">
        <w:rPr>
          <w:rStyle w:val="libArabicChar"/>
          <w:rFonts w:hint="eastAsia"/>
          <w:rtl/>
        </w:rPr>
        <w:t>مة</w:t>
      </w:r>
      <w:r w:rsidR="005A2492">
        <w:rPr>
          <w:rtl/>
        </w:rPr>
        <w:t xml:space="preserve"> </w:t>
      </w:r>
      <w:r w:rsidR="005A2492">
        <w:rPr>
          <w:rFonts w:hint="eastAsia"/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عورت وہ ہے جو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نسبت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شہوت پرست ہو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محرموں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نسبت عف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پ</w:t>
      </w:r>
      <w:r w:rsidRPr="00816B77">
        <w:rPr>
          <w:rtl/>
          <w:lang w:bidi="ur-PK"/>
        </w:rPr>
        <w:t>ا</w:t>
      </w:r>
      <w:r w:rsidR="005A2492">
        <w:rPr>
          <w:rtl/>
        </w:rPr>
        <w:t>کد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من </w:t>
      </w:r>
      <w:r w:rsidR="007C2519" w:rsidRPr="007741D8">
        <w:rPr>
          <w:rStyle w:val="libFootnotenumChar"/>
          <w:rFonts w:hint="cs"/>
          <w:rtl/>
        </w:rPr>
        <w:t>(2)</w:t>
      </w:r>
    </w:p>
    <w:p w:rsidR="005A2492" w:rsidRDefault="005A2492" w:rsidP="007C2519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جَع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فَرٍ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بُو جَع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فَرٍ ع خَ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رُ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ءِ مَنِ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لَّتِ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دَخَلَت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مَعَ زَو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فَخَلَعَتِ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لدِّر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عَ خَلَعَت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مَعَ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ءَ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لَبِسَتِ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لدِّر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عَ لَبِس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تَ مَعَ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ءَ</w:t>
      </w:r>
      <w:r w:rsidR="007C2519" w:rsidRPr="007741D8">
        <w:rPr>
          <w:rStyle w:val="libFootnotenumChar"/>
          <w:rFonts w:hint="cs"/>
          <w:rtl/>
        </w:rPr>
        <w:t>(3)</w:t>
      </w:r>
    </w:p>
    <w:p w:rsidR="007C2519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قر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ش</w:t>
      </w:r>
      <w:r w:rsidRPr="00816B77">
        <w:rPr>
          <w:rtl/>
          <w:lang w:bidi="ur-PK"/>
        </w:rPr>
        <w:t>ا</w:t>
      </w:r>
      <w:r w:rsidR="005A2492">
        <w:rPr>
          <w:rtl/>
        </w:rPr>
        <w:t>ئستہ 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عورت وہ ہے جو خلوت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شوہر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ملے تو لب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شرم و ح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دور پھ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نکے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پور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ور 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جنس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ہش</w:t>
      </w:r>
      <w:r w:rsidRPr="00816B77">
        <w:rPr>
          <w:rtl/>
          <w:lang w:bidi="ur-PK"/>
        </w:rPr>
        <w:t>ا</w:t>
      </w:r>
      <w:r w:rsidR="005A2492">
        <w:rPr>
          <w:rtl/>
        </w:rPr>
        <w:t>ت کو پور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جب لب</w:t>
      </w:r>
      <w:r w:rsidRPr="00816B77">
        <w:rPr>
          <w:rtl/>
          <w:lang w:bidi="ur-PK"/>
        </w:rPr>
        <w:t>ا</w:t>
      </w:r>
      <w:r w:rsidR="005A2492">
        <w:rPr>
          <w:rtl/>
        </w:rPr>
        <w:t>س پہن لے تو شرم و ح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لب</w:t>
      </w:r>
      <w:r w:rsidRPr="00816B77">
        <w:rPr>
          <w:rtl/>
          <w:lang w:bidi="ur-PK"/>
        </w:rPr>
        <w:t>ا</w:t>
      </w:r>
      <w:r w:rsidR="005A2492">
        <w:rPr>
          <w:rtl/>
        </w:rPr>
        <w:t>س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تن کرے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کے س</w:t>
      </w:r>
      <w:r w:rsidRPr="00816B77">
        <w:rPr>
          <w:rtl/>
          <w:lang w:bidi="ur-PK"/>
        </w:rPr>
        <w:t>ا</w:t>
      </w:r>
      <w:r w:rsidR="005A2492">
        <w:rPr>
          <w:rtl/>
        </w:rPr>
        <w:t>منے جر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ٔت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جس</w:t>
      </w:r>
      <w:r w:rsidRPr="00816B77">
        <w:rPr>
          <w:rtl/>
          <w:lang w:bidi="ur-PK"/>
        </w:rPr>
        <w:t>ا</w:t>
      </w:r>
      <w:r w:rsidR="005A2492">
        <w:rPr>
          <w:rtl/>
        </w:rPr>
        <w:t>رت سے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 </w:t>
      </w:r>
      <w:r w:rsidRPr="00816B77">
        <w:rPr>
          <w:rtl/>
          <w:lang w:bidi="ur-PK"/>
        </w:rPr>
        <w:t>ا</w:t>
      </w:r>
      <w:r w:rsidR="005A2492">
        <w:rPr>
          <w:rtl/>
        </w:rPr>
        <w:t>ئے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C2519" w:rsidRDefault="007C2519" w:rsidP="002D0E4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D0E46">
        <w:rPr>
          <w:rtl/>
        </w:rPr>
        <w:t xml:space="preserve"> </w:t>
      </w:r>
      <w:r w:rsidR="002D0E46" w:rsidRPr="00885B05">
        <w:rPr>
          <w:rStyle w:val="libFootNoteArabicChar"/>
          <w:rtl/>
        </w:rPr>
        <w:t>من ل</w:t>
      </w:r>
      <w:r w:rsidR="00CF3D62" w:rsidRPr="00CF3D62">
        <w:rPr>
          <w:rStyle w:val="libFootNoteArabicChar"/>
          <w:rtl/>
          <w:lang w:bidi="ar-SA"/>
        </w:rPr>
        <w:t>ا</w:t>
      </w:r>
      <w:r w:rsidR="002D0E46" w:rsidRPr="00885B05">
        <w:rPr>
          <w:rStyle w:val="libFootNoteArabicChar"/>
          <w:rtl/>
        </w:rPr>
        <w:t xml:space="preserve"> </w:t>
      </w:r>
      <w:r w:rsidR="002D0E46" w:rsidRPr="00885B05">
        <w:rPr>
          <w:rStyle w:val="libFootNoteArabicChar"/>
          <w:rFonts w:hint="cs"/>
          <w:rtl/>
        </w:rPr>
        <w:t xml:space="preserve">يحضره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2D0E46" w:rsidRPr="00885B05">
        <w:rPr>
          <w:rStyle w:val="libFootNoteArabicChar"/>
          <w:rFonts w:hint="cs"/>
          <w:rtl/>
        </w:rPr>
        <w:t>لفقيه    ج‏3 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2D0E46" w:rsidRPr="00885B05">
        <w:rPr>
          <w:rStyle w:val="libFootNoteArabicChar"/>
          <w:rFonts w:hint="cs"/>
          <w:rtl/>
        </w:rPr>
        <w:t xml:space="preserve">ب حق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2D0E46" w:rsidRPr="00885B05">
        <w:rPr>
          <w:rStyle w:val="libFootNoteArabicChar"/>
          <w:rFonts w:hint="cs"/>
          <w:rtl/>
        </w:rPr>
        <w:t>لزوج عل</w:t>
      </w:r>
      <w:r w:rsidR="009B349E" w:rsidRPr="009B349E">
        <w:rPr>
          <w:rStyle w:val="libFootNoteArabicChar"/>
          <w:rFonts w:hint="cs"/>
          <w:rtl/>
        </w:rPr>
        <w:t>ی</w:t>
      </w:r>
      <w:r w:rsidR="002D0E46" w:rsidRPr="00885B05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2D0E46" w:rsidRPr="00885B05">
        <w:rPr>
          <w:rStyle w:val="libFootNoteArabicChar"/>
          <w:rFonts w:hint="cs"/>
          <w:rtl/>
        </w:rPr>
        <w:t>لمر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2D0E46" w:rsidRPr="00885B05">
        <w:rPr>
          <w:rStyle w:val="libFootNoteArabicChar"/>
          <w:rFonts w:hint="cs"/>
          <w:rtl/>
        </w:rPr>
        <w:t xml:space="preserve">ة،  ص : 438 </w:t>
      </w:r>
      <w:r w:rsidRPr="00885B05">
        <w:rPr>
          <w:rStyle w:val="libFootNoteArabicChar"/>
          <w:rFonts w:hint="cs"/>
          <w:rtl/>
        </w:rPr>
        <w:t>(2):-</w:t>
      </w:r>
      <w:r w:rsidR="002D0E46" w:rsidRPr="00885B05">
        <w:rPr>
          <w:rStyle w:val="libFootNoteArabicChar"/>
          <w:rtl/>
        </w:rPr>
        <w:t xml:space="preserve"> وس</w:t>
      </w:r>
      <w:r w:rsidR="00CF3D62" w:rsidRPr="00CF3D62">
        <w:rPr>
          <w:rStyle w:val="libFootNoteArabicChar"/>
          <w:rtl/>
          <w:lang w:bidi="ar-SA"/>
        </w:rPr>
        <w:t>ا</w:t>
      </w:r>
      <w:r w:rsidR="002D0E46" w:rsidRPr="00885B05">
        <w:rPr>
          <w:rStyle w:val="libFootNoteArabicChar"/>
          <w:rtl/>
        </w:rPr>
        <w:t>ئل ،ج</w:t>
      </w:r>
      <w:r w:rsidR="00C15B30" w:rsidRPr="00885B05">
        <w:rPr>
          <w:rStyle w:val="libFootNoteArabicChar"/>
          <w:rFonts w:hint="cs"/>
          <w:rtl/>
        </w:rPr>
        <w:t>14</w:t>
      </w:r>
      <w:r w:rsidR="002D0E46" w:rsidRPr="00885B05">
        <w:rPr>
          <w:rStyle w:val="libFootNoteArabicChar"/>
          <w:rFonts w:hint="cs"/>
          <w:rtl/>
        </w:rPr>
        <w:t xml:space="preserve">،ص </w:t>
      </w:r>
      <w:r w:rsidR="00C15B30" w:rsidRPr="00885B05">
        <w:rPr>
          <w:rStyle w:val="libFootNoteArabicChar"/>
          <w:rFonts w:hint="cs"/>
          <w:rtl/>
        </w:rPr>
        <w:t>15</w:t>
      </w:r>
    </w:p>
    <w:p w:rsidR="007C2519" w:rsidRDefault="007C2519" w:rsidP="002D0E4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2D0E46" w:rsidRPr="002D0E46">
        <w:rPr>
          <w:rtl/>
        </w:rPr>
        <w:t xml:space="preserve"> </w:t>
      </w:r>
      <w:r w:rsidR="002D0E46">
        <w:rPr>
          <w:rtl/>
        </w:rPr>
        <w:t>تہذ</w:t>
      </w:r>
      <w:r w:rsidR="002D0E46">
        <w:rPr>
          <w:rFonts w:hint="cs"/>
          <w:rtl/>
        </w:rPr>
        <w:t>ی</w:t>
      </w:r>
      <w:r w:rsidR="002D0E46">
        <w:rPr>
          <w:rFonts w:hint="eastAsia"/>
          <w:rtl/>
        </w:rPr>
        <w:t>ب</w:t>
      </w:r>
      <w:r w:rsidR="002D0E46">
        <w:rPr>
          <w:rtl/>
        </w:rPr>
        <w:t xml:space="preserve"> </w:t>
      </w:r>
      <w:r w:rsidR="00816B77" w:rsidRPr="00816B77">
        <w:rPr>
          <w:rtl/>
        </w:rPr>
        <w:t>ا</w:t>
      </w:r>
      <w:r w:rsidR="002D0E46">
        <w:rPr>
          <w:rtl/>
        </w:rPr>
        <w:t>ل</w:t>
      </w:r>
      <w:r w:rsidR="00816B77" w:rsidRPr="00816B77">
        <w:rPr>
          <w:rtl/>
        </w:rPr>
        <w:t>ا</w:t>
      </w:r>
      <w:r w:rsidR="002D0E46">
        <w:rPr>
          <w:rtl/>
        </w:rPr>
        <w:t>حک</w:t>
      </w:r>
      <w:r w:rsidR="00816B77" w:rsidRPr="00816B77">
        <w:rPr>
          <w:rtl/>
        </w:rPr>
        <w:t>ا</w:t>
      </w:r>
      <w:r w:rsidR="002D0E46">
        <w:rPr>
          <w:rtl/>
        </w:rPr>
        <w:t>م،ج</w:t>
      </w:r>
      <w:r w:rsidR="002D0E46">
        <w:rPr>
          <w:rtl/>
          <w:lang w:bidi="fa-IR"/>
        </w:rPr>
        <w:t>۷</w:t>
      </w:r>
      <w:r w:rsidR="002D0E46">
        <w:rPr>
          <w:rtl/>
        </w:rPr>
        <w:t>،ص</w:t>
      </w:r>
      <w:r w:rsidR="002D0E46">
        <w:rPr>
          <w:rtl/>
          <w:lang w:bidi="fa-IR"/>
        </w:rPr>
        <w:t>۳۹۹</w:t>
      </w:r>
    </w:p>
    <w:p w:rsidR="007C2519" w:rsidRPr="007C2519" w:rsidRDefault="007C2519" w:rsidP="00A60F54">
      <w:pPr>
        <w:pStyle w:val="libPoemTini"/>
        <w:rPr>
          <w:rtl/>
        </w:rPr>
      </w:pPr>
      <w:r w:rsidRPr="007C2519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tl/>
          <w:lang w:bidi="ur-PK"/>
        </w:rPr>
        <w:lastRenderedPageBreak/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سے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ہے کہ رسول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CF3D62" w:rsidP="007C2519">
      <w:pPr>
        <w:pStyle w:val="libArabic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مَر</w:t>
      </w:r>
      <w:r w:rsidR="005A2492" w:rsidRPr="00CD0F9A">
        <w:rPr>
          <w:rFonts w:hint="cs"/>
          <w:rtl/>
        </w:rPr>
        <w:t>ْ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ةُ</w:t>
      </w:r>
      <w:r w:rsidR="005A2492">
        <w:rPr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َد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عُو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زَو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جُ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لِبَع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ضِ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حَ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جَةِ فَلَ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تَزَ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لُ تُسَوِّفُ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 حَتَّ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عُسَ زَو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جُ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فَ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َنَ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مَ فَتِل</w:t>
      </w:r>
      <w:r w:rsidR="005A2492" w:rsidRPr="00CD0F9A">
        <w:rPr>
          <w:rFonts w:hint="cs"/>
          <w:rtl/>
        </w:rPr>
        <w:t>ْك</w:t>
      </w:r>
      <w:r w:rsidR="005A2492">
        <w:rPr>
          <w:rFonts w:hint="cs"/>
          <w:rtl/>
        </w:rPr>
        <w:t>َ لَ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تَزَ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لُ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مَلَ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ئِ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َةُ تَل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عَنُ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حَتَّ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َس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تَ</w:t>
      </w:r>
      <w:r w:rsidR="005A2492" w:rsidRPr="00CD0F9A">
        <w:rPr>
          <w:rFonts w:hint="cs"/>
          <w:rtl/>
        </w:rPr>
        <w:t>يْ</w:t>
      </w:r>
      <w:r w:rsidR="005A2492">
        <w:rPr>
          <w:rFonts w:hint="cs"/>
          <w:rtl/>
        </w:rPr>
        <w:t>قِظَ زَو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جُ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7C2519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عورت جسے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جنس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</w:t>
      </w:r>
      <w:r w:rsidR="00816B77" w:rsidRPr="00816B77">
        <w:rPr>
          <w:rtl/>
          <w:lang w:bidi="ur-PK"/>
        </w:rPr>
        <w:t>ا</w:t>
      </w:r>
      <w:r>
        <w:rPr>
          <w:rtl/>
        </w:rPr>
        <w:t>ت کو پور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کرنے کے لئے کہے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وہ ب</w:t>
      </w:r>
      <w:r w:rsidR="008D6D4F" w:rsidRPr="008D6D4F">
        <w:rPr>
          <w:rFonts w:hint="cs"/>
          <w:rtl/>
          <w:lang w:bidi="ur-PK"/>
        </w:rPr>
        <w:t>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نے  بن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 سو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 تو صبح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گنے تک فرشتے </w:t>
      </w:r>
      <w:r w:rsidR="00816B77" w:rsidRPr="00816B77">
        <w:rPr>
          <w:rtl/>
          <w:lang w:bidi="ur-PK"/>
        </w:rPr>
        <w:t>ا</w:t>
      </w:r>
      <w:r>
        <w:rPr>
          <w:rtl/>
        </w:rPr>
        <w:t>س عورت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5A2492" w:rsidRDefault="005A2492" w:rsidP="00460D1B">
      <w:pPr>
        <w:pStyle w:val="Heading1"/>
        <w:rPr>
          <w:rtl/>
        </w:rPr>
      </w:pPr>
      <w:bookmarkStart w:id="99" w:name="_Toc393190524"/>
      <w:r>
        <w:rPr>
          <w:rFonts w:hint="eastAsia"/>
          <w:rtl/>
        </w:rPr>
        <w:t>خوش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bookmarkEnd w:id="99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نے </w:t>
      </w:r>
      <w:r w:rsidR="00816B77" w:rsidRPr="00816B77">
        <w:rPr>
          <w:rtl/>
          <w:lang w:bidi="ur-PK"/>
        </w:rPr>
        <w:t>ا</w:t>
      </w:r>
      <w:r>
        <w:rPr>
          <w:rtl/>
        </w:rPr>
        <w:t>س عورت کو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ش</w:t>
      </w:r>
      <w:r w:rsidR="00816B77" w:rsidRPr="00816B77">
        <w:rPr>
          <w:rtl/>
          <w:lang w:bidi="ur-PK"/>
        </w:rPr>
        <w:t>ا</w:t>
      </w:r>
      <w:r>
        <w:rPr>
          <w:rtl/>
        </w:rPr>
        <w:t>ئستہ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خوش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ئےپس مسکر</w:t>
      </w:r>
      <w:r w:rsidR="00816B77" w:rsidRPr="00816B77">
        <w:rPr>
          <w:rtl/>
          <w:lang w:bidi="ur-PK"/>
        </w:rPr>
        <w:t>ا</w:t>
      </w:r>
      <w:r>
        <w:rPr>
          <w:rtl/>
        </w:rPr>
        <w:t>ہٹ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شوہر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ستقب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کرو، جو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کے پھول </w:t>
      </w:r>
      <w:r w:rsidR="00816B77" w:rsidRPr="00816B77">
        <w:rPr>
          <w:rtl/>
          <w:lang w:bidi="ur-PK"/>
        </w:rPr>
        <w:t>ا</w:t>
      </w:r>
      <w:r>
        <w:rPr>
          <w:rtl/>
        </w:rPr>
        <w:t>گ</w:t>
      </w:r>
      <w:r w:rsidR="00816B77" w:rsidRPr="00816B77">
        <w:rPr>
          <w:rtl/>
          <w:lang w:bidi="ur-PK"/>
        </w:rPr>
        <w:t>ا</w:t>
      </w:r>
      <w:r>
        <w:rPr>
          <w:rtl/>
        </w:rPr>
        <w:t>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بنت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پھول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ہر کوئ</w:t>
      </w:r>
      <w:r>
        <w:rPr>
          <w:rFonts w:hint="cs"/>
          <w:rtl/>
        </w:rPr>
        <w:t>ی</w:t>
      </w:r>
      <w:r>
        <w:rPr>
          <w:rtl/>
        </w:rPr>
        <w:t xml:space="preserve"> خوش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ہےٍ:  </w:t>
      </w:r>
    </w:p>
    <w:p w:rsidR="005A2492" w:rsidRDefault="005A2492" w:rsidP="00F4194C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CD0F9A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رِسَ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رِ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مِنِ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نَ ع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حَسَنِ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ةَ ر</w:t>
      </w:r>
      <w:r>
        <w:rPr>
          <w:rtl/>
        </w:rPr>
        <w:t>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حَ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نَةٌ</w:t>
      </w:r>
      <w:r w:rsidRPr="00C15B30">
        <w:rPr>
          <w:rFonts w:hint="cs"/>
          <w:rtl/>
        </w:rPr>
        <w:t xml:space="preserve">   </w:t>
      </w:r>
    </w:p>
    <w:p w:rsidR="005A2492" w:rsidRDefault="00816B77" w:rsidP="007C2519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 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 حضرت عل</w:t>
      </w:r>
      <w:r w:rsidR="005A2492"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عورت پھول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نند ہے</w:t>
      </w:r>
      <w:r w:rsidR="007C2519" w:rsidRPr="007741D8">
        <w:rPr>
          <w:rStyle w:val="libFootnotenumChar"/>
          <w:rFonts w:hint="cs"/>
          <w:rtl/>
        </w:rPr>
        <w:t>(2)</w:t>
      </w:r>
      <w:r w:rsidR="005A2492">
        <w:rPr>
          <w:rtl/>
        </w:rPr>
        <w:t xml:space="preserve">، </w:t>
      </w:r>
      <w:r w:rsidRPr="00816B77">
        <w:rPr>
          <w:rtl/>
          <w:lang w:bidi="ur-PK"/>
        </w:rPr>
        <w:t>ا</w:t>
      </w:r>
      <w:r w:rsidR="005A2492">
        <w:rPr>
          <w:rtl/>
        </w:rPr>
        <w:t>سے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 کہ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شہ</w:t>
      </w:r>
      <w:r w:rsidR="005A2492">
        <w:rPr>
          <w:rtl/>
        </w:rPr>
        <w:t xml:space="preserve"> پھول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کھلت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رہے</w:t>
      </w:r>
      <w:r w:rsidRPr="00816B77">
        <w:rPr>
          <w:rtl/>
          <w:lang w:bidi="ur-PK"/>
        </w:rPr>
        <w:t>ا</w:t>
      </w:r>
      <w:r w:rsidR="005A2492">
        <w:rPr>
          <w:rtl/>
        </w:rPr>
        <w:t>ور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گلست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عث بنےد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شوہر ک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مع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ون بنے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دق 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7C2519">
      <w:pPr>
        <w:pStyle w:val="libArabic"/>
        <w:rPr>
          <w:rtl/>
        </w:rPr>
      </w:pPr>
      <w:r>
        <w:rPr>
          <w:rFonts w:hint="eastAsia"/>
          <w:rtl/>
        </w:rPr>
        <w:t>ثَلَ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ثَةٌ</w:t>
      </w:r>
      <w:r>
        <w:rPr>
          <w:rtl/>
        </w:rPr>
        <w:t xml:space="preserve"> لِل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مِنِ فِ</w:t>
      </w:r>
      <w:r w:rsidRPr="00CD0F9A">
        <w:rPr>
          <w:rFonts w:hint="cs"/>
          <w:rtl/>
        </w:rPr>
        <w:t>يه</w:t>
      </w:r>
      <w:r>
        <w:rPr>
          <w:rFonts w:hint="cs"/>
          <w:rtl/>
        </w:rPr>
        <w:t>ِنَّ 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حَةٌ 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رٌ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سِعَةٌ تُوَ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عَو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رَتَ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وَ سُوءَ حَ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سِ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ةٌ 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لِحَةٌ تُعِ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نُ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رِ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لدُّن</w:t>
      </w:r>
      <w:r w:rsidRPr="00CD0F9A">
        <w:rPr>
          <w:rFonts w:hint="cs"/>
          <w:rtl/>
        </w:rPr>
        <w:t>ْي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خِرَةِ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نَةٌ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تٌ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ُخ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رِجُ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مَن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زِلِ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بِمَو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تٍ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بِتَز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وِ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ج</w:t>
      </w:r>
      <w:r w:rsidRPr="00CD0F9A">
        <w:rPr>
          <w:rFonts w:hint="cs"/>
          <w:rtl/>
        </w:rPr>
        <w:t>‏</w:t>
      </w:r>
      <w:r w:rsidR="007C2519" w:rsidRPr="007741D8">
        <w:rPr>
          <w:rStyle w:val="libFootnotenumChar"/>
          <w:rFonts w:hint="cs"/>
          <w:rtl/>
        </w:rPr>
        <w:t>(3)</w:t>
      </w:r>
    </w:p>
    <w:p w:rsidR="007C2519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کے لئے سکون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حت  ہے 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ش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ئستہ عورت ہے جو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</w:t>
      </w:r>
      <w:r w:rsidR="00816B77" w:rsidRPr="00816B77">
        <w:rPr>
          <w:rtl/>
          <w:lang w:bidi="ur-PK"/>
        </w:rPr>
        <w:t>ا</w:t>
      </w:r>
      <w:r>
        <w:rPr>
          <w:rtl/>
        </w:rPr>
        <w:t>ر ث</w:t>
      </w:r>
      <w:r w:rsidR="00816B77" w:rsidRPr="00816B77">
        <w:rPr>
          <w:rtl/>
          <w:lang w:bidi="ur-PK"/>
        </w:rPr>
        <w:t>ا</w:t>
      </w:r>
      <w:r>
        <w:rPr>
          <w:rtl/>
        </w:rPr>
        <w:t>بت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گر چ</w:t>
      </w:r>
      <w:r w:rsidR="00816B77" w:rsidRPr="00816B77">
        <w:rPr>
          <w:rtl/>
          <w:lang w:bidi="ur-PK"/>
        </w:rPr>
        <w:t>ا</w:t>
      </w:r>
      <w:r>
        <w:rPr>
          <w:rtl/>
        </w:rPr>
        <w:t>ہے تو مرد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شوق دل</w:t>
      </w:r>
      <w:r w:rsidR="00816B77" w:rsidRPr="00816B77">
        <w:rPr>
          <w:rtl/>
          <w:lang w:bidi="ur-PK"/>
        </w:rPr>
        <w:t>ا</w:t>
      </w:r>
      <w:r>
        <w:rPr>
          <w:rtl/>
        </w:rPr>
        <w:t>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مستحب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نج</w:t>
      </w:r>
      <w:r w:rsidR="00816B77" w:rsidRPr="00816B77">
        <w:rPr>
          <w:rtl/>
          <w:lang w:bidi="ur-PK"/>
        </w:rPr>
        <w:t>ا</w:t>
      </w:r>
      <w:r>
        <w:rPr>
          <w:rtl/>
        </w:rPr>
        <w:t>م دہ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مکروہ</w:t>
      </w:r>
      <w:r w:rsidR="00816B77" w:rsidRPr="00816B77">
        <w:rPr>
          <w:rtl/>
          <w:lang w:bidi="ur-PK"/>
        </w:rPr>
        <w:t>ا</w:t>
      </w:r>
      <w:r>
        <w:rPr>
          <w:rtl/>
        </w:rPr>
        <w:t>ت کے ترک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چن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نچہ رو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C2519" w:rsidRDefault="007C2519" w:rsidP="009B349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60D1B" w:rsidRPr="00460D1B">
        <w:rPr>
          <w:rtl/>
        </w:rPr>
        <w:t xml:space="preserve"> </w:t>
      </w:r>
      <w:r w:rsidR="00460D1B" w:rsidRPr="009B349E">
        <w:rPr>
          <w:rStyle w:val="libFootNoteArabicChar"/>
          <w:rtl/>
        </w:rPr>
        <w:t xml:space="preserve">روضة </w:t>
      </w:r>
      <w:r w:rsidR="00CF3D62" w:rsidRPr="00CF3D62">
        <w:rPr>
          <w:rStyle w:val="libFootNoteArabicChar"/>
          <w:rtl/>
          <w:lang w:bidi="ar-SA"/>
        </w:rPr>
        <w:t>ا</w:t>
      </w:r>
      <w:r w:rsidR="00460D1B" w:rsidRPr="009B349E">
        <w:rPr>
          <w:rStyle w:val="libFootNoteArabicChar"/>
          <w:rtl/>
        </w:rPr>
        <w:t>لمتق</w:t>
      </w:r>
      <w:r w:rsidR="00460D1B" w:rsidRPr="009B349E">
        <w:rPr>
          <w:rStyle w:val="libFootNoteArabicChar"/>
          <w:rFonts w:hint="cs"/>
          <w:rtl/>
        </w:rPr>
        <w:t>ی</w:t>
      </w:r>
      <w:r w:rsidR="00460D1B" w:rsidRPr="009B349E">
        <w:rPr>
          <w:rStyle w:val="libFootNoteArabicChar"/>
          <w:rFonts w:hint="eastAsia"/>
          <w:rtl/>
        </w:rPr>
        <w:t>ن،ج</w:t>
      </w:r>
      <w:r w:rsidR="00C15B30" w:rsidRPr="009B349E">
        <w:rPr>
          <w:rStyle w:val="libFootNoteArabicChar"/>
          <w:rFonts w:hint="cs"/>
          <w:rtl/>
        </w:rPr>
        <w:t>8</w:t>
      </w:r>
      <w:r w:rsidR="00460D1B" w:rsidRPr="009B349E">
        <w:rPr>
          <w:rStyle w:val="libFootNoteArabicChar"/>
          <w:rFonts w:hint="cs"/>
          <w:rtl/>
        </w:rPr>
        <w:t>،ص</w:t>
      </w:r>
      <w:r w:rsidR="00C15B30" w:rsidRPr="009B349E">
        <w:rPr>
          <w:rStyle w:val="libFootNoteArabicChar"/>
          <w:rFonts w:hint="cs"/>
          <w:rtl/>
        </w:rPr>
        <w:t>376</w:t>
      </w:r>
      <w:r w:rsidR="00460D1B" w:rsidRPr="009B349E">
        <w:rPr>
          <w:rStyle w:val="libFootNoteArabicChar"/>
          <w:rFonts w:hint="cs"/>
          <w:rtl/>
        </w:rPr>
        <w:t xml:space="preserve"> من 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9B349E">
        <w:rPr>
          <w:rStyle w:val="libFootNoteArabicChar"/>
          <w:rFonts w:hint="cs"/>
          <w:rtl/>
        </w:rPr>
        <w:t xml:space="preserve"> ی</w:t>
      </w:r>
      <w:r w:rsidR="00460D1B" w:rsidRPr="009B349E">
        <w:rPr>
          <w:rStyle w:val="libFootNoteArabicChar"/>
          <w:rFonts w:hint="eastAsia"/>
          <w:rtl/>
        </w:rPr>
        <w:t>حضر</w:t>
      </w:r>
      <w:r w:rsidR="009B349E" w:rsidRPr="009B349E">
        <w:rPr>
          <w:rStyle w:val="libFootNoteArabicChar"/>
          <w:rFonts w:hint="cs"/>
          <w:rtl/>
        </w:rPr>
        <w:t>ه</w:t>
      </w:r>
      <w:r w:rsidR="00460D1B" w:rsidRPr="009B349E">
        <w:rPr>
          <w:rStyle w:val="libFootNoteArabicChar"/>
          <w:rFonts w:hint="eastAsia"/>
          <w:rtl/>
        </w:rPr>
        <w:t>،ج</w:t>
      </w:r>
      <w:r w:rsidR="00460D1B" w:rsidRPr="009B349E">
        <w:rPr>
          <w:rStyle w:val="libFootNoteArabicChar"/>
          <w:rtl/>
        </w:rPr>
        <w:t>۳،ص۴۴۲</w:t>
      </w:r>
      <w:r w:rsidRPr="009B349E">
        <w:rPr>
          <w:rStyle w:val="libFootNoteArabicChar"/>
          <w:rFonts w:hint="cs"/>
          <w:rtl/>
        </w:rPr>
        <w:t>(2):-</w:t>
      </w:r>
      <w:r w:rsidR="00460D1B" w:rsidRPr="009B349E">
        <w:rPr>
          <w:rStyle w:val="libFootNoteArabicChar"/>
          <w:rtl/>
        </w:rPr>
        <w:t xml:space="preserve"> من ل</w:t>
      </w:r>
      <w:r w:rsidR="00CF3D62" w:rsidRPr="00CF3D62">
        <w:rPr>
          <w:rStyle w:val="libFootNoteArabicChar"/>
          <w:rtl/>
          <w:lang w:bidi="ar-SA"/>
        </w:rPr>
        <w:t>ا</w:t>
      </w:r>
      <w:r w:rsidR="00460D1B" w:rsidRPr="009B349E">
        <w:rPr>
          <w:rStyle w:val="libFootNoteArabicChar"/>
          <w:rtl/>
        </w:rPr>
        <w:t xml:space="preserve"> </w:t>
      </w:r>
      <w:r w:rsidR="00460D1B" w:rsidRPr="009B349E">
        <w:rPr>
          <w:rStyle w:val="libFootNoteArabicChar"/>
          <w:rFonts w:hint="cs"/>
          <w:rtl/>
        </w:rPr>
        <w:t>ی</w:t>
      </w:r>
      <w:r w:rsidR="00460D1B" w:rsidRPr="009B349E">
        <w:rPr>
          <w:rStyle w:val="libFootNoteArabicChar"/>
          <w:rFonts w:hint="eastAsia"/>
          <w:rtl/>
        </w:rPr>
        <w:t>حضر</w:t>
      </w:r>
      <w:r w:rsidR="009B349E" w:rsidRPr="009B349E">
        <w:rPr>
          <w:rStyle w:val="libFootNoteArabicChar"/>
          <w:rFonts w:hint="cs"/>
          <w:rtl/>
        </w:rPr>
        <w:t>ه</w:t>
      </w:r>
      <w:r w:rsidR="00460D1B" w:rsidRPr="009B349E">
        <w:rPr>
          <w:rStyle w:val="libFootNoteArabicChar"/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460D1B" w:rsidRPr="009B349E">
        <w:rPr>
          <w:rStyle w:val="libFootNoteArabicChar"/>
          <w:rtl/>
        </w:rPr>
        <w:t>لفق</w:t>
      </w:r>
      <w:r w:rsidR="00460D1B" w:rsidRPr="009B349E">
        <w:rPr>
          <w:rStyle w:val="libFootNoteArabicChar"/>
          <w:rFonts w:hint="cs"/>
          <w:rtl/>
        </w:rPr>
        <w:t>ی</w:t>
      </w:r>
      <w:r w:rsidR="009B349E" w:rsidRPr="009B349E">
        <w:rPr>
          <w:rStyle w:val="libFootNoteArabicChar"/>
          <w:rFonts w:hint="cs"/>
          <w:rtl/>
        </w:rPr>
        <w:t>ه</w:t>
      </w:r>
      <w:r w:rsidR="00460D1B" w:rsidRPr="009B349E">
        <w:rPr>
          <w:rStyle w:val="libFootNoteArabicChar"/>
          <w:rFonts w:hint="eastAsia"/>
          <w:rtl/>
        </w:rPr>
        <w:t>،ج</w:t>
      </w:r>
      <w:r w:rsidR="00C15B30" w:rsidRPr="009B349E">
        <w:rPr>
          <w:rStyle w:val="libFootNoteArabicChar"/>
          <w:rFonts w:hint="cs"/>
          <w:rtl/>
        </w:rPr>
        <w:t>3</w:t>
      </w:r>
      <w:r w:rsidR="00460D1B" w:rsidRPr="009B349E">
        <w:rPr>
          <w:rStyle w:val="libFootNoteArabicChar"/>
          <w:rFonts w:hint="cs"/>
          <w:rtl/>
        </w:rPr>
        <w:t>،ص</w:t>
      </w:r>
      <w:r w:rsidR="00C15B30" w:rsidRPr="009B349E">
        <w:rPr>
          <w:rStyle w:val="libFootNoteArabicChar"/>
          <w:rFonts w:hint="cs"/>
          <w:rtl/>
        </w:rPr>
        <w:t>556</w:t>
      </w:r>
      <w:r w:rsidR="00DB2203" w:rsidRPr="00CA357C">
        <w:rPr>
          <w:rStyle w:val="libFootNoteArabicChar"/>
          <w:rFonts w:hint="cs"/>
          <w:rtl/>
        </w:rPr>
        <w:t>ک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B2203" w:rsidRPr="00CA357C">
        <w:rPr>
          <w:rStyle w:val="libFootNoteArabicChar"/>
          <w:rFonts w:hint="cs"/>
          <w:rtl/>
        </w:rPr>
        <w:t xml:space="preserve">فی </w:t>
      </w:r>
      <w:r w:rsidR="00460D1B" w:rsidRPr="009B349E">
        <w:rPr>
          <w:rStyle w:val="libFootNoteArabicChar"/>
          <w:rtl/>
        </w:rPr>
        <w:t xml:space="preserve"> ج۵، ص۵۱۰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460D1B" w:rsidRPr="00460D1B">
        <w:rPr>
          <w:rtl/>
        </w:rPr>
        <w:t xml:space="preserve"> </w:t>
      </w:r>
      <w:r w:rsidR="00DB2203" w:rsidRPr="00CA357C">
        <w:rPr>
          <w:rStyle w:val="libFootNoteArabicChar"/>
          <w:rtl/>
        </w:rPr>
        <w:t>ک</w:t>
      </w:r>
      <w:r w:rsidR="00CF3D62" w:rsidRPr="00CF3D62">
        <w:rPr>
          <w:rStyle w:val="libFootNoteArabicChar"/>
          <w:rtl/>
          <w:lang w:bidi="ar-SA"/>
        </w:rPr>
        <w:t>ا</w:t>
      </w:r>
      <w:r w:rsidR="00DB2203" w:rsidRPr="00CA357C">
        <w:rPr>
          <w:rStyle w:val="libFootNoteArabicChar"/>
          <w:rtl/>
        </w:rPr>
        <w:t xml:space="preserve">فی </w:t>
      </w:r>
      <w:r w:rsidR="00460D1B" w:rsidRPr="00885B05">
        <w:rPr>
          <w:rStyle w:val="libFootNoteArabicChar"/>
          <w:rFonts w:hint="eastAsia"/>
          <w:rtl/>
        </w:rPr>
        <w:t>،ج</w:t>
      </w:r>
      <w:r w:rsidR="00C15B30" w:rsidRPr="00885B05">
        <w:rPr>
          <w:rStyle w:val="libFootNoteArabicChar"/>
          <w:rFonts w:hint="cs"/>
          <w:rtl/>
        </w:rPr>
        <w:t>5</w:t>
      </w:r>
      <w:r w:rsidR="00460D1B" w:rsidRPr="00885B05">
        <w:rPr>
          <w:rStyle w:val="libFootNoteArabicChar"/>
          <w:rFonts w:hint="cs"/>
          <w:rtl/>
        </w:rPr>
        <w:t>،ص</w:t>
      </w:r>
      <w:r w:rsidR="00C15B30" w:rsidRPr="00885B05">
        <w:rPr>
          <w:rStyle w:val="libFootNoteArabicChar"/>
          <w:rFonts w:hint="cs"/>
          <w:rtl/>
        </w:rPr>
        <w:t>328</w:t>
      </w:r>
      <w:r w:rsidR="00460D1B" w:rsidRPr="00885B05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>لخص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>ل،ج‏1،ثل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>ثة للمؤمن فيهن 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>حة،ص : 159</w:t>
      </w:r>
    </w:p>
    <w:p w:rsidR="007C2519" w:rsidRPr="007C2519" w:rsidRDefault="007C2519" w:rsidP="00A60F54">
      <w:pPr>
        <w:pStyle w:val="libPoemTini"/>
        <w:rPr>
          <w:rtl/>
        </w:rPr>
      </w:pPr>
      <w:r w:rsidRPr="007C2519">
        <w:rPr>
          <w:rtl/>
        </w:rPr>
        <w:br w:type="page"/>
      </w:r>
    </w:p>
    <w:p w:rsidR="005A2492" w:rsidRDefault="005A2492" w:rsidP="007C2519">
      <w:pPr>
        <w:pStyle w:val="libArabic"/>
        <w:rPr>
          <w:rtl/>
        </w:rPr>
      </w:pPr>
      <w:r>
        <w:rPr>
          <w:rFonts w:hint="eastAsia"/>
          <w:rtl/>
        </w:rPr>
        <w:lastRenderedPageBreak/>
        <w:t>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>
        <w:rPr>
          <w:rtl/>
        </w:rPr>
        <w:t xml:space="preserve"> عَلِ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فَ وَجَد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تَ 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هْ</w:t>
      </w:r>
      <w:r>
        <w:rPr>
          <w:rFonts w:hint="cs"/>
          <w:rtl/>
        </w:rPr>
        <w:t>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نِع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مَ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نُ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طَ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عَةِ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وَ 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طِمَةَ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خَ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رُ بَع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لٍ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ُمَّ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شَم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لِّف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نَ قُلُوبِ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عَل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ُم</w:t>
      </w:r>
      <w:r>
        <w:rPr>
          <w:rtl/>
        </w:rPr>
        <w:t>َ</w:t>
      </w:r>
      <w:r w:rsidR="00CF3D62" w:rsidRPr="00CF3D62">
        <w:rPr>
          <w:rtl/>
        </w:rPr>
        <w:t>ا</w:t>
      </w:r>
      <w:r>
        <w:rPr>
          <w:rtl/>
        </w:rPr>
        <w:t xml:space="preserve"> وَ ذُرِّ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َّتَ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وَرَثَةِ جَنَّةِ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</w:t>
      </w:r>
      <w:r>
        <w:rPr>
          <w:rFonts w:hint="eastAsia"/>
          <w:rtl/>
        </w:rPr>
        <w:t>َّعِ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مِ</w:t>
      </w:r>
      <w:r>
        <w:rPr>
          <w:rtl/>
        </w:rPr>
        <w:t xml:space="preserve"> وَ </w:t>
      </w:r>
      <w:r w:rsidR="00CF3D62" w:rsidRPr="00CF3D62">
        <w:rPr>
          <w:rtl/>
        </w:rPr>
        <w:t>ا</w:t>
      </w:r>
      <w:r>
        <w:rPr>
          <w:rtl/>
        </w:rPr>
        <w:t>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زُق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ذُرِّ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َّةً طَ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ِرَةً طَ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ِّبَةً مُبَ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َةً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عَل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ذُرِّ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َّتِ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بَرَ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َةَ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عَل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ئِمَّةً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CD0F9A">
        <w:rPr>
          <w:rFonts w:hint="cs"/>
          <w:rtl/>
        </w:rPr>
        <w:t>هْ</w:t>
      </w:r>
      <w:r>
        <w:rPr>
          <w:rFonts w:hint="cs"/>
          <w:rtl/>
        </w:rPr>
        <w:t>دُونَ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طَ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عَتِ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 وَ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مُرُونَ بِمَ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ضِ</w:t>
      </w:r>
      <w:r w:rsidRPr="00CD0F9A">
        <w:rPr>
          <w:rFonts w:hint="cs"/>
          <w:rtl/>
        </w:rPr>
        <w:t>يك</w:t>
      </w:r>
      <w:r>
        <w:rPr>
          <w:rFonts w:hint="cs"/>
          <w:rtl/>
        </w:rPr>
        <w:t>َ</w:t>
      </w:r>
      <w:r w:rsidRPr="00C15B30">
        <w:rPr>
          <w:rFonts w:hint="cs"/>
          <w:rtl/>
        </w:rPr>
        <w:t>وَ ق</w:t>
      </w:r>
      <w:r>
        <w:rPr>
          <w:rtl/>
        </w:rPr>
        <w:t>َ</w:t>
      </w:r>
      <w:r w:rsidR="00CF3D62" w:rsidRPr="00CF3D62">
        <w:rPr>
          <w:rtl/>
        </w:rPr>
        <w:t>ا</w:t>
      </w:r>
      <w:r>
        <w:rPr>
          <w:rtl/>
        </w:rPr>
        <w:t>لَ جَزَ</w:t>
      </w:r>
      <w:r w:rsidR="00CF3D62" w:rsidRPr="00CF3D62">
        <w:rPr>
          <w:rtl/>
        </w:rPr>
        <w:t>ا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خَ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ر</w:t>
      </w:r>
      <w:r w:rsidR="00CF3D62" w:rsidRPr="00CF3D62">
        <w:rPr>
          <w:rFonts w:hint="cs"/>
          <w:rtl/>
        </w:rPr>
        <w:t>ا</w:t>
      </w:r>
      <w:r w:rsidR="007C2519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زہر</w:t>
      </w:r>
      <w:r w:rsidR="00816B77" w:rsidRPr="00816B77">
        <w:rPr>
          <w:rtl/>
          <w:lang w:bidi="ur-PK"/>
        </w:rPr>
        <w:t>ا</w:t>
      </w:r>
      <w:r w:rsidR="00885B05" w:rsidRPr="00885B05">
        <w:rPr>
          <w:rtl/>
          <w:lang w:bidi="ur-PK"/>
        </w:rPr>
        <w:t>(س)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(ص)</w:t>
      </w:r>
      <w:r>
        <w:rPr>
          <w:rtl/>
        </w:rPr>
        <w:t>نے 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>سے پوچھ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؟</w:t>
      </w:r>
      <w:r>
        <w:rPr>
          <w:rtl/>
        </w:rPr>
        <w:t xml:space="preserve"> تو جو</w:t>
      </w:r>
      <w:r w:rsidR="00816B77" w:rsidRPr="00816B77">
        <w:rPr>
          <w:rtl/>
          <w:lang w:bidi="ur-PK"/>
        </w:rPr>
        <w:t>ا</w:t>
      </w:r>
      <w:r>
        <w:rPr>
          <w:rtl/>
        </w:rPr>
        <w:t>ب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ن برد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مددگ</w:t>
      </w:r>
      <w:r w:rsidR="00816B77" w:rsidRPr="00816B77">
        <w:rPr>
          <w:rtl/>
          <w:lang w:bidi="ur-PK"/>
        </w:rPr>
        <w:t>ا</w:t>
      </w:r>
      <w:r>
        <w:rPr>
          <w:rtl/>
        </w:rPr>
        <w:t>ر پ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طرح 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طم</w:t>
      </w:r>
      <w:r w:rsidR="008D6D4F" w:rsidRPr="008D6D4F">
        <w:rPr>
          <w:rFonts w:hint="cs"/>
          <w:rtl/>
          <w:lang w:bidi="ur-PK"/>
        </w:rPr>
        <w:t>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نے بھ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ی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جو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ب د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عل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کو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 شو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 پ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اا</w:t>
      </w:r>
      <w:r w:rsidRPr="00E67D25">
        <w:rPr>
          <w:rFonts w:hint="cs"/>
          <w:rtl/>
        </w:rPr>
        <w:t>س کے بعد رسول گر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نے دع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لل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!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دونو</w:t>
      </w:r>
      <w:r>
        <w:rPr>
          <w:rFonts w:hint="eastAsia"/>
          <w:rtl/>
        </w:rPr>
        <w:t>ں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مور کو 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ک دوسرے کے مو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فق قر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ر دے،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دونوں کے دلوں 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لفت پ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کر،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ن  کو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دوں کو جنت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لنع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م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رث قر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 دے،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 دونوں کو پ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ک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ط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ب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 عط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کر،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ذر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ت پ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ک  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 برکت 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زل کرے،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ن کو 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دے  جو 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رے حکم </w:t>
      </w:r>
      <w:r>
        <w:rPr>
          <w:rFonts w:hint="eastAsia"/>
          <w:rtl/>
        </w:rPr>
        <w:t>کے</w:t>
      </w:r>
      <w:r>
        <w:rPr>
          <w:rtl/>
        </w:rPr>
        <w:t xml:space="preserve"> مط</w:t>
      </w:r>
      <w:r w:rsidR="00816B77" w:rsidRPr="00816B77">
        <w:rPr>
          <w:rtl/>
          <w:lang w:bidi="ur-PK"/>
        </w:rPr>
        <w:t>ا</w:t>
      </w:r>
      <w:r>
        <w:rPr>
          <w:rtl/>
        </w:rPr>
        <w:t>بق 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 بندگ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طرف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د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ت پ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</w:t>
      </w:r>
      <w:r w:rsidR="009B349E" w:rsidRPr="009B349E">
        <w:rPr>
          <w:rFonts w:hint="cs"/>
          <w:rtl/>
          <w:lang w:bidi="ur-PK"/>
        </w:rPr>
        <w:t>ی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لوگ 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رض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ت کے مط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بق حکم کر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 پھر فرم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: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ے 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طم</w:t>
      </w:r>
      <w:r w:rsidR="008D6D4F" w:rsidRPr="008D6D4F">
        <w:rPr>
          <w:rFonts w:hint="cs"/>
          <w:rtl/>
          <w:lang w:bidi="ur-PK"/>
        </w:rPr>
        <w:t>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تع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تجھے جز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ئے خ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ر دے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جب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تو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بھ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کلثوم </w:t>
      </w:r>
      <w:r w:rsidR="008D6D4F" w:rsidRPr="008D6D4F">
        <w:rPr>
          <w:rtl/>
          <w:lang w:bidi="ur-PK"/>
        </w:rPr>
        <w:t>(ع)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ہےہم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 عل</w:t>
      </w:r>
      <w:r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کرکے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شرے کو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لح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تو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مقصدکے لئے ہم پر 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زم ہے کہ ہم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کو </w:t>
      </w:r>
      <w:r w:rsidR="00816B77" w:rsidRPr="00816B77">
        <w:rPr>
          <w:rtl/>
          <w:lang w:bidi="ur-PK"/>
        </w:rPr>
        <w:t>ا</w:t>
      </w:r>
      <w:r>
        <w:rPr>
          <w:rtl/>
        </w:rPr>
        <w:t>صول وفروع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مذہب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ت ورسوم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ز، روزہ، </w:t>
      </w:r>
      <w:r w:rsidR="00816B77" w:rsidRPr="00816B77">
        <w:rPr>
          <w:rtl/>
          <w:lang w:bidi="ur-PK"/>
        </w:rPr>
        <w:t>ا</w:t>
      </w:r>
      <w:r>
        <w:rPr>
          <w:rtl/>
        </w:rPr>
        <w:t>نف</w:t>
      </w:r>
      <w:r w:rsidR="00816B77" w:rsidRPr="00816B77">
        <w:rPr>
          <w:rtl/>
          <w:lang w:bidi="ur-PK"/>
        </w:rPr>
        <w:t>ا</w:t>
      </w:r>
      <w:r>
        <w:rPr>
          <w:rtl/>
        </w:rPr>
        <w:t>ق، تل</w:t>
      </w:r>
      <w:r w:rsidR="00816B77" w:rsidRPr="00816B77">
        <w:rPr>
          <w:rtl/>
          <w:lang w:bidi="ur-PK"/>
        </w:rPr>
        <w:t>ا</w:t>
      </w:r>
      <w:r>
        <w:rPr>
          <w:rtl/>
        </w:rPr>
        <w:t>وت، نم</w:t>
      </w:r>
      <w:r w:rsidR="00816B77" w:rsidRPr="00816B77">
        <w:rPr>
          <w:rtl/>
          <w:lang w:bidi="ur-PK"/>
        </w:rPr>
        <w:t>ا</w:t>
      </w:r>
      <w:r>
        <w:rPr>
          <w:rtl/>
        </w:rPr>
        <w:t>ز جم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مذہب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 w:rsidR="00816B77" w:rsidRPr="00816B77">
        <w:rPr>
          <w:rtl/>
          <w:lang w:bidi="ur-PK"/>
        </w:rPr>
        <w:t>ا</w:t>
      </w:r>
      <w:r>
        <w:rPr>
          <w:rtl/>
        </w:rPr>
        <w:t>سم، جلسے جلوس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</w:t>
      </w:r>
      <w:r>
        <w:rPr>
          <w:rFonts w:hint="eastAsia"/>
          <w:rtl/>
        </w:rPr>
        <w:t>کرنے</w:t>
      </w:r>
      <w:r>
        <w:rPr>
          <w:rtl/>
        </w:rPr>
        <w:t xml:space="preserve"> پر ت</w:t>
      </w:r>
      <w:r w:rsidR="00816B77" w:rsidRPr="00816B77">
        <w:rPr>
          <w:rtl/>
          <w:lang w:bidi="ur-PK"/>
        </w:rPr>
        <w:t>ا</w:t>
      </w:r>
      <w:r>
        <w:rPr>
          <w:rtl/>
        </w:rPr>
        <w:t>ٔک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816B77" w:rsidP="00460D1B">
      <w:pPr>
        <w:pStyle w:val="Heading1"/>
        <w:rPr>
          <w:rtl/>
        </w:rPr>
      </w:pPr>
      <w:bookmarkStart w:id="100" w:name="_Toc393190525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نت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bookmarkEnd w:id="100"/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کے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و دولت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سر</w:t>
      </w:r>
      <w:r w:rsidR="00816B77" w:rsidRPr="00816B77">
        <w:rPr>
          <w:rtl/>
          <w:lang w:bidi="ur-PK"/>
        </w:rPr>
        <w:t>ا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 کو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خرت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چ</w:t>
      </w:r>
      <w:r w:rsidR="00816B77" w:rsidRPr="00816B77">
        <w:rPr>
          <w:rtl/>
          <w:lang w:bidi="ur-PK"/>
        </w:rPr>
        <w:t>ا</w:t>
      </w:r>
      <w:r>
        <w:rPr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ہوں: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60D1B" w:rsidRPr="00460D1B">
        <w:rPr>
          <w:rtl/>
        </w:rPr>
        <w:t xml:space="preserve"> بح</w:t>
      </w:r>
      <w:r w:rsidR="00816B77" w:rsidRPr="00816B77">
        <w:rPr>
          <w:rtl/>
        </w:rPr>
        <w:t>ا</w:t>
      </w:r>
      <w:r w:rsidR="00460D1B" w:rsidRPr="00460D1B">
        <w:rPr>
          <w:rtl/>
        </w:rPr>
        <w:t>ر، ج</w:t>
      </w:r>
      <w:r w:rsidR="00C15B30" w:rsidRPr="00C15B30">
        <w:rPr>
          <w:rFonts w:hint="cs"/>
          <w:rtl/>
        </w:rPr>
        <w:t>43</w:t>
      </w:r>
      <w:r w:rsidR="00460D1B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117</w:t>
      </w:r>
    </w:p>
    <w:p w:rsidR="007C2519" w:rsidRPr="00460D1B" w:rsidRDefault="007C2519" w:rsidP="00A60F54">
      <w:pPr>
        <w:pStyle w:val="libPoemTini"/>
        <w:rPr>
          <w:rtl/>
        </w:rPr>
      </w:pPr>
      <w:r w:rsidRPr="00460D1B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1.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جو ذکر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2.</w:t>
      </w:r>
      <w:r>
        <w:rPr>
          <w:rtl/>
        </w:rPr>
        <w:tab/>
        <w:t>قلب خ</w:t>
      </w:r>
      <w:r w:rsidR="00816B77" w:rsidRPr="00816B77">
        <w:rPr>
          <w:rtl/>
          <w:lang w:bidi="ur-PK"/>
        </w:rPr>
        <w:t>ا</w:t>
      </w:r>
      <w:r>
        <w:rPr>
          <w:rtl/>
        </w:rPr>
        <w:t>شع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متوجہ ہو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3.</w:t>
      </w:r>
      <w:r>
        <w:rPr>
          <w:rtl/>
        </w:rPr>
        <w:tab/>
        <w:t xml:space="preserve"> صبور بدن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موقع پر صبر و </w:t>
      </w:r>
      <w:r w:rsidR="00816B77" w:rsidRPr="00816B77">
        <w:rPr>
          <w:rtl/>
          <w:lang w:bidi="ur-PK"/>
        </w:rPr>
        <w:t>ا</w:t>
      </w:r>
      <w:r>
        <w:rPr>
          <w:rtl/>
        </w:rPr>
        <w:t>ستق</w:t>
      </w:r>
      <w:r w:rsidR="00816B77" w:rsidRPr="00816B77">
        <w:rPr>
          <w:rtl/>
          <w:lang w:bidi="ur-PK"/>
        </w:rPr>
        <w:t>ا</w:t>
      </w:r>
      <w:r>
        <w:rPr>
          <w:rtl/>
        </w:rPr>
        <w:t>مت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مظ</w:t>
      </w:r>
      <w:r w:rsidR="00816B77" w:rsidRPr="00816B77">
        <w:rPr>
          <w:rtl/>
          <w:lang w:bidi="ur-PK"/>
        </w:rPr>
        <w:t>ا</w:t>
      </w:r>
      <w:r>
        <w:rPr>
          <w:rtl/>
        </w:rPr>
        <w:t>ہرہ کرے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4.</w:t>
      </w:r>
      <w:r>
        <w:rPr>
          <w:rtl/>
        </w:rPr>
        <w:tab/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س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F4194C">
      <w:pPr>
        <w:pStyle w:val="libArabic"/>
        <w:rPr>
          <w:rtl/>
        </w:rPr>
      </w:pPr>
      <w:r>
        <w:rPr>
          <w:rFonts w:hint="eastAsia"/>
          <w:rtl/>
        </w:rPr>
        <w:t>مَ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طِ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حَدٌ شَ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ئ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خَ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رٌ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مِنِ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ةٍ 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لِحَةٍ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رَ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سَرَّت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 xml:space="preserve">ُ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سَمَ عَلَ</w:t>
      </w:r>
      <w:r w:rsidRPr="00CD0F9A">
        <w:rPr>
          <w:rFonts w:hint="cs"/>
          <w:rtl/>
        </w:rPr>
        <w:t>يْه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بَرَّت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 xml:space="preserve">ُ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غَ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 عَن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حَفِظَت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ُ 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نَف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</w:t>
      </w:r>
      <w:r w:rsidRPr="00CD0F9A">
        <w:rPr>
          <w:rFonts w:hint="cs"/>
          <w:rtl/>
        </w:rPr>
        <w:t>ه‏</w:t>
      </w:r>
    </w:p>
    <w:p w:rsidR="005A2492" w:rsidRDefault="00816B77" w:rsidP="007C2519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عفت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جسے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کر شوہر خوش ہو </w:t>
      </w:r>
      <w:r w:rsidRPr="00816B77">
        <w:rPr>
          <w:rtl/>
          <w:lang w:bidi="ur-PK"/>
        </w:rPr>
        <w:t>ا</w:t>
      </w:r>
      <w:r w:rsidR="005A2492">
        <w:rPr>
          <w:rtl/>
        </w:rPr>
        <w:t>ور جب وہ کہ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چل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ل و دولت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حف</w:t>
      </w:r>
      <w:r w:rsidRPr="00816B77">
        <w:rPr>
          <w:rtl/>
          <w:lang w:bidi="ur-PK"/>
        </w:rPr>
        <w:t>ا</w:t>
      </w:r>
      <w:r w:rsidR="005A2492">
        <w:rPr>
          <w:rtl/>
        </w:rPr>
        <w:t>ظت کرے</w:t>
      </w:r>
      <w:r w:rsidR="007C2519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پر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نت کے طور پر پردہ ڈ</w:t>
      </w:r>
      <w:r w:rsidRPr="00816B77">
        <w:rPr>
          <w:rtl/>
          <w:lang w:bidi="ur-PK"/>
        </w:rPr>
        <w:t>ا</w:t>
      </w:r>
      <w:r w:rsidR="005A2492">
        <w:rPr>
          <w:rtl/>
        </w:rPr>
        <w:t>لے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خ</w:t>
      </w:r>
      <w:r w:rsidRPr="00816B77">
        <w:rPr>
          <w:rtl/>
          <w:lang w:bidi="ur-PK"/>
        </w:rPr>
        <w:t>ا</w:t>
      </w:r>
      <w:r w:rsidR="005A2492">
        <w:rPr>
          <w:rtl/>
        </w:rPr>
        <w:t>تون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ج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بے مورد </w:t>
      </w:r>
      <w:r w:rsidRPr="00816B77">
        <w:rPr>
          <w:rtl/>
          <w:lang w:bidi="ur-PK"/>
        </w:rPr>
        <w:t>ا</w:t>
      </w:r>
      <w:r w:rsidR="005A2492">
        <w:rPr>
          <w:rtl/>
        </w:rPr>
        <w:t>ور فضول خرچ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</w:t>
      </w:r>
      <w:r w:rsidR="005A2492">
        <w:rPr>
          <w:rFonts w:hint="cs"/>
          <w:rtl/>
        </w:rPr>
        <w:t>ی</w:t>
      </w:r>
      <w:r w:rsidR="005A2492">
        <w:rPr>
          <w:rtl/>
        </w:rPr>
        <w:t>بلکہ وہ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وس</w:t>
      </w:r>
      <w:r w:rsidRPr="00816B77">
        <w:rPr>
          <w:rtl/>
          <w:lang w:bidi="ur-PK"/>
        </w:rPr>
        <w:t>ا</w:t>
      </w:r>
      <w:r w:rsidR="005A2492">
        <w:rPr>
          <w:rtl/>
        </w:rPr>
        <w:t>ئل کو بڑ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دقّت سے خرچ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ہےکھ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tl/>
        </w:rPr>
        <w:t>ور کھل</w:t>
      </w:r>
      <w:r w:rsidRPr="00816B77">
        <w:rPr>
          <w:rtl/>
          <w:lang w:bidi="ur-PK"/>
        </w:rPr>
        <w:t>ا</w:t>
      </w:r>
      <w:r w:rsidR="005A2492">
        <w:rPr>
          <w:rtl/>
        </w:rPr>
        <w:t>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فضول خرچ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پرہ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نت د</w:t>
      </w:r>
      <w:r w:rsidRPr="00816B77">
        <w:rPr>
          <w:rtl/>
          <w:lang w:bidi="ur-PK"/>
        </w:rPr>
        <w:t>ا</w:t>
      </w:r>
      <w:r w:rsidR="005A2492">
        <w:rPr>
          <w:rtl/>
        </w:rPr>
        <w:t>ر خ</w:t>
      </w:r>
      <w:r w:rsidRPr="00816B77">
        <w:rPr>
          <w:rtl/>
          <w:lang w:bidi="ur-PK"/>
        </w:rPr>
        <w:t>ا</w:t>
      </w:r>
      <w:r w:rsidR="005A2492">
        <w:rPr>
          <w:rtl/>
        </w:rPr>
        <w:t>تون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جس ن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نت د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مث</w:t>
      </w:r>
      <w:r w:rsidRPr="00816B77">
        <w:rPr>
          <w:rtl/>
          <w:lang w:bidi="ur-PK"/>
        </w:rPr>
        <w:t>ا</w:t>
      </w:r>
      <w:r w:rsidR="005A2492">
        <w:rPr>
          <w:rtl/>
        </w:rPr>
        <w:t>ل ق</w:t>
      </w:r>
      <w:r w:rsidRPr="00816B77">
        <w:rPr>
          <w:rtl/>
          <w:lang w:bidi="ur-PK"/>
        </w:rPr>
        <w:t>ا</w:t>
      </w:r>
      <w:r w:rsidR="005A2492">
        <w:rPr>
          <w:rtl/>
        </w:rPr>
        <w:t>ئم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: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صمع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شخص کہت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مہ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جس سے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خوبصورت خ</w:t>
      </w:r>
      <w:r w:rsidRPr="00816B77">
        <w:rPr>
          <w:rtl/>
          <w:lang w:bidi="ur-PK"/>
        </w:rPr>
        <w:t>ا</w:t>
      </w:r>
      <w:r w:rsidR="005A2492">
        <w:rPr>
          <w:rtl/>
        </w:rPr>
        <w:t>تون نکل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گو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وہ چ</w:t>
      </w:r>
      <w:r w:rsidRPr="00816B77">
        <w:rPr>
          <w:rtl/>
          <w:lang w:bidi="ur-PK"/>
        </w:rPr>
        <w:t>ا</w:t>
      </w:r>
      <w:r w:rsidR="005A2492">
        <w:rPr>
          <w:rtl/>
        </w:rPr>
        <w:t>ند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ٹکڑ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>، مہم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رسم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کرتے ہوئے مجھے خوش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کہ</w:t>
      </w:r>
      <w:r w:rsidRPr="00816B77">
        <w:rPr>
          <w:rtl/>
          <w:lang w:bidi="ur-PK"/>
        </w:rPr>
        <w:t>ا</w:t>
      </w:r>
      <w:r w:rsidR="005A2492">
        <w:rPr>
          <w:rtl/>
        </w:rPr>
        <w:t>،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گھوڑے سے </w:t>
      </w:r>
      <w:r w:rsidRPr="00816B77">
        <w:rPr>
          <w:rtl/>
          <w:lang w:bidi="ur-PK"/>
        </w:rPr>
        <w:t>ا</w:t>
      </w:r>
      <w:r w:rsidR="005A2492">
        <w:rPr>
          <w:rtl/>
        </w:rPr>
        <w:t>تر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گل</w:t>
      </w:r>
      <w:r w:rsidRPr="00816B77">
        <w:rPr>
          <w:rtl/>
          <w:lang w:bidi="ur-PK"/>
        </w:rPr>
        <w:t>ا</w:t>
      </w:r>
      <w:r w:rsidR="005A2492">
        <w:rPr>
          <w:rtl/>
        </w:rPr>
        <w:t>س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م</w:t>
      </w:r>
      <w:r w:rsidRPr="00816B77">
        <w:rPr>
          <w:rtl/>
          <w:lang w:bidi="ur-PK"/>
        </w:rPr>
        <w:t>ا</w:t>
      </w:r>
      <w:r w:rsidR="005A2492">
        <w:rPr>
          <w:rtl/>
        </w:rPr>
        <w:t>نگ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نے مجھ سے کہ</w:t>
      </w:r>
      <w:r w:rsidRPr="00816B77">
        <w:rPr>
          <w:rtl/>
          <w:lang w:bidi="ur-PK"/>
        </w:rPr>
        <w:t>ا</w:t>
      </w:r>
      <w:r w:rsidR="005A2492">
        <w:rPr>
          <w:rtl/>
        </w:rPr>
        <w:t>: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زت</w:t>
      </w:r>
      <w:r w:rsidR="005A2492">
        <w:rPr>
          <w:rtl/>
        </w:rPr>
        <w:t xml:space="preserve"> کے بغ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سکت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کے بغ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زوں</w:t>
      </w:r>
      <w:r w:rsidR="005A2492">
        <w:rPr>
          <w:rtl/>
        </w:rPr>
        <w:t xml:space="preserve"> کو ہ</w:t>
      </w:r>
      <w:r w:rsidRPr="00816B77">
        <w:rPr>
          <w:rtl/>
          <w:lang w:bidi="ur-PK"/>
        </w:rPr>
        <w:t>ا</w:t>
      </w:r>
      <w:r w:rsidR="005A2492">
        <w:rPr>
          <w:rtl/>
        </w:rPr>
        <w:t>تھ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لگ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سے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نگ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مہم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لئے مہم</w:t>
      </w:r>
      <w:r w:rsidRPr="00816B77">
        <w:rPr>
          <w:rtl/>
          <w:lang w:bidi="ur-PK"/>
        </w:rPr>
        <w:t>ا</w:t>
      </w:r>
      <w:r w:rsidR="005A2492">
        <w:rPr>
          <w:rtl/>
        </w:rPr>
        <w:t>ن نو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کروںہ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لئے بقدر ضرورت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م</w:t>
      </w:r>
      <w:r w:rsidRPr="00816B77">
        <w:rPr>
          <w:rtl/>
          <w:lang w:bidi="ur-PK"/>
        </w:rPr>
        <w:t>ا</w:t>
      </w:r>
      <w:r w:rsidR="005A2492">
        <w:rPr>
          <w:rtl/>
        </w:rPr>
        <w:t>نگ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خود 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حصہ 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ہوں ورنہ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حصّہ تمہ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ضرور پل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>ہ</w:t>
      </w:r>
      <w:r w:rsidRPr="00816B77">
        <w:rPr>
          <w:rtl/>
          <w:lang w:bidi="ur-PK"/>
        </w:rPr>
        <w:t>ا</w:t>
      </w:r>
      <w:r w:rsidR="005A2492">
        <w:rPr>
          <w:rtl/>
        </w:rPr>
        <w:t>ں دودھ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شربت ہے جو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غذ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وہ تمہ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دوں گ</w:t>
      </w:r>
      <w:r w:rsidR="005A2492">
        <w:rPr>
          <w:rFonts w:hint="cs"/>
          <w:rtl/>
        </w:rPr>
        <w:t>یی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کہہ کر دودھ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برتن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منے رکھ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C2519" w:rsidRDefault="007C2519" w:rsidP="00460D1B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60D1B" w:rsidRPr="00460D1B">
        <w:rPr>
          <w:rtl/>
        </w:rPr>
        <w:t xml:space="preserve"> </w:t>
      </w:r>
      <w:r w:rsidR="00DB2203" w:rsidRPr="00CA357C">
        <w:rPr>
          <w:rStyle w:val="libFootNoteArabicChar"/>
          <w:rtl/>
        </w:rPr>
        <w:t>ک</w:t>
      </w:r>
      <w:r w:rsidR="00CF3D62" w:rsidRPr="00CF3D62">
        <w:rPr>
          <w:rStyle w:val="libFootNoteArabicChar"/>
          <w:rtl/>
          <w:lang w:bidi="ar-SA"/>
        </w:rPr>
        <w:t>ا</w:t>
      </w:r>
      <w:r w:rsidR="00DB2203" w:rsidRPr="00CA357C">
        <w:rPr>
          <w:rStyle w:val="libFootNoteArabicChar"/>
          <w:rtl/>
        </w:rPr>
        <w:t xml:space="preserve">فی </w:t>
      </w:r>
      <w:r w:rsidR="00460D1B" w:rsidRPr="00885B05">
        <w:rPr>
          <w:rStyle w:val="libFootNoteArabicChar"/>
          <w:rFonts w:hint="eastAsia"/>
          <w:rtl/>
        </w:rPr>
        <w:t>،ج</w:t>
      </w:r>
      <w:r w:rsidR="00460D1B" w:rsidRPr="00885B05">
        <w:rPr>
          <w:rStyle w:val="libFootNoteArabicChar"/>
          <w:rtl/>
        </w:rPr>
        <w:t xml:space="preserve"> ۵ ،ص </w:t>
      </w:r>
      <w:r w:rsidR="00C15B30" w:rsidRPr="00885B05">
        <w:rPr>
          <w:rStyle w:val="libFootNoteArabicChar"/>
          <w:rFonts w:hint="cs"/>
          <w:rtl/>
        </w:rPr>
        <w:t>327</w:t>
      </w:r>
      <w:r w:rsidR="00460D1B" w:rsidRPr="00885B05">
        <w:rPr>
          <w:rStyle w:val="libFootNoteArabicChar"/>
          <w:rFonts w:hint="cs"/>
          <w:rtl/>
        </w:rPr>
        <w:t xml:space="preserve">  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>رش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 xml:space="preserve">د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 xml:space="preserve">لقلوب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>ل</w:t>
      </w:r>
      <w:r w:rsidR="009B349E" w:rsidRPr="009B349E">
        <w:rPr>
          <w:rStyle w:val="libFootNoteArabicChar"/>
          <w:rFonts w:hint="cs"/>
          <w:rtl/>
        </w:rPr>
        <w:t>ی</w:t>
      </w:r>
      <w:r w:rsidR="00460D1B" w:rsidRPr="00885B05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>لصو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85B05">
        <w:rPr>
          <w:rStyle w:val="libFootNoteArabicChar"/>
          <w:rFonts w:hint="cs"/>
          <w:rtl/>
        </w:rPr>
        <w:t>ب ،ج‏1،ص183</w:t>
      </w:r>
    </w:p>
    <w:p w:rsidR="007C2519" w:rsidRDefault="007C2519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7C2519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صمع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خ</w:t>
      </w:r>
      <w:r w:rsidR="00816B77" w:rsidRPr="00816B77">
        <w:rPr>
          <w:rtl/>
          <w:lang w:bidi="ur-PK"/>
        </w:rPr>
        <w:t>ا</w:t>
      </w:r>
      <w:r>
        <w:rPr>
          <w:rtl/>
        </w:rPr>
        <w:t>تون ک</w:t>
      </w:r>
      <w:r>
        <w:rPr>
          <w:rFonts w:hint="cs"/>
          <w:rtl/>
        </w:rPr>
        <w:t>ی</w:t>
      </w:r>
      <w:r>
        <w:rPr>
          <w:rtl/>
        </w:rPr>
        <w:t xml:space="preserve"> عقل مند،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مدلل ب</w:t>
      </w:r>
      <w:r w:rsidR="00816B77" w:rsidRPr="00816B77">
        <w:rPr>
          <w:rtl/>
          <w:lang w:bidi="ur-PK"/>
        </w:rPr>
        <w:t>ا</w:t>
      </w:r>
      <w:r>
        <w:rPr>
          <w:rtl/>
        </w:rPr>
        <w:t>توں کو سن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ہ</w:t>
      </w:r>
      <w:r>
        <w:rPr>
          <w:rtl/>
        </w:rPr>
        <w:t xml:space="preserve"> چہرے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</w:t>
      </w:r>
      <w:r w:rsidR="00816B77" w:rsidRPr="00816B77">
        <w:rPr>
          <w:rtl/>
          <w:lang w:bidi="ur-PK"/>
        </w:rPr>
        <w:t>ا</w:t>
      </w:r>
      <w:r>
        <w:rPr>
          <w:rtl/>
        </w:rPr>
        <w:t>ں پہنچ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مجھے خوش </w:t>
      </w:r>
      <w:r w:rsidR="00816B77" w:rsidRPr="00816B77">
        <w:rPr>
          <w:rtl/>
          <w:lang w:bidi="ur-PK"/>
        </w:rPr>
        <w:t>ا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طرف دوڑ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ے 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طرح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خدمت کرنے لگ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لونڈ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دوسرے دن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 w:rsidR="00816B77" w:rsidRPr="00816B77">
        <w:rPr>
          <w:rtl/>
          <w:lang w:bidi="ur-PK"/>
        </w:rPr>
        <w:t>ا</w:t>
      </w:r>
      <w:r>
        <w:rPr>
          <w:rtl/>
        </w:rPr>
        <w:t>ں سے نکلنے لگ</w:t>
      </w:r>
      <w:r w:rsidR="00816B77" w:rsidRPr="00816B77">
        <w:rPr>
          <w:rtl/>
          <w:lang w:bidi="ur-PK"/>
        </w:rPr>
        <w:t>ا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س عورت سے کہ</w:t>
      </w:r>
      <w:r w:rsidR="00816B77" w:rsidRPr="00816B77">
        <w:rPr>
          <w:rtl/>
          <w:lang w:bidi="ur-PK"/>
        </w:rPr>
        <w:t>ا</w:t>
      </w:r>
      <w:r>
        <w:rPr>
          <w:rtl/>
        </w:rPr>
        <w:t>: بڑ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بد شکل شوہر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گز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کرےتو </w:t>
      </w:r>
      <w:r w:rsidR="00816B77" w:rsidRPr="00816B77">
        <w:rPr>
          <w:rtl/>
          <w:lang w:bidi="ur-PK"/>
        </w:rPr>
        <w:t>ا</w:t>
      </w:r>
      <w:r>
        <w:rPr>
          <w:rtl/>
        </w:rPr>
        <w:t>س خ</w:t>
      </w:r>
      <w:r w:rsidR="00816B77" w:rsidRPr="00816B77">
        <w:rPr>
          <w:rtl/>
          <w:lang w:bidi="ur-PK"/>
        </w:rPr>
        <w:t>ا</w:t>
      </w:r>
      <w:r>
        <w:rPr>
          <w:rtl/>
        </w:rPr>
        <w:t>تون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کے دو حصّہ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صبر ہے دوسر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حصہ شکر ہے،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مجھے خوبصورت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کرت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شوہر جو بدشکل ہے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کرت</w:t>
      </w:r>
      <w:r>
        <w:rPr>
          <w:rFonts w:hint="cs"/>
          <w:rtl/>
        </w:rPr>
        <w:t>ی</w:t>
      </w:r>
      <w:r>
        <w:rPr>
          <w:rtl/>
        </w:rPr>
        <w:t xml:space="preserve"> ہوں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لم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محفوظ رہے</w:t>
      </w:r>
      <w:r w:rsidR="00816B77" w:rsidRPr="00816B77">
        <w:rPr>
          <w:rtl/>
          <w:lang w:bidi="ur-PK"/>
        </w:rPr>
        <w:t>ا</w:t>
      </w:r>
      <w:r>
        <w:rPr>
          <w:rtl/>
        </w:rPr>
        <w:t>صمع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 خ</w:t>
      </w:r>
      <w:r w:rsidR="00816B77" w:rsidRPr="00816B77">
        <w:rPr>
          <w:rtl/>
          <w:lang w:bidi="ur-PK"/>
        </w:rPr>
        <w:t>ا</w:t>
      </w:r>
      <w:r>
        <w:rPr>
          <w:rtl/>
        </w:rPr>
        <w:t>تون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مدلل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توں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مت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ٔثر ہو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عفّت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پ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بڑھ کر کس</w:t>
      </w:r>
      <w:r>
        <w:rPr>
          <w:rFonts w:hint="cs"/>
          <w:rtl/>
        </w:rPr>
        <w:t>ی</w:t>
      </w:r>
      <w:r>
        <w:rPr>
          <w:rtl/>
        </w:rPr>
        <w:t xml:space="preserve"> عورت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 w:rsidR="007C2519" w:rsidRPr="007741D8">
        <w:rPr>
          <w:rStyle w:val="libFootnotenumChar"/>
          <w:rFonts w:hint="cs"/>
          <w:rtl/>
        </w:rPr>
        <w:t>(1)</w:t>
      </w:r>
    </w:p>
    <w:p w:rsidR="005A2492" w:rsidRDefault="005A2492" w:rsidP="00460D1B">
      <w:pPr>
        <w:pStyle w:val="Heading1"/>
        <w:rPr>
          <w:rtl/>
        </w:rPr>
      </w:pPr>
      <w:bookmarkStart w:id="101" w:name="_Toc393190526"/>
      <w:r>
        <w:rPr>
          <w:rFonts w:hint="eastAsia"/>
          <w:rtl/>
        </w:rPr>
        <w:t>قن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عت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bookmarkEnd w:id="101"/>
    </w:p>
    <w:p w:rsidR="005A2492" w:rsidRDefault="005A2492" w:rsidP="007C2519">
      <w:pPr>
        <w:pStyle w:val="libArabic"/>
        <w:rPr>
          <w:rtl/>
        </w:rPr>
      </w:pPr>
      <w:r>
        <w:rPr>
          <w:rFonts w:hint="eastAsia"/>
          <w:rtl/>
        </w:rPr>
        <w:t>عَنِ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لصَّ</w:t>
      </w:r>
      <w:r w:rsidR="00CF3D62" w:rsidRPr="00CF3D62">
        <w:rPr>
          <w:rtl/>
        </w:rPr>
        <w:t>ا</w:t>
      </w:r>
      <w:r>
        <w:rPr>
          <w:rtl/>
        </w:rPr>
        <w:t>دِقِ عَن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حُس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نُ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بِش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رِ لِلنَّ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سِ نِص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فُ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عَق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لِ-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لتَّق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دِ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رُ</w:t>
      </w:r>
      <w:r>
        <w:rPr>
          <w:rtl/>
        </w:rPr>
        <w:t xml:space="preserve"> نِص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فُ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مَعِ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شَةِ-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لمَر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لِحَةُ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حَدُ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سِبَ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</w:t>
      </w:r>
      <w:r w:rsidRPr="00C15B30">
        <w:rPr>
          <w:rFonts w:hint="cs"/>
          <w:rtl/>
        </w:rPr>
        <w:t xml:space="preserve"> </w:t>
      </w:r>
      <w:r w:rsidR="007C2519" w:rsidRPr="007741D8">
        <w:rPr>
          <w:rStyle w:val="libFootnotenumChar"/>
          <w:rFonts w:hint="cs"/>
          <w:rtl/>
        </w:rPr>
        <w:t>(2)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 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ء و </w:t>
      </w:r>
      <w:r w:rsidRPr="00816B77">
        <w:rPr>
          <w:rtl/>
          <w:lang w:bidi="ur-PK"/>
        </w:rPr>
        <w:t>ا</w:t>
      </w:r>
      <w:r w:rsidR="005A2492">
        <w:rPr>
          <w:rtl/>
        </w:rPr>
        <w:t>جد</w:t>
      </w:r>
      <w:r w:rsidRPr="00816B77">
        <w:rPr>
          <w:rtl/>
          <w:lang w:bidi="ur-PK"/>
        </w:rPr>
        <w:t>ا</w:t>
      </w:r>
      <w:r w:rsidR="005A2492">
        <w:rPr>
          <w:rtl/>
        </w:rPr>
        <w:t>د سے رو</w:t>
      </w:r>
      <w:r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ت  فرم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تے 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 ک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خوش خلق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چ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رے پر مسکر</w:t>
      </w:r>
      <w:r w:rsidRPr="00E67D25">
        <w:rPr>
          <w:rFonts w:hint="cs"/>
          <w:rtl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ٹ نصف عقل 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مدن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خرچ م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 مط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بقت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دھ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مع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شت 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ش</w:t>
      </w:r>
      <w:r w:rsidRPr="00816B77">
        <w:rPr>
          <w:rtl/>
          <w:lang w:bidi="ur-PK"/>
        </w:rPr>
        <w:t>ا</w:t>
      </w:r>
      <w:r w:rsidR="005A2492">
        <w:rPr>
          <w:rtl/>
        </w:rPr>
        <w:t>ئستہ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کم</w:t>
      </w:r>
      <w:r w:rsidRPr="00816B77">
        <w:rPr>
          <w:rtl/>
          <w:lang w:bidi="ur-PK"/>
        </w:rPr>
        <w:t>ا</w:t>
      </w:r>
      <w:r w:rsidR="005A2492">
        <w:rPr>
          <w:rtl/>
        </w:rPr>
        <w:t>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ہے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عورتوں کے وظ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ئف </w:t>
      </w:r>
      <w:r w:rsidRPr="00816B77">
        <w:rPr>
          <w:rtl/>
          <w:lang w:bidi="ur-PK"/>
        </w:rPr>
        <w:t>ا</w:t>
      </w:r>
      <w:r w:rsidR="005A2492">
        <w:rPr>
          <w:rtl/>
        </w:rPr>
        <w:t>ور ذمہ د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ذمہ د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ہش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ئش</w:t>
      </w:r>
      <w:r w:rsidRPr="00816B77">
        <w:rPr>
          <w:rtl/>
          <w:lang w:bidi="ur-PK"/>
        </w:rPr>
        <w:t>ا</w:t>
      </w:r>
      <w:r w:rsidR="005A2492">
        <w:rPr>
          <w:rtl/>
        </w:rPr>
        <w:t>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تعد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مدن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خرچ کرنے سے گر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کرے</w:t>
      </w:r>
    </w:p>
    <w:p w:rsidR="005A2492" w:rsidRPr="00C15B30" w:rsidRDefault="005A2492" w:rsidP="007C2519">
      <w:pPr>
        <w:pStyle w:val="libArabic"/>
        <w:rPr>
          <w:rtl/>
        </w:rPr>
      </w:pPr>
      <w:r>
        <w:rPr>
          <w:rFonts w:hint="eastAsia"/>
          <w:rtl/>
        </w:rPr>
        <w:t>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لنَّبِ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ُّ 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ةٍ لَم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تَر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فُق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بِزَو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حَمَلَت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ُ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مَ</w:t>
      </w:r>
      <w:r w:rsidR="00CF3D62" w:rsidRPr="00CF3D62">
        <w:rPr>
          <w:rtl/>
        </w:rPr>
        <w:t>ا</w:t>
      </w:r>
      <w:r>
        <w:rPr>
          <w:rtl/>
        </w:rPr>
        <w:t xml:space="preserve"> لَ</w:t>
      </w:r>
      <w:r w:rsidR="00CF3D62" w:rsidRPr="00CF3D62">
        <w:rPr>
          <w:rtl/>
        </w:rPr>
        <w:t>ا</w:t>
      </w:r>
      <w:r>
        <w:rPr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َق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دِرُ عَلَ</w:t>
      </w:r>
      <w:r w:rsidRPr="00CD0F9A">
        <w:rPr>
          <w:rFonts w:hint="cs"/>
          <w:rtl/>
        </w:rPr>
        <w:t>يْه</w:t>
      </w:r>
      <w:r>
        <w:rPr>
          <w:rFonts w:hint="cs"/>
          <w:rtl/>
        </w:rPr>
        <w:t>ِ وَ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ُطِ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قُ لَم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تُق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بَل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حَسَنَةٌ وَ تَل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قَ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َ وَ 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ُوَ عَلَ</w:t>
      </w:r>
      <w:r w:rsidRPr="00CD0F9A">
        <w:rPr>
          <w:rFonts w:hint="cs"/>
          <w:rtl/>
        </w:rPr>
        <w:t>يْه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غَض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="007C2519" w:rsidRPr="007741D8">
        <w:rPr>
          <w:rStyle w:val="libFootnotenumChar"/>
          <w:rFonts w:hint="cs"/>
          <w:rtl/>
        </w:rPr>
        <w:t>(3)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C2519" w:rsidRDefault="007C2519" w:rsidP="009B349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60D1B">
        <w:rPr>
          <w:rtl/>
        </w:rPr>
        <w:t xml:space="preserve">  ر</w:t>
      </w:r>
      <w:r w:rsidR="00460D1B">
        <w:rPr>
          <w:rFonts w:hint="cs"/>
          <w:rtl/>
        </w:rPr>
        <w:t>ی</w:t>
      </w:r>
      <w:r w:rsidR="00816B77" w:rsidRPr="00816B77">
        <w:rPr>
          <w:rFonts w:hint="eastAsia"/>
          <w:rtl/>
        </w:rPr>
        <w:t>ا</w:t>
      </w:r>
      <w:r w:rsidR="00460D1B">
        <w:rPr>
          <w:rFonts w:hint="eastAsia"/>
          <w:rtl/>
        </w:rPr>
        <w:t>ح</w:t>
      </w:r>
      <w:r w:rsidR="00460D1B">
        <w:rPr>
          <w:rFonts w:hint="cs"/>
          <w:rtl/>
        </w:rPr>
        <w:t>ی</w:t>
      </w:r>
      <w:r w:rsidR="00460D1B">
        <w:rPr>
          <w:rFonts w:hint="eastAsia"/>
          <w:rtl/>
        </w:rPr>
        <w:t>ن</w:t>
      </w:r>
      <w:r w:rsidR="00460D1B">
        <w:rPr>
          <w:rtl/>
        </w:rPr>
        <w:t xml:space="preserve"> </w:t>
      </w:r>
      <w:r w:rsidR="00816B77" w:rsidRPr="00816B77">
        <w:rPr>
          <w:rtl/>
        </w:rPr>
        <w:t>ا</w:t>
      </w:r>
      <w:r w:rsidR="00460D1B">
        <w:rPr>
          <w:rtl/>
        </w:rPr>
        <w:t>لشر</w:t>
      </w:r>
      <w:r w:rsidR="00460D1B">
        <w:rPr>
          <w:rFonts w:hint="cs"/>
          <w:rtl/>
        </w:rPr>
        <w:t>ی</w:t>
      </w:r>
      <w:r w:rsidR="00460D1B">
        <w:rPr>
          <w:rFonts w:hint="eastAsia"/>
          <w:rtl/>
        </w:rPr>
        <w:t>عہ،ج</w:t>
      </w:r>
      <w:r w:rsidR="00C15B30" w:rsidRPr="00C15B30">
        <w:rPr>
          <w:rFonts w:hint="cs"/>
          <w:rtl/>
        </w:rPr>
        <w:t>4</w:t>
      </w:r>
      <w:r>
        <w:rPr>
          <w:rFonts w:hint="cs"/>
          <w:rtl/>
        </w:rPr>
        <w:t>(2):-</w:t>
      </w:r>
      <w:r w:rsidR="00460D1B" w:rsidRPr="00460D1B">
        <w:rPr>
          <w:rtl/>
        </w:rPr>
        <w:t xml:space="preserve"> </w:t>
      </w:r>
      <w:r w:rsidR="00460D1B">
        <w:rPr>
          <w:rtl/>
        </w:rPr>
        <w:t>بح</w:t>
      </w:r>
      <w:r w:rsidR="00816B77" w:rsidRPr="00816B77">
        <w:rPr>
          <w:rtl/>
        </w:rPr>
        <w:t>ا</w:t>
      </w:r>
      <w:r w:rsidR="00460D1B">
        <w:rPr>
          <w:rtl/>
        </w:rPr>
        <w:t xml:space="preserve">ر </w:t>
      </w:r>
      <w:r w:rsidR="00816B77" w:rsidRPr="00816B77">
        <w:rPr>
          <w:rtl/>
        </w:rPr>
        <w:t>ا</w:t>
      </w:r>
      <w:r w:rsidR="00460D1B">
        <w:rPr>
          <w:rtl/>
        </w:rPr>
        <w:t>ل</w:t>
      </w:r>
      <w:r w:rsidR="00816B77" w:rsidRPr="00816B77">
        <w:rPr>
          <w:rFonts w:hint="cs"/>
          <w:rtl/>
        </w:rPr>
        <w:t>ا</w:t>
      </w:r>
      <w:r w:rsidR="00460D1B" w:rsidRPr="00816B77">
        <w:rPr>
          <w:rFonts w:hint="cs"/>
          <w:rtl/>
        </w:rPr>
        <w:t>نو</w:t>
      </w:r>
      <w:r w:rsidR="00816B77" w:rsidRPr="00816B77">
        <w:rPr>
          <w:rFonts w:hint="cs"/>
          <w:rtl/>
        </w:rPr>
        <w:t>ا</w:t>
      </w:r>
      <w:r w:rsidR="00460D1B" w:rsidRPr="00816B77">
        <w:rPr>
          <w:rFonts w:hint="cs"/>
          <w:rtl/>
        </w:rPr>
        <w:t>ر ،</w:t>
      </w:r>
      <w:r w:rsidR="009B349E">
        <w:rPr>
          <w:rFonts w:hint="cs"/>
          <w:rtl/>
        </w:rPr>
        <w:t>ج</w:t>
      </w:r>
      <w:r w:rsidR="00460D1B" w:rsidRPr="00816B77">
        <w:rPr>
          <w:rFonts w:hint="cs"/>
          <w:rtl/>
        </w:rPr>
        <w:t>73</w:t>
      </w:r>
      <w:r w:rsidR="00816B77">
        <w:rPr>
          <w:rFonts w:hint="cs"/>
          <w:rtl/>
        </w:rPr>
        <w:t xml:space="preserve"> </w:t>
      </w:r>
      <w:r w:rsidR="00460D1B" w:rsidRPr="00816B77">
        <w:rPr>
          <w:rFonts w:hint="cs"/>
          <w:rtl/>
        </w:rPr>
        <w:t xml:space="preserve"> ،ص : 58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460D1B" w:rsidRPr="00460D1B">
        <w:rPr>
          <w:rtl/>
        </w:rPr>
        <w:t xml:space="preserve"> </w:t>
      </w:r>
      <w:r w:rsidR="00460D1B">
        <w:rPr>
          <w:rtl/>
        </w:rPr>
        <w:t>مک</w:t>
      </w:r>
      <w:r w:rsidR="00816B77" w:rsidRPr="00816B77">
        <w:rPr>
          <w:rtl/>
        </w:rPr>
        <w:t>ا</w:t>
      </w:r>
      <w:r w:rsidR="00460D1B">
        <w:rPr>
          <w:rtl/>
        </w:rPr>
        <w:t xml:space="preserve">رم </w:t>
      </w:r>
      <w:r w:rsidR="00816B77" w:rsidRPr="00816B77">
        <w:rPr>
          <w:rtl/>
        </w:rPr>
        <w:t>ا</w:t>
      </w:r>
      <w:r w:rsidR="00460D1B">
        <w:rPr>
          <w:rtl/>
        </w:rPr>
        <w:t>خل</w:t>
      </w:r>
      <w:r w:rsidR="00816B77" w:rsidRPr="00816B77">
        <w:rPr>
          <w:rtl/>
        </w:rPr>
        <w:t>ا</w:t>
      </w:r>
      <w:r w:rsidR="00460D1B">
        <w:rPr>
          <w:rtl/>
        </w:rPr>
        <w:t>ق،ص</w:t>
      </w:r>
      <w:r w:rsidR="00C15B30" w:rsidRPr="00C15B30">
        <w:rPr>
          <w:rFonts w:hint="cs"/>
          <w:rtl/>
        </w:rPr>
        <w:t>214</w:t>
      </w:r>
    </w:p>
    <w:p w:rsidR="007C2519" w:rsidRPr="007C2519" w:rsidRDefault="007C2519" w:rsidP="00A60F54">
      <w:pPr>
        <w:pStyle w:val="libPoemTini"/>
        <w:rPr>
          <w:rtl/>
        </w:rPr>
      </w:pPr>
      <w:r w:rsidRPr="007C2519">
        <w:rPr>
          <w:rtl/>
        </w:rPr>
        <w:br w:type="page"/>
      </w:r>
    </w:p>
    <w:p w:rsidR="005A2492" w:rsidRDefault="00816B77" w:rsidP="007C2519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گر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محبت نہ کرے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گز</w:t>
      </w:r>
      <w:r w:rsidRPr="00816B77">
        <w:rPr>
          <w:rtl/>
          <w:lang w:bidi="ur-PK"/>
        </w:rPr>
        <w:t>ا</w:t>
      </w:r>
      <w:r w:rsidR="005A2492">
        <w:rPr>
          <w:rtl/>
        </w:rPr>
        <w:t>رنے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شوہر پر ستم کرے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سے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سخت ک</w:t>
      </w:r>
      <w:r w:rsidRPr="00E67D25">
        <w:rPr>
          <w:rFonts w:hint="cs"/>
          <w:rtl/>
        </w:rPr>
        <w:t>ا</w:t>
      </w:r>
      <w:r w:rsidR="005A2492">
        <w:rPr>
          <w:rtl/>
        </w:rPr>
        <w:t>موں 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مط</w:t>
      </w:r>
      <w:r w:rsidRPr="00816B77">
        <w:rPr>
          <w:rtl/>
          <w:lang w:bidi="ur-PK"/>
        </w:rPr>
        <w:t>ا</w:t>
      </w:r>
      <w:r w:rsidR="005A2492">
        <w:rPr>
          <w:rtl/>
        </w:rPr>
        <w:t>لب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کرے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سے سخت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 دے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رن</w:t>
      </w:r>
      <w:r w:rsidR="005A2492">
        <w:rPr>
          <w:rtl/>
        </w:rPr>
        <w:t xml:space="preserve"> بن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دے تو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گرچہ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>نج</w:t>
      </w:r>
      <w:r w:rsidRPr="00816B77">
        <w:rPr>
          <w:rtl/>
          <w:lang w:bidi="ur-PK"/>
        </w:rPr>
        <w:t>ا</w:t>
      </w:r>
      <w:r w:rsidR="005A2492">
        <w:rPr>
          <w:rtl/>
        </w:rPr>
        <w:t>م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خ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وند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قبول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  <w:r w:rsidRPr="00816B77">
        <w:rPr>
          <w:rtl/>
          <w:lang w:bidi="ur-PK"/>
        </w:rPr>
        <w:t>ا</w:t>
      </w:r>
      <w:r w:rsidR="005A2492">
        <w:rPr>
          <w:rtl/>
        </w:rPr>
        <w:t>ور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دن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سے ن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>ضگ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لت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مل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Pr="00816B77">
        <w:rPr>
          <w:rtl/>
          <w:lang w:bidi="ur-PK"/>
        </w:rPr>
        <w:t>ا</w:t>
      </w:r>
      <w:r w:rsidR="005A2492">
        <w:rPr>
          <w:rtl/>
        </w:rPr>
        <w:t>ت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عقل مند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قہ</w:t>
      </w:r>
      <w:r w:rsidR="005A2492">
        <w:rPr>
          <w:rtl/>
        </w:rPr>
        <w:t xml:space="preserve"> عورت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خوش بخت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عث بنت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ہےحف</w:t>
      </w:r>
      <w:r w:rsidRPr="00816B77">
        <w:rPr>
          <w:rtl/>
          <w:lang w:bidi="ur-PK"/>
        </w:rPr>
        <w:t>ا</w:t>
      </w:r>
      <w:r w:rsidR="005A2492">
        <w:rPr>
          <w:rtl/>
        </w:rPr>
        <w:t>ظت کرنے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کم</w:t>
      </w:r>
      <w:r w:rsidRPr="00816B77">
        <w:rPr>
          <w:rtl/>
          <w:lang w:bidi="ur-PK"/>
        </w:rPr>
        <w:t>ا</w:t>
      </w:r>
      <w:r w:rsidR="005A2492">
        <w:rPr>
          <w:rtl/>
        </w:rPr>
        <w:t>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لے سے کم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در</w:t>
      </w:r>
      <w:r w:rsidRPr="00816B77">
        <w:rPr>
          <w:rtl/>
          <w:lang w:bidi="ur-PK"/>
        </w:rPr>
        <w:t>ا</w:t>
      </w:r>
      <w:r w:rsidR="005A2492">
        <w:rPr>
          <w:rtl/>
        </w:rPr>
        <w:t>مد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حف</w:t>
      </w:r>
      <w:r w:rsidRPr="00816B77">
        <w:rPr>
          <w:rtl/>
          <w:lang w:bidi="ur-PK"/>
        </w:rPr>
        <w:t>ا</w:t>
      </w:r>
      <w:r w:rsidR="005A2492">
        <w:rPr>
          <w:rtl/>
        </w:rPr>
        <w:t>ظت، در</w:t>
      </w:r>
      <w:r w:rsidRPr="00816B77">
        <w:rPr>
          <w:rtl/>
          <w:lang w:bidi="ur-PK"/>
        </w:rPr>
        <w:t>ا</w:t>
      </w:r>
      <w:r w:rsidR="005A2492">
        <w:rPr>
          <w:rtl/>
        </w:rPr>
        <w:t>مد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تل</w:t>
      </w:r>
      <w:r w:rsidRPr="00816B77">
        <w:rPr>
          <w:rtl/>
          <w:lang w:bidi="ur-PK"/>
        </w:rPr>
        <w:t>ا</w:t>
      </w:r>
      <w:r w:rsidR="005A2492">
        <w:rPr>
          <w:rtl/>
        </w:rPr>
        <w:t>ش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ہےحضرت زہر</w:t>
      </w:r>
      <w:r w:rsidRPr="00816B77">
        <w:rPr>
          <w:rtl/>
          <w:lang w:bidi="ur-PK"/>
        </w:rPr>
        <w:t>ا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سے کہ</w:t>
      </w:r>
      <w:r w:rsidRPr="00816B77">
        <w:rPr>
          <w:rtl/>
          <w:lang w:bidi="ur-PK"/>
        </w:rPr>
        <w:t>ا</w:t>
      </w:r>
      <w:r w:rsidR="005A2492">
        <w:rPr>
          <w:rtl/>
        </w:rPr>
        <w:t>: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نے مجھ سے کہ</w:t>
      </w:r>
      <w:r w:rsidRPr="00816B77">
        <w:rPr>
          <w:rtl/>
          <w:lang w:bidi="ur-PK"/>
        </w:rPr>
        <w:t>ا</w:t>
      </w:r>
      <w:r w:rsidR="005A2492">
        <w:rPr>
          <w:rtl/>
        </w:rPr>
        <w:t>: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سے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مط</w:t>
      </w:r>
      <w:r w:rsidRPr="00816B77">
        <w:rPr>
          <w:rtl/>
          <w:lang w:bidi="ur-PK"/>
        </w:rPr>
        <w:t>ا</w:t>
      </w:r>
      <w:r w:rsidR="005A2492">
        <w:rPr>
          <w:rtl/>
        </w:rPr>
        <w:t>لب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نہ کرن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ں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گر خود لے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7C2519" w:rsidRPr="007741D8">
        <w:rPr>
          <w:rStyle w:val="libFootnotenumChar"/>
          <w:rFonts w:hint="cs"/>
          <w:rtl/>
        </w:rPr>
        <w:t>(1)</w:t>
      </w:r>
    </w:p>
    <w:p w:rsidR="005A2492" w:rsidRDefault="005A2492" w:rsidP="00460D1B">
      <w:pPr>
        <w:pStyle w:val="Heading1"/>
        <w:rPr>
          <w:rtl/>
        </w:rPr>
      </w:pPr>
      <w:bookmarkStart w:id="102" w:name="_Toc393190527"/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برکت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bookmarkEnd w:id="102"/>
    </w:p>
    <w:p w:rsidR="005A2492" w:rsidRDefault="005A2492" w:rsidP="007C2519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CD0F9A">
        <w:rPr>
          <w:rFonts w:hint="cs"/>
          <w:rtl/>
        </w:rPr>
        <w:t>ْ</w:t>
      </w:r>
      <w:r>
        <w:rPr>
          <w:rtl/>
        </w:rPr>
        <w:t xml:space="preserve"> مُحَمَّدِ 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 مُس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لِمٍ عَن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بَرَ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ةِ خِفَّةُ مَئُونَتِ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(وَ تَ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سِ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رُ وَلَدِ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) وَ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شُؤ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شِدَّةُ مَئُونَتِ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تَع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رُ وَلَدِ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 </w:t>
      </w:r>
      <w:r w:rsidR="007C2519" w:rsidRPr="007741D8">
        <w:rPr>
          <w:rStyle w:val="libFootnotenumChar"/>
          <w:rFonts w:hint="cs"/>
          <w:rtl/>
        </w:rPr>
        <w:t>(2)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(ب</w:t>
      </w:r>
      <w:r w:rsidRPr="00816B77">
        <w:rPr>
          <w:rtl/>
          <w:lang w:bidi="ur-PK"/>
        </w:rPr>
        <w:t>ا</w:t>
      </w:r>
      <w:r w:rsidR="005A2492">
        <w:rPr>
          <w:rtl/>
        </w:rPr>
        <w:t>برکت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وہ ہے جو کم خرچ ہو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بچہ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جنم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مق</w:t>
      </w:r>
      <w:r w:rsidRPr="00816B77">
        <w:rPr>
          <w:rtl/>
          <w:lang w:bidi="ur-PK"/>
        </w:rPr>
        <w:t>ا</w:t>
      </w:r>
      <w:r w:rsidR="005A2492">
        <w:rPr>
          <w:rtl/>
        </w:rPr>
        <w:t>بلے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پُر خرچ ہو </w:t>
      </w:r>
      <w:r w:rsidRPr="00816B77">
        <w:rPr>
          <w:rtl/>
          <w:lang w:bidi="ur-PK"/>
        </w:rPr>
        <w:t>ا</w:t>
      </w:r>
      <w:r w:rsidR="005A2492">
        <w:rPr>
          <w:rtl/>
        </w:rPr>
        <w:t>ور بچہ سخت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جنم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تو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بدقسمت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ہوگ</w:t>
      </w:r>
      <w:r w:rsidR="005A2492">
        <w:rPr>
          <w:rFonts w:hint="cs"/>
          <w:rtl/>
        </w:rPr>
        <w:t>ی</w:t>
      </w:r>
      <w:r w:rsidR="005A2492">
        <w:rPr>
          <w:rtl/>
        </w:rPr>
        <w:t>پس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 کہ جس قدر ممکن ہو سکے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برکت بننے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کوشش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لبتہ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ج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تنگ </w:t>
      </w:r>
      <w:r w:rsidR="005A2492">
        <w:rPr>
          <w:rFonts w:hint="eastAsia"/>
          <w:rtl/>
        </w:rPr>
        <w:t>نظر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حمق</w:t>
      </w:r>
      <w:r w:rsidRPr="00816B77">
        <w:rPr>
          <w:rtl/>
          <w:lang w:bidi="ur-PK"/>
        </w:rPr>
        <w:t>ا</w:t>
      </w:r>
      <w:r w:rsidR="005A2492">
        <w:rPr>
          <w:rtl/>
        </w:rPr>
        <w:t>نہ کم خرچ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برو 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بے عزت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موجب  بنت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ہےگو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تنگ نظر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قن</w:t>
      </w:r>
      <w:r w:rsidRPr="00816B77">
        <w:rPr>
          <w:rtl/>
          <w:lang w:bidi="ur-PK"/>
        </w:rPr>
        <w:t>ا</w:t>
      </w:r>
      <w:r w:rsidR="005A2492">
        <w:rPr>
          <w:rtl/>
        </w:rPr>
        <w:t>عت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فرق ہےب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tl/>
          <w:lang w:bidi="ur-PK"/>
        </w:rPr>
        <w:t>ا</w:t>
      </w:r>
      <w:r w:rsidR="005A2492">
        <w:rPr>
          <w:rtl/>
        </w:rPr>
        <w:t>مدن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خرچ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تن</w:t>
      </w:r>
      <w:r w:rsidRPr="00816B77">
        <w:rPr>
          <w:rtl/>
          <w:lang w:bidi="ur-PK"/>
        </w:rPr>
        <w:t>ا</w:t>
      </w:r>
      <w:r w:rsidR="005A2492">
        <w:rPr>
          <w:rtl/>
        </w:rPr>
        <w:t>سب ہے نہ کنجوس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>کنجوس شخص بخل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سے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لوں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لئے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خرچ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خود کو سخت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</w:t>
      </w:r>
      <w:r w:rsidRPr="00816B77">
        <w:rPr>
          <w:rtl/>
          <w:lang w:bidi="ur-PK"/>
        </w:rPr>
        <w:t>ا</w:t>
      </w:r>
      <w:r w:rsidR="005A2492">
        <w:rPr>
          <w:rtl/>
        </w:rPr>
        <w:t>لت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60D1B" w:rsidRDefault="007C2519" w:rsidP="00460D1B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60D1B">
        <w:rPr>
          <w:rtl/>
        </w:rPr>
        <w:t xml:space="preserve"> بح</w:t>
      </w:r>
      <w:r w:rsidR="00816B77" w:rsidRPr="00816B77">
        <w:rPr>
          <w:rtl/>
        </w:rPr>
        <w:t>ا</w:t>
      </w:r>
      <w:r w:rsidR="00460D1B">
        <w:rPr>
          <w:rtl/>
        </w:rPr>
        <w:t>ر،ج</w:t>
      </w:r>
      <w:r w:rsidR="00C15B30" w:rsidRPr="00C15B30">
        <w:rPr>
          <w:rFonts w:hint="cs"/>
          <w:rtl/>
        </w:rPr>
        <w:t>43</w:t>
      </w:r>
      <w:r w:rsidR="00460D1B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31</w:t>
      </w:r>
    </w:p>
    <w:p w:rsidR="007C2519" w:rsidRDefault="007C2519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460D1B" w:rsidRPr="00460D1B">
        <w:rPr>
          <w:rtl/>
        </w:rPr>
        <w:t xml:space="preserve"> </w:t>
      </w:r>
      <w:r w:rsidR="00460D1B" w:rsidRPr="00816B77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460D1B" w:rsidRPr="00816B77">
        <w:rPr>
          <w:rStyle w:val="libFootNoteArabicChar"/>
          <w:rtl/>
        </w:rPr>
        <w:t>ئل</w:t>
      </w:r>
      <w:r w:rsidR="00460D1B" w:rsidRPr="00816B77">
        <w:rPr>
          <w:rStyle w:val="libFootNoteArabicChar"/>
          <w:rFonts w:hint="cs"/>
          <w:rtl/>
        </w:rPr>
        <w:t>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60D1B" w:rsidRPr="00816B77">
        <w:rPr>
          <w:rStyle w:val="libFootNoteArabicChar"/>
          <w:rFonts w:hint="cs"/>
          <w:rtl/>
        </w:rPr>
        <w:t>لشيعة ، ج20، ص112</w:t>
      </w:r>
      <w:r w:rsidR="00460D1B" w:rsidRPr="00816B77">
        <w:rPr>
          <w:rFonts w:hint="cs"/>
          <w:rtl/>
        </w:rPr>
        <w:t xml:space="preserve">    </w:t>
      </w:r>
    </w:p>
    <w:p w:rsidR="007C2519" w:rsidRDefault="007C2519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424A18">
      <w:pPr>
        <w:pStyle w:val="Heading1"/>
        <w:rPr>
          <w:rtl/>
        </w:rPr>
      </w:pPr>
      <w:bookmarkStart w:id="103" w:name="_Toc393190528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ورشوہر ک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bookmarkEnd w:id="103"/>
    </w:p>
    <w:p w:rsidR="005A2492" w:rsidRDefault="00CF3D62" w:rsidP="00F4194C">
      <w:pPr>
        <w:pStyle w:val="libArabic"/>
        <w:rPr>
          <w:rtl/>
        </w:rPr>
      </w:pP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مَّ</w:t>
      </w:r>
      <w:r w:rsidRPr="00CF3D62">
        <w:rPr>
          <w:rFonts w:hint="cs"/>
          <w:rtl/>
        </w:rPr>
        <w:t>ا</w:t>
      </w:r>
      <w:r w:rsidR="005A2492">
        <w:rPr>
          <w:rtl/>
        </w:rPr>
        <w:t xml:space="preserve"> حَقُّ رَعِ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َّتِ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 بِمِل</w:t>
      </w:r>
      <w:r w:rsidR="005A2492" w:rsidRPr="00CD0F9A">
        <w:rPr>
          <w:rFonts w:hint="cs"/>
          <w:rtl/>
        </w:rPr>
        <w:t>ْك</w:t>
      </w:r>
      <w:r w:rsidR="005A2492">
        <w:rPr>
          <w:rFonts w:hint="cs"/>
          <w:rtl/>
        </w:rPr>
        <w:t xml:space="preserve">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لنِّ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حِ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تَع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لَمَ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نَّ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 جَعَلَ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سَ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َن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 مُس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تَرَ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ح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س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 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قِ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َةً وَ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َذَلِ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 xml:space="preserve">َ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ُلُّ 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حِدٍ مِن</w:t>
      </w:r>
      <w:r w:rsidR="005A2492" w:rsidRPr="00CD0F9A">
        <w:rPr>
          <w:rFonts w:hint="cs"/>
          <w:rtl/>
        </w:rPr>
        <w:t>ْك</w:t>
      </w:r>
      <w:r w:rsidR="005A2492">
        <w:rPr>
          <w:rFonts w:hint="cs"/>
          <w:rtl/>
        </w:rPr>
        <w:t>ُمَ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َجِبُ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َح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مَدَ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 عَلَ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صَ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حِبِ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ِ وَ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لَمَ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نَّ ذَلِ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 نِع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مَةٌ </w:t>
      </w:r>
      <w:r w:rsidR="005A2492">
        <w:rPr>
          <w:rtl/>
        </w:rPr>
        <w:t>مِن</w:t>
      </w:r>
      <w:r w:rsidR="005A2492" w:rsidRPr="00CD0F9A">
        <w:rPr>
          <w:rFonts w:hint="cs"/>
          <w:rtl/>
        </w:rPr>
        <w:t>ْه</w:t>
      </w:r>
      <w:r w:rsidR="005A2492">
        <w:rPr>
          <w:rFonts w:hint="cs"/>
          <w:rtl/>
        </w:rPr>
        <w:t>ُ عَلَ</w:t>
      </w:r>
      <w:r w:rsidR="005A2492" w:rsidRPr="00CD0F9A">
        <w:rPr>
          <w:rFonts w:hint="cs"/>
          <w:rtl/>
        </w:rPr>
        <w:t>يْه</w:t>
      </w:r>
      <w:r w:rsidR="005A2492">
        <w:rPr>
          <w:rFonts w:hint="cs"/>
          <w:rtl/>
        </w:rPr>
        <w:t>ِ</w:t>
      </w:r>
      <w:r w:rsidR="005A2492">
        <w:rPr>
          <w:rtl/>
        </w:rPr>
        <w:t xml:space="preserve"> وَ وَجَبَ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ُح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سِنَ صُح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بَةَ نِع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مَةِ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ِ وَ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ُ</w:t>
      </w:r>
      <w:r w:rsidR="005A2492" w:rsidRPr="00CD0F9A">
        <w:rPr>
          <w:rFonts w:hint="cs"/>
          <w:rtl/>
        </w:rPr>
        <w:t>كْ</w:t>
      </w:r>
      <w:r w:rsidR="005A2492">
        <w:rPr>
          <w:rFonts w:hint="cs"/>
          <w:rtl/>
        </w:rPr>
        <w:t>رِمَ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َر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فَقَ بِ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نَ حَقُّ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 عَلَ</w:t>
      </w:r>
      <w:r w:rsidR="005A2492" w:rsidRPr="00CD0F9A">
        <w:rPr>
          <w:rFonts w:hint="cs"/>
          <w:rtl/>
        </w:rPr>
        <w:t>يْه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غ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لَظَ وَ طَ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عَتُ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 بِ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زَمَ فِ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حَبَّت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وَ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َرِ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َت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(مَ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لَم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تَ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ُن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) مَع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صِ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َةً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نَّ لَ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حَقَّ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لرَّح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مَةِ </w:t>
      </w:r>
      <w:r w:rsidR="005A2492">
        <w:rPr>
          <w:rtl/>
        </w:rPr>
        <w:t xml:space="preserve">وَ </w:t>
      </w:r>
      <w:r w:rsidRPr="00CF3D62">
        <w:rPr>
          <w:rtl/>
        </w:rPr>
        <w:t>ا</w:t>
      </w:r>
      <w:r w:rsidR="005A2492">
        <w:rPr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مُؤَ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>
        <w:rPr>
          <w:rFonts w:hint="eastAsia"/>
          <w:rtl/>
        </w:rPr>
        <w:t>َسَةِ</w:t>
      </w:r>
      <w:r w:rsidR="005A2492">
        <w:rPr>
          <w:rtl/>
        </w:rPr>
        <w:t xml:space="preserve"> وَ مَو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ضِعَ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لسُّ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 xml:space="preserve">ُونِ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لَ</w:t>
      </w:r>
      <w:r w:rsidR="005A2492" w:rsidRPr="00CD0F9A">
        <w:rPr>
          <w:rFonts w:hint="cs"/>
          <w:rtl/>
        </w:rPr>
        <w:t>يْه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قَضَ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ءَ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للَّذَّةِ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لَّتِ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 لَ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بُدَّ مِن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قَضَ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ئِ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 ذَلِ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 عَظِ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مٌ وَ لَ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قُوَّةَ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لَّ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بِ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للَّ</w:t>
      </w:r>
      <w:r w:rsidR="005A2492" w:rsidRPr="00CD0F9A">
        <w:rPr>
          <w:rFonts w:hint="cs"/>
          <w:rtl/>
        </w:rPr>
        <w:t>ه‏</w:t>
      </w:r>
      <w:r w:rsidR="005A2492" w:rsidRPr="00C15B30">
        <w:rPr>
          <w:rFonts w:hint="cs"/>
          <w:rtl/>
        </w:rPr>
        <w:t xml:space="preserve"> </w:t>
      </w:r>
      <w:r w:rsidR="007C2519" w:rsidRPr="007741D8">
        <w:rPr>
          <w:rStyle w:val="libFootnotenumChar"/>
          <w:rFonts w:hint="cs"/>
          <w:rtl/>
        </w:rPr>
        <w:t>(1)</w:t>
      </w:r>
    </w:p>
    <w:p w:rsidR="005A2492" w:rsidRDefault="00816B77" w:rsidP="00E67D25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سج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 وہ رع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جو نک</w:t>
      </w:r>
      <w:r w:rsidRPr="00816B77">
        <w:rPr>
          <w:rtl/>
          <w:lang w:bidi="ur-PK"/>
        </w:rPr>
        <w:t>ا</w:t>
      </w:r>
      <w:r w:rsidR="005A2492">
        <w:rPr>
          <w:rtl/>
        </w:rPr>
        <w:t>ح کے ذر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عے</w:t>
      </w:r>
      <w:r w:rsidR="005A2492">
        <w:rPr>
          <w:rtl/>
        </w:rPr>
        <w:t xml:space="preserve">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جو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ہے،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لو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حق تجھ پر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ہے کہ خد</w:t>
      </w:r>
      <w:r w:rsidRPr="00816B77">
        <w:rPr>
          <w:rtl/>
          <w:lang w:bidi="ur-PK"/>
        </w:rPr>
        <w:t>ا</w:t>
      </w:r>
      <w:r w:rsidR="005A2492">
        <w:rPr>
          <w:rtl/>
        </w:rPr>
        <w:t>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نے</w:t>
      </w:r>
      <w:r w:rsidRPr="00816B77">
        <w:rPr>
          <w:rtl/>
          <w:lang w:bidi="ur-PK"/>
        </w:rPr>
        <w:t>ا</w:t>
      </w:r>
      <w:r w:rsidR="005A2492">
        <w:rPr>
          <w:rtl/>
        </w:rPr>
        <w:t>سےتمہ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رے لئے 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>م و سکون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سبب بن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غمخو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مح</w:t>
      </w:r>
      <w:r w:rsidRPr="00816B77">
        <w:rPr>
          <w:rtl/>
          <w:lang w:bidi="ur-PK"/>
        </w:rPr>
        <w:t>ا</w:t>
      </w:r>
      <w:r w:rsidR="005A2492">
        <w:rPr>
          <w:rtl/>
        </w:rPr>
        <w:t>فظ بن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سے دونوں پر ضرور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شکر گز</w:t>
      </w:r>
      <w:r w:rsidRPr="00816B77">
        <w:rPr>
          <w:rtl/>
          <w:lang w:bidi="ur-PK"/>
        </w:rPr>
        <w:t>ا</w:t>
      </w:r>
      <w:r w:rsidR="005A2492">
        <w:rPr>
          <w:rtl/>
        </w:rPr>
        <w:t>ر بن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لے کہ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سے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لئے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بڑ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نعمت 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پر ل</w:t>
      </w:r>
      <w:r w:rsidRPr="00816B77">
        <w:rPr>
          <w:rtl/>
          <w:lang w:bidi="ur-PK"/>
        </w:rPr>
        <w:t>ا</w:t>
      </w:r>
      <w:r w:rsidR="005A2492">
        <w:rPr>
          <w:rtl/>
        </w:rPr>
        <w:t>زم ہے کہ وہ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نعمت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ظت کرے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تھ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برت</w:t>
      </w:r>
      <w:r w:rsidRPr="00816B77">
        <w:rPr>
          <w:rtl/>
          <w:lang w:bidi="ur-PK"/>
        </w:rPr>
        <w:t>ا</w:t>
      </w:r>
      <w:r w:rsidR="005A2492">
        <w:rPr>
          <w:rtl/>
        </w:rPr>
        <w:t>ؤ کرے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حتر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کرے، </w:t>
      </w:r>
      <w:r w:rsidRPr="00816B77">
        <w:rPr>
          <w:rtl/>
          <w:lang w:bidi="ur-PK"/>
        </w:rPr>
        <w:t>ا</w:t>
      </w:r>
      <w:r w:rsidR="005A2492">
        <w:rPr>
          <w:rtl/>
        </w:rPr>
        <w:t>گرچہ مرد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حق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پر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مرد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نبرد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جب</w:t>
      </w:r>
      <w:r w:rsidR="005A2492">
        <w:rPr>
          <w:rtl/>
        </w:rPr>
        <w:t xml:space="preserve"> تر ہے،  کہ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رض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ہر ح</w:t>
      </w:r>
      <w:r w:rsidRPr="00816B77">
        <w:rPr>
          <w:rtl/>
          <w:lang w:bidi="ur-PK"/>
        </w:rPr>
        <w:t>ا</w:t>
      </w:r>
      <w:r w:rsidR="005A2492">
        <w:rPr>
          <w:rtl/>
        </w:rPr>
        <w:t>لت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رکھےمگر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کہ جہ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ںشوہر </w:t>
      </w:r>
      <w:r w:rsidRPr="00816B77">
        <w:rPr>
          <w:rtl/>
          <w:lang w:bidi="ur-PK"/>
        </w:rPr>
        <w:t>ا</w:t>
      </w:r>
      <w:r w:rsidR="005A2492">
        <w:rPr>
          <w:rtl/>
        </w:rPr>
        <w:t>سے گن</w:t>
      </w:r>
      <w:r w:rsidRPr="00816B77">
        <w:rPr>
          <w:rtl/>
          <w:lang w:bidi="ur-PK"/>
        </w:rPr>
        <w:t>ا</w:t>
      </w:r>
      <w:r w:rsidR="005A2492">
        <w:rPr>
          <w:rtl/>
        </w:rPr>
        <w:t>ہ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مجبور کرے، وہ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ط</w:t>
      </w:r>
      <w:r w:rsidRPr="00816B77">
        <w:rPr>
          <w:rtl/>
          <w:lang w:bidi="ur-PK"/>
        </w:rPr>
        <w:t>ا</w:t>
      </w:r>
      <w:r w:rsidR="005A2492">
        <w:rPr>
          <w:rtl/>
        </w:rPr>
        <w:t>عت و</w:t>
      </w:r>
      <w:r w:rsidRPr="00816B77">
        <w:rPr>
          <w:rtl/>
          <w:lang w:bidi="ur-PK"/>
        </w:rPr>
        <w:t>ا</w:t>
      </w:r>
      <w:r w:rsidR="005A2492">
        <w:rPr>
          <w:rtl/>
        </w:rPr>
        <w:t>جب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ہےبلکہ وہ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مخ</w:t>
      </w:r>
      <w:r w:rsidRPr="00816B77">
        <w:rPr>
          <w:rtl/>
          <w:lang w:bidi="ur-PK"/>
        </w:rPr>
        <w:t>ا</w:t>
      </w:r>
      <w:r w:rsidR="005A2492">
        <w:rPr>
          <w:rtl/>
        </w:rPr>
        <w:t>لفت کرن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ہئے </w:t>
      </w:r>
      <w:r w:rsidRPr="00816B77">
        <w:rPr>
          <w:rtl/>
          <w:lang w:bidi="ur-PK"/>
        </w:rPr>
        <w:t>ا</w:t>
      </w:r>
      <w:r w:rsidR="005A2492">
        <w:rPr>
          <w:rtl/>
        </w:rPr>
        <w:t>س لئے کہ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رحم، پ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ر،</w:t>
      </w:r>
      <w:r w:rsidR="005A2492">
        <w:rPr>
          <w:rtl/>
        </w:rPr>
        <w:t xml:space="preserve">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حق سکونت ک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 حقد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ہےکہ تم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وس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لے</w:t>
      </w:r>
      <w:r w:rsidR="005A2492">
        <w:rPr>
          <w:rtl/>
        </w:rPr>
        <w:t xml:space="preserve"> سے لذ</w:t>
      </w:r>
      <w:r w:rsidR="005A2492" w:rsidRPr="00E67D25">
        <w:rPr>
          <w:rFonts w:hint="cs"/>
          <w:rtl/>
        </w:rPr>
        <w:t>ّت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tl/>
        </w:rPr>
        <w:t>نے پرمجبور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 بڑ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حکم ہے</w:t>
      </w:r>
    </w:p>
    <w:p w:rsidR="005A2492" w:rsidRDefault="00816B77" w:rsidP="00424A18">
      <w:pPr>
        <w:pStyle w:val="Heading1"/>
        <w:rPr>
          <w:rtl/>
        </w:rPr>
      </w:pPr>
      <w:bookmarkStart w:id="104" w:name="_Toc393190529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لٰہ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حف</w:t>
      </w:r>
      <w:r w:rsidRPr="00816B77">
        <w:rPr>
          <w:rtl/>
          <w:lang w:bidi="ur-PK"/>
        </w:rPr>
        <w:t>ا</w:t>
      </w:r>
      <w:r w:rsidR="005A2492">
        <w:rPr>
          <w:rtl/>
        </w:rPr>
        <w:t>ظت</w:t>
      </w:r>
      <w:bookmarkEnd w:id="104"/>
    </w:p>
    <w:p w:rsidR="00936387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کے مط</w:t>
      </w:r>
      <w:r w:rsidRPr="00816B77">
        <w:rPr>
          <w:rtl/>
          <w:lang w:bidi="ur-PK"/>
        </w:rPr>
        <w:t>ا</w:t>
      </w:r>
      <w:r w:rsidR="005A2492">
        <w:rPr>
          <w:rtl/>
        </w:rPr>
        <w:t>بق عورت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نت ہے جسے مردوں کے سپرد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 معمول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بے توجہ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نت </w:t>
      </w:r>
      <w:r w:rsidRPr="00816B77">
        <w:rPr>
          <w:rtl/>
          <w:lang w:bidi="ur-PK"/>
        </w:rPr>
        <w:t>ا</w:t>
      </w:r>
      <w:r w:rsidR="005A2492">
        <w:rPr>
          <w:rtl/>
        </w:rPr>
        <w:t>لٰہ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نت</w:t>
      </w:r>
      <w:r w:rsidR="005A2492">
        <w:rPr>
          <w:rtl/>
        </w:rPr>
        <w:t xml:space="preserve"> شم</w:t>
      </w:r>
      <w:r w:rsidRPr="00816B77">
        <w:rPr>
          <w:rtl/>
          <w:lang w:bidi="ur-PK"/>
        </w:rPr>
        <w:t>ا</w:t>
      </w:r>
      <w:r w:rsidR="005A2492">
        <w:rPr>
          <w:rtl/>
        </w:rPr>
        <w:t>ر ہوگ</w:t>
      </w:r>
      <w:r w:rsidR="005A2492">
        <w:rPr>
          <w:rFonts w:hint="cs"/>
          <w:rtl/>
        </w:rPr>
        <w:t>ی</w:t>
      </w:r>
      <w:r w:rsidR="005A2492">
        <w:rPr>
          <w:rtl/>
        </w:rPr>
        <w:t>لذک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نت </w:t>
      </w:r>
      <w:r w:rsidRPr="00816B77">
        <w:rPr>
          <w:rtl/>
          <w:lang w:bidi="ur-PK"/>
        </w:rPr>
        <w:t>ا</w:t>
      </w:r>
      <w:r w:rsidR="005A2492">
        <w:rPr>
          <w:rtl/>
        </w:rPr>
        <w:t>ورنعمت عظم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حف</w:t>
      </w:r>
      <w:r w:rsidRPr="00816B77">
        <w:rPr>
          <w:rtl/>
          <w:lang w:bidi="ur-PK"/>
        </w:rPr>
        <w:t>ا</w:t>
      </w:r>
      <w:r w:rsidR="005A2492">
        <w:rPr>
          <w:rtl/>
        </w:rPr>
        <w:t>ظت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کوشش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کہ </w:t>
      </w:r>
      <w:r w:rsidRPr="00816B77">
        <w:rPr>
          <w:rtl/>
          <w:lang w:bidi="ur-PK"/>
        </w:rPr>
        <w:t>ا</w:t>
      </w:r>
      <w:r w:rsidR="005A2492">
        <w:rPr>
          <w:rtl/>
        </w:rPr>
        <w:t>للہ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رگ</w:t>
      </w:r>
      <w:r w:rsidRPr="00816B77">
        <w:rPr>
          <w:rtl/>
          <w:lang w:bidi="ur-PK"/>
        </w:rPr>
        <w:t>ا</w:t>
      </w:r>
      <w:r w:rsidR="005A2492">
        <w:rPr>
          <w:rtl/>
        </w:rPr>
        <w:t>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مورد عذ</w:t>
      </w:r>
      <w:r w:rsidRPr="00816B77">
        <w:rPr>
          <w:rtl/>
          <w:lang w:bidi="ur-PK"/>
        </w:rPr>
        <w:t>ا</w:t>
      </w:r>
      <w:r w:rsidR="005A2492">
        <w:rPr>
          <w:rtl/>
        </w:rPr>
        <w:t>ب قر</w:t>
      </w:r>
      <w:r w:rsidRPr="00816B77">
        <w:rPr>
          <w:rtl/>
          <w:lang w:bidi="ur-PK"/>
        </w:rPr>
        <w:t>ا</w:t>
      </w:r>
      <w:r w:rsidR="005A2492">
        <w:rPr>
          <w:rtl/>
        </w:rPr>
        <w:t>ر ن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</w:t>
      </w:r>
    </w:p>
    <w:p w:rsidR="00936387" w:rsidRDefault="00936387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36387" w:rsidRDefault="00936387" w:rsidP="00885B0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24A18">
        <w:rPr>
          <w:rtl/>
        </w:rPr>
        <w:t xml:space="preserve"> </w:t>
      </w:r>
      <w:r w:rsidR="00424A18" w:rsidRPr="00885B05">
        <w:rPr>
          <w:rStyle w:val="libFootNoteArabicChar"/>
          <w:rtl/>
        </w:rPr>
        <w:t xml:space="preserve">حقوق </w:t>
      </w:r>
      <w:r w:rsidR="00CF3D62" w:rsidRPr="00CF3D62">
        <w:rPr>
          <w:rStyle w:val="libFootNoteArabicChar"/>
          <w:rtl/>
          <w:lang w:bidi="ar-SA"/>
        </w:rPr>
        <w:t>ا</w:t>
      </w:r>
      <w:r w:rsidR="00424A18" w:rsidRPr="00885B05">
        <w:rPr>
          <w:rStyle w:val="libFootNoteArabicChar"/>
          <w:rtl/>
        </w:rPr>
        <w:t>سل</w:t>
      </w:r>
      <w:r w:rsidR="00CF3D62" w:rsidRPr="00CF3D62">
        <w:rPr>
          <w:rStyle w:val="libFootNoteArabicChar"/>
          <w:rtl/>
          <w:lang w:bidi="ar-SA"/>
        </w:rPr>
        <w:t>ا</w:t>
      </w:r>
      <w:r w:rsidR="00424A18" w:rsidRPr="00885B05">
        <w:rPr>
          <w:rStyle w:val="libFootNoteArabicChar"/>
          <w:rtl/>
        </w:rPr>
        <w:t>م</w:t>
      </w:r>
      <w:r w:rsidR="00424A18" w:rsidRPr="00885B05">
        <w:rPr>
          <w:rStyle w:val="libFootNoteArabicChar"/>
          <w:rFonts w:hint="cs"/>
          <w:rtl/>
        </w:rPr>
        <w:t>ی</w:t>
      </w:r>
      <w:r w:rsidR="00424A18" w:rsidRPr="00885B05">
        <w:rPr>
          <w:rStyle w:val="libFootNoteArabicChar"/>
          <w:rFonts w:hint="eastAsia"/>
          <w:rtl/>
        </w:rPr>
        <w:t>،</w:t>
      </w:r>
      <w:r w:rsidR="00424A18" w:rsidRPr="00885B05">
        <w:rPr>
          <w:rStyle w:val="libFootNoteArabicChar"/>
          <w:rtl/>
        </w:rPr>
        <w:t xml:space="preserve"> ص۱۲۹ مستدر</w:t>
      </w:r>
      <w:r w:rsidR="00424A18" w:rsidRPr="00885B05">
        <w:rPr>
          <w:rStyle w:val="libFootNoteArabicChar"/>
          <w:rFonts w:hint="cs"/>
          <w:rtl/>
        </w:rPr>
        <w:t>ك‏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24A18" w:rsidRPr="00885B05">
        <w:rPr>
          <w:rStyle w:val="libFootNoteArabicChar"/>
          <w:rFonts w:hint="cs"/>
          <w:rtl/>
        </w:rPr>
        <w:t>لوس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24A18" w:rsidRPr="00885B05">
        <w:rPr>
          <w:rStyle w:val="libFootNoteArabicChar"/>
          <w:rFonts w:hint="cs"/>
          <w:rtl/>
        </w:rPr>
        <w:t>ئل، ج11 ، ص160</w:t>
      </w:r>
      <w:r w:rsidR="00424A18" w:rsidRPr="00816B77">
        <w:rPr>
          <w:rFonts w:hint="cs"/>
          <w:rtl/>
        </w:rPr>
        <w:t xml:space="preserve"> </w:t>
      </w:r>
    </w:p>
    <w:p w:rsidR="00936387" w:rsidRPr="00424A18" w:rsidRDefault="00936387" w:rsidP="00A60F54">
      <w:pPr>
        <w:pStyle w:val="libPoemTini"/>
        <w:rPr>
          <w:rtl/>
        </w:rPr>
      </w:pPr>
      <w:r w:rsidRPr="00424A18">
        <w:rPr>
          <w:rtl/>
        </w:rPr>
        <w:br w:type="page"/>
      </w:r>
    </w:p>
    <w:p w:rsidR="005A2492" w:rsidRDefault="005A2492" w:rsidP="00F4194C">
      <w:pPr>
        <w:pStyle w:val="libArabic"/>
        <w:rPr>
          <w:rtl/>
        </w:rPr>
      </w:pPr>
      <w:r>
        <w:rPr>
          <w:rFonts w:hint="eastAsia"/>
          <w:rtl/>
        </w:rPr>
        <w:lastRenderedPageBreak/>
        <w:t>وَ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حَقُّ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لزَّو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جَةِ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تَع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لَمَ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 عَزَّ وَ جَلَّ جَعَلَ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سَ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َن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فَتَع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لَمَ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 ذَلِ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نِع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مَةٌ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عَزَّ وَ جَلَّ عَلَ</w:t>
      </w:r>
      <w:r w:rsidRPr="00CD0F9A">
        <w:rPr>
          <w:rFonts w:hint="cs"/>
          <w:rtl/>
        </w:rPr>
        <w:t>يْك</w:t>
      </w:r>
      <w:r>
        <w:rPr>
          <w:rFonts w:hint="cs"/>
          <w:rtl/>
        </w:rPr>
        <w:t>َ فَتُ</w:t>
      </w:r>
      <w:r w:rsidRPr="00CD0F9A">
        <w:rPr>
          <w:rFonts w:hint="cs"/>
          <w:rtl/>
        </w:rPr>
        <w:t>كْ</w:t>
      </w:r>
      <w:r>
        <w:rPr>
          <w:rFonts w:hint="cs"/>
          <w:rtl/>
        </w:rPr>
        <w:t>رِمَ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تَر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فُقَ بِ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حَقُّ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عَلَ</w:t>
      </w:r>
      <w:r w:rsidRPr="00CD0F9A">
        <w:rPr>
          <w:rFonts w:hint="cs"/>
          <w:rtl/>
        </w:rPr>
        <w:t>يْه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جَبَ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عَلَ</w:t>
      </w:r>
      <w:r w:rsidRPr="00CD0F9A">
        <w:rPr>
          <w:rFonts w:hint="cs"/>
          <w:rtl/>
        </w:rPr>
        <w:t>يْك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تَر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حَمَ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رُ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وَ تُط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عِمَ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تَ</w:t>
      </w:r>
      <w:r w:rsidRPr="00CD0F9A">
        <w:rPr>
          <w:rFonts w:hint="cs"/>
          <w:rtl/>
        </w:rPr>
        <w:t>كْ</w:t>
      </w:r>
      <w:r>
        <w:rPr>
          <w:rFonts w:hint="cs"/>
          <w:rtl/>
        </w:rPr>
        <w:t>سُوَ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جَ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ِلَت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عَفَو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تَ عَن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 </w:t>
      </w:r>
      <w:r w:rsidR="00936387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نے جب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کے گھر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د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بن 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لب</w:t>
      </w:r>
      <w:r>
        <w:rPr>
          <w:rtl/>
        </w:rPr>
        <w:t xml:space="preserve"> </w:t>
      </w:r>
      <w:r w:rsidR="008D6D4F" w:rsidRPr="008D6D4F">
        <w:rPr>
          <w:rtl/>
          <w:lang w:bidi="ur-PK"/>
        </w:rPr>
        <w:t>(ع)</w:t>
      </w:r>
      <w:r>
        <w:rPr>
          <w:rtl/>
        </w:rPr>
        <w:t>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نت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</w:t>
      </w:r>
      <w:r w:rsidR="00816B77" w:rsidRPr="00816B77">
        <w:rPr>
          <w:rtl/>
          <w:lang w:bidi="ur-PK"/>
        </w:rPr>
        <w:t>ا</w:t>
      </w:r>
      <w:r>
        <w:rPr>
          <w:rtl/>
        </w:rPr>
        <w:t>بت ہے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خود عل</w:t>
      </w:r>
      <w:r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ث</w:t>
      </w:r>
      <w:r w:rsidR="00816B77" w:rsidRPr="00816B77">
        <w:rPr>
          <w:rtl/>
          <w:lang w:bidi="ur-PK"/>
        </w:rPr>
        <w:t>ا</w:t>
      </w:r>
      <w:r>
        <w:rPr>
          <w:rtl/>
        </w:rPr>
        <w:t>بت ہےج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جب </w:t>
      </w:r>
      <w:r w:rsidR="00816B77" w:rsidRPr="00816B77">
        <w:rPr>
          <w:rtl/>
          <w:lang w:bidi="ur-PK"/>
        </w:rPr>
        <w:t>ا</w:t>
      </w:r>
      <w:r>
        <w:rPr>
          <w:rtl/>
        </w:rPr>
        <w:t>پ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>کو دفن کررہے تھے تو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>کے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ستم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نت کو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کررہے تھے:  </w:t>
      </w:r>
    </w:p>
    <w:p w:rsidR="005A2492" w:rsidRDefault="00CF3D62" w:rsidP="00936387">
      <w:pPr>
        <w:pStyle w:val="libArabic"/>
        <w:rPr>
          <w:rtl/>
        </w:rPr>
      </w:pP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نَّ</w:t>
      </w:r>
      <w:r w:rsidRPr="00CF3D62">
        <w:rPr>
          <w:rFonts w:hint="cs"/>
          <w:rtl/>
        </w:rPr>
        <w:t>ا</w:t>
      </w:r>
      <w:r w:rsidR="005A2492">
        <w:rPr>
          <w:rtl/>
        </w:rPr>
        <w:t xml:space="preserve"> لِل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ِ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نَّ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لَ</w:t>
      </w:r>
      <w:r w:rsidR="005A2492" w:rsidRPr="00CD0F9A">
        <w:rPr>
          <w:rFonts w:hint="cs"/>
          <w:rtl/>
        </w:rPr>
        <w:t>يْه</w:t>
      </w:r>
      <w:r w:rsidR="005A2492">
        <w:rPr>
          <w:rFonts w:hint="cs"/>
          <w:rtl/>
        </w:rPr>
        <w:t>ِ ر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جِعُونَ- لَقَدِ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س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تُر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جِعَتِ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وَدِ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عَةُ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خِذَتِ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لرَّ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نَةُ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خ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تُلِسَتِ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لزَّ</w:t>
      </w:r>
      <w:r w:rsidR="005A2492" w:rsidRPr="00CD0F9A">
        <w:rPr>
          <w:rFonts w:hint="cs"/>
          <w:rtl/>
        </w:rPr>
        <w:t>هْ</w:t>
      </w:r>
      <w:r w:rsidR="005A2492">
        <w:rPr>
          <w:rFonts w:hint="cs"/>
          <w:rtl/>
        </w:rPr>
        <w:t>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ءُ فَمَ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ق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بَحَ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خَض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ءَ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غَب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ءَ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رَسُولَ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مَّ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حُز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نِ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 فَسَر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مَد</w:t>
      </w:r>
      <w:r w:rsidR="00936387" w:rsidRPr="007741D8">
        <w:rPr>
          <w:rStyle w:val="libFootnotenumChar"/>
          <w:rFonts w:hint="cs"/>
          <w:rtl/>
        </w:rPr>
        <w:t>(2)</w:t>
      </w:r>
    </w:p>
    <w:p w:rsidR="005A2492" w:rsidRDefault="00816B77" w:rsidP="00936387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عظم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! ف</w:t>
      </w:r>
      <w:r w:rsidRPr="00816B77">
        <w:rPr>
          <w:rtl/>
          <w:lang w:bidi="ur-PK"/>
        </w:rPr>
        <w:t>ا</w:t>
      </w:r>
      <w:r w:rsidR="005A2492">
        <w:rPr>
          <w:rtl/>
        </w:rPr>
        <w:t>طمہ ؛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نت تھ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جسے </w:t>
      </w:r>
      <w:r w:rsidRPr="00816B77">
        <w:rPr>
          <w:rtl/>
          <w:lang w:bidi="ur-PK"/>
        </w:rPr>
        <w:t>ا</w:t>
      </w:r>
      <w:r w:rsidR="005A2492">
        <w:rPr>
          <w:rtl/>
        </w:rPr>
        <w:t>پ 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حو</w:t>
      </w:r>
      <w:r w:rsidRPr="00816B77">
        <w:rPr>
          <w:rtl/>
          <w:lang w:bidi="ur-PK"/>
        </w:rPr>
        <w:t>ا</w:t>
      </w:r>
      <w:r w:rsidR="005A2492">
        <w:rPr>
          <w:rtl/>
        </w:rPr>
        <w:t>لے کرد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تھ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پس لوٹ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رہ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ہوں، 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طم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ز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ء کو لے ج</w:t>
      </w:r>
      <w:r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، 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رسول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للَّ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! </w:t>
      </w:r>
      <w:r w:rsidR="009B349E" w:rsidRPr="009B349E">
        <w:rPr>
          <w:rFonts w:hint="cs"/>
          <w:rtl/>
          <w:lang w:bidi="ur-PK"/>
        </w:rPr>
        <w:t>ی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ن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ل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ن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زم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ن م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ر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 نظر م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 غب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لود 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ت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ک 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وگئے!! م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غم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ندو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بد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وگ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!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 کے بعد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شہ</w:t>
      </w:r>
      <w:r w:rsidR="005A2492">
        <w:rPr>
          <w:rtl/>
        </w:rPr>
        <w:t xml:space="preserve"> غ</w:t>
      </w:r>
      <w:r w:rsidR="005A2492">
        <w:rPr>
          <w:rFonts w:hint="eastAsia"/>
          <w:rtl/>
        </w:rPr>
        <w:t>مگ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رہوں گ</w:t>
      </w:r>
      <w:r w:rsidRPr="00816B77">
        <w:rPr>
          <w:rtl/>
          <w:lang w:bidi="ur-PK"/>
        </w:rPr>
        <w:t>اا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نکھ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سوئ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رسول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ہر عورت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شوہر کے نفع </w:t>
      </w:r>
      <w:r w:rsidRPr="00816B77">
        <w:rPr>
          <w:rtl/>
          <w:lang w:bidi="ur-PK"/>
        </w:rPr>
        <w:t>ا</w:t>
      </w:r>
      <w:r w:rsidR="005A2492">
        <w:rPr>
          <w:rtl/>
        </w:rPr>
        <w:t>ور نقص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بر</w:t>
      </w:r>
      <w:r w:rsidRPr="00816B77">
        <w:rPr>
          <w:rtl/>
          <w:lang w:bidi="ur-PK"/>
        </w:rPr>
        <w:t>ا</w:t>
      </w:r>
      <w:r w:rsidR="005A2492">
        <w:rPr>
          <w:rtl/>
        </w:rPr>
        <w:t>بر م</w:t>
      </w:r>
      <w:r w:rsidRPr="00816B77">
        <w:rPr>
          <w:rtl/>
          <w:lang w:bidi="ur-PK"/>
        </w:rPr>
        <w:t>ا</w:t>
      </w:r>
      <w:r w:rsidR="005A2492">
        <w:rPr>
          <w:rtl/>
        </w:rPr>
        <w:t>لکہ تو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لو کہ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شوہروں کے پ</w:t>
      </w:r>
      <w:r w:rsidRPr="00816B77">
        <w:rPr>
          <w:rtl/>
          <w:lang w:bidi="ur-PK"/>
        </w:rPr>
        <w:t>ا</w:t>
      </w:r>
      <w:r w:rsidR="005A2492">
        <w:rPr>
          <w:rtl/>
        </w:rPr>
        <w:t>س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نت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لئے مرد حق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رکھت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ضرر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نقص</w:t>
      </w:r>
      <w:r w:rsidRPr="00816B77">
        <w:rPr>
          <w:rtl/>
          <w:lang w:bidi="ur-PK"/>
        </w:rPr>
        <w:t>ا</w:t>
      </w:r>
      <w:r w:rsidR="005A2492">
        <w:rPr>
          <w:rtl/>
        </w:rPr>
        <w:t>ن پہنچ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حقوق کو پ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ل کرے</w:t>
      </w:r>
      <w:r w:rsidR="00936387" w:rsidRPr="007741D8">
        <w:rPr>
          <w:rStyle w:val="libFootnotenumChar"/>
          <w:rFonts w:hint="cs"/>
          <w:rtl/>
        </w:rPr>
        <w:t>(3)</w:t>
      </w:r>
    </w:p>
    <w:p w:rsidR="005A2492" w:rsidRDefault="005A2492" w:rsidP="00424A18">
      <w:pPr>
        <w:pStyle w:val="Heading1"/>
        <w:rPr>
          <w:rtl/>
        </w:rPr>
      </w:pPr>
      <w:bookmarkStart w:id="105" w:name="_Toc393190530"/>
      <w:r>
        <w:rPr>
          <w:rFonts w:hint="eastAsia"/>
          <w:rtl/>
        </w:rPr>
        <w:t>عورت</w:t>
      </w:r>
      <w:r>
        <w:rPr>
          <w:rtl/>
        </w:rPr>
        <w:t xml:space="preserve"> کےحقوق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ورخد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 w:rsidR="00816B77" w:rsidRPr="00816B77">
        <w:rPr>
          <w:rtl/>
          <w:lang w:bidi="ur-PK"/>
        </w:rPr>
        <w:t>ا</w:t>
      </w:r>
      <w:r>
        <w:rPr>
          <w:rtl/>
        </w:rPr>
        <w:t>رش</w:t>
      </w:r>
      <w:bookmarkEnd w:id="105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سے عورت کے حقوق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 </w:t>
      </w:r>
    </w:p>
    <w:p w:rsidR="00936387" w:rsidRDefault="00936387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24A18" w:rsidRDefault="00936387" w:rsidP="00424A18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24A18" w:rsidRPr="00424A18">
        <w:rPr>
          <w:rtl/>
        </w:rPr>
        <w:t xml:space="preserve"> </w:t>
      </w:r>
      <w:r w:rsidR="004342D2" w:rsidRPr="00946939">
        <w:rPr>
          <w:rStyle w:val="libFootNoteArabicChar"/>
          <w:rtl/>
        </w:rPr>
        <w:t>من</w:t>
      </w:r>
      <w:r w:rsidR="004342D2" w:rsidRPr="00946939">
        <w:rPr>
          <w:rStyle w:val="libFootNoteArabicChar"/>
          <w:rFonts w:hint="cs"/>
          <w:rtl/>
        </w:rPr>
        <w:t>‏ل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46939">
        <w:rPr>
          <w:rStyle w:val="libFootNoteArabicChar"/>
          <w:rFonts w:hint="cs"/>
          <w:rtl/>
        </w:rPr>
        <w:t>يحضره‏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46939">
        <w:rPr>
          <w:rStyle w:val="libFootNoteArabicChar"/>
          <w:rFonts w:hint="cs"/>
          <w:rtl/>
        </w:rPr>
        <w:t>لفقيه    ،ج 2،ص621</w:t>
      </w:r>
    </w:p>
    <w:p w:rsidR="00936387" w:rsidRDefault="00936387" w:rsidP="009B349E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4342D2" w:rsidRPr="004342D2">
        <w:rPr>
          <w:rtl/>
        </w:rPr>
        <w:t xml:space="preserve"> </w:t>
      </w:r>
      <w:r w:rsidR="004342D2" w:rsidRPr="009B349E">
        <w:rPr>
          <w:rStyle w:val="libFootNoteArabicChar"/>
          <w:rtl/>
        </w:rPr>
        <w:t>ن</w:t>
      </w:r>
      <w:r w:rsidR="009B349E" w:rsidRPr="009B349E">
        <w:rPr>
          <w:rStyle w:val="libFootNoteArabicChar"/>
          <w:rFonts w:hint="cs"/>
          <w:rtl/>
        </w:rPr>
        <w:t>ه</w:t>
      </w:r>
      <w:r w:rsidR="004342D2" w:rsidRPr="009B349E">
        <w:rPr>
          <w:rStyle w:val="libFootNoteArabicChar"/>
          <w:rtl/>
        </w:rPr>
        <w:t xml:space="preserve">ج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tl/>
        </w:rPr>
        <w:t>لبل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tl/>
        </w:rPr>
        <w:t>غ</w:t>
      </w:r>
      <w:r w:rsidR="009B349E" w:rsidRPr="009B349E">
        <w:rPr>
          <w:rStyle w:val="libFootNoteArabicChar"/>
          <w:rFonts w:hint="cs"/>
          <w:rtl/>
        </w:rPr>
        <w:t>ة</w:t>
      </w:r>
      <w:r w:rsidR="004342D2" w:rsidRPr="009B349E">
        <w:rPr>
          <w:rStyle w:val="libFootNoteArabicChar"/>
          <w:rtl/>
        </w:rPr>
        <w:t>،خ</w:t>
      </w:r>
      <w:r w:rsidR="00C15B30" w:rsidRPr="009B349E">
        <w:rPr>
          <w:rStyle w:val="libFootNoteArabicChar"/>
          <w:rFonts w:hint="cs"/>
          <w:rtl/>
        </w:rPr>
        <w:t>193</w:t>
      </w:r>
      <w:r w:rsidR="004342D2" w:rsidRPr="009B349E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Fonts w:hint="cs"/>
          <w:rtl/>
        </w:rPr>
        <w:t>م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Fonts w:hint="cs"/>
          <w:rtl/>
        </w:rPr>
        <w:t xml:space="preserve">لي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Fonts w:hint="cs"/>
          <w:rtl/>
        </w:rPr>
        <w:t xml:space="preserve">لمفيد،ص282،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Fonts w:hint="cs"/>
          <w:rtl/>
        </w:rPr>
        <w:t xml:space="preserve">لمجلس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Fonts w:hint="cs"/>
          <w:rtl/>
        </w:rPr>
        <w:t>لث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Fonts w:hint="cs"/>
          <w:rtl/>
        </w:rPr>
        <w:t xml:space="preserve">لث و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Fonts w:hint="cs"/>
          <w:rtl/>
        </w:rPr>
        <w:t>لثل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342D2" w:rsidRPr="009B349E">
        <w:rPr>
          <w:rStyle w:val="libFootNoteArabicChar"/>
          <w:rFonts w:hint="cs"/>
          <w:rtl/>
        </w:rPr>
        <w:t>ثون‏</w:t>
      </w:r>
    </w:p>
    <w:p w:rsidR="00936387" w:rsidRDefault="00936387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4342D2" w:rsidRPr="004342D2">
        <w:rPr>
          <w:rtl/>
        </w:rPr>
        <w:t xml:space="preserve"> </w:t>
      </w:r>
      <w:r w:rsidR="004342D2" w:rsidRPr="00946939">
        <w:rPr>
          <w:rStyle w:val="libFootNoteArabicChar"/>
          <w:rtl/>
        </w:rPr>
        <w:t xml:space="preserve">مستدرک </w:t>
      </w:r>
      <w:r w:rsidR="00CF3D62" w:rsidRPr="00CF3D62">
        <w:rPr>
          <w:rStyle w:val="libFootNoteArabicChar"/>
          <w:rtl/>
          <w:lang w:bidi="ar-SA"/>
        </w:rPr>
        <w:t>ا</w:t>
      </w:r>
      <w:r w:rsidR="004342D2" w:rsidRPr="00946939">
        <w:rPr>
          <w:rStyle w:val="libFootNoteArabicChar"/>
          <w:rtl/>
        </w:rPr>
        <w:t>لوس</w:t>
      </w:r>
      <w:r w:rsidR="00CF3D62" w:rsidRPr="00CF3D62">
        <w:rPr>
          <w:rStyle w:val="libFootNoteArabicChar"/>
          <w:rtl/>
          <w:lang w:bidi="ar-SA"/>
        </w:rPr>
        <w:t>ا</w:t>
      </w:r>
      <w:r w:rsidR="004342D2" w:rsidRPr="00946939">
        <w:rPr>
          <w:rStyle w:val="libFootNoteArabicChar"/>
          <w:rtl/>
        </w:rPr>
        <w:t>ئل،ج</w:t>
      </w:r>
      <w:r w:rsidR="00C15B30" w:rsidRPr="00946939">
        <w:rPr>
          <w:rStyle w:val="libFootNoteArabicChar"/>
          <w:rFonts w:hint="cs"/>
          <w:rtl/>
        </w:rPr>
        <w:t>2</w:t>
      </w:r>
      <w:r w:rsidR="004342D2" w:rsidRPr="00946939">
        <w:rPr>
          <w:rStyle w:val="libFootNoteArabicChar"/>
          <w:rFonts w:hint="cs"/>
          <w:rtl/>
        </w:rPr>
        <w:t>،ص</w:t>
      </w:r>
      <w:r w:rsidR="00C15B30" w:rsidRPr="00946939">
        <w:rPr>
          <w:rStyle w:val="libFootNoteArabicChar"/>
          <w:rFonts w:hint="cs"/>
          <w:rtl/>
        </w:rPr>
        <w:t>551</w:t>
      </w:r>
    </w:p>
    <w:p w:rsidR="00936387" w:rsidRPr="004342D2" w:rsidRDefault="00936387" w:rsidP="00A60F54">
      <w:pPr>
        <w:pStyle w:val="libPoemTini"/>
        <w:rPr>
          <w:rtl/>
        </w:rPr>
      </w:pPr>
      <w:r w:rsidRPr="004342D2">
        <w:rPr>
          <w:rtl/>
        </w:rPr>
        <w:br w:type="page"/>
      </w:r>
    </w:p>
    <w:p w:rsidR="004342D2" w:rsidRPr="00C15B30" w:rsidRDefault="004342D2" w:rsidP="00842CCC">
      <w:pPr>
        <w:pStyle w:val="libArabic"/>
        <w:rPr>
          <w:rtl/>
        </w:rPr>
      </w:pPr>
      <w:r>
        <w:rPr>
          <w:rFonts w:hint="eastAsia"/>
          <w:rtl/>
        </w:rPr>
        <w:lastRenderedPageBreak/>
        <w:t>فَمَ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لِلنِّسَ</w:t>
      </w:r>
      <w:r w:rsidR="00CF3D62" w:rsidRPr="00CF3D62">
        <w:rPr>
          <w:rtl/>
        </w:rPr>
        <w:t>ا</w:t>
      </w:r>
      <w:r>
        <w:rPr>
          <w:rtl/>
        </w:rPr>
        <w:t>ءِ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لرِّجَ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رَسُولُ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ص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بَرَنِ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جَب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رَئِ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لُ وَ لَم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َزَل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ُوصِ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 حَتَّ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ظَنَن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تُ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َحِلَّ لِزَو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َقُولَ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فٍّ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مُحَمَّدُ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تَّقُو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 عَزَّ وَ جَلَّ 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ُنَّ</w:t>
      </w:r>
      <w:r>
        <w:rPr>
          <w:rtl/>
        </w:rPr>
        <w:t xml:space="preserve"> عَوَ</w:t>
      </w:r>
      <w:r w:rsidR="00CF3D62" w:rsidRPr="00CF3D62">
        <w:rPr>
          <w:rtl/>
        </w:rPr>
        <w:t>ا</w:t>
      </w:r>
      <w:r>
        <w:rPr>
          <w:rtl/>
        </w:rPr>
        <w:t>نٍ بَ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دِ</w:t>
      </w:r>
      <w:r w:rsidRPr="00CD0F9A">
        <w:rPr>
          <w:rFonts w:hint="cs"/>
          <w:rtl/>
        </w:rPr>
        <w:t>يك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خَذ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تُمُو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ُنَّ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تِ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عَزَّ وَ جَلَّ</w:t>
      </w:r>
      <w:r w:rsidRPr="007741D8">
        <w:rPr>
          <w:rStyle w:val="libFootnotenumChar"/>
          <w:rFonts w:hint="cs"/>
          <w:rtl/>
        </w:rPr>
        <w:t>(</w:t>
      </w:r>
      <w:r w:rsidR="00842CCC">
        <w:rPr>
          <w:rStyle w:val="libFootnotenumChar"/>
          <w:rFonts w:hint="cs"/>
          <w:rtl/>
        </w:rPr>
        <w:t>1</w:t>
      </w:r>
      <w:r w:rsidRPr="007741D8">
        <w:rPr>
          <w:rStyle w:val="libFootnotenumChar"/>
          <w:rFonts w:hint="cs"/>
          <w:rtl/>
        </w:rPr>
        <w:t>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نے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عورتوں کے حقوق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 w:rsidR="00816B77" w:rsidRPr="00816B77">
        <w:rPr>
          <w:rtl/>
          <w:lang w:bidi="ur-PK"/>
        </w:rPr>
        <w:t>ا</w:t>
      </w:r>
      <w:r>
        <w:rPr>
          <w:rtl/>
        </w:rPr>
        <w:t>رش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</w:t>
      </w:r>
      <w:r w:rsidR="00816B77" w:rsidRPr="00816B77">
        <w:rPr>
          <w:rtl/>
          <w:lang w:bidi="ur-PK"/>
        </w:rPr>
        <w:t>ا</w:t>
      </w:r>
      <w:r>
        <w:rPr>
          <w:rtl/>
        </w:rPr>
        <w:t>ن کرنے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ف کہن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ئز نہ ہو</w:t>
      </w:r>
      <w:r w:rsidR="00816B77" w:rsidRPr="00816B77">
        <w:rPr>
          <w:rtl/>
          <w:lang w:bidi="ur-PK"/>
        </w:rPr>
        <w:t>ا</w:t>
      </w:r>
      <w:r>
        <w:rPr>
          <w:rtl/>
        </w:rPr>
        <w:t>ور مجھ سے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ے محمد</w:t>
      </w:r>
      <w:r>
        <w:rPr>
          <w:rFonts w:hint="cs"/>
          <w:rtl/>
        </w:rPr>
        <w:t>ﷺ</w:t>
      </w:r>
      <w:r>
        <w:rPr>
          <w:rtl/>
        </w:rPr>
        <w:t>!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سے ڈرو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نرم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 w:rsidR="00816B77" w:rsidRPr="00816B77">
        <w:rPr>
          <w:rtl/>
          <w:lang w:bidi="ur-PK"/>
        </w:rPr>
        <w:t>ا</w:t>
      </w:r>
      <w:r>
        <w:rPr>
          <w:rtl/>
        </w:rPr>
        <w:t>رے حکم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ہم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نت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 ن</w:t>
      </w:r>
      <w:r w:rsidR="00816B77" w:rsidRPr="00816B77">
        <w:rPr>
          <w:rtl/>
          <w:lang w:bidi="ur-PK"/>
        </w:rPr>
        <w:t>ا</w:t>
      </w:r>
      <w:r>
        <w:rPr>
          <w:rtl/>
        </w:rPr>
        <w:t>موس پر مسلط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نہ کروپ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>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ن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>لم کے حقوق ک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عل</w:t>
      </w:r>
      <w:r w:rsidR="00816B77" w:rsidRPr="00816B77">
        <w:rPr>
          <w:rtl/>
          <w:lang w:bidi="ur-PK"/>
        </w:rPr>
        <w:t>ا</w:t>
      </w:r>
      <w:r>
        <w:rPr>
          <w:rtl/>
        </w:rPr>
        <w:t>ن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ئے کہنے سے بھ</w:t>
      </w:r>
      <w:r>
        <w:rPr>
          <w:rFonts w:hint="cs"/>
          <w:rtl/>
        </w:rPr>
        <w:t>ی</w:t>
      </w:r>
      <w:r>
        <w:rPr>
          <w:rtl/>
        </w:rPr>
        <w:t xml:space="preserve"> منع کرن</w:t>
      </w:r>
      <w:r w:rsidR="00816B77" w:rsidRPr="00816B77">
        <w:rPr>
          <w:rtl/>
          <w:lang w:bidi="ur-PK"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مث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شرے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ج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 </w:t>
      </w:r>
    </w:p>
    <w:p w:rsidR="005A2492" w:rsidRDefault="005A2492" w:rsidP="00A21BC5">
      <w:pPr>
        <w:pStyle w:val="Heading1"/>
        <w:rPr>
          <w:rtl/>
        </w:rPr>
      </w:pPr>
      <w:r>
        <w:rPr>
          <w:rtl/>
        </w:rPr>
        <w:t xml:space="preserve"> </w:t>
      </w:r>
      <w:bookmarkStart w:id="106" w:name="_Toc393190531"/>
      <w:r>
        <w:rPr>
          <w:rtl/>
        </w:rPr>
        <w:t>عفو در گزر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</w:t>
      </w:r>
      <w:bookmarkEnd w:id="106"/>
    </w:p>
    <w:p w:rsidR="005A2492" w:rsidRDefault="00816B77" w:rsidP="00842CCC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سح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ق</w:t>
      </w:r>
      <w:r w:rsidR="005A2492">
        <w:rPr>
          <w:rtl/>
        </w:rPr>
        <w:t xml:space="preserve"> بن عم</w:t>
      </w:r>
      <w:r w:rsidRPr="00816B77">
        <w:rPr>
          <w:rtl/>
          <w:lang w:bidi="ur-PK"/>
        </w:rPr>
        <w:t>ا</w:t>
      </w:r>
      <w:r w:rsidR="005A2492">
        <w:rPr>
          <w:rtl/>
        </w:rPr>
        <w:t>ر کہت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خدمت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عرض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عورتوں ک</w:t>
      </w:r>
      <w:r w:rsidRPr="00816B77">
        <w:rPr>
          <w:rtl/>
          <w:lang w:bidi="ur-PK"/>
        </w:rPr>
        <w:t>ا</w:t>
      </w:r>
      <w:r w:rsidR="005A2492">
        <w:rPr>
          <w:rtl/>
        </w:rPr>
        <w:t>حق مردوں کے ذمہ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ہے؟ تو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دو،  لب</w:t>
      </w:r>
      <w:r w:rsidRPr="00816B77">
        <w:rPr>
          <w:rtl/>
          <w:lang w:bidi="ur-PK"/>
        </w:rPr>
        <w:t>ا</w:t>
      </w:r>
      <w:r w:rsidR="005A2492">
        <w:rPr>
          <w:rtl/>
        </w:rPr>
        <w:t>س پہن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ؤ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جرم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مرتکب ہوج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تو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ف کردو</w:t>
      </w:r>
      <w:r w:rsidR="00936387" w:rsidRPr="007741D8">
        <w:rPr>
          <w:rStyle w:val="libFootnotenumChar"/>
          <w:rFonts w:hint="cs"/>
          <w:rtl/>
        </w:rPr>
        <w:t>(</w:t>
      </w:r>
      <w:r w:rsidR="00842CCC">
        <w:rPr>
          <w:rStyle w:val="libFootnotenumChar"/>
          <w:rFonts w:hint="cs"/>
          <w:rtl/>
        </w:rPr>
        <w:t>2</w:t>
      </w:r>
      <w:r w:rsidR="00936387" w:rsidRPr="007741D8">
        <w:rPr>
          <w:rStyle w:val="libFootnotenumChar"/>
          <w:rFonts w:hint="cs"/>
          <w:rtl/>
        </w:rPr>
        <w:t>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 ہو تو 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ہو کر رہ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جو شوہر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حصول  کے لئے 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 کرنے  پر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دہ 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 w:rsidR="00816B77" w:rsidRPr="00816B77">
        <w:rPr>
          <w:rtl/>
          <w:lang w:bidi="ur-PK"/>
        </w:rPr>
        <w:t>ا</w:t>
      </w:r>
      <w:r>
        <w:rPr>
          <w:rtl/>
        </w:rPr>
        <w:t>لب کو ش</w:t>
      </w:r>
      <w:r w:rsidR="00816B77" w:rsidRPr="00816B77">
        <w:rPr>
          <w:rtl/>
          <w:lang w:bidi="ur-PK"/>
        </w:rPr>
        <w:t>ا</w:t>
      </w:r>
      <w:r>
        <w:rPr>
          <w:rtl/>
        </w:rPr>
        <w:t>عر 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ہے:</w:t>
      </w:r>
    </w:p>
    <w:p w:rsidR="005A2492" w:rsidRDefault="005A2492" w:rsidP="00842CCC">
      <w:pPr>
        <w:pStyle w:val="libNormal"/>
        <w:rPr>
          <w:rtl/>
        </w:rPr>
      </w:pPr>
      <w:r>
        <w:rPr>
          <w:rFonts w:hint="eastAsia"/>
          <w:rtl/>
        </w:rPr>
        <w:t>پھول</w:t>
      </w:r>
      <w:r>
        <w:rPr>
          <w:rtl/>
        </w:rPr>
        <w:t xml:space="preserve"> کو رنگ تو سبزے کو مہک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نے</w:t>
      </w:r>
      <w:r w:rsidR="00842CCC" w:rsidRPr="00842CCC">
        <w:rPr>
          <w:rFonts w:hint="eastAsia"/>
          <w:rtl/>
        </w:rPr>
        <w:t xml:space="preserve"> </w:t>
      </w:r>
      <w:r w:rsidR="00842CCC">
        <w:rPr>
          <w:rFonts w:hint="eastAsia"/>
          <w:rtl/>
        </w:rPr>
        <w:t>گوش</w:t>
      </w:r>
      <w:r w:rsidR="00842CCC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842CCC">
        <w:rPr>
          <w:rtl/>
        </w:rPr>
        <w:t>حس</w:t>
      </w:r>
      <w:r w:rsidR="00816B77" w:rsidRPr="00816B77">
        <w:rPr>
          <w:rtl/>
          <w:lang w:bidi="ur-PK"/>
        </w:rPr>
        <w:t>ا</w:t>
      </w:r>
      <w:r w:rsidR="00842CCC">
        <w:rPr>
          <w:rtl/>
        </w:rPr>
        <w:t>س کو پ</w:t>
      </w:r>
      <w:r w:rsidR="00816B77" w:rsidRPr="00816B77">
        <w:rPr>
          <w:rtl/>
          <w:lang w:bidi="ur-PK"/>
        </w:rPr>
        <w:t>ا</w:t>
      </w:r>
      <w:r w:rsidR="00842CCC">
        <w:rPr>
          <w:rtl/>
        </w:rPr>
        <w:t>ئل ک</w:t>
      </w:r>
      <w:r w:rsidR="00842CCC">
        <w:rPr>
          <w:rFonts w:hint="cs"/>
          <w:rtl/>
        </w:rPr>
        <w:t>ی</w:t>
      </w:r>
      <w:r w:rsidR="00842CCC">
        <w:rPr>
          <w:rtl/>
        </w:rPr>
        <w:t xml:space="preserve"> کھنک د</w:t>
      </w:r>
      <w:r w:rsidR="00842CCC">
        <w:rPr>
          <w:rFonts w:hint="cs"/>
          <w:rtl/>
        </w:rPr>
        <w:t>ی</w:t>
      </w:r>
      <w:r w:rsidR="00842CCC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842CCC">
        <w:rPr>
          <w:rtl/>
        </w:rPr>
        <w:t>س نے</w:t>
      </w:r>
    </w:p>
    <w:p w:rsidR="00842CCC" w:rsidRDefault="005A2492" w:rsidP="00842CCC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شمع کو ت</w:t>
      </w:r>
      <w:r w:rsidR="00816B77" w:rsidRPr="00816B77">
        <w:rPr>
          <w:rtl/>
          <w:lang w:bidi="ur-PK"/>
        </w:rPr>
        <w:t>ا</w:t>
      </w:r>
      <w:r>
        <w:rPr>
          <w:rtl/>
        </w:rPr>
        <w:t>روں کو چمک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نے</w:t>
      </w:r>
      <w:r w:rsidR="00842CCC" w:rsidRPr="00842CCC">
        <w:rPr>
          <w:rFonts w:hint="eastAsia"/>
          <w:rtl/>
        </w:rPr>
        <w:t xml:space="preserve"> </w:t>
      </w:r>
      <w:r w:rsidR="00842CCC"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 w:rsidR="00842CCC">
        <w:rPr>
          <w:rFonts w:hint="eastAsia"/>
          <w:rtl/>
        </w:rPr>
        <w:t>من</w:t>
      </w:r>
      <w:r w:rsidR="00842CCC">
        <w:rPr>
          <w:rtl/>
        </w:rPr>
        <w:t xml:space="preserve"> فکر کو صندل ک</w:t>
      </w:r>
      <w:r w:rsidR="00842CCC">
        <w:rPr>
          <w:rFonts w:hint="cs"/>
          <w:rtl/>
        </w:rPr>
        <w:t>ی</w:t>
      </w:r>
      <w:r w:rsidR="00842CCC">
        <w:rPr>
          <w:rtl/>
        </w:rPr>
        <w:t xml:space="preserve"> مہک د</w:t>
      </w:r>
      <w:r w:rsidR="00842CCC">
        <w:rPr>
          <w:rFonts w:hint="cs"/>
          <w:rtl/>
        </w:rPr>
        <w:t>ی</w:t>
      </w:r>
      <w:r w:rsidR="00842CCC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842CCC">
        <w:rPr>
          <w:rtl/>
        </w:rPr>
        <w:t>س نے</w:t>
      </w:r>
    </w:p>
    <w:p w:rsidR="00842CCC" w:rsidRDefault="005A2492" w:rsidP="00842CCC">
      <w:pPr>
        <w:pStyle w:val="libNormal"/>
        <w:rPr>
          <w:rtl/>
        </w:rPr>
      </w:pPr>
      <w:r>
        <w:rPr>
          <w:rFonts w:hint="eastAsia"/>
          <w:rtl/>
        </w:rPr>
        <w:t>بڑھ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کے چمن ک</w:t>
      </w:r>
      <w:r>
        <w:rPr>
          <w:rFonts w:hint="cs"/>
          <w:rtl/>
        </w:rPr>
        <w:t>ی</w:t>
      </w:r>
      <w:r>
        <w:rPr>
          <w:rtl/>
        </w:rPr>
        <w:t xml:space="preserve"> خوشبو</w:t>
      </w:r>
      <w:r w:rsidR="00842CCC" w:rsidRPr="00842CCC">
        <w:rPr>
          <w:rFonts w:hint="eastAsia"/>
          <w:rtl/>
        </w:rPr>
        <w:t xml:space="preserve"> </w:t>
      </w:r>
      <w:r w:rsidR="00842CCC">
        <w:rPr>
          <w:rFonts w:hint="eastAsia"/>
          <w:rtl/>
        </w:rPr>
        <w:t>جب</w:t>
      </w:r>
      <w:r w:rsidR="00842CCC">
        <w:rPr>
          <w:rtl/>
        </w:rPr>
        <w:t xml:space="preserve"> سے تہذ</w:t>
      </w:r>
      <w:r w:rsidR="00842CCC">
        <w:rPr>
          <w:rFonts w:hint="cs"/>
          <w:rtl/>
        </w:rPr>
        <w:t>ی</w:t>
      </w:r>
      <w:r w:rsidR="00842CCC">
        <w:rPr>
          <w:rFonts w:hint="eastAsia"/>
          <w:rtl/>
        </w:rPr>
        <w:t>ب</w:t>
      </w:r>
      <w:r w:rsidR="00842CCC">
        <w:rPr>
          <w:rtl/>
        </w:rPr>
        <w:t xml:space="preserve"> م</w:t>
      </w:r>
      <w:r w:rsidR="00842CCC">
        <w:rPr>
          <w:rFonts w:hint="cs"/>
          <w:rtl/>
        </w:rPr>
        <w:t>ی</w:t>
      </w:r>
      <w:r w:rsidR="00842CCC">
        <w:rPr>
          <w:rFonts w:hint="eastAsia"/>
          <w:rtl/>
        </w:rPr>
        <w:t>ں</w:t>
      </w:r>
      <w:r w:rsidR="00842CCC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842CCC">
        <w:rPr>
          <w:rtl/>
        </w:rPr>
        <w:t>ئ</w:t>
      </w:r>
      <w:r w:rsidR="00842CCC">
        <w:rPr>
          <w:rFonts w:hint="cs"/>
          <w:rtl/>
        </w:rPr>
        <w:t>ی</w:t>
      </w:r>
      <w:r w:rsidR="00842CCC">
        <w:rPr>
          <w:rtl/>
        </w:rPr>
        <w:t xml:space="preserve"> ہے دولہن ک</w:t>
      </w:r>
      <w:r w:rsidR="00842CCC">
        <w:rPr>
          <w:rFonts w:hint="cs"/>
          <w:rtl/>
        </w:rPr>
        <w:t>ی</w:t>
      </w:r>
      <w:r w:rsidR="00842CCC">
        <w:rPr>
          <w:rtl/>
        </w:rPr>
        <w:t xml:space="preserve"> خوشبو </w:t>
      </w:r>
      <w:r w:rsidR="00842CCC" w:rsidRPr="007741D8">
        <w:rPr>
          <w:rStyle w:val="libFootnotenumChar"/>
          <w:rFonts w:hint="cs"/>
          <w:rtl/>
        </w:rPr>
        <w:t>(</w:t>
      </w:r>
      <w:r w:rsidR="00842CCC">
        <w:rPr>
          <w:rStyle w:val="libFootnotenumChar"/>
          <w:rFonts w:hint="cs"/>
          <w:rtl/>
        </w:rPr>
        <w:t>3</w:t>
      </w:r>
      <w:r w:rsidR="00842CCC" w:rsidRPr="007741D8">
        <w:rPr>
          <w:rStyle w:val="libFootnotenumChar"/>
          <w:rFonts w:hint="cs"/>
          <w:rtl/>
        </w:rPr>
        <w:t>)</w:t>
      </w:r>
    </w:p>
    <w:p w:rsidR="00936387" w:rsidRDefault="00936387" w:rsidP="00842CCC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342D2" w:rsidRDefault="00936387" w:rsidP="00842CCC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342D2" w:rsidRPr="004342D2">
        <w:rPr>
          <w:rFonts w:hint="cs"/>
          <w:rtl/>
        </w:rPr>
        <w:t xml:space="preserve"> </w:t>
      </w:r>
      <w:r w:rsidR="004342D2">
        <w:rPr>
          <w:rtl/>
        </w:rPr>
        <w:t xml:space="preserve">مستدرک </w:t>
      </w:r>
      <w:r w:rsidR="00816B77" w:rsidRPr="00816B77">
        <w:rPr>
          <w:rtl/>
        </w:rPr>
        <w:t>ا</w:t>
      </w:r>
      <w:r w:rsidR="004342D2">
        <w:rPr>
          <w:rtl/>
        </w:rPr>
        <w:t>لوس</w:t>
      </w:r>
      <w:r w:rsidR="00816B77" w:rsidRPr="00816B77">
        <w:rPr>
          <w:rtl/>
        </w:rPr>
        <w:t>ا</w:t>
      </w:r>
      <w:r w:rsidR="004342D2">
        <w:rPr>
          <w:rtl/>
        </w:rPr>
        <w:t>ئل،ج</w:t>
      </w:r>
      <w:r w:rsidR="004342D2">
        <w:rPr>
          <w:rtl/>
          <w:lang w:bidi="fa-IR"/>
        </w:rPr>
        <w:t>۱۴</w:t>
      </w:r>
      <w:r w:rsidR="004342D2">
        <w:rPr>
          <w:rtl/>
        </w:rPr>
        <w:t>، ص</w:t>
      </w:r>
      <w:r w:rsidR="004342D2">
        <w:rPr>
          <w:rtl/>
          <w:lang w:bidi="fa-IR"/>
        </w:rPr>
        <w:t>۲۵۲</w:t>
      </w:r>
    </w:p>
    <w:p w:rsidR="00842CCC" w:rsidRDefault="00936387" w:rsidP="00842CCC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842CCC">
        <w:rPr>
          <w:rtl/>
        </w:rPr>
        <w:t xml:space="preserve"> وس</w:t>
      </w:r>
      <w:r w:rsidR="00816B77" w:rsidRPr="00816B77">
        <w:rPr>
          <w:rtl/>
        </w:rPr>
        <w:t>ا</w:t>
      </w:r>
      <w:r w:rsidR="00842CCC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946939">
        <w:rPr>
          <w:rFonts w:hint="cs"/>
          <w:rtl/>
        </w:rPr>
        <w:t xml:space="preserve"> </w:t>
      </w:r>
      <w:r w:rsidR="00842CCC">
        <w:rPr>
          <w:rtl/>
        </w:rPr>
        <w:t>ج</w:t>
      </w:r>
      <w:r w:rsidR="00C15B30" w:rsidRPr="00C15B30">
        <w:rPr>
          <w:rFonts w:hint="cs"/>
          <w:rtl/>
        </w:rPr>
        <w:t>15</w:t>
      </w:r>
      <w:r w:rsidR="00842CCC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223</w:t>
      </w:r>
    </w:p>
    <w:p w:rsidR="00842CCC" w:rsidRPr="00842CCC" w:rsidRDefault="00842CCC" w:rsidP="00842CCC">
      <w:pPr>
        <w:pStyle w:val="libFootnote0"/>
        <w:rPr>
          <w:rtl/>
        </w:rPr>
      </w:pPr>
      <w:r>
        <w:rPr>
          <w:rFonts w:hint="cs"/>
          <w:rtl/>
        </w:rPr>
        <w:t>(3):-</w:t>
      </w:r>
      <w:r w:rsidRPr="00842CCC">
        <w:rPr>
          <w:rtl/>
        </w:rPr>
        <w:t xml:space="preserve"> </w:t>
      </w:r>
      <w:r>
        <w:rPr>
          <w:rtl/>
        </w:rPr>
        <w:t>ڈ</w:t>
      </w:r>
      <w:r w:rsidR="00816B77" w:rsidRPr="00816B77">
        <w:rPr>
          <w:rtl/>
        </w:rPr>
        <w:t>ا</w:t>
      </w:r>
      <w:r>
        <w:rPr>
          <w:rtl/>
        </w:rPr>
        <w:t>کٹر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16B77" w:rsidRPr="00816B77">
        <w:rPr>
          <w:rtl/>
        </w:rPr>
        <w:t>ا</w:t>
      </w:r>
      <w:r>
        <w:rPr>
          <w:rtl/>
        </w:rPr>
        <w:t>عظم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و</w:t>
      </w:r>
      <w:r w:rsidR="00816B77" w:rsidRPr="00816B77">
        <w:rPr>
          <w:rtl/>
        </w:rPr>
        <w:t>ا</w:t>
      </w:r>
      <w:r>
        <w:rPr>
          <w:rtl/>
        </w:rPr>
        <w:t>لفجر،ص</w:t>
      </w:r>
      <w:r>
        <w:rPr>
          <w:rtl/>
          <w:lang w:bidi="fa-IR"/>
        </w:rPr>
        <w:t>۱۲۴</w:t>
      </w:r>
    </w:p>
    <w:p w:rsidR="00936387" w:rsidRPr="00936387" w:rsidRDefault="00936387" w:rsidP="00A60F54">
      <w:pPr>
        <w:pStyle w:val="libPoemTini"/>
        <w:rPr>
          <w:rtl/>
        </w:rPr>
      </w:pPr>
      <w:r w:rsidRPr="00936387"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07" w:name="_Toc393190532"/>
      <w:r>
        <w:rPr>
          <w:rFonts w:hint="eastAsia"/>
          <w:rtl/>
        </w:rPr>
        <w:lastRenderedPageBreak/>
        <w:t>بد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خل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صبور شوہر</w:t>
      </w:r>
      <w:bookmarkEnd w:id="107"/>
    </w:p>
    <w:p w:rsidR="005A2492" w:rsidRDefault="005A2492" w:rsidP="0027727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ہود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بد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خل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ق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 کو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تنگ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پؑ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لئے دع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تھےوجہ پوچھ</w:t>
      </w:r>
      <w:r>
        <w:rPr>
          <w:rFonts w:hint="cs"/>
          <w:rtl/>
        </w:rPr>
        <w:t>ی</w:t>
      </w:r>
      <w:r>
        <w:rPr>
          <w:rtl/>
        </w:rPr>
        <w:t xml:space="preserve">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مؤمن کو خلق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دشمن ضرور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جو </w:t>
      </w:r>
      <w:r w:rsidR="00816B77" w:rsidRPr="00816B77">
        <w:rPr>
          <w:rtl/>
          <w:lang w:bidi="ur-PK"/>
        </w:rPr>
        <w:t>ا</w:t>
      </w:r>
      <w:r>
        <w:rPr>
          <w:rtl/>
        </w:rPr>
        <w:t>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ر پہنچ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دشمن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دشمن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تر ہے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 سے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کے کنٹرول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</w:t>
      </w:r>
      <w:r w:rsidR="00816B77" w:rsidRPr="00816B77">
        <w:rPr>
          <w:rtl/>
          <w:lang w:bidi="ur-PK"/>
        </w:rPr>
        <w:t>ا</w:t>
      </w:r>
      <w:r>
        <w:rPr>
          <w:rtl/>
        </w:rPr>
        <w:t>رہوج</w:t>
      </w:r>
      <w:r w:rsidR="00816B77" w:rsidRPr="00816B77">
        <w:rPr>
          <w:rtl/>
          <w:lang w:bidi="ur-PK"/>
        </w:rPr>
        <w:t>ا</w:t>
      </w:r>
      <w:r>
        <w:rPr>
          <w:rtl/>
        </w:rPr>
        <w:t>ؤں</w:t>
      </w:r>
      <w:r w:rsidR="00277277" w:rsidRPr="007741D8">
        <w:rPr>
          <w:rStyle w:val="libFootnotenumChar"/>
          <w:rFonts w:hint="cs"/>
          <w:rtl/>
        </w:rPr>
        <w:t>(1)</w:t>
      </w:r>
      <w:r>
        <w:rPr>
          <w:rtl/>
        </w:rPr>
        <w:t xml:space="preserve">رسول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CF3D62" w:rsidP="00277277">
      <w:pPr>
        <w:pStyle w:val="libArabic"/>
        <w:rPr>
          <w:rtl/>
        </w:rPr>
      </w:pP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لَ</w:t>
      </w:r>
      <w:r w:rsidRPr="00CF3D62">
        <w:rPr>
          <w:rFonts w:hint="cs"/>
          <w:rtl/>
        </w:rPr>
        <w:t>ا</w:t>
      </w:r>
      <w:r w:rsidR="005A2492">
        <w:rPr>
          <w:rtl/>
        </w:rPr>
        <w:t xml:space="preserve"> وَ مَن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صَبَرَ عَلَ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خُلُقِ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ةٍ سَ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ِّئَةِ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خُلُقِ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ح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تَسَبَ فِ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 ذَلِ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 xml:space="preserve">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ج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رَ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طَ</w:t>
      </w:r>
      <w:r w:rsidRPr="00CF3D62">
        <w:rPr>
          <w:rFonts w:hint="cs"/>
          <w:rtl/>
        </w:rPr>
        <w:t>ا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ُ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 ثَوَ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بَ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لشَّ</w:t>
      </w:r>
      <w:r w:rsidRPr="00CF3D62">
        <w:rPr>
          <w:rFonts w:hint="cs"/>
          <w:rtl/>
        </w:rPr>
        <w:t>ا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ِرِ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ن</w:t>
      </w:r>
      <w:r w:rsidR="00277277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طر برد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شت کرے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خد</w:t>
      </w:r>
      <w:r w:rsidR="00816B77" w:rsidRPr="00816B77">
        <w:rPr>
          <w:rtl/>
          <w:lang w:bidi="ur-PK"/>
        </w:rPr>
        <w:t>ا</w:t>
      </w:r>
      <w:r>
        <w:rPr>
          <w:rtl/>
        </w:rPr>
        <w:t>وند ش</w:t>
      </w:r>
      <w:r w:rsidR="00816B77" w:rsidRPr="00816B77">
        <w:rPr>
          <w:rtl/>
          <w:lang w:bidi="ur-PK"/>
        </w:rPr>
        <w:t>ا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عن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C15B30">
      <w:pPr>
        <w:pStyle w:val="libArabic"/>
        <w:rPr>
          <w:rtl/>
        </w:rPr>
      </w:pPr>
      <w:r>
        <w:rPr>
          <w:rFonts w:hint="eastAsia"/>
          <w:rtl/>
        </w:rPr>
        <w:t>ق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</w:t>
      </w:r>
      <w:r w:rsidR="00CF3D62" w:rsidRPr="00CF3D62">
        <w:rPr>
          <w:rtl/>
        </w:rPr>
        <w:t>ا</w:t>
      </w:r>
      <w:r>
        <w:rPr>
          <w:rtl/>
        </w:rPr>
        <w:t>م</w:t>
      </w:r>
      <w:r w:rsidR="00CF3D62" w:rsidRPr="00CF3D62">
        <w:rPr>
          <w:rtl/>
        </w:rPr>
        <w:t>ا</w:t>
      </w:r>
      <w:r>
        <w:rPr>
          <w:rtl/>
        </w:rPr>
        <w:t xml:space="preserve">م </w:t>
      </w:r>
      <w:r w:rsidR="00CF3D62" w:rsidRPr="00CF3D62">
        <w:rPr>
          <w:rtl/>
        </w:rPr>
        <w:t>ا</w:t>
      </w:r>
      <w:r>
        <w:rPr>
          <w:rtl/>
        </w:rPr>
        <w:t>لب</w:t>
      </w:r>
      <w:r w:rsidR="00CF3D62" w:rsidRPr="00CF3D62">
        <w:rPr>
          <w:rtl/>
        </w:rPr>
        <w:t>ا</w:t>
      </w:r>
      <w:r>
        <w:rPr>
          <w:rtl/>
        </w:rPr>
        <w:t xml:space="preserve">قر: مَنِ </w:t>
      </w:r>
      <w:r w:rsidR="00CF3D62" w:rsidRPr="00CF3D62">
        <w:rPr>
          <w:rtl/>
        </w:rPr>
        <w:t>ا</w:t>
      </w:r>
      <w:r>
        <w:rPr>
          <w:rtl/>
        </w:rPr>
        <w:t>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تَمَلَ مِنِ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وَ لَو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َلِمَةً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حِدَةً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تَقَ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رَقَبَتَ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رِ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جَبَ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جَنَّةَ وَ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َتَبَ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مِ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ئَتَ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فِ حَسَنَةٍ وَ مَحَ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عَن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ُ مِ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ئَتَ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فِ سَ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ِّئَةٍ وَ رَفَعَ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مِ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ئَتَ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فِ</w:t>
      </w:r>
      <w:r>
        <w:rPr>
          <w:rtl/>
        </w:rPr>
        <w:t xml:space="preserve"> دَرَجَةٍ وَ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 xml:space="preserve">َتَبَ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عَزَّ وَ جَلَّ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بِ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ُلِّ شَع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رَةٍ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بَدَنِ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عِبَ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دَةَ سَنَة</w:t>
      </w:r>
      <w:r w:rsidR="00277277" w:rsidRPr="007741D8">
        <w:rPr>
          <w:rStyle w:val="libFootnotenumChar"/>
          <w:rFonts w:hint="cs"/>
          <w:rtl/>
        </w:rPr>
        <w:t>(3)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قر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جو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بد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ر کو برد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شت کرے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صبر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مظ</w:t>
      </w:r>
      <w:r w:rsidRPr="00816B77">
        <w:rPr>
          <w:rtl/>
          <w:lang w:bidi="ur-PK"/>
        </w:rPr>
        <w:t>ا</w:t>
      </w:r>
      <w:r w:rsidR="005A2492">
        <w:rPr>
          <w:rtl/>
        </w:rPr>
        <w:t>ہرہ کرے تو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دن </w:t>
      </w:r>
      <w:r w:rsidRPr="00816B77">
        <w:rPr>
          <w:rtl/>
          <w:lang w:bidi="ur-PK"/>
        </w:rPr>
        <w:t>ا</w:t>
      </w:r>
      <w:r w:rsidR="005A2492">
        <w:rPr>
          <w:rtl/>
        </w:rPr>
        <w:t>سے خد</w:t>
      </w:r>
      <w:r w:rsidRPr="00816B77">
        <w:rPr>
          <w:rtl/>
          <w:lang w:bidi="ur-PK"/>
        </w:rPr>
        <w:t>ا</w:t>
      </w:r>
      <w:r w:rsidR="005A2492">
        <w:rPr>
          <w:rtl/>
        </w:rPr>
        <w:t>وند ع</w:t>
      </w:r>
      <w:r w:rsidRPr="00816B77">
        <w:rPr>
          <w:rtl/>
          <w:lang w:bidi="ur-PK"/>
        </w:rPr>
        <w:t>ا</w:t>
      </w:r>
      <w:r w:rsidR="005A2492">
        <w:rPr>
          <w:rtl/>
        </w:rPr>
        <w:t>لم جہنم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گ سے نج</w:t>
      </w:r>
      <w:r w:rsidRPr="00816B77">
        <w:rPr>
          <w:rtl/>
          <w:lang w:bidi="ur-PK"/>
        </w:rPr>
        <w:t>ا</w:t>
      </w:r>
      <w:r w:rsidR="005A2492">
        <w:rPr>
          <w:rtl/>
        </w:rPr>
        <w:t>ت دل</w:t>
      </w:r>
      <w:r w:rsidRPr="00816B77">
        <w:rPr>
          <w:rtl/>
          <w:lang w:bidi="ur-PK"/>
        </w:rPr>
        <w:t>ا</w:t>
      </w:r>
      <w:r w:rsidR="005A2492">
        <w:rPr>
          <w:rtl/>
        </w:rPr>
        <w:t>ئے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شت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 پر 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جب کردے گ</w:t>
      </w:r>
      <w:r w:rsidRPr="00E67D25">
        <w:rPr>
          <w:rFonts w:hint="cs"/>
          <w:rtl/>
        </w:rPr>
        <w:t>اا</w:t>
      </w:r>
      <w:r w:rsidR="005A2492" w:rsidRPr="00E67D25">
        <w:rPr>
          <w:rFonts w:hint="cs"/>
          <w:rtl/>
        </w:rPr>
        <w:t xml:space="preserve">ور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 کے ن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مہ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عم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دول</w:t>
      </w:r>
      <w:r w:rsidRPr="00816B77">
        <w:rPr>
          <w:rtl/>
          <w:lang w:bidi="ur-PK"/>
        </w:rPr>
        <w:t>ا</w:t>
      </w:r>
      <w:r w:rsidR="005A2492">
        <w:rPr>
          <w:rtl/>
        </w:rPr>
        <w:t>کھ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لکھ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دول</w:t>
      </w:r>
      <w:r w:rsidRPr="00816B77">
        <w:rPr>
          <w:rtl/>
          <w:lang w:bidi="ur-PK"/>
        </w:rPr>
        <w:t>ا</w:t>
      </w:r>
      <w:r w:rsidR="005A2492">
        <w:rPr>
          <w:rtl/>
        </w:rPr>
        <w:t>کھ بر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کو مٹ</w:t>
      </w:r>
      <w:r w:rsidRPr="00816B77">
        <w:rPr>
          <w:rtl/>
          <w:lang w:bidi="ur-PK"/>
        </w:rPr>
        <w:t>ا</w:t>
      </w:r>
      <w:r w:rsidR="005A2492">
        <w:rPr>
          <w:rtl/>
        </w:rPr>
        <w:t>دے گ</w:t>
      </w:r>
      <w:r w:rsidRPr="00816B77">
        <w:rPr>
          <w:rtl/>
          <w:lang w:bidi="ur-PK"/>
        </w:rPr>
        <w:t>اا</w:t>
      </w:r>
      <w:r w:rsidR="005A2492">
        <w:rPr>
          <w:rtl/>
        </w:rPr>
        <w:t>ور دول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کھ درجے </w:t>
      </w:r>
      <w:r w:rsidRPr="00816B77">
        <w:rPr>
          <w:rtl/>
          <w:lang w:bidi="ur-PK"/>
        </w:rPr>
        <w:t>ا</w:t>
      </w:r>
      <w:r w:rsidR="005A2492">
        <w:rPr>
          <w:rtl/>
        </w:rPr>
        <w:t>س کےبلند کرے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بدن پر موجود ہرب</w:t>
      </w:r>
      <w:r w:rsidRPr="00816B77">
        <w:rPr>
          <w:rtl/>
          <w:lang w:bidi="ur-PK"/>
        </w:rPr>
        <w:t>ا</w:t>
      </w:r>
      <w:r w:rsidR="005A2492">
        <w:rPr>
          <w:rtl/>
        </w:rPr>
        <w:t>ل کے  بر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بر 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>دت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>ب لکھ دے گ</w:t>
      </w:r>
      <w:r w:rsidRPr="00816B77">
        <w:rPr>
          <w:rtl/>
          <w:lang w:bidi="ur-PK"/>
        </w:rPr>
        <w:t>ا</w:t>
      </w:r>
    </w:p>
    <w:p w:rsidR="00277277" w:rsidRDefault="00277277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14D05" w:rsidRDefault="00277277" w:rsidP="00414D0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14D05">
        <w:rPr>
          <w:rtl/>
        </w:rPr>
        <w:t xml:space="preserve"> سف</w:t>
      </w:r>
      <w:r w:rsidR="00414D05">
        <w:rPr>
          <w:rFonts w:hint="cs"/>
          <w:rtl/>
        </w:rPr>
        <w:t>ی</w:t>
      </w:r>
      <w:r w:rsidR="00414D05">
        <w:rPr>
          <w:rFonts w:hint="eastAsia"/>
          <w:rtl/>
        </w:rPr>
        <w:t>نہ</w:t>
      </w:r>
      <w:r w:rsidR="00414D05">
        <w:rPr>
          <w:rtl/>
        </w:rPr>
        <w:t xml:space="preserve"> </w:t>
      </w:r>
      <w:r w:rsidR="00816B77" w:rsidRPr="00816B77">
        <w:rPr>
          <w:rtl/>
        </w:rPr>
        <w:t>ا</w:t>
      </w:r>
      <w:r w:rsidR="00414D05">
        <w:rPr>
          <w:rtl/>
        </w:rPr>
        <w:t>لبح</w:t>
      </w:r>
      <w:r w:rsidR="00816B77" w:rsidRPr="00816B77">
        <w:rPr>
          <w:rtl/>
        </w:rPr>
        <w:t>ا</w:t>
      </w:r>
      <w:r w:rsidR="00414D05">
        <w:rPr>
          <w:rtl/>
        </w:rPr>
        <w:t>ر، ب</w:t>
      </w:r>
      <w:r w:rsidR="00816B77" w:rsidRPr="00816B77">
        <w:rPr>
          <w:rtl/>
        </w:rPr>
        <w:t>ا</w:t>
      </w:r>
      <w:r w:rsidR="00414D05">
        <w:rPr>
          <w:rtl/>
        </w:rPr>
        <w:t>ب زوج</w:t>
      </w:r>
    </w:p>
    <w:p w:rsidR="00277277" w:rsidRDefault="00277277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414D05" w:rsidRPr="00414D05">
        <w:rPr>
          <w:rtl/>
        </w:rPr>
        <w:t xml:space="preserve"> </w:t>
      </w:r>
      <w:r w:rsidR="00414D05">
        <w:rPr>
          <w:rtl/>
        </w:rPr>
        <w:t>من ل</w:t>
      </w:r>
      <w:r w:rsidR="00816B77" w:rsidRPr="00816B77">
        <w:rPr>
          <w:rtl/>
        </w:rPr>
        <w:t>ا</w:t>
      </w:r>
      <w:r w:rsidR="00414D05">
        <w:rPr>
          <w:rtl/>
        </w:rPr>
        <w:t xml:space="preserve"> </w:t>
      </w:r>
      <w:r w:rsidR="00414D05">
        <w:rPr>
          <w:rFonts w:hint="cs"/>
          <w:rtl/>
        </w:rPr>
        <w:t>ی</w:t>
      </w:r>
      <w:r w:rsidR="00414D05">
        <w:rPr>
          <w:rFonts w:hint="eastAsia"/>
          <w:rtl/>
        </w:rPr>
        <w:t>حضرہ</w:t>
      </w:r>
      <w:r w:rsidR="00414D05">
        <w:rPr>
          <w:rtl/>
        </w:rPr>
        <w:t xml:space="preserve"> </w:t>
      </w:r>
      <w:r w:rsidR="00816B77" w:rsidRPr="00816B77">
        <w:rPr>
          <w:rtl/>
        </w:rPr>
        <w:t>ا</w:t>
      </w:r>
      <w:r w:rsidR="00414D05">
        <w:rPr>
          <w:rtl/>
        </w:rPr>
        <w:t>لفق</w:t>
      </w:r>
      <w:r w:rsidR="00414D05">
        <w:rPr>
          <w:rFonts w:hint="cs"/>
          <w:rtl/>
        </w:rPr>
        <w:t>ی</w:t>
      </w:r>
      <w:r w:rsidR="00414D05">
        <w:rPr>
          <w:rFonts w:hint="eastAsia"/>
          <w:rtl/>
        </w:rPr>
        <w:t>ہ،ج</w:t>
      </w:r>
      <w:r w:rsidR="00414D05">
        <w:rPr>
          <w:rtl/>
          <w:lang w:bidi="fa-IR"/>
        </w:rPr>
        <w:t>۴</w:t>
      </w:r>
      <w:r w:rsidR="00414D05">
        <w:rPr>
          <w:rtl/>
        </w:rPr>
        <w:t>، ص</w:t>
      </w:r>
      <w:r w:rsidR="00414D05">
        <w:rPr>
          <w:rtl/>
          <w:lang w:bidi="fa-IR"/>
        </w:rPr>
        <w:t>۱۵</w:t>
      </w:r>
    </w:p>
    <w:p w:rsidR="00277277" w:rsidRDefault="00277277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414D05" w:rsidRPr="00414D05">
        <w:rPr>
          <w:rtl/>
        </w:rPr>
        <w:t xml:space="preserve"> </w:t>
      </w:r>
      <w:r w:rsidR="00414D05" w:rsidRPr="009B3591">
        <w:rPr>
          <w:rStyle w:val="libFootNoteArabicChar"/>
          <w:rtl/>
        </w:rPr>
        <w:t>م</w:t>
      </w:r>
      <w:r w:rsidR="00414D05" w:rsidRPr="009B3591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9B3591">
        <w:rPr>
          <w:rStyle w:val="libFootNoteArabicChar"/>
          <w:rFonts w:hint="cs"/>
          <w:rtl/>
        </w:rPr>
        <w:t xml:space="preserve">رم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9B3591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9B3591">
        <w:rPr>
          <w:rStyle w:val="libFootNoteArabicChar"/>
          <w:rFonts w:hint="cs"/>
          <w:rtl/>
        </w:rPr>
        <w:t>خل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9B3591">
        <w:rPr>
          <w:rStyle w:val="libFootNoteArabicChar"/>
          <w:rFonts w:hint="cs"/>
          <w:rtl/>
        </w:rPr>
        <w:t xml:space="preserve">ق،في حق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9B3591">
        <w:rPr>
          <w:rStyle w:val="libFootNoteArabicChar"/>
          <w:rFonts w:hint="cs"/>
          <w:rtl/>
        </w:rPr>
        <w:t>لمر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9B3591">
        <w:rPr>
          <w:rStyle w:val="libFootNoteArabicChar"/>
          <w:rFonts w:hint="cs"/>
          <w:rtl/>
        </w:rPr>
        <w:t>ة عل</w:t>
      </w:r>
      <w:r w:rsidR="009B349E" w:rsidRPr="009B349E">
        <w:rPr>
          <w:rStyle w:val="libFootNoteArabicChar"/>
          <w:rFonts w:hint="cs"/>
          <w:rtl/>
        </w:rPr>
        <w:t>ی</w:t>
      </w:r>
      <w:r w:rsidR="00414D05" w:rsidRPr="009B3591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9B3591">
        <w:rPr>
          <w:rStyle w:val="libFootNoteArabicChar"/>
          <w:rFonts w:hint="cs"/>
          <w:rtl/>
        </w:rPr>
        <w:t>لزوج،  ص 216</w:t>
      </w:r>
    </w:p>
    <w:p w:rsidR="00277277" w:rsidRDefault="00277277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08" w:name="_Toc393190533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جہنم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108"/>
      <w:r>
        <w:rPr>
          <w:rtl/>
        </w:rPr>
        <w:t xml:space="preserve"> </w:t>
      </w:r>
    </w:p>
    <w:p w:rsidR="005A2492" w:rsidRDefault="00816B77" w:rsidP="00277277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5A2492" w:rsidRPr="00F4194C">
        <w:rPr>
          <w:rStyle w:val="libArabicChar"/>
          <w:rtl/>
        </w:rPr>
        <w:t xml:space="preserve">حرّمت </w:t>
      </w:r>
      <w:r w:rsidR="00CF3D62" w:rsidRPr="00CF3D62">
        <w:rPr>
          <w:rStyle w:val="libArabicChar"/>
          <w:rtl/>
        </w:rPr>
        <w:t>ا</w:t>
      </w:r>
      <w:r w:rsidR="005A2492" w:rsidRPr="00F4194C">
        <w:rPr>
          <w:rStyle w:val="libArabicChar"/>
          <w:rtl/>
        </w:rPr>
        <w:t>لجّنة عل</w:t>
      </w:r>
      <w:r w:rsidR="005A2492" w:rsidRPr="00F4194C">
        <w:rPr>
          <w:rStyle w:val="libArabicChar"/>
          <w:rFonts w:hint="cs"/>
          <w:rtl/>
        </w:rPr>
        <w:t>ی</w:t>
      </w:r>
      <w:r w:rsidR="005A2492" w:rsidRPr="00F4194C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="005A2492" w:rsidRPr="00F4194C">
        <w:rPr>
          <w:rStyle w:val="libArabicChar"/>
          <w:rtl/>
        </w:rPr>
        <w:t>لد</w:t>
      </w:r>
      <w:r w:rsidR="005A2492" w:rsidRPr="00F4194C">
        <w:rPr>
          <w:rStyle w:val="libArabicChar"/>
          <w:rFonts w:hint="cs"/>
          <w:rtl/>
        </w:rPr>
        <w:t>یّ</w:t>
      </w:r>
      <w:r w:rsidR="005A2492" w:rsidRPr="00F4194C">
        <w:rPr>
          <w:rStyle w:val="libArabicChar"/>
          <w:rFonts w:hint="eastAsia"/>
          <w:rtl/>
        </w:rPr>
        <w:t>وث</w:t>
      </w:r>
      <w:r w:rsidR="00277277" w:rsidRPr="007741D8">
        <w:rPr>
          <w:rStyle w:val="libFootnotenumChar"/>
          <w:rFonts w:hint="cs"/>
          <w:rtl/>
        </w:rPr>
        <w:t>(1)</w:t>
      </w:r>
    </w:p>
    <w:p w:rsidR="005A2492" w:rsidRDefault="005A2492" w:rsidP="0027727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یّ</w:t>
      </w:r>
      <w:r>
        <w:rPr>
          <w:rFonts w:hint="eastAsia"/>
          <w:rtl/>
        </w:rPr>
        <w:t>وث</w:t>
      </w:r>
      <w:r>
        <w:rPr>
          <w:rtl/>
        </w:rPr>
        <w:t xml:space="preserve"> پر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شت حر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 ہےد</w:t>
      </w:r>
      <w:r>
        <w:rPr>
          <w:rFonts w:hint="cs"/>
          <w:rtl/>
        </w:rPr>
        <w:t>یّ</w:t>
      </w:r>
      <w:r>
        <w:rPr>
          <w:rFonts w:hint="eastAsia"/>
          <w:rtl/>
        </w:rPr>
        <w:t>وث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موس ک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پر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ہو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</w:t>
      </w:r>
      <w:r w:rsidR="00816B77" w:rsidRPr="00816B77">
        <w:rPr>
          <w:rtl/>
          <w:lang w:bidi="ur-PK"/>
        </w:rPr>
        <w:t>ا</w:t>
      </w:r>
      <w:r>
        <w:rPr>
          <w:rtl/>
        </w:rPr>
        <w:t>س ن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ئز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سےدولت کم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قر </w:t>
      </w:r>
      <w:r w:rsidR="007B6DC7" w:rsidRPr="007B6DC7">
        <w:rPr>
          <w:rtl/>
          <w:lang w:bidi="ur-PK"/>
        </w:rPr>
        <w:t>(ع)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کچھ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ضر ک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گ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تو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پ نے سو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ئے 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سب کو قتل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>س مرد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 صرف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؟</w:t>
      </w:r>
    </w:p>
    <w:p w:rsidR="005A2492" w:rsidRDefault="005A2492" w:rsidP="00277277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مجھے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خبر د</w:t>
      </w:r>
      <w:r>
        <w:rPr>
          <w:rFonts w:hint="cs"/>
          <w:rtl/>
        </w:rPr>
        <w:t>ی</w:t>
      </w:r>
      <w:r>
        <w:rPr>
          <w:rtl/>
        </w:rPr>
        <w:t xml:space="preserve"> ہے کہ تمہ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</w:t>
      </w:r>
      <w:r w:rsidR="00816B77" w:rsidRPr="00816B77">
        <w:rPr>
          <w:rtl/>
          <w:lang w:bidi="ur-PK"/>
        </w:rPr>
        <w:t>ا</w:t>
      </w:r>
      <w:r>
        <w:rPr>
          <w:rtl/>
        </w:rPr>
        <w:t>ندر پ</w:t>
      </w:r>
      <w:r w:rsidR="00816B77" w:rsidRPr="00816B77">
        <w:rPr>
          <w:rtl/>
          <w:lang w:bidi="ur-PK"/>
        </w:rPr>
        <w:t>ا</w:t>
      </w:r>
      <w:r>
        <w:rPr>
          <w:rtl/>
        </w:rPr>
        <w:t>نچ  خصوص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رسول کو پسند ہے: تم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رتمند،سخ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وت</w:t>
      </w:r>
      <w:r>
        <w:rPr>
          <w:rtl/>
        </w:rPr>
        <w:t xml:space="preserve"> مند,خوش خلق،سچے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شج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وجب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س شخص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ن سن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 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حضور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لڑتے ہوئے بدرجۂ شہ</w:t>
      </w:r>
      <w:r w:rsidR="00816B77" w:rsidRPr="00816B77">
        <w:rPr>
          <w:rtl/>
          <w:lang w:bidi="ur-PK"/>
        </w:rPr>
        <w:t>ا</w:t>
      </w:r>
      <w:r>
        <w:rPr>
          <w:rtl/>
        </w:rPr>
        <w:t>دت ف</w:t>
      </w:r>
      <w:r w:rsidR="00816B77" w:rsidRPr="00816B77">
        <w:rPr>
          <w:rtl/>
          <w:lang w:bidi="ur-PK"/>
        </w:rPr>
        <w:t>ا</w:t>
      </w:r>
      <w:r>
        <w:rPr>
          <w:rtl/>
        </w:rPr>
        <w:t>ئز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</w:p>
    <w:p w:rsidR="005A2492" w:rsidRDefault="005A2492" w:rsidP="00A21BC5">
      <w:pPr>
        <w:pStyle w:val="Heading1"/>
        <w:rPr>
          <w:rtl/>
        </w:rPr>
      </w:pPr>
      <w:bookmarkStart w:id="109" w:name="_Toc393190534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bookmarkEnd w:id="109"/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       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  کو 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ہئے کہ بچوں 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عد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مس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>ت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کرے ہر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محبت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کرے ورنہ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 سوء ظن 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بدگم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ہونگے،جو دوسرے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بغض ،ک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،حسد </w:t>
      </w:r>
      <w:r w:rsidR="00816B77" w:rsidRPr="00816B77">
        <w:rPr>
          <w:rtl/>
          <w:lang w:bidi="ur-PK"/>
        </w:rPr>
        <w:t>ا</w:t>
      </w:r>
      <w:r>
        <w:rPr>
          <w:rtl/>
        </w:rPr>
        <w:t>ور دشمن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بنے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جس طرح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 کے س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 ک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پر سوء ظن کرنے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کہنےلگے: </w:t>
      </w:r>
    </w:p>
    <w:p w:rsidR="005A2492" w:rsidRDefault="005A2492" w:rsidP="00277277">
      <w:pPr>
        <w:pStyle w:val="libArabic"/>
        <w:rPr>
          <w:rtl/>
        </w:rPr>
      </w:pPr>
      <w:r w:rsidRPr="00414D05">
        <w:rPr>
          <w:rStyle w:val="libAieChar"/>
          <w:rFonts w:hint="eastAsia"/>
          <w:rtl/>
        </w:rPr>
        <w:t>ق</w:t>
      </w:r>
      <w:r w:rsidR="00CF3D62" w:rsidRPr="00CF3D62">
        <w:rPr>
          <w:rStyle w:val="libAieChar"/>
          <w:rFonts w:hint="eastAsia"/>
          <w:rtl/>
        </w:rPr>
        <w:t>ا</w:t>
      </w:r>
      <w:r w:rsidRPr="00414D05">
        <w:rPr>
          <w:rStyle w:val="libAieChar"/>
          <w:rFonts w:hint="eastAsia"/>
          <w:rtl/>
        </w:rPr>
        <w:t>لو</w:t>
      </w:r>
      <w:r w:rsidR="00CF3D62" w:rsidRPr="00CF3D62">
        <w:rPr>
          <w:rStyle w:val="libAieChar"/>
          <w:rFonts w:hint="eastAsia"/>
          <w:rtl/>
        </w:rPr>
        <w:t>ا</w:t>
      </w:r>
      <w:r w:rsidRPr="00414D05">
        <w:rPr>
          <w:rStyle w:val="libAieChar"/>
          <w:rtl/>
        </w:rPr>
        <w:t xml:space="preserve"> لَ</w:t>
      </w:r>
      <w:r w:rsidRPr="00414D05">
        <w:rPr>
          <w:rStyle w:val="libAieChar"/>
          <w:rFonts w:hint="cs"/>
          <w:rtl/>
        </w:rPr>
        <w:t xml:space="preserve">يُوسُفُ وَ 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 xml:space="preserve">خُوهُ 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 xml:space="preserve">حَبُّ 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>ل</w:t>
      </w:r>
      <w:r w:rsidR="009B349E" w:rsidRPr="009B349E">
        <w:rPr>
          <w:rStyle w:val="libAieChar"/>
          <w:rFonts w:hint="cs"/>
          <w:rtl/>
          <w:lang w:bidi="ur-PK"/>
        </w:rPr>
        <w:t>ی</w:t>
      </w:r>
      <w:r w:rsidRPr="00414D05">
        <w:rPr>
          <w:rStyle w:val="libAieChar"/>
          <w:rFonts w:hint="cs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>بين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 xml:space="preserve"> مِنّ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 xml:space="preserve">نَّ 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>ب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>نَ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 xml:space="preserve"> لَف</w:t>
      </w:r>
      <w:r w:rsidR="009B349E" w:rsidRPr="009B349E">
        <w:rPr>
          <w:rStyle w:val="libAieChar"/>
          <w:rFonts w:hint="cs"/>
          <w:rtl/>
          <w:lang w:bidi="ur-PK"/>
        </w:rPr>
        <w:t>ی</w:t>
      </w:r>
      <w:r w:rsidRPr="00414D05">
        <w:rPr>
          <w:rStyle w:val="libAieChar"/>
          <w:rFonts w:hint="cs"/>
          <w:rtl/>
        </w:rPr>
        <w:t xml:space="preserve"> ضَل</w:t>
      </w:r>
      <w:r w:rsidR="00CF3D62" w:rsidRPr="00CF3D62">
        <w:rPr>
          <w:rStyle w:val="libAieChar"/>
          <w:rFonts w:hint="cs"/>
          <w:rtl/>
        </w:rPr>
        <w:t>ا</w:t>
      </w:r>
      <w:r w:rsidRPr="00414D05">
        <w:rPr>
          <w:rStyle w:val="libAieChar"/>
          <w:rFonts w:hint="cs"/>
          <w:rtl/>
        </w:rPr>
        <w:t>لٍ مُبين</w:t>
      </w:r>
      <w:r w:rsidRPr="00C15B30">
        <w:rPr>
          <w:rFonts w:hint="cs"/>
          <w:rtl/>
        </w:rPr>
        <w:t xml:space="preserve"> </w:t>
      </w:r>
      <w:r w:rsidR="00277277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" 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وسف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بھ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پ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محبوب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ہم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محنت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زحمت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 w:rsidR="00816B77" w:rsidRPr="00816B77">
        <w:rPr>
          <w:rtl/>
          <w:lang w:bidi="ur-PK"/>
        </w:rPr>
        <w:t>ا</w:t>
      </w:r>
      <w:r>
        <w:rPr>
          <w:rtl/>
        </w:rPr>
        <w:t>رے و</w:t>
      </w:r>
      <w:r w:rsidR="00816B77" w:rsidRPr="00816B77">
        <w:rPr>
          <w:rtl/>
          <w:lang w:bidi="ur-PK"/>
        </w:rPr>
        <w:t>ا</w:t>
      </w:r>
      <w:r>
        <w:rPr>
          <w:rtl/>
        </w:rPr>
        <w:t>لد"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" گمر</w:t>
      </w:r>
      <w:r w:rsidR="00816B77" w:rsidRPr="00816B77">
        <w:rPr>
          <w:rtl/>
          <w:lang w:bidi="ur-PK"/>
        </w:rPr>
        <w:t>ا</w:t>
      </w:r>
      <w:r>
        <w:rPr>
          <w:rtl/>
        </w:rPr>
        <w:t>ہ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 سے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>کرد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ک</w:t>
      </w:r>
      <w:r>
        <w:rPr>
          <w:rFonts w:hint="cs"/>
          <w:rtl/>
        </w:rPr>
        <w:t>ی</w:t>
      </w:r>
      <w:r>
        <w:rPr>
          <w:rtl/>
        </w:rPr>
        <w:t xml:space="preserve"> وجہ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محبت کرتے تھے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</w:t>
      </w:r>
      <w:r w:rsidR="00816B77" w:rsidRPr="00816B77">
        <w:rPr>
          <w:rtl/>
          <w:lang w:bidi="ur-PK"/>
        </w:rPr>
        <w:t>ا</w:t>
      </w:r>
      <w:r>
        <w:rPr>
          <w:rtl/>
        </w:rPr>
        <w:t>لے گئے</w:t>
      </w:r>
    </w:p>
    <w:p w:rsidR="00277277" w:rsidRDefault="00277277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14D05" w:rsidRDefault="00277277" w:rsidP="00414D0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14D05">
        <w:rPr>
          <w:rtl/>
        </w:rPr>
        <w:t xml:space="preserve"> </w:t>
      </w:r>
      <w:r w:rsidR="00414D05" w:rsidRPr="00372D8B">
        <w:rPr>
          <w:rStyle w:val="libFootNoteArabicChar"/>
          <w:rtl/>
        </w:rPr>
        <w:t>م</w:t>
      </w:r>
      <w:r w:rsidR="00414D05" w:rsidRPr="00372D8B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372D8B">
        <w:rPr>
          <w:rStyle w:val="libFootNoteArabicChar"/>
          <w:rFonts w:hint="cs"/>
          <w:rtl/>
        </w:rPr>
        <w:t xml:space="preserve">رم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372D8B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372D8B">
        <w:rPr>
          <w:rStyle w:val="libFootNoteArabicChar"/>
          <w:rFonts w:hint="cs"/>
          <w:rtl/>
        </w:rPr>
        <w:t>خل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372D8B">
        <w:rPr>
          <w:rStyle w:val="libFootNoteArabicChar"/>
          <w:rFonts w:hint="cs"/>
          <w:rtl/>
        </w:rPr>
        <w:t xml:space="preserve">ق،في حق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372D8B">
        <w:rPr>
          <w:rStyle w:val="libFootNoteArabicChar"/>
          <w:rFonts w:hint="cs"/>
          <w:rtl/>
        </w:rPr>
        <w:t>لمر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372D8B">
        <w:rPr>
          <w:rStyle w:val="libFootNoteArabicChar"/>
          <w:rFonts w:hint="cs"/>
          <w:rtl/>
        </w:rPr>
        <w:t>ة عل</w:t>
      </w:r>
      <w:r w:rsidR="009B349E" w:rsidRPr="009B349E">
        <w:rPr>
          <w:rStyle w:val="libFootNoteArabicChar"/>
          <w:rFonts w:hint="cs"/>
          <w:rtl/>
        </w:rPr>
        <w:t>ی</w:t>
      </w:r>
      <w:r w:rsidR="00414D05" w:rsidRPr="00372D8B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372D8B">
        <w:rPr>
          <w:rStyle w:val="libFootNoteArabicChar"/>
          <w:rFonts w:hint="cs"/>
          <w:rtl/>
        </w:rPr>
        <w:t>لزوج،  ص</w:t>
      </w:r>
      <w:r w:rsidR="00414D05" w:rsidRPr="00816B77">
        <w:rPr>
          <w:rFonts w:hint="cs"/>
          <w:rtl/>
        </w:rPr>
        <w:t xml:space="preserve"> 216</w:t>
      </w:r>
    </w:p>
    <w:p w:rsidR="00277277" w:rsidRDefault="00277277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414D05" w:rsidRPr="0035346A">
        <w:rPr>
          <w:rFonts w:hint="cs"/>
          <w:rtl/>
        </w:rPr>
        <w:t xml:space="preserve"> </w:t>
      </w:r>
      <w:r w:rsidR="00414D05" w:rsidRPr="00372D8B">
        <w:rPr>
          <w:rStyle w:val="libFootNoteArabicChar"/>
          <w:rFonts w:hint="cs"/>
          <w:rtl/>
        </w:rPr>
        <w:t xml:space="preserve">يوسف،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14D05" w:rsidRPr="00372D8B">
        <w:rPr>
          <w:rStyle w:val="libFootNoteArabicChar"/>
          <w:rFonts w:hint="cs"/>
          <w:rtl/>
        </w:rPr>
        <w:t>يه</w:t>
      </w:r>
      <w:r w:rsidR="00414D05" w:rsidRPr="00816B77">
        <w:rPr>
          <w:rFonts w:hint="cs"/>
          <w:rtl/>
        </w:rPr>
        <w:t xml:space="preserve"> 8</w:t>
      </w:r>
    </w:p>
    <w:p w:rsidR="00277277" w:rsidRPr="00277277" w:rsidRDefault="00277277" w:rsidP="00A60F54">
      <w:pPr>
        <w:pStyle w:val="libPoemTini"/>
        <w:rPr>
          <w:rtl/>
        </w:rPr>
      </w:pPr>
      <w:r w:rsidRPr="00277277"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10" w:name="_Toc393190535"/>
      <w:r>
        <w:rPr>
          <w:rFonts w:hint="eastAsia"/>
          <w:rtl/>
        </w:rPr>
        <w:lastRenderedPageBreak/>
        <w:t>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اا</w:t>
      </w:r>
      <w:r>
        <w:rPr>
          <w:rFonts w:hint="eastAsia"/>
          <w:rtl/>
        </w:rPr>
        <w:t>ور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خرت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 چ</w:t>
      </w:r>
      <w:r w:rsidR="00816B77" w:rsidRPr="00816B77">
        <w:rPr>
          <w:rtl/>
          <w:lang w:bidi="ur-PK"/>
        </w:rPr>
        <w:t>ا</w:t>
      </w:r>
      <w:r>
        <w:rPr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0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حس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</w:t>
      </w:r>
      <w:r w:rsidRPr="00816B77">
        <w:rPr>
          <w:rtl/>
          <w:lang w:bidi="ur-PK"/>
        </w:rPr>
        <w:t>ا</w:t>
      </w:r>
      <w:r w:rsidR="005A2492">
        <w:rPr>
          <w:rtl/>
        </w:rPr>
        <w:t>پنےب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Pr="00816B77">
        <w:rPr>
          <w:rtl/>
          <w:lang w:bidi="ur-PK"/>
        </w:rPr>
        <w:t>ا</w:t>
      </w:r>
      <w:r w:rsidR="005A2492">
        <w:rPr>
          <w:rtl/>
        </w:rPr>
        <w:t>عل</w:t>
      </w:r>
      <w:r w:rsidR="005A2492"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سے</w:t>
      </w:r>
      <w:r w:rsidRPr="00816B77">
        <w:rPr>
          <w:rtl/>
          <w:lang w:bidi="ur-PK"/>
        </w:rPr>
        <w:t>ا</w:t>
      </w:r>
      <w:r w:rsidR="005A2492">
        <w:rPr>
          <w:rtl/>
        </w:rPr>
        <w:t>نہوں نے 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سےرو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پ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جس شخص کو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ر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سمجھ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خرت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ن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ں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سے عط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ہو 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1.</w:t>
      </w:r>
      <w:r>
        <w:rPr>
          <w:rtl/>
        </w:rPr>
        <w:tab/>
        <w:t xml:space="preserve">تقو 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سے حر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وں سے بچ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پرسکون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16B77" w:rsidRPr="00816B77">
        <w:rPr>
          <w:rtl/>
          <w:lang w:bidi="ur-PK"/>
        </w:rPr>
        <w:t>ا</w:t>
      </w:r>
      <w:r>
        <w:rPr>
          <w:rtl/>
        </w:rPr>
        <w:t>عزت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3.</w:t>
      </w:r>
      <w:r>
        <w:rPr>
          <w:rtl/>
        </w:rPr>
        <w:tab/>
        <w:t xml:space="preserve">صبر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بردب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دور کرلے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4.</w:t>
      </w:r>
      <w:r>
        <w:rPr>
          <w:rtl/>
        </w:rPr>
        <w:tab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ش</w:t>
      </w:r>
      <w:r w:rsidR="00816B77" w:rsidRPr="00816B77">
        <w:rPr>
          <w:rtl/>
          <w:lang w:bidi="ur-PK"/>
        </w:rPr>
        <w:t>ا</w:t>
      </w:r>
      <w:r>
        <w:rPr>
          <w:rtl/>
        </w:rPr>
        <w:t>ئستہ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</w:t>
      </w:r>
      <w:r w:rsidR="00816B77" w:rsidRPr="00816B77">
        <w:rPr>
          <w:rtl/>
          <w:lang w:bidi="ur-PK"/>
        </w:rPr>
        <w:t>ا</w:t>
      </w:r>
      <w:r>
        <w:rPr>
          <w:rtl/>
        </w:rPr>
        <w:t>ر ث</w:t>
      </w:r>
      <w:r w:rsidR="00816B77" w:rsidRPr="00816B77">
        <w:rPr>
          <w:rtl/>
          <w:lang w:bidi="ur-PK"/>
        </w:rPr>
        <w:t>ا</w:t>
      </w:r>
      <w:r>
        <w:rPr>
          <w:rtl/>
        </w:rPr>
        <w:t>بت ہو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شوہر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کےحقوق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ں:</w:t>
      </w:r>
    </w:p>
    <w:p w:rsidR="005A2492" w:rsidRDefault="00816B77" w:rsidP="00A21BC5">
      <w:pPr>
        <w:pStyle w:val="Heading1"/>
        <w:rPr>
          <w:rtl/>
        </w:rPr>
      </w:pPr>
      <w:bookmarkStart w:id="111" w:name="_Toc393190536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چھے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ق </w:t>
      </w:r>
      <w:r w:rsidRPr="00816B77">
        <w:rPr>
          <w:rtl/>
          <w:lang w:bidi="ur-PK"/>
        </w:rPr>
        <w:t>ا</w:t>
      </w:r>
      <w:r w:rsidR="005A2492">
        <w:rPr>
          <w:rtl/>
        </w:rPr>
        <w:t>ور کرد</w:t>
      </w:r>
      <w:r w:rsidRPr="00816B77">
        <w:rPr>
          <w:rtl/>
          <w:lang w:bidi="ur-PK"/>
        </w:rPr>
        <w:t>ا</w:t>
      </w:r>
      <w:r w:rsidR="005A2492">
        <w:rPr>
          <w:rtl/>
        </w:rPr>
        <w:t>ر سے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bookmarkEnd w:id="111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تم</w:t>
      </w:r>
      <w:r w:rsidRPr="00816B77">
        <w:rPr>
          <w:rtl/>
          <w:lang w:bidi="ur-PK"/>
        </w:rPr>
        <w:t>ا</w:t>
      </w:r>
      <w:r w:rsidR="005A2492">
        <w:rPr>
          <w:rtl/>
        </w:rPr>
        <w:t>م شعبوں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ذمے کچھ حقوق و</w:t>
      </w:r>
      <w:r w:rsidRPr="00816B77">
        <w:rPr>
          <w:rtl/>
          <w:lang w:bidi="ur-PK"/>
        </w:rPr>
        <w:t>ا</w:t>
      </w:r>
      <w:r w:rsidR="005A2492">
        <w:rPr>
          <w:rtl/>
        </w:rPr>
        <w:t>جب کرد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کے عل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وہ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مذہب نے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بت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گذشتہ مذ</w:t>
      </w:r>
      <w:r w:rsidRPr="00816B77">
        <w:rPr>
          <w:rtl/>
          <w:lang w:bidi="ur-PK"/>
        </w:rPr>
        <w:t>ا</w:t>
      </w:r>
      <w:r w:rsidR="005A2492">
        <w:rPr>
          <w:rtl/>
        </w:rPr>
        <w:t>ہب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عورتوں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بر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سلوک ہوت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رہ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گذشتہ مذ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ہب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عورت کو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سمجھتے تھے وہ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 نے </w:t>
      </w:r>
      <w:r w:rsidRPr="00816B77">
        <w:rPr>
          <w:rtl/>
          <w:lang w:bidi="ur-PK"/>
        </w:rPr>
        <w:t>ا</w:t>
      </w:r>
      <w:r w:rsidR="005A2492">
        <w:rPr>
          <w:rtl/>
        </w:rPr>
        <w:t>نک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عزت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Fonts w:hint="eastAsia"/>
          <w:rtl/>
        </w:rPr>
        <w:t>حتر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کو و</w:t>
      </w:r>
      <w:r w:rsidRPr="00816B77">
        <w:rPr>
          <w:rtl/>
          <w:lang w:bidi="ur-PK"/>
        </w:rPr>
        <w:t>ا</w:t>
      </w:r>
      <w:r w:rsidR="005A2492">
        <w:rPr>
          <w:rtl/>
        </w:rPr>
        <w:t>جب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ہوئے فر 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277277">
      <w:pPr>
        <w:pStyle w:val="libAie"/>
        <w:rPr>
          <w:rtl/>
        </w:rPr>
      </w:pP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ُّ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َحِلُّ لَ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 تَرِثُو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َر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ضُلُو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ُنَّ لِتَذ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َبُو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بِبَع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ضِ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تُمُو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نَ بِفَ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حِشَةٍ مُّبَ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ِّنَةٍ وَعَ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شِرُو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ُنَّ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رُوفِ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َرِ</w:t>
      </w:r>
      <w:r w:rsidRPr="00CD0F9A">
        <w:rPr>
          <w:rFonts w:hint="cs"/>
          <w:rtl/>
        </w:rPr>
        <w:t>هْ</w:t>
      </w:r>
      <w:r>
        <w:rPr>
          <w:rFonts w:hint="cs"/>
          <w:rtl/>
        </w:rPr>
        <w:t>تُمُو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ُنَّ ف</w:t>
      </w:r>
      <w:r>
        <w:rPr>
          <w:rtl/>
        </w:rPr>
        <w:t>َعَسَ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تَ</w:t>
      </w:r>
      <w:r w:rsidRPr="00CD0F9A">
        <w:rPr>
          <w:rFonts w:hint="cs"/>
          <w:rtl/>
        </w:rPr>
        <w:t>كْ</w:t>
      </w:r>
      <w:r>
        <w:rPr>
          <w:rFonts w:hint="cs"/>
          <w:rtl/>
        </w:rPr>
        <w:t>رَ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شَ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ئً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َج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عَلَ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فِ</w:t>
      </w:r>
      <w:r w:rsidRPr="00CD0F9A">
        <w:rPr>
          <w:rFonts w:hint="cs"/>
          <w:rtl/>
        </w:rPr>
        <w:t>يه</w:t>
      </w:r>
      <w:r>
        <w:rPr>
          <w:rFonts w:hint="cs"/>
          <w:rtl/>
        </w:rPr>
        <w:t>ِ خَ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رً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َثِ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رً</w:t>
      </w:r>
      <w:r w:rsidR="00CF3D62" w:rsidRPr="00CF3D62">
        <w:rPr>
          <w:rFonts w:hint="cs"/>
          <w:rtl/>
        </w:rPr>
        <w:t>ا</w:t>
      </w:r>
      <w:r w:rsidR="00277277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5A2492">
        <w:rPr>
          <w:rtl/>
        </w:rPr>
        <w:t>لو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لئے ج</w:t>
      </w:r>
      <w:r w:rsidRPr="00816B77">
        <w:rPr>
          <w:rtl/>
          <w:lang w:bidi="ur-PK"/>
        </w:rPr>
        <w:t>ا</w:t>
      </w:r>
      <w:r w:rsidR="005A2492">
        <w:rPr>
          <w:rtl/>
        </w:rPr>
        <w:t>ئز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 کہ جبر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عورتوں کے و</w:t>
      </w:r>
      <w:r w:rsidRPr="00816B77">
        <w:rPr>
          <w:rtl/>
          <w:lang w:bidi="ur-PK"/>
        </w:rPr>
        <w:t>ا</w:t>
      </w:r>
      <w:r w:rsidR="005A2492">
        <w:rPr>
          <w:rtl/>
        </w:rPr>
        <w:t>رث بن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ؤ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خبرد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منع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کرو کہ جو کچھ </w:t>
      </w:r>
      <w:r w:rsidRPr="00816B77">
        <w:rPr>
          <w:rtl/>
          <w:lang w:bidi="ur-PK"/>
        </w:rPr>
        <w:t>ا</w:t>
      </w:r>
      <w:r w:rsidR="005A2492">
        <w:rPr>
          <w:rtl/>
        </w:rPr>
        <w:t>ن کو دے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کچھ حصہّ لے لو مگر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کہ وہ و</w:t>
      </w:r>
      <w:r w:rsidRPr="00816B77">
        <w:rPr>
          <w:rtl/>
          <w:lang w:bidi="ur-PK"/>
        </w:rPr>
        <w:t>ا</w:t>
      </w:r>
      <w:r w:rsidR="005A2492">
        <w:rPr>
          <w:rtl/>
        </w:rPr>
        <w:t>ضح طور پر بدک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ؤ کرو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تم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پسند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کرتے ہو تو ہوسکت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کہ تم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کو 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پسند کرتے ہو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دے</w:t>
      </w:r>
    </w:p>
    <w:p w:rsidR="00277277" w:rsidRDefault="00277277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77277" w:rsidRDefault="00277277" w:rsidP="003325C1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3325C1" w:rsidRPr="003325C1">
        <w:rPr>
          <w:rtl/>
        </w:rPr>
        <w:t xml:space="preserve"> سورہ نس</w:t>
      </w:r>
      <w:r w:rsidR="00816B77" w:rsidRPr="00816B77">
        <w:rPr>
          <w:rtl/>
        </w:rPr>
        <w:t>ا</w:t>
      </w:r>
      <w:r w:rsidR="003325C1" w:rsidRPr="003325C1">
        <w:rPr>
          <w:rtl/>
        </w:rPr>
        <w:t xml:space="preserve">ء </w:t>
      </w:r>
      <w:r w:rsidR="003325C1" w:rsidRPr="003325C1">
        <w:rPr>
          <w:rtl/>
          <w:lang w:bidi="fa-IR"/>
        </w:rPr>
        <w:t>۱۹</w:t>
      </w:r>
    </w:p>
    <w:p w:rsidR="00277277" w:rsidRPr="00277277" w:rsidRDefault="00277277" w:rsidP="00A60F54">
      <w:pPr>
        <w:pStyle w:val="libPoemTini"/>
        <w:rPr>
          <w:rtl/>
        </w:rPr>
      </w:pPr>
      <w:r w:rsidRPr="00277277">
        <w:rPr>
          <w:rtl/>
        </w:rPr>
        <w:br w:type="page"/>
      </w:r>
    </w:p>
    <w:p w:rsidR="005A2492" w:rsidRPr="00F4194C" w:rsidRDefault="005A2492" w:rsidP="00277277">
      <w:pPr>
        <w:pStyle w:val="libNormal"/>
        <w:rPr>
          <w:rStyle w:val="libArabicChar"/>
          <w:rtl/>
        </w:rPr>
      </w:pPr>
      <w:r w:rsidRPr="00277277">
        <w:rPr>
          <w:rStyle w:val="libArabicChar"/>
          <w:rFonts w:hint="eastAsia"/>
          <w:rtl/>
        </w:rPr>
        <w:lastRenderedPageBreak/>
        <w:t>عَن</w:t>
      </w:r>
      <w:r w:rsidRPr="00277277">
        <w:rPr>
          <w:rStyle w:val="libArabicChar"/>
          <w:rFonts w:hint="cs"/>
          <w:rtl/>
        </w:rPr>
        <w:t>ْ</w:t>
      </w:r>
      <w:r w:rsidRPr="00277277">
        <w:rPr>
          <w:rStyle w:val="libArabicChar"/>
          <w:rtl/>
        </w:rPr>
        <w:t xml:space="preserve"> </w:t>
      </w:r>
      <w:r w:rsidRPr="00F4194C">
        <w:rPr>
          <w:rStyle w:val="libArabicChar"/>
          <w:rtl/>
        </w:rPr>
        <w:t>شِ</w:t>
      </w:r>
      <w:r w:rsidRPr="00F4194C">
        <w:rPr>
          <w:rStyle w:val="libArabicChar"/>
          <w:rFonts w:hint="cs"/>
          <w:rtl/>
        </w:rPr>
        <w:t>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بِ بْنِ عَبْدِ رَبِّهِ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قُلْتُ لِ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للهِ ع مَ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حَقُّ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لْمَرْ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ةِ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زَوْجِهَ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قَ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 يَسُدُّ جَوْعَتَهَ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يَسْتُرُ عَوْرَتَهَ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 لَ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يُقَبِّحُ لَهَ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وَجْه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فَعَلَ ذَلِكَ فَقَدْ وَ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للهِ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دَّ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F4194C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>لَيْهَ</w:t>
      </w:r>
      <w:r w:rsidR="00CF3D62" w:rsidRPr="00CF3D62">
        <w:rPr>
          <w:rStyle w:val="libArabicChar"/>
          <w:rFonts w:hint="cs"/>
          <w:rtl/>
        </w:rPr>
        <w:t>ا</w:t>
      </w:r>
      <w:r w:rsidRPr="00F4194C">
        <w:rPr>
          <w:rStyle w:val="libArabicChar"/>
          <w:rFonts w:hint="cs"/>
          <w:rtl/>
        </w:rPr>
        <w:t xml:space="preserve"> حَقَّهَ</w:t>
      </w:r>
      <w:r w:rsidR="00CF3D62" w:rsidRPr="00CF3D62">
        <w:rPr>
          <w:rStyle w:val="libArabicChar"/>
          <w:rFonts w:hint="cs"/>
          <w:rtl/>
        </w:rPr>
        <w:t>ا</w:t>
      </w:r>
      <w:r w:rsidR="00277277" w:rsidRPr="007741D8">
        <w:rPr>
          <w:rStyle w:val="libFootnotenumChar"/>
          <w:rFonts w:hint="cs"/>
          <w:rtl/>
        </w:rPr>
        <w:t>(1)</w:t>
      </w:r>
    </w:p>
    <w:p w:rsidR="005A2492" w:rsidRDefault="005A2492" w:rsidP="00C15B30">
      <w:pPr>
        <w:pStyle w:val="libNormal"/>
        <w:rPr>
          <w:rtl/>
        </w:rPr>
      </w:pP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سب</w:t>
      </w:r>
      <w:r>
        <w:rPr>
          <w:rtl/>
        </w:rPr>
        <w:t xml:space="preserve"> بن عبدر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سے جب پوچھ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مردوں پر عورتوں کے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حقوق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پؑ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بھوک کو دور کرو لب</w:t>
      </w:r>
      <w:r w:rsidR="00816B77" w:rsidRPr="00816B77">
        <w:rPr>
          <w:rtl/>
          <w:lang w:bidi="ur-PK"/>
        </w:rPr>
        <w:t>ا</w:t>
      </w:r>
      <w:r>
        <w:rPr>
          <w:rtl/>
        </w:rPr>
        <w:t>س پہن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ؤ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بکھرے ہوئے چہرے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ئے، جب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وگ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کپڑ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مک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eastAsia"/>
          <w:rtl/>
        </w:rPr>
        <w:t>ے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خوش روئ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عورتوں کے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</w:t>
      </w:r>
      <w:r w:rsidR="00816B77" w:rsidRPr="00816B77">
        <w:rPr>
          <w:rtl/>
          <w:lang w:bidi="ur-PK"/>
        </w:rPr>
        <w:t>ا</w:t>
      </w:r>
      <w:r>
        <w:rPr>
          <w:rtl/>
        </w:rPr>
        <w:t>س سے پتہ چلت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محبت و مہرب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ہےورنہ </w:t>
      </w:r>
      <w:r w:rsidR="00816B77" w:rsidRPr="00816B77">
        <w:rPr>
          <w:rtl/>
          <w:lang w:bidi="ur-PK"/>
        </w:rPr>
        <w:t>ا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ور گ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گلوچ  تو سب پرحر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ہےرسول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 </w:t>
      </w:r>
      <w:r w:rsidR="00CF3D62" w:rsidRPr="00CF3D62">
        <w:rPr>
          <w:rStyle w:val="libArabicChar"/>
          <w:rtl/>
        </w:rPr>
        <w:t>ا</w:t>
      </w:r>
      <w:r w:rsidRPr="003325C1">
        <w:rPr>
          <w:rStyle w:val="libArabicChar"/>
          <w:rtl/>
        </w:rPr>
        <w:t xml:space="preserve">لمسلم من سلم </w:t>
      </w:r>
      <w:r w:rsidR="00CF3D62" w:rsidRPr="00CF3D62">
        <w:rPr>
          <w:rStyle w:val="libArabicChar"/>
          <w:rtl/>
        </w:rPr>
        <w:t>ا</w:t>
      </w:r>
      <w:r w:rsidRPr="003325C1">
        <w:rPr>
          <w:rStyle w:val="libArabicChar"/>
          <w:rtl/>
        </w:rPr>
        <w:t>لن</w:t>
      </w:r>
      <w:r w:rsidR="00CF3D62" w:rsidRPr="00CF3D62">
        <w:rPr>
          <w:rStyle w:val="libArabicChar"/>
          <w:rtl/>
        </w:rPr>
        <w:t>ا</w:t>
      </w:r>
      <w:r w:rsidRPr="003325C1">
        <w:rPr>
          <w:rStyle w:val="libArabicChar"/>
          <w:rtl/>
        </w:rPr>
        <w:t>س من لس</w:t>
      </w:r>
      <w:r w:rsidR="00CF3D62" w:rsidRPr="00CF3D62">
        <w:rPr>
          <w:rStyle w:val="libArabicChar"/>
          <w:rtl/>
        </w:rPr>
        <w:t>ا</w:t>
      </w:r>
      <w:r w:rsidRPr="003325C1">
        <w:rPr>
          <w:rStyle w:val="libArabicChar"/>
          <w:rtl/>
        </w:rPr>
        <w:t>ن</w:t>
      </w:r>
      <w:r w:rsidRPr="003325C1">
        <w:rPr>
          <w:rStyle w:val="libArabicChar"/>
          <w:rFonts w:hint="cs"/>
          <w:rtl/>
        </w:rPr>
        <w:t>ه و ی</w:t>
      </w:r>
      <w:r w:rsidRPr="003325C1">
        <w:rPr>
          <w:rStyle w:val="libArabicChar"/>
          <w:rFonts w:hint="eastAsia"/>
          <w:rtl/>
        </w:rPr>
        <w:t>د</w:t>
      </w:r>
      <w:r w:rsidR="00C15B30" w:rsidRPr="00C15B30">
        <w:rPr>
          <w:rStyle w:val="libArabicChar"/>
          <w:rFonts w:hint="cs"/>
          <w:rtl/>
        </w:rPr>
        <w:t>ه</w:t>
      </w:r>
      <w:r w:rsidRPr="00E67D25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 وہ ہے جس ک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سے دوسرے لوگ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277277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CD0F9A">
        <w:rPr>
          <w:rFonts w:hint="cs"/>
          <w:rtl/>
        </w:rPr>
        <w:t>ْ</w:t>
      </w:r>
      <w:r>
        <w:rPr>
          <w:rtl/>
        </w:rPr>
        <w:t xml:space="preserve"> مُحَمَّدِ 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 مُس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لِمٍ عَن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رَسُولُ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ص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جَب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رَئِ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لُ ع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ةِ حَتَّ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ظَنَن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تُ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بَغِ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طَلَ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قُ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حِشَةٍ مُبَ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ِّنَةٍ</w:t>
      </w:r>
      <w:r w:rsidR="00277277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عورتوں</w:t>
      </w:r>
      <w:r>
        <w:rPr>
          <w:rtl/>
        </w:rPr>
        <w:t xml:space="preserve"> کےحقوق کےب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جبر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ت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</w:t>
      </w:r>
      <w:r w:rsidR="00816B77" w:rsidRPr="00816B77">
        <w:rPr>
          <w:rtl/>
          <w:lang w:bidi="ur-PK"/>
        </w:rPr>
        <w:t>ا</w:t>
      </w:r>
      <w:r>
        <w:rPr>
          <w:rtl/>
        </w:rPr>
        <w:t>ن کرنے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کہ طل</w:t>
      </w:r>
      <w:r w:rsidR="00816B77" w:rsidRPr="00816B77">
        <w:rPr>
          <w:rtl/>
          <w:lang w:bidi="ur-PK"/>
        </w:rPr>
        <w:t>ا</w:t>
      </w:r>
      <w:r>
        <w:rPr>
          <w:rtl/>
        </w:rPr>
        <w:t>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ہے مگر </w:t>
      </w:r>
      <w:r w:rsidR="009B349E" w:rsidRPr="009B349E">
        <w:rPr>
          <w:rFonts w:hint="cs"/>
          <w:rtl/>
          <w:lang w:bidi="ur-PK"/>
        </w:rPr>
        <w:t>ی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و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حش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و</w:t>
      </w:r>
    </w:p>
    <w:p w:rsidR="005A2492" w:rsidRDefault="005A2492" w:rsidP="00A21BC5">
      <w:pPr>
        <w:pStyle w:val="Heading1"/>
        <w:rPr>
          <w:rtl/>
        </w:rPr>
      </w:pPr>
      <w:bookmarkStart w:id="112" w:name="_Toc393190537"/>
      <w:r>
        <w:rPr>
          <w:rFonts w:hint="eastAsia"/>
          <w:rtl/>
        </w:rPr>
        <w:t>حق</w:t>
      </w:r>
      <w:r>
        <w:rPr>
          <w:rtl/>
        </w:rPr>
        <w:t xml:space="preserve"> سکونت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مک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bookmarkEnd w:id="112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 w:rsidR="00816B77" w:rsidRPr="00816B77">
        <w:rPr>
          <w:rtl/>
          <w:lang w:bidi="ur-PK"/>
        </w:rPr>
        <w:t>ا</w:t>
      </w:r>
      <w:r>
        <w:rPr>
          <w:rtl/>
        </w:rPr>
        <w:t>ئش ک</w:t>
      </w:r>
      <w:r w:rsidR="00816B77" w:rsidRPr="00816B77">
        <w:rPr>
          <w:rtl/>
          <w:lang w:bidi="ur-PK"/>
        </w:rPr>
        <w:t>ا</w:t>
      </w:r>
      <w:r>
        <w:rPr>
          <w:rtl/>
        </w:rPr>
        <w:t>مسئلہ بھ</w:t>
      </w:r>
      <w:r>
        <w:rPr>
          <w:rFonts w:hint="cs"/>
          <w:rtl/>
        </w:rPr>
        <w:t>ی</w:t>
      </w:r>
      <w:r>
        <w:rPr>
          <w:rtl/>
        </w:rPr>
        <w:t xml:space="preserve"> حل کر تے ہو 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CF3D62" w:rsidP="00277277">
      <w:pPr>
        <w:pStyle w:val="libAie"/>
        <w:rPr>
          <w:rtl/>
        </w:rPr>
      </w:pP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س</w:t>
      </w:r>
      <w:r w:rsidR="005A2492" w:rsidRPr="00CD0F9A">
        <w:rPr>
          <w:rFonts w:hint="cs"/>
          <w:rtl/>
        </w:rPr>
        <w:t>ْك</w:t>
      </w:r>
      <w:r w:rsidR="005A2492">
        <w:rPr>
          <w:rFonts w:hint="cs"/>
          <w:rtl/>
        </w:rPr>
        <w:t>ِنُو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ُنَّ</w:t>
      </w:r>
      <w:r w:rsidR="005A2492">
        <w:rPr>
          <w:rtl/>
        </w:rPr>
        <w:t xml:space="preserve"> مِن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حَ</w:t>
      </w:r>
      <w:r w:rsidR="005A2492" w:rsidRPr="00CD0F9A">
        <w:rPr>
          <w:rFonts w:hint="cs"/>
          <w:rtl/>
        </w:rPr>
        <w:t>يْ</w:t>
      </w:r>
      <w:r w:rsidR="005A2492">
        <w:rPr>
          <w:rFonts w:hint="cs"/>
          <w:rtl/>
        </w:rPr>
        <w:t>ثُ سَ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َنتُم مِّن وُج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دِ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ُم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وَلَ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تُضَ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رُّو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ُنَّ لِتُضَ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ِّقُو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عَلَ</w:t>
      </w:r>
      <w:r w:rsidR="005A2492" w:rsidRPr="00CD0F9A">
        <w:rPr>
          <w:rFonts w:hint="cs"/>
          <w:rtl/>
        </w:rPr>
        <w:t>يْه</w:t>
      </w:r>
      <w:r w:rsidR="005A2492">
        <w:rPr>
          <w:rFonts w:hint="cs"/>
          <w:rtl/>
        </w:rPr>
        <w:t>ِنَّ 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ن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 xml:space="preserve">ُنَّ </w:t>
      </w:r>
      <w:r w:rsidRPr="00CF3D62">
        <w:rPr>
          <w:rFonts w:hint="cs"/>
          <w:rtl/>
        </w:rPr>
        <w:t>ا</w:t>
      </w:r>
      <w:r w:rsidR="005A2492">
        <w:rPr>
          <w:rtl/>
        </w:rPr>
        <w:t>ولَ</w:t>
      </w:r>
      <w:r w:rsidRPr="00CF3D62">
        <w:rPr>
          <w:rtl/>
        </w:rPr>
        <w:t>ا</w:t>
      </w:r>
      <w:r w:rsidR="005A2492">
        <w:rPr>
          <w:rtl/>
        </w:rPr>
        <w:t>تِ حَم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لٍ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نفِقُو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عَلَ</w:t>
      </w:r>
      <w:r w:rsidR="005A2492" w:rsidRPr="00CD0F9A">
        <w:rPr>
          <w:rFonts w:hint="cs"/>
          <w:rtl/>
        </w:rPr>
        <w:t>يْه</w:t>
      </w:r>
      <w:r w:rsidR="005A2492">
        <w:rPr>
          <w:rFonts w:hint="cs"/>
          <w:rtl/>
        </w:rPr>
        <w:t>ِنَّ حَتَّ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َضَع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نَ حَم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لَ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ُنَّ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ر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ضَع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نَ لَ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ُم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تُو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ُنَّ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جُورَ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ُنَّ 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تَمِرُو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بَ</w:t>
      </w:r>
      <w:r w:rsidR="005A2492" w:rsidRPr="00CD0F9A">
        <w:rPr>
          <w:rFonts w:hint="cs"/>
          <w:rtl/>
        </w:rPr>
        <w:t>يْ</w:t>
      </w:r>
      <w:r w:rsidR="005A2492">
        <w:rPr>
          <w:rFonts w:hint="cs"/>
          <w:rtl/>
        </w:rPr>
        <w:t>نَ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ُم بِمَ</w:t>
      </w:r>
      <w:r w:rsidR="005A2492">
        <w:rPr>
          <w:rFonts w:hint="eastAsia"/>
          <w:rtl/>
        </w:rPr>
        <w:t>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رُوفٍ</w:t>
      </w:r>
      <w:r w:rsidR="005A2492">
        <w:rPr>
          <w:rtl/>
        </w:rPr>
        <w:t xml:space="preserve"> 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 تَعَ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سَر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تُم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فَسَتُر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ضِعُ لَ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ُ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خ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رَ</w:t>
      </w:r>
      <w:r w:rsidR="009B349E" w:rsidRPr="009B349E">
        <w:rPr>
          <w:rFonts w:hint="cs"/>
          <w:rtl/>
          <w:lang w:bidi="ur-PK"/>
        </w:rPr>
        <w:t>ی</w:t>
      </w:r>
      <w:r w:rsidR="005A2492" w:rsidRPr="00C15B30">
        <w:rPr>
          <w:rFonts w:hint="cs"/>
          <w:rtl/>
        </w:rPr>
        <w:t xml:space="preserve"> </w:t>
      </w:r>
      <w:r w:rsidR="00277277" w:rsidRPr="007741D8">
        <w:rPr>
          <w:rStyle w:val="libFootnotenumChar"/>
          <w:rFonts w:hint="cs"/>
          <w:rtl/>
        </w:rPr>
        <w:t>(3)</w:t>
      </w:r>
    </w:p>
    <w:p w:rsidR="00277277" w:rsidRDefault="00277277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325C1" w:rsidRDefault="00277277" w:rsidP="003325C1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3325C1">
        <w:rPr>
          <w:rtl/>
        </w:rPr>
        <w:t xml:space="preserve"> </w:t>
      </w:r>
      <w:r w:rsidR="00DB2203" w:rsidRPr="00CA357C">
        <w:rPr>
          <w:rStyle w:val="libFootNoteArabicChar"/>
          <w:rtl/>
        </w:rPr>
        <w:t>ک</w:t>
      </w:r>
      <w:r w:rsidR="00CF3D62" w:rsidRPr="00CF3D62">
        <w:rPr>
          <w:rStyle w:val="libFootNoteArabicChar"/>
          <w:rtl/>
          <w:lang w:bidi="ar-SA"/>
        </w:rPr>
        <w:t>ا</w:t>
      </w:r>
      <w:r w:rsidR="00DB2203" w:rsidRPr="00CA357C">
        <w:rPr>
          <w:rStyle w:val="libFootNoteArabicChar"/>
          <w:rtl/>
        </w:rPr>
        <w:t xml:space="preserve">فی </w:t>
      </w:r>
      <w:r w:rsidR="003325C1" w:rsidRPr="00372D8B">
        <w:rPr>
          <w:rStyle w:val="libFootNoteArabicChar"/>
          <w:rFonts w:hint="eastAsia"/>
          <w:rtl/>
        </w:rPr>
        <w:t>،ج</w:t>
      </w:r>
      <w:r w:rsidR="00C15B30" w:rsidRPr="00372D8B">
        <w:rPr>
          <w:rStyle w:val="libFootNoteArabicChar"/>
          <w:rFonts w:hint="cs"/>
          <w:rtl/>
        </w:rPr>
        <w:t>5</w:t>
      </w:r>
      <w:r w:rsidR="003325C1" w:rsidRPr="00372D8B">
        <w:rPr>
          <w:rStyle w:val="libFootNoteArabicChar"/>
          <w:rFonts w:hint="cs"/>
          <w:rtl/>
        </w:rPr>
        <w:t>،ص</w:t>
      </w:r>
      <w:r w:rsidR="00C15B30" w:rsidRPr="00372D8B">
        <w:rPr>
          <w:rStyle w:val="libFootNoteArabicChar"/>
          <w:rFonts w:hint="cs"/>
          <w:rtl/>
        </w:rPr>
        <w:t>511</w:t>
      </w:r>
      <w:r w:rsidR="003325C1" w:rsidRPr="00372D8B">
        <w:rPr>
          <w:rStyle w:val="libFootNoteArabicChar"/>
          <w:rFonts w:hint="cs"/>
          <w:rtl/>
        </w:rPr>
        <w:t>، وس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>ئل‏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>لشيعة، ج21، ص513، 2-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>ب مقد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 xml:space="preserve">ر نفقة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>لزوجة</w:t>
      </w:r>
      <w:r w:rsidR="003325C1" w:rsidRPr="00816B77">
        <w:rPr>
          <w:rFonts w:hint="cs"/>
          <w:rtl/>
        </w:rPr>
        <w:t xml:space="preserve"> </w:t>
      </w:r>
    </w:p>
    <w:p w:rsidR="00277277" w:rsidRDefault="00277277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3325C1" w:rsidRPr="003325C1">
        <w:rPr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3325C1" w:rsidRPr="00372D8B">
        <w:rPr>
          <w:rStyle w:val="libFootNoteArabicChar"/>
          <w:rtl/>
        </w:rPr>
        <w:t>ل</w:t>
      </w:r>
      <w:r w:rsidR="003325C1" w:rsidRPr="00372D8B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>في،ج 5،ص 512،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 xml:space="preserve">ب حق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>لمر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>ة عل</w:t>
      </w:r>
      <w:r w:rsidR="009B349E" w:rsidRPr="009B349E">
        <w:rPr>
          <w:rStyle w:val="libFootNoteArabicChar"/>
          <w:rFonts w:hint="cs"/>
          <w:rtl/>
        </w:rPr>
        <w:t>ی</w:t>
      </w:r>
      <w:r w:rsidR="003325C1" w:rsidRPr="00372D8B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325C1" w:rsidRPr="00372D8B">
        <w:rPr>
          <w:rStyle w:val="libFootNoteArabicChar"/>
          <w:rFonts w:hint="cs"/>
          <w:rtl/>
        </w:rPr>
        <w:t>لزوج</w:t>
      </w:r>
      <w:r w:rsidR="003325C1" w:rsidRPr="00816B77">
        <w:rPr>
          <w:rFonts w:hint="cs"/>
          <w:rtl/>
        </w:rPr>
        <w:t xml:space="preserve">    </w:t>
      </w:r>
    </w:p>
    <w:p w:rsidR="00277277" w:rsidRDefault="00277277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3325C1" w:rsidRPr="003325C1">
        <w:rPr>
          <w:rtl/>
        </w:rPr>
        <w:t xml:space="preserve"> </w:t>
      </w:r>
      <w:r w:rsidR="003325C1">
        <w:rPr>
          <w:rtl/>
        </w:rPr>
        <w:t>سورہ طل</w:t>
      </w:r>
      <w:r w:rsidR="00816B77" w:rsidRPr="00816B77">
        <w:rPr>
          <w:rtl/>
        </w:rPr>
        <w:t>ا</w:t>
      </w:r>
      <w:r w:rsidR="003325C1">
        <w:rPr>
          <w:rtl/>
        </w:rPr>
        <w:t xml:space="preserve">ق </w:t>
      </w:r>
      <w:r w:rsidR="003325C1">
        <w:rPr>
          <w:rtl/>
          <w:lang w:bidi="fa-IR"/>
        </w:rPr>
        <w:t>۶</w:t>
      </w:r>
    </w:p>
    <w:p w:rsidR="00277277" w:rsidRPr="003325C1" w:rsidRDefault="00277277" w:rsidP="00A60F54">
      <w:pPr>
        <w:pStyle w:val="libPoemTini"/>
        <w:rPr>
          <w:rtl/>
        </w:rPr>
      </w:pPr>
      <w:r w:rsidRPr="003325C1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مطلق</w:t>
      </w:r>
      <w:r w:rsidRPr="00816B77">
        <w:rPr>
          <w:rtl/>
          <w:lang w:bidi="ur-PK"/>
        </w:rPr>
        <w:t>ا</w:t>
      </w:r>
      <w:r w:rsidR="005A2492">
        <w:rPr>
          <w:rtl/>
        </w:rPr>
        <w:t>ت کو سکونت دو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قت تم رکھتے ہو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ذ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مت دو کہ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طرح </w:t>
      </w:r>
      <w:r w:rsidRPr="00816B77">
        <w:rPr>
          <w:rtl/>
          <w:lang w:bidi="ur-PK"/>
        </w:rPr>
        <w:t>ا</w:t>
      </w:r>
      <w:r w:rsidR="005A2492">
        <w:rPr>
          <w:rtl/>
        </w:rPr>
        <w:t>ن پر تنگ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وہ ح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ملہ ہوں تو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پر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وقت تک </w:t>
      </w:r>
      <w:r w:rsidRPr="00816B77">
        <w:rPr>
          <w:rtl/>
          <w:lang w:bidi="ur-PK"/>
        </w:rPr>
        <w:t>ا</w:t>
      </w:r>
      <w:r w:rsidR="005A2492">
        <w:rPr>
          <w:rtl/>
        </w:rPr>
        <w:t>نف</w:t>
      </w:r>
      <w:r w:rsidRPr="00816B77">
        <w:rPr>
          <w:rtl/>
          <w:lang w:bidi="ur-PK"/>
        </w:rPr>
        <w:t>ا</w:t>
      </w:r>
      <w:r w:rsidR="005A2492">
        <w:rPr>
          <w:rtl/>
        </w:rPr>
        <w:t>ق کرو جب تک وضع حمل نہ ہوج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ئےپھر </w:t>
      </w:r>
      <w:r w:rsidRPr="00816B77">
        <w:rPr>
          <w:rtl/>
          <w:lang w:bidi="ur-PK"/>
        </w:rPr>
        <w:t>ا</w:t>
      </w:r>
      <w:r w:rsidR="005A2492">
        <w:rPr>
          <w:rtl/>
        </w:rPr>
        <w:t>گر وہ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بچوّں کو دودھ پل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جرت دو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</w:t>
      </w:r>
      <w:r w:rsidRPr="00816B77">
        <w:rPr>
          <w:rtl/>
          <w:lang w:bidi="ur-PK"/>
        </w:rPr>
        <w:t>ا</w:t>
      </w:r>
      <w:r w:rsidR="005A2492">
        <w:rPr>
          <w:rtl/>
        </w:rPr>
        <w:t>پس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eastAsia"/>
          <w:rtl/>
        </w:rPr>
        <w:t>ھ</w:t>
      </w:r>
      <w:r w:rsidR="005A2492">
        <w:rPr>
          <w:rtl/>
        </w:rPr>
        <w:t xml:space="preserve"> طے کرو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tl/>
        </w:rPr>
        <w:t>پس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کشمکش ہوج</w:t>
      </w:r>
      <w:r w:rsidRPr="00816B77">
        <w:rPr>
          <w:rtl/>
          <w:lang w:bidi="ur-PK"/>
        </w:rPr>
        <w:t>ا</w:t>
      </w:r>
      <w:r w:rsidR="005A2492">
        <w:rPr>
          <w:rtl/>
        </w:rPr>
        <w:t>ئے تو دوسر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کو دودھ پل</w:t>
      </w:r>
      <w:r w:rsidRPr="00816B77">
        <w:rPr>
          <w:rtl/>
          <w:lang w:bidi="ur-PK"/>
        </w:rPr>
        <w:t>ا</w:t>
      </w:r>
      <w:r w:rsidR="005A2492">
        <w:rPr>
          <w:rtl/>
        </w:rPr>
        <w:t>نے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موقع دو</w:t>
      </w:r>
    </w:p>
    <w:p w:rsidR="005A2492" w:rsidRDefault="005A2492" w:rsidP="00A21BC5">
      <w:pPr>
        <w:pStyle w:val="Heading1"/>
        <w:rPr>
          <w:rtl/>
        </w:rPr>
      </w:pPr>
      <w:r>
        <w:rPr>
          <w:rtl/>
        </w:rPr>
        <w:t xml:space="preserve"> </w:t>
      </w:r>
      <w:bookmarkStart w:id="113" w:name="_Toc393190538"/>
      <w:r>
        <w:rPr>
          <w:rtl/>
        </w:rPr>
        <w:t>حق نفقہ</w:t>
      </w:r>
      <w:bookmarkEnd w:id="113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عر</w:t>
      </w:r>
      <w:r w:rsidR="00816B77" w:rsidRPr="00816B77">
        <w:rPr>
          <w:rtl/>
          <w:lang w:bidi="ur-PK"/>
        </w:rPr>
        <w:t>ا</w:t>
      </w:r>
      <w:r>
        <w:rPr>
          <w:rtl/>
        </w:rPr>
        <w:t>ب ج</w:t>
      </w:r>
      <w:r w:rsidR="00816B77" w:rsidRPr="00816B77">
        <w:rPr>
          <w:rtl/>
          <w:lang w:bidi="ur-PK"/>
        </w:rPr>
        <w:t>ا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 خل</w:t>
      </w:r>
      <w:r w:rsidR="00816B77" w:rsidRPr="00816B77">
        <w:rPr>
          <w:rtl/>
          <w:lang w:bidi="ur-PK"/>
        </w:rPr>
        <w:t>ا</w:t>
      </w:r>
      <w:r>
        <w:rPr>
          <w:rtl/>
        </w:rPr>
        <w:t>ف کہ جو نہ صرف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</w:t>
      </w:r>
      <w:r w:rsidR="00816B77" w:rsidRPr="00816B77">
        <w:rPr>
          <w:rtl/>
          <w:lang w:bidi="ur-PK"/>
        </w:rPr>
        <w:t>ا</w:t>
      </w:r>
      <w:r>
        <w:rPr>
          <w:rtl/>
        </w:rPr>
        <w:t>ن و نفقہ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بلکہ بھوک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کے خوف سے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درگور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کرتے تھے،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عورت کو ن</w:t>
      </w:r>
      <w:r w:rsidR="00816B77" w:rsidRPr="00816B77">
        <w:rPr>
          <w:rtl/>
          <w:lang w:bidi="ur-PK"/>
        </w:rPr>
        <w:t>ا</w:t>
      </w:r>
      <w:r>
        <w:rPr>
          <w:rtl/>
        </w:rPr>
        <w:t>ن و نفقہ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کرو: </w:t>
      </w:r>
    </w:p>
    <w:p w:rsidR="005A2492" w:rsidRDefault="00CF3D62" w:rsidP="006E1C68">
      <w:pPr>
        <w:pStyle w:val="libAie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لرِّجَ</w:t>
      </w: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لُ</w:t>
      </w:r>
      <w:r w:rsidR="005A2492">
        <w:rPr>
          <w:rtl/>
        </w:rPr>
        <w:t xml:space="preserve"> قَوَّ</w:t>
      </w:r>
      <w:r w:rsidRPr="00CF3D62">
        <w:rPr>
          <w:rtl/>
        </w:rPr>
        <w:t>ا</w:t>
      </w:r>
      <w:r w:rsidR="005A2492">
        <w:rPr>
          <w:rtl/>
        </w:rPr>
        <w:t>مُونَ عَلَ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لنِّسَ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ء بِمَ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فَضَّلَ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 بَع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ضَ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بَع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ضٍ وَبِمَ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نفَقُو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مِن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لِ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ِم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لصَّ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لِحَ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تُ قَ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نِتَ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تٌ حَ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فِظَ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تٌ لِّل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غَ</w:t>
      </w:r>
      <w:r w:rsidR="005A2492" w:rsidRPr="00CD0F9A">
        <w:rPr>
          <w:rFonts w:hint="cs"/>
          <w:rtl/>
        </w:rPr>
        <w:t>يْ</w:t>
      </w:r>
      <w:r w:rsidR="005A2492">
        <w:rPr>
          <w:rFonts w:hint="cs"/>
          <w:rtl/>
        </w:rPr>
        <w:t>بِ بِمَ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حَفِظَ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 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 تَخَ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فُونَ نُشُوزَ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ُنَّ فَعِظُو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ُنَّ وَ</w:t>
      </w:r>
      <w:r w:rsidRPr="00CF3D62">
        <w:rPr>
          <w:rFonts w:hint="cs"/>
          <w:rtl/>
        </w:rPr>
        <w:t>ا</w:t>
      </w:r>
      <w:r w:rsidR="005A2492" w:rsidRPr="00CD0F9A">
        <w:rPr>
          <w:rFonts w:hint="cs"/>
          <w:rtl/>
        </w:rPr>
        <w:t>هْ</w:t>
      </w:r>
      <w:r w:rsidR="005A2492">
        <w:rPr>
          <w:rFonts w:hint="cs"/>
          <w:rtl/>
        </w:rPr>
        <w:t>جُرُو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ُنَّ ف</w:t>
      </w:r>
      <w:r w:rsidR="005A2492">
        <w:rPr>
          <w:rFonts w:hint="eastAsia"/>
          <w:rtl/>
        </w:rPr>
        <w:t>ِ</w:t>
      </w:r>
      <w:r w:rsidR="005A2492" w:rsidRPr="00CD0F9A">
        <w:rPr>
          <w:rFonts w:hint="cs"/>
          <w:rtl/>
        </w:rPr>
        <w:t>ي</w:t>
      </w:r>
      <w:r w:rsidR="005A2492">
        <w:rPr>
          <w:rtl/>
        </w:rPr>
        <w:t xml:space="preserve"> </w:t>
      </w:r>
      <w:r w:rsidRPr="00CF3D62">
        <w:rPr>
          <w:rtl/>
        </w:rPr>
        <w:t>ا</w:t>
      </w:r>
      <w:r w:rsidR="005A2492">
        <w:rPr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مَضَ</w:t>
      </w:r>
      <w:r w:rsidRPr="00CF3D62">
        <w:rPr>
          <w:rtl/>
        </w:rPr>
        <w:t>ا</w:t>
      </w:r>
      <w:r w:rsidR="005A2492">
        <w:rPr>
          <w:rtl/>
        </w:rPr>
        <w:t>جِعِ وَ</w:t>
      </w:r>
      <w:r w:rsidRPr="00CF3D62">
        <w:rPr>
          <w:rtl/>
        </w:rPr>
        <w:t>ا</w:t>
      </w:r>
      <w:r w:rsidR="005A2492">
        <w:rPr>
          <w:rtl/>
        </w:rPr>
        <w:t>ض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رِبُو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ُنَّ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طَع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نَ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ُم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فَل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تَب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غُو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عَلَ</w:t>
      </w:r>
      <w:r w:rsidR="005A2492" w:rsidRPr="00CD0F9A">
        <w:rPr>
          <w:rFonts w:hint="cs"/>
          <w:rtl/>
        </w:rPr>
        <w:t>يْه</w:t>
      </w:r>
      <w:r w:rsidR="005A2492">
        <w:rPr>
          <w:rFonts w:hint="cs"/>
          <w:rtl/>
        </w:rPr>
        <w:t>ِنَّ سَبِ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ل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نَّ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 xml:space="preserve">َ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نَ عَلِ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ًّ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َبِ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رً</w:t>
      </w:r>
      <w:r w:rsidRPr="00CF3D62">
        <w:rPr>
          <w:rFonts w:hint="cs"/>
          <w:rtl/>
        </w:rPr>
        <w:t>ا</w:t>
      </w:r>
      <w:r w:rsidR="006E1C68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عورتوں کے 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کم </w:t>
      </w:r>
      <w:r w:rsidR="00816B77" w:rsidRPr="00816B77">
        <w:rPr>
          <w:rtl/>
          <w:lang w:bidi="ur-PK"/>
        </w:rPr>
        <w:t>ا</w:t>
      </w:r>
      <w:r>
        <w:rPr>
          <w:rtl/>
        </w:rPr>
        <w:t>ور نگر</w:t>
      </w:r>
      <w:r w:rsidR="00816B77" w:rsidRPr="00816B77">
        <w:rPr>
          <w:rtl/>
          <w:lang w:bidi="ur-PK"/>
        </w:rPr>
        <w:t>ا</w:t>
      </w:r>
      <w:r>
        <w:rPr>
          <w:rtl/>
        </w:rPr>
        <w:t>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 جو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بعض کو بعض پر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نھوں نے عورتوں پر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ل خرچ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پس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شوہروں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چ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جن عورتوں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فرم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خطرہ ہے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کرو،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ب گ</w:t>
      </w:r>
      <w:r w:rsidR="00816B77" w:rsidRPr="00816B77">
        <w:rPr>
          <w:rtl/>
          <w:lang w:bidi="ur-PK"/>
        </w:rPr>
        <w:t>ا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لگ کرو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پھر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 تل</w:t>
      </w:r>
      <w:r w:rsidR="00816B77" w:rsidRPr="00816B77">
        <w:rPr>
          <w:rtl/>
          <w:lang w:bidi="ur-PK"/>
        </w:rPr>
        <w:t>ا</w:t>
      </w:r>
      <w:r>
        <w:rPr>
          <w:rtl/>
        </w:rPr>
        <w:t>ش نہ کرو کہ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ت بلندتر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بزرگ ہے </w:t>
      </w:r>
    </w:p>
    <w:p w:rsidR="005A2492" w:rsidRDefault="005A2492" w:rsidP="00A21BC5">
      <w:pPr>
        <w:pStyle w:val="Heading1"/>
        <w:rPr>
          <w:rtl/>
        </w:rPr>
      </w:pPr>
      <w:bookmarkStart w:id="114" w:name="_Toc393190539"/>
      <w:r>
        <w:rPr>
          <w:rFonts w:hint="eastAsia"/>
          <w:rtl/>
        </w:rPr>
        <w:t>نفقہ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bookmarkEnd w:id="114"/>
    </w:p>
    <w:p w:rsidR="005A2492" w:rsidRDefault="005A2492" w:rsidP="006E1C68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</w:t>
      </w:r>
      <w:r w:rsidR="00CF3D62" w:rsidRPr="00CF3D62">
        <w:rPr>
          <w:rtl/>
        </w:rPr>
        <w:t>ا</w:t>
      </w:r>
      <w:r>
        <w:rPr>
          <w:rtl/>
        </w:rPr>
        <w:t xml:space="preserve">لَ رَسُولُ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ص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عَب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دٍ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CD0F9A">
        <w:rPr>
          <w:rFonts w:hint="cs"/>
          <w:rtl/>
        </w:rPr>
        <w:t>كْ</w:t>
      </w:r>
      <w:r>
        <w:rPr>
          <w:rFonts w:hint="cs"/>
          <w:rtl/>
        </w:rPr>
        <w:t xml:space="preserve">سِبُ ثُمَّ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فِقُ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عِ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طَ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بِ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ُلِّ دِر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 xml:space="preserve">َمٍ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فِقُ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عِ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سَب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عُمِ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ئَةِ ضِع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</w:t>
      </w:r>
      <w:r w:rsidRPr="00CD0F9A">
        <w:rPr>
          <w:rFonts w:hint="cs"/>
          <w:rtl/>
        </w:rPr>
        <w:t>‏</w:t>
      </w:r>
      <w:r w:rsidRPr="00C15B30">
        <w:rPr>
          <w:rFonts w:hint="cs"/>
          <w:rtl/>
        </w:rPr>
        <w:t xml:space="preserve"> </w:t>
      </w:r>
      <w:r w:rsidR="006E1C68" w:rsidRPr="007741D8">
        <w:rPr>
          <w:rStyle w:val="libFootnotenumChar"/>
          <w:rFonts w:hint="cs"/>
          <w:rtl/>
        </w:rPr>
        <w:t>(2)</w:t>
      </w:r>
    </w:p>
    <w:p w:rsidR="001F069A" w:rsidRDefault="001F069A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4205B" w:rsidRDefault="001F069A" w:rsidP="00A70F6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64205B">
        <w:rPr>
          <w:rtl/>
        </w:rPr>
        <w:t xml:space="preserve"> نس</w:t>
      </w:r>
      <w:r w:rsidR="00816B77" w:rsidRPr="00816B77">
        <w:rPr>
          <w:rtl/>
        </w:rPr>
        <w:t>ا</w:t>
      </w:r>
      <w:r w:rsidR="0064205B">
        <w:rPr>
          <w:rtl/>
        </w:rPr>
        <w:t xml:space="preserve">ء </w:t>
      </w:r>
      <w:r w:rsidR="0064205B">
        <w:rPr>
          <w:rtl/>
          <w:lang w:bidi="fa-IR"/>
        </w:rPr>
        <w:t>۳۴</w:t>
      </w:r>
    </w:p>
    <w:p w:rsidR="001F069A" w:rsidRDefault="001F069A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64205B" w:rsidRPr="0064205B">
        <w:rPr>
          <w:rtl/>
        </w:rPr>
        <w:t xml:space="preserve"> </w:t>
      </w:r>
      <w:r w:rsidR="0064205B" w:rsidRPr="00372D8B">
        <w:rPr>
          <w:rStyle w:val="libFootNoteArabicChar"/>
          <w:rtl/>
        </w:rPr>
        <w:t>م</w:t>
      </w:r>
      <w:r w:rsidR="0064205B" w:rsidRPr="00372D8B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64205B" w:rsidRPr="00372D8B">
        <w:rPr>
          <w:rStyle w:val="libFootNoteArabicChar"/>
          <w:rFonts w:hint="cs"/>
          <w:rtl/>
        </w:rPr>
        <w:t xml:space="preserve">رم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64205B" w:rsidRPr="00372D8B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64205B" w:rsidRPr="00372D8B">
        <w:rPr>
          <w:rStyle w:val="libFootNoteArabicChar"/>
          <w:rFonts w:hint="cs"/>
          <w:rtl/>
        </w:rPr>
        <w:t>خل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64205B" w:rsidRPr="00372D8B">
        <w:rPr>
          <w:rStyle w:val="libFootNoteArabicChar"/>
          <w:rFonts w:hint="cs"/>
          <w:rtl/>
        </w:rPr>
        <w:t xml:space="preserve">ق، في حق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64205B" w:rsidRPr="00372D8B">
        <w:rPr>
          <w:rStyle w:val="libFootNoteArabicChar"/>
          <w:rFonts w:hint="cs"/>
          <w:rtl/>
        </w:rPr>
        <w:t>لمر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64205B" w:rsidRPr="00372D8B">
        <w:rPr>
          <w:rStyle w:val="libFootNoteArabicChar"/>
          <w:rFonts w:hint="cs"/>
          <w:rtl/>
        </w:rPr>
        <w:t>ة عل</w:t>
      </w:r>
      <w:r w:rsidR="009B349E" w:rsidRPr="009B349E">
        <w:rPr>
          <w:rStyle w:val="libFootNoteArabicChar"/>
          <w:rFonts w:hint="cs"/>
          <w:rtl/>
        </w:rPr>
        <w:t>ی</w:t>
      </w:r>
      <w:r w:rsidR="0064205B" w:rsidRPr="00372D8B">
        <w:rPr>
          <w:rStyle w:val="libFootNoteArabicChar"/>
          <w:rFonts w:hint="cs"/>
          <w:rtl/>
        </w:rPr>
        <w:t xml:space="preserve">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64205B" w:rsidRPr="00372D8B">
        <w:rPr>
          <w:rStyle w:val="libFootNoteArabicChar"/>
          <w:rFonts w:hint="cs"/>
          <w:rtl/>
        </w:rPr>
        <w:t>لزوج،ص 216</w:t>
      </w:r>
    </w:p>
    <w:p w:rsidR="001F069A" w:rsidRPr="001F069A" w:rsidRDefault="001F069A" w:rsidP="00A60F54">
      <w:pPr>
        <w:pStyle w:val="libPoemTini"/>
        <w:rPr>
          <w:rtl/>
        </w:rPr>
      </w:pPr>
      <w:r w:rsidRPr="001F069A">
        <w:rPr>
          <w:rtl/>
        </w:rPr>
        <w:br w:type="page"/>
      </w:r>
    </w:p>
    <w:p w:rsidR="0064205B" w:rsidRDefault="0064205B" w:rsidP="0064205B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>
        <w:rPr>
          <w:rFonts w:hint="cs"/>
          <w:rtl/>
        </w:rPr>
        <w:t>ﷺ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مشقت برد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شت کرکے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ہل وع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پر خرچ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وندمتع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روپے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س</w:t>
      </w:r>
      <w:r w:rsidR="00816B77" w:rsidRPr="00816B77">
        <w:rPr>
          <w:rtl/>
          <w:lang w:bidi="ur-PK"/>
        </w:rPr>
        <w:t>ا</w:t>
      </w:r>
      <w:r>
        <w:rPr>
          <w:rtl/>
        </w:rPr>
        <w:t>ت سوگن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A21BC5">
      <w:pPr>
        <w:pStyle w:val="Heading1"/>
        <w:rPr>
          <w:rtl/>
        </w:rPr>
      </w:pPr>
      <w:bookmarkStart w:id="115" w:name="_Toc393190540"/>
      <w:r>
        <w:rPr>
          <w:rFonts w:hint="eastAsia"/>
          <w:rtl/>
        </w:rPr>
        <w:t>حق</w:t>
      </w:r>
      <w:r>
        <w:rPr>
          <w:rtl/>
        </w:rPr>
        <w:t xml:space="preserve"> مہر</w:t>
      </w:r>
      <w:bookmarkEnd w:id="115"/>
      <w:r>
        <w:rPr>
          <w:rtl/>
        </w:rPr>
        <w:t xml:space="preserve">     </w:t>
      </w:r>
    </w:p>
    <w:p w:rsidR="005A2492" w:rsidRDefault="005A2492" w:rsidP="00496419">
      <w:pPr>
        <w:pStyle w:val="libNormal"/>
        <w:rPr>
          <w:rtl/>
        </w:rPr>
      </w:pP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ہے:</w:t>
      </w:r>
      <w:r w:rsidRPr="00496419">
        <w:rPr>
          <w:rStyle w:val="libAieChar"/>
          <w:rtl/>
        </w:rPr>
        <w:t xml:space="preserve"> </w:t>
      </w:r>
      <w:r w:rsidRPr="00496419">
        <w:rPr>
          <w:rStyle w:val="libAieChar"/>
          <w:rFonts w:hint="eastAsia"/>
          <w:rtl/>
        </w:rPr>
        <w:t>وَ</w:t>
      </w:r>
      <w:r w:rsidRPr="00496419">
        <w:rPr>
          <w:rStyle w:val="libAieChar"/>
          <w:rtl/>
        </w:rPr>
        <w:t xml:space="preserve"> </w:t>
      </w:r>
      <w:r w:rsidR="00CF3D62" w:rsidRPr="00CF3D62">
        <w:rPr>
          <w:rStyle w:val="libAieChar"/>
          <w:rtl/>
        </w:rPr>
        <w:t>ا</w:t>
      </w:r>
      <w:r w:rsidRPr="00496419">
        <w:rPr>
          <w:rStyle w:val="libAieChar"/>
          <w:rtl/>
        </w:rPr>
        <w:t>تُو</w:t>
      </w:r>
      <w:r w:rsidR="00CF3D62" w:rsidRPr="00CF3D62">
        <w:rPr>
          <w:rStyle w:val="libAieChar"/>
          <w:rtl/>
        </w:rPr>
        <w:t>ا</w:t>
      </w:r>
      <w:r w:rsidRPr="00496419">
        <w:rPr>
          <w:rStyle w:val="libAieChar"/>
          <w:rtl/>
        </w:rPr>
        <w:t xml:space="preserve"> </w:t>
      </w:r>
      <w:r w:rsidR="00CF3D62" w:rsidRPr="00CF3D62">
        <w:rPr>
          <w:rStyle w:val="libAieChar"/>
          <w:rtl/>
        </w:rPr>
        <w:t>ا</w:t>
      </w:r>
      <w:r w:rsidRPr="00496419">
        <w:rPr>
          <w:rStyle w:val="libAieChar"/>
          <w:rtl/>
        </w:rPr>
        <w:t>لنِّس</w:t>
      </w:r>
      <w:r w:rsidR="00CF3D62" w:rsidRPr="00CF3D62">
        <w:rPr>
          <w:rStyle w:val="libAieChar"/>
          <w:rtl/>
        </w:rPr>
        <w:t>ا</w:t>
      </w:r>
      <w:r w:rsidRPr="00496419">
        <w:rPr>
          <w:rStyle w:val="libAieChar"/>
          <w:rtl/>
        </w:rPr>
        <w:t>ءَ صَدُق</w:t>
      </w:r>
      <w:r w:rsidR="00CF3D62" w:rsidRPr="00CF3D62">
        <w:rPr>
          <w:rStyle w:val="libAieChar"/>
          <w:rtl/>
        </w:rPr>
        <w:t>ا</w:t>
      </w:r>
      <w:r w:rsidRPr="00496419">
        <w:rPr>
          <w:rStyle w:val="libAieChar"/>
          <w:rtl/>
        </w:rPr>
        <w:t>تِ</w:t>
      </w:r>
      <w:r w:rsidRPr="00496419">
        <w:rPr>
          <w:rStyle w:val="libAieChar"/>
          <w:rFonts w:hint="cs"/>
          <w:rtl/>
        </w:rPr>
        <w:t>هِنَّ نِحْلَةً فَ</w:t>
      </w:r>
      <w:r w:rsidR="00CF3D62" w:rsidRPr="00CF3D62">
        <w:rPr>
          <w:rStyle w:val="libAieChar"/>
          <w:rFonts w:hint="cs"/>
          <w:rtl/>
        </w:rPr>
        <w:t>ا</w:t>
      </w:r>
      <w:r w:rsidRPr="00496419">
        <w:rPr>
          <w:rStyle w:val="libAieChar"/>
          <w:rFonts w:hint="cs"/>
          <w:rtl/>
        </w:rPr>
        <w:t xml:space="preserve">نْ طِبْنَ </w:t>
      </w:r>
      <w:r w:rsidRPr="00496419">
        <w:rPr>
          <w:rStyle w:val="libAieChar"/>
          <w:rtl/>
        </w:rPr>
        <w:t>لَ</w:t>
      </w:r>
      <w:r w:rsidRPr="00496419">
        <w:rPr>
          <w:rStyle w:val="libAieChar"/>
          <w:rFonts w:hint="cs"/>
          <w:rtl/>
        </w:rPr>
        <w:t>كُمْ عَنْ شَيْ‏ءٍ مِنْهُ نَفْس</w:t>
      </w:r>
      <w:r w:rsidR="00CF3D62" w:rsidRPr="00CF3D62">
        <w:rPr>
          <w:rStyle w:val="libAieChar"/>
          <w:rFonts w:hint="cs"/>
          <w:rtl/>
        </w:rPr>
        <w:t>ا</w:t>
      </w:r>
      <w:r w:rsidRPr="00496419">
        <w:rPr>
          <w:rStyle w:val="libAieChar"/>
          <w:rFonts w:hint="cs"/>
          <w:rtl/>
        </w:rPr>
        <w:t xml:space="preserve"> فَكُلُوهُ هَنيئ</w:t>
      </w:r>
      <w:r w:rsidR="00CF3D62" w:rsidRPr="00CF3D62">
        <w:rPr>
          <w:rStyle w:val="libAieChar"/>
          <w:rFonts w:hint="cs"/>
          <w:rtl/>
        </w:rPr>
        <w:t>ا</w:t>
      </w:r>
      <w:r w:rsidRPr="00496419">
        <w:rPr>
          <w:rStyle w:val="libAieChar"/>
          <w:rFonts w:hint="cs"/>
          <w:rtl/>
        </w:rPr>
        <w:t xml:space="preserve"> مَريئ</w:t>
      </w:r>
      <w:r w:rsidR="00CF3D62" w:rsidRPr="00CF3D62">
        <w:rPr>
          <w:rStyle w:val="libAieChar"/>
          <w:rFonts w:hint="cs"/>
          <w:rtl/>
        </w:rPr>
        <w:t>ا</w:t>
      </w:r>
      <w:r w:rsidRPr="00496419">
        <w:rPr>
          <w:rStyle w:val="libAieChar"/>
          <w:rFonts w:hint="cs"/>
          <w:rtl/>
        </w:rPr>
        <w:t xml:space="preserve"> </w:t>
      </w:r>
      <w:r w:rsidR="007929E1" w:rsidRPr="007741D8">
        <w:rPr>
          <w:rStyle w:val="libFootnotenumChar"/>
          <w:rFonts w:hint="cs"/>
          <w:rtl/>
        </w:rPr>
        <w:t>(1)</w:t>
      </w:r>
      <w:r>
        <w:rPr>
          <w:rFonts w:hint="eastAsia"/>
          <w:rtl/>
        </w:rPr>
        <w:t>عورتوں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مہر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کردو پھر </w:t>
      </w:r>
      <w:r w:rsidR="00816B77" w:rsidRPr="00816B77">
        <w:rPr>
          <w:rtl/>
          <w:lang w:bidi="ur-PK"/>
        </w:rPr>
        <w:t>ا</w:t>
      </w:r>
      <w:r>
        <w:rPr>
          <w:rtl/>
        </w:rPr>
        <w:t>گر وہ خوش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شوق سے کھ</w:t>
      </w:r>
      <w:r w:rsidR="00816B77" w:rsidRPr="00816B77">
        <w:rPr>
          <w:rtl/>
          <w:lang w:bidi="ur-PK"/>
        </w:rPr>
        <w:t>ا</w:t>
      </w:r>
      <w:r>
        <w:rPr>
          <w:rtl/>
        </w:rPr>
        <w:t>لو</w:t>
      </w:r>
    </w:p>
    <w:p w:rsidR="005A2492" w:rsidRDefault="005A2492" w:rsidP="00A21BC5">
      <w:pPr>
        <w:pStyle w:val="Heading1"/>
        <w:rPr>
          <w:rtl/>
        </w:rPr>
      </w:pPr>
      <w:bookmarkStart w:id="116" w:name="_Toc393190541"/>
      <w:r>
        <w:rPr>
          <w:rFonts w:hint="eastAsia"/>
          <w:rtl/>
        </w:rPr>
        <w:t>م</w:t>
      </w:r>
      <w:r w:rsidR="008D6D4F" w:rsidRPr="008D6D4F">
        <w:rPr>
          <w:rFonts w:hint="cs"/>
          <w:rtl/>
          <w:lang w:bidi="ur-PK"/>
        </w:rPr>
        <w:t>ہ</w:t>
      </w:r>
      <w:r w:rsidRPr="00A60F54">
        <w:rPr>
          <w:rFonts w:hint="cs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</w:t>
      </w:r>
      <w:bookmarkEnd w:id="116"/>
      <w:r>
        <w:rPr>
          <w:rtl/>
        </w:rPr>
        <w:t xml:space="preserve"> </w:t>
      </w:r>
    </w:p>
    <w:p w:rsidR="005A2492" w:rsidRDefault="00CF3D62" w:rsidP="007929E1">
      <w:pPr>
        <w:pStyle w:val="libArabic"/>
        <w:rPr>
          <w:rtl/>
        </w:rPr>
      </w:pP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بَ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نِ</w:t>
      </w:r>
      <w:r w:rsidR="005A2492">
        <w:rPr>
          <w:rtl/>
        </w:rPr>
        <w:t xml:space="preserve"> ب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نِ عُث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نَ عَن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مَن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صُورِ ب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نِ حَ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زِمٍ قَ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لَ قُل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تُ لِ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بِ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 عَب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دِ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لل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ِ ع فِ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 رَجُلٍ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 xml:space="preserve">َتَزَوَّجُ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ةً وَ لَم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َف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رِض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لَ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صَدَ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ق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قَ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لَ لَ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شَ</w:t>
      </w:r>
      <w:r w:rsidR="005A2492" w:rsidRPr="00CD0F9A">
        <w:rPr>
          <w:rFonts w:hint="cs"/>
          <w:rtl/>
        </w:rPr>
        <w:t>يْ‏</w:t>
      </w:r>
      <w:r w:rsidR="005A2492">
        <w:rPr>
          <w:rFonts w:hint="cs"/>
          <w:rtl/>
        </w:rPr>
        <w:t>ءَ لَ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مِنَ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لصَّدَ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قِ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نَ دَخَلَ بِ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فَلَ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مَ</w:t>
      </w:r>
      <w:r w:rsidR="005A2492" w:rsidRPr="00CD0F9A">
        <w:rPr>
          <w:rFonts w:hint="cs"/>
          <w:rtl/>
        </w:rPr>
        <w:t>هْ</w:t>
      </w:r>
      <w:r w:rsidR="005A2492">
        <w:rPr>
          <w:rFonts w:hint="cs"/>
          <w:rtl/>
        </w:rPr>
        <w:t>رُ نِسَ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ئِ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7929E1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س شخص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نک</w:t>
      </w:r>
      <w:r w:rsidR="00816B77" w:rsidRPr="00816B77">
        <w:rPr>
          <w:rtl/>
          <w:lang w:bidi="ur-PK"/>
        </w:rPr>
        <w:t>ا</w:t>
      </w:r>
      <w:r>
        <w:rPr>
          <w:rtl/>
        </w:rPr>
        <w:t>ح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لئے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>،تو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لئے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>
        <w:rPr>
          <w:rtl/>
        </w:rPr>
        <w:t>گر دخول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تو مہرمثل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جب ہے </w:t>
      </w:r>
    </w:p>
    <w:p w:rsidR="005A2492" w:rsidRDefault="005A2492" w:rsidP="00A21BC5">
      <w:pPr>
        <w:pStyle w:val="Heading1"/>
        <w:rPr>
          <w:rtl/>
        </w:rPr>
      </w:pPr>
      <w:bookmarkStart w:id="117" w:name="_Toc393190542"/>
      <w:r>
        <w:rPr>
          <w:rFonts w:hint="eastAsia"/>
          <w:rtl/>
        </w:rPr>
        <w:t>مرد</w:t>
      </w:r>
      <w:r>
        <w:rPr>
          <w:rtl/>
        </w:rPr>
        <w:t xml:space="preserve"> کو دو عورت کےبر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</w:t>
      </w:r>
      <w:bookmarkEnd w:id="117"/>
    </w:p>
    <w:p w:rsidR="005A2492" w:rsidRDefault="005A2492" w:rsidP="007929E1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CD0F9A">
        <w:rPr>
          <w:rFonts w:hint="cs"/>
          <w:rtl/>
        </w:rPr>
        <w:t>ْ</w:t>
      </w:r>
      <w:r>
        <w:rPr>
          <w:rtl/>
        </w:rPr>
        <w:t xml:space="preserve"> عَب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 سِنَ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نٍ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قُل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تُ لِ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ع لِ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ِّ عِلَّةٍ 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رَ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ثُ لِلذَّ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َرِ مِث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لُ حَظِّ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ثَ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>نِ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لِمَ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ُج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عَلُ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قِ</w:t>
      </w:r>
      <w:r w:rsidRPr="00C15B30">
        <w:rPr>
          <w:rFonts w:hint="cs"/>
          <w:rtl/>
        </w:rPr>
        <w:t xml:space="preserve"> </w:t>
      </w:r>
      <w:r w:rsidR="007929E1" w:rsidRPr="007741D8">
        <w:rPr>
          <w:rStyle w:val="libFootnotenumChar"/>
          <w:rFonts w:hint="cs"/>
          <w:rtl/>
        </w:rPr>
        <w:t>(3)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ششم سے سو</w:t>
      </w:r>
      <w:r w:rsidRPr="00816B77">
        <w:rPr>
          <w:rtl/>
          <w:lang w:bidi="ur-PK"/>
        </w:rPr>
        <w:t>ا</w:t>
      </w:r>
      <w:r w:rsidR="005A2492">
        <w:rPr>
          <w:rtl/>
        </w:rPr>
        <w:t>ل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مرد کو </w:t>
      </w:r>
      <w:r w:rsidRPr="00816B77">
        <w:rPr>
          <w:rtl/>
          <w:lang w:bidi="ur-PK"/>
        </w:rPr>
        <w:t>ا</w:t>
      </w:r>
      <w:r w:rsidR="005A2492">
        <w:rPr>
          <w:rtl/>
        </w:rPr>
        <w:t>رث عورتوں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نسبت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ملت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؟ تو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مردوں پر عورت کے لئے م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ر 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جب قر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</w:t>
      </w:r>
    </w:p>
    <w:p w:rsidR="007929E1" w:rsidRDefault="007929E1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96419" w:rsidRDefault="007929E1" w:rsidP="00496419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96419">
        <w:rPr>
          <w:rtl/>
        </w:rPr>
        <w:t xml:space="preserve"> نس</w:t>
      </w:r>
      <w:r w:rsidR="00816B77" w:rsidRPr="00816B77">
        <w:rPr>
          <w:rtl/>
        </w:rPr>
        <w:t>ا</w:t>
      </w:r>
      <w:r w:rsidR="00496419">
        <w:rPr>
          <w:rtl/>
        </w:rPr>
        <w:t xml:space="preserve">ء </w:t>
      </w:r>
      <w:r w:rsidR="00496419">
        <w:rPr>
          <w:rtl/>
          <w:lang w:bidi="fa-IR"/>
        </w:rPr>
        <w:t>۴</w:t>
      </w:r>
    </w:p>
    <w:p w:rsidR="007929E1" w:rsidRDefault="007929E1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496419" w:rsidRPr="00496419">
        <w:rPr>
          <w:rtl/>
        </w:rPr>
        <w:t xml:space="preserve"> </w:t>
      </w:r>
      <w:r w:rsidR="00496419" w:rsidRPr="00816B77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496419" w:rsidRPr="00816B77">
        <w:rPr>
          <w:rStyle w:val="libFootNoteArabicChar"/>
          <w:rtl/>
        </w:rPr>
        <w:t>ئل</w:t>
      </w:r>
      <w:r w:rsidR="00496419" w:rsidRPr="00816B77">
        <w:rPr>
          <w:rStyle w:val="libFootNoteArabicChar"/>
          <w:rFonts w:hint="cs"/>
          <w:rtl/>
        </w:rPr>
        <w:t>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96419" w:rsidRPr="00816B77">
        <w:rPr>
          <w:rStyle w:val="libFootNoteArabicChar"/>
          <w:rFonts w:hint="cs"/>
          <w:rtl/>
        </w:rPr>
        <w:t>لشيعة ، ج 21، ص 269</w:t>
      </w:r>
    </w:p>
    <w:p w:rsidR="007929E1" w:rsidRDefault="007929E1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496419" w:rsidRPr="00496419">
        <w:rPr>
          <w:rtl/>
        </w:rPr>
        <w:t xml:space="preserve"> </w:t>
      </w:r>
      <w:r w:rsidR="00496419" w:rsidRPr="00816B77">
        <w:rPr>
          <w:rStyle w:val="libFootNoteArabicChar"/>
          <w:rtl/>
        </w:rPr>
        <w:t>ت</w:t>
      </w:r>
      <w:r w:rsidR="00496419" w:rsidRPr="00816B77">
        <w:rPr>
          <w:rStyle w:val="libFootNoteArabicChar"/>
          <w:rFonts w:hint="cs"/>
          <w:rtl/>
        </w:rPr>
        <w:t>هذيب‏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96419" w:rsidRPr="00816B77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96419" w:rsidRPr="00816B77">
        <w:rPr>
          <w:rStyle w:val="libFootNoteArabicChar"/>
          <w:rFonts w:hint="cs"/>
          <w:rtl/>
        </w:rPr>
        <w:t>حك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496419" w:rsidRPr="00816B77">
        <w:rPr>
          <w:rStyle w:val="libFootNoteArabicChar"/>
          <w:rFonts w:hint="cs"/>
          <w:rtl/>
        </w:rPr>
        <w:t>م،ج9، ص 398</w:t>
      </w:r>
    </w:p>
    <w:p w:rsidR="007929E1" w:rsidRPr="00496419" w:rsidRDefault="007929E1" w:rsidP="00A60F54">
      <w:pPr>
        <w:pStyle w:val="libPoemTini"/>
        <w:rPr>
          <w:rtl/>
        </w:rPr>
      </w:pPr>
      <w:r w:rsidRPr="00496419"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18" w:name="_Toc393190543"/>
      <w:r>
        <w:rPr>
          <w:rFonts w:hint="eastAsia"/>
          <w:rtl/>
        </w:rPr>
        <w:lastRenderedPageBreak/>
        <w:t>م</w:t>
      </w:r>
      <w:r w:rsidR="008D6D4F" w:rsidRPr="008D6D4F">
        <w:rPr>
          <w:rFonts w:hint="cs"/>
          <w:rtl/>
          <w:lang w:bidi="ur-PK"/>
        </w:rPr>
        <w:t>ہ</w:t>
      </w:r>
      <w:r w:rsidRPr="00A60F54">
        <w:rPr>
          <w:rFonts w:hint="cs"/>
          <w:rtl/>
        </w:rPr>
        <w:t>ر</w:t>
      </w:r>
      <w:r>
        <w:rPr>
          <w:rtl/>
        </w:rPr>
        <w:t xml:space="preserve"> کب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 ہے ؟</w:t>
      </w:r>
      <w:bookmarkEnd w:id="118"/>
    </w:p>
    <w:p w:rsidR="005A2492" w:rsidRDefault="005A2492" w:rsidP="004833E9">
      <w:pPr>
        <w:pStyle w:val="libArabic"/>
        <w:rPr>
          <w:rtl/>
        </w:rPr>
      </w:pPr>
      <w:r>
        <w:rPr>
          <w:rFonts w:hint="eastAsia"/>
          <w:rtl/>
        </w:rPr>
        <w:t>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تُ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ع عَنِ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قِ 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وَق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تٌ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ثُمَّ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صَدَ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قُ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لنَّبِ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ِّ ص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ث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نَتَ</w:t>
      </w:r>
      <w:r w:rsidRPr="00CD0F9A">
        <w:rPr>
          <w:rFonts w:hint="cs"/>
          <w:rtl/>
        </w:rPr>
        <w:t>يْ</w:t>
      </w:r>
      <w:r>
        <w:rPr>
          <w:rFonts w:hint="cs"/>
          <w:rtl/>
        </w:rPr>
        <w:t xml:space="preserve"> عَش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رَةَ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وقِ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َّةً وَ نَشّ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tl/>
        </w:rPr>
        <w:t>لنَّشُّ نِص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فُ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وقِ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َّةِ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وقِ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َّةُ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بَعُونَ دِر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َم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فَذَلِ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 خَم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سُمِ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ئَةِ دِر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َمٍ</w:t>
      </w:r>
      <w:r w:rsidR="004833E9" w:rsidRPr="007741D8">
        <w:rPr>
          <w:rStyle w:val="libFootnotenumChar"/>
          <w:rFonts w:hint="cs"/>
          <w:rtl/>
        </w:rPr>
        <w:t xml:space="preserve"> </w:t>
      </w:r>
      <w:r w:rsidR="00A82DA1" w:rsidRPr="007741D8">
        <w:rPr>
          <w:rStyle w:val="libFootnotenumChar"/>
          <w:rFonts w:hint="cs"/>
          <w:rtl/>
        </w:rPr>
        <w:t>(1)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4833E9">
        <w:rPr>
          <w:rStyle w:val="libNormalChar"/>
          <w:rFonts w:hint="eastAsia"/>
          <w:rtl/>
        </w:rPr>
        <w:t>م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4833E9">
        <w:rPr>
          <w:rStyle w:val="libNormalChar"/>
          <w:rFonts w:hint="eastAsia"/>
          <w:rtl/>
        </w:rPr>
        <w:t>م</w:t>
      </w:r>
      <w:r w:rsidRPr="004833E9">
        <w:rPr>
          <w:rStyle w:val="libNormalChar"/>
          <w:rtl/>
        </w:rPr>
        <w:t xml:space="preserve"> ص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>دق</w:t>
      </w:r>
      <w:r w:rsidR="004833E9">
        <w:rPr>
          <w:rStyle w:val="libNormalChar"/>
          <w:rFonts w:hint="cs"/>
          <w:rtl/>
        </w:rPr>
        <w:t>(ع)</w:t>
      </w:r>
      <w:r w:rsidRPr="004833E9">
        <w:rPr>
          <w:rStyle w:val="libNormalChar"/>
          <w:rtl/>
        </w:rPr>
        <w:t xml:space="preserve"> سے م</w:t>
      </w:r>
      <w:r w:rsidR="008D6D4F" w:rsidRPr="008D6D4F">
        <w:rPr>
          <w:rStyle w:val="libNormalChar"/>
          <w:rFonts w:hint="cs"/>
          <w:rtl/>
          <w:lang w:bidi="ur-PK"/>
        </w:rPr>
        <w:t>ہ</w:t>
      </w:r>
      <w:r w:rsidRPr="004833E9">
        <w:rPr>
          <w:rStyle w:val="libNormalChar"/>
          <w:rFonts w:hint="cs"/>
          <w:rtl/>
        </w:rPr>
        <w:t>ر کے ب</w:t>
      </w:r>
      <w:r w:rsidR="00816B77" w:rsidRPr="00816B77">
        <w:rPr>
          <w:rStyle w:val="libNormalChar"/>
          <w:rFonts w:hint="cs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>رے می</w:t>
      </w:r>
      <w:r w:rsidRPr="004833E9">
        <w:rPr>
          <w:rStyle w:val="libNormalChar"/>
          <w:rFonts w:hint="eastAsia"/>
          <w:rtl/>
        </w:rPr>
        <w:t>ں</w:t>
      </w:r>
      <w:r w:rsidRPr="004833E9">
        <w:rPr>
          <w:rStyle w:val="libNormalChar"/>
          <w:rtl/>
        </w:rPr>
        <w:t xml:space="preserve"> سو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>ل ک</w:t>
      </w:r>
      <w:r w:rsidRPr="004833E9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4833E9">
        <w:rPr>
          <w:rStyle w:val="libNormalChar"/>
          <w:rtl/>
        </w:rPr>
        <w:t xml:space="preserve">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س کے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>د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 کرنے ک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 وقت مع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ن</w:t>
      </w:r>
      <w:r w:rsidRPr="004833E9">
        <w:rPr>
          <w:rStyle w:val="libNormalChar"/>
          <w:rtl/>
        </w:rPr>
        <w:t xml:space="preserve"> ہے؟فرم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4833E9">
        <w:rPr>
          <w:rStyle w:val="libNormalChar"/>
          <w:rtl/>
        </w:rPr>
        <w:t>: نہ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ں</w:t>
      </w:r>
      <w:r w:rsidR="004833E9">
        <w:rPr>
          <w:rStyle w:val="libNormalChar"/>
          <w:rFonts w:hint="cs"/>
          <w:rtl/>
        </w:rPr>
        <w:t xml:space="preserve"> </w:t>
      </w:r>
      <w:r w:rsidRPr="004833E9">
        <w:rPr>
          <w:rStyle w:val="libNormalChar"/>
          <w:rtl/>
        </w:rPr>
        <w:t>پھر فرم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4833E9">
        <w:rPr>
          <w:rStyle w:val="libNormalChar"/>
          <w:rtl/>
        </w:rPr>
        <w:t>: رسول پ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>ک</w:t>
      </w:r>
      <w:r w:rsidR="000B1FC0" w:rsidRPr="000B1FC0">
        <w:rPr>
          <w:rStyle w:val="libNormalChar"/>
          <w:rFonts w:hint="cs"/>
          <w:rtl/>
          <w:lang w:bidi="ur-PK"/>
        </w:rPr>
        <w:t>(ص)</w:t>
      </w:r>
      <w:r w:rsidRPr="004833E9">
        <w:rPr>
          <w:rStyle w:val="libNormalChar"/>
          <w:rtl/>
        </w:rPr>
        <w:t xml:space="preserve"> ک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tl/>
        </w:rPr>
        <w:t xml:space="preserve"> زوجہ ک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>م</w:t>
      </w:r>
      <w:r w:rsidR="008D6D4F" w:rsidRPr="008D6D4F">
        <w:rPr>
          <w:rStyle w:val="libNormalChar"/>
          <w:rFonts w:hint="cs"/>
          <w:rtl/>
          <w:lang w:bidi="ur-PK"/>
        </w:rPr>
        <w:t>ہ</w:t>
      </w:r>
      <w:r w:rsidRPr="004833E9">
        <w:rPr>
          <w:rStyle w:val="libNormalChar"/>
          <w:rFonts w:hint="cs"/>
          <w:rtl/>
        </w:rPr>
        <w:t>ر ب</w:t>
      </w:r>
      <w:r w:rsidR="00816B77" w:rsidRPr="00816B77">
        <w:rPr>
          <w:rStyle w:val="libNormalChar"/>
          <w:rFonts w:hint="cs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 xml:space="preserve">رہ </w:t>
      </w:r>
      <w:r w:rsidR="00816B77" w:rsidRPr="00816B77">
        <w:rPr>
          <w:rStyle w:val="libNormalChar"/>
          <w:rFonts w:hint="cs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>وقی</w:t>
      </w:r>
      <w:r w:rsidRPr="004833E9">
        <w:rPr>
          <w:rStyle w:val="libNormalChar"/>
          <w:rFonts w:hint="eastAsia"/>
          <w:rtl/>
        </w:rPr>
        <w:t>ہ</w:t>
      </w:r>
      <w:r w:rsidRPr="004833E9">
        <w:rPr>
          <w:rStyle w:val="libNormalChar"/>
          <w:rtl/>
        </w:rPr>
        <w:t>(ت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ل</w:t>
      </w:r>
      <w:r w:rsidRPr="004833E9">
        <w:rPr>
          <w:rStyle w:val="libNormalChar"/>
          <w:rtl/>
        </w:rPr>
        <w:t xml:space="preserve"> وزن کرنے ک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ک</w:t>
      </w:r>
      <w:r w:rsidRPr="004833E9">
        <w:rPr>
          <w:rStyle w:val="libNormalChar"/>
          <w:rtl/>
        </w:rPr>
        <w:t xml:space="preserve"> پ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م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4833E9">
        <w:rPr>
          <w:rStyle w:val="libNormalChar"/>
          <w:rFonts w:hint="eastAsia"/>
          <w:rtl/>
        </w:rPr>
        <w:t>نہ</w:t>
      </w:r>
      <w:r w:rsidRPr="004833E9">
        <w:rPr>
          <w:rStyle w:val="libNormalChar"/>
          <w:rtl/>
        </w:rPr>
        <w:t xml:space="preserve">)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ور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ک</w:t>
      </w:r>
      <w:r w:rsidRPr="004833E9">
        <w:rPr>
          <w:rStyle w:val="libNormalChar"/>
          <w:rtl/>
        </w:rPr>
        <w:t xml:space="preserve"> نش ہے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ور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ک</w:t>
      </w:r>
      <w:r w:rsidRPr="004833E9">
        <w:rPr>
          <w:rStyle w:val="libNormalChar"/>
          <w:rtl/>
        </w:rPr>
        <w:t xml:space="preserve"> نش(</w:t>
      </w:r>
      <w:r w:rsidR="008D6D4F" w:rsidRPr="008D6D4F">
        <w:rPr>
          <w:rStyle w:val="libNormalChar"/>
          <w:rFonts w:hint="cs"/>
          <w:rtl/>
          <w:lang w:bidi="ur-PK"/>
        </w:rPr>
        <w:t>ہ</w:t>
      </w:r>
      <w:r w:rsidRPr="004833E9">
        <w:rPr>
          <w:rStyle w:val="libNormalChar"/>
          <w:rFonts w:hint="cs"/>
          <w:rtl/>
        </w:rPr>
        <w:t>ر چی</w:t>
      </w:r>
      <w:r w:rsidRPr="004833E9">
        <w:rPr>
          <w:rStyle w:val="libNormalChar"/>
          <w:rFonts w:hint="eastAsia"/>
          <w:rtl/>
        </w:rPr>
        <w:t>ز</w:t>
      </w:r>
      <w:r w:rsidRPr="004833E9">
        <w:rPr>
          <w:rStyle w:val="libNormalChar"/>
          <w:rtl/>
        </w:rPr>
        <w:t xml:space="preserve"> ک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>دھ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 حصہ)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ک</w:t>
      </w:r>
      <w:r w:rsidRPr="004833E9">
        <w:rPr>
          <w:rStyle w:val="libNormalChar"/>
          <w:rtl/>
        </w:rPr>
        <w:t xml:space="preserve">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>وق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ہ</w:t>
      </w:r>
      <w:r w:rsidRPr="004833E9">
        <w:rPr>
          <w:rStyle w:val="libNormalChar"/>
          <w:rtl/>
        </w:rPr>
        <w:t xml:space="preserve"> ک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 نصف ہے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ور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ک</w:t>
      </w:r>
      <w:r w:rsidRPr="004833E9">
        <w:rPr>
          <w:rStyle w:val="libNormalChar"/>
          <w:rtl/>
        </w:rPr>
        <w:t xml:space="preserve"> 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>وق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ہ</w:t>
      </w:r>
      <w:r w:rsidRPr="004833E9">
        <w:rPr>
          <w:rStyle w:val="libNormalChar"/>
          <w:rtl/>
        </w:rPr>
        <w:t xml:space="preserve"> چ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>ل</w:t>
      </w:r>
      <w:r w:rsidRPr="004833E9">
        <w:rPr>
          <w:rStyle w:val="libNormalChar"/>
          <w:rFonts w:hint="cs"/>
          <w:rtl/>
        </w:rPr>
        <w:t>ی</w:t>
      </w:r>
      <w:r w:rsidRPr="004833E9">
        <w:rPr>
          <w:rStyle w:val="libNormalChar"/>
          <w:rFonts w:hint="eastAsia"/>
          <w:rtl/>
        </w:rPr>
        <w:t>س</w:t>
      </w:r>
      <w:r w:rsidRPr="004833E9">
        <w:rPr>
          <w:rStyle w:val="libNormalChar"/>
          <w:rtl/>
        </w:rPr>
        <w:t xml:space="preserve"> درہم ہے، کل </w:t>
      </w:r>
      <w:r w:rsidRPr="004833E9">
        <w:rPr>
          <w:rStyle w:val="libNormalChar"/>
          <w:rFonts w:hint="eastAsia"/>
          <w:rtl/>
        </w:rPr>
        <w:t>پ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4833E9">
        <w:rPr>
          <w:rStyle w:val="libNormalChar"/>
          <w:rFonts w:hint="eastAsia"/>
          <w:rtl/>
        </w:rPr>
        <w:t>نچ</w:t>
      </w:r>
      <w:r w:rsidRPr="004833E9">
        <w:rPr>
          <w:rStyle w:val="libNormalChar"/>
          <w:rtl/>
        </w:rPr>
        <w:t xml:space="preserve"> سو درہم بنت</w:t>
      </w:r>
      <w:r w:rsidR="00816B77" w:rsidRPr="00816B77">
        <w:rPr>
          <w:rStyle w:val="libNormalChar"/>
          <w:rtl/>
          <w:lang w:bidi="ur-PK"/>
        </w:rPr>
        <w:t>ا</w:t>
      </w:r>
      <w:r w:rsidRPr="004833E9">
        <w:rPr>
          <w:rStyle w:val="libNormalChar"/>
          <w:rtl/>
        </w:rPr>
        <w:t xml:space="preserve"> ہے</w:t>
      </w:r>
    </w:p>
    <w:p w:rsidR="005A2492" w:rsidRDefault="005A2492" w:rsidP="00A21BC5">
      <w:pPr>
        <w:pStyle w:val="Heading1"/>
        <w:rPr>
          <w:rtl/>
        </w:rPr>
      </w:pPr>
      <w:bookmarkStart w:id="119" w:name="_Toc393190544"/>
      <w:r>
        <w:rPr>
          <w:rFonts w:hint="eastAsia"/>
          <w:rtl/>
        </w:rPr>
        <w:t>م</w:t>
      </w:r>
      <w:r w:rsidR="008D6D4F" w:rsidRPr="008D6D4F">
        <w:rPr>
          <w:rFonts w:hint="cs"/>
          <w:rtl/>
          <w:lang w:bidi="ur-PK"/>
        </w:rPr>
        <w:t>ہ</w:t>
      </w:r>
      <w:r w:rsidRPr="00A60F54">
        <w:rPr>
          <w:rFonts w:hint="cs"/>
          <w:rtl/>
        </w:rPr>
        <w:t>ر</w:t>
      </w:r>
      <w:r>
        <w:rPr>
          <w:rtl/>
        </w:rPr>
        <w:t xml:space="preserve"> مرد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bookmarkEnd w:id="119"/>
    </w:p>
    <w:p w:rsidR="005A2492" w:rsidRDefault="00CF3D62" w:rsidP="004833E9">
      <w:pPr>
        <w:pStyle w:val="libArabic"/>
        <w:rPr>
          <w:rtl/>
        </w:rPr>
      </w:pP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نَّ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لصَّ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دِقَ ع قَ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لَ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نَّمَ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صَ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رَ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لصَّدَ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قُ عَلَ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لرَّجُلِ دُونَ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مَر</w:t>
      </w:r>
      <w:r w:rsidR="005A2492" w:rsidRPr="00CD0F9A">
        <w:rPr>
          <w:rFonts w:hint="cs"/>
          <w:rtl/>
        </w:rPr>
        <w:t>ْ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ةِ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نَ فِع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لُ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ُمَ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</w:t>
      </w:r>
      <w:r w:rsidRPr="00CF3D62">
        <w:rPr>
          <w:rtl/>
        </w:rPr>
        <w:t>ا</w:t>
      </w:r>
      <w:r w:rsidR="005A2492">
        <w:rPr>
          <w:rtl/>
        </w:rPr>
        <w:t>حِد</w:t>
      </w:r>
      <w:r w:rsidRPr="00CF3D62">
        <w:rPr>
          <w:rtl/>
        </w:rPr>
        <w:t>ا</w:t>
      </w:r>
      <w:r w:rsidR="005A2492">
        <w:rPr>
          <w:rtl/>
        </w:rPr>
        <w:t xml:space="preserve">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نَّ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لرَّجُلَ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ذَ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قَضَ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حَ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جَتَ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ُ مِن</w:t>
      </w:r>
      <w:r w:rsidR="005A2492" w:rsidRPr="00CD0F9A">
        <w:rPr>
          <w:rFonts w:hint="cs"/>
          <w:rtl/>
        </w:rPr>
        <w:t>ْه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قَ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مَ عَن</w:t>
      </w:r>
      <w:r w:rsidR="005A2492" w:rsidRPr="00CD0F9A">
        <w:rPr>
          <w:rFonts w:hint="cs"/>
          <w:rtl/>
        </w:rPr>
        <w:t>ْه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وَلَم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CD0F9A">
        <w:rPr>
          <w:rFonts w:hint="cs"/>
          <w:rtl/>
        </w:rPr>
        <w:t>ي</w:t>
      </w:r>
      <w:r w:rsidR="005A2492">
        <w:rPr>
          <w:rFonts w:hint="cs"/>
          <w:rtl/>
        </w:rPr>
        <w:t>َن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>تَظِر</w:t>
      </w:r>
      <w:r w:rsidR="005A2492" w:rsidRPr="00CD0F9A">
        <w:rPr>
          <w:rFonts w:hint="cs"/>
          <w:rtl/>
        </w:rPr>
        <w:t>ْ</w:t>
      </w:r>
      <w:r w:rsidR="005A2492">
        <w:rPr>
          <w:rFonts w:hint="cs"/>
          <w:rtl/>
        </w:rPr>
        <w:t xml:space="preserve"> فَرَ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غَ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فَصَ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لصَّدَ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قُ عَلَ</w:t>
      </w:r>
      <w:r w:rsidR="005A2492" w:rsidRPr="00CD0F9A">
        <w:rPr>
          <w:rFonts w:hint="cs"/>
          <w:rtl/>
        </w:rPr>
        <w:t>يْه</w:t>
      </w:r>
      <w:r w:rsidR="005A2492">
        <w:rPr>
          <w:rFonts w:hint="cs"/>
          <w:rtl/>
        </w:rPr>
        <w:t>ِ دُونَ</w:t>
      </w:r>
      <w:r w:rsidR="005A2492" w:rsidRPr="00CD0F9A">
        <w:rPr>
          <w:rFonts w:hint="cs"/>
          <w:rtl/>
        </w:rPr>
        <w:t>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لِذَلِ</w:t>
      </w:r>
      <w:r w:rsidR="005A2492" w:rsidRPr="00CD0F9A">
        <w:rPr>
          <w:rFonts w:hint="cs"/>
          <w:rtl/>
        </w:rPr>
        <w:t>ك</w:t>
      </w:r>
      <w:r w:rsidR="005A2492">
        <w:rPr>
          <w:rFonts w:hint="cs"/>
          <w:rtl/>
        </w:rPr>
        <w:t>َ</w:t>
      </w:r>
      <w:r w:rsidR="004833E9" w:rsidRPr="007741D8">
        <w:rPr>
          <w:rStyle w:val="libFootnotenumChar"/>
          <w:rFonts w:hint="cs"/>
          <w:rtl/>
        </w:rPr>
        <w:t xml:space="preserve"> </w:t>
      </w:r>
      <w:r w:rsidR="00A82DA1" w:rsidRPr="007741D8">
        <w:rPr>
          <w:rStyle w:val="libFootnotenumChar"/>
          <w:rFonts w:hint="cs"/>
          <w:rtl/>
        </w:rPr>
        <w:t>(2)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="005A2492" w:rsidRPr="004833E9">
        <w:rPr>
          <w:rStyle w:val="libNormalChar"/>
          <w:rFonts w:hint="eastAsia"/>
          <w:rtl/>
        </w:rPr>
        <w:t>م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="005A2492" w:rsidRPr="004833E9">
        <w:rPr>
          <w:rStyle w:val="libNormalChar"/>
          <w:rFonts w:hint="eastAsia"/>
          <w:rtl/>
        </w:rPr>
        <w:t>م</w:t>
      </w:r>
      <w:r w:rsidR="005A2492" w:rsidRPr="004833E9">
        <w:rPr>
          <w:rStyle w:val="libNormalChar"/>
          <w:rtl/>
        </w:rPr>
        <w:t xml:space="preserve"> ص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دق</w:t>
      </w:r>
      <w:r w:rsidR="004833E9">
        <w:rPr>
          <w:rStyle w:val="libNormalChar"/>
          <w:rFonts w:hint="cs"/>
          <w:rtl/>
        </w:rPr>
        <w:t>(ع)</w:t>
      </w:r>
      <w:r w:rsidR="005A2492" w:rsidRPr="004833E9">
        <w:rPr>
          <w:rStyle w:val="libNormalChar"/>
          <w:rtl/>
        </w:rPr>
        <w:t>نے فرم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="005A2492" w:rsidRPr="004833E9">
        <w:rPr>
          <w:rStyle w:val="libNormalChar"/>
          <w:rtl/>
        </w:rPr>
        <w:t>: م</w:t>
      </w:r>
      <w:r w:rsidR="008D6D4F" w:rsidRPr="008D6D4F">
        <w:rPr>
          <w:rStyle w:val="libNormalChar"/>
          <w:rFonts w:hint="cs"/>
          <w:rtl/>
          <w:lang w:bidi="ur-PK"/>
        </w:rPr>
        <w:t>ہ</w:t>
      </w:r>
      <w:r w:rsidR="005A2492" w:rsidRPr="004833E9">
        <w:rPr>
          <w:rStyle w:val="libNormalChar"/>
          <w:rFonts w:hint="cs"/>
          <w:rtl/>
        </w:rPr>
        <w:t xml:space="preserve">ر مرد کے </w:t>
      </w:r>
      <w:r w:rsidR="00816B77" w:rsidRPr="00816B77">
        <w:rPr>
          <w:rStyle w:val="libNormalChar"/>
          <w:rFonts w:hint="cs"/>
          <w:rtl/>
          <w:lang w:bidi="ur-PK"/>
        </w:rPr>
        <w:t>ا</w:t>
      </w:r>
      <w:r w:rsidR="005A2492" w:rsidRPr="004833E9">
        <w:rPr>
          <w:rStyle w:val="libNormalChar"/>
          <w:rFonts w:hint="cs"/>
          <w:rtl/>
        </w:rPr>
        <w:t>وپر و</w:t>
      </w:r>
      <w:r w:rsidR="00816B77" w:rsidRPr="00816B77">
        <w:rPr>
          <w:rStyle w:val="libNormalChar"/>
          <w:rFonts w:hint="cs"/>
          <w:rtl/>
          <w:lang w:bidi="ur-PK"/>
        </w:rPr>
        <w:t>ا</w:t>
      </w:r>
      <w:r w:rsidR="005A2492" w:rsidRPr="004833E9">
        <w:rPr>
          <w:rStyle w:val="libNormalChar"/>
          <w:rFonts w:hint="cs"/>
          <w:rtl/>
        </w:rPr>
        <w:t>جب کی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="005A2492" w:rsidRPr="004833E9">
        <w:rPr>
          <w:rStyle w:val="libNormalChar"/>
          <w:rtl/>
        </w:rPr>
        <w:t xml:space="preserve"> گ</w:t>
      </w:r>
      <w:r w:rsidR="005A2492" w:rsidRPr="004833E9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="005A2492" w:rsidRPr="004833E9">
        <w:rPr>
          <w:rStyle w:val="libNormalChar"/>
          <w:rtl/>
        </w:rPr>
        <w:t xml:space="preserve"> جبکہ م</w:t>
      </w:r>
      <w:r w:rsidR="005A2492" w:rsidRPr="004833E9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="005A2492" w:rsidRPr="004833E9">
        <w:rPr>
          <w:rStyle w:val="libNormalChar"/>
          <w:rFonts w:hint="eastAsia"/>
          <w:rtl/>
        </w:rPr>
        <w:t>ں</w:t>
      </w:r>
      <w:r w:rsidR="005A2492" w:rsidRPr="004833E9">
        <w:rPr>
          <w:rStyle w:val="libNormalChar"/>
          <w:rtl/>
        </w:rPr>
        <w:t xml:space="preserve"> 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ور ب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Fonts w:hint="eastAsia"/>
          <w:rtl/>
        </w:rPr>
        <w:t>و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tl/>
        </w:rPr>
        <w:t xml:space="preserve"> دونوں ک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 xml:space="preserve"> ک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م بھ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tl/>
        </w:rPr>
        <w:t xml:space="preserve"> 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Fonts w:hint="eastAsia"/>
          <w:rtl/>
        </w:rPr>
        <w:t>ک</w:t>
      </w:r>
      <w:r w:rsidR="005A2492" w:rsidRPr="004833E9">
        <w:rPr>
          <w:rStyle w:val="libNormalChar"/>
          <w:rtl/>
        </w:rPr>
        <w:t xml:space="preserve"> 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ور لذت بھ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tl/>
        </w:rPr>
        <w:t xml:space="preserve"> دونوں 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ٹھ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تے ہ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Fonts w:hint="eastAsia"/>
          <w:rtl/>
        </w:rPr>
        <w:t>ں</w:t>
      </w:r>
      <w:r w:rsidR="005A2492" w:rsidRPr="004833E9">
        <w:rPr>
          <w:rStyle w:val="libNormalChar"/>
          <w:rtl/>
        </w:rPr>
        <w:t>؛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س ک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tl/>
        </w:rPr>
        <w:t xml:space="preserve"> وجہ 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Fonts w:hint="eastAsia"/>
          <w:rtl/>
        </w:rPr>
        <w:t>ہ</w:t>
      </w:r>
      <w:r w:rsidR="005A2492" w:rsidRPr="004833E9">
        <w:rPr>
          <w:rStyle w:val="libNormalChar"/>
          <w:rtl/>
        </w:rPr>
        <w:t xml:space="preserve"> ہے کہ شوہر 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پن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tl/>
        </w:rPr>
        <w:t xml:space="preserve"> خو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ہش پور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tl/>
        </w:rPr>
        <w:t xml:space="preserve"> کرنے کے بعد ب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لکل ف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رغ ہوج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ت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 xml:space="preserve"> ہے ل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Fonts w:hint="eastAsia"/>
          <w:rtl/>
        </w:rPr>
        <w:t>کن</w:t>
      </w:r>
      <w:r w:rsidR="005A2492" w:rsidRPr="004833E9">
        <w:rPr>
          <w:rStyle w:val="libNormalChar"/>
          <w:rtl/>
        </w:rPr>
        <w:t xml:space="preserve"> عورت بچےّ ک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tl/>
        </w:rPr>
        <w:t xml:space="preserve"> ذمہ د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ر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tl/>
        </w:rPr>
        <w:t xml:space="preserve"> م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Fonts w:hint="eastAsia"/>
          <w:rtl/>
        </w:rPr>
        <w:t>ں</w:t>
      </w:r>
      <w:r w:rsidR="005A2492" w:rsidRPr="004833E9">
        <w:rPr>
          <w:rStyle w:val="libNormalChar"/>
          <w:rtl/>
        </w:rPr>
        <w:t xml:space="preserve"> مصروف ہوج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ت</w:t>
      </w:r>
      <w:r w:rsidR="005A2492" w:rsidRPr="004833E9">
        <w:rPr>
          <w:rStyle w:val="libNormalChar"/>
          <w:rFonts w:hint="cs"/>
          <w:rtl/>
        </w:rPr>
        <w:t>ی</w:t>
      </w:r>
      <w:r w:rsidR="005A2492" w:rsidRPr="004833E9">
        <w:rPr>
          <w:rStyle w:val="libNormalChar"/>
          <w:rtl/>
        </w:rPr>
        <w:t xml:space="preserve"> ہے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س لئے مرد پرم</w:t>
      </w:r>
      <w:r w:rsidR="005A2492" w:rsidRPr="004833E9">
        <w:rPr>
          <w:rStyle w:val="libNormalChar"/>
          <w:rFonts w:hint="eastAsia"/>
          <w:rtl/>
        </w:rPr>
        <w:t>ہر</w:t>
      </w:r>
      <w:r w:rsidR="005A2492" w:rsidRPr="004833E9">
        <w:rPr>
          <w:rStyle w:val="libNormalChar"/>
          <w:rtl/>
        </w:rPr>
        <w:t xml:space="preserve"> و</w:t>
      </w:r>
      <w:r w:rsidR="00816B77" w:rsidRPr="00816B77">
        <w:rPr>
          <w:rStyle w:val="libNormalChar"/>
          <w:rtl/>
          <w:lang w:bidi="ur-PK"/>
        </w:rPr>
        <w:t>ا</w:t>
      </w:r>
      <w:r w:rsidR="005A2492" w:rsidRPr="004833E9">
        <w:rPr>
          <w:rStyle w:val="libNormalChar"/>
          <w:rtl/>
        </w:rPr>
        <w:t>جب ک</w:t>
      </w:r>
      <w:r w:rsidR="005A2492" w:rsidRPr="004833E9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="005A2492" w:rsidRPr="004833E9">
        <w:rPr>
          <w:rStyle w:val="libNormalChar"/>
          <w:rtl/>
        </w:rPr>
        <w:t xml:space="preserve"> ہے</w:t>
      </w:r>
    </w:p>
    <w:p w:rsidR="005A2492" w:rsidRDefault="005A2492" w:rsidP="00A21BC5">
      <w:pPr>
        <w:pStyle w:val="Heading1"/>
        <w:rPr>
          <w:rtl/>
        </w:rPr>
      </w:pPr>
      <w:bookmarkStart w:id="120" w:name="_Toc393190545"/>
      <w:r>
        <w:rPr>
          <w:rFonts w:hint="eastAsia"/>
          <w:rtl/>
        </w:rPr>
        <w:t>خطب</w:t>
      </w:r>
      <w:r w:rsidR="008D6D4F" w:rsidRPr="008D6D4F">
        <w:rPr>
          <w:rFonts w:hint="cs"/>
          <w:rtl/>
          <w:lang w:bidi="ur-PK"/>
        </w:rPr>
        <w:t>ہ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ح</w:t>
      </w:r>
      <w:bookmarkEnd w:id="120"/>
      <w:r>
        <w:rPr>
          <w:rtl/>
        </w:rPr>
        <w:t xml:space="preserve"> </w:t>
      </w:r>
    </w:p>
    <w:p w:rsidR="005A2492" w:rsidRDefault="005A2492" w:rsidP="00C15B30">
      <w:pPr>
        <w:pStyle w:val="libArabic"/>
        <w:rPr>
          <w:rtl/>
        </w:rPr>
      </w:pPr>
      <w:r>
        <w:rPr>
          <w:rFonts w:hint="eastAsia"/>
          <w:rtl/>
        </w:rPr>
        <w:t>فَقَ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بُو جَع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فَرٍ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لجو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د </w:t>
      </w:r>
      <w:r>
        <w:rPr>
          <w:rtl/>
        </w:rPr>
        <w:t xml:space="preserve">: 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دُ لِلّ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بِنِع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وَ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ص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لِوَح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َّتِ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وَ صَلَّ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مُحَمَّدٍ سَ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ِّدِ بَرِ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َّتِ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ص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عِت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رَتِ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بَع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دُ فَقَد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فَض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لِ 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مِ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غ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نَ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لِ عَنِ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مِ وَ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سُب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حَ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ِحُو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 w:rsidRPr="00CD0F9A">
        <w:rPr>
          <w:rFonts w:hint="cs"/>
          <w:rtl/>
        </w:rPr>
        <w:t>ي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="009B349E" w:rsidRPr="009B349E">
        <w:rPr>
          <w:rFonts w:hint="cs"/>
          <w:rtl/>
          <w:lang w:bidi="ur-PK"/>
        </w:rPr>
        <w:t>ی</w:t>
      </w:r>
      <w:r w:rsidRPr="00CD0F9A">
        <w:rPr>
          <w:rFonts w:hint="cs"/>
          <w:rtl/>
        </w:rPr>
        <w:t>‏</w:t>
      </w:r>
      <w:r>
        <w:rPr>
          <w:rFonts w:hint="cs"/>
          <w:rtl/>
        </w:rPr>
        <w:t xml:space="preserve"> مِن</w:t>
      </w:r>
      <w:r w:rsidRPr="00CD0F9A">
        <w:rPr>
          <w:rFonts w:hint="cs"/>
          <w:rtl/>
        </w:rPr>
        <w:t>ْك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لِحِ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نَ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عِب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CD0F9A">
        <w:rPr>
          <w:rFonts w:hint="cs"/>
          <w:rtl/>
        </w:rPr>
        <w:t>ك</w:t>
      </w:r>
      <w:r>
        <w:rPr>
          <w:rFonts w:hint="cs"/>
          <w:rtl/>
        </w:rPr>
        <w:t>ُونُو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فُقَر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ءَ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ُغ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مِن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فَض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 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سِعٌ عَلِ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مٌ ثُمَّ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>
        <w:rPr>
          <w:rtl/>
        </w:rPr>
        <w:t xml:space="preserve"> مُحَمَّدَ 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نَ عَلِ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ِّ 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نِ مُوسَ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َخ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طُبُ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مَّ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فَض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لِ بِن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تَ عَب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مُونِ وَ قَد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بَذَلَ لَ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قِ مَ</w:t>
      </w:r>
      <w:r w:rsidRPr="00CD0F9A">
        <w:rPr>
          <w:rFonts w:hint="cs"/>
          <w:rtl/>
        </w:rPr>
        <w:t>هْ</w:t>
      </w:r>
      <w:r>
        <w:rPr>
          <w:rFonts w:hint="cs"/>
          <w:rtl/>
        </w:rPr>
        <w:t>رَ جَدَّتِ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طِمَةَ بِن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تِ مُحَمَّدٍ ع وَ 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ُوَ خَم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سُمِ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ئَةِ دِر</w:t>
      </w:r>
      <w:r w:rsidRPr="00CD0F9A">
        <w:rPr>
          <w:rFonts w:hint="cs"/>
          <w:rtl/>
        </w:rPr>
        <w:t>ْه</w:t>
      </w:r>
      <w:r>
        <w:rPr>
          <w:rFonts w:hint="cs"/>
          <w:rtl/>
        </w:rPr>
        <w:t>َمٍ جِ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 </w:t>
      </w:r>
      <w:r w:rsidR="00A82DA1" w:rsidRPr="007741D8">
        <w:rPr>
          <w:rStyle w:val="libFootnotenumChar"/>
          <w:rFonts w:hint="cs"/>
          <w:rtl/>
        </w:rPr>
        <w:t>(3)</w:t>
      </w:r>
    </w:p>
    <w:p w:rsidR="00A82DA1" w:rsidRDefault="00A82DA1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833E9" w:rsidRDefault="00A82DA1" w:rsidP="00F3090B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833E9">
        <w:rPr>
          <w:rtl/>
        </w:rPr>
        <w:t xml:space="preserve"> بح</w:t>
      </w:r>
      <w:r w:rsidR="00816B77" w:rsidRPr="00816B77">
        <w:rPr>
          <w:rtl/>
        </w:rPr>
        <w:t>ا</w:t>
      </w:r>
      <w:r w:rsidR="004833E9">
        <w:rPr>
          <w:rtl/>
        </w:rPr>
        <w:t>ر</w:t>
      </w:r>
      <w:r w:rsidR="00816B77" w:rsidRPr="00816B77">
        <w:rPr>
          <w:rtl/>
        </w:rPr>
        <w:t>ا</w:t>
      </w:r>
      <w:r w:rsidR="004833E9">
        <w:rPr>
          <w:rtl/>
        </w:rPr>
        <w:t>ل</w:t>
      </w:r>
      <w:r w:rsidR="00816B77" w:rsidRPr="00816B77">
        <w:rPr>
          <w:rFonts w:hint="cs"/>
          <w:rtl/>
        </w:rPr>
        <w:t>ا</w:t>
      </w:r>
      <w:r w:rsidR="004833E9" w:rsidRPr="00816B77">
        <w:rPr>
          <w:rFonts w:hint="cs"/>
          <w:rtl/>
        </w:rPr>
        <w:t>نو</w:t>
      </w:r>
      <w:r w:rsidR="00816B77" w:rsidRPr="00816B77">
        <w:rPr>
          <w:rFonts w:hint="cs"/>
          <w:rtl/>
        </w:rPr>
        <w:t>ا</w:t>
      </w:r>
      <w:r w:rsidR="004833E9" w:rsidRPr="00816B77">
        <w:rPr>
          <w:rFonts w:hint="cs"/>
          <w:rtl/>
        </w:rPr>
        <w:t xml:space="preserve">ر،ج 22 ، ص 205 </w:t>
      </w:r>
    </w:p>
    <w:p w:rsidR="00A82DA1" w:rsidRDefault="00A82DA1" w:rsidP="00F3090B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4833E9" w:rsidRPr="00816B77">
        <w:rPr>
          <w:rFonts w:hint="cs"/>
          <w:rtl/>
        </w:rPr>
        <w:t xml:space="preserve"> </w:t>
      </w:r>
      <w:r w:rsidR="004833E9">
        <w:rPr>
          <w:rtl/>
        </w:rPr>
        <w:t>بح</w:t>
      </w:r>
      <w:r w:rsidR="00816B77" w:rsidRPr="00816B77">
        <w:rPr>
          <w:rtl/>
        </w:rPr>
        <w:t>ا</w:t>
      </w:r>
      <w:r w:rsidR="004833E9">
        <w:rPr>
          <w:rtl/>
        </w:rPr>
        <w:t>ر</w:t>
      </w:r>
      <w:r w:rsidR="00816B77" w:rsidRPr="00816B77">
        <w:rPr>
          <w:rtl/>
        </w:rPr>
        <w:t>ا</w:t>
      </w:r>
      <w:r w:rsidR="004833E9">
        <w:rPr>
          <w:rtl/>
        </w:rPr>
        <w:t>ل</w:t>
      </w:r>
      <w:r w:rsidR="00816B77" w:rsidRPr="00816B77">
        <w:rPr>
          <w:rFonts w:hint="cs"/>
          <w:rtl/>
        </w:rPr>
        <w:t>ا</w:t>
      </w:r>
      <w:r w:rsidR="004833E9" w:rsidRPr="00816B77">
        <w:rPr>
          <w:rFonts w:hint="cs"/>
          <w:rtl/>
        </w:rPr>
        <w:t>نو</w:t>
      </w:r>
      <w:r w:rsidR="00816B77" w:rsidRPr="00816B77">
        <w:rPr>
          <w:rFonts w:hint="cs"/>
          <w:rtl/>
        </w:rPr>
        <w:t>ا</w:t>
      </w:r>
      <w:r w:rsidR="004833E9" w:rsidRPr="00816B77">
        <w:rPr>
          <w:rFonts w:hint="cs"/>
          <w:rtl/>
        </w:rPr>
        <w:t xml:space="preserve">ر ، ج 100 ص 350 </w:t>
      </w:r>
    </w:p>
    <w:p w:rsidR="00A82DA1" w:rsidRDefault="00A82DA1" w:rsidP="00F3090B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4833E9" w:rsidRPr="004833E9">
        <w:rPr>
          <w:rtl/>
        </w:rPr>
        <w:t xml:space="preserve"> </w:t>
      </w:r>
      <w:r w:rsidR="004833E9">
        <w:rPr>
          <w:rtl/>
        </w:rPr>
        <w:t>بح</w:t>
      </w:r>
      <w:r w:rsidR="00816B77" w:rsidRPr="00816B77">
        <w:rPr>
          <w:rtl/>
        </w:rPr>
        <w:t>ا</w:t>
      </w:r>
      <w:r w:rsidR="004833E9">
        <w:rPr>
          <w:rtl/>
        </w:rPr>
        <w:t>ر</w:t>
      </w:r>
      <w:r w:rsidR="00816B77" w:rsidRPr="00816B77">
        <w:rPr>
          <w:rtl/>
        </w:rPr>
        <w:t>ا</w:t>
      </w:r>
      <w:r w:rsidR="004833E9">
        <w:rPr>
          <w:rtl/>
        </w:rPr>
        <w:t>ل</w:t>
      </w:r>
      <w:r w:rsidR="00816B77" w:rsidRPr="00816B77">
        <w:rPr>
          <w:rFonts w:hint="cs"/>
          <w:rtl/>
        </w:rPr>
        <w:t>ا</w:t>
      </w:r>
      <w:r w:rsidR="004833E9" w:rsidRPr="00816B77">
        <w:rPr>
          <w:rFonts w:hint="cs"/>
          <w:rtl/>
        </w:rPr>
        <w:t>نو</w:t>
      </w:r>
      <w:r w:rsidR="00816B77" w:rsidRPr="00816B77">
        <w:rPr>
          <w:rFonts w:hint="cs"/>
          <w:rtl/>
        </w:rPr>
        <w:t>ا</w:t>
      </w:r>
      <w:r w:rsidR="004833E9" w:rsidRPr="00816B77">
        <w:rPr>
          <w:rFonts w:hint="cs"/>
          <w:rtl/>
        </w:rPr>
        <w:t xml:space="preserve">ر، ج 50، ص 76 </w:t>
      </w:r>
    </w:p>
    <w:p w:rsidR="00A82DA1" w:rsidRPr="00A82DA1" w:rsidRDefault="00A82DA1" w:rsidP="00A60F54">
      <w:pPr>
        <w:pStyle w:val="libPoemTini"/>
        <w:rPr>
          <w:rtl/>
        </w:rPr>
      </w:pPr>
      <w:r w:rsidRPr="00A82DA1">
        <w:rPr>
          <w:rtl/>
        </w:rPr>
        <w:br w:type="page"/>
      </w:r>
    </w:p>
    <w:p w:rsidR="005A2492" w:rsidRPr="00E67D25" w:rsidRDefault="005A2492" w:rsidP="00E67D25">
      <w:pPr>
        <w:pStyle w:val="libNormal"/>
        <w:rPr>
          <w:rtl/>
        </w:rPr>
      </w:pPr>
      <w:r w:rsidRPr="00E67D25">
        <w:rPr>
          <w:rFonts w:hint="eastAsia"/>
          <w:rtl/>
        </w:rPr>
        <w:lastRenderedPageBreak/>
        <w:t>پور</w:t>
      </w:r>
      <w:r w:rsidR="00816B77" w:rsidRPr="00E67D25">
        <w:rPr>
          <w:rFonts w:hint="eastAsia"/>
          <w:rtl/>
        </w:rPr>
        <w:t>ا</w:t>
      </w:r>
      <w:r w:rsidRPr="00E67D25">
        <w:rPr>
          <w:rtl/>
        </w:rPr>
        <w:t xml:space="preserve"> خطبے ک</w:t>
      </w:r>
      <w:r w:rsidR="00816B77" w:rsidRPr="00E67D25">
        <w:rPr>
          <w:rtl/>
        </w:rPr>
        <w:t>ا</w:t>
      </w:r>
      <w:r w:rsidRPr="00E67D25">
        <w:rPr>
          <w:rtl/>
        </w:rPr>
        <w:t xml:space="preserve"> ترجمہ کرنے ک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ضرورت نہ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ں،</w:t>
      </w:r>
      <w:r w:rsidRPr="00E67D25">
        <w:rPr>
          <w:rtl/>
        </w:rPr>
        <w:t xml:space="preserve"> ک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ونکہ</w:t>
      </w:r>
      <w:r w:rsidRPr="00E67D25">
        <w:rPr>
          <w:rtl/>
        </w:rPr>
        <w:t xml:space="preserve"> تم</w:t>
      </w:r>
      <w:r w:rsidR="00816B77" w:rsidRPr="00E67D25">
        <w:rPr>
          <w:rtl/>
        </w:rPr>
        <w:t>ا</w:t>
      </w:r>
      <w:r w:rsidRPr="00E67D25">
        <w:rPr>
          <w:rtl/>
        </w:rPr>
        <w:t>م مط</w:t>
      </w:r>
      <w:r w:rsidR="00816B77" w:rsidRPr="00E67D25">
        <w:rPr>
          <w:rtl/>
        </w:rPr>
        <w:t>ا</w:t>
      </w:r>
      <w:r w:rsidRPr="00E67D25">
        <w:rPr>
          <w:rtl/>
        </w:rPr>
        <w:t>لب دوسر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رو</w:t>
      </w:r>
      <w:r w:rsidR="00816B77" w:rsidRPr="00E67D25">
        <w:rPr>
          <w:rtl/>
        </w:rPr>
        <w:t>ا</w:t>
      </w:r>
      <w:r w:rsidRPr="00E67D25">
        <w:rPr>
          <w:rFonts w:hint="cs"/>
          <w:rtl/>
        </w:rPr>
        <w:t>ی</w:t>
      </w:r>
      <w:r w:rsidR="00816B77" w:rsidRPr="00E67D25">
        <w:rPr>
          <w:rFonts w:hint="eastAsia"/>
          <w:rtl/>
        </w:rPr>
        <w:t>ا</w:t>
      </w:r>
      <w:r w:rsidRPr="00E67D25">
        <w:rPr>
          <w:rFonts w:hint="eastAsia"/>
          <w:rtl/>
        </w:rPr>
        <w:t>ت</w:t>
      </w:r>
      <w:r w:rsidRPr="00E67D25">
        <w:rPr>
          <w:rtl/>
        </w:rPr>
        <w:t xml:space="preserve"> م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ں</w:t>
      </w:r>
      <w:r w:rsidRPr="00E67D25">
        <w:rPr>
          <w:rtl/>
        </w:rPr>
        <w:t xml:space="preserve"> ب</w:t>
      </w:r>
      <w:r w:rsidRPr="00E67D25">
        <w:rPr>
          <w:rFonts w:hint="cs"/>
          <w:rtl/>
        </w:rPr>
        <w:t>ی</w:t>
      </w:r>
      <w:r w:rsidR="00816B77" w:rsidRPr="00E67D25">
        <w:rPr>
          <w:rFonts w:hint="eastAsia"/>
          <w:rtl/>
        </w:rPr>
        <w:t>ا</w:t>
      </w:r>
      <w:r w:rsidRPr="00E67D25">
        <w:rPr>
          <w:rFonts w:hint="eastAsia"/>
          <w:rtl/>
        </w:rPr>
        <w:t>ن</w:t>
      </w:r>
      <w:r w:rsidRPr="00E67D25">
        <w:rPr>
          <w:rtl/>
        </w:rPr>
        <w:t xml:space="preserve"> ہوچکے ہ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ں</w:t>
      </w:r>
      <w:r w:rsidR="00816B77" w:rsidRPr="00E67D25">
        <w:rPr>
          <w:rtl/>
        </w:rPr>
        <w:t>ا</w:t>
      </w:r>
      <w:r w:rsidRPr="00E67D25">
        <w:rPr>
          <w:rtl/>
        </w:rPr>
        <w:t>م</w:t>
      </w:r>
      <w:r w:rsidR="00816B77" w:rsidRPr="00E67D25">
        <w:rPr>
          <w:rtl/>
        </w:rPr>
        <w:t>ا</w:t>
      </w:r>
      <w:r w:rsidRPr="00E67D25">
        <w:rPr>
          <w:rtl/>
        </w:rPr>
        <w:t>م جو</w:t>
      </w:r>
      <w:r w:rsidR="00816B77" w:rsidRPr="00E67D25">
        <w:rPr>
          <w:rtl/>
        </w:rPr>
        <w:t>ا</w:t>
      </w:r>
      <w:r w:rsidRPr="00E67D25">
        <w:rPr>
          <w:rtl/>
        </w:rPr>
        <w:t xml:space="preserve">د </w:t>
      </w:r>
      <w:r w:rsidR="000B1FC0" w:rsidRPr="00E67D25">
        <w:rPr>
          <w:rtl/>
        </w:rPr>
        <w:t>(ع)</w:t>
      </w:r>
      <w:r w:rsidRPr="00E67D25">
        <w:rPr>
          <w:rtl/>
        </w:rPr>
        <w:t xml:space="preserve">نےعبد </w:t>
      </w:r>
      <w:r w:rsidR="00816B77" w:rsidRPr="00E67D25">
        <w:rPr>
          <w:rtl/>
        </w:rPr>
        <w:t>ا</w:t>
      </w:r>
      <w:r w:rsidRPr="00E67D25">
        <w:rPr>
          <w:rtl/>
        </w:rPr>
        <w:t>للہ م</w:t>
      </w:r>
      <w:r w:rsidR="00816B77" w:rsidRPr="00E67D25">
        <w:rPr>
          <w:rtl/>
        </w:rPr>
        <w:t>ا</w:t>
      </w:r>
      <w:r w:rsidRPr="00E67D25">
        <w:rPr>
          <w:rtl/>
        </w:rPr>
        <w:t>مون ک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ب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ٹ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</w:t>
      </w:r>
      <w:r w:rsidR="00816B77" w:rsidRPr="00E67D25">
        <w:rPr>
          <w:rtl/>
        </w:rPr>
        <w:t>ا</w:t>
      </w:r>
      <w:r w:rsidRPr="00E67D25">
        <w:rPr>
          <w:rtl/>
        </w:rPr>
        <w:t xml:space="preserve">م </w:t>
      </w:r>
      <w:r w:rsidR="00816B77" w:rsidRPr="00E67D25">
        <w:rPr>
          <w:rtl/>
        </w:rPr>
        <w:t>ا</w:t>
      </w:r>
      <w:r w:rsidRPr="00E67D25">
        <w:rPr>
          <w:rtl/>
        </w:rPr>
        <w:t>لفضل کے س</w:t>
      </w:r>
      <w:r w:rsidR="00816B77" w:rsidRPr="00E67D25">
        <w:rPr>
          <w:rtl/>
        </w:rPr>
        <w:t>ا</w:t>
      </w:r>
      <w:r w:rsidRPr="00E67D25">
        <w:rPr>
          <w:rtl/>
        </w:rPr>
        <w:t>تھ نک</w:t>
      </w:r>
      <w:r w:rsidR="00816B77" w:rsidRPr="00E67D25">
        <w:rPr>
          <w:rtl/>
        </w:rPr>
        <w:t>ا</w:t>
      </w:r>
      <w:r w:rsidRPr="00E67D25">
        <w:rPr>
          <w:rtl/>
        </w:rPr>
        <w:t>ح ک</w:t>
      </w:r>
      <w:r w:rsidRPr="00E67D25">
        <w:rPr>
          <w:rFonts w:hint="cs"/>
          <w:rtl/>
        </w:rPr>
        <w:t>ی</w:t>
      </w:r>
      <w:r w:rsidR="00816B77" w:rsidRPr="00E67D25">
        <w:rPr>
          <w:rFonts w:hint="eastAsia"/>
          <w:rtl/>
        </w:rPr>
        <w:t>ا</w:t>
      </w:r>
      <w:r w:rsidRPr="00E67D25">
        <w:rPr>
          <w:rtl/>
        </w:rPr>
        <w:t xml:space="preserve"> </w:t>
      </w:r>
      <w:r w:rsidR="00816B77" w:rsidRPr="00E67D25">
        <w:rPr>
          <w:rtl/>
        </w:rPr>
        <w:t>ا</w:t>
      </w:r>
      <w:r w:rsidRPr="00E67D25">
        <w:rPr>
          <w:rtl/>
        </w:rPr>
        <w:t xml:space="preserve">ور </w:t>
      </w:r>
      <w:r w:rsidR="00816B77" w:rsidRPr="00E67D25">
        <w:rPr>
          <w:rtl/>
        </w:rPr>
        <w:t>ا</w:t>
      </w:r>
      <w:r w:rsidRPr="00E67D25">
        <w:rPr>
          <w:rtl/>
        </w:rPr>
        <w:t>س کے لئے وہ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م</w:t>
      </w:r>
      <w:r w:rsidR="008D6D4F" w:rsidRPr="00E67D25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 معی</w:t>
      </w:r>
      <w:r w:rsidRPr="00E67D25">
        <w:rPr>
          <w:rFonts w:hint="eastAsia"/>
          <w:rtl/>
        </w:rPr>
        <w:t>ن</w:t>
      </w:r>
      <w:r w:rsidRPr="00E67D25">
        <w:rPr>
          <w:rtl/>
        </w:rPr>
        <w:t xml:space="preserve"> ک</w:t>
      </w:r>
      <w:r w:rsidRPr="00E67D25">
        <w:rPr>
          <w:rFonts w:hint="cs"/>
          <w:rtl/>
        </w:rPr>
        <w:t>ی</w:t>
      </w:r>
      <w:r w:rsidR="00816B77" w:rsidRPr="00E67D25">
        <w:rPr>
          <w:rFonts w:hint="eastAsia"/>
          <w:rtl/>
        </w:rPr>
        <w:t>ا</w:t>
      </w:r>
      <w:r w:rsidRPr="00E67D25">
        <w:rPr>
          <w:rtl/>
        </w:rPr>
        <w:t xml:space="preserve"> جو رسول خد</w:t>
      </w:r>
      <w:r w:rsidR="00816B77" w:rsidRPr="00E67D25">
        <w:rPr>
          <w:rtl/>
        </w:rPr>
        <w:t>ا</w:t>
      </w:r>
      <w:r w:rsidRPr="00E67D25">
        <w:rPr>
          <w:rtl/>
        </w:rPr>
        <w:t xml:space="preserve"> </w:t>
      </w:r>
      <w:r w:rsidRPr="00E67D25">
        <w:rPr>
          <w:rFonts w:hint="cs"/>
          <w:rtl/>
        </w:rPr>
        <w:t>ﷺ</w:t>
      </w:r>
      <w:r w:rsidRPr="00E67D25">
        <w:rPr>
          <w:rtl/>
        </w:rPr>
        <w:t xml:space="preserve"> ک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ب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ٹ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ف</w:t>
      </w:r>
      <w:r w:rsidR="00816B77" w:rsidRPr="00E67D25">
        <w:rPr>
          <w:rtl/>
        </w:rPr>
        <w:t>ا</w:t>
      </w:r>
      <w:r w:rsidRPr="00E67D25">
        <w:rPr>
          <w:rtl/>
        </w:rPr>
        <w:t>طمہ زہر</w:t>
      </w:r>
      <w:r w:rsidR="00816B77" w:rsidRPr="00E67D25">
        <w:rPr>
          <w:rtl/>
        </w:rPr>
        <w:t>ا</w:t>
      </w:r>
      <w:r w:rsidRPr="00E67D25">
        <w:rPr>
          <w:rtl/>
        </w:rPr>
        <w:t xml:space="preserve"> </w:t>
      </w:r>
      <w:r w:rsidR="00885B05" w:rsidRPr="00E67D25">
        <w:rPr>
          <w:rtl/>
        </w:rPr>
        <w:t>(س)</w:t>
      </w:r>
      <w:r w:rsidRPr="00E67D25">
        <w:rPr>
          <w:rtl/>
        </w:rPr>
        <w:t>ک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لئے</w:t>
      </w:r>
      <w:r w:rsidRPr="00E67D25">
        <w:rPr>
          <w:rtl/>
        </w:rPr>
        <w:t xml:space="preserve"> مع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ن</w:t>
      </w:r>
      <w:r w:rsidRPr="00E67D25">
        <w:rPr>
          <w:rtl/>
        </w:rPr>
        <w:t xml:space="preserve"> ک</w:t>
      </w:r>
      <w:r w:rsidRPr="00E67D25">
        <w:rPr>
          <w:rFonts w:hint="cs"/>
          <w:rtl/>
        </w:rPr>
        <w:t>ی</w:t>
      </w:r>
      <w:r w:rsidR="00816B77" w:rsidRPr="00E67D25">
        <w:rPr>
          <w:rFonts w:hint="eastAsia"/>
          <w:rtl/>
        </w:rPr>
        <w:t>ا</w:t>
      </w:r>
      <w:r w:rsidRPr="00E67D25">
        <w:rPr>
          <w:rFonts w:hint="eastAsia"/>
          <w:rtl/>
        </w:rPr>
        <w:t>گ</w:t>
      </w:r>
      <w:r w:rsidRPr="00E67D25">
        <w:rPr>
          <w:rFonts w:hint="cs"/>
          <w:rtl/>
        </w:rPr>
        <w:t>ی</w:t>
      </w:r>
      <w:r w:rsidR="00816B77" w:rsidRPr="00E67D25">
        <w:rPr>
          <w:rFonts w:hint="eastAsia"/>
          <w:rtl/>
        </w:rPr>
        <w:t>ا</w:t>
      </w:r>
      <w:r w:rsidRPr="00E67D25">
        <w:rPr>
          <w:rtl/>
        </w:rPr>
        <w:t xml:space="preserve"> تھ</w:t>
      </w:r>
      <w:r w:rsidR="00816B77" w:rsidRPr="00E67D25">
        <w:rPr>
          <w:rtl/>
        </w:rPr>
        <w:t>ا</w:t>
      </w:r>
      <w:r w:rsidRPr="00E67D25">
        <w:rPr>
          <w:rtl/>
        </w:rPr>
        <w:t xml:space="preserve"> ؛ 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عن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پ</w:t>
      </w:r>
      <w:r w:rsidR="00816B77" w:rsidRPr="00E67D25">
        <w:rPr>
          <w:rtl/>
        </w:rPr>
        <w:t>ا</w:t>
      </w:r>
      <w:r w:rsidRPr="00E67D25">
        <w:rPr>
          <w:rtl/>
        </w:rPr>
        <w:t>نچ سو درہ</w:t>
      </w:r>
      <w:r w:rsidRPr="00E67D25">
        <w:rPr>
          <w:rFonts w:hint="eastAsia"/>
          <w:rtl/>
        </w:rPr>
        <w:t>م</w:t>
      </w:r>
    </w:p>
    <w:p w:rsidR="005A2492" w:rsidRDefault="00816B77" w:rsidP="00A21BC5">
      <w:pPr>
        <w:pStyle w:val="Heading1"/>
        <w:rPr>
          <w:rtl/>
        </w:rPr>
      </w:pPr>
      <w:bookmarkStart w:id="121" w:name="_Toc393190546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گرم</w:t>
      </w:r>
      <w:r w:rsidR="008D6D4F" w:rsidRPr="008D6D4F">
        <w:rPr>
          <w:rFonts w:hint="cs"/>
          <w:rtl/>
          <w:lang w:bidi="ur-PK"/>
        </w:rPr>
        <w:t>ہ</w:t>
      </w:r>
      <w:r w:rsidR="005A2492" w:rsidRPr="00A60F54">
        <w:rPr>
          <w:rFonts w:hint="cs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نہ کرےتو</w:t>
      </w:r>
      <w:bookmarkEnd w:id="121"/>
    </w:p>
    <w:p w:rsidR="005A2492" w:rsidRDefault="005A2492" w:rsidP="00A82DA1">
      <w:pPr>
        <w:pStyle w:val="libArabic"/>
        <w:rPr>
          <w:rtl/>
        </w:rPr>
      </w:pPr>
      <w:r>
        <w:rPr>
          <w:rFonts w:hint="eastAsia"/>
          <w:rtl/>
        </w:rPr>
        <w:t>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عَلِ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ٌّ ع </w:t>
      </w:r>
      <w:r>
        <w:rPr>
          <w:rtl/>
        </w:rPr>
        <w:t>فِ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قَو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تَعَ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ءَ صَدُق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ِنَّ نِح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لَةً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طُو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 xml:space="preserve">ُنَّ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قَ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تَح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لَل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فُرُوجَ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ُنَّ فَمَن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 xml:space="preserve"> ظَلَمَ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CD0F9A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ةَ صَدَ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CD0F9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تَحَلَّ بِ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ِ فَر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فَقَدِ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تَبَ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 فَر</w:t>
      </w:r>
      <w:r w:rsidRPr="00CD0F9A">
        <w:rPr>
          <w:rFonts w:hint="cs"/>
          <w:rtl/>
        </w:rPr>
        <w:t>ْ</w:t>
      </w:r>
      <w:r>
        <w:rPr>
          <w:rFonts w:hint="cs"/>
          <w:rtl/>
        </w:rPr>
        <w:t>جَ</w:t>
      </w:r>
      <w:r w:rsidRPr="00CD0F9A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زِنً</w:t>
      </w:r>
      <w:r w:rsidR="00CF3D62" w:rsidRPr="00CF3D62">
        <w:rPr>
          <w:rFonts w:hint="cs"/>
          <w:rtl/>
        </w:rPr>
        <w:t>ا</w:t>
      </w:r>
      <w:r w:rsidR="00A82DA1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ہء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فہ</w:t>
      </w:r>
      <w:r w:rsidR="005A2492">
        <w:rPr>
          <w:rtl/>
        </w:rPr>
        <w:t xml:space="preserve"> کے ذ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عورتوں کو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کرو،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ر کے ذر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عے</w:t>
      </w:r>
      <w:r w:rsidR="005A2492">
        <w:rPr>
          <w:rtl/>
        </w:rPr>
        <w:t xml:space="preserve">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لئے لذت ح</w:t>
      </w:r>
      <w:r w:rsidRPr="00816B77">
        <w:rPr>
          <w:rtl/>
          <w:lang w:bidi="ur-PK"/>
        </w:rPr>
        <w:t>ا</w:t>
      </w:r>
      <w:r w:rsidR="005A2492">
        <w:rPr>
          <w:rtl/>
        </w:rPr>
        <w:t>صل کرنے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مل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جس نے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عورتوں پر ظلم کرکے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جس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سے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شرم گ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لئے حل</w:t>
      </w:r>
      <w:r w:rsidRPr="00816B77">
        <w:rPr>
          <w:rtl/>
          <w:lang w:bidi="ur-PK"/>
        </w:rPr>
        <w:t>ا</w:t>
      </w:r>
      <w:r w:rsidR="005A2492">
        <w:rPr>
          <w:rtl/>
        </w:rPr>
        <w:t>ل ہوگئ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؛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ہمبستر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کرے تو وہ زن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شم</w:t>
      </w:r>
      <w:r w:rsidRPr="00816B77">
        <w:rPr>
          <w:rtl/>
          <w:lang w:bidi="ur-PK"/>
        </w:rPr>
        <w:t>ا</w:t>
      </w:r>
      <w:r w:rsidR="005A2492">
        <w:rPr>
          <w:rtl/>
        </w:rPr>
        <w:t>ر ہوگ</w:t>
      </w:r>
      <w:r w:rsidRPr="00816B77">
        <w:rPr>
          <w:rtl/>
          <w:lang w:bidi="ur-PK"/>
        </w:rPr>
        <w:t>ا</w:t>
      </w:r>
    </w:p>
    <w:p w:rsidR="00A82DA1" w:rsidRDefault="00A82DA1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82DA1" w:rsidRDefault="00A82DA1" w:rsidP="0006330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4833E9" w:rsidRPr="004833E9">
        <w:rPr>
          <w:rtl/>
        </w:rPr>
        <w:t xml:space="preserve"> بح</w:t>
      </w:r>
      <w:r w:rsidR="00816B77" w:rsidRPr="00816B77">
        <w:rPr>
          <w:rtl/>
        </w:rPr>
        <w:t>ا</w:t>
      </w:r>
      <w:r w:rsidR="004833E9" w:rsidRPr="004833E9">
        <w:rPr>
          <w:rtl/>
        </w:rPr>
        <w:t>ر</w:t>
      </w:r>
      <w:r w:rsidR="00816B77" w:rsidRPr="00816B77">
        <w:rPr>
          <w:rtl/>
        </w:rPr>
        <w:t>ا</w:t>
      </w:r>
      <w:r w:rsidR="004833E9" w:rsidRPr="004833E9">
        <w:rPr>
          <w:rtl/>
        </w:rPr>
        <w:t>ل</w:t>
      </w:r>
      <w:r w:rsidR="00816B77" w:rsidRPr="00816B77">
        <w:rPr>
          <w:rFonts w:hint="cs"/>
          <w:rtl/>
        </w:rPr>
        <w:t>ا</w:t>
      </w:r>
      <w:r w:rsidR="004833E9" w:rsidRPr="00816B77">
        <w:rPr>
          <w:rFonts w:hint="cs"/>
          <w:rtl/>
        </w:rPr>
        <w:t>نو</w:t>
      </w:r>
      <w:r w:rsidR="00816B77" w:rsidRPr="00816B77">
        <w:rPr>
          <w:rFonts w:hint="cs"/>
          <w:rtl/>
        </w:rPr>
        <w:t>ا</w:t>
      </w:r>
      <w:r w:rsidR="004833E9" w:rsidRPr="00816B77">
        <w:rPr>
          <w:rFonts w:hint="cs"/>
          <w:rtl/>
        </w:rPr>
        <w:t xml:space="preserve">ر، ج 100 ، ص352 </w:t>
      </w:r>
    </w:p>
    <w:p w:rsidR="0082205E" w:rsidRDefault="0082205E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78764A">
      <w:pPr>
        <w:pStyle w:val="Heading1Center"/>
        <w:rPr>
          <w:rtl/>
        </w:rPr>
      </w:pPr>
      <w:bookmarkStart w:id="122" w:name="_Toc393190547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22"/>
    </w:p>
    <w:p w:rsidR="005A2492" w:rsidRDefault="005A2492" w:rsidP="0078764A">
      <w:pPr>
        <w:pStyle w:val="Heading1Center"/>
        <w:rPr>
          <w:rtl/>
        </w:rPr>
      </w:pPr>
      <w:bookmarkStart w:id="123" w:name="_Toc393190548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bookmarkEnd w:id="123"/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مقدّس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 w:rsidR="00816B77" w:rsidRPr="00816B77">
        <w:rPr>
          <w:rtl/>
          <w:lang w:bidi="ur-PK"/>
        </w:rPr>
        <w:t>ا</w:t>
      </w:r>
      <w:r>
        <w:rPr>
          <w:rtl/>
        </w:rPr>
        <w:t>م پر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 توجّہ 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ج ب</w:t>
      </w:r>
      <w:r w:rsidR="00816B77" w:rsidRPr="00816B77">
        <w:rPr>
          <w:rtl/>
          <w:lang w:bidi="ur-PK"/>
        </w:rPr>
        <w:t>ا</w:t>
      </w:r>
      <w:r>
        <w:rPr>
          <w:rtl/>
        </w:rPr>
        <w:t>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چھے تعلق</w:t>
      </w:r>
      <w:r w:rsidR="00816B77" w:rsidRPr="00816B77">
        <w:rPr>
          <w:rtl/>
          <w:lang w:bidi="ur-PK"/>
        </w:rPr>
        <w:t>ا</w:t>
      </w:r>
      <w:r>
        <w:rPr>
          <w:rtl/>
        </w:rPr>
        <w:t>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کرنے کے لئے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کس</w:t>
      </w:r>
      <w:r>
        <w:rPr>
          <w:rtl/>
        </w:rPr>
        <w:t xml:space="preserve"> قدر </w:t>
      </w:r>
      <w:r w:rsidR="00816B77" w:rsidRPr="00816B77">
        <w:rPr>
          <w:rtl/>
          <w:lang w:bidi="ur-PK"/>
        </w:rPr>
        <w:t>ا</w:t>
      </w:r>
      <w:r>
        <w:rPr>
          <w:rtl/>
        </w:rPr>
        <w:t>ہم ہے،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جس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چھے رو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بط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تعلق</w:t>
      </w:r>
      <w:r w:rsidR="00816B77" w:rsidRPr="00816B77">
        <w:rPr>
          <w:rtl/>
          <w:lang w:bidi="ur-PK"/>
        </w:rPr>
        <w:t>ا</w:t>
      </w:r>
      <w:r>
        <w:rPr>
          <w:rtl/>
        </w:rPr>
        <w:t>ت ہوں وہ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مستحکم نظر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ہر شخص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سع</w:t>
      </w:r>
      <w:r w:rsidR="00816B77" w:rsidRPr="00816B77">
        <w:rPr>
          <w:rtl/>
          <w:lang w:bidi="ur-PK"/>
        </w:rPr>
        <w:t>ا</w:t>
      </w:r>
      <w:r>
        <w:rPr>
          <w:rtl/>
        </w:rPr>
        <w:t>دت کے لئے سنگ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ستعد</w:t>
      </w:r>
      <w:r w:rsidR="00816B77" w:rsidRPr="00816B77">
        <w:rPr>
          <w:rtl/>
          <w:lang w:bidi="ur-PK"/>
        </w:rPr>
        <w:t>ا</w:t>
      </w:r>
      <w:r>
        <w:rPr>
          <w:rtl/>
        </w:rPr>
        <w:t>دوں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پھلن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پھولن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شروع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گر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دوست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وہ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شرے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ل</w:t>
      </w:r>
      <w:r w:rsidR="00816B77" w:rsidRPr="00816B77">
        <w:rPr>
          <w:rtl/>
          <w:lang w:bidi="ur-PK"/>
        </w:rPr>
        <w:t>ا</w:t>
      </w:r>
      <w:r>
        <w:rPr>
          <w:rtl/>
        </w:rPr>
        <w:t>ئق فرزند 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سب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816B77" w:rsidRPr="00816B77">
        <w:rPr>
          <w:rtl/>
          <w:lang w:bidi="ur-PK"/>
        </w:rPr>
        <w:t>ا</w:t>
      </w:r>
      <w:r>
        <w:rPr>
          <w:rtl/>
        </w:rPr>
        <w:t>س فرزند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لح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ستعد</w:t>
      </w:r>
      <w:r w:rsidR="00816B77" w:rsidRPr="00816B77">
        <w:rPr>
          <w:rtl/>
          <w:lang w:bidi="ur-PK"/>
        </w:rPr>
        <w:t>ا</w:t>
      </w:r>
      <w:r>
        <w:rPr>
          <w:rtl/>
        </w:rPr>
        <w:t>د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رہ مند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E757C3">
      <w:pPr>
        <w:pStyle w:val="Heading1Center"/>
        <w:rPr>
          <w:rtl/>
        </w:rPr>
      </w:pPr>
      <w:bookmarkStart w:id="124" w:name="_Toc393190549"/>
      <w:r>
        <w:rPr>
          <w:rFonts w:hint="eastAsia"/>
          <w:rtl/>
        </w:rPr>
        <w:t>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bookmarkEnd w:id="124"/>
      <w:r>
        <w:rPr>
          <w:rtl/>
        </w:rPr>
        <w:t xml:space="preserve"> </w:t>
      </w:r>
    </w:p>
    <w:p w:rsidR="005A2492" w:rsidRDefault="00816B77" w:rsidP="00A21BC5">
      <w:pPr>
        <w:pStyle w:val="Heading1"/>
        <w:rPr>
          <w:rtl/>
        </w:rPr>
      </w:pPr>
      <w:bookmarkStart w:id="125" w:name="_Toc393190550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لف</w:t>
      </w:r>
      <w:r w:rsidR="005A2492">
        <w:rPr>
          <w:rtl/>
        </w:rPr>
        <w:t>:بدن کے ہرب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 کے بدلے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>دت</w:t>
      </w:r>
      <w:bookmarkEnd w:id="125"/>
    </w:p>
    <w:p w:rsidR="005A2492" w:rsidRPr="00C15B30" w:rsidRDefault="00816B77" w:rsidP="00A60F54">
      <w:pPr>
        <w:pStyle w:val="libNormal"/>
        <w:rPr>
          <w:rStyle w:val="libArabicChar"/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گھر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لو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مل</w:t>
      </w:r>
      <w:r w:rsidRPr="00816B77">
        <w:rPr>
          <w:rtl/>
          <w:lang w:bidi="ur-PK"/>
        </w:rPr>
        <w:t>ا</w:t>
      </w:r>
      <w:r w:rsidR="005A2492">
        <w:rPr>
          <w:rtl/>
        </w:rPr>
        <w:t>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</w:t>
      </w:r>
      <w:r w:rsidRPr="00816B77">
        <w:rPr>
          <w:rtl/>
          <w:lang w:bidi="ur-PK"/>
        </w:rPr>
        <w:t>ا</w:t>
      </w:r>
      <w:r w:rsidR="005A2492">
        <w:rPr>
          <w:rtl/>
        </w:rPr>
        <w:t>تھ بٹ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پس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مہرب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جذب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نے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کرنے 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لوں پر </w:t>
      </w:r>
      <w:r w:rsidRPr="00816B77">
        <w:rPr>
          <w:rtl/>
          <w:lang w:bidi="ur-PK"/>
        </w:rPr>
        <w:t>ا</w:t>
      </w:r>
      <w:r w:rsidR="005A2492">
        <w:rPr>
          <w:rtl/>
        </w:rPr>
        <w:t>حس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کرتے ہوئے </w:t>
      </w:r>
      <w:r w:rsidRPr="00816B77">
        <w:rPr>
          <w:rtl/>
          <w:lang w:bidi="ur-PK"/>
        </w:rPr>
        <w:t>ا</w:t>
      </w:r>
      <w:r w:rsidR="005A2492">
        <w:rPr>
          <w:rtl/>
        </w:rPr>
        <w:t>تن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>ب لکھ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کہ جسے سن کر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کو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</w:t>
      </w:r>
      <w:r w:rsidRPr="00816B77">
        <w:rPr>
          <w:rtl/>
          <w:lang w:bidi="ur-PK"/>
        </w:rPr>
        <w:t>ا</w:t>
      </w:r>
      <w:r w:rsidR="005A2492">
        <w:rPr>
          <w:rtl/>
        </w:rPr>
        <w:t>قبت بخ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="005A2492">
        <w:rPr>
          <w:rFonts w:hint="eastAsia"/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رسول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5A2492" w:rsidRPr="00F97686">
        <w:rPr>
          <w:rStyle w:val="libArabicChar"/>
          <w:rtl/>
        </w:rPr>
        <w:t>عَن</w:t>
      </w:r>
      <w:r w:rsidR="005A2492" w:rsidRPr="00F97686">
        <w:rPr>
          <w:rStyle w:val="libArabicChar"/>
          <w:rFonts w:hint="cs"/>
          <w:rtl/>
        </w:rPr>
        <w:t>ْ عَلِيٍّ ع قَ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لَ دَخَلَ عَلَيْنَ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رَسُولُ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للهِ ص وَ فَ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طِمَةُ جَ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لِسَةٌ عِنْدَ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لْقِدْرِ </w:t>
      </w:r>
      <w:r w:rsidR="005A2492" w:rsidRPr="00F97686">
        <w:rPr>
          <w:rStyle w:val="libArabicChar"/>
          <w:rtl/>
        </w:rPr>
        <w:t xml:space="preserve">وَ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نَ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نَقِّي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لْعَدَسَ قَ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لَ يَ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بَ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لْحَسَنِ قُلْتُ لَبَّيْكَ يَ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رَسُولَ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للهِ قَ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لَ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سْمَعْ مِنِّي وَ مَ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قُولُ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</w:t>
      </w:r>
      <w:r w:rsidR="005A2492" w:rsidRPr="00F97686">
        <w:rPr>
          <w:rStyle w:val="libArabicChar"/>
          <w:rFonts w:hint="eastAsia"/>
          <w:rtl/>
        </w:rPr>
        <w:t>مِن</w:t>
      </w:r>
      <w:r w:rsidR="005A2492" w:rsidRPr="00F97686">
        <w:rPr>
          <w:rStyle w:val="libArabicChar"/>
          <w:rFonts w:hint="cs"/>
          <w:rtl/>
        </w:rPr>
        <w:t>ْ</w:t>
      </w:r>
      <w:r w:rsidR="005A2492" w:rsidRPr="00F97686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مْرِ رَبِّي مَ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مِنْ رَجُلٍ يُعِينُ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تَهُ فِي بَيْتِهَ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لَّ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كَ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نَ لَهُ بِكُلِّ شَعْرَةٍ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="005A2492" w:rsidRPr="00F97686">
        <w:rPr>
          <w:rStyle w:val="libArabicChar"/>
          <w:rFonts w:hint="cs"/>
          <w:rtl/>
        </w:rPr>
        <w:t xml:space="preserve"> بَدَنِهِ عِبَ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tl/>
        </w:rPr>
        <w:t>دَةُ سَنَةٍ صِ</w:t>
      </w:r>
      <w:r w:rsidR="005A2492" w:rsidRPr="00F97686">
        <w:rPr>
          <w:rStyle w:val="libArabicChar"/>
          <w:rFonts w:hint="cs"/>
          <w:rtl/>
        </w:rPr>
        <w:t>يَ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مٍ نَهَ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رُهَ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وَ قِيَ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مٍ لَيْلُهَ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عْطَ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هُ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للهُ مِنَ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لثَّوَ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بِ مِثْلَ مَ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عْطَ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هُ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لصَّ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بِرِينَ دَ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 xml:space="preserve">وُدَ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F97686">
        <w:rPr>
          <w:rStyle w:val="libArabicChar"/>
          <w:rFonts w:hint="cs"/>
          <w:rtl/>
        </w:rPr>
        <w:t>ل</w:t>
      </w:r>
      <w:r w:rsidR="005A2492" w:rsidRPr="00F97686">
        <w:rPr>
          <w:rStyle w:val="libArabicChar"/>
          <w:rFonts w:hint="eastAsia"/>
          <w:rtl/>
        </w:rPr>
        <w:t>نَّبِ</w:t>
      </w:r>
      <w:r w:rsidR="005A2492" w:rsidRPr="00F97686">
        <w:rPr>
          <w:rStyle w:val="libArabicChar"/>
          <w:rFonts w:hint="cs"/>
          <w:rtl/>
        </w:rPr>
        <w:t>يِّ</w:t>
      </w:r>
      <w:r w:rsidR="005A2492" w:rsidRPr="00F97686">
        <w:rPr>
          <w:rStyle w:val="libArabicChar"/>
          <w:rtl/>
        </w:rPr>
        <w:t xml:space="preserve"> وَ </w:t>
      </w:r>
      <w:r w:rsidR="005A2492" w:rsidRPr="00F97686">
        <w:rPr>
          <w:rStyle w:val="libArabicChar"/>
          <w:rFonts w:hint="cs"/>
          <w:rtl/>
        </w:rPr>
        <w:t>يَعْقُوبَ وَ عِيسَ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="005A2492" w:rsidRPr="00F97686">
        <w:rPr>
          <w:rStyle w:val="libArabicChar"/>
          <w:rFonts w:hint="cs"/>
          <w:rtl/>
        </w:rPr>
        <w:t xml:space="preserve"> </w:t>
      </w:r>
    </w:p>
    <w:p w:rsidR="00F97686" w:rsidRPr="00A60F54" w:rsidRDefault="005A2492" w:rsidP="003403CE">
      <w:pPr>
        <w:pStyle w:val="libVar0"/>
        <w:rPr>
          <w:rtl/>
        </w:rPr>
      </w:pPr>
      <w:r w:rsidRPr="00A60F54">
        <w:rPr>
          <w:rFonts w:hint="eastAsia"/>
          <w:rtl/>
        </w:rPr>
        <w:t>چن</w:t>
      </w:r>
      <w:r w:rsidR="00816B77" w:rsidRPr="00A60F54">
        <w:rPr>
          <w:rFonts w:hint="eastAsia"/>
          <w:rtl/>
        </w:rPr>
        <w:t>ا</w:t>
      </w:r>
      <w:r w:rsidRPr="00A60F54">
        <w:rPr>
          <w:rFonts w:hint="eastAsia"/>
          <w:rtl/>
        </w:rPr>
        <w:t>نچہ</w:t>
      </w:r>
      <w:r w:rsidRPr="00A60F54">
        <w:rPr>
          <w:rtl/>
        </w:rPr>
        <w:t xml:space="preserve"> ج</w:t>
      </w:r>
      <w:r w:rsidR="00816B77" w:rsidRPr="00A60F54">
        <w:rPr>
          <w:rtl/>
        </w:rPr>
        <w:t>ا</w:t>
      </w:r>
      <w:r w:rsidRPr="00A60F54">
        <w:rPr>
          <w:rtl/>
        </w:rPr>
        <w:t xml:space="preserve">مع </w:t>
      </w:r>
      <w:r w:rsidR="00816B77" w:rsidRPr="00A60F54">
        <w:rPr>
          <w:rtl/>
        </w:rPr>
        <w:t>ا</w:t>
      </w:r>
      <w:r w:rsidRPr="00A60F54">
        <w:rPr>
          <w:rtl/>
        </w:rPr>
        <w:t>ل</w:t>
      </w:r>
      <w:r w:rsidR="00816B77" w:rsidRPr="00A60F54">
        <w:rPr>
          <w:rtl/>
        </w:rPr>
        <w:t>ا</w:t>
      </w:r>
      <w:r w:rsidRPr="00A60F54">
        <w:rPr>
          <w:rtl/>
        </w:rPr>
        <w:t>خب</w:t>
      </w:r>
      <w:r w:rsidR="00816B77" w:rsidRPr="00A60F54">
        <w:rPr>
          <w:rtl/>
        </w:rPr>
        <w:t>ا</w:t>
      </w:r>
      <w:r w:rsidRPr="00A60F54">
        <w:rPr>
          <w:rtl/>
        </w:rPr>
        <w:t xml:space="preserve">ر سے </w:t>
      </w:r>
      <w:r w:rsidR="00816B77" w:rsidRPr="00A60F54">
        <w:rPr>
          <w:rtl/>
        </w:rPr>
        <w:t>ا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ک</w:t>
      </w:r>
      <w:r w:rsidRPr="00A60F54">
        <w:rPr>
          <w:rtl/>
        </w:rPr>
        <w:t xml:space="preserve"> رو</w:t>
      </w:r>
      <w:r w:rsidR="00816B77" w:rsidRPr="00A60F54">
        <w:rPr>
          <w:rtl/>
        </w:rPr>
        <w:t>ا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ت</w:t>
      </w:r>
      <w:r w:rsidRPr="00A60F54">
        <w:rPr>
          <w:rtl/>
        </w:rPr>
        <w:t xml:space="preserve"> نقل ہوئ</w:t>
      </w:r>
      <w:r w:rsidRPr="00A60F54">
        <w:rPr>
          <w:rFonts w:hint="cs"/>
          <w:rtl/>
        </w:rPr>
        <w:t>ی</w:t>
      </w:r>
      <w:r w:rsidRPr="00A60F54">
        <w:rPr>
          <w:rtl/>
        </w:rPr>
        <w:t xml:space="preserve"> ہے  جو   </w:t>
      </w:r>
      <w:r w:rsidR="00816B77" w:rsidRPr="00A60F54">
        <w:rPr>
          <w:rtl/>
        </w:rPr>
        <w:t>ا</w:t>
      </w:r>
      <w:r w:rsidRPr="00A60F54">
        <w:rPr>
          <w:rtl/>
        </w:rPr>
        <w:t>م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ر</w:t>
      </w:r>
      <w:r w:rsidR="00816B77" w:rsidRPr="00A60F54">
        <w:rPr>
          <w:rFonts w:hint="eastAsia"/>
          <w:rtl/>
        </w:rPr>
        <w:t>ا</w:t>
      </w:r>
      <w:r w:rsidRPr="00A60F54">
        <w:rPr>
          <w:rFonts w:hint="eastAsia"/>
          <w:rtl/>
        </w:rPr>
        <w:t>لمؤمن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ن</w:t>
      </w:r>
      <w:r w:rsidRPr="00A60F54">
        <w:rPr>
          <w:rtl/>
        </w:rPr>
        <w:t xml:space="preserve"> </w:t>
      </w:r>
      <w:r w:rsidR="000B1FC0" w:rsidRPr="00A60F54">
        <w:rPr>
          <w:rtl/>
        </w:rPr>
        <w:t>(ع)</w:t>
      </w:r>
      <w:r w:rsidRPr="00A60F54">
        <w:rPr>
          <w:rtl/>
        </w:rPr>
        <w:t>سے مرو</w:t>
      </w:r>
      <w:r w:rsidRPr="00A60F54">
        <w:rPr>
          <w:rFonts w:hint="cs"/>
          <w:rtl/>
        </w:rPr>
        <w:t>ی</w:t>
      </w:r>
      <w:r w:rsidRPr="00A60F54">
        <w:rPr>
          <w:rtl/>
        </w:rPr>
        <w:t xml:space="preserve"> ہے کہ </w:t>
      </w:r>
      <w:r w:rsidR="00816B77" w:rsidRPr="00A60F54">
        <w:rPr>
          <w:rtl/>
        </w:rPr>
        <w:t>ا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ک</w:t>
      </w:r>
      <w:r w:rsidRPr="00A60F54">
        <w:rPr>
          <w:rtl/>
        </w:rPr>
        <w:t xml:space="preserve"> دن م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ں</w:t>
      </w:r>
      <w:r w:rsidRPr="00A60F54">
        <w:rPr>
          <w:rtl/>
        </w:rPr>
        <w:t xml:space="preserve"> گھر م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ں</w:t>
      </w:r>
      <w:r w:rsidRPr="00A60F54">
        <w:rPr>
          <w:rtl/>
        </w:rPr>
        <w:t xml:space="preserve"> ف</w:t>
      </w:r>
      <w:r w:rsidR="00816B77" w:rsidRPr="00A60F54">
        <w:rPr>
          <w:rtl/>
        </w:rPr>
        <w:t>ا</w:t>
      </w:r>
      <w:r w:rsidRPr="00A60F54">
        <w:rPr>
          <w:rtl/>
        </w:rPr>
        <w:t>طمہ زہر</w:t>
      </w:r>
      <w:r w:rsidR="00816B77" w:rsidRPr="00A60F54">
        <w:rPr>
          <w:rtl/>
        </w:rPr>
        <w:t>ا</w:t>
      </w:r>
      <w:r w:rsidR="00885B05" w:rsidRPr="00A60F54">
        <w:rPr>
          <w:rtl/>
        </w:rPr>
        <w:t>(س)</w:t>
      </w:r>
      <w:r w:rsidRPr="00A60F54">
        <w:rPr>
          <w:rtl/>
        </w:rPr>
        <w:t xml:space="preserve"> کے س</w:t>
      </w:r>
      <w:r w:rsidR="00816B77" w:rsidRPr="00A60F54">
        <w:rPr>
          <w:rtl/>
        </w:rPr>
        <w:t>ا</w:t>
      </w:r>
      <w:r w:rsidRPr="00A60F54">
        <w:rPr>
          <w:rtl/>
        </w:rPr>
        <w:t>تھ ب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ٹھ</w:t>
      </w:r>
      <w:r w:rsidRPr="00A60F54">
        <w:rPr>
          <w:rtl/>
        </w:rPr>
        <w:t xml:space="preserve"> کر عدس (د</w:t>
      </w:r>
      <w:r w:rsidR="00816B77" w:rsidRPr="00A60F54">
        <w:rPr>
          <w:rtl/>
        </w:rPr>
        <w:t>ا</w:t>
      </w:r>
      <w:r w:rsidRPr="00A60F54">
        <w:rPr>
          <w:rtl/>
        </w:rPr>
        <w:t>ل)ص</w:t>
      </w:r>
      <w:r w:rsidR="00816B77" w:rsidRPr="00A60F54">
        <w:rPr>
          <w:rtl/>
        </w:rPr>
        <w:t>ا</w:t>
      </w:r>
      <w:r w:rsidRPr="00A60F54">
        <w:rPr>
          <w:rtl/>
        </w:rPr>
        <w:t>ف کررہ</w:t>
      </w:r>
      <w:r w:rsidR="00816B77" w:rsidRPr="00A60F54">
        <w:rPr>
          <w:rtl/>
        </w:rPr>
        <w:t>ا</w:t>
      </w:r>
      <w:r w:rsidRPr="00A60F54">
        <w:rPr>
          <w:rtl/>
        </w:rPr>
        <w:t xml:space="preserve"> تھ</w:t>
      </w:r>
      <w:r w:rsidR="00816B77" w:rsidRPr="00A60F54">
        <w:rPr>
          <w:rtl/>
        </w:rPr>
        <w:t>ا</w:t>
      </w:r>
      <w:r w:rsidRPr="00A60F54">
        <w:rPr>
          <w:rtl/>
        </w:rPr>
        <w:t xml:space="preserve">، </w:t>
      </w:r>
      <w:r w:rsidR="00816B77" w:rsidRPr="00A60F54">
        <w:rPr>
          <w:rtl/>
        </w:rPr>
        <w:t>ا</w:t>
      </w:r>
      <w:r w:rsidRPr="00A60F54">
        <w:rPr>
          <w:rtl/>
        </w:rPr>
        <w:t>تنے م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ں</w:t>
      </w:r>
      <w:r w:rsidRPr="00A60F54">
        <w:rPr>
          <w:rtl/>
        </w:rPr>
        <w:t xml:space="preserve"> رسول خد</w:t>
      </w:r>
      <w:r w:rsidR="00816B77" w:rsidRPr="00A60F54">
        <w:rPr>
          <w:rtl/>
        </w:rPr>
        <w:t>ا</w:t>
      </w:r>
      <w:r w:rsidRPr="00A60F54">
        <w:rPr>
          <w:rtl/>
        </w:rPr>
        <w:t xml:space="preserve"> </w:t>
      </w:r>
      <w:r w:rsidRPr="00A60F54">
        <w:rPr>
          <w:rFonts w:hint="cs"/>
          <w:rtl/>
        </w:rPr>
        <w:t>ﷺ</w:t>
      </w:r>
      <w:r w:rsidRPr="00A60F54">
        <w:rPr>
          <w:rtl/>
        </w:rPr>
        <w:t xml:space="preserve"> تشر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ف</w:t>
      </w:r>
      <w:r w:rsidRPr="00A60F54">
        <w:rPr>
          <w:rtl/>
        </w:rPr>
        <w:t xml:space="preserve"> ل</w:t>
      </w:r>
      <w:r w:rsidR="00816B77" w:rsidRPr="00A60F54">
        <w:rPr>
          <w:rtl/>
        </w:rPr>
        <w:t>ا</w:t>
      </w:r>
      <w:r w:rsidRPr="00A60F54">
        <w:rPr>
          <w:rtl/>
        </w:rPr>
        <w:t xml:space="preserve">ئے </w:t>
      </w:r>
      <w:r w:rsidR="00816B77" w:rsidRPr="00A60F54">
        <w:rPr>
          <w:rtl/>
        </w:rPr>
        <w:t>ا</w:t>
      </w:r>
      <w:r w:rsidRPr="00A60F54">
        <w:rPr>
          <w:rtl/>
        </w:rPr>
        <w:t>ور فرم</w:t>
      </w:r>
      <w:r w:rsidR="00816B77" w:rsidRPr="00A60F54">
        <w:rPr>
          <w:rtl/>
        </w:rPr>
        <w:t>ا</w:t>
      </w:r>
      <w:r w:rsidRPr="00A60F54">
        <w:rPr>
          <w:rFonts w:hint="cs"/>
          <w:rtl/>
        </w:rPr>
        <w:t>ی</w:t>
      </w:r>
      <w:r w:rsidR="00816B77" w:rsidRPr="00A60F54">
        <w:rPr>
          <w:rFonts w:hint="eastAsia"/>
          <w:rtl/>
        </w:rPr>
        <w:t>ا</w:t>
      </w:r>
      <w:r w:rsidRPr="00A60F54">
        <w:rPr>
          <w:rtl/>
        </w:rPr>
        <w:t xml:space="preserve">: </w:t>
      </w:r>
      <w:r w:rsidR="00816B77" w:rsidRPr="00A60F54">
        <w:rPr>
          <w:rtl/>
        </w:rPr>
        <w:t>ا</w:t>
      </w:r>
      <w:r w:rsidRPr="00A60F54">
        <w:rPr>
          <w:rtl/>
        </w:rPr>
        <w:t xml:space="preserve">ے </w:t>
      </w:r>
      <w:r w:rsidR="00816B77" w:rsidRPr="00A60F54">
        <w:rPr>
          <w:rtl/>
        </w:rPr>
        <w:t>ا</w:t>
      </w:r>
      <w:r w:rsidRPr="00A60F54">
        <w:rPr>
          <w:rtl/>
        </w:rPr>
        <w:t>ب</w:t>
      </w:r>
      <w:r w:rsidR="00816B77" w:rsidRPr="00A60F54">
        <w:rPr>
          <w:rtl/>
        </w:rPr>
        <w:t>ا</w:t>
      </w:r>
      <w:r w:rsidRPr="00A60F54">
        <w:rPr>
          <w:rtl/>
        </w:rPr>
        <w:t>لحسن، م</w:t>
      </w:r>
      <w:r w:rsidRPr="00A60F54">
        <w:rPr>
          <w:rFonts w:hint="cs"/>
          <w:rtl/>
        </w:rPr>
        <w:t>ی</w:t>
      </w:r>
      <w:r w:rsidRPr="00A60F54">
        <w:rPr>
          <w:rFonts w:hint="eastAsia"/>
          <w:rtl/>
        </w:rPr>
        <w:t>ں</w:t>
      </w:r>
      <w:r w:rsidRPr="00A60F54">
        <w:rPr>
          <w:rtl/>
        </w:rPr>
        <w:t xml:space="preserve"> نے جو</w:t>
      </w:r>
      <w:r w:rsidR="00816B77" w:rsidRPr="00A60F54">
        <w:rPr>
          <w:rtl/>
        </w:rPr>
        <w:t>ا</w:t>
      </w:r>
      <w:r w:rsidRPr="00A60F54">
        <w:rPr>
          <w:rtl/>
        </w:rPr>
        <w:t xml:space="preserve">ب </w:t>
      </w:r>
      <w:r w:rsidRPr="003403CE">
        <w:rPr>
          <w:rtl/>
        </w:rPr>
        <w:t>د</w:t>
      </w:r>
      <w:r w:rsidRPr="003403CE">
        <w:rPr>
          <w:rFonts w:hint="cs"/>
          <w:rtl/>
        </w:rPr>
        <w:t>ی</w:t>
      </w:r>
      <w:r w:rsidR="00816B77" w:rsidRPr="003403CE">
        <w:rPr>
          <w:rFonts w:hint="eastAsia"/>
          <w:rtl/>
        </w:rPr>
        <w:t>ا</w:t>
      </w:r>
      <w:r w:rsidRPr="003403CE">
        <w:rPr>
          <w:rtl/>
        </w:rPr>
        <w:t>:</w:t>
      </w:r>
      <w:r w:rsidRPr="00A60F54">
        <w:rPr>
          <w:rtl/>
        </w:rPr>
        <w:t xml:space="preserve"> </w:t>
      </w:r>
    </w:p>
    <w:p w:rsidR="00F97686" w:rsidRPr="00E757C3" w:rsidRDefault="00F97686" w:rsidP="00A60F54">
      <w:pPr>
        <w:pStyle w:val="libPoemTini"/>
        <w:rPr>
          <w:rtl/>
        </w:rPr>
      </w:pPr>
      <w:r w:rsidRPr="00E757C3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>
        <w:rPr>
          <w:rFonts w:hint="cs"/>
          <w:rtl/>
        </w:rPr>
        <w:t>ﷺ</w:t>
      </w:r>
      <w:r>
        <w:rPr>
          <w:rtl/>
        </w:rPr>
        <w:t xml:space="preserve">! تو 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ے عل</w:t>
      </w:r>
      <w:r>
        <w:rPr>
          <w:rFonts w:hint="cs"/>
          <w:rtl/>
        </w:rPr>
        <w:t>ی</w:t>
      </w:r>
      <w:r>
        <w:rPr>
          <w:rtl/>
        </w:rPr>
        <w:t xml:space="preserve"> مجھ سے وہ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لو،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جو شخص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B349E" w:rsidRPr="009B349E">
        <w:rPr>
          <w:rFonts w:hint="cs"/>
          <w:rtl/>
          <w:lang w:bidi="ur-PK"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 w:rsidR="00816B77" w:rsidRPr="00816B77">
        <w:rPr>
          <w:rtl/>
          <w:lang w:bidi="ur-PK"/>
        </w:rPr>
        <w:t>ا</w:t>
      </w:r>
      <w:r>
        <w:rPr>
          <w:rtl/>
        </w:rPr>
        <w:t>تھ بٹ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مدد کرے تو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بدن پر موجود ہر ب</w:t>
      </w:r>
      <w:r w:rsidR="00816B77" w:rsidRPr="00816B77">
        <w:rPr>
          <w:rtl/>
          <w:lang w:bidi="ur-PK"/>
        </w:rPr>
        <w:t>ا</w:t>
      </w:r>
      <w:r>
        <w:rPr>
          <w:rtl/>
        </w:rPr>
        <w:t>ل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دت جو دن کو روزہ </w:t>
      </w:r>
      <w:r w:rsidR="00816B77" w:rsidRPr="00816B77">
        <w:rPr>
          <w:rtl/>
          <w:lang w:bidi="ur-PK"/>
        </w:rPr>
        <w:t>ا</w:t>
      </w:r>
      <w:r>
        <w:rPr>
          <w:rtl/>
        </w:rPr>
        <w:t>ور ر</w:t>
      </w:r>
      <w:r w:rsidR="00816B77" w:rsidRPr="00816B77">
        <w:rPr>
          <w:rtl/>
          <w:lang w:bidi="ur-PK"/>
        </w:rPr>
        <w:t>ا</w:t>
      </w:r>
      <w:r>
        <w:rPr>
          <w:rtl/>
        </w:rPr>
        <w:t>ت کو نم</w:t>
      </w:r>
      <w:r w:rsidR="00816B77" w:rsidRPr="00816B77">
        <w:rPr>
          <w:rtl/>
          <w:lang w:bidi="ur-PK"/>
        </w:rPr>
        <w:t>ا</w:t>
      </w:r>
      <w:r>
        <w:rPr>
          <w:rtl/>
        </w:rPr>
        <w:t>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رہنے  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سے ص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 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 w:rsidR="00E67D25" w:rsidRPr="00E67D25">
        <w:rPr>
          <w:rtl/>
          <w:lang w:bidi="ur-PK"/>
        </w:rPr>
        <w:t>(ع)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کرے گ</w:t>
      </w:r>
      <w:r w:rsidR="00816B77" w:rsidRPr="00816B77">
        <w:rPr>
          <w:rtl/>
          <w:lang w:bidi="ur-PK"/>
        </w:rPr>
        <w:t>ا</w:t>
      </w:r>
    </w:p>
    <w:p w:rsidR="005A2492" w:rsidRDefault="005A2492" w:rsidP="00A21BC5">
      <w:pPr>
        <w:pStyle w:val="Heading1"/>
        <w:rPr>
          <w:rtl/>
        </w:rPr>
      </w:pPr>
      <w:bookmarkStart w:id="126" w:name="_Toc393190551"/>
      <w:r>
        <w:rPr>
          <w:rFonts w:hint="eastAsia"/>
          <w:rtl/>
        </w:rPr>
        <w:t>ب</w:t>
      </w:r>
      <w:r>
        <w:rPr>
          <w:rtl/>
        </w:rPr>
        <w:t>:ہز</w:t>
      </w:r>
      <w:r w:rsidR="00816B77" w:rsidRPr="00816B77">
        <w:rPr>
          <w:rtl/>
          <w:lang w:bidi="ur-PK"/>
        </w:rPr>
        <w:t>ا</w:t>
      </w:r>
      <w:r>
        <w:rPr>
          <w:rtl/>
        </w:rPr>
        <w:t>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bookmarkEnd w:id="126"/>
    </w:p>
    <w:p w:rsidR="005A2492" w:rsidRDefault="005A2492" w:rsidP="00F97686">
      <w:pPr>
        <w:pStyle w:val="libArabic"/>
        <w:rPr>
          <w:rtl/>
        </w:rPr>
      </w:pPr>
      <w:r>
        <w:rPr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عَلِ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 مَن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خِد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مَةِ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عِ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تِ وَ لَم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نَف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َتَبَ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دِ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لشُّ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ءِ وَ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َتَبَ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بِ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ُلِّ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مٍ وَ لَ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لَةٍ ثَوَ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شَ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دٍ وَ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َتَبَ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بِ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ُلِّ قَدَمٍ ثَوَ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 حِجَّةٍ وَ عُم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رَةٍ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F97686">
        <w:rPr>
          <w:rFonts w:hint="cs"/>
          <w:rtl/>
        </w:rPr>
        <w:t>ْ</w:t>
      </w:r>
      <w:r>
        <w:rPr>
          <w:rFonts w:hint="eastAsia"/>
          <w:rtl/>
        </w:rPr>
        <w:t>طَ</w:t>
      </w:r>
      <w:r w:rsidR="00CF3D62" w:rsidRPr="00CF3D62">
        <w:rPr>
          <w:rFonts w:hint="eastAsia"/>
          <w:rtl/>
        </w:rPr>
        <w:t>ا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بِ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ُلِّ عِر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قٍ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جَسَدِ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مَدِ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نَةً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جَنَّةِ 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!جو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کرتے ہوئے کر</w:t>
      </w:r>
      <w:r w:rsidR="00816B77" w:rsidRPr="00816B77">
        <w:rPr>
          <w:rtl/>
          <w:lang w:bidi="ur-PK"/>
        </w:rPr>
        <w:t>ا</w:t>
      </w:r>
      <w:r>
        <w:rPr>
          <w:rtl/>
        </w:rPr>
        <w:t>ہت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 شہد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ئے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کے دفتر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ہر دن </w:t>
      </w:r>
      <w:r w:rsidR="00816B77" w:rsidRPr="00816B77">
        <w:rPr>
          <w:rtl/>
          <w:lang w:bidi="ur-PK"/>
        </w:rPr>
        <w:t>ا</w:t>
      </w:r>
      <w:r>
        <w:rPr>
          <w:rtl/>
        </w:rPr>
        <w:t>ور ہر ر</w:t>
      </w:r>
      <w:r w:rsidR="00816B77" w:rsidRPr="00816B77">
        <w:rPr>
          <w:rtl/>
          <w:lang w:bidi="ur-PK"/>
        </w:rPr>
        <w:t>ا</w:t>
      </w:r>
      <w:r>
        <w:rPr>
          <w:rtl/>
        </w:rPr>
        <w:t>ت ہز</w:t>
      </w:r>
      <w:r w:rsidR="00816B77" w:rsidRPr="00816B77">
        <w:rPr>
          <w:rtl/>
          <w:lang w:bidi="ur-PK"/>
        </w:rPr>
        <w:t>ا</w:t>
      </w:r>
      <w:r>
        <w:rPr>
          <w:rtl/>
        </w:rPr>
        <w:t>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 w:rsidR="00816B77" w:rsidRPr="00816B77">
        <w:rPr>
          <w:rtl/>
          <w:lang w:bidi="ur-PK"/>
        </w:rPr>
        <w:t>ا</w:t>
      </w:r>
      <w:r>
        <w:rPr>
          <w:rtl/>
        </w:rPr>
        <w:t>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ہر قدم پر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عمرہ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بھ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جسم پر موجود ہر ہ</w:t>
      </w:r>
      <w:r>
        <w:rPr>
          <w:rFonts w:hint="eastAsia"/>
          <w:rtl/>
        </w:rPr>
        <w:t>ر</w:t>
      </w:r>
      <w:r>
        <w:rPr>
          <w:rtl/>
        </w:rPr>
        <w:t xml:space="preserve"> جوڑ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</w:p>
    <w:p w:rsidR="005A2492" w:rsidRDefault="005A2492" w:rsidP="00A21BC5">
      <w:pPr>
        <w:pStyle w:val="Heading1"/>
        <w:rPr>
          <w:rtl/>
        </w:rPr>
      </w:pPr>
      <w:bookmarkStart w:id="127" w:name="_Toc393190552"/>
      <w:r>
        <w:rPr>
          <w:rFonts w:hint="eastAsia"/>
          <w:rtl/>
        </w:rPr>
        <w:t>ج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ک</w:t>
      </w:r>
      <w:r>
        <w:rPr>
          <w:rFonts w:hint="cs"/>
          <w:rtl/>
        </w:rPr>
        <w:t>ی</w:t>
      </w:r>
      <w:r>
        <w:rPr>
          <w:rtl/>
        </w:rPr>
        <w:t xml:space="preserve"> مدد ہز</w:t>
      </w:r>
      <w:r w:rsidR="00816B77" w:rsidRPr="00816B77">
        <w:rPr>
          <w:rtl/>
          <w:lang w:bidi="ur-PK"/>
        </w:rPr>
        <w:t>ا</w:t>
      </w:r>
      <w:r>
        <w:rPr>
          <w:rtl/>
        </w:rPr>
        <w:t>روں حج،عمرہ،جہ</w:t>
      </w:r>
      <w:r w:rsidR="00816B77" w:rsidRPr="00816B77">
        <w:rPr>
          <w:rtl/>
          <w:lang w:bidi="ur-PK"/>
        </w:rPr>
        <w:t>ا</w:t>
      </w:r>
      <w:r>
        <w:rPr>
          <w:rtl/>
        </w:rPr>
        <w:t>دسےبہتر</w:t>
      </w:r>
      <w:bookmarkEnd w:id="127"/>
    </w:p>
    <w:p w:rsidR="005A2492" w:rsidRDefault="005A2492" w:rsidP="00F97686">
      <w:pPr>
        <w:pStyle w:val="libArabic"/>
        <w:rPr>
          <w:rtl/>
        </w:rPr>
      </w:pPr>
      <w:r>
        <w:rPr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عَلِ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 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عَةٌ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خِد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مَةِ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تِ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رٌ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عِبَ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دَةِ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فِ سَنَةٍ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حِ</w:t>
      </w:r>
      <w:r>
        <w:rPr>
          <w:rtl/>
        </w:rPr>
        <w:t xml:space="preserve">جَّةٍ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عُم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رَةٍ وَ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رٌ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عِت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قِ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فِ رَقَبَةٍ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غَز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وَةٍ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مَرِ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ضٍ 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فِ جُمُعَةٍ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جَنَ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زَةٍ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ئِعٍ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ُش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بِعُ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رٍ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F97686">
        <w:rPr>
          <w:rFonts w:hint="cs"/>
          <w:rtl/>
        </w:rPr>
        <w:t>كْ</w:t>
      </w:r>
      <w:r>
        <w:rPr>
          <w:rFonts w:hint="cs"/>
          <w:rtl/>
        </w:rPr>
        <w:t>سُو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فِ فَرَسٍ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ُوَجِّ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سَبِ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لِ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ِ وَ </w:t>
      </w:r>
      <w:r>
        <w:rPr>
          <w:rtl/>
        </w:rPr>
        <w:t>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رٌ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دِ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رٍ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َتَصَدَّقُ بِ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مَسَ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نِ وَ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رٌ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َق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لتَّو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ةَ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لَ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لزَّبُورَ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فُر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نَ </w:t>
      </w:r>
      <w:r>
        <w:rPr>
          <w:rFonts w:hint="eastAsia"/>
          <w:rtl/>
        </w:rPr>
        <w:t>وَ</w:t>
      </w:r>
      <w:r>
        <w:rPr>
          <w:rtl/>
        </w:rPr>
        <w:t xml:space="preserve">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فِ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رٍ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سَرَ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تَقَ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وَ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رٌ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فِ بَدَنَةٍ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طِ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لِل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مَسَ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نِ وَ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َخ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رُجُ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لدُّن</w:t>
      </w:r>
      <w:r w:rsidRPr="00F97686">
        <w:rPr>
          <w:rFonts w:hint="cs"/>
          <w:rtl/>
        </w:rPr>
        <w:t>ْي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حَتَّ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َرَ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مَ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جَنَّةِ </w:t>
      </w:r>
    </w:p>
    <w:p w:rsidR="00F97686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!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گھنٹہ 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خدمت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ہز</w:t>
      </w:r>
      <w:r w:rsidRPr="00816B77">
        <w:rPr>
          <w:rtl/>
          <w:lang w:bidi="ur-PK"/>
        </w:rPr>
        <w:t>ا</w:t>
      </w:r>
      <w:r w:rsidR="005A2492">
        <w:rPr>
          <w:rtl/>
        </w:rPr>
        <w:t>ر س</w:t>
      </w:r>
      <w:r w:rsidRPr="00816B77">
        <w:rPr>
          <w:rtl/>
          <w:lang w:bidi="ur-PK"/>
        </w:rPr>
        <w:t>ا</w:t>
      </w:r>
      <w:r w:rsidR="005A2492">
        <w:rPr>
          <w:rtl/>
        </w:rPr>
        <w:t>ل عب</w:t>
      </w:r>
      <w:r w:rsidRPr="00816B77">
        <w:rPr>
          <w:rtl/>
          <w:lang w:bidi="ur-PK"/>
        </w:rPr>
        <w:t>ا</w:t>
      </w:r>
      <w:r w:rsidR="005A2492">
        <w:rPr>
          <w:rtl/>
        </w:rPr>
        <w:t>دت، ہز</w:t>
      </w:r>
      <w:r w:rsidRPr="00816B77">
        <w:rPr>
          <w:rtl/>
          <w:lang w:bidi="ur-PK"/>
        </w:rPr>
        <w:t>ا</w:t>
      </w:r>
      <w:r w:rsidR="005A2492">
        <w:rPr>
          <w:rtl/>
        </w:rPr>
        <w:t>ر حج،ہز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عمرہ </w:t>
      </w:r>
      <w:r w:rsidRPr="00816B77">
        <w:rPr>
          <w:rtl/>
          <w:lang w:bidi="ur-PK"/>
        </w:rPr>
        <w:t>ا</w:t>
      </w:r>
      <w:r w:rsidR="005A2492">
        <w:rPr>
          <w:rtl/>
        </w:rPr>
        <w:t>ور ہز</w:t>
      </w:r>
      <w:r w:rsidRPr="00816B77">
        <w:rPr>
          <w:rtl/>
          <w:lang w:bidi="ur-PK"/>
        </w:rPr>
        <w:t>ا</w:t>
      </w:r>
      <w:r w:rsidR="005A2492">
        <w:rPr>
          <w:rtl/>
        </w:rPr>
        <w:t>ر غل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کو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Pr="00816B77">
        <w:rPr>
          <w:rtl/>
          <w:lang w:bidi="ur-PK"/>
        </w:rPr>
        <w:t>ا</w:t>
      </w:r>
      <w:r w:rsidR="005A2492">
        <w:rPr>
          <w:rtl/>
        </w:rPr>
        <w:t>ور ہز</w:t>
      </w:r>
      <w:r w:rsidRPr="00816B77">
        <w:rPr>
          <w:rtl/>
          <w:lang w:bidi="ur-PK"/>
        </w:rPr>
        <w:t>ا</w:t>
      </w:r>
      <w:r w:rsidR="005A2492">
        <w:rPr>
          <w:rtl/>
        </w:rPr>
        <w:t>ر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روں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دت،ہز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جن</w:t>
      </w:r>
      <w:r w:rsidRPr="00816B77">
        <w:rPr>
          <w:rtl/>
          <w:lang w:bidi="ur-PK"/>
        </w:rPr>
        <w:t>ا</w:t>
      </w:r>
      <w:r w:rsidR="005A2492">
        <w:rPr>
          <w:rtl/>
        </w:rPr>
        <w:t>زے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شرکت، ہز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بھوکے </w:t>
      </w:r>
      <w:r w:rsidRPr="00816B77">
        <w:rPr>
          <w:rtl/>
          <w:lang w:bidi="ur-PK"/>
        </w:rPr>
        <w:t>ا</w:t>
      </w:r>
      <w:r w:rsidR="005A2492">
        <w:rPr>
          <w:rtl/>
        </w:rPr>
        <w:t>فر</w:t>
      </w:r>
      <w:r w:rsidRPr="00816B77">
        <w:rPr>
          <w:rtl/>
          <w:lang w:bidi="ur-PK"/>
        </w:rPr>
        <w:t>ا</w:t>
      </w:r>
      <w:r w:rsidR="005A2492">
        <w:rPr>
          <w:rtl/>
        </w:rPr>
        <w:t>د کو 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ر،ہز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ننگے لوگوں کو لب</w:t>
      </w:r>
      <w:r w:rsidRPr="00816B77">
        <w:rPr>
          <w:rtl/>
          <w:lang w:bidi="ur-PK"/>
        </w:rPr>
        <w:t>ا</w:t>
      </w:r>
      <w:r w:rsidR="005A2492">
        <w:rPr>
          <w:rtl/>
        </w:rPr>
        <w:t>س پہن</w:t>
      </w:r>
      <w:r w:rsidRPr="00816B77">
        <w:rPr>
          <w:rtl/>
          <w:lang w:bidi="ur-PK"/>
        </w:rPr>
        <w:t>ا</w:t>
      </w:r>
      <w:r w:rsidR="005A2492">
        <w:rPr>
          <w:rtl/>
        </w:rPr>
        <w:t>نے  ، ہز</w:t>
      </w:r>
      <w:r w:rsidRPr="00816B77">
        <w:rPr>
          <w:rtl/>
          <w:lang w:bidi="ur-PK"/>
        </w:rPr>
        <w:t>ا</w:t>
      </w:r>
      <w:r w:rsidR="005A2492">
        <w:rPr>
          <w:rtl/>
        </w:rPr>
        <w:t>ر گھوڑے ر</w:t>
      </w:r>
      <w:r w:rsidRPr="00816B77">
        <w:rPr>
          <w:rtl/>
          <w:lang w:bidi="ur-PK"/>
        </w:rPr>
        <w:t>ا</w:t>
      </w:r>
      <w:r w:rsidR="005A2492">
        <w:rPr>
          <w:rtl/>
        </w:rPr>
        <w:t>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جہ</w:t>
      </w:r>
      <w:r w:rsidRPr="00816B77">
        <w:rPr>
          <w:rtl/>
          <w:lang w:bidi="ur-PK"/>
        </w:rPr>
        <w:t>ا</w:t>
      </w:r>
      <w:r w:rsidR="005A2492">
        <w:rPr>
          <w:rtl/>
        </w:rPr>
        <w:t>د کرنے کے لئے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نے،</w:t>
      </w:r>
      <w:r w:rsidR="005A2492">
        <w:rPr>
          <w:rtl/>
        </w:rPr>
        <w:t xml:space="preserve"> ہز</w:t>
      </w:r>
      <w:r w:rsidRPr="00816B77">
        <w:rPr>
          <w:rtl/>
          <w:lang w:bidi="ur-PK"/>
        </w:rPr>
        <w:t>ا</w:t>
      </w:r>
      <w:r w:rsidR="005A2492">
        <w:rPr>
          <w:rtl/>
        </w:rPr>
        <w:t>ر درہم سو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ر</w:t>
      </w:r>
      <w:r w:rsidRPr="00816B77">
        <w:rPr>
          <w:rtl/>
          <w:lang w:bidi="ur-PK"/>
        </w:rPr>
        <w:t>ا</w:t>
      </w:r>
      <w:r w:rsidR="005A2492">
        <w:rPr>
          <w:rtl/>
        </w:rPr>
        <w:t>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غر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بوں</w:t>
      </w:r>
      <w:r w:rsidR="005A2492">
        <w:rPr>
          <w:rtl/>
        </w:rPr>
        <w:t xml:space="preserve"> کو  صدقہ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نے،</w:t>
      </w:r>
      <w:r w:rsidR="005A2492">
        <w:rPr>
          <w:rtl/>
        </w:rPr>
        <w:t xml:space="preserve"> قر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و </w:t>
      </w:r>
      <w:r w:rsidRPr="00816B77">
        <w:rPr>
          <w:rtl/>
          <w:lang w:bidi="ur-PK"/>
        </w:rPr>
        <w:t>ا</w:t>
      </w:r>
      <w:r w:rsidR="005A2492">
        <w:rPr>
          <w:rtl/>
        </w:rPr>
        <w:t>نج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تور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تل</w:t>
      </w:r>
      <w:r w:rsidRPr="00816B77">
        <w:rPr>
          <w:rtl/>
          <w:lang w:bidi="ur-PK"/>
        </w:rPr>
        <w:t>ا</w:t>
      </w:r>
      <w:r w:rsidR="005A2492">
        <w:rPr>
          <w:rtl/>
        </w:rPr>
        <w:t>وت کرنے ، ہز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روں</w:t>
      </w:r>
      <w:r w:rsidR="005A2492">
        <w:rPr>
          <w:rtl/>
        </w:rPr>
        <w:t xml:space="preserve"> کو </w:t>
      </w:r>
    </w:p>
    <w:p w:rsidR="00F97686" w:rsidRPr="0047636C" w:rsidRDefault="00F97686" w:rsidP="00A60F54">
      <w:pPr>
        <w:pStyle w:val="libPoemTini"/>
        <w:rPr>
          <w:rtl/>
        </w:rPr>
      </w:pPr>
      <w:r w:rsidRPr="0047636C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tl/>
          <w:lang w:bidi="ur-PK"/>
        </w:rPr>
        <w:lastRenderedPageBreak/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 کرنے، ہز</w:t>
      </w:r>
      <w:r w:rsidRPr="00816B77">
        <w:rPr>
          <w:rtl/>
          <w:lang w:bidi="ur-PK"/>
        </w:rPr>
        <w:t>ا</w:t>
      </w:r>
      <w:r w:rsidR="005A2492">
        <w:rPr>
          <w:rtl/>
        </w:rPr>
        <w:t>ر بھ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ڑ</w:t>
      </w:r>
      <w:r w:rsidR="005A2492">
        <w:rPr>
          <w:rtl/>
        </w:rPr>
        <w:t xml:space="preserve"> بکر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مس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پر خرچ کرنے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تر ہے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 شخص ک</w:t>
      </w:r>
      <w:r w:rsidR="005A2492">
        <w:rPr>
          <w:rtl/>
        </w:rPr>
        <w:t xml:space="preserve">و </w:t>
      </w:r>
      <w:r w:rsidRPr="00816B77">
        <w:rPr>
          <w:rtl/>
          <w:lang w:bidi="ur-PK"/>
        </w:rPr>
        <w:t>ا</w:t>
      </w:r>
      <w:r w:rsidR="005A2492">
        <w:rPr>
          <w:rtl/>
        </w:rPr>
        <w:t>س وقت تک موت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ئے 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جب تک وہ </w:t>
      </w:r>
      <w:r w:rsidRPr="00816B77">
        <w:rPr>
          <w:rtl/>
          <w:lang w:bidi="ur-PK"/>
        </w:rPr>
        <w:t>ا</w:t>
      </w:r>
      <w:r w:rsidR="005A2492">
        <w:rPr>
          <w:rtl/>
        </w:rPr>
        <w:t>س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جنت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مق</w:t>
      </w:r>
      <w:r w:rsidRPr="00816B77">
        <w:rPr>
          <w:rtl/>
          <w:lang w:bidi="ur-PK"/>
        </w:rPr>
        <w:t>ا</w:t>
      </w:r>
      <w:r w:rsidR="005A2492">
        <w:rPr>
          <w:rtl/>
        </w:rPr>
        <w:t>م نہ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لے</w:t>
      </w:r>
    </w:p>
    <w:p w:rsidR="005A2492" w:rsidRDefault="005A2492" w:rsidP="00A21BC5">
      <w:pPr>
        <w:pStyle w:val="Heading1"/>
        <w:rPr>
          <w:rtl/>
        </w:rPr>
      </w:pPr>
      <w:bookmarkStart w:id="128" w:name="_Toc393190553"/>
      <w:r>
        <w:rPr>
          <w:rFonts w:hint="eastAsia"/>
          <w:rtl/>
        </w:rPr>
        <w:t>گھر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مدد،گن</w:t>
      </w:r>
      <w:r w:rsidR="00816B77" w:rsidRPr="00816B77">
        <w:rPr>
          <w:rtl/>
          <w:lang w:bidi="ur-PK"/>
        </w:rPr>
        <w:t>ا</w:t>
      </w:r>
      <w:r>
        <w:rPr>
          <w:rtl/>
        </w:rPr>
        <w:t>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کف</w:t>
      </w:r>
      <w:r w:rsidR="00816B77" w:rsidRPr="00816B77">
        <w:rPr>
          <w:rtl/>
          <w:lang w:bidi="ur-PK"/>
        </w:rPr>
        <w:t>ا</w:t>
      </w:r>
      <w:r>
        <w:rPr>
          <w:rtl/>
        </w:rPr>
        <w:t>رہ</w:t>
      </w:r>
      <w:bookmarkEnd w:id="128"/>
    </w:p>
    <w:p w:rsidR="005A2492" w:rsidRDefault="005A2492" w:rsidP="00F97686">
      <w:pPr>
        <w:pStyle w:val="libArabic"/>
        <w:rPr>
          <w:rtl/>
        </w:rPr>
      </w:pPr>
      <w:r>
        <w:rPr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عَلِ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 مَن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لَم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نَف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خِد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مَةِ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عِ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 فَ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َفَّ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رَةٌ لِل</w:t>
      </w:r>
      <w:r w:rsidRPr="00F97686">
        <w:rPr>
          <w:rFonts w:hint="cs"/>
          <w:rtl/>
        </w:rPr>
        <w:t>ْك</w:t>
      </w:r>
      <w:r>
        <w:rPr>
          <w:rFonts w:hint="cs"/>
          <w:rtl/>
        </w:rPr>
        <w:t>َبَ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ئِرِ وَ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ُط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غَضَبَ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لرَّبِّ وَ مُ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ُورُ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حُورِ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عِ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</w:t>
      </w:r>
      <w:r>
        <w:rPr>
          <w:rtl/>
        </w:rPr>
        <w:t>ِ وَ تَزِ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دُ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حَسَنَ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تِ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لدَّرَجَ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تِ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عَلِ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َخ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دُمُ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عِ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صِدِّ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قٌ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شَ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دٌ </w:t>
      </w:r>
      <w:r w:rsidR="00CF3D62" w:rsidRPr="00CF3D62">
        <w:rPr>
          <w:rFonts w:hint="cs"/>
          <w:rtl/>
        </w:rPr>
        <w:t>ا</w:t>
      </w:r>
      <w:r>
        <w:rPr>
          <w:rFonts w:hint="eastAsia"/>
          <w:rtl/>
        </w:rPr>
        <w:t>و</w:t>
      </w:r>
      <w:r w:rsidRPr="00F97686">
        <w:rPr>
          <w:rFonts w:hint="cs"/>
          <w:rtl/>
        </w:rPr>
        <w:t>ْ</w:t>
      </w:r>
      <w:r>
        <w:rPr>
          <w:rtl/>
        </w:rPr>
        <w:t xml:space="preserve"> رَجُلٌ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ُرِ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دُ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بِ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 xml:space="preserve">رَ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لدُّن</w:t>
      </w:r>
      <w:r w:rsidRPr="00F97686">
        <w:rPr>
          <w:rFonts w:hint="cs"/>
          <w:rtl/>
        </w:rPr>
        <w:t>ْي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خِرَةِ</w:t>
      </w:r>
      <w:r w:rsidR="00F97686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کرتے ہوئے شرم محسوس نہ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گن</w:t>
      </w:r>
      <w:r w:rsidR="00816B77" w:rsidRPr="00816B77">
        <w:rPr>
          <w:rtl/>
          <w:lang w:bidi="ur-PK"/>
        </w:rPr>
        <w:t>ا</w:t>
      </w:r>
      <w:r>
        <w:rPr>
          <w:rtl/>
        </w:rPr>
        <w:t>ہوں کے لئے کف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رہ ہے ،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وغضب  کو ٹ</w:t>
      </w:r>
      <w:r w:rsidR="00816B77" w:rsidRPr="00816B77">
        <w:rPr>
          <w:rtl/>
          <w:lang w:bidi="ur-PK"/>
        </w:rPr>
        <w:t>ا</w:t>
      </w:r>
      <w:r>
        <w:rPr>
          <w:rtl/>
        </w:rPr>
        <w:t>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حوروں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 ہےدرج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ت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حسن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 w:rsidR="00816B77" w:rsidRPr="00816B77">
        <w:rPr>
          <w:rtl/>
          <w:lang w:bidi="ur-PK"/>
        </w:rPr>
        <w:t>ا</w:t>
      </w:r>
      <w:r>
        <w:rPr>
          <w:rtl/>
        </w:rPr>
        <w:t>فہ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 w:rsidR="00816B77" w:rsidRPr="00816B77">
        <w:rPr>
          <w:rtl/>
          <w:lang w:bidi="ur-PK"/>
        </w:rPr>
        <w:t>ا</w:t>
      </w:r>
      <w:r>
        <w:rPr>
          <w:rtl/>
        </w:rPr>
        <w:t>ہل وع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>، سو</w:t>
      </w:r>
      <w:r w:rsidR="00816B77" w:rsidRPr="00816B77">
        <w:rPr>
          <w:rtl/>
          <w:lang w:bidi="ur-PK"/>
        </w:rPr>
        <w:t>ا</w:t>
      </w:r>
      <w:r>
        <w:rPr>
          <w:rtl/>
        </w:rPr>
        <w:t>ئے سچے، شہ</w:t>
      </w:r>
      <w:r>
        <w:rPr>
          <w:rFonts w:hint="cs"/>
          <w:rtl/>
        </w:rPr>
        <w:t>ی</w:t>
      </w:r>
      <w:r>
        <w:rPr>
          <w:rtl/>
        </w:rPr>
        <w:t xml:space="preserve">د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وہ شخص جس کے لئے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خرت دونوں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دہ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</w:t>
      </w:r>
    </w:p>
    <w:p w:rsidR="005A2492" w:rsidRDefault="005A2492" w:rsidP="00A21BC5">
      <w:pPr>
        <w:pStyle w:val="Heading1"/>
        <w:rPr>
          <w:rtl/>
        </w:rPr>
      </w:pPr>
      <w:bookmarkStart w:id="129" w:name="_Toc393190554"/>
      <w:r>
        <w:rPr>
          <w:rFonts w:hint="eastAsia"/>
          <w:rtl/>
        </w:rPr>
        <w:t>شوہر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>ثو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bookmarkEnd w:id="129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شوہر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</w:t>
      </w:r>
      <w:r w:rsidR="00816B77" w:rsidRPr="00816B77">
        <w:rPr>
          <w:rtl/>
          <w:lang w:bidi="ur-PK"/>
        </w:rPr>
        <w:t>ا</w:t>
      </w:r>
      <w:r>
        <w:rPr>
          <w:rtl/>
        </w:rPr>
        <w:t>تھ بٹ</w:t>
      </w:r>
      <w:r w:rsidR="00816B77" w:rsidRPr="00816B77">
        <w:rPr>
          <w:rtl/>
          <w:lang w:bidi="ur-PK"/>
        </w:rPr>
        <w:t>ا</w:t>
      </w:r>
      <w:r>
        <w:rPr>
          <w:rtl/>
        </w:rPr>
        <w:t>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ہے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خدمت کے متعلق بڑ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ذکر ہو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ہے: </w:t>
      </w:r>
    </w:p>
    <w:p w:rsidR="005A2492" w:rsidRDefault="005A2492" w:rsidP="00F97686">
      <w:pPr>
        <w:pStyle w:val="libArabic"/>
        <w:rPr>
          <w:rtl/>
        </w:rPr>
      </w:pPr>
      <w:r>
        <w:rPr>
          <w:rFonts w:hint="eastAsia"/>
          <w:rtl/>
        </w:rPr>
        <w:t>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ع </w:t>
      </w:r>
      <w:r w:rsidR="00CF3D62" w:rsidRPr="00CF3D62">
        <w:rPr>
          <w:rtl/>
        </w:rPr>
        <w:t>ا</w:t>
      </w:r>
      <w:r>
        <w:rPr>
          <w:rtl/>
        </w:rPr>
        <w:t>لِ</w:t>
      </w:r>
      <w:r w:rsidR="00CF3D62" w:rsidRPr="00CF3D62">
        <w:rPr>
          <w:rtl/>
        </w:rPr>
        <w:t>ا</w:t>
      </w:r>
      <w:r>
        <w:rPr>
          <w:rtl/>
        </w:rPr>
        <w:t>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لِحَةُ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رٌ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رَجُلٍ غَ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رِ 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لِحٍ وَ 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ةٍ خَدَمَت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سَب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عَةَ 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مٍ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غ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لَقَ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عَن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سَب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عَةَ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بِ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رِ وَ فَتَحَ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ثَمَ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َةَ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بِ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جَنَّةِ تَد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خُلُ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شَ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</w:t>
      </w:r>
      <w:r>
        <w:rPr>
          <w:rtl/>
        </w:rPr>
        <w:t>َت</w:t>
      </w:r>
      <w:r w:rsidRPr="00F97686">
        <w:rPr>
          <w:rFonts w:hint="cs"/>
          <w:rtl/>
        </w:rPr>
        <w:t>ْ</w:t>
      </w:r>
      <w:r w:rsidRPr="00C15B30">
        <w:rPr>
          <w:rFonts w:hint="cs"/>
          <w:rtl/>
        </w:rPr>
        <w:t xml:space="preserve"> </w:t>
      </w:r>
      <w:r w:rsidR="00F97686" w:rsidRPr="007741D8">
        <w:rPr>
          <w:rStyle w:val="libFootnotenumChar"/>
          <w:rFonts w:hint="cs"/>
          <w:rtl/>
        </w:rPr>
        <w:t>(2)</w:t>
      </w:r>
    </w:p>
    <w:p w:rsidR="00F97686" w:rsidRPr="00E67D25" w:rsidRDefault="00816B77" w:rsidP="001E465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ہز</w:t>
      </w:r>
      <w:r w:rsidRPr="00816B77">
        <w:rPr>
          <w:rtl/>
          <w:lang w:bidi="ur-PK"/>
        </w:rPr>
        <w:t>ا</w:t>
      </w:r>
      <w:r w:rsidR="005A2492">
        <w:rPr>
          <w:rtl/>
        </w:rPr>
        <w:t>ر برے لوگوں سے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 ہےجب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ت دن خدمت کرے تو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جہنّم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 درو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زے </w:t>
      </w:r>
      <w:r w:rsidRPr="00816B77">
        <w:rPr>
          <w:rtl/>
          <w:lang w:bidi="ur-PK"/>
        </w:rPr>
        <w:t>ا</w:t>
      </w:r>
      <w:r w:rsidR="005A2492">
        <w:rPr>
          <w:rtl/>
        </w:rPr>
        <w:t>س پر بند کرد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شت کے س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رے درو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زے کھول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کہ جس درو</w:t>
      </w:r>
      <w:r w:rsidRPr="00816B77">
        <w:rPr>
          <w:rtl/>
          <w:lang w:bidi="ur-PK"/>
        </w:rPr>
        <w:t>ا</w:t>
      </w:r>
      <w:r w:rsidR="005A2492">
        <w:rPr>
          <w:rtl/>
        </w:rPr>
        <w:t>زے سے چ</w:t>
      </w:r>
      <w:r w:rsidRPr="00816B77">
        <w:rPr>
          <w:rtl/>
          <w:lang w:bidi="ur-PK"/>
        </w:rPr>
        <w:t>ا</w:t>
      </w:r>
      <w:r w:rsidR="005A2492">
        <w:rPr>
          <w:rtl/>
        </w:rPr>
        <w:t>ہے د</w:t>
      </w:r>
      <w:r w:rsidRPr="00816B77">
        <w:rPr>
          <w:rtl/>
          <w:lang w:bidi="ur-PK"/>
        </w:rPr>
        <w:t>ا</w:t>
      </w:r>
      <w:r w:rsidR="005A2492">
        <w:rPr>
          <w:rtl/>
        </w:rPr>
        <w:t>خل ہوسکت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ہےمز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F97686" w:rsidRDefault="00F9768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E4650" w:rsidRDefault="00F97686" w:rsidP="001E465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1E4650" w:rsidRPr="001E4650">
        <w:rPr>
          <w:rtl/>
        </w:rPr>
        <w:t xml:space="preserve"> </w:t>
      </w:r>
      <w:r w:rsidR="001E4650" w:rsidRPr="00816B77">
        <w:rPr>
          <w:rStyle w:val="libFootNoteArabicChar"/>
          <w:rtl/>
        </w:rPr>
        <w:t>بح</w:t>
      </w:r>
      <w:r w:rsidR="00CF3D62" w:rsidRPr="00CF3D62">
        <w:rPr>
          <w:rStyle w:val="libFootNoteArabicChar"/>
          <w:rtl/>
          <w:lang w:bidi="ar-SA"/>
        </w:rPr>
        <w:t>ا</w:t>
      </w:r>
      <w:r w:rsidR="001E4650" w:rsidRPr="00816B77">
        <w:rPr>
          <w:rStyle w:val="libFootNoteArabicChar"/>
          <w:rtl/>
        </w:rPr>
        <w:t>ر</w:t>
      </w:r>
      <w:r w:rsidR="00CF3D62" w:rsidRPr="00CF3D62">
        <w:rPr>
          <w:rStyle w:val="libFootNoteArabicChar"/>
          <w:rtl/>
          <w:lang w:bidi="ar-SA"/>
        </w:rPr>
        <w:t>ا</w:t>
      </w:r>
      <w:r w:rsidR="001E4650" w:rsidRPr="00816B77">
        <w:rPr>
          <w:rStyle w:val="libFootNoteArabicChar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Style w:val="libFootNoteArabicChar"/>
          <w:rFonts w:hint="cs"/>
          <w:rtl/>
        </w:rPr>
        <w:t>نو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Style w:val="libFootNoteArabicChar"/>
          <w:rFonts w:hint="cs"/>
          <w:rtl/>
        </w:rPr>
        <w:t>ر ،ج101 ، ص132،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Style w:val="libFootNoteArabicChar"/>
          <w:rFonts w:hint="cs"/>
          <w:rtl/>
        </w:rPr>
        <w:t xml:space="preserve">ب  فضل خدمة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Style w:val="libFootNoteArabicChar"/>
          <w:rFonts w:hint="cs"/>
          <w:rtl/>
        </w:rPr>
        <w:t>لعي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Style w:val="libFootNoteArabicChar"/>
          <w:rFonts w:hint="cs"/>
          <w:rtl/>
        </w:rPr>
        <w:t>ل</w:t>
      </w:r>
    </w:p>
    <w:p w:rsidR="00F97686" w:rsidRDefault="00F97686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1E4650" w:rsidRPr="001E4650">
        <w:rPr>
          <w:rtl/>
        </w:rPr>
        <w:t xml:space="preserve"> </w:t>
      </w:r>
      <w:r w:rsidR="001E4650">
        <w:rPr>
          <w:rtl/>
        </w:rPr>
        <w:t>وس</w:t>
      </w:r>
      <w:r w:rsidR="00816B77" w:rsidRPr="00816B77">
        <w:rPr>
          <w:rtl/>
        </w:rPr>
        <w:t>ا</w:t>
      </w:r>
      <w:r w:rsidR="001E4650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1E4650">
        <w:rPr>
          <w:rFonts w:hint="eastAsia"/>
          <w:rtl/>
        </w:rPr>
        <w:t>،ج</w:t>
      </w:r>
      <w:r w:rsidR="001E4650">
        <w:rPr>
          <w:rtl/>
          <w:lang w:bidi="fa-IR"/>
        </w:rPr>
        <w:t>۲۰</w:t>
      </w:r>
      <w:r w:rsidR="001E4650">
        <w:rPr>
          <w:rtl/>
        </w:rPr>
        <w:t>،  ص</w:t>
      </w:r>
      <w:r w:rsidR="001E4650">
        <w:rPr>
          <w:rtl/>
          <w:lang w:bidi="fa-IR"/>
        </w:rPr>
        <w:t>۱۷۲</w:t>
      </w:r>
    </w:p>
    <w:p w:rsidR="00F97686" w:rsidRPr="00F97686" w:rsidRDefault="00F97686" w:rsidP="00A60F54">
      <w:pPr>
        <w:pStyle w:val="libPoemTini"/>
        <w:rPr>
          <w:rtl/>
        </w:rPr>
      </w:pPr>
      <w:r w:rsidRPr="00F97686">
        <w:rPr>
          <w:rtl/>
        </w:rPr>
        <w:br w:type="page"/>
      </w:r>
    </w:p>
    <w:p w:rsidR="005A2492" w:rsidRDefault="001E4650" w:rsidP="005A2492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خدمت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صلح و صف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مشکل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پر صبر و تحمّل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بھل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و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نبھ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مشکل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م </w:t>
      </w:r>
      <w:r w:rsidR="005A2492" w:rsidRPr="00E67D25">
        <w:rPr>
          <w:rFonts w:hint="cs"/>
          <w:rtl/>
        </w:rPr>
        <w:t>ہےخو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پنے سر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یٰٰ</w:t>
      </w:r>
      <w:r w:rsidR="005A2492">
        <w:rPr>
          <w:rtl/>
        </w:rPr>
        <w:t xml:space="preserve"> نے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کتن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عظ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جر د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شت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 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طمہ زہر</w:t>
      </w:r>
      <w:r w:rsidR="00816B77" w:rsidRPr="00816B77">
        <w:rPr>
          <w:rtl/>
          <w:lang w:bidi="ur-PK"/>
        </w:rPr>
        <w:t>ا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کے نص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لکھ د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جہنم کو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پر حر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 قر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816B77" w:rsidP="00A21BC5">
      <w:pPr>
        <w:pStyle w:val="Heading1"/>
        <w:rPr>
          <w:rtl/>
        </w:rPr>
      </w:pPr>
      <w:bookmarkStart w:id="130" w:name="_Toc393190555"/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برتن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بج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کرنے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bookmarkEnd w:id="130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سے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ہے کہ 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F97686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F97686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ِ ع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رَسُولَ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ص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ةٍ رَفَعَت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بَ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تِ 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شَ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ئ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مَو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ضِعٍ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مَو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ضِعٍ تُرِ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دُ بِ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صَلَ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نَظَرَ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Pr="00F97686">
        <w:rPr>
          <w:rFonts w:hint="cs"/>
          <w:rtl/>
        </w:rPr>
        <w:t>يْه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مَن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نَظَرَ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Pr="00F97686">
        <w:rPr>
          <w:rFonts w:hint="cs"/>
          <w:rtl/>
        </w:rPr>
        <w:t>يْه</w:t>
      </w:r>
      <w:r>
        <w:rPr>
          <w:rFonts w:hint="cs"/>
          <w:rtl/>
        </w:rPr>
        <w:t>ِ لَم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ُعَذِّب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ُ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لَت</w:t>
      </w:r>
      <w:r w:rsidR="00F97686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5A2492" w:rsidRDefault="005A2492" w:rsidP="00F9768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 دوسر</w:t>
      </w:r>
      <w:r>
        <w:rPr>
          <w:rFonts w:hint="cs"/>
          <w:rtl/>
        </w:rPr>
        <w:t>ی</w:t>
      </w:r>
      <w:r>
        <w:rPr>
          <w:rtl/>
        </w:rPr>
        <w:t xml:space="preserve"> جگہ رکھ دے ت</w:t>
      </w:r>
      <w:r w:rsidR="00816B77" w:rsidRPr="00816B77">
        <w:rPr>
          <w:rtl/>
          <w:lang w:bidi="ur-PK"/>
        </w:rPr>
        <w:t>ا</w:t>
      </w:r>
      <w:r>
        <w:rPr>
          <w:rtl/>
        </w:rPr>
        <w:t>کہ گھرم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و ضبط </w:t>
      </w:r>
      <w:r w:rsidR="00816B77" w:rsidRPr="00816B77">
        <w:rPr>
          <w:rtl/>
          <w:lang w:bidi="ur-PK"/>
        </w:rPr>
        <w:t>ا</w:t>
      </w:r>
      <w:r>
        <w:rPr>
          <w:rtl/>
        </w:rPr>
        <w:t>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ہو, تو خد</w:t>
      </w:r>
      <w:r w:rsidR="00816B77" w:rsidRPr="00816B77">
        <w:rPr>
          <w:rtl/>
          <w:lang w:bidi="ur-PK"/>
        </w:rPr>
        <w:t>ا</w:t>
      </w:r>
      <w:r>
        <w:rPr>
          <w:rtl/>
        </w:rPr>
        <w:t>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نظر رحمت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جس پر نظر رحمت پڑے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کوئ</w:t>
      </w:r>
      <w:r>
        <w:rPr>
          <w:rFonts w:hint="cs"/>
          <w:rtl/>
        </w:rPr>
        <w:t>ی</w:t>
      </w:r>
      <w:r>
        <w:rPr>
          <w:rtl/>
        </w:rPr>
        <w:t xml:space="preserve"> عذ</w:t>
      </w:r>
      <w:r w:rsidR="00816B77" w:rsidRPr="00816B77">
        <w:rPr>
          <w:rtl/>
          <w:lang w:bidi="ur-PK"/>
        </w:rPr>
        <w:t>ا</w:t>
      </w:r>
      <w:r>
        <w:rPr>
          <w:rtl/>
        </w:rPr>
        <w:t>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 w:rsidR="00F97686" w:rsidRPr="007741D8">
        <w:rPr>
          <w:rStyle w:val="libFootnotenumChar"/>
          <w:rFonts w:hint="cs"/>
          <w:rtl/>
        </w:rPr>
        <w:t>(2)</w:t>
      </w:r>
    </w:p>
    <w:p w:rsidR="005A2492" w:rsidRDefault="00816B77" w:rsidP="00A21BC5">
      <w:pPr>
        <w:pStyle w:val="Heading1"/>
        <w:rPr>
          <w:rtl/>
        </w:rPr>
      </w:pPr>
      <w:bookmarkStart w:id="131" w:name="_Toc393190556"/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گل</w:t>
      </w:r>
      <w:r w:rsidRPr="00816B77">
        <w:rPr>
          <w:rtl/>
          <w:lang w:bidi="ur-PK"/>
        </w:rPr>
        <w:t>ا</w:t>
      </w:r>
      <w:r w:rsidR="005A2492">
        <w:rPr>
          <w:rtl/>
        </w:rPr>
        <w:t>س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س</w:t>
      </w:r>
      <w:r w:rsidRPr="00816B77">
        <w:rPr>
          <w:rtl/>
          <w:lang w:bidi="ur-PK"/>
        </w:rPr>
        <w:t>ا</w:t>
      </w:r>
      <w:r w:rsidR="005A2492">
        <w:rPr>
          <w:rtl/>
        </w:rPr>
        <w:t>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>دت!</w:t>
      </w:r>
      <w:bookmarkEnd w:id="131"/>
    </w:p>
    <w:p w:rsidR="005A2492" w:rsidRDefault="005A2492" w:rsidP="00F97686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</w:t>
      </w:r>
      <w:r w:rsidR="00CF3D62" w:rsidRPr="00CF3D62">
        <w:rPr>
          <w:rtl/>
        </w:rPr>
        <w:t>ا</w:t>
      </w:r>
      <w:r>
        <w:rPr>
          <w:rtl/>
        </w:rPr>
        <w:t>لَ ع:  مَ</w:t>
      </w:r>
      <w:r w:rsidR="00CF3D62" w:rsidRPr="00CF3D62">
        <w:rPr>
          <w:rtl/>
        </w:rPr>
        <w:t>ا</w:t>
      </w:r>
      <w:r>
        <w:rPr>
          <w:rtl/>
        </w:rPr>
        <w:t xml:space="preserve"> مِنِ </w:t>
      </w:r>
      <w:r w:rsidR="00CF3D62" w:rsidRPr="00CF3D62">
        <w:rPr>
          <w:rtl/>
        </w:rPr>
        <w:t>ا</w:t>
      </w:r>
      <w:r>
        <w:rPr>
          <w:rtl/>
        </w:rPr>
        <w:t>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ةٍ تَس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شَر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بَةً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ءٍ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عِبَ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دَةِ سَنَةٍ صِ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مِ نَ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قِ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مِ لَ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لِ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ُلِّ شَر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بَةٍ تَس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مَدِ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نَةً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جَنَّةِ وَ غَفَرَ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سِتِّ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نَ خَطِ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ئَةً</w:t>
      </w:r>
      <w:r w:rsidR="00F97686" w:rsidRPr="007741D8">
        <w:rPr>
          <w:rStyle w:val="libFootnotenumChar"/>
          <w:rFonts w:hint="cs"/>
          <w:rtl/>
        </w:rPr>
        <w:t>(3)</w:t>
      </w:r>
    </w:p>
    <w:p w:rsidR="005A2492" w:rsidRDefault="00816B77" w:rsidP="001E465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جو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شوہر کو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گل</w:t>
      </w:r>
      <w:r w:rsidRPr="00816B77">
        <w:rPr>
          <w:rtl/>
          <w:lang w:bidi="ur-PK"/>
        </w:rPr>
        <w:t>ا</w:t>
      </w:r>
      <w:r w:rsidR="005A2492">
        <w:rPr>
          <w:rtl/>
        </w:rPr>
        <w:t>س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دت (دن کو روزہ </w:t>
      </w:r>
      <w:r w:rsidRPr="00816B77">
        <w:rPr>
          <w:rtl/>
          <w:lang w:bidi="ur-PK"/>
        </w:rPr>
        <w:t>ا</w:t>
      </w:r>
      <w:r w:rsidR="005A2492">
        <w:rPr>
          <w:rtl/>
        </w:rPr>
        <w:t>ور ر</w:t>
      </w:r>
      <w:r w:rsidRPr="00816B77">
        <w:rPr>
          <w:rtl/>
          <w:lang w:bidi="ur-PK"/>
        </w:rPr>
        <w:t>ا</w:t>
      </w:r>
      <w:r w:rsidR="005A2492">
        <w:rPr>
          <w:rtl/>
        </w:rPr>
        <w:t>ت بھرنم</w:t>
      </w:r>
      <w:r w:rsidRPr="00816B77">
        <w:rPr>
          <w:rtl/>
          <w:lang w:bidi="ur-PK"/>
        </w:rPr>
        <w:t>ا</w:t>
      </w:r>
      <w:r w:rsidR="005A2492">
        <w:rPr>
          <w:rtl/>
        </w:rPr>
        <w:t>ز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گز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ہو)سے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عل</w:t>
      </w:r>
      <w:r w:rsidRPr="00816B77">
        <w:rPr>
          <w:rtl/>
          <w:lang w:bidi="ur-PK"/>
        </w:rPr>
        <w:t>ا</w:t>
      </w:r>
      <w:r w:rsidR="005A2492">
        <w:rPr>
          <w:rtl/>
        </w:rPr>
        <w:t>وہ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شت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شہر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س</w:t>
      </w:r>
      <w:r w:rsidRPr="00816B77">
        <w:rPr>
          <w:rtl/>
          <w:lang w:bidi="ur-PK"/>
        </w:rPr>
        <w:t>ا</w:t>
      </w:r>
      <w:r w:rsidR="005A2492">
        <w:rPr>
          <w:rtl/>
        </w:rPr>
        <w:t>ٹھ گن</w:t>
      </w:r>
      <w:r w:rsidRPr="00816B77">
        <w:rPr>
          <w:rtl/>
          <w:lang w:bidi="ur-PK"/>
        </w:rPr>
        <w:t>ا</w:t>
      </w:r>
      <w:r w:rsidR="005A2492">
        <w:rPr>
          <w:rtl/>
        </w:rPr>
        <w:t>ہوں کو مع</w:t>
      </w:r>
      <w:r w:rsidRPr="00816B77">
        <w:rPr>
          <w:rtl/>
          <w:lang w:bidi="ur-PK"/>
        </w:rPr>
        <w:t>ا</w:t>
      </w:r>
      <w:r w:rsidR="005A2492">
        <w:rPr>
          <w:rtl/>
        </w:rPr>
        <w:t>ف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</w:p>
    <w:p w:rsidR="00F97686" w:rsidRDefault="00F9768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E4650" w:rsidRDefault="00F97686" w:rsidP="001E465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1E4650">
        <w:rPr>
          <w:rtl/>
        </w:rPr>
        <w:t xml:space="preserve">  </w:t>
      </w:r>
      <w:r w:rsidR="001E4650" w:rsidRPr="00816B77">
        <w:rPr>
          <w:rStyle w:val="libFootNoteArabicChar"/>
          <w:rtl/>
        </w:rPr>
        <w:t>وس</w:t>
      </w:r>
      <w:r w:rsidR="00CF3D62" w:rsidRPr="00CF3D62">
        <w:rPr>
          <w:rStyle w:val="libFootNoteArabicChar"/>
          <w:rtl/>
          <w:lang w:bidi="ar-SA"/>
        </w:rPr>
        <w:t>ا</w:t>
      </w:r>
      <w:r w:rsidR="001E4650" w:rsidRPr="00816B77">
        <w:rPr>
          <w:rStyle w:val="libFootNoteArabicChar"/>
          <w:rtl/>
        </w:rPr>
        <w:t>ئل</w:t>
      </w:r>
      <w:r w:rsidR="001E4650" w:rsidRPr="00816B77">
        <w:rPr>
          <w:rStyle w:val="libFootNoteArabicChar"/>
          <w:rFonts w:hint="cs"/>
          <w:rtl/>
        </w:rPr>
        <w:t>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Style w:val="libFootNoteArabicChar"/>
          <w:rFonts w:hint="cs"/>
          <w:rtl/>
        </w:rPr>
        <w:t>لشيعة، ج 21 ، ص 451 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Style w:val="libFootNoteArabicChar"/>
          <w:rFonts w:hint="cs"/>
          <w:rtl/>
        </w:rPr>
        <w:t xml:space="preserve">ب خدمة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Style w:val="libFootNoteArabicChar"/>
          <w:rFonts w:hint="cs"/>
          <w:rtl/>
        </w:rPr>
        <w:t>لمر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Style w:val="libFootNoteArabicChar"/>
          <w:rFonts w:hint="cs"/>
          <w:rtl/>
        </w:rPr>
        <w:t>ة زوجه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E4650" w:rsidRPr="00816B77">
        <w:rPr>
          <w:rFonts w:hint="cs"/>
          <w:rtl/>
        </w:rPr>
        <w:t xml:space="preserve"> </w:t>
      </w:r>
    </w:p>
    <w:p w:rsidR="00F97686" w:rsidRDefault="00F97686" w:rsidP="001E4650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1E4650" w:rsidRPr="001E4650">
        <w:rPr>
          <w:rtl/>
        </w:rPr>
        <w:t xml:space="preserve"> </w:t>
      </w:r>
      <w:r w:rsidR="00816B77" w:rsidRPr="00816B77">
        <w:rPr>
          <w:rtl/>
        </w:rPr>
        <w:t>ا</w:t>
      </w:r>
      <w:r w:rsidR="001E4650">
        <w:rPr>
          <w:rtl/>
        </w:rPr>
        <w:t>لگوہ</w:t>
      </w:r>
      <w:r w:rsidR="00816B77" w:rsidRPr="00816B77">
        <w:rPr>
          <w:rtl/>
        </w:rPr>
        <w:t>ا</w:t>
      </w:r>
      <w:r w:rsidR="001E4650">
        <w:rPr>
          <w:rFonts w:hint="cs"/>
          <w:rtl/>
        </w:rPr>
        <w:t>ی</w:t>
      </w:r>
      <w:r w:rsidR="001E4650">
        <w:rPr>
          <w:rtl/>
        </w:rPr>
        <w:t xml:space="preserve"> ترب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ت</w:t>
      </w:r>
      <w:r w:rsidR="001E4650">
        <w:rPr>
          <w:rtl/>
        </w:rPr>
        <w:t xml:space="preserve"> کودک</w:t>
      </w:r>
      <w:r w:rsidR="00816B77" w:rsidRPr="00816B77">
        <w:rPr>
          <w:rtl/>
        </w:rPr>
        <w:t>ا</w:t>
      </w:r>
      <w:r w:rsidR="001E4650">
        <w:rPr>
          <w:rtl/>
        </w:rPr>
        <w:t>ن،ص</w:t>
      </w:r>
      <w:r w:rsidR="00C15B30" w:rsidRPr="00C15B30">
        <w:rPr>
          <w:rFonts w:hint="cs"/>
          <w:rtl/>
        </w:rPr>
        <w:t>67</w:t>
      </w:r>
      <w:r w:rsidR="001E4650" w:rsidRPr="001E4650">
        <w:rPr>
          <w:rtl/>
        </w:rPr>
        <w:t xml:space="preserve"> </w:t>
      </w:r>
    </w:p>
    <w:p w:rsidR="00F97686" w:rsidRDefault="00F97686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1E4650" w:rsidRPr="001E4650">
        <w:rPr>
          <w:rtl/>
        </w:rPr>
        <w:t xml:space="preserve"> </w:t>
      </w:r>
      <w:r w:rsidR="001E4650">
        <w:rPr>
          <w:rtl/>
        </w:rPr>
        <w:t>وس</w:t>
      </w:r>
      <w:r w:rsidR="00816B77" w:rsidRPr="00816B77">
        <w:rPr>
          <w:rtl/>
        </w:rPr>
        <w:t>ا</w:t>
      </w:r>
      <w:r w:rsidR="001E4650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1E4650">
        <w:rPr>
          <w:rtl/>
        </w:rPr>
        <w:t xml:space="preserve"> ،ج </w:t>
      </w:r>
      <w:r w:rsidR="001E4650">
        <w:rPr>
          <w:rtl/>
          <w:lang w:bidi="fa-IR"/>
        </w:rPr>
        <w:t>۲۰</w:t>
      </w:r>
      <w:r w:rsidR="001E4650">
        <w:rPr>
          <w:rtl/>
        </w:rPr>
        <w:t>، ص</w:t>
      </w:r>
      <w:r w:rsidR="00C15B30" w:rsidRPr="00C15B30">
        <w:rPr>
          <w:rFonts w:hint="cs"/>
          <w:rtl/>
        </w:rPr>
        <w:t>1</w:t>
      </w:r>
      <w:r w:rsidR="001E4650">
        <w:rPr>
          <w:rtl/>
          <w:lang w:bidi="fa-IR"/>
        </w:rPr>
        <w:t>۷۲</w:t>
      </w:r>
    </w:p>
    <w:p w:rsidR="00F97686" w:rsidRPr="001E4650" w:rsidRDefault="00F97686" w:rsidP="00A60F54">
      <w:pPr>
        <w:pStyle w:val="libPoemTini"/>
        <w:rPr>
          <w:rtl/>
        </w:rPr>
      </w:pPr>
      <w:r w:rsidRPr="001E4650">
        <w:rPr>
          <w:rtl/>
        </w:rPr>
        <w:br w:type="page"/>
      </w:r>
    </w:p>
    <w:p w:rsidR="001E4650" w:rsidRDefault="001E4650" w:rsidP="00315026">
      <w:pPr>
        <w:pStyle w:val="libNormal"/>
        <w:rPr>
          <w:rtl/>
        </w:rPr>
      </w:pPr>
      <w:r>
        <w:rPr>
          <w:rtl/>
        </w:rPr>
        <w:lastRenderedPageBreak/>
        <w:t>رسول 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 w:rsidRPr="001E4650">
        <w:rPr>
          <w:rStyle w:val="libArabicChar"/>
          <w:rFonts w:hint="eastAsia"/>
          <w:rtl/>
        </w:rPr>
        <w:t>طوب</w:t>
      </w:r>
      <w:r w:rsidRPr="001E4650">
        <w:rPr>
          <w:rStyle w:val="libArabicChar"/>
          <w:rFonts w:hint="cs"/>
          <w:rtl/>
        </w:rPr>
        <w:t>ی</w:t>
      </w:r>
      <w:r w:rsidRPr="001E4650">
        <w:rPr>
          <w:rStyle w:val="libArabicChar"/>
          <w:rtl/>
        </w:rPr>
        <w:t xml:space="preserve"> ل</w:t>
      </w:r>
      <w:r w:rsidR="00CF3D62" w:rsidRPr="00CF3D62">
        <w:rPr>
          <w:rStyle w:val="libArabicChar"/>
          <w:rtl/>
        </w:rPr>
        <w:t>ا</w:t>
      </w:r>
      <w:r w:rsidRPr="001E4650">
        <w:rPr>
          <w:rStyle w:val="libArabicChar"/>
          <w:rtl/>
        </w:rPr>
        <w:t>مر</w:t>
      </w:r>
      <w:r w:rsidR="00CF3D62" w:rsidRPr="00CF3D62">
        <w:rPr>
          <w:rStyle w:val="libArabicChar"/>
          <w:rtl/>
        </w:rPr>
        <w:t>ا</w:t>
      </w:r>
      <w:r w:rsidRPr="001E4650">
        <w:rPr>
          <w:rStyle w:val="libArabicChar"/>
          <w:rtl/>
        </w:rPr>
        <w:t>ةٍ رض</w:t>
      </w:r>
      <w:r w:rsidRPr="001E4650">
        <w:rPr>
          <w:rStyle w:val="libArabicChar"/>
          <w:rFonts w:hint="cs"/>
          <w:rtl/>
        </w:rPr>
        <w:t>ی</w:t>
      </w:r>
      <w:r w:rsidRPr="001E4650">
        <w:rPr>
          <w:rStyle w:val="libArabicChar"/>
          <w:rtl/>
        </w:rPr>
        <w:t xml:space="preserve"> عن</w:t>
      </w:r>
      <w:r w:rsidRPr="001E4650">
        <w:rPr>
          <w:rStyle w:val="libArabicChar"/>
          <w:rFonts w:hint="cs"/>
          <w:rtl/>
        </w:rPr>
        <w:t>ه</w:t>
      </w:r>
      <w:r w:rsidR="00CF3D62" w:rsidRPr="00CF3D62">
        <w:rPr>
          <w:rStyle w:val="libArabicChar"/>
          <w:rFonts w:hint="cs"/>
          <w:rtl/>
        </w:rPr>
        <w:t>ا</w:t>
      </w:r>
      <w:r w:rsidRPr="001E4650">
        <w:rPr>
          <w:rStyle w:val="libArabicChar"/>
          <w:rFonts w:hint="cs"/>
          <w:rtl/>
        </w:rPr>
        <w:t xml:space="preserve"> زوجه</w:t>
      </w:r>
      <w:r w:rsidR="00CF3D62" w:rsidRPr="00CF3D62">
        <w:rPr>
          <w:rStyle w:val="libArabicChar"/>
          <w:rFonts w:hint="cs"/>
          <w:rtl/>
        </w:rPr>
        <w:t>ا</w:t>
      </w:r>
      <w:r w:rsidR="00315026" w:rsidRPr="00315026">
        <w:rPr>
          <w:rStyle w:val="libFootnotenumChar"/>
          <w:rFonts w:hint="cs"/>
          <w:rtl/>
        </w:rPr>
        <w:t>(1)</w:t>
      </w:r>
      <w:r w:rsidRPr="00E67D2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عورت کے لئے مب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رک ہو جس پر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ہوک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شوہر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عظمت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مرتب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 w:rsidR="00816B77" w:rsidRPr="00816B77">
        <w:rPr>
          <w:rtl/>
          <w:lang w:bidi="ur-PK"/>
        </w:rPr>
        <w:t>ا</w:t>
      </w:r>
      <w:r>
        <w:rPr>
          <w:rtl/>
        </w:rPr>
        <w:t>فہ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A21BC5">
      <w:pPr>
        <w:pStyle w:val="Heading1"/>
        <w:rPr>
          <w:rtl/>
        </w:rPr>
      </w:pPr>
      <w:bookmarkStart w:id="132" w:name="_Toc393190557"/>
      <w:r>
        <w:rPr>
          <w:rFonts w:hint="eastAsia"/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Pr="00A60F54">
        <w:rPr>
          <w:rFonts w:hint="cs"/>
          <w:rtl/>
        </w:rPr>
        <w:t>شت</w:t>
      </w:r>
      <w:r>
        <w:rPr>
          <w:rtl/>
        </w:rPr>
        <w:t xml:space="preserve"> کے کس درو</w:t>
      </w:r>
      <w:r w:rsidR="00816B77" w:rsidRPr="00816B77">
        <w:rPr>
          <w:rtl/>
          <w:lang w:bidi="ur-PK"/>
        </w:rPr>
        <w:t>ا</w:t>
      </w:r>
      <w:r>
        <w:rPr>
          <w:rtl/>
        </w:rPr>
        <w:t>زے سے؟</w:t>
      </w:r>
      <w:bookmarkEnd w:id="132"/>
    </w:p>
    <w:p w:rsidR="005A2492" w:rsidRDefault="005A2492" w:rsidP="00315026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F97686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صَلَّتِ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ةُ خَم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سَ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شَ</w:t>
      </w:r>
      <w:r w:rsidRPr="00F97686">
        <w:rPr>
          <w:rFonts w:hint="cs"/>
          <w:rtl/>
        </w:rPr>
        <w:t>هْ</w:t>
      </w:r>
      <w:r>
        <w:rPr>
          <w:rFonts w:hint="cs"/>
          <w:rtl/>
        </w:rPr>
        <w:t>رَ</w:t>
      </w:r>
      <w:r w:rsidRPr="00F97686">
        <w:rPr>
          <w:rFonts w:hint="cs"/>
          <w:rtl/>
        </w:rPr>
        <w:t>ه</w:t>
      </w:r>
      <w:r>
        <w:rPr>
          <w:rtl/>
        </w:rPr>
        <w:t>َ</w:t>
      </w:r>
      <w:r w:rsidR="00CF3D62" w:rsidRPr="00CF3D62">
        <w:rPr>
          <w:rtl/>
        </w:rPr>
        <w:t>ا</w:t>
      </w:r>
      <w:r>
        <w:rPr>
          <w:rtl/>
        </w:rPr>
        <w:t xml:space="preserve"> وَ حَجَّت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بَ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تَ رَبِّ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عَرَفَت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حَقَّ عَلِ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ٍّ فَل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خُل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ِّ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بِ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جِنَ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 شَ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F97686" w:rsidRPr="007741D8">
        <w:rPr>
          <w:rStyle w:val="libFootnotenumChar"/>
          <w:rFonts w:hint="cs"/>
          <w:rtl/>
        </w:rPr>
        <w:t>(</w:t>
      </w:r>
      <w:r w:rsidR="00315026">
        <w:rPr>
          <w:rStyle w:val="libFootnotenumChar"/>
          <w:rFonts w:hint="cs"/>
          <w:rtl/>
        </w:rPr>
        <w:t>2</w:t>
      </w:r>
      <w:r w:rsidR="00F97686" w:rsidRPr="007741D8">
        <w:rPr>
          <w:rStyle w:val="libFootnotenumChar"/>
          <w:rFonts w:hint="cs"/>
          <w:rtl/>
        </w:rPr>
        <w:t>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ن ہے: ہر وہ عورت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رمض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روزہ رکھت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ورعل</w:t>
      </w:r>
      <w:r>
        <w:rPr>
          <w:rFonts w:hint="cs"/>
          <w:rtl/>
        </w:rPr>
        <w:t>یؑ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فہء</w:t>
      </w:r>
      <w:r>
        <w:rPr>
          <w:rtl/>
        </w:rPr>
        <w:t xml:space="preserve"> رسول </w:t>
      </w:r>
      <w:r w:rsidR="000B1FC0" w:rsidRPr="000B1FC0">
        <w:rPr>
          <w:rtl/>
          <w:lang w:bidi="ur-PK"/>
        </w:rPr>
        <w:t>(ص)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نبرد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ہو،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شت کے جس درو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زے سے 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خل ہون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 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ہے 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خل ہو سکت</w:t>
      </w:r>
      <w:r>
        <w:rPr>
          <w:rFonts w:hint="cs"/>
          <w:rtl/>
        </w:rPr>
        <w:t>ی</w:t>
      </w:r>
      <w:r>
        <w:rPr>
          <w:rtl/>
        </w:rPr>
        <w:t xml:space="preserve"> ہے"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عورت کو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 w:rsidR="00816B77" w:rsidRPr="00816B77">
        <w:rPr>
          <w:rtl/>
          <w:lang w:bidi="ur-PK"/>
        </w:rPr>
        <w:t>ا</w:t>
      </w:r>
      <w:r>
        <w:rPr>
          <w:rtl/>
        </w:rPr>
        <w:t>ئل، بچوّں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شوہر کے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س رکھنے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گز</w:t>
      </w:r>
      <w:r w:rsidR="00816B77" w:rsidRPr="00816B77">
        <w:rPr>
          <w:rtl/>
          <w:lang w:bidi="ur-PK"/>
        </w:rPr>
        <w:t>ا</w:t>
      </w:r>
      <w:r>
        <w:rPr>
          <w:rtl/>
        </w:rPr>
        <w:t>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لئے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وعدہ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جو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ضگ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بنے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کرے 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کے لئے عذ</w:t>
      </w:r>
      <w:r w:rsidR="00816B77" w:rsidRPr="00816B77">
        <w:rPr>
          <w:rtl/>
          <w:lang w:bidi="ur-PK"/>
        </w:rPr>
        <w:t>ا</w:t>
      </w:r>
      <w:r>
        <w:rPr>
          <w:rtl/>
        </w:rPr>
        <w:t>ب جہنم ہےلہذ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شوہر ک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ہو،بچوّں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عث بنت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</w:p>
    <w:p w:rsidR="005A2492" w:rsidRDefault="005A2492" w:rsidP="00A21BC5">
      <w:pPr>
        <w:pStyle w:val="Heading1"/>
        <w:rPr>
          <w:rtl/>
        </w:rPr>
      </w:pPr>
      <w:bookmarkStart w:id="133" w:name="_Toc393190558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محشور</w:t>
      </w:r>
      <w:bookmarkEnd w:id="133"/>
    </w:p>
    <w:p w:rsidR="005A2492" w:rsidRDefault="005A2492" w:rsidP="00315026">
      <w:pPr>
        <w:pStyle w:val="libArabic"/>
        <w:rPr>
          <w:rtl/>
        </w:rPr>
      </w:pPr>
      <w:r>
        <w:rPr>
          <w:rtl/>
        </w:rPr>
        <w:t xml:space="preserve">  قَ</w:t>
      </w:r>
      <w:r w:rsidR="00CF3D62" w:rsidRPr="00CF3D62">
        <w:rPr>
          <w:rtl/>
        </w:rPr>
        <w:t>ا</w:t>
      </w:r>
      <w:r>
        <w:rPr>
          <w:rtl/>
        </w:rPr>
        <w:t>لَ ع:  ثَلَ</w:t>
      </w:r>
      <w:r w:rsidR="00CF3D62" w:rsidRPr="00CF3D62">
        <w:rPr>
          <w:rtl/>
        </w:rPr>
        <w:t>ا</w:t>
      </w:r>
      <w:r>
        <w:rPr>
          <w:rtl/>
        </w:rPr>
        <w:t xml:space="preserve">ثٌ مِنَ </w:t>
      </w:r>
      <w:r w:rsidR="00CF3D62" w:rsidRPr="00CF3D62">
        <w:rPr>
          <w:rtl/>
        </w:rPr>
        <w:t>ا</w:t>
      </w:r>
      <w:r>
        <w:rPr>
          <w:rtl/>
        </w:rPr>
        <w:t>لنِّسَ</w:t>
      </w:r>
      <w:r w:rsidR="00CF3D62" w:rsidRPr="00CF3D62">
        <w:rPr>
          <w:rtl/>
        </w:rPr>
        <w:t>ا</w:t>
      </w:r>
      <w:r>
        <w:rPr>
          <w:rtl/>
        </w:rPr>
        <w:t xml:space="preserve">ءِ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فَعُ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عَن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ُنَّ عَذَ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رِ وَ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ُونُ مَح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شَرُ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ُنَّ مَعَ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طِمَةَ بِن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تِ مُحَمَّدٍ ص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ةٌ صَبَرَت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غَ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رَ 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ةٌ صَبَرَت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ع</w:t>
      </w:r>
      <w:r>
        <w:rPr>
          <w:rtl/>
        </w:rPr>
        <w:t>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سُوءِ خُلُقِ 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ةٌ وَ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َبَت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صَد</w:t>
      </w:r>
      <w:r>
        <w:rPr>
          <w:rFonts w:hint="eastAsia"/>
          <w:rtl/>
        </w:rPr>
        <w:t>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قَ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لِزَو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طِ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ُلَّ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حِدَةٍ مِن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ُنَّ ثَوَ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 شَ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دٍ وَ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F97686">
        <w:rPr>
          <w:rFonts w:hint="cs"/>
          <w:rtl/>
        </w:rPr>
        <w:t>كْ</w:t>
      </w:r>
      <w:r>
        <w:rPr>
          <w:rFonts w:hint="cs"/>
          <w:rtl/>
        </w:rPr>
        <w:t>تُبُ لِ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ُلِّ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حِدَةٍ مِن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ُنَّ عِبَ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دَةَ  سَنَةٍ</w:t>
      </w:r>
      <w:r w:rsidR="00F97686" w:rsidRPr="007741D8">
        <w:rPr>
          <w:rStyle w:val="libFootnotenumChar"/>
          <w:rFonts w:hint="cs"/>
          <w:rtl/>
        </w:rPr>
        <w:t>(</w:t>
      </w:r>
      <w:r w:rsidR="00315026">
        <w:rPr>
          <w:rStyle w:val="libFootnotenumChar"/>
          <w:rFonts w:hint="cs"/>
          <w:rtl/>
        </w:rPr>
        <w:t>3</w:t>
      </w:r>
      <w:r w:rsidR="00F97686" w:rsidRPr="007741D8">
        <w:rPr>
          <w:rStyle w:val="libFootnotenumChar"/>
          <w:rFonts w:hint="cs"/>
          <w:rtl/>
        </w:rPr>
        <w:t>)</w:t>
      </w:r>
    </w:p>
    <w:p w:rsidR="00F97686" w:rsidRDefault="00F9768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15026" w:rsidRDefault="00315026" w:rsidP="0031502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315026">
        <w:rPr>
          <w:rtl/>
        </w:rPr>
        <w:t xml:space="preserve"> </w:t>
      </w:r>
      <w:r>
        <w:rPr>
          <w:rtl/>
        </w:rPr>
        <w:t>بح</w:t>
      </w:r>
      <w:r w:rsidR="00816B77" w:rsidRPr="00816B77">
        <w:rPr>
          <w:rtl/>
        </w:rPr>
        <w:t>ا</w:t>
      </w:r>
      <w:r>
        <w:rPr>
          <w:rtl/>
        </w:rPr>
        <w:t xml:space="preserve">ر ،ج </w:t>
      </w:r>
      <w:r w:rsidR="00C15B30" w:rsidRPr="00C15B30">
        <w:rPr>
          <w:rFonts w:hint="cs"/>
          <w:rtl/>
        </w:rPr>
        <w:t>1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3</w:t>
      </w:r>
      <w:r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246</w:t>
      </w:r>
    </w:p>
    <w:p w:rsidR="001E4650" w:rsidRDefault="00F97686" w:rsidP="0031502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315026">
        <w:rPr>
          <w:rFonts w:hint="cs"/>
          <w:rtl/>
        </w:rPr>
        <w:t>2</w:t>
      </w:r>
      <w:r>
        <w:rPr>
          <w:rFonts w:hint="cs"/>
          <w:rtl/>
        </w:rPr>
        <w:t>):-</w:t>
      </w:r>
      <w:r w:rsidR="001E4650">
        <w:rPr>
          <w:rtl/>
        </w:rPr>
        <w:t xml:space="preserve"> </w:t>
      </w:r>
      <w:r w:rsidR="00315026">
        <w:rPr>
          <w:rtl/>
        </w:rPr>
        <w:t>وس</w:t>
      </w:r>
      <w:r w:rsidR="00816B77" w:rsidRPr="00816B77">
        <w:rPr>
          <w:rtl/>
        </w:rPr>
        <w:t>ا</w:t>
      </w:r>
      <w:r w:rsidR="00315026">
        <w:rPr>
          <w:rtl/>
        </w:rPr>
        <w:t>ئل ،ج</w:t>
      </w:r>
      <w:r w:rsidR="00315026">
        <w:rPr>
          <w:rtl/>
          <w:lang w:bidi="fa-IR"/>
        </w:rPr>
        <w:t>۲۰</w:t>
      </w:r>
      <w:r w:rsidR="00315026">
        <w:rPr>
          <w:rtl/>
        </w:rPr>
        <w:t>، ص</w:t>
      </w:r>
      <w:r w:rsidR="00315026">
        <w:rPr>
          <w:rtl/>
          <w:lang w:bidi="fa-IR"/>
        </w:rPr>
        <w:t>۱۵۹</w:t>
      </w:r>
    </w:p>
    <w:p w:rsidR="00F97686" w:rsidRDefault="00F97686" w:rsidP="0031502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315026">
        <w:rPr>
          <w:rFonts w:hint="cs"/>
          <w:rtl/>
        </w:rPr>
        <w:t>3</w:t>
      </w:r>
      <w:r>
        <w:rPr>
          <w:rFonts w:hint="cs"/>
          <w:rtl/>
        </w:rPr>
        <w:t>):-</w:t>
      </w:r>
      <w:r w:rsidR="001E4650" w:rsidRPr="001E4650">
        <w:rPr>
          <w:rtl/>
        </w:rPr>
        <w:t xml:space="preserve"> </w:t>
      </w:r>
      <w:r w:rsidR="00315026">
        <w:rPr>
          <w:rtl/>
        </w:rPr>
        <w:t>وس</w:t>
      </w:r>
      <w:r w:rsidR="00816B77" w:rsidRPr="00816B77">
        <w:rPr>
          <w:rtl/>
        </w:rPr>
        <w:t>ا</w:t>
      </w:r>
      <w:r w:rsidR="00315026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315026">
        <w:rPr>
          <w:rFonts w:hint="eastAsia"/>
          <w:rtl/>
        </w:rPr>
        <w:t>،ج</w:t>
      </w:r>
      <w:r w:rsidR="00315026">
        <w:rPr>
          <w:rtl/>
          <w:lang w:bidi="fa-IR"/>
        </w:rPr>
        <w:t>۲۱</w:t>
      </w:r>
      <w:r w:rsidR="00315026">
        <w:rPr>
          <w:rtl/>
        </w:rPr>
        <w:t>، ص</w:t>
      </w:r>
      <w:r w:rsidR="00315026">
        <w:rPr>
          <w:rtl/>
          <w:lang w:bidi="fa-IR"/>
        </w:rPr>
        <w:t>۲۸۵</w:t>
      </w:r>
    </w:p>
    <w:p w:rsidR="00F97686" w:rsidRPr="00315026" w:rsidRDefault="00F97686" w:rsidP="00A60F54">
      <w:pPr>
        <w:pStyle w:val="libPoemTini"/>
        <w:rPr>
          <w:rtl/>
        </w:rPr>
      </w:pPr>
      <w:r w:rsidRPr="00315026">
        <w:rPr>
          <w:rtl/>
        </w:rPr>
        <w:br w:type="page"/>
      </w:r>
    </w:p>
    <w:p w:rsidR="001E4650" w:rsidRDefault="00816B77" w:rsidP="001E465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1E4650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1E4650">
        <w:rPr>
          <w:rFonts w:hint="eastAsia"/>
          <w:rtl/>
        </w:rPr>
        <w:t>م</w:t>
      </w:r>
      <w:r w:rsidR="001E4650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1E4650">
        <w:rPr>
          <w:rtl/>
        </w:rPr>
        <w:t>دق</w:t>
      </w:r>
      <w:r w:rsidR="007B6DC7" w:rsidRPr="007B6DC7">
        <w:rPr>
          <w:rtl/>
          <w:lang w:bidi="ur-PK"/>
        </w:rPr>
        <w:t>(ع)</w:t>
      </w:r>
      <w:r w:rsidR="001E4650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1E4650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1E4650">
        <w:rPr>
          <w:rtl/>
        </w:rPr>
        <w:t>: عورتوں کے ت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ن</w:t>
      </w:r>
      <w:r w:rsidR="001E4650">
        <w:rPr>
          <w:rtl/>
        </w:rPr>
        <w:t xml:space="preserve"> گروہ کو ع</w:t>
      </w:r>
      <w:r w:rsidRPr="00816B77">
        <w:rPr>
          <w:rtl/>
          <w:lang w:bidi="ur-PK"/>
        </w:rPr>
        <w:t>ا</w:t>
      </w:r>
      <w:r w:rsidR="001E4650">
        <w:rPr>
          <w:rtl/>
        </w:rPr>
        <w:t>لم برزخ م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ں</w:t>
      </w:r>
      <w:r w:rsidR="001E4650">
        <w:rPr>
          <w:rtl/>
        </w:rPr>
        <w:t xml:space="preserve"> فش</w:t>
      </w:r>
      <w:r w:rsidRPr="00816B77">
        <w:rPr>
          <w:rtl/>
          <w:lang w:bidi="ur-PK"/>
        </w:rPr>
        <w:t>ا</w:t>
      </w:r>
      <w:r w:rsidR="001E4650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1E4650">
        <w:rPr>
          <w:rtl/>
        </w:rPr>
        <w:t>ور عذ</w:t>
      </w:r>
      <w:r w:rsidRPr="00816B77">
        <w:rPr>
          <w:rtl/>
          <w:lang w:bidi="ur-PK"/>
        </w:rPr>
        <w:t>ا</w:t>
      </w:r>
      <w:r w:rsidR="001E4650">
        <w:rPr>
          <w:rtl/>
        </w:rPr>
        <w:t>ب قبر نہ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ں</w:t>
      </w:r>
      <w:r w:rsidR="001E4650">
        <w:rPr>
          <w:rtl/>
        </w:rPr>
        <w:t xml:space="preserve"> ہوگ</w:t>
      </w:r>
      <w:r w:rsidRPr="00816B77">
        <w:rPr>
          <w:rtl/>
          <w:lang w:bidi="ur-PK"/>
        </w:rPr>
        <w:t>اا</w:t>
      </w:r>
      <w:r w:rsidR="001E4650">
        <w:rPr>
          <w:rtl/>
        </w:rPr>
        <w:t>ور ق</w:t>
      </w:r>
      <w:r w:rsidR="001E4650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1E4650">
        <w:rPr>
          <w:rFonts w:hint="eastAsia"/>
          <w:rtl/>
        </w:rPr>
        <w:t>مت</w:t>
      </w:r>
      <w:r w:rsidR="001E4650">
        <w:rPr>
          <w:rtl/>
        </w:rPr>
        <w:t xml:space="preserve"> کے دن حضرت ف</w:t>
      </w:r>
      <w:r w:rsidRPr="00816B77">
        <w:rPr>
          <w:rtl/>
          <w:lang w:bidi="ur-PK"/>
        </w:rPr>
        <w:t>ا</w:t>
      </w:r>
      <w:r w:rsidR="001E4650">
        <w:rPr>
          <w:rtl/>
        </w:rPr>
        <w:t>طمہ</w:t>
      </w:r>
      <w:r w:rsidR="00885B05" w:rsidRPr="00885B05">
        <w:rPr>
          <w:rtl/>
          <w:lang w:bidi="ur-PK"/>
        </w:rPr>
        <w:t>(س)</w:t>
      </w:r>
      <w:r w:rsidR="001E4650">
        <w:rPr>
          <w:rtl/>
        </w:rPr>
        <w:t xml:space="preserve"> ک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1E4650">
        <w:rPr>
          <w:rFonts w:hint="eastAsia"/>
          <w:rtl/>
        </w:rPr>
        <w:t>تھ</w:t>
      </w:r>
      <w:r w:rsidR="001E4650">
        <w:rPr>
          <w:rtl/>
        </w:rPr>
        <w:t xml:space="preserve"> محشور ہونگ</w:t>
      </w:r>
      <w:r w:rsidR="001E4650">
        <w:rPr>
          <w:rFonts w:hint="cs"/>
          <w:rtl/>
        </w:rPr>
        <w:t>ی</w:t>
      </w:r>
      <w:r w:rsidR="001E4650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1E4650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1E4650">
        <w:rPr>
          <w:rtl/>
        </w:rPr>
        <w:t>ن م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ں</w:t>
      </w:r>
      <w:r w:rsidR="001E4650">
        <w:rPr>
          <w:rtl/>
        </w:rPr>
        <w:t xml:space="preserve"> سے ہر </w:t>
      </w:r>
      <w:r w:rsidRPr="00816B77">
        <w:rPr>
          <w:rtl/>
          <w:lang w:bidi="ur-PK"/>
        </w:rPr>
        <w:t>ا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ک</w:t>
      </w:r>
      <w:r w:rsidR="001E4650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ک</w:t>
      </w:r>
      <w:r w:rsidR="001E4650">
        <w:rPr>
          <w:rtl/>
        </w:rPr>
        <w:t xml:space="preserve"> ہز</w:t>
      </w:r>
      <w:r w:rsidRPr="00816B77">
        <w:rPr>
          <w:rtl/>
          <w:lang w:bidi="ur-PK"/>
        </w:rPr>
        <w:t>ا</w:t>
      </w:r>
      <w:r w:rsidR="001E4650">
        <w:rPr>
          <w:rtl/>
        </w:rPr>
        <w:t>ر شہ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د</w:t>
      </w:r>
      <w:r w:rsidR="001E4650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1E4650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ک</w:t>
      </w:r>
      <w:r w:rsidR="001E4650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1E4650">
        <w:rPr>
          <w:rtl/>
        </w:rPr>
        <w:t>ل ک</w:t>
      </w:r>
      <w:r w:rsidR="001E4650">
        <w:rPr>
          <w:rFonts w:hint="cs"/>
          <w:rtl/>
        </w:rPr>
        <w:t>ی</w:t>
      </w:r>
      <w:r w:rsidR="001E4650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1E4650">
        <w:rPr>
          <w:rtl/>
        </w:rPr>
        <w:t>دت ک</w:t>
      </w:r>
      <w:r w:rsidRPr="00816B77">
        <w:rPr>
          <w:rtl/>
          <w:lang w:bidi="ur-PK"/>
        </w:rPr>
        <w:t>ا</w:t>
      </w:r>
      <w:r w:rsidR="001E4650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1E4650">
        <w:rPr>
          <w:rtl/>
        </w:rPr>
        <w:t>ب عن</w:t>
      </w:r>
      <w:r w:rsidRPr="00816B77">
        <w:rPr>
          <w:rtl/>
          <w:lang w:bidi="ur-PK"/>
        </w:rPr>
        <w:t>ا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ت</w:t>
      </w:r>
      <w:r w:rsidR="001E4650">
        <w:rPr>
          <w:rtl/>
        </w:rPr>
        <w:t xml:space="preserve"> کر</w:t>
      </w:r>
      <w:r w:rsidR="001E4650">
        <w:rPr>
          <w:rFonts w:hint="cs"/>
          <w:rtl/>
        </w:rPr>
        <w:t>ی</w:t>
      </w:r>
      <w:r w:rsidR="001E4650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  <w:r w:rsidR="001E4650">
        <w:rPr>
          <w:rtl/>
        </w:rPr>
        <w:t>: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>وہ عورت جس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قدر قو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کہ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دوسر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دکھ 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تکل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نہ پہنچے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شوہر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و محبت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ئے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 xml:space="preserve">وہ عورت جو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پنے بد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ق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پر صبر کرے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پنے وظ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فہ</w:t>
      </w:r>
      <w:r w:rsidR="005A2492">
        <w:rPr>
          <w:rtl/>
        </w:rPr>
        <w:t xml:space="preserve"> پر عمل کرنے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کوت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کرے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 xml:space="preserve"> وہ عورت جو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مہر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پنے شوہر کو بخش دے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حد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عورتوں کے صبر و تحملّ </w:t>
      </w:r>
      <w:r w:rsidRPr="00816B77">
        <w:rPr>
          <w:rtl/>
          <w:lang w:bidi="ur-PK"/>
        </w:rPr>
        <w:t>ا</w:t>
      </w:r>
      <w:r w:rsidR="005A2492">
        <w:rPr>
          <w:rtl/>
        </w:rPr>
        <w:t>ور بردب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سر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ہےف</w:t>
      </w:r>
      <w:r w:rsidRPr="00816B77">
        <w:rPr>
          <w:rtl/>
          <w:lang w:bidi="ur-PK"/>
        </w:rPr>
        <w:t>ا</w:t>
      </w:r>
      <w:r w:rsidR="005A2492">
        <w:rPr>
          <w:rtl/>
        </w:rPr>
        <w:t>طمہ زہر</w:t>
      </w:r>
      <w:r w:rsidRPr="00816B77">
        <w:rPr>
          <w:rtl/>
          <w:lang w:bidi="ur-PK"/>
        </w:rPr>
        <w:t>ا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ہم نش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عل</w:t>
      </w:r>
      <w:r w:rsidRPr="00816B77">
        <w:rPr>
          <w:rtl/>
          <w:lang w:bidi="ur-PK"/>
        </w:rPr>
        <w:t>ا</w:t>
      </w:r>
      <w:r w:rsidR="005A2492">
        <w:rPr>
          <w:rtl/>
        </w:rPr>
        <w:t>وہ عذ</w:t>
      </w:r>
      <w:r w:rsidRPr="00816B77">
        <w:rPr>
          <w:rtl/>
          <w:lang w:bidi="ur-PK"/>
        </w:rPr>
        <w:t>ا</w:t>
      </w:r>
      <w:r w:rsidR="005A2492">
        <w:rPr>
          <w:rtl/>
        </w:rPr>
        <w:t>ب قبر سے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رہ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مج</w:t>
      </w:r>
      <w:r w:rsidRPr="00816B77">
        <w:rPr>
          <w:rtl/>
          <w:lang w:bidi="ur-PK"/>
        </w:rPr>
        <w:t>ا</w:t>
      </w:r>
      <w:r w:rsidR="005A2492">
        <w:rPr>
          <w:rtl/>
        </w:rPr>
        <w:t>ہد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للہ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>ب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</w:t>
      </w:r>
      <w:r w:rsidRPr="00816B77">
        <w:rPr>
          <w:rtl/>
          <w:lang w:bidi="ur-PK"/>
        </w:rPr>
        <w:t>اا</w:t>
      </w:r>
      <w:r w:rsidR="005A2492">
        <w:rPr>
          <w:rtl/>
        </w:rPr>
        <w:t>ن خدمت گز</w:t>
      </w:r>
      <w:r w:rsidRPr="00816B77">
        <w:rPr>
          <w:rtl/>
          <w:lang w:bidi="ur-PK"/>
        </w:rPr>
        <w:t>ا</w:t>
      </w:r>
      <w:r w:rsidR="005A2492">
        <w:rPr>
          <w:rtl/>
        </w:rPr>
        <w:t>ر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جر و ثو</w:t>
      </w:r>
      <w:r w:rsidRPr="00816B77">
        <w:rPr>
          <w:rtl/>
          <w:lang w:bidi="ur-PK"/>
        </w:rPr>
        <w:t>ا</w:t>
      </w:r>
      <w:r w:rsidR="005A2492">
        <w:rPr>
          <w:rtl/>
        </w:rPr>
        <w:t>ب کو مختلف صورتوں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5A2492" w:rsidRDefault="005A2492" w:rsidP="00A21BC5">
      <w:pPr>
        <w:pStyle w:val="Heading1"/>
        <w:rPr>
          <w:rtl/>
        </w:rPr>
      </w:pPr>
      <w:bookmarkStart w:id="134" w:name="_Toc393190559"/>
      <w:r>
        <w:rPr>
          <w:rFonts w:hint="eastAsia"/>
          <w:rtl/>
        </w:rPr>
        <w:t>شوہر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A60F5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شف</w:t>
      </w:r>
      <w:r w:rsidR="00816B77" w:rsidRPr="00816B77">
        <w:rPr>
          <w:rtl/>
          <w:lang w:bidi="ur-PK"/>
        </w:rPr>
        <w:t>ا</w:t>
      </w:r>
      <w:r>
        <w:rPr>
          <w:rtl/>
        </w:rPr>
        <w:t>عت</w:t>
      </w:r>
      <w:bookmarkEnd w:id="134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قر 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tl/>
        </w:rPr>
        <w:t>ش</w:t>
      </w:r>
      <w:r w:rsidRPr="00816B77">
        <w:rPr>
          <w:rtl/>
          <w:lang w:bidi="ur-PK"/>
        </w:rPr>
        <w:t>ا</w:t>
      </w:r>
      <w:r w:rsidR="005A2492">
        <w:rPr>
          <w:rtl/>
        </w:rPr>
        <w:t>رہ کرتے ہوئے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</w:t>
      </w:r>
    </w:p>
    <w:p w:rsidR="005A2492" w:rsidRDefault="005A2492" w:rsidP="00F97686">
      <w:pPr>
        <w:pStyle w:val="libArabic"/>
        <w:rPr>
          <w:rtl/>
        </w:rPr>
      </w:pPr>
      <w:r>
        <w:rPr>
          <w:rtl/>
        </w:rPr>
        <w:t xml:space="preserve"> لَ</w:t>
      </w:r>
      <w:r w:rsidR="00CF3D62" w:rsidRPr="00CF3D62">
        <w:rPr>
          <w:rtl/>
        </w:rPr>
        <w:t>ا</w:t>
      </w:r>
      <w:r>
        <w:rPr>
          <w:rtl/>
        </w:rPr>
        <w:t xml:space="preserve"> شَفِ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عَ لِل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جَحُ عِن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دَ رَبِّ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رِضَ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حَدِ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ثَ</w:t>
      </w:r>
      <w:r w:rsidR="00F97686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کے لئے شوہر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بڑھ کر کوئ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 w:rsidR="00816B77" w:rsidRPr="00816B77">
        <w:rPr>
          <w:rtl/>
          <w:lang w:bidi="ur-PK"/>
        </w:rPr>
        <w:t>ا</w:t>
      </w:r>
      <w:r>
        <w:rPr>
          <w:rtl/>
        </w:rPr>
        <w:t>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پس وہ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 قسمت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صولوں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بق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شوہرسے عشق و محبت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صل کرنے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F97686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F97686">
        <w:rPr>
          <w:rFonts w:hint="cs"/>
          <w:rtl/>
        </w:rPr>
        <w:t>ْ</w:t>
      </w:r>
      <w:r>
        <w:rPr>
          <w:rtl/>
        </w:rPr>
        <w:t xml:space="preserve"> جَ</w:t>
      </w:r>
      <w:r w:rsidR="00CF3D62" w:rsidRPr="00CF3D62">
        <w:rPr>
          <w:rtl/>
        </w:rPr>
        <w:t>ا</w:t>
      </w:r>
      <w:r>
        <w:rPr>
          <w:rtl/>
        </w:rPr>
        <w:t>بِرِ 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نِ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َزِ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دَ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جُع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ِّ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سَمِع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تُ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جَع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فَرٍ مُحَمَّدَ 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نَ عَلِ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ٍّ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قِرَ ع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َقُولُ لَمَّ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طِمَةُ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 عَلَ</w:t>
      </w:r>
      <w:r w:rsidRPr="00F97686">
        <w:rPr>
          <w:rFonts w:hint="cs"/>
          <w:rtl/>
        </w:rPr>
        <w:t>يْه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رُ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مِنِ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نَ ع وَ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ُمَّ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ضٍ عَنِ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نَةِ نَبِ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ُمَّ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>
        <w:rPr>
          <w:rtl/>
        </w:rPr>
        <w:t>قَد</w:t>
      </w:r>
      <w:r w:rsidRPr="00F97686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وحِشَت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نِس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ُمَّ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قَد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ُجِرَت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فَصِل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ُمَّ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قَد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ظُلِمَت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</w:t>
      </w:r>
      <w:r w:rsidRPr="00F97686">
        <w:rPr>
          <w:rFonts w:hint="cs"/>
          <w:rtl/>
        </w:rPr>
        <w:t>ْك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تَ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 xml:space="preserve">رُ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حَ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ِمِ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نَ</w:t>
      </w:r>
      <w:r w:rsidR="00F97686" w:rsidRPr="007741D8">
        <w:rPr>
          <w:rStyle w:val="libFootnotenumChar"/>
          <w:rFonts w:hint="cs"/>
          <w:rtl/>
        </w:rPr>
        <w:t>(2)</w:t>
      </w:r>
    </w:p>
    <w:p w:rsidR="00F97686" w:rsidRDefault="00F9768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E4650" w:rsidRDefault="00F97686" w:rsidP="0031502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1E4650">
        <w:rPr>
          <w:rtl/>
        </w:rPr>
        <w:t xml:space="preserve"> </w:t>
      </w:r>
      <w:r w:rsidR="00315026">
        <w:rPr>
          <w:rtl/>
        </w:rPr>
        <w:t>وس</w:t>
      </w:r>
      <w:r w:rsidR="00816B77" w:rsidRPr="00816B77">
        <w:rPr>
          <w:rtl/>
        </w:rPr>
        <w:t>ا</w:t>
      </w:r>
      <w:r w:rsidR="00315026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315026">
        <w:rPr>
          <w:rFonts w:hint="eastAsia"/>
          <w:rtl/>
        </w:rPr>
        <w:t>،</w:t>
      </w:r>
      <w:r w:rsidR="00315026">
        <w:rPr>
          <w:rtl/>
        </w:rPr>
        <w:t xml:space="preserve"> ج</w:t>
      </w:r>
      <w:r w:rsidR="00315026">
        <w:rPr>
          <w:rtl/>
          <w:lang w:bidi="fa-IR"/>
        </w:rPr>
        <w:t>۲۰</w:t>
      </w:r>
      <w:r w:rsidR="00315026">
        <w:rPr>
          <w:rtl/>
        </w:rPr>
        <w:t>، ص</w:t>
      </w:r>
      <w:r w:rsidR="00315026">
        <w:rPr>
          <w:rtl/>
          <w:lang w:bidi="fa-IR"/>
        </w:rPr>
        <w:t>۲۲۲</w:t>
      </w:r>
      <w:r w:rsidR="00315026">
        <w:rPr>
          <w:rtl/>
        </w:rPr>
        <w:t xml:space="preserve">  </w:t>
      </w:r>
    </w:p>
    <w:p w:rsidR="00F97686" w:rsidRDefault="00F97686" w:rsidP="0031502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1E4650" w:rsidRPr="001E4650">
        <w:rPr>
          <w:rtl/>
        </w:rPr>
        <w:t xml:space="preserve"> </w:t>
      </w:r>
      <w:r w:rsidR="00315026" w:rsidRPr="00816B77">
        <w:rPr>
          <w:rStyle w:val="libFootNoteArabicChar"/>
          <w:rtl/>
        </w:rPr>
        <w:t>بح</w:t>
      </w:r>
      <w:r w:rsidR="00CF3D62" w:rsidRPr="00CF3D62">
        <w:rPr>
          <w:rStyle w:val="libFootNoteArabicChar"/>
          <w:rtl/>
          <w:lang w:bidi="ar-SA"/>
        </w:rPr>
        <w:t>ا</w:t>
      </w:r>
      <w:r w:rsidR="00315026" w:rsidRPr="00816B77">
        <w:rPr>
          <w:rStyle w:val="libFootNoteArabicChar"/>
          <w:rtl/>
        </w:rPr>
        <w:t xml:space="preserve">ر </w:t>
      </w:r>
      <w:r w:rsidR="00CF3D62" w:rsidRPr="00CF3D62">
        <w:rPr>
          <w:rStyle w:val="libFootNoteArabicChar"/>
          <w:rtl/>
          <w:lang w:bidi="ar-SA"/>
        </w:rPr>
        <w:t>ا</w:t>
      </w:r>
      <w:r w:rsidR="00315026" w:rsidRPr="00816B77">
        <w:rPr>
          <w:rStyle w:val="libFootNoteArabicChar"/>
          <w:rtl/>
        </w:rPr>
        <w:t>ل</w:t>
      </w:r>
      <w:r w:rsidR="00CF3D62" w:rsidRPr="00CF3D62">
        <w:rPr>
          <w:rStyle w:val="libFootNoteArabicChar"/>
          <w:rtl/>
          <w:lang w:bidi="ar-SA"/>
        </w:rPr>
        <w:t>ا</w:t>
      </w:r>
      <w:r w:rsidR="00315026" w:rsidRPr="00816B77">
        <w:rPr>
          <w:rStyle w:val="libFootNoteArabicChar"/>
          <w:rtl/>
        </w:rPr>
        <w:t>نو</w:t>
      </w:r>
      <w:r w:rsidR="00CF3D62" w:rsidRPr="00CF3D62">
        <w:rPr>
          <w:rStyle w:val="libFootNoteArabicChar"/>
          <w:rtl/>
          <w:lang w:bidi="ar-SA"/>
        </w:rPr>
        <w:t>ا</w:t>
      </w:r>
      <w:r w:rsidR="00315026" w:rsidRPr="00816B77">
        <w:rPr>
          <w:rStyle w:val="libFootNoteArabicChar"/>
          <w:rtl/>
        </w:rPr>
        <w:t>ر،ج</w:t>
      </w:r>
      <w:r w:rsidR="00C15B30" w:rsidRPr="00816B77">
        <w:rPr>
          <w:rStyle w:val="libFootNoteArabicChar"/>
          <w:rFonts w:hint="cs"/>
          <w:rtl/>
        </w:rPr>
        <w:t>1</w:t>
      </w:r>
      <w:r w:rsidR="0035346A" w:rsidRPr="00816B77">
        <w:rPr>
          <w:rStyle w:val="libFootNoteArabicChar"/>
          <w:rFonts w:hint="cs"/>
          <w:rtl/>
        </w:rPr>
        <w:t>0</w:t>
      </w:r>
      <w:r w:rsidR="00C15B30" w:rsidRPr="00816B77">
        <w:rPr>
          <w:rStyle w:val="libFootNoteArabicChar"/>
          <w:rFonts w:hint="cs"/>
          <w:rtl/>
        </w:rPr>
        <w:t>3</w:t>
      </w:r>
      <w:r w:rsidR="00315026" w:rsidRPr="00816B77">
        <w:rPr>
          <w:rStyle w:val="libFootNoteArabicChar"/>
          <w:rFonts w:hint="cs"/>
          <w:rtl/>
        </w:rPr>
        <w:t>، ص</w:t>
      </w:r>
      <w:r w:rsidR="00C15B30" w:rsidRPr="00816B77">
        <w:rPr>
          <w:rStyle w:val="libFootNoteArabicChar"/>
          <w:rFonts w:hint="cs"/>
          <w:rtl/>
        </w:rPr>
        <w:t>256</w:t>
      </w:r>
      <w:r w:rsidR="00315026" w:rsidRPr="00816B77">
        <w:rPr>
          <w:rStyle w:val="libFootNoteArabicChar"/>
          <w:rFonts w:hint="cs"/>
          <w:rtl/>
        </w:rPr>
        <w:t xml:space="preserve">  مستدرك‏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15026" w:rsidRPr="00816B77">
        <w:rPr>
          <w:rStyle w:val="libFootNoteArabicChar"/>
          <w:rFonts w:hint="cs"/>
          <w:rtl/>
        </w:rPr>
        <w:t>لوس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315026" w:rsidRPr="00816B77">
        <w:rPr>
          <w:rStyle w:val="libFootNoteArabicChar"/>
          <w:rFonts w:hint="cs"/>
          <w:rtl/>
        </w:rPr>
        <w:t>ئل    ،ج 2 ،ص 341</w:t>
      </w:r>
      <w:r w:rsidR="00315026" w:rsidRPr="00B94127">
        <w:rPr>
          <w:rtl/>
        </w:rPr>
        <w:t xml:space="preserve"> </w:t>
      </w:r>
    </w:p>
    <w:p w:rsidR="00F97686" w:rsidRPr="001E4650" w:rsidRDefault="00F97686" w:rsidP="00A60F54">
      <w:pPr>
        <w:pStyle w:val="libPoemTini"/>
        <w:rPr>
          <w:rtl/>
        </w:rPr>
      </w:pPr>
      <w:r w:rsidRPr="001E4650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بر</w:t>
      </w:r>
      <w:r>
        <w:rPr>
          <w:rtl/>
        </w:rPr>
        <w:t xml:space="preserve"> بن جعف</w:t>
      </w:r>
      <w:r>
        <w:rPr>
          <w:rFonts w:hint="cs"/>
          <w:rtl/>
        </w:rPr>
        <w:t>ی</w:t>
      </w:r>
      <w:r>
        <w:rPr>
          <w:rtl/>
        </w:rPr>
        <w:t xml:space="preserve"> سے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ب</w:t>
      </w:r>
      <w:r w:rsidR="00816B77" w:rsidRPr="00816B77">
        <w:rPr>
          <w:rtl/>
          <w:lang w:bidi="ur-PK"/>
        </w:rPr>
        <w:t>ا</w:t>
      </w:r>
      <w:r>
        <w:rPr>
          <w:rtl/>
        </w:rPr>
        <w:t>قرؑ سے سن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نے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 زہر</w:t>
      </w:r>
      <w:r w:rsidR="00816B77" w:rsidRPr="00816B77">
        <w:rPr>
          <w:rtl/>
          <w:lang w:bidi="ur-PK"/>
        </w:rPr>
        <w:t>ا</w:t>
      </w:r>
      <w:r>
        <w:rPr>
          <w:rtl/>
        </w:rPr>
        <w:t>ء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 w:rsidR="00816B77" w:rsidRPr="00816B77">
        <w:rPr>
          <w:rtl/>
          <w:lang w:bidi="ur-PK"/>
        </w:rPr>
        <w:t>ا</w:t>
      </w:r>
      <w:r>
        <w:rPr>
          <w:rtl/>
        </w:rPr>
        <w:t>دت کے بعد جن</w:t>
      </w:r>
      <w:r w:rsidR="00816B77" w:rsidRPr="00816B77">
        <w:rPr>
          <w:rtl/>
          <w:lang w:bidi="ur-PK"/>
        </w:rPr>
        <w:t>ا</w:t>
      </w:r>
      <w:r>
        <w:rPr>
          <w:rtl/>
        </w:rPr>
        <w:t>زے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کھڑے ہوکر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tab/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پر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عل</w:t>
      </w:r>
      <w:r w:rsidR="00816B77" w:rsidRPr="00816B77">
        <w:rPr>
          <w:rtl/>
          <w:lang w:bidi="ur-PK"/>
        </w:rPr>
        <w:t>ا</w:t>
      </w:r>
      <w:r>
        <w:rPr>
          <w:rtl/>
        </w:rPr>
        <w:t>ن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</w:t>
      </w:r>
      <w:r w:rsidR="00816B77" w:rsidRPr="00816B77">
        <w:rPr>
          <w:rtl/>
          <w:lang w:bidi="ur-PK"/>
        </w:rPr>
        <w:t>ا</w:t>
      </w:r>
      <w:r>
        <w:rPr>
          <w:rtl/>
        </w:rPr>
        <w:t>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وحشت قبرکے عذ</w:t>
      </w:r>
      <w:r w:rsidR="00816B77" w:rsidRPr="00816B77">
        <w:rPr>
          <w:rtl/>
          <w:lang w:bidi="ur-PK"/>
        </w:rPr>
        <w:t>ا</w:t>
      </w:r>
      <w:r>
        <w:rPr>
          <w:rtl/>
        </w:rPr>
        <w:t>ب سے محفوظ فرم</w:t>
      </w:r>
      <w:r w:rsidR="00816B77" w:rsidRPr="00816B77">
        <w:rPr>
          <w:rtl/>
          <w:lang w:bidi="ur-PK"/>
        </w:rPr>
        <w:t>اا</w:t>
      </w:r>
      <w:r>
        <w:rPr>
          <w:rtl/>
        </w:rPr>
        <w:t xml:space="preserve">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للہ! </w:t>
      </w:r>
      <w:r w:rsidR="00816B77" w:rsidRPr="00816B77">
        <w:rPr>
          <w:rtl/>
          <w:lang w:bidi="ur-PK"/>
        </w:rPr>
        <w:t>ا</w:t>
      </w:r>
      <w:r>
        <w:rPr>
          <w:rtl/>
        </w:rPr>
        <w:t>ن پر لوگوں نے ظلم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خود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لوگوں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تم</w:t>
      </w:r>
      <w:r w:rsidRPr="00816B77">
        <w:rPr>
          <w:rtl/>
          <w:lang w:bidi="ur-PK"/>
        </w:rPr>
        <w:t>ا</w:t>
      </w:r>
      <w:r w:rsidR="005A2492">
        <w:rPr>
          <w:rtl/>
        </w:rPr>
        <w:t>م مط</w:t>
      </w:r>
      <w:r w:rsidRPr="00816B77">
        <w:rPr>
          <w:rtl/>
          <w:lang w:bidi="ur-PK"/>
        </w:rPr>
        <w:t>ا</w:t>
      </w:r>
      <w:r w:rsidR="005A2492">
        <w:rPr>
          <w:rtl/>
        </w:rPr>
        <w:t>لب سے جو درس ملت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وہ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لئے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رض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شف</w:t>
      </w:r>
      <w:r w:rsidRPr="00816B77">
        <w:rPr>
          <w:rtl/>
          <w:lang w:bidi="ur-PK"/>
        </w:rPr>
        <w:t>ا</w:t>
      </w:r>
      <w:r w:rsidR="005A2492">
        <w:rPr>
          <w:rtl/>
        </w:rPr>
        <w:t>عت بلند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درج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عث ہےجہ</w:t>
      </w:r>
      <w:r w:rsidRPr="00816B77">
        <w:rPr>
          <w:rtl/>
          <w:lang w:bidi="ur-PK"/>
        </w:rPr>
        <w:t>ا</w:t>
      </w:r>
      <w:r w:rsidR="005A2492">
        <w:rPr>
          <w:rtl/>
        </w:rPr>
        <w:t>ں ف</w:t>
      </w:r>
      <w:r w:rsidRPr="00816B77">
        <w:rPr>
          <w:rtl/>
          <w:lang w:bidi="ur-PK"/>
        </w:rPr>
        <w:t>ا</w:t>
      </w:r>
      <w:r w:rsidR="005A2492">
        <w:rPr>
          <w:rtl/>
        </w:rPr>
        <w:t>طمہ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خود شف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عہ</w:t>
      </w:r>
      <w:r w:rsidR="005A2492">
        <w:rPr>
          <w:rtl/>
        </w:rPr>
        <w:t xml:space="preserve"> محشر ہونے کے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وجود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رض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طلب کررہ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ہںج تو وہ</w:t>
      </w:r>
      <w:r w:rsidRPr="00816B77">
        <w:rPr>
          <w:rtl/>
          <w:lang w:bidi="ur-PK"/>
        </w:rPr>
        <w:t>ا</w:t>
      </w:r>
      <w:r w:rsidR="005A2492">
        <w:rPr>
          <w:rtl/>
        </w:rPr>
        <w:t>ں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نوں  کو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رض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کو ملحوظ </w:t>
      </w:r>
      <w:r w:rsidR="005A2492">
        <w:rPr>
          <w:rFonts w:hint="eastAsia"/>
          <w:rtl/>
        </w:rPr>
        <w:t>نظر</w:t>
      </w:r>
      <w:r w:rsidR="005A2492">
        <w:rPr>
          <w:rtl/>
        </w:rPr>
        <w:t xml:space="preserve"> رکھ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کہ ع</w:t>
      </w:r>
      <w:r w:rsidRPr="00816B77">
        <w:rPr>
          <w:rtl/>
          <w:lang w:bidi="ur-PK"/>
        </w:rPr>
        <w:t>ا</w:t>
      </w:r>
      <w:r w:rsidR="005A2492">
        <w:rPr>
          <w:rtl/>
        </w:rPr>
        <w:t>قبت بخ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ہو</w:t>
      </w:r>
    </w:p>
    <w:p w:rsidR="005A2492" w:rsidRDefault="005A2492" w:rsidP="00A21BC5">
      <w:pPr>
        <w:pStyle w:val="Heading1"/>
        <w:rPr>
          <w:rtl/>
        </w:rPr>
      </w:pPr>
      <w:bookmarkStart w:id="135" w:name="_Toc393190560"/>
      <w:r>
        <w:rPr>
          <w:rFonts w:hint="eastAsia"/>
          <w:rtl/>
        </w:rPr>
        <w:t>ثو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کے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</w:t>
      </w:r>
      <w:bookmarkEnd w:id="135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بڑ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مق</w:t>
      </w:r>
      <w:r w:rsidRPr="00816B77">
        <w:rPr>
          <w:rtl/>
          <w:lang w:bidi="ur-PK"/>
        </w:rPr>
        <w:t>ا</w:t>
      </w:r>
      <w:r w:rsidR="005A2492">
        <w:rPr>
          <w:rtl/>
        </w:rPr>
        <w:t>م ح</w:t>
      </w:r>
      <w:r w:rsidRPr="00816B77">
        <w:rPr>
          <w:rtl/>
          <w:lang w:bidi="ur-PK"/>
        </w:rPr>
        <w:t>ا</w:t>
      </w:r>
      <w:r w:rsidR="005A2492">
        <w:rPr>
          <w:rtl/>
        </w:rPr>
        <w:t>صل ہے،جن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توص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ثو</w:t>
      </w:r>
      <w:r w:rsidRPr="00816B77">
        <w:rPr>
          <w:rtl/>
          <w:lang w:bidi="ur-PK"/>
        </w:rPr>
        <w:t>ا</w:t>
      </w:r>
      <w:r w:rsidR="005A2492">
        <w:rPr>
          <w:rtl/>
        </w:rPr>
        <w:t>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مردوں کے بر</w:t>
      </w:r>
      <w:r w:rsidRPr="00816B77">
        <w:rPr>
          <w:rtl/>
          <w:lang w:bidi="ur-PK"/>
        </w:rPr>
        <w:t>ا</w:t>
      </w:r>
      <w:r w:rsidR="005A2492">
        <w:rPr>
          <w:rtl/>
        </w:rPr>
        <w:t>بر کے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: </w:t>
      </w:r>
    </w:p>
    <w:p w:rsidR="005A2492" w:rsidRDefault="005A2492" w:rsidP="00F97686">
      <w:pPr>
        <w:pStyle w:val="libArabic"/>
        <w:rPr>
          <w:rtl/>
        </w:rPr>
      </w:pPr>
      <w:r>
        <w:rPr>
          <w:rFonts w:hint="eastAsia"/>
          <w:rtl/>
        </w:rPr>
        <w:t>فَقَ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لَت</w:t>
      </w:r>
      <w:r w:rsidRPr="00F97686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مُّ سَلَمَةَ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رَسُولَ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ص ذَ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َبَ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لرِّجَ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لُ بِ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ُلِّ</w:t>
      </w:r>
      <w:r>
        <w:rPr>
          <w:rtl/>
        </w:rPr>
        <w:t xml:space="preserve">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رٍ فَ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 شَ</w:t>
      </w:r>
      <w:r w:rsidRPr="00F97686">
        <w:rPr>
          <w:rFonts w:hint="cs"/>
          <w:rtl/>
        </w:rPr>
        <w:t>يْ‏</w:t>
      </w:r>
      <w:r>
        <w:rPr>
          <w:rFonts w:hint="cs"/>
          <w:rtl/>
        </w:rPr>
        <w:t>ءٍ لِلنِّسَ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مَسَ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نِ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ع بَلَ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حَمَلَتِ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ةُ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بِمَن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زِلَةِ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ئِمِ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ئِمِ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مُجَ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ِدِ بِنَف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سِ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وَ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سَبِ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لِ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وَضَعَت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رِ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حَدٌ </w:t>
      </w:r>
      <w:r>
        <w:rPr>
          <w:rtl/>
        </w:rPr>
        <w:t>مَ</w:t>
      </w:r>
      <w:r w:rsidR="00CF3D62" w:rsidRPr="00CF3D62">
        <w:rPr>
          <w:rtl/>
        </w:rPr>
        <w:t>ا</w:t>
      </w:r>
      <w:r>
        <w:rPr>
          <w:rtl/>
        </w:rPr>
        <w:t xml:space="preserve"> 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ُوَ لِعِظَمِ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ضَعَت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ُلِّ مَصَّةٍ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َعِد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لِ عِت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قِ مُحَرَّرٍ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وُل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لَ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فَرَغَت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رَضَ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ضَرَبَ مَلَ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ٌ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َرِ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مٌ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جَن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وَ قَ</w:t>
      </w:r>
      <w:r w:rsidR="00CF3D62" w:rsidRPr="00CF3D62">
        <w:rPr>
          <w:rtl/>
        </w:rPr>
        <w:t>ا</w:t>
      </w:r>
      <w:r>
        <w:rPr>
          <w:rtl/>
        </w:rPr>
        <w:t xml:space="preserve">لَ </w:t>
      </w:r>
      <w:r w:rsidR="00CF3D62" w:rsidRPr="00CF3D62">
        <w:rPr>
          <w:rtl/>
        </w:rPr>
        <w:t>ا</w:t>
      </w:r>
      <w:r>
        <w:rPr>
          <w:rtl/>
        </w:rPr>
        <w:t>س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عَمَلَ فَقَد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غُفِرَ لَ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ِ</w:t>
      </w:r>
      <w:r w:rsidR="00F97686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025795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حضرت </w:t>
      </w:r>
      <w:r w:rsidRPr="00816B77">
        <w:rPr>
          <w:rtl/>
          <w:lang w:bidi="ur-PK"/>
        </w:rPr>
        <w:t>ا</w:t>
      </w:r>
      <w:r w:rsidR="005A2492">
        <w:rPr>
          <w:rtl/>
        </w:rPr>
        <w:t>مّ سلمہ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سے عرض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رسول </w:t>
      </w:r>
      <w:r w:rsidRPr="00816B77">
        <w:rPr>
          <w:rtl/>
          <w:lang w:bidi="ur-PK"/>
        </w:rPr>
        <w:t>ا</w:t>
      </w:r>
      <w:r w:rsidR="005A2492">
        <w:rPr>
          <w:rtl/>
        </w:rPr>
        <w:t>للہ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! مرد حضر</w:t>
      </w:r>
      <w:r w:rsidRPr="00816B77">
        <w:rPr>
          <w:rtl/>
          <w:lang w:bidi="ur-PK"/>
        </w:rPr>
        <w:t>ا</w:t>
      </w:r>
      <w:r w:rsidR="005A2492">
        <w:rPr>
          <w:rtl/>
        </w:rPr>
        <w:t>ت تم</w:t>
      </w:r>
      <w:r w:rsidRPr="00816B77">
        <w:rPr>
          <w:rtl/>
          <w:lang w:bidi="ur-PK"/>
        </w:rPr>
        <w:t>ا</w:t>
      </w:r>
      <w:r w:rsidR="005A2492">
        <w:rPr>
          <w:rtl/>
        </w:rPr>
        <w:t>م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ل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س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>ب کم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ہم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چ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عورتوں کے لئے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>ب ہے؟ تو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:ہ</w:t>
      </w:r>
      <w:r w:rsidRPr="00816B77">
        <w:rPr>
          <w:rtl/>
          <w:lang w:bidi="ur-PK"/>
        </w:rPr>
        <w:t>ا</w:t>
      </w:r>
      <w:r w:rsidR="005A2492">
        <w:rPr>
          <w:rtl/>
        </w:rPr>
        <w:t>ں جب عورت ح</w:t>
      </w:r>
      <w:r w:rsidRPr="00816B77">
        <w:rPr>
          <w:rtl/>
          <w:lang w:bidi="ur-PK"/>
        </w:rPr>
        <w:t>ا</w:t>
      </w:r>
      <w:r w:rsidR="005A2492">
        <w:rPr>
          <w:rtl/>
        </w:rPr>
        <w:t>ملہ ہوج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کے لئے دن کو روزہ رکھنے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ر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="005A2492">
        <w:rPr>
          <w:rFonts w:hint="eastAsia"/>
          <w:rtl/>
        </w:rPr>
        <w:t>و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>دتوں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گز</w:t>
      </w:r>
      <w:r w:rsidRPr="00816B77">
        <w:rPr>
          <w:rtl/>
          <w:lang w:bidi="ur-PK"/>
        </w:rPr>
        <w:t>ا</w:t>
      </w:r>
      <w:r w:rsidR="005A2492">
        <w:rPr>
          <w:rtl/>
        </w:rPr>
        <w:t>رنے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ن و م</w:t>
      </w:r>
      <w:r w:rsidRPr="00816B77">
        <w:rPr>
          <w:rtl/>
          <w:lang w:bidi="ur-PK"/>
        </w:rPr>
        <w:t>ا</w:t>
      </w:r>
      <w:r w:rsidR="005A2492">
        <w:rPr>
          <w:rtl/>
        </w:rPr>
        <w:t>ل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ر</w:t>
      </w:r>
      <w:r w:rsidRPr="00816B77">
        <w:rPr>
          <w:rtl/>
          <w:lang w:bidi="ur-PK"/>
        </w:rPr>
        <w:t>ا</w:t>
      </w:r>
      <w:r w:rsidR="005A2492">
        <w:rPr>
          <w:rtl/>
        </w:rPr>
        <w:t>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جہ</w:t>
      </w:r>
      <w:r w:rsidRPr="00816B77">
        <w:rPr>
          <w:rtl/>
          <w:lang w:bidi="ur-PK"/>
        </w:rPr>
        <w:t>ا</w:t>
      </w:r>
      <w:r w:rsidR="005A2492">
        <w:rPr>
          <w:rtl/>
        </w:rPr>
        <w:t>د کرنے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لے مج</w:t>
      </w:r>
      <w:r w:rsidRPr="00816B77">
        <w:rPr>
          <w:rtl/>
          <w:lang w:bidi="ur-PK"/>
        </w:rPr>
        <w:t>ا</w:t>
      </w:r>
      <w:r w:rsidR="005A2492">
        <w:rPr>
          <w:rtl/>
        </w:rPr>
        <w:t>ھد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</w:p>
    <w:p w:rsidR="00F97686" w:rsidRDefault="00F9768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25795" w:rsidRDefault="00025795" w:rsidP="00B9412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D46B98" w:rsidRPr="00D46B98">
        <w:rPr>
          <w:rtl/>
        </w:rPr>
        <w:t xml:space="preserve"> </w:t>
      </w:r>
      <w:r w:rsidR="00B94127">
        <w:rPr>
          <w:rtl/>
        </w:rPr>
        <w:t>وس</w:t>
      </w:r>
      <w:r w:rsidR="00816B77" w:rsidRPr="00816B77">
        <w:rPr>
          <w:rtl/>
        </w:rPr>
        <w:t>ا</w:t>
      </w:r>
      <w:r w:rsidR="00B94127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B94127">
        <w:rPr>
          <w:rtl/>
        </w:rPr>
        <w:t xml:space="preserve"> ،ج</w:t>
      </w:r>
      <w:r w:rsidR="00B94127">
        <w:rPr>
          <w:rtl/>
          <w:lang w:bidi="fa-IR"/>
        </w:rPr>
        <w:t>۲۱</w:t>
      </w:r>
      <w:r w:rsidR="00B94127">
        <w:rPr>
          <w:rtl/>
        </w:rPr>
        <w:t>، ص</w:t>
      </w:r>
      <w:r w:rsidR="00B94127">
        <w:rPr>
          <w:rtl/>
          <w:lang w:bidi="fa-IR"/>
        </w:rPr>
        <w:t>۴۵۱</w:t>
      </w:r>
    </w:p>
    <w:p w:rsidR="00025795" w:rsidRDefault="00025795" w:rsidP="00A60F54">
      <w:pPr>
        <w:pStyle w:val="libPoemTini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ثو</w:t>
      </w:r>
      <w:r w:rsidR="00816B77" w:rsidRPr="00816B77">
        <w:rPr>
          <w:rtl/>
          <w:lang w:bidi="ur-PK"/>
        </w:rPr>
        <w:t>ا</w:t>
      </w:r>
      <w:r>
        <w:rPr>
          <w:rtl/>
        </w:rPr>
        <w:t>ب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 w:rsidR="00816B77" w:rsidRPr="00816B77">
        <w:rPr>
          <w:rtl/>
          <w:lang w:bidi="ur-PK"/>
        </w:rPr>
        <w:t>اا</w:t>
      </w:r>
      <w:r>
        <w:rPr>
          <w:rtl/>
        </w:rPr>
        <w:t>ور جب بچّہ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شم</w:t>
      </w:r>
      <w:r w:rsidR="00816B77" w:rsidRPr="00816B77">
        <w:rPr>
          <w:rtl/>
          <w:lang w:bidi="ur-PK"/>
        </w:rPr>
        <w:t>ا</w:t>
      </w:r>
      <w:r>
        <w:rPr>
          <w:rtl/>
        </w:rPr>
        <w:t>ر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شم</w:t>
      </w:r>
      <w:r w:rsidR="00816B77" w:rsidRPr="00816B77">
        <w:rPr>
          <w:rtl/>
          <w:lang w:bidi="ur-PK"/>
        </w:rPr>
        <w:t>ا</w:t>
      </w:r>
      <w:r>
        <w:rPr>
          <w:rtl/>
        </w:rPr>
        <w:t>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="00816B77" w:rsidRPr="00816B77">
        <w:rPr>
          <w:rtl/>
          <w:lang w:bidi="ur-PK"/>
        </w:rPr>
        <w:t>اا</w:t>
      </w:r>
      <w:r>
        <w:rPr>
          <w:rtl/>
        </w:rPr>
        <w:t xml:space="preserve">ور جب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بچےّ کو دودھ پل</w:t>
      </w:r>
      <w:r w:rsidR="00816B77" w:rsidRPr="00816B77">
        <w:rPr>
          <w:rtl/>
          <w:lang w:bidi="ur-PK"/>
        </w:rPr>
        <w:t>ا</w:t>
      </w:r>
      <w:r>
        <w:rPr>
          <w:rtl/>
        </w:rPr>
        <w:t>نے لگے گ</w:t>
      </w:r>
      <w:r>
        <w:rPr>
          <w:rFonts w:hint="cs"/>
          <w:rtl/>
        </w:rPr>
        <w:t>ی</w:t>
      </w:r>
      <w:r>
        <w:rPr>
          <w:rtl/>
        </w:rPr>
        <w:t xml:space="preserve"> تو بچےّ کے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 کے بدلے 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سر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</w:t>
      </w:r>
      <w:r w:rsidR="00816B77" w:rsidRPr="00816B77">
        <w:rPr>
          <w:rtl/>
          <w:lang w:bidi="ur-PK"/>
        </w:rPr>
        <w:t>ا</w:t>
      </w:r>
      <w:r>
        <w:rPr>
          <w:rtl/>
        </w:rPr>
        <w:t>م،خد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کرے گ</w:t>
      </w:r>
      <w:r w:rsidR="00816B77" w:rsidRPr="00816B77">
        <w:rPr>
          <w:rtl/>
          <w:lang w:bidi="ur-PK"/>
        </w:rPr>
        <w:t>اا</w:t>
      </w:r>
      <w:r>
        <w:rPr>
          <w:rtl/>
        </w:rPr>
        <w:t>ور جب  دو س</w:t>
      </w:r>
      <w:r w:rsidR="00816B77" w:rsidRPr="00816B77">
        <w:rPr>
          <w:rtl/>
          <w:lang w:bidi="ur-PK"/>
        </w:rPr>
        <w:t>ا</w:t>
      </w:r>
      <w:r>
        <w:rPr>
          <w:rtl/>
        </w:rPr>
        <w:t>ل پورے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دودھ پل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چھوڑدے تو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عورت کے ش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نوںپر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ہوئے تھپ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خوش 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رے گن</w:t>
      </w:r>
      <w:r w:rsidR="00816B77" w:rsidRPr="00816B77">
        <w:rPr>
          <w:rtl/>
          <w:lang w:bidi="ur-PK"/>
        </w:rPr>
        <w:t>ا</w:t>
      </w:r>
      <w:r>
        <w:rPr>
          <w:rtl/>
        </w:rPr>
        <w:t>ہ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 ہوچکے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چھے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ش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ئستہ عمل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تو نئ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شروع کر</w:t>
      </w:r>
    </w:p>
    <w:p w:rsidR="005A2492" w:rsidRDefault="005A2492" w:rsidP="00A21BC5">
      <w:pPr>
        <w:pStyle w:val="Heading1"/>
        <w:rPr>
          <w:rtl/>
        </w:rPr>
      </w:pPr>
      <w:bookmarkStart w:id="136" w:name="_Toc393190561"/>
      <w:r>
        <w:rPr>
          <w:rFonts w:hint="eastAsia"/>
          <w:rtl/>
        </w:rPr>
        <w:t>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>لم کے لئے نمونہ</w:t>
      </w:r>
      <w:bookmarkEnd w:id="136"/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بق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چونکہ حضرت زہر</w:t>
      </w:r>
      <w:r w:rsidR="00816B77" w:rsidRPr="00816B77">
        <w:rPr>
          <w:rtl/>
          <w:lang w:bidi="ur-PK"/>
        </w:rPr>
        <w:t>ا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لئے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عمل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کرد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کو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 </w:t>
      </w:r>
    </w:p>
    <w:p w:rsidR="005A2492" w:rsidRDefault="005A2492" w:rsidP="00C70065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F97686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لَو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َ خَلَقَ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رَ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مِنِ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نَ ع لَم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لِفَ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طِمَةَ ع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ُف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وٌ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ظَ</w:t>
      </w:r>
      <w:r w:rsidRPr="00F97686">
        <w:rPr>
          <w:rFonts w:hint="cs"/>
          <w:rtl/>
        </w:rPr>
        <w:t>هْ</w:t>
      </w:r>
      <w:r>
        <w:rPr>
          <w:rFonts w:hint="cs"/>
          <w:rtl/>
        </w:rPr>
        <w:t xml:space="preserve">رِ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ضِ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دَمُ فَمَن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دُونَ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</w:t>
      </w:r>
      <w:r w:rsidR="00025795" w:rsidRPr="007741D8">
        <w:rPr>
          <w:rStyle w:val="libFootnotenumChar"/>
          <w:rFonts w:hint="cs"/>
          <w:rtl/>
        </w:rPr>
        <w:t>(1)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C70065">
        <w:rPr>
          <w:rStyle w:val="libNormalChar"/>
          <w:rFonts w:hint="eastAsia"/>
          <w:rtl/>
        </w:rPr>
        <w:t>م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C70065">
        <w:rPr>
          <w:rStyle w:val="libNormalChar"/>
          <w:rFonts w:hint="eastAsia"/>
          <w:rtl/>
        </w:rPr>
        <w:t>م</w:t>
      </w:r>
      <w:r w:rsidRPr="00C70065">
        <w:rPr>
          <w:rStyle w:val="libNormalChar"/>
          <w:rtl/>
        </w:rPr>
        <w:t xml:space="preserve"> جعفر ص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>دق نے فرم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C70065">
        <w:rPr>
          <w:rStyle w:val="libNormalChar"/>
          <w:rtl/>
        </w:rPr>
        <w:t>: م</w:t>
      </w:r>
      <w:r w:rsidRPr="00C70065">
        <w:rPr>
          <w:rStyle w:val="libNormalChar"/>
          <w:rFonts w:hint="cs"/>
          <w:rtl/>
        </w:rPr>
        <w:t>ی</w:t>
      </w:r>
      <w:r w:rsidRPr="00C70065">
        <w:rPr>
          <w:rStyle w:val="libNormalChar"/>
          <w:rFonts w:hint="eastAsia"/>
          <w:rtl/>
        </w:rPr>
        <w:t>ر</w:t>
      </w:r>
      <w:r w:rsidRPr="00C70065">
        <w:rPr>
          <w:rStyle w:val="libNormalChar"/>
          <w:rFonts w:hint="cs"/>
          <w:rtl/>
        </w:rPr>
        <w:t>ی</w:t>
      </w:r>
      <w:r w:rsidRPr="00C70065">
        <w:rPr>
          <w:rStyle w:val="libNormalChar"/>
          <w:rtl/>
        </w:rPr>
        <w:t xml:space="preserve"> نظر م</w:t>
      </w:r>
      <w:r w:rsidRPr="00C70065">
        <w:rPr>
          <w:rStyle w:val="libNormalChar"/>
          <w:rFonts w:hint="cs"/>
          <w:rtl/>
        </w:rPr>
        <w:t>ی</w:t>
      </w:r>
      <w:r w:rsidRPr="00C70065">
        <w:rPr>
          <w:rStyle w:val="libNormalChar"/>
          <w:rFonts w:hint="eastAsia"/>
          <w:rtl/>
        </w:rPr>
        <w:t>ں</w:t>
      </w:r>
      <w:r w:rsidRPr="00C70065">
        <w:rPr>
          <w:rStyle w:val="libNormalChar"/>
          <w:rtl/>
        </w:rPr>
        <w:t xml:space="preserve"> ف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>طمہ</w:t>
      </w:r>
      <w:r w:rsidR="00885B05" w:rsidRPr="00885B05">
        <w:rPr>
          <w:rStyle w:val="libNormalChar"/>
          <w:rtl/>
          <w:lang w:bidi="ur-PK"/>
        </w:rPr>
        <w:t>(س)</w:t>
      </w:r>
      <w:r w:rsidRPr="00C70065">
        <w:rPr>
          <w:rStyle w:val="libNormalChar"/>
          <w:rtl/>
        </w:rPr>
        <w:t xml:space="preserve"> ک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 xml:space="preserve"> مرتبہ 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>س قدر بلند و ب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>ل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 xml:space="preserve"> ہے کہ 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>گر عل</w:t>
      </w:r>
      <w:r w:rsidRPr="00C70065">
        <w:rPr>
          <w:rStyle w:val="libNormalChar"/>
          <w:rFonts w:hint="cs"/>
          <w:rtl/>
        </w:rPr>
        <w:t>ی</w:t>
      </w:r>
      <w:r w:rsidR="000B1FC0" w:rsidRPr="000B1FC0">
        <w:rPr>
          <w:rStyle w:val="libNormalChar"/>
          <w:rtl/>
          <w:lang w:bidi="ur-PK"/>
        </w:rPr>
        <w:t>(ع)</w:t>
      </w:r>
      <w:r w:rsidRPr="00C70065">
        <w:rPr>
          <w:rStyle w:val="libNormalChar"/>
          <w:rtl/>
        </w:rPr>
        <w:t xml:space="preserve"> نہ ہوتے تو 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>س روئے زم</w:t>
      </w:r>
      <w:r w:rsidRPr="00C70065">
        <w:rPr>
          <w:rStyle w:val="libNormalChar"/>
          <w:rFonts w:hint="cs"/>
          <w:rtl/>
        </w:rPr>
        <w:t>ی</w:t>
      </w:r>
      <w:r w:rsidRPr="00C70065">
        <w:rPr>
          <w:rStyle w:val="libNormalChar"/>
          <w:rFonts w:hint="eastAsia"/>
          <w:rtl/>
        </w:rPr>
        <w:t>ن</w:t>
      </w:r>
      <w:r w:rsidRPr="00C70065">
        <w:rPr>
          <w:rStyle w:val="libNormalChar"/>
          <w:rtl/>
        </w:rPr>
        <w:t xml:space="preserve"> پرحضرت 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 xml:space="preserve">دم </w:t>
      </w:r>
      <w:r w:rsidR="007B6DC7" w:rsidRPr="007B6DC7">
        <w:rPr>
          <w:rStyle w:val="libNormalChar"/>
          <w:rtl/>
          <w:lang w:bidi="ur-PK"/>
        </w:rPr>
        <w:t>(ع)</w:t>
      </w:r>
      <w:r w:rsidRPr="00C70065">
        <w:rPr>
          <w:rStyle w:val="libNormalChar"/>
          <w:rtl/>
        </w:rPr>
        <w:t xml:space="preserve"> کے زم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>نے سے ق</w:t>
      </w:r>
      <w:r w:rsidRPr="00C70065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C70065">
        <w:rPr>
          <w:rStyle w:val="libNormalChar"/>
          <w:rFonts w:hint="eastAsia"/>
          <w:rtl/>
        </w:rPr>
        <w:t>مت</w:t>
      </w:r>
      <w:r w:rsidRPr="00C70065">
        <w:rPr>
          <w:rStyle w:val="libNormalChar"/>
          <w:rtl/>
        </w:rPr>
        <w:t xml:space="preserve"> تک  ف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>طمہ</w:t>
      </w:r>
      <w:r w:rsidR="00885B05" w:rsidRPr="00885B05">
        <w:rPr>
          <w:rStyle w:val="libNormalChar"/>
          <w:rtl/>
          <w:lang w:bidi="ur-PK"/>
        </w:rPr>
        <w:t>(س)</w:t>
      </w:r>
      <w:r w:rsidRPr="00C70065">
        <w:rPr>
          <w:rStyle w:val="libNormalChar"/>
          <w:rtl/>
        </w:rPr>
        <w:t xml:space="preserve"> کے ق</w:t>
      </w:r>
      <w:r w:rsidR="00816B77" w:rsidRPr="00816B77">
        <w:rPr>
          <w:rStyle w:val="libNormalChar"/>
          <w:rtl/>
          <w:lang w:bidi="ur-PK"/>
        </w:rPr>
        <w:t>ا</w:t>
      </w:r>
      <w:r w:rsidRPr="00C70065">
        <w:rPr>
          <w:rStyle w:val="libNormalChar"/>
          <w:rtl/>
        </w:rPr>
        <w:t>بل کوئ</w:t>
      </w:r>
      <w:r w:rsidRPr="00C70065">
        <w:rPr>
          <w:rStyle w:val="libNormalChar"/>
          <w:rFonts w:hint="cs"/>
          <w:rtl/>
        </w:rPr>
        <w:t>ی</w:t>
      </w:r>
      <w:r w:rsidRPr="00C70065">
        <w:rPr>
          <w:rStyle w:val="libNormalChar"/>
          <w:rtl/>
        </w:rPr>
        <w:t xml:space="preserve"> ہمسر نہ ملت</w:t>
      </w:r>
      <w:r w:rsidR="00816B77" w:rsidRPr="00816B77">
        <w:rPr>
          <w:rStyle w:val="libNormalChar"/>
          <w:rtl/>
          <w:lang w:bidi="ur-PK"/>
        </w:rPr>
        <w:t>ا</w:t>
      </w:r>
    </w:p>
    <w:p w:rsidR="005A2492" w:rsidRDefault="005A2492" w:rsidP="00025795">
      <w:pPr>
        <w:pStyle w:val="libArabic"/>
        <w:rPr>
          <w:rtl/>
        </w:rPr>
      </w:pPr>
      <w:r>
        <w:rPr>
          <w:rFonts w:hint="eastAsia"/>
          <w:rtl/>
        </w:rPr>
        <w:t>لول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لف</w:t>
      </w:r>
      <w:r w:rsidR="00CF3D62" w:rsidRPr="00CF3D62">
        <w:rPr>
          <w:rtl/>
        </w:rPr>
        <w:t>ا</w:t>
      </w:r>
      <w:r>
        <w:rPr>
          <w:rtl/>
        </w:rPr>
        <w:t>طمة کفو</w:t>
      </w:r>
      <w:r w:rsidR="00025795" w:rsidRPr="007741D8">
        <w:rPr>
          <w:rStyle w:val="libFootnotenumChar"/>
          <w:rFonts w:hint="cs"/>
          <w:rtl/>
        </w:rPr>
        <w:t>(2)</w:t>
      </w:r>
    </w:p>
    <w:p w:rsidR="005A2492" w:rsidRDefault="005A2492" w:rsidP="00A21BC5">
      <w:pPr>
        <w:pStyle w:val="Heading1"/>
        <w:rPr>
          <w:rtl/>
        </w:rPr>
      </w:pPr>
      <w:bookmarkStart w:id="137" w:name="_Toc393190562"/>
      <w:r>
        <w:rPr>
          <w:rFonts w:hint="eastAsia"/>
          <w:rtl/>
        </w:rPr>
        <w:t>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کرن</w:t>
      </w:r>
      <w:r w:rsidR="00816B77" w:rsidRPr="00816B77">
        <w:rPr>
          <w:rtl/>
          <w:lang w:bidi="ur-PK"/>
        </w:rPr>
        <w:t>ا</w:t>
      </w:r>
      <w:bookmarkEnd w:id="137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تم</w:t>
      </w:r>
      <w:r w:rsidRPr="00816B77">
        <w:rPr>
          <w:rtl/>
          <w:lang w:bidi="ur-PK"/>
        </w:rPr>
        <w:t>ا</w:t>
      </w:r>
      <w:r w:rsidR="005A2492">
        <w:rPr>
          <w:rtl/>
        </w:rPr>
        <w:t>م عظمتوں کے ب</w:t>
      </w:r>
      <w:r w:rsidRPr="00816B77">
        <w:rPr>
          <w:rtl/>
          <w:lang w:bidi="ur-PK"/>
        </w:rPr>
        <w:t>ا</w:t>
      </w:r>
      <w:r w:rsidR="005A2492">
        <w:rPr>
          <w:rtl/>
        </w:rPr>
        <w:t>وجود 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طمہ 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>گھر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خود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جدّ گر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عل</w:t>
      </w:r>
      <w:r w:rsidR="005A2492"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نے 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کے فرم</w:t>
      </w:r>
      <w:r w:rsidRPr="00816B77">
        <w:rPr>
          <w:rtl/>
          <w:lang w:bidi="ur-PK"/>
        </w:rPr>
        <w:t>ا</w:t>
      </w:r>
      <w:r w:rsidR="005A2492">
        <w:rPr>
          <w:rtl/>
        </w:rPr>
        <w:t>ن کے مط</w:t>
      </w:r>
      <w:r w:rsidRPr="00816B77">
        <w:rPr>
          <w:rtl/>
          <w:lang w:bidi="ur-PK"/>
        </w:rPr>
        <w:t>ا</w:t>
      </w:r>
      <w:r w:rsidR="005A2492">
        <w:rPr>
          <w:rtl/>
        </w:rPr>
        <w:t>بق گھر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لو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کو ف</w:t>
      </w:r>
      <w:r w:rsidRPr="00816B77">
        <w:rPr>
          <w:rtl/>
          <w:lang w:bidi="ur-PK"/>
        </w:rPr>
        <w:t>ا</w:t>
      </w:r>
      <w:r w:rsidR="005A2492">
        <w:rPr>
          <w:rtl/>
        </w:rPr>
        <w:t>طمہ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تقس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پ ب</w:t>
      </w:r>
      <w:r w:rsidRPr="00816B77">
        <w:rPr>
          <w:rtl/>
          <w:lang w:bidi="ur-PK"/>
        </w:rPr>
        <w:t>ا</w:t>
      </w:r>
      <w:r w:rsidR="005A2492">
        <w:rPr>
          <w:rtl/>
        </w:rPr>
        <w:t>ہر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ف</w:t>
      </w:r>
      <w:r w:rsidRPr="00816B77">
        <w:rPr>
          <w:rtl/>
          <w:lang w:bidi="ur-PK"/>
        </w:rPr>
        <w:t>ا</w:t>
      </w:r>
      <w:r w:rsidR="005A2492">
        <w:rPr>
          <w:rtl/>
        </w:rPr>
        <w:t>طمہ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 چ</w:t>
      </w:r>
      <w:r w:rsidRPr="00816B77">
        <w:rPr>
          <w:rtl/>
          <w:lang w:bidi="ur-PK"/>
        </w:rPr>
        <w:t>ا</w:t>
      </w:r>
      <w:r w:rsidR="005A2492">
        <w:rPr>
          <w:rtl/>
        </w:rPr>
        <w:t>رد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</w:t>
      </w:r>
      <w:r w:rsidRPr="00816B77">
        <w:rPr>
          <w:rtl/>
          <w:lang w:bidi="ur-PK"/>
        </w:rPr>
        <w:t>ا</w:t>
      </w:r>
      <w:r w:rsidR="005A2492">
        <w:rPr>
          <w:rtl/>
        </w:rPr>
        <w:t>ندر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="005A2492">
        <w:rPr>
          <w:rtl/>
        </w:rPr>
        <w:t>:</w:t>
      </w:r>
    </w:p>
    <w:p w:rsidR="00025795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70065" w:rsidRDefault="00025795" w:rsidP="00B9412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C70065">
        <w:rPr>
          <w:rtl/>
        </w:rPr>
        <w:t xml:space="preserve"> </w:t>
      </w:r>
      <w:r w:rsidR="00315026">
        <w:rPr>
          <w:rtl/>
        </w:rPr>
        <w:t>تہذ</w:t>
      </w:r>
      <w:r w:rsidR="00315026">
        <w:rPr>
          <w:rFonts w:hint="cs"/>
          <w:rtl/>
        </w:rPr>
        <w:t>ی</w:t>
      </w:r>
      <w:r w:rsidR="00315026">
        <w:rPr>
          <w:rFonts w:hint="eastAsia"/>
          <w:rtl/>
        </w:rPr>
        <w:t>ب</w:t>
      </w:r>
      <w:r w:rsidR="00315026">
        <w:rPr>
          <w:rtl/>
        </w:rPr>
        <w:t xml:space="preserve"> </w:t>
      </w:r>
      <w:r w:rsidR="00816B77" w:rsidRPr="00816B77">
        <w:rPr>
          <w:rtl/>
        </w:rPr>
        <w:t>ا</w:t>
      </w:r>
      <w:r w:rsidR="00315026">
        <w:rPr>
          <w:rtl/>
        </w:rPr>
        <w:t>ل</w:t>
      </w:r>
      <w:r w:rsidR="00816B77" w:rsidRPr="00816B77">
        <w:rPr>
          <w:rtl/>
        </w:rPr>
        <w:t>ا</w:t>
      </w:r>
      <w:r w:rsidR="00315026">
        <w:rPr>
          <w:rtl/>
        </w:rPr>
        <w:t>حک</w:t>
      </w:r>
      <w:r w:rsidR="00816B77" w:rsidRPr="00816B77">
        <w:rPr>
          <w:rtl/>
        </w:rPr>
        <w:t>ا</w:t>
      </w:r>
      <w:r w:rsidR="00315026">
        <w:rPr>
          <w:rtl/>
        </w:rPr>
        <w:t>م،ج</w:t>
      </w:r>
      <w:r w:rsidR="00315026">
        <w:rPr>
          <w:rtl/>
          <w:lang w:bidi="fa-IR"/>
        </w:rPr>
        <w:t>۷</w:t>
      </w:r>
      <w:r w:rsidR="00315026">
        <w:rPr>
          <w:rtl/>
        </w:rPr>
        <w:t>، ص</w:t>
      </w:r>
      <w:r w:rsidR="00315026">
        <w:rPr>
          <w:rtl/>
          <w:lang w:bidi="fa-IR"/>
        </w:rPr>
        <w:t>۴۷۰</w:t>
      </w:r>
    </w:p>
    <w:p w:rsidR="00025795" w:rsidRDefault="00025795" w:rsidP="00315026">
      <w:pPr>
        <w:pStyle w:val="libFootnote0"/>
        <w:rPr>
          <w:rtl/>
        </w:rPr>
      </w:pPr>
      <w:r>
        <w:rPr>
          <w:rFonts w:hint="cs"/>
          <w:rtl/>
        </w:rPr>
        <w:t>(2):</w:t>
      </w:r>
      <w:r w:rsidR="00315026" w:rsidRPr="00315026">
        <w:rPr>
          <w:rtl/>
        </w:rPr>
        <w:t xml:space="preserve"> </w:t>
      </w:r>
      <w:r w:rsidR="00816B77" w:rsidRPr="00816B77">
        <w:rPr>
          <w:rtl/>
        </w:rPr>
        <w:t>ا</w:t>
      </w:r>
      <w:r w:rsidR="00315026" w:rsidRPr="00315026">
        <w:rPr>
          <w:rtl/>
        </w:rPr>
        <w:t>ث</w:t>
      </w:r>
      <w:r w:rsidR="00816B77" w:rsidRPr="00816B77">
        <w:rPr>
          <w:rtl/>
        </w:rPr>
        <w:t>ا</w:t>
      </w:r>
      <w:r w:rsidR="00315026" w:rsidRPr="00315026">
        <w:rPr>
          <w:rtl/>
        </w:rPr>
        <w:t>ر</w:t>
      </w:r>
      <w:r w:rsidR="00816B77" w:rsidRPr="00816B77">
        <w:rPr>
          <w:rtl/>
        </w:rPr>
        <w:t>ا</w:t>
      </w:r>
      <w:r w:rsidR="00315026" w:rsidRPr="00315026">
        <w:rPr>
          <w:rtl/>
        </w:rPr>
        <w:t>لص</w:t>
      </w:r>
      <w:r w:rsidR="00816B77" w:rsidRPr="00816B77">
        <w:rPr>
          <w:rtl/>
        </w:rPr>
        <w:t>ا</w:t>
      </w:r>
      <w:r w:rsidR="00315026" w:rsidRPr="00315026">
        <w:rPr>
          <w:rtl/>
        </w:rPr>
        <w:t>دق</w:t>
      </w:r>
      <w:r w:rsidR="00315026" w:rsidRPr="00315026">
        <w:rPr>
          <w:rFonts w:hint="cs"/>
          <w:rtl/>
        </w:rPr>
        <w:t>ی</w:t>
      </w:r>
      <w:r w:rsidR="00315026" w:rsidRPr="00315026">
        <w:rPr>
          <w:rFonts w:hint="eastAsia"/>
          <w:rtl/>
        </w:rPr>
        <w:t>ن،ج</w:t>
      </w:r>
      <w:r w:rsidR="00C15B30" w:rsidRPr="00C15B30">
        <w:rPr>
          <w:rFonts w:hint="cs"/>
          <w:rtl/>
        </w:rPr>
        <w:t>16</w:t>
      </w:r>
      <w:r w:rsidR="00315026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419</w:t>
      </w:r>
      <w:r w:rsidR="00315026" w:rsidRPr="00816B77">
        <w:rPr>
          <w:rFonts w:hint="cs"/>
          <w:rtl/>
        </w:rPr>
        <w:t xml:space="preserve">  </w:t>
      </w:r>
      <w:r w:rsidR="00C70065" w:rsidRPr="00C70065">
        <w:rPr>
          <w:rtl/>
        </w:rPr>
        <w:t xml:space="preserve"> </w:t>
      </w:r>
    </w:p>
    <w:p w:rsidR="00025795" w:rsidRPr="00025795" w:rsidRDefault="00025795" w:rsidP="00A60F54">
      <w:pPr>
        <w:pStyle w:val="libPoemTini"/>
        <w:rPr>
          <w:rtl/>
        </w:rPr>
      </w:pPr>
      <w:r w:rsidRPr="00025795">
        <w:rPr>
          <w:rtl/>
        </w:rPr>
        <w:br w:type="page"/>
      </w:r>
    </w:p>
    <w:p w:rsidR="005A2492" w:rsidRDefault="005A2492" w:rsidP="00F97686">
      <w:pPr>
        <w:pStyle w:val="libArabic"/>
        <w:rPr>
          <w:rtl/>
        </w:rPr>
      </w:pPr>
      <w:r>
        <w:rPr>
          <w:rtl/>
        </w:rPr>
        <w:lastRenderedPageBreak/>
        <w:t xml:space="preserve">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عَل</w:t>
      </w:r>
      <w:r>
        <w:rPr>
          <w:rtl/>
        </w:rPr>
        <w:t>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ٌّ ع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َس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تَقِ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وَ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َح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تَطِبُ وَ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طِمَةُ ع تَط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حَنُ وَ تَع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جِنُ وَ تَخ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بِزُ وَ تَر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قَع</w:t>
      </w:r>
      <w:r w:rsidRPr="00F97686">
        <w:rPr>
          <w:rFonts w:hint="cs"/>
          <w:rtl/>
        </w:rPr>
        <w:t>‏</w:t>
      </w:r>
    </w:p>
    <w:p w:rsidR="005A2492" w:rsidRDefault="005A2492" w:rsidP="0002579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بندوبست کرتے تھے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جدّہ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،خم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پک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کپڑے دھوت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25795" w:rsidRPr="007741D8">
        <w:rPr>
          <w:rStyle w:val="libFootnotenumChar"/>
          <w:rFonts w:hint="cs"/>
          <w:rtl/>
        </w:rPr>
        <w:t>(1)</w:t>
      </w:r>
    </w:p>
    <w:p w:rsidR="005A2492" w:rsidRDefault="005A2492" w:rsidP="00A21BC5">
      <w:pPr>
        <w:pStyle w:val="Heading1"/>
        <w:rPr>
          <w:rtl/>
        </w:rPr>
      </w:pPr>
      <w:bookmarkStart w:id="138" w:name="_Toc39319056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bookmarkEnd w:id="138"/>
    </w:p>
    <w:p w:rsidR="00025795" w:rsidRDefault="00816B77" w:rsidP="00025795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جب رسول گر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ف</w:t>
      </w:r>
      <w:r w:rsidRPr="00816B77">
        <w:rPr>
          <w:rtl/>
          <w:lang w:bidi="ur-PK"/>
        </w:rPr>
        <w:t>ا</w:t>
      </w:r>
      <w:r w:rsidR="005A2492">
        <w:rPr>
          <w:rtl/>
        </w:rPr>
        <w:t>طمہ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کے گھر </w:t>
      </w:r>
      <w:r w:rsidRPr="00816B77">
        <w:rPr>
          <w:rtl/>
          <w:lang w:bidi="ur-PK"/>
        </w:rPr>
        <w:t>ا</w:t>
      </w:r>
      <w:r w:rsidR="005A2492">
        <w:rPr>
          <w:rtl/>
        </w:rPr>
        <w:t>پ کے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کے لئے تشر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ل</w:t>
      </w:r>
      <w:r w:rsidRPr="00816B77">
        <w:rPr>
          <w:rtl/>
          <w:lang w:bidi="ur-PK"/>
        </w:rPr>
        <w:t>ا</w:t>
      </w:r>
      <w:r w:rsidR="005A2492">
        <w:rPr>
          <w:rtl/>
        </w:rPr>
        <w:t>ئے،ف</w:t>
      </w:r>
      <w:r w:rsidRPr="00816B77">
        <w:rPr>
          <w:rtl/>
          <w:lang w:bidi="ur-PK"/>
        </w:rPr>
        <w:t>ا</w:t>
      </w:r>
      <w:r w:rsidR="005A2492">
        <w:rPr>
          <w:rtl/>
        </w:rPr>
        <w:t>طمہ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کو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کر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نکھ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پرنم ہوگئ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ف</w:t>
      </w:r>
      <w:r w:rsidRPr="00816B77">
        <w:rPr>
          <w:rtl/>
          <w:lang w:bidi="ur-PK"/>
        </w:rPr>
        <w:t>ا</w:t>
      </w:r>
      <w:r w:rsidR="005A2492">
        <w:rPr>
          <w:rtl/>
        </w:rPr>
        <w:t>طمہ</w:t>
      </w:r>
      <w:r w:rsidR="00885B05" w:rsidRPr="00885B05">
        <w:rPr>
          <w:rtl/>
          <w:lang w:bidi="ur-PK"/>
        </w:rPr>
        <w:t>(س)</w:t>
      </w:r>
      <w:r w:rsidRPr="00816B77">
        <w:rPr>
          <w:rtl/>
          <w:lang w:bidi="ur-PK"/>
        </w:rPr>
        <w:t>ا</w:t>
      </w:r>
      <w:r w:rsidR="005A2492">
        <w:rPr>
          <w:rtl/>
        </w:rPr>
        <w:t>ون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لب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ملبوس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کے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چکّ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رہ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س</w:t>
      </w:r>
      <w:r w:rsidRPr="00816B77">
        <w:rPr>
          <w:rtl/>
          <w:lang w:bidi="ur-PK"/>
        </w:rPr>
        <w:t>ا</w:t>
      </w:r>
      <w:r w:rsidR="005A2492">
        <w:rPr>
          <w:rtl/>
        </w:rPr>
        <w:t>تھ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حس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کو دودھ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پل</w:t>
      </w:r>
      <w:r w:rsidRPr="00816B77">
        <w:rPr>
          <w:rtl/>
          <w:lang w:bidi="ur-PK"/>
        </w:rPr>
        <w:t>ا</w:t>
      </w:r>
      <w:r w:rsidR="005A2492">
        <w:rPr>
          <w:rtl/>
        </w:rPr>
        <w:t>رہ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جب </w:t>
      </w:r>
      <w:r w:rsidRPr="00816B77">
        <w:rPr>
          <w:rtl/>
          <w:lang w:bidi="ur-PK"/>
        </w:rPr>
        <w:t>ا</w:t>
      </w:r>
      <w:r w:rsidR="005A2492">
        <w:rPr>
          <w:rtl/>
        </w:rPr>
        <w:t>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مشقت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لت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شکب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5A2492">
        <w:rPr>
          <w:rtl/>
        </w:rPr>
        <w:t>نکھوں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ن ف</w:t>
      </w:r>
      <w:r w:rsidRPr="00816B77">
        <w:rPr>
          <w:rtl/>
          <w:lang w:bidi="ur-PK"/>
        </w:rPr>
        <w:t>ا</w:t>
      </w:r>
      <w:r w:rsidR="005A2492">
        <w:rPr>
          <w:rtl/>
        </w:rPr>
        <w:t>طمہ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>!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سخت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کہ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دن </w:t>
      </w:r>
      <w:r w:rsidRPr="00816B77">
        <w:rPr>
          <w:rtl/>
          <w:lang w:bidi="ur-PK"/>
        </w:rPr>
        <w:t>ا</w:t>
      </w:r>
      <w:r w:rsidR="005A2492">
        <w:rPr>
          <w:rtl/>
        </w:rPr>
        <w:t>جر وثو</w:t>
      </w:r>
      <w:r w:rsidRPr="00816B77">
        <w:rPr>
          <w:rtl/>
          <w:lang w:bidi="ur-PK"/>
        </w:rPr>
        <w:t>ا</w:t>
      </w:r>
      <w:r w:rsidR="005A2492">
        <w:rPr>
          <w:rtl/>
        </w:rPr>
        <w:t>ب کے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مستحق ہوج</w:t>
      </w:r>
      <w:r w:rsidRPr="00816B77">
        <w:rPr>
          <w:rtl/>
          <w:lang w:bidi="ur-PK"/>
        </w:rPr>
        <w:t>ا</w:t>
      </w:r>
      <w:r w:rsidR="005A2492">
        <w:rPr>
          <w:rtl/>
        </w:rPr>
        <w:t>ؤ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ر</w:t>
      </w:r>
      <w:r w:rsidRPr="00816B77">
        <w:rPr>
          <w:rtl/>
          <w:lang w:bidi="ur-PK"/>
        </w:rPr>
        <w:t>ا</w:t>
      </w:r>
      <w:r w:rsidR="005A2492">
        <w:rPr>
          <w:rtl/>
        </w:rPr>
        <w:t>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صبر و تحمّل کو ہ</w:t>
      </w:r>
      <w:r w:rsidRPr="00816B77">
        <w:rPr>
          <w:rtl/>
          <w:lang w:bidi="ur-PK"/>
        </w:rPr>
        <w:t>ا</w:t>
      </w:r>
      <w:r w:rsidR="005A2492">
        <w:rPr>
          <w:rtl/>
        </w:rPr>
        <w:t>تھ سے ج</w:t>
      </w:r>
      <w:r w:rsidRPr="00816B77">
        <w:rPr>
          <w:rtl/>
          <w:lang w:bidi="ur-PK"/>
        </w:rPr>
        <w:t>ا</w:t>
      </w:r>
      <w:r w:rsidR="005A2492">
        <w:rPr>
          <w:rtl/>
        </w:rPr>
        <w:t>نے نہ دوف</w:t>
      </w:r>
      <w:r w:rsidRPr="00816B77">
        <w:rPr>
          <w:rtl/>
          <w:lang w:bidi="ur-PK"/>
        </w:rPr>
        <w:t>ا</w:t>
      </w:r>
      <w:r w:rsidR="005A2492">
        <w:rPr>
          <w:rtl/>
        </w:rPr>
        <w:t>طمہ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نے عرض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ن!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ہر ح</w:t>
      </w:r>
      <w:r w:rsidRPr="00816B77">
        <w:rPr>
          <w:rtl/>
          <w:lang w:bidi="ur-PK"/>
        </w:rPr>
        <w:t>ا</w:t>
      </w:r>
      <w:r w:rsidR="005A2492">
        <w:rPr>
          <w:rtl/>
        </w:rPr>
        <w:t>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شکر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ہوں </w:t>
      </w:r>
      <w:r w:rsidRPr="00816B77">
        <w:rPr>
          <w:rtl/>
          <w:lang w:bidi="ur-PK"/>
        </w:rPr>
        <w:t>ا</w:t>
      </w:r>
      <w:r w:rsidR="005A2492">
        <w:rPr>
          <w:rtl/>
        </w:rPr>
        <w:t>ور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وقت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ذ</w:t>
      </w:r>
      <w:r w:rsidRPr="00816B77">
        <w:rPr>
          <w:rtl/>
          <w:lang w:bidi="ur-PK"/>
        </w:rPr>
        <w:t>ا</w:t>
      </w:r>
      <w:r w:rsidR="005A2492">
        <w:rPr>
          <w:rtl/>
        </w:rPr>
        <w:t>ت کو فر</w:t>
      </w:r>
      <w:r w:rsidRPr="00816B77">
        <w:rPr>
          <w:rtl/>
          <w:lang w:bidi="ur-PK"/>
        </w:rPr>
        <w:t>ا</w:t>
      </w:r>
      <w:r w:rsidR="005A2492">
        <w:rPr>
          <w:rtl/>
        </w:rPr>
        <w:t>موش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کرونگ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>س وقت وح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زل ہوئ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:  </w:t>
      </w:r>
      <w:r w:rsidR="005A2492" w:rsidRPr="00F97686">
        <w:rPr>
          <w:rStyle w:val="libAieChar"/>
          <w:rtl/>
        </w:rPr>
        <w:t xml:space="preserve">ولسوف </w:t>
      </w:r>
      <w:r w:rsidR="005A2492" w:rsidRPr="00F97686">
        <w:rPr>
          <w:rStyle w:val="libAieChar"/>
          <w:rFonts w:hint="cs"/>
          <w:rtl/>
        </w:rPr>
        <w:t>ی</w:t>
      </w:r>
      <w:r w:rsidR="005A2492" w:rsidRPr="00F97686">
        <w:rPr>
          <w:rStyle w:val="libAieChar"/>
          <w:rFonts w:hint="eastAsia"/>
          <w:rtl/>
        </w:rPr>
        <w:t>عط</w:t>
      </w:r>
      <w:r w:rsidR="005A2492" w:rsidRPr="00F97686">
        <w:rPr>
          <w:rStyle w:val="libAieChar"/>
          <w:rFonts w:hint="cs"/>
          <w:rtl/>
        </w:rPr>
        <w:t>ی</w:t>
      </w:r>
      <w:r w:rsidR="005A2492" w:rsidRPr="00F97686">
        <w:rPr>
          <w:rStyle w:val="libAieChar"/>
          <w:rFonts w:hint="eastAsia"/>
          <w:rtl/>
        </w:rPr>
        <w:t>ک</w:t>
      </w:r>
      <w:r w:rsidR="005A2492" w:rsidRPr="00F97686">
        <w:rPr>
          <w:rStyle w:val="libAieChar"/>
          <w:rtl/>
        </w:rPr>
        <w:t xml:space="preserve"> ربّک فترض</w:t>
      </w:r>
      <w:r w:rsidR="005A2492" w:rsidRPr="00F97686">
        <w:rPr>
          <w:rStyle w:val="libAieChar"/>
          <w:rFonts w:hint="cs"/>
          <w:rtl/>
        </w:rPr>
        <w:t>ی</w:t>
      </w:r>
      <w:r w:rsidR="005A2492">
        <w:rPr>
          <w:rtl/>
        </w:rPr>
        <w:t xml:space="preserve"> </w:t>
      </w:r>
      <w:r w:rsidR="00025795" w:rsidRPr="007741D8">
        <w:rPr>
          <w:rStyle w:val="libFootnotenumChar"/>
          <w:rFonts w:hint="cs"/>
          <w:rtl/>
        </w:rPr>
        <w:t>(2)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ے رسول!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اا</w:t>
      </w:r>
      <w:r w:rsidR="005A2492">
        <w:rPr>
          <w:rFonts w:hint="eastAsia"/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>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سخت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کر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غمگ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ہوگئے </w:t>
      </w:r>
      <w:r w:rsidRPr="00816B77">
        <w:rPr>
          <w:rtl/>
          <w:lang w:bidi="ur-PK"/>
        </w:rPr>
        <w:t>ا</w:t>
      </w:r>
      <w:r w:rsidR="005A2492">
        <w:rPr>
          <w:rtl/>
        </w:rPr>
        <w:t>ور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نکھوں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نسو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گئے؟ ہم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بدلہ ضرور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نگے</w:t>
      </w:r>
      <w:r w:rsidRPr="00816B77">
        <w:rPr>
          <w:rtl/>
          <w:lang w:bidi="ur-PK"/>
        </w:rPr>
        <w:t>ا</w:t>
      </w:r>
      <w:r w:rsidR="005A2492">
        <w:rPr>
          <w:rtl/>
        </w:rPr>
        <w:t>ور شف</w:t>
      </w:r>
      <w:r w:rsidRPr="00816B77">
        <w:rPr>
          <w:rtl/>
          <w:lang w:bidi="ur-PK"/>
        </w:rPr>
        <w:t>ا</w:t>
      </w:r>
      <w:r w:rsidR="005A2492">
        <w:rPr>
          <w:rtl/>
        </w:rPr>
        <w:t>عت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پرچم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طمہ 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>کو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عظمت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مرتبہ کو </w:t>
      </w:r>
      <w:r w:rsidRPr="00816B77">
        <w:rPr>
          <w:rtl/>
          <w:lang w:bidi="ur-PK"/>
        </w:rPr>
        <w:t>ا</w:t>
      </w:r>
      <w:r w:rsidR="005A2492">
        <w:rPr>
          <w:rtl/>
        </w:rPr>
        <w:t>تن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بلند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نگے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پ ر</w:t>
      </w:r>
      <w:r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ہوج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س 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قعے کو کچھ </w:t>
      </w:r>
      <w:r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Pr="00816B77">
        <w:rPr>
          <w:rtl/>
          <w:lang w:bidi="ur-PK"/>
        </w:rPr>
        <w:t>ا</w:t>
      </w:r>
      <w:r w:rsidR="005A2492">
        <w:rPr>
          <w:rtl/>
        </w:rPr>
        <w:t>ف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حضرت سلم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نؓ سے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نقل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ہے، وہ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جب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کے دولت سر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ہو</w:t>
      </w:r>
      <w:r w:rsidRPr="00816B77">
        <w:rPr>
          <w:rtl/>
          <w:lang w:bidi="ur-PK"/>
        </w:rPr>
        <w:t>ا</w:t>
      </w:r>
      <w:r w:rsidR="005A2492">
        <w:rPr>
          <w:rtl/>
        </w:rPr>
        <w:t>تو ف</w:t>
      </w:r>
      <w:r w:rsidRPr="00816B77">
        <w:rPr>
          <w:rtl/>
          <w:lang w:bidi="ur-PK"/>
        </w:rPr>
        <w:t>ا</w:t>
      </w:r>
      <w:r w:rsidR="005A2492">
        <w:rPr>
          <w:rtl/>
        </w:rPr>
        <w:t>طمہ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کو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چکّ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سنے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سے </w:t>
      </w:r>
      <w:r w:rsidR="005A2492">
        <w:rPr>
          <w:rFonts w:hint="eastAsia"/>
          <w:rtl/>
        </w:rPr>
        <w:t>ہ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چھ</w:t>
      </w:r>
      <w:r w:rsidRPr="00816B77">
        <w:rPr>
          <w:rtl/>
          <w:lang w:bidi="ur-PK"/>
        </w:rPr>
        <w:t>ا</w:t>
      </w:r>
      <w:r w:rsidR="005A2492">
        <w:rPr>
          <w:rtl/>
        </w:rPr>
        <w:t>لے پڑگئے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کہ</w:t>
      </w:r>
      <w:r w:rsidRPr="00816B77">
        <w:rPr>
          <w:rtl/>
          <w:lang w:bidi="ur-PK"/>
        </w:rPr>
        <w:t>ا</w:t>
      </w:r>
      <w:r w:rsidR="005A2492">
        <w:rPr>
          <w:rtl/>
        </w:rPr>
        <w:t>:</w:t>
      </w:r>
      <w:r w:rsidRPr="00816B77">
        <w:rPr>
          <w:rtl/>
          <w:lang w:bidi="ur-PK"/>
        </w:rPr>
        <w:t>ا</w:t>
      </w:r>
      <w:r w:rsidR="005A2492">
        <w:rPr>
          <w:rtl/>
        </w:rPr>
        <w:t>ے بنت رسول!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فضّہ سے مدد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ں؟</w:t>
      </w:r>
      <w:r w:rsidR="005A2492">
        <w:rPr>
          <w:rtl/>
        </w:rPr>
        <w:t xml:space="preserve"> تو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فضّہ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ج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ستر</w:t>
      </w:r>
      <w:r w:rsidRPr="00816B77">
        <w:rPr>
          <w:rtl/>
          <w:lang w:bidi="ur-PK"/>
        </w:rPr>
        <w:t>ا</w:t>
      </w:r>
      <w:r w:rsidR="005A2492">
        <w:rPr>
          <w:rtl/>
        </w:rPr>
        <w:t>حت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دن ہے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5A2492">
        <w:rPr>
          <w:rtl/>
        </w:rPr>
        <w:t>قعہ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کو سن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تو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ت روئے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طمہ 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خدمت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لے گئےپھ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کچھ لمحہ کے بعد مسکر</w:t>
      </w:r>
      <w:r w:rsidRPr="00816B77">
        <w:rPr>
          <w:rtl/>
          <w:lang w:bidi="ur-PK"/>
        </w:rPr>
        <w:t>ا</w:t>
      </w:r>
      <w:r w:rsidR="005A2492">
        <w:rPr>
          <w:rtl/>
        </w:rPr>
        <w:t>تے ہوئے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ہر </w:t>
      </w:r>
      <w:r w:rsidRPr="00816B77">
        <w:rPr>
          <w:rtl/>
          <w:lang w:bidi="ur-PK"/>
        </w:rPr>
        <w:t>ا</w:t>
      </w:r>
      <w:r w:rsidR="005A2492">
        <w:rPr>
          <w:rtl/>
        </w:rPr>
        <w:t>ئےپ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نے خوش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</w:p>
    <w:p w:rsidR="00025795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94127" w:rsidRDefault="00025795" w:rsidP="0031502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B94127">
        <w:rPr>
          <w:rtl/>
        </w:rPr>
        <w:t xml:space="preserve"> </w:t>
      </w:r>
      <w:r w:rsidR="00315026">
        <w:rPr>
          <w:rtl/>
        </w:rPr>
        <w:t>سف</w:t>
      </w:r>
      <w:r w:rsidR="00315026">
        <w:rPr>
          <w:rFonts w:hint="cs"/>
          <w:rtl/>
        </w:rPr>
        <w:t>ی</w:t>
      </w:r>
      <w:r w:rsidR="00315026">
        <w:rPr>
          <w:rFonts w:hint="eastAsia"/>
          <w:rtl/>
        </w:rPr>
        <w:t>نة،ج</w:t>
      </w:r>
      <w:r w:rsidR="00C15B30" w:rsidRPr="00C15B30">
        <w:rPr>
          <w:rFonts w:hint="cs"/>
          <w:rtl/>
        </w:rPr>
        <w:t>2</w:t>
      </w:r>
      <w:r w:rsidR="00315026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195</w:t>
      </w:r>
      <w:r w:rsidR="00315026" w:rsidRPr="00816B77">
        <w:rPr>
          <w:rFonts w:hint="cs"/>
          <w:rtl/>
        </w:rPr>
        <w:t xml:space="preserve">، </w:t>
      </w:r>
      <w:r w:rsidR="00816B77" w:rsidRPr="00816B77">
        <w:rPr>
          <w:rFonts w:hint="cs"/>
          <w:rtl/>
        </w:rPr>
        <w:t>ا</w:t>
      </w:r>
      <w:r w:rsidR="00315026" w:rsidRPr="00816B77">
        <w:rPr>
          <w:rFonts w:hint="cs"/>
          <w:rtl/>
        </w:rPr>
        <w:t>ل</w:t>
      </w:r>
      <w:r w:rsidR="00DB2203" w:rsidRPr="00DB2203">
        <w:rPr>
          <w:rFonts w:hint="cs"/>
          <w:rtl/>
        </w:rPr>
        <w:t xml:space="preserve">کافی </w:t>
      </w:r>
      <w:r w:rsidR="00315026">
        <w:rPr>
          <w:rtl/>
        </w:rPr>
        <w:t xml:space="preserve"> ج</w:t>
      </w:r>
      <w:r w:rsidR="00315026">
        <w:rPr>
          <w:rtl/>
          <w:lang w:bidi="fa-IR"/>
        </w:rPr>
        <w:t>۸</w:t>
      </w:r>
      <w:r w:rsidR="00315026">
        <w:rPr>
          <w:rtl/>
        </w:rPr>
        <w:t xml:space="preserve">،ص </w:t>
      </w:r>
      <w:r w:rsidR="00315026">
        <w:rPr>
          <w:rtl/>
          <w:lang w:bidi="fa-IR"/>
        </w:rPr>
        <w:t>۱۶۵</w:t>
      </w:r>
    </w:p>
    <w:p w:rsidR="00025795" w:rsidRDefault="00025795" w:rsidP="0031502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315026" w:rsidRPr="00315026">
        <w:rPr>
          <w:rtl/>
        </w:rPr>
        <w:t xml:space="preserve"> سورہ ضح</w:t>
      </w:r>
      <w:r w:rsidR="00315026" w:rsidRPr="00315026">
        <w:rPr>
          <w:rFonts w:hint="cs"/>
          <w:rtl/>
        </w:rPr>
        <w:t>ی</w:t>
      </w:r>
      <w:r w:rsidR="00315026" w:rsidRPr="00315026">
        <w:rPr>
          <w:rtl/>
        </w:rPr>
        <w:t xml:space="preserve"> </w:t>
      </w:r>
      <w:r w:rsidR="00315026" w:rsidRPr="00315026">
        <w:rPr>
          <w:rtl/>
          <w:lang w:bidi="fa-IR"/>
        </w:rPr>
        <w:t>۵</w:t>
      </w:r>
    </w:p>
    <w:p w:rsidR="00025795" w:rsidRPr="00025795" w:rsidRDefault="00025795" w:rsidP="00A60F54">
      <w:pPr>
        <w:pStyle w:val="libPoemTini"/>
        <w:rPr>
          <w:rtl/>
        </w:rPr>
      </w:pPr>
      <w:r w:rsidRPr="00025795">
        <w:rPr>
          <w:rtl/>
        </w:rPr>
        <w:br w:type="page"/>
      </w:r>
    </w:p>
    <w:p w:rsidR="005A2492" w:rsidRDefault="005A2492" w:rsidP="00025795">
      <w:pPr>
        <w:pStyle w:val="libNormal"/>
        <w:rPr>
          <w:rtl/>
        </w:rPr>
      </w:pPr>
      <w:r>
        <w:rPr>
          <w:rtl/>
        </w:rPr>
        <w:lastRenderedPageBreak/>
        <w:t>وجہ پوچھ</w:t>
      </w:r>
      <w:r>
        <w:rPr>
          <w:rFonts w:hint="cs"/>
          <w:rtl/>
        </w:rPr>
        <w:t>ی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کہ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 سورہ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سورہے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چکّ</w:t>
      </w:r>
      <w:r>
        <w:rPr>
          <w:rFonts w:hint="cs"/>
          <w:rtl/>
        </w:rPr>
        <w:t>ی</w:t>
      </w:r>
      <w:r>
        <w:rPr>
          <w:rtl/>
        </w:rPr>
        <w:t xml:space="preserve"> خود بخود چل رہ</w:t>
      </w:r>
      <w:r>
        <w:rPr>
          <w:rFonts w:hint="cs"/>
          <w:rtl/>
        </w:rPr>
        <w:t>ی</w:t>
      </w:r>
      <w:r>
        <w:rPr>
          <w:rtl/>
        </w:rPr>
        <w:t xml:space="preserve"> ہےپ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مسکر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ے عل</w:t>
      </w:r>
      <w:r>
        <w:rPr>
          <w:rFonts w:hint="cs"/>
          <w:rtl/>
        </w:rPr>
        <w:t>ی</w:t>
      </w:r>
      <w:r>
        <w:rPr>
          <w:rtl/>
        </w:rPr>
        <w:t>!فرشتے محمد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محمد </w:t>
      </w:r>
      <w:r w:rsidR="000B1FC0" w:rsidRPr="000B1FC0">
        <w:rPr>
          <w:rtl/>
          <w:lang w:bidi="ur-PK"/>
        </w:rPr>
        <w:t>(ص)</w:t>
      </w:r>
      <w:r>
        <w:rPr>
          <w:rtl/>
        </w:rPr>
        <w:t>سے محبت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چکّ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 w:rsidR="00816B77" w:rsidRPr="00816B77">
        <w:rPr>
          <w:rtl/>
          <w:lang w:bidi="ur-PK"/>
        </w:rPr>
        <w:t>ا</w:t>
      </w:r>
      <w:r>
        <w:rPr>
          <w:rtl/>
        </w:rPr>
        <w:t>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025795" w:rsidRPr="007741D8">
        <w:rPr>
          <w:rStyle w:val="libFootnotenumChar"/>
          <w:rFonts w:hint="cs"/>
          <w:rtl/>
        </w:rPr>
        <w:t>(1)</w:t>
      </w:r>
    </w:p>
    <w:p w:rsidR="005A2492" w:rsidRDefault="005A2492" w:rsidP="00025795">
      <w:pPr>
        <w:pStyle w:val="libNormal"/>
        <w:rPr>
          <w:rtl/>
        </w:rPr>
      </w:pPr>
      <w:r>
        <w:rPr>
          <w:rFonts w:hint="eastAsia"/>
          <w:rtl/>
        </w:rPr>
        <w:t>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بچوّں ک</w:t>
      </w:r>
      <w:r>
        <w:rPr>
          <w:rFonts w:hint="cs"/>
          <w:rtl/>
        </w:rPr>
        <w:t>ی</w:t>
      </w:r>
      <w:r>
        <w:rPr>
          <w:rtl/>
        </w:rPr>
        <w:t xml:space="preserve"> پرورش کرت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کو برد</w:t>
      </w:r>
      <w:r w:rsidR="00816B77" w:rsidRPr="00816B77">
        <w:rPr>
          <w:rtl/>
          <w:lang w:bidi="ur-PK"/>
        </w:rPr>
        <w:t>ا</w:t>
      </w:r>
      <w:r>
        <w:rPr>
          <w:rtl/>
        </w:rPr>
        <w:t>شت کرت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وق</w:t>
      </w:r>
      <w:r w:rsidR="00816B77" w:rsidRPr="00816B77">
        <w:rPr>
          <w:rtl/>
          <w:lang w:bidi="ur-PK"/>
        </w:rPr>
        <w:t>ا</w:t>
      </w:r>
      <w:r>
        <w:rPr>
          <w:rtl/>
        </w:rPr>
        <w:t>ت بھوک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سے شک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D6D4F" w:rsidRPr="008D6D4F">
        <w:rPr>
          <w:rtl/>
          <w:lang w:bidi="ur-PK"/>
        </w:rPr>
        <w:t>(ع)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ن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سے کہنے لگے ن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 ہم بھوکے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ں زہر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85B05" w:rsidRPr="00885B05">
        <w:rPr>
          <w:rtl/>
          <w:lang w:bidi="ur-PK"/>
        </w:rPr>
        <w:t>(س)</w:t>
      </w:r>
      <w:r>
        <w:rPr>
          <w:rtl/>
        </w:rPr>
        <w:t>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tl/>
        </w:rPr>
        <w:cr/>
      </w:r>
      <w:r w:rsidRPr="00025795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025795">
        <w:rPr>
          <w:rStyle w:val="libArabicChar"/>
          <w:rFonts w:hint="eastAsia"/>
          <w:rtl/>
        </w:rPr>
        <w:t>لَ</w:t>
      </w:r>
      <w:r w:rsidRPr="00025795">
        <w:rPr>
          <w:rStyle w:val="libArabicChar"/>
          <w:rtl/>
        </w:rPr>
        <w:t xml:space="preserve"> رَسُولُ </w:t>
      </w:r>
      <w:r w:rsidR="00CF3D62" w:rsidRPr="00CF3D62">
        <w:rPr>
          <w:rStyle w:val="libArabicChar"/>
          <w:rtl/>
        </w:rPr>
        <w:t>ا</w:t>
      </w:r>
      <w:r w:rsidRPr="00025795">
        <w:rPr>
          <w:rStyle w:val="libArabicChar"/>
          <w:rtl/>
        </w:rPr>
        <w:t>لل</w:t>
      </w:r>
      <w:r w:rsidRPr="00025795">
        <w:rPr>
          <w:rStyle w:val="libArabicChar"/>
          <w:rFonts w:hint="cs"/>
          <w:rtl/>
        </w:rPr>
        <w:t>هِ ص مَ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 xml:space="preserve"> لِي 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>رَ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025795">
        <w:rPr>
          <w:rStyle w:val="libArabicChar"/>
          <w:rFonts w:hint="cs"/>
          <w:rtl/>
        </w:rPr>
        <w:t xml:space="preserve"> وَجْهَكِ 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>صْفَرَ قَ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>لَتْ يَ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 xml:space="preserve"> رَسُولَ 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 xml:space="preserve">للهِ 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>لْجُوعُ فَقَ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 xml:space="preserve">لَ ص 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 xml:space="preserve">للهُمَّ مُشْبِعَ 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>لْجَوْعَةِ وَ دَ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 xml:space="preserve">فِعَ 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 xml:space="preserve">لضَّيْعَةِ </w:t>
      </w:r>
      <w:r w:rsidR="00CF3D62" w:rsidRPr="00CF3D62">
        <w:rPr>
          <w:rStyle w:val="libArabicChar"/>
          <w:rFonts w:hint="cs"/>
          <w:rtl/>
        </w:rPr>
        <w:t>ا</w:t>
      </w:r>
      <w:r w:rsidRPr="00025795">
        <w:rPr>
          <w:rStyle w:val="libArabicChar"/>
          <w:rFonts w:hint="cs"/>
          <w:rtl/>
        </w:rPr>
        <w:t>شْبِعْ ف</w:t>
      </w:r>
      <w:r w:rsidRPr="00025795">
        <w:rPr>
          <w:rStyle w:val="libArabicChar"/>
          <w:rtl/>
        </w:rPr>
        <w:t>َ</w:t>
      </w:r>
      <w:r w:rsidR="00CF3D62" w:rsidRPr="00CF3D62">
        <w:rPr>
          <w:rStyle w:val="libArabicChar"/>
          <w:rtl/>
        </w:rPr>
        <w:t>ا</w:t>
      </w:r>
      <w:r w:rsidRPr="00025795">
        <w:rPr>
          <w:rStyle w:val="libArabicChar"/>
          <w:rtl/>
        </w:rPr>
        <w:t>طِمَةَ بِن</w:t>
      </w:r>
      <w:r w:rsidRPr="00025795">
        <w:rPr>
          <w:rStyle w:val="libArabicChar"/>
          <w:rFonts w:hint="cs"/>
          <w:rtl/>
        </w:rPr>
        <w:t xml:space="preserve">ْتَ! </w:t>
      </w:r>
      <w:r w:rsidR="00025795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نے جب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چہرے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رنگ زرد پڑ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ہے؟ عرض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ے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بھوک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وقت 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،خد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بھوک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کو رفع فرم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کہ 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کم نہ تھ</w:t>
      </w:r>
      <w:r>
        <w:rPr>
          <w:rFonts w:hint="cs"/>
          <w:rtl/>
        </w:rPr>
        <w:t>ی</w:t>
      </w:r>
      <w:r>
        <w:rPr>
          <w:rtl/>
        </w:rPr>
        <w:t xml:space="preserve"> کہ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ل دولت کو ر</w:t>
      </w:r>
      <w:r w:rsidR="00816B77" w:rsidRPr="00816B77">
        <w:rPr>
          <w:rtl/>
          <w:lang w:bidi="ur-PK"/>
        </w:rPr>
        <w:t>ا</w:t>
      </w:r>
      <w:r>
        <w:rPr>
          <w:rtl/>
        </w:rPr>
        <w:t>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رکرتے</w:t>
      </w:r>
      <w:r>
        <w:rPr>
          <w:rtl/>
        </w:rPr>
        <w:t xml:space="preserve"> تھےچن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مول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نہج </w:t>
      </w:r>
      <w:r w:rsidR="00816B77" w:rsidRPr="00816B77">
        <w:rPr>
          <w:rtl/>
          <w:lang w:bidi="ur-PK"/>
        </w:rPr>
        <w:t>ا</w:t>
      </w:r>
      <w:r>
        <w:rPr>
          <w:rtl/>
        </w:rPr>
        <w:t>لبل</w:t>
      </w:r>
      <w:r w:rsidR="00816B77" w:rsidRPr="00816B77">
        <w:rPr>
          <w:rtl/>
          <w:lang w:bidi="ur-PK"/>
        </w:rPr>
        <w:t>ا</w:t>
      </w:r>
      <w:r>
        <w:rPr>
          <w:rtl/>
        </w:rPr>
        <w:t>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روں</w:t>
      </w:r>
    </w:p>
    <w:p w:rsidR="005A2492" w:rsidRDefault="005A2492" w:rsidP="00A21BC5">
      <w:pPr>
        <w:pStyle w:val="Heading1"/>
        <w:rPr>
          <w:rtl/>
        </w:rPr>
      </w:pPr>
      <w:bookmarkStart w:id="139" w:name="_Toc393190564"/>
      <w:r>
        <w:rPr>
          <w:rFonts w:hint="eastAsia"/>
          <w:rtl/>
        </w:rPr>
        <w:t>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دف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bookmarkEnd w:id="139"/>
    </w:p>
    <w:p w:rsidR="002F5FBD" w:rsidRDefault="005A2492" w:rsidP="002F5FBD">
      <w:pPr>
        <w:pStyle w:val="libNormal"/>
        <w:rPr>
          <w:rtl/>
        </w:rPr>
      </w:pPr>
      <w:r>
        <w:rPr>
          <w:rFonts w:hint="eastAsia"/>
          <w:rtl/>
        </w:rPr>
        <w:t>جہ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ل ر</w:t>
      </w:r>
      <w:r w:rsidR="00816B77" w:rsidRPr="00816B77">
        <w:rPr>
          <w:rtl/>
          <w:lang w:bidi="ur-PK"/>
        </w:rPr>
        <w:t>ا</w:t>
      </w:r>
      <w:r>
        <w:rPr>
          <w:rtl/>
        </w:rPr>
        <w:t>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دوسروں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کوت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جب بعض </w:t>
      </w:r>
      <w:r w:rsidR="00816B77" w:rsidRPr="00816B77">
        <w:rPr>
          <w:rtl/>
          <w:lang w:bidi="ur-PK"/>
        </w:rPr>
        <w:t>ا</w:t>
      </w:r>
      <w:r>
        <w:rPr>
          <w:rtl/>
        </w:rPr>
        <w:t>صح</w:t>
      </w:r>
      <w:r w:rsidR="00816B77" w:rsidRPr="00816B77">
        <w:rPr>
          <w:rtl/>
          <w:lang w:bidi="ur-PK"/>
        </w:rPr>
        <w:t>ا</w:t>
      </w:r>
      <w:r>
        <w:rPr>
          <w:rtl/>
        </w:rPr>
        <w:t>ب رسول نے فدک غصب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پؑ نے خطب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816B77" w:rsidRPr="00816B77">
        <w:rPr>
          <w:rtl/>
          <w:lang w:bidi="ur-PK"/>
        </w:rPr>
        <w:t>ا</w:t>
      </w:r>
      <w:r>
        <w:rPr>
          <w:rtl/>
        </w:rPr>
        <w:t>م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 </w:t>
      </w:r>
      <w:r w:rsidR="00816B77" w:rsidRPr="00816B77">
        <w:rPr>
          <w:rtl/>
          <w:lang w:bidi="ur-PK"/>
        </w:rPr>
        <w:t>ا</w:t>
      </w:r>
      <w:r>
        <w:rPr>
          <w:rtl/>
        </w:rPr>
        <w:t>ور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</w:p>
    <w:p w:rsidR="00025795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F5FBD" w:rsidRDefault="00025795" w:rsidP="002F5FBD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F5FBD">
        <w:rPr>
          <w:rtl/>
        </w:rPr>
        <w:t xml:space="preserve"> جل</w:t>
      </w:r>
      <w:r w:rsidR="00816B77" w:rsidRPr="00816B77">
        <w:rPr>
          <w:rtl/>
        </w:rPr>
        <w:t>ا</w:t>
      </w:r>
      <w:r w:rsidR="002F5FBD">
        <w:rPr>
          <w:rtl/>
        </w:rPr>
        <w:t xml:space="preserve">ء </w:t>
      </w:r>
      <w:r w:rsidR="00816B77" w:rsidRPr="00816B77">
        <w:rPr>
          <w:rtl/>
        </w:rPr>
        <w:t>ا</w:t>
      </w:r>
      <w:r w:rsidR="002F5FBD">
        <w:rPr>
          <w:rtl/>
        </w:rPr>
        <w:t>لع</w:t>
      </w:r>
      <w:r w:rsidR="002F5FBD">
        <w:rPr>
          <w:rFonts w:hint="cs"/>
          <w:rtl/>
        </w:rPr>
        <w:t>ی</w:t>
      </w:r>
      <w:r w:rsidR="002F5FBD">
        <w:rPr>
          <w:rFonts w:hint="eastAsia"/>
          <w:rtl/>
        </w:rPr>
        <w:t>ون،ج</w:t>
      </w:r>
      <w:r w:rsidR="00C15B30" w:rsidRPr="00C15B30">
        <w:rPr>
          <w:rFonts w:hint="cs"/>
          <w:rtl/>
        </w:rPr>
        <w:t>1</w:t>
      </w:r>
      <w:r w:rsidR="002F5FBD" w:rsidRPr="00816B77">
        <w:rPr>
          <w:rFonts w:hint="cs"/>
          <w:rtl/>
        </w:rPr>
        <w:t xml:space="preserve"> ،ص</w:t>
      </w:r>
      <w:r w:rsidR="00C15B30" w:rsidRPr="00C15B30">
        <w:rPr>
          <w:rFonts w:hint="cs"/>
          <w:rtl/>
        </w:rPr>
        <w:t>137</w:t>
      </w:r>
    </w:p>
    <w:p w:rsidR="00025795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2F5FBD" w:rsidRPr="002F5FBD">
        <w:rPr>
          <w:rtl/>
        </w:rPr>
        <w:t xml:space="preserve"> </w:t>
      </w:r>
      <w:r w:rsidR="00816B77" w:rsidRPr="00816B77">
        <w:rPr>
          <w:rtl/>
        </w:rPr>
        <w:t>ا</w:t>
      </w:r>
      <w:r w:rsidR="002F5FBD">
        <w:rPr>
          <w:rtl/>
        </w:rPr>
        <w:t>ل</w:t>
      </w:r>
      <w:r w:rsidR="00DB2203" w:rsidRPr="00DB2203">
        <w:rPr>
          <w:rtl/>
        </w:rPr>
        <w:t xml:space="preserve">کافی </w:t>
      </w:r>
      <w:r w:rsidR="002F5FBD">
        <w:rPr>
          <w:rFonts w:hint="eastAsia"/>
          <w:rtl/>
        </w:rPr>
        <w:t>،ج</w:t>
      </w:r>
      <w:r w:rsidR="002F5FBD">
        <w:rPr>
          <w:rtl/>
          <w:lang w:bidi="fa-IR"/>
        </w:rPr>
        <w:t>۵</w:t>
      </w:r>
      <w:r w:rsidR="002F5FBD">
        <w:rPr>
          <w:rtl/>
        </w:rPr>
        <w:t>، ص</w:t>
      </w:r>
      <w:r w:rsidR="002F5FBD">
        <w:rPr>
          <w:rtl/>
          <w:lang w:bidi="fa-IR"/>
        </w:rPr>
        <w:t>۵۲۸</w:t>
      </w:r>
    </w:p>
    <w:p w:rsidR="00025795" w:rsidRPr="00025795" w:rsidRDefault="00025795" w:rsidP="00A60F54">
      <w:pPr>
        <w:pStyle w:val="libPoemTini"/>
        <w:rPr>
          <w:rtl/>
        </w:rPr>
      </w:pPr>
      <w:r w:rsidRPr="00025795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درس موجود ہے</w:t>
      </w:r>
      <w:r w:rsidR="00816B77" w:rsidRPr="00816B77">
        <w:rPr>
          <w:rtl/>
          <w:lang w:bidi="ur-PK"/>
        </w:rPr>
        <w:t>ا</w:t>
      </w:r>
      <w:r>
        <w:rPr>
          <w:rtl/>
        </w:rPr>
        <w:t>پؑ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مجھے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</w:t>
      </w:r>
      <w:r w:rsidR="00816B77" w:rsidRPr="00816B77">
        <w:rPr>
          <w:rtl/>
          <w:lang w:bidi="ur-PK"/>
        </w:rPr>
        <w:t>ا</w:t>
      </w:r>
      <w:r>
        <w:rPr>
          <w:rtl/>
        </w:rPr>
        <w:t>ثت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Fonts w:hint="eastAsia"/>
          <w:rtl/>
        </w:rPr>
        <w:t>؟ک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دور ج</w:t>
      </w:r>
      <w:r w:rsidR="00816B77" w:rsidRPr="00816B77">
        <w:rPr>
          <w:rtl/>
          <w:lang w:bidi="ur-PK"/>
        </w:rPr>
        <w:t>ا</w:t>
      </w:r>
      <w:r>
        <w:rPr>
          <w:rtl/>
        </w:rPr>
        <w:t>ہل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دوب</w:t>
      </w:r>
      <w:r w:rsidR="00816B77" w:rsidRPr="00816B77">
        <w:rPr>
          <w:rtl/>
          <w:lang w:bidi="ur-PK"/>
        </w:rPr>
        <w:t>ا</w:t>
      </w:r>
      <w:r>
        <w:rPr>
          <w:rtl/>
        </w:rPr>
        <w:t>رہ ج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کرنے لگے ہو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؟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نتے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ہوں ؟ </w:t>
      </w:r>
      <w:r w:rsidR="00816B77" w:rsidRPr="00816B77">
        <w:rPr>
          <w:rtl/>
          <w:lang w:bidi="ur-PK"/>
        </w:rPr>
        <w:t>ا</w:t>
      </w:r>
      <w:r>
        <w:rPr>
          <w:rtl/>
        </w:rPr>
        <w:t>ے مسلم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 ہے کہ مجھے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</w:t>
      </w:r>
      <w:r w:rsidR="00816B77" w:rsidRPr="00816B77">
        <w:rPr>
          <w:rtl/>
          <w:lang w:bidi="ur-PK"/>
        </w:rPr>
        <w:t>ا</w:t>
      </w:r>
      <w:r>
        <w:rPr>
          <w:rtl/>
        </w:rPr>
        <w:t>ثت سے محروم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ئے؟!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ے 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قح</w:t>
      </w:r>
      <w:r w:rsidR="00816B77" w:rsidRPr="00816B77">
        <w:rPr>
          <w:rtl/>
          <w:lang w:bidi="ur-PK"/>
        </w:rPr>
        <w:t>ا</w:t>
      </w:r>
      <w:r>
        <w:rPr>
          <w:rtl/>
        </w:rPr>
        <w:t>فہ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ک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 w:rsidR="00816B77" w:rsidRPr="00816B77">
        <w:rPr>
          <w:rtl/>
          <w:lang w:bidi="ur-PK"/>
        </w:rPr>
        <w:t>ا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تو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رث لےلے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رث نہ لوں؟! تو نے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بڑ</w:t>
      </w:r>
      <w:r>
        <w:rPr>
          <w:rFonts w:hint="cs"/>
          <w:rtl/>
        </w:rPr>
        <w:t>ی</w:t>
      </w:r>
      <w:r>
        <w:rPr>
          <w:rtl/>
        </w:rPr>
        <w:t xml:space="preserve"> تہمت  لگ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لے </w:t>
      </w:r>
      <w:r w:rsidR="00816B77" w:rsidRPr="00816B77">
        <w:rPr>
          <w:rtl/>
          <w:lang w:bidi="ur-PK"/>
        </w:rPr>
        <w:t>ا</w:t>
      </w:r>
      <w:r>
        <w:rPr>
          <w:rtl/>
        </w:rPr>
        <w:t>ئے ہوک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خل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 عمل کرتے ہو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سے پس پشت ڈ</w:t>
      </w:r>
      <w:r w:rsidR="00816B77" w:rsidRPr="00816B77">
        <w:rPr>
          <w:rtl/>
          <w:lang w:bidi="ur-PK"/>
        </w:rPr>
        <w:t>ا</w:t>
      </w:r>
      <w:r>
        <w:rPr>
          <w:rtl/>
        </w:rPr>
        <w:t>لتے ہو؟!قر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تو کہہ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</w:t>
      </w:r>
    </w:p>
    <w:p w:rsidR="005A2492" w:rsidRDefault="005A2492" w:rsidP="00025795">
      <w:pPr>
        <w:pStyle w:val="libAie"/>
        <w:rPr>
          <w:rtl/>
        </w:rPr>
      </w:pPr>
      <w:r>
        <w:rPr>
          <w:rtl/>
        </w:rPr>
        <w:t xml:space="preserve"> وورث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 w:rsidR="00CF3D62" w:rsidRPr="00CF3D62">
        <w:rPr>
          <w:rtl/>
        </w:rPr>
        <w:t>ا</w:t>
      </w:r>
      <w:r>
        <w:rPr>
          <w:rtl/>
        </w:rPr>
        <w:t>ود</w:t>
      </w:r>
      <w:r w:rsidR="00CF3D62" w:rsidRPr="00CF3D62">
        <w:rPr>
          <w:rtl/>
        </w:rPr>
        <w:t>ا</w:t>
      </w:r>
      <w:r w:rsidRPr="00C15B30">
        <w:rPr>
          <w:rFonts w:hint="cs"/>
          <w:rtl/>
        </w:rPr>
        <w:t xml:space="preserve"> </w:t>
      </w:r>
      <w:r w:rsidR="00025795" w:rsidRPr="007741D8">
        <w:rPr>
          <w:rStyle w:val="libFootnotenumChar"/>
          <w:rFonts w:hint="cs"/>
          <w:rtl/>
        </w:rPr>
        <w:t>(1)</w:t>
      </w:r>
    </w:p>
    <w:p w:rsidR="005A2492" w:rsidRDefault="005A2492" w:rsidP="00025795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 د</w:t>
      </w:r>
      <w:r w:rsidR="00816B77" w:rsidRPr="00816B77">
        <w:rPr>
          <w:rtl/>
          <w:lang w:bidi="ur-PK"/>
        </w:rPr>
        <w:t>ا</w:t>
      </w:r>
      <w:r>
        <w:rPr>
          <w:rtl/>
        </w:rPr>
        <w:t>ود</w:t>
      </w:r>
      <w:r w:rsidR="008D6D4F" w:rsidRPr="008D6D4F">
        <w:rPr>
          <w:rtl/>
          <w:lang w:bidi="ur-PK"/>
        </w:rPr>
        <w:t>(ع)</w:t>
      </w:r>
      <w:r>
        <w:rPr>
          <w:rtl/>
        </w:rPr>
        <w:t>کے و</w:t>
      </w:r>
      <w:r w:rsidR="00816B77" w:rsidRPr="00816B77">
        <w:rPr>
          <w:rtl/>
          <w:lang w:bidi="ur-PK"/>
        </w:rPr>
        <w:t>ا</w:t>
      </w:r>
      <w:r>
        <w:rPr>
          <w:rtl/>
        </w:rPr>
        <w:t>رث بنے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زکر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025795">
      <w:pPr>
        <w:pStyle w:val="libAie"/>
        <w:rPr>
          <w:rtl/>
        </w:rPr>
      </w:pPr>
      <w:r w:rsidRPr="00F97686">
        <w:rPr>
          <w:rFonts w:hint="cs"/>
          <w:rtl/>
        </w:rPr>
        <w:t>ي</w:t>
      </w:r>
      <w:r>
        <w:rPr>
          <w:rFonts w:hint="cs"/>
          <w:rtl/>
        </w:rPr>
        <w:t>َرِثُنِ</w:t>
      </w:r>
      <w:r w:rsidRPr="00F97686">
        <w:rPr>
          <w:rFonts w:hint="cs"/>
          <w:rtl/>
        </w:rPr>
        <w:t>ي</w:t>
      </w:r>
      <w:r>
        <w:rPr>
          <w:rtl/>
        </w:rPr>
        <w:t xml:space="preserve"> وَ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َرِثُ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لِ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قُوبَ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عَل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ُ رَبِّ رَضِ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ًّ</w:t>
      </w:r>
      <w:r w:rsidR="00CF3D62" w:rsidRPr="00CF3D62">
        <w:rPr>
          <w:rFonts w:hint="cs"/>
          <w:rtl/>
        </w:rPr>
        <w:t>ا</w:t>
      </w:r>
      <w:r w:rsidR="00025795" w:rsidRPr="007741D8">
        <w:rPr>
          <w:rStyle w:val="libFootnotenumChar"/>
          <w:rFonts w:hint="cs"/>
          <w:rtl/>
        </w:rPr>
        <w:t>(2)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پروردگ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! مجھے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رث بنے</w:t>
      </w:r>
    </w:p>
    <w:p w:rsidR="005A2492" w:rsidRDefault="005A2492" w:rsidP="00025795">
      <w:pPr>
        <w:pStyle w:val="libAie"/>
        <w:rPr>
          <w:rtl/>
        </w:rPr>
      </w:pPr>
      <w:r>
        <w:rPr>
          <w:rtl/>
        </w:rPr>
        <w:t xml:space="preserve"> وَ</w:t>
      </w:r>
      <w:r w:rsidR="00CF3D62" w:rsidRPr="00CF3D62">
        <w:rPr>
          <w:rtl/>
        </w:rPr>
        <w:t>ا</w:t>
      </w:r>
      <w:r>
        <w:rPr>
          <w:rtl/>
        </w:rPr>
        <w:t>لَّذِ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 بَع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دُ وَ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جَرُو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وَجَ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َدُو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مَعَ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لَئِ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 مِن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لُو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حَ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مِ بَع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ضُ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بِبَع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ضٍ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ِتَ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بِ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للّ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 بِ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ُلِّ شَ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ءٍ عَلِ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مٌ</w:t>
      </w:r>
      <w:r w:rsidR="00025795" w:rsidRPr="007741D8">
        <w:rPr>
          <w:rStyle w:val="libFootnotenumChar"/>
          <w:rFonts w:hint="cs"/>
          <w:rtl/>
        </w:rPr>
        <w:t>(3)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جو لوگ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لے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ہجرت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جہ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وہ بھ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قر</w:t>
      </w:r>
      <w:r w:rsidR="00816B77" w:rsidRPr="00816B77">
        <w:rPr>
          <w:rtl/>
          <w:lang w:bidi="ur-PK"/>
        </w:rPr>
        <w:t>ا</w:t>
      </w:r>
      <w:r>
        <w:rPr>
          <w:rtl/>
        </w:rPr>
        <w:t>بت د</w:t>
      </w:r>
      <w:r w:rsidR="00816B77" w:rsidRPr="00816B77">
        <w:rPr>
          <w:rtl/>
          <w:lang w:bidi="ur-PK"/>
        </w:rPr>
        <w:t>ا</w:t>
      </w:r>
      <w:r>
        <w:rPr>
          <w:rtl/>
        </w:rPr>
        <w:t>ر کت</w:t>
      </w:r>
      <w:r w:rsidR="00816B77" w:rsidRPr="00816B77">
        <w:rPr>
          <w:rtl/>
          <w:lang w:bidi="ur-PK"/>
        </w:rPr>
        <w:t>ا</w:t>
      </w:r>
      <w:r>
        <w:rPr>
          <w:rtl/>
        </w:rPr>
        <w:t>ب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</w:t>
      </w:r>
      <w:r w:rsidR="00816B77" w:rsidRPr="00816B77">
        <w:rPr>
          <w:rtl/>
          <w:lang w:bidi="ur-PK"/>
        </w:rPr>
        <w:t>ا</w:t>
      </w:r>
      <w:r>
        <w:rPr>
          <w:rtl/>
        </w:rPr>
        <w:t>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وّل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قربت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ہر شے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ورجو لوگ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لے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 </w:t>
      </w:r>
      <w:r w:rsidR="00816B77" w:rsidRPr="00816B77">
        <w:rPr>
          <w:rtl/>
          <w:lang w:bidi="ur-PK"/>
        </w:rPr>
        <w:t>ا</w:t>
      </w:r>
      <w:r>
        <w:rPr>
          <w:rtl/>
        </w:rPr>
        <w:t>للہ ک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رشتہ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حقد</w:t>
      </w:r>
      <w:r w:rsidR="00816B77" w:rsidRPr="00816B77">
        <w:rPr>
          <w:rtl/>
          <w:lang w:bidi="ur-PK"/>
        </w:rPr>
        <w:t>ا</w:t>
      </w:r>
      <w:r>
        <w:rPr>
          <w:rtl/>
        </w:rPr>
        <w:t>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25795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A0E84" w:rsidRDefault="00025795" w:rsidP="006A0E8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6A0E84">
        <w:rPr>
          <w:rtl/>
        </w:rPr>
        <w:t xml:space="preserve"> نمل </w:t>
      </w:r>
      <w:r w:rsidR="00C15B30" w:rsidRPr="00C15B30">
        <w:rPr>
          <w:rFonts w:hint="cs"/>
          <w:rtl/>
        </w:rPr>
        <w:t>16</w:t>
      </w:r>
    </w:p>
    <w:p w:rsidR="00025795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6A0E84" w:rsidRPr="006A0E84">
        <w:rPr>
          <w:rtl/>
        </w:rPr>
        <w:t xml:space="preserve"> </w:t>
      </w:r>
      <w:r w:rsidR="006A0E84">
        <w:rPr>
          <w:rtl/>
        </w:rPr>
        <w:t>مر</w:t>
      </w:r>
      <w:r w:rsidR="006A0E84">
        <w:rPr>
          <w:rFonts w:hint="cs"/>
          <w:rtl/>
        </w:rPr>
        <w:t>ی</w:t>
      </w:r>
      <w:r w:rsidR="006A0E84">
        <w:rPr>
          <w:rFonts w:hint="eastAsia"/>
          <w:rtl/>
        </w:rPr>
        <w:t>م</w:t>
      </w:r>
      <w:r w:rsidR="006A0E84">
        <w:rPr>
          <w:rtl/>
        </w:rPr>
        <w:t xml:space="preserve"> </w:t>
      </w:r>
      <w:r w:rsidR="00C15B30" w:rsidRPr="00C15B30">
        <w:rPr>
          <w:rFonts w:hint="cs"/>
          <w:rtl/>
        </w:rPr>
        <w:t>6</w:t>
      </w:r>
      <w:r w:rsidR="006A0E84" w:rsidRPr="00816B77">
        <w:rPr>
          <w:rFonts w:hint="cs"/>
          <w:rtl/>
        </w:rPr>
        <w:t xml:space="preserve"> </w:t>
      </w:r>
    </w:p>
    <w:p w:rsidR="00025795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6A0E84" w:rsidRPr="006A0E84">
        <w:rPr>
          <w:rtl/>
        </w:rPr>
        <w:t xml:space="preserve"> </w:t>
      </w:r>
      <w:r w:rsidR="00816B77" w:rsidRPr="00816B77">
        <w:rPr>
          <w:rtl/>
        </w:rPr>
        <w:t>ا</w:t>
      </w:r>
      <w:r w:rsidR="006A0E84">
        <w:rPr>
          <w:rtl/>
        </w:rPr>
        <w:t>نف</w:t>
      </w:r>
      <w:r w:rsidR="00816B77" w:rsidRPr="00816B77">
        <w:rPr>
          <w:rtl/>
        </w:rPr>
        <w:t>ا</w:t>
      </w:r>
      <w:r w:rsidR="006A0E84">
        <w:rPr>
          <w:rtl/>
        </w:rPr>
        <w:t>ل</w:t>
      </w:r>
      <w:r w:rsidR="00C15B30" w:rsidRPr="00C15B30">
        <w:rPr>
          <w:rFonts w:hint="cs"/>
          <w:rtl/>
        </w:rPr>
        <w:t>75</w:t>
      </w:r>
    </w:p>
    <w:p w:rsidR="00025795" w:rsidRDefault="00025795" w:rsidP="00506B29">
      <w:pPr>
        <w:pStyle w:val="libNormal"/>
        <w:rPr>
          <w:rtl/>
        </w:rPr>
      </w:pPr>
      <w:r>
        <w:rPr>
          <w:rtl/>
        </w:rPr>
        <w:br w:type="page"/>
      </w:r>
    </w:p>
    <w:p w:rsidR="006A0E84" w:rsidRDefault="006A0E84" w:rsidP="006A0E84">
      <w:pPr>
        <w:pStyle w:val="libAie"/>
        <w:rPr>
          <w:rtl/>
        </w:rPr>
      </w:pPr>
      <w:r w:rsidRPr="00F97686">
        <w:rPr>
          <w:rFonts w:hint="cs"/>
          <w:rtl/>
        </w:rPr>
        <w:lastRenderedPageBreak/>
        <w:t>ي</w:t>
      </w:r>
      <w:r>
        <w:rPr>
          <w:rFonts w:hint="cs"/>
          <w:rtl/>
        </w:rPr>
        <w:t>ُوصِ</w:t>
      </w:r>
      <w:r w:rsidRPr="00F97686">
        <w:rPr>
          <w:rFonts w:hint="cs"/>
          <w:rtl/>
        </w:rPr>
        <w:t>يك</w:t>
      </w:r>
      <w:r>
        <w:rPr>
          <w:rFonts w:hint="cs"/>
          <w:rtl/>
        </w:rPr>
        <w:t xml:space="preserve">ُمُ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لِلذَّ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َرِ مِث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لُ حَظِّ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نثَ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نِ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ُنَّ نِسَ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 فَو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قَ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ث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نَتَ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نِ فَلَ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ُنَّ ثُلُثَ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تَرَ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حِدَةً فَلَ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لنِّص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فُ وَل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بَوَ</w:t>
      </w:r>
      <w:r w:rsidRPr="00F97686">
        <w:rPr>
          <w:rFonts w:hint="cs"/>
          <w:rtl/>
        </w:rPr>
        <w:t>يْه</w:t>
      </w:r>
      <w:r>
        <w:rPr>
          <w:rFonts w:hint="cs"/>
          <w:rtl/>
        </w:rPr>
        <w:t>ِ لِ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ُلِّ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حِدٍ مِّن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ُمَ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لسُّدُسُ مِمَّ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تَرَ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>
        <w:rPr>
          <w:rFonts w:hint="eastAsia"/>
          <w:rtl/>
        </w:rPr>
        <w:t>َ</w:t>
      </w:r>
      <w:r>
        <w:rPr>
          <w:rtl/>
        </w:rPr>
        <w:t xml:space="preserve">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وَلَدٌ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 لَّم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ُن لَّ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وَلَدٌ وَوَرِثَ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بَوَ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فَل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لثُّلُثُ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وَةٌ فَل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لسُّدُسُ مِن بَع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دِ وَصِ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َّةٍ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ُوصِ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بِ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دَ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 xml:space="preserve">نٍ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ؤُ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بن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ؤُ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رُونَ 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رَبُ لَ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نَف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ع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فَر</w:t>
      </w:r>
      <w:r>
        <w:rPr>
          <w:rFonts w:hint="eastAsia"/>
          <w:rtl/>
        </w:rPr>
        <w:t>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ضَةً</w:t>
      </w:r>
      <w:r>
        <w:rPr>
          <w:rtl/>
        </w:rPr>
        <w:t xml:space="preserve"> مِّنَ </w:t>
      </w:r>
      <w:r w:rsidR="00CF3D62" w:rsidRPr="00CF3D62">
        <w:rPr>
          <w:rtl/>
        </w:rPr>
        <w:t>ا</w:t>
      </w:r>
      <w:r>
        <w:rPr>
          <w:rtl/>
        </w:rPr>
        <w:t>للّ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عَلِ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م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حَ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مً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 </w:t>
      </w:r>
      <w:r w:rsidRPr="007741D8">
        <w:rPr>
          <w:rStyle w:val="libFootnotenumChar"/>
          <w:rFonts w:hint="cs"/>
          <w:rtl/>
        </w:rPr>
        <w:t>(</w:t>
      </w:r>
      <w:r>
        <w:rPr>
          <w:rStyle w:val="libFootnotenumChar"/>
          <w:rFonts w:hint="cs"/>
          <w:rtl/>
        </w:rPr>
        <w:t>1</w:t>
      </w:r>
      <w:r w:rsidRPr="007741D8">
        <w:rPr>
          <w:rStyle w:val="libFootnotenumChar"/>
          <w:rFonts w:hint="cs"/>
          <w:rtl/>
        </w:rPr>
        <w:t>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للہ</w:t>
      </w:r>
      <w:r w:rsidR="005A2492">
        <w:rPr>
          <w:rtl/>
        </w:rPr>
        <w:t xml:space="preserve">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دکے ب</w:t>
      </w:r>
      <w:r w:rsidRPr="00816B77">
        <w:rPr>
          <w:rtl/>
          <w:lang w:bidi="ur-PK"/>
        </w:rPr>
        <w:t>ا</w:t>
      </w:r>
      <w:r w:rsidR="005A2492">
        <w:rPr>
          <w:rtl/>
        </w:rPr>
        <w:t>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تمہ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ہد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لڑکے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حصہ دو لڑک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کے بر</w:t>
      </w:r>
      <w:r w:rsidRPr="00816B77">
        <w:rPr>
          <w:rtl/>
          <w:lang w:bidi="ur-PK"/>
        </w:rPr>
        <w:t>ا</w:t>
      </w:r>
      <w:r w:rsidR="005A2492">
        <w:rPr>
          <w:rtl/>
        </w:rPr>
        <w:t>بر 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>گر لڑک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دو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تم</w:t>
      </w:r>
      <w:r w:rsidRPr="00816B77">
        <w:rPr>
          <w:rtl/>
          <w:lang w:bidi="ur-PK"/>
        </w:rPr>
        <w:t>ا</w:t>
      </w:r>
      <w:r w:rsidR="005A2492">
        <w:rPr>
          <w:rtl/>
        </w:rPr>
        <w:t>م ترکہ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دو تہ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حصہ ملے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</w:t>
      </w:r>
      <w:r w:rsidRPr="00816B77">
        <w:rPr>
          <w:rtl/>
          <w:lang w:bidi="ur-PK"/>
        </w:rPr>
        <w:t>ا</w:t>
      </w:r>
      <w:r w:rsidR="005A2492">
        <w:rPr>
          <w:rtl/>
        </w:rPr>
        <w:t>دھ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مرنے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لے کے م</w:t>
      </w:r>
      <w:r w:rsidRPr="00816B77">
        <w:rPr>
          <w:rtl/>
          <w:lang w:bidi="ur-PK"/>
        </w:rPr>
        <w:t>ا</w:t>
      </w:r>
      <w:r w:rsidR="005A2492">
        <w:rPr>
          <w:rtl/>
        </w:rPr>
        <w:t>ں ب</w:t>
      </w:r>
      <w:r w:rsidRPr="00816B77">
        <w:rPr>
          <w:rtl/>
          <w:lang w:bidi="ur-PK"/>
        </w:rPr>
        <w:t>ا</w:t>
      </w:r>
      <w:r w:rsidR="005A2492">
        <w:rPr>
          <w:rtl/>
        </w:rPr>
        <w:t>پ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ہر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کے لئے چھٹ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حصہ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="005A2492">
        <w:rPr>
          <w:rFonts w:hint="eastAsia"/>
          <w:rtl/>
        </w:rPr>
        <w:t>وص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توں</w:t>
      </w:r>
      <w:r w:rsidR="005A2492">
        <w:rPr>
          <w:rtl/>
        </w:rPr>
        <w:t xml:space="preserve"> کے بعد جو کہ مرنے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لے 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قرضوں کے بعد جو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ذمہ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مگرت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9B349E" w:rsidRPr="009B349E">
        <w:rPr>
          <w:rFonts w:hint="cs"/>
          <w:rtl/>
          <w:lang w:bidi="ur-PK"/>
        </w:rPr>
        <w:t>ک</w:t>
      </w:r>
      <w:r w:rsidR="005A2492" w:rsidRPr="00E67D25">
        <w:rPr>
          <w:rFonts w:hint="cs"/>
          <w:rtl/>
        </w:rPr>
        <w:t>ُ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معلوم کہ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رے حق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منفعت رس</w:t>
      </w:r>
      <w:r w:rsidRPr="00816B77">
        <w:rPr>
          <w:rtl/>
          <w:lang w:bidi="ur-PK"/>
        </w:rPr>
        <w:t>ا</w:t>
      </w:r>
      <w:r w:rsidR="005A2492">
        <w:rPr>
          <w:rtl/>
        </w:rPr>
        <w:t>ں کون ہے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للہ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سے فر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ضہ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للہ ص</w:t>
      </w:r>
      <w:r w:rsidRPr="00816B77">
        <w:rPr>
          <w:rtl/>
          <w:lang w:bidi="ur-PK"/>
        </w:rPr>
        <w:t>ا</w:t>
      </w:r>
      <w:r w:rsidR="005A2492">
        <w:rPr>
          <w:rtl/>
        </w:rPr>
        <w:t>حب علم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ص</w:t>
      </w:r>
      <w:r w:rsidRPr="00816B77">
        <w:rPr>
          <w:rtl/>
          <w:lang w:bidi="ur-PK"/>
        </w:rPr>
        <w:t>ا</w:t>
      </w:r>
      <w:r w:rsidR="005A2492">
        <w:rPr>
          <w:rtl/>
        </w:rPr>
        <w:t>حب حکمت بھ</w:t>
      </w:r>
      <w:r w:rsidR="005A2492">
        <w:rPr>
          <w:rFonts w:hint="cs"/>
          <w:rtl/>
        </w:rPr>
        <w:t>ی</w:t>
      </w:r>
      <w:r w:rsidR="005A2492">
        <w:rPr>
          <w:rtl/>
        </w:rPr>
        <w:t>:</w:t>
      </w:r>
    </w:p>
    <w:p w:rsidR="005A2492" w:rsidRDefault="005A2492" w:rsidP="00051BD5">
      <w:pPr>
        <w:pStyle w:val="libAie"/>
        <w:rPr>
          <w:rtl/>
        </w:rPr>
      </w:pPr>
      <w:r w:rsidRPr="00F97686">
        <w:rPr>
          <w:rFonts w:hint="cs"/>
          <w:rtl/>
        </w:rPr>
        <w:t>ك</w:t>
      </w:r>
      <w:r>
        <w:rPr>
          <w:rFonts w:hint="cs"/>
          <w:rtl/>
        </w:rPr>
        <w:t>ُتِبَ</w:t>
      </w:r>
      <w:r>
        <w:rPr>
          <w:rtl/>
        </w:rPr>
        <w:t xml:space="preserve"> عَلَ</w:t>
      </w:r>
      <w:r w:rsidRPr="00F97686">
        <w:rPr>
          <w:rFonts w:hint="cs"/>
          <w:rtl/>
        </w:rPr>
        <w:t>يْك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حَضَرَ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حَدَ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ُمُ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تُ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 تَرَ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 خَ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رً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وَصِ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َّةُ لِل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لِدَ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نِ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نَ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رُوفِ حَقًّ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مُتَّقِ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نَ</w:t>
      </w:r>
      <w:r w:rsidR="00051BD5" w:rsidRPr="007741D8">
        <w:rPr>
          <w:rStyle w:val="libFootnotenumChar"/>
          <w:rFonts w:hint="cs"/>
          <w:rtl/>
        </w:rPr>
        <w:t xml:space="preserve"> </w:t>
      </w:r>
      <w:r w:rsidR="00025795" w:rsidRPr="007741D8">
        <w:rPr>
          <w:rStyle w:val="libFootnotenumChar"/>
          <w:rFonts w:hint="cs"/>
          <w:rtl/>
        </w:rPr>
        <w:t>(</w:t>
      </w:r>
      <w:r w:rsidR="006A0E84">
        <w:rPr>
          <w:rStyle w:val="libFootnotenumChar"/>
          <w:rFonts w:hint="cs"/>
          <w:rtl/>
        </w:rPr>
        <w:t>2</w:t>
      </w:r>
      <w:r w:rsidR="00025795" w:rsidRPr="007741D8">
        <w:rPr>
          <w:rStyle w:val="libFootnotenumChar"/>
          <w:rFonts w:hint="cs"/>
          <w:rtl/>
        </w:rPr>
        <w:t>)</w:t>
      </w:r>
    </w:p>
    <w:p w:rsidR="005A2492" w:rsidRDefault="00816B77" w:rsidP="006A0E84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موت کے وقت کچھ م</w:t>
      </w:r>
      <w:r w:rsidRPr="00816B77">
        <w:rPr>
          <w:rtl/>
          <w:lang w:bidi="ur-PK"/>
        </w:rPr>
        <w:t>ا</w:t>
      </w:r>
      <w:r w:rsidR="005A2492">
        <w:rPr>
          <w:rtl/>
        </w:rPr>
        <w:t>ل چھوڑے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رہے ہوتو </w:t>
      </w:r>
      <w:r w:rsidRPr="00816B77">
        <w:rPr>
          <w:rtl/>
          <w:lang w:bidi="ur-PK"/>
        </w:rPr>
        <w:t>ا</w:t>
      </w:r>
      <w:r w:rsidR="005A2492">
        <w:rPr>
          <w:rtl/>
        </w:rPr>
        <w:t>سے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 کہ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رشتہ د</w:t>
      </w:r>
      <w:r w:rsidRPr="00816B77">
        <w:rPr>
          <w:rtl/>
          <w:lang w:bidi="ur-PK"/>
        </w:rPr>
        <w:t>ا</w:t>
      </w:r>
      <w:r w:rsidR="005A2492">
        <w:rPr>
          <w:rtl/>
        </w:rPr>
        <w:t>روں کے لئے من</w:t>
      </w:r>
      <w:r w:rsidRPr="00816B77">
        <w:rPr>
          <w:rtl/>
          <w:lang w:bidi="ur-PK"/>
        </w:rPr>
        <w:t>ا</w:t>
      </w:r>
      <w:r w:rsidR="005A2492">
        <w:rPr>
          <w:rtl/>
        </w:rPr>
        <w:t>سب طور پر وص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کرےمتق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لوگوں پر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حق 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تم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گم</w:t>
      </w:r>
      <w:r w:rsidRPr="00816B77">
        <w:rPr>
          <w:rtl/>
          <w:lang w:bidi="ur-PK"/>
        </w:rPr>
        <w:t>ا</w:t>
      </w:r>
      <w:r w:rsidR="005A2492">
        <w:rPr>
          <w:rtl/>
        </w:rPr>
        <w:t>ن کرتے ہو کہ مجھے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رث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ملے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تعلّق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؟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خد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نے تجھ پر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ص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ة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زل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جسے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شوہر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نتے؟!ک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تم </w:t>
      </w:r>
      <w:r w:rsidRPr="00816B77">
        <w:rPr>
          <w:rtl/>
          <w:lang w:bidi="ur-PK"/>
        </w:rPr>
        <w:t>ا</w:t>
      </w:r>
      <w:r w:rsidR="005A2492">
        <w:rPr>
          <w:rtl/>
        </w:rPr>
        <w:t>ن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قر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خ</w:t>
      </w:r>
      <w:r w:rsidRPr="00816B77">
        <w:rPr>
          <w:rtl/>
          <w:lang w:bidi="ur-PK"/>
        </w:rPr>
        <w:t>ا</w:t>
      </w:r>
      <w:r w:rsidR="005A2492">
        <w:rPr>
          <w:rtl/>
        </w:rPr>
        <w:t>ص وع</w:t>
      </w:r>
      <w:r w:rsidRPr="00816B77">
        <w:rPr>
          <w:rtl/>
          <w:lang w:bidi="ur-PK"/>
        </w:rPr>
        <w:t>ا</w:t>
      </w:r>
      <w:r w:rsidR="005A2492">
        <w:rPr>
          <w:rtl/>
        </w:rPr>
        <w:t>م سے 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قف تر ہو؟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 تو تم 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رت گر ہو،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ونٹ لے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ؤ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تھ،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>وند حک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رگ</w:t>
      </w:r>
      <w:r w:rsidRPr="00816B77">
        <w:rPr>
          <w:rtl/>
          <w:lang w:bidi="ur-PK"/>
        </w:rPr>
        <w:t>ا</w:t>
      </w:r>
      <w:r w:rsidR="005A2492">
        <w:rPr>
          <w:rtl/>
        </w:rPr>
        <w:t>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دن مل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Pr="00816B77">
        <w:rPr>
          <w:rtl/>
          <w:lang w:bidi="ur-PK"/>
        </w:rPr>
        <w:t>ا</w:t>
      </w:r>
      <w:r w:rsidR="005A2492">
        <w:rPr>
          <w:rtl/>
        </w:rPr>
        <w:t>ت کروں گ</w:t>
      </w:r>
      <w:r w:rsidR="005A2492">
        <w:rPr>
          <w:rFonts w:hint="cs"/>
          <w:rtl/>
        </w:rPr>
        <w:t>ی</w:t>
      </w:r>
      <w:r w:rsidR="005A2492">
        <w:rPr>
          <w:rtl/>
        </w:rPr>
        <w:t>وہ دن کتن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وعدہ 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محمد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کتنے عظ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عد</w:t>
      </w:r>
      <w:r w:rsidRPr="00816B77">
        <w:rPr>
          <w:rtl/>
          <w:lang w:bidi="ur-PK"/>
        </w:rPr>
        <w:t>ا</w:t>
      </w:r>
      <w:r w:rsidR="005A2492">
        <w:rPr>
          <w:rtl/>
        </w:rPr>
        <w:t>لت خو</w:t>
      </w:r>
      <w:r w:rsidRPr="00816B77">
        <w:rPr>
          <w:rtl/>
          <w:lang w:bidi="ur-PK"/>
        </w:rPr>
        <w:t>ا</w:t>
      </w:r>
      <w:r w:rsidR="005A2492">
        <w:rPr>
          <w:rtl/>
        </w:rPr>
        <w:t>ہ ہونگے</w:t>
      </w:r>
      <w:r w:rsidRPr="00816B77">
        <w:rPr>
          <w:rtl/>
          <w:lang w:bidi="ur-PK"/>
        </w:rPr>
        <w:t>ا</w:t>
      </w:r>
      <w:r w:rsidR="005A2492">
        <w:rPr>
          <w:rtl/>
        </w:rPr>
        <w:t>س دن ب</w:t>
      </w:r>
      <w:r w:rsidRPr="00816B77">
        <w:rPr>
          <w:rtl/>
          <w:lang w:bidi="ur-PK"/>
        </w:rPr>
        <w:t>ا</w:t>
      </w:r>
      <w:r w:rsidR="005A2492">
        <w:rPr>
          <w:rtl/>
        </w:rPr>
        <w:t>طل ر</w:t>
      </w:r>
      <w:r w:rsidRPr="00816B77">
        <w:rPr>
          <w:rtl/>
          <w:lang w:bidi="ur-PK"/>
        </w:rPr>
        <w:t>ا</w:t>
      </w:r>
      <w:r w:rsidR="005A2492">
        <w:rPr>
          <w:rtl/>
        </w:rPr>
        <w:t>ستے پر چلنے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لے نقص</w:t>
      </w:r>
      <w:r w:rsidRPr="00816B77">
        <w:rPr>
          <w:rtl/>
          <w:lang w:bidi="ur-PK"/>
        </w:rPr>
        <w:t>ا</w:t>
      </w:r>
      <w:r w:rsidR="005A2492">
        <w:rPr>
          <w:rtl/>
        </w:rPr>
        <w:t>ن، پر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ند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مت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گے،ہر وعدہ کے لئے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وعدہ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ہر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لئے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جگہ مع</w:t>
      </w:r>
      <w:r w:rsidR="005A2492">
        <w:rPr>
          <w:rFonts w:hint="cs"/>
          <w:rtl/>
        </w:rPr>
        <w:t>یّ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جلد تم ج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ن لوگے کہ ذلّت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عذ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کس کے </w:t>
      </w:r>
      <w:r w:rsidRPr="00816B77">
        <w:rPr>
          <w:rtl/>
          <w:lang w:bidi="ur-PK"/>
        </w:rPr>
        <w:t>ا</w:t>
      </w:r>
      <w:r w:rsidR="005A2492">
        <w:rPr>
          <w:rtl/>
        </w:rPr>
        <w:t>وپر ن</w:t>
      </w:r>
      <w:r w:rsidRPr="00816B77">
        <w:rPr>
          <w:rtl/>
          <w:lang w:bidi="ur-PK"/>
        </w:rPr>
        <w:t>ا</w:t>
      </w:r>
      <w:r w:rsidR="005A2492">
        <w:rPr>
          <w:rtl/>
        </w:rPr>
        <w:t>زل ہوگ</w:t>
      </w:r>
      <w:r w:rsidRPr="00816B77">
        <w:rPr>
          <w:rtl/>
          <w:lang w:bidi="ur-PK"/>
        </w:rPr>
        <w:t>ا</w:t>
      </w:r>
      <w:r w:rsidR="005A2492">
        <w:rPr>
          <w:rtl/>
        </w:rPr>
        <w:t>،جو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شہ</w:t>
      </w:r>
      <w:r w:rsidR="005A2492">
        <w:rPr>
          <w:rtl/>
        </w:rPr>
        <w:t xml:space="preserve"> کے لئے عذ</w:t>
      </w:r>
      <w:r w:rsidRPr="00816B77">
        <w:rPr>
          <w:rtl/>
          <w:lang w:bidi="ur-PK"/>
        </w:rPr>
        <w:t>ا</w:t>
      </w:r>
      <w:r w:rsidR="005A2492">
        <w:rPr>
          <w:rtl/>
        </w:rPr>
        <w:t>ب سر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025795" w:rsidRPr="007741D8">
        <w:rPr>
          <w:rStyle w:val="libFootnotenumChar"/>
          <w:rFonts w:hint="cs"/>
          <w:rtl/>
        </w:rPr>
        <w:t>(</w:t>
      </w:r>
      <w:r w:rsidR="006A0E84">
        <w:rPr>
          <w:rStyle w:val="libFootnotenumChar"/>
          <w:rFonts w:hint="cs"/>
          <w:rtl/>
        </w:rPr>
        <w:t>3</w:t>
      </w:r>
      <w:r w:rsidR="00025795" w:rsidRPr="007741D8">
        <w:rPr>
          <w:rStyle w:val="libFootnotenumChar"/>
          <w:rFonts w:hint="cs"/>
          <w:rtl/>
        </w:rPr>
        <w:t>)</w:t>
      </w:r>
    </w:p>
    <w:p w:rsidR="00025795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A0E84" w:rsidRDefault="00025795" w:rsidP="006A0E8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6A0E84">
        <w:rPr>
          <w:rtl/>
        </w:rPr>
        <w:t xml:space="preserve"> نس</w:t>
      </w:r>
      <w:r w:rsidR="00816B77" w:rsidRPr="00816B77">
        <w:rPr>
          <w:rtl/>
        </w:rPr>
        <w:t>ا</w:t>
      </w:r>
      <w:r w:rsidR="006A0E84">
        <w:rPr>
          <w:rtl/>
        </w:rPr>
        <w:t xml:space="preserve">ء </w:t>
      </w:r>
      <w:r w:rsidR="00C15B30" w:rsidRPr="00C15B30">
        <w:rPr>
          <w:rFonts w:hint="cs"/>
          <w:rtl/>
        </w:rPr>
        <w:t>11</w:t>
      </w:r>
    </w:p>
    <w:p w:rsidR="00025795" w:rsidRDefault="00025795" w:rsidP="006A0E84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6A0E84" w:rsidRPr="006A0E84">
        <w:rPr>
          <w:rtl/>
        </w:rPr>
        <w:t xml:space="preserve"> </w:t>
      </w:r>
      <w:r w:rsidR="006A0E84">
        <w:rPr>
          <w:rtl/>
        </w:rPr>
        <w:t>بقرہ</w:t>
      </w:r>
      <w:r w:rsidR="00C15B30" w:rsidRPr="00C15B30">
        <w:rPr>
          <w:rFonts w:hint="cs"/>
          <w:rtl/>
        </w:rPr>
        <w:t>18</w:t>
      </w:r>
      <w:r w:rsidR="0035346A" w:rsidRPr="0035346A">
        <w:rPr>
          <w:rFonts w:hint="cs"/>
          <w:rtl/>
        </w:rPr>
        <w:t>0</w:t>
      </w:r>
    </w:p>
    <w:p w:rsidR="006A0E84" w:rsidRPr="006A0E84" w:rsidRDefault="006A0E84" w:rsidP="006A0E84">
      <w:pPr>
        <w:pStyle w:val="libFootnote0"/>
        <w:rPr>
          <w:rtl/>
        </w:rPr>
      </w:pPr>
      <w:r>
        <w:rPr>
          <w:rFonts w:hint="cs"/>
          <w:rtl/>
        </w:rPr>
        <w:t>(3):-</w:t>
      </w:r>
      <w:r w:rsidRPr="006A0E84">
        <w:rPr>
          <w:rtl/>
        </w:rPr>
        <w:t xml:space="preserve"> </w:t>
      </w:r>
      <w:r>
        <w:rPr>
          <w:rtl/>
        </w:rPr>
        <w:t xml:space="preserve">ملکہ </w:t>
      </w:r>
      <w:r w:rsidR="00816B77" w:rsidRPr="00816B77">
        <w:rPr>
          <w:rtl/>
        </w:rPr>
        <w:t>ا</w:t>
      </w:r>
      <w:r>
        <w:rPr>
          <w:rtl/>
        </w:rPr>
        <w:t>سل</w:t>
      </w:r>
      <w:r w:rsidR="00816B77" w:rsidRPr="00816B77">
        <w:rPr>
          <w:rtl/>
        </w:rPr>
        <w:t>ا</w:t>
      </w:r>
      <w:r>
        <w:rPr>
          <w:rtl/>
        </w:rPr>
        <w:t>م ف</w:t>
      </w:r>
      <w:r w:rsidR="00816B77" w:rsidRPr="00816B77">
        <w:rPr>
          <w:rtl/>
        </w:rPr>
        <w:t>ا</w:t>
      </w:r>
      <w:r>
        <w:rPr>
          <w:rtl/>
        </w:rPr>
        <w:t>طمہ،چ</w:t>
      </w:r>
      <w:r w:rsidR="00C15B30" w:rsidRPr="00C15B30">
        <w:rPr>
          <w:rFonts w:hint="cs"/>
          <w:rtl/>
        </w:rPr>
        <w:t>2</w:t>
      </w:r>
      <w:r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36</w:t>
      </w:r>
      <w:r w:rsidRPr="00816B77">
        <w:rPr>
          <w:rFonts w:hint="cs"/>
          <w:rtl/>
        </w:rPr>
        <w:t xml:space="preserve"> </w:t>
      </w:r>
    </w:p>
    <w:p w:rsidR="00025795" w:rsidRPr="006A0E84" w:rsidRDefault="00025795" w:rsidP="00A60F54">
      <w:pPr>
        <w:pStyle w:val="libPoemTini"/>
        <w:rPr>
          <w:rtl/>
        </w:rPr>
      </w:pPr>
      <w:r w:rsidRPr="006A0E84"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40" w:name="_Toc393190565"/>
      <w:r>
        <w:rPr>
          <w:rFonts w:hint="eastAsia"/>
          <w:rtl/>
        </w:rPr>
        <w:lastRenderedPageBreak/>
        <w:t>کل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bookmarkEnd w:id="140"/>
    </w:p>
    <w:p w:rsidR="005A2492" w:rsidRDefault="00816B77" w:rsidP="00025795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: </w:t>
      </w:r>
      <w:r w:rsidR="005A2492" w:rsidRPr="00025795">
        <w:rPr>
          <w:rStyle w:val="libArabicChar"/>
          <w:rtl/>
        </w:rPr>
        <w:t>خ</w:t>
      </w:r>
      <w:r w:rsidR="005A2492" w:rsidRPr="00025795">
        <w:rPr>
          <w:rStyle w:val="libArabicChar"/>
          <w:rFonts w:hint="cs"/>
          <w:rtl/>
        </w:rPr>
        <w:t>ی</w:t>
      </w:r>
      <w:r w:rsidR="00CF3D62" w:rsidRPr="00CF3D62">
        <w:rPr>
          <w:rStyle w:val="libArabicChar"/>
          <w:rFonts w:hint="eastAsia"/>
          <w:rtl/>
        </w:rPr>
        <w:t>ا</w:t>
      </w:r>
      <w:r w:rsidR="005A2492" w:rsidRPr="00025795">
        <w:rPr>
          <w:rStyle w:val="libArabicChar"/>
          <w:rFonts w:hint="eastAsia"/>
          <w:rtl/>
        </w:rPr>
        <w:t>رکم</w:t>
      </w:r>
      <w:r w:rsidR="005A2492" w:rsidRPr="00025795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="005A2492" w:rsidRPr="00025795">
        <w:rPr>
          <w:rStyle w:val="libArabicChar"/>
          <w:rtl/>
        </w:rPr>
        <w:t>ل</w:t>
      </w:r>
      <w:r w:rsidR="005A2492" w:rsidRPr="00025795">
        <w:rPr>
          <w:rStyle w:val="libArabicChar"/>
          <w:rFonts w:hint="cs"/>
          <w:rtl/>
        </w:rPr>
        <w:t>ی</w:t>
      </w:r>
      <w:r w:rsidR="005A2492" w:rsidRPr="00025795">
        <w:rPr>
          <w:rStyle w:val="libArabicChar"/>
          <w:rFonts w:hint="eastAsia"/>
          <w:rtl/>
        </w:rPr>
        <w:t>نکم</w:t>
      </w:r>
      <w:r w:rsidR="005A2492" w:rsidRPr="00025795">
        <w:rPr>
          <w:rStyle w:val="libArabicChar"/>
          <w:rtl/>
        </w:rPr>
        <w:t xml:space="preserve"> من</w:t>
      </w:r>
      <w:r w:rsidR="00CF3D62" w:rsidRPr="00CF3D62">
        <w:rPr>
          <w:rStyle w:val="libArabicChar"/>
          <w:rtl/>
        </w:rPr>
        <w:t>ا</w:t>
      </w:r>
      <w:r w:rsidR="005A2492" w:rsidRPr="00025795">
        <w:rPr>
          <w:rStyle w:val="libArabicChar"/>
          <w:rtl/>
        </w:rPr>
        <w:t>کب</w:t>
      </w:r>
      <w:r w:rsidR="005A2492" w:rsidRPr="00025795">
        <w:rPr>
          <w:rStyle w:val="libArabicChar"/>
          <w:rFonts w:hint="cs"/>
          <w:rtl/>
        </w:rPr>
        <w:t>ه و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025795">
        <w:rPr>
          <w:rStyle w:val="libArabicChar"/>
          <w:rFonts w:hint="cs"/>
          <w:rtl/>
        </w:rPr>
        <w:t>کرمهم لنس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025795">
        <w:rPr>
          <w:rStyle w:val="libArabicChar"/>
          <w:rFonts w:hint="cs"/>
          <w:rtl/>
        </w:rPr>
        <w:t>ئهم</w:t>
      </w:r>
      <w:r w:rsidR="00025795" w:rsidRPr="00E67D25">
        <w:rPr>
          <w:rFonts w:hint="cs"/>
          <w:rtl/>
        </w:rPr>
        <w:t xml:space="preserve"> </w:t>
      </w:r>
      <w:r w:rsidR="00025795" w:rsidRPr="007741D8">
        <w:rPr>
          <w:rStyle w:val="libFootnotenumChar"/>
          <w:rFonts w:hint="cs"/>
          <w:rtl/>
        </w:rPr>
        <w:t>(1)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تم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شخص وہ ہے جو لوگوں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سب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نرم مز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>ور خوش خلق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ہو، </w:t>
      </w:r>
      <w:r w:rsidRPr="00816B77">
        <w:rPr>
          <w:rtl/>
          <w:lang w:bidi="ur-PK"/>
        </w:rPr>
        <w:t>ا</w:t>
      </w:r>
      <w:r w:rsidR="005A2492">
        <w:rPr>
          <w:rtl/>
        </w:rPr>
        <w:t>ور سب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رزشمند وہ ہے جو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پر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مہرب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ور بخشنے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</w:t>
      </w:r>
    </w:p>
    <w:p w:rsidR="005A2492" w:rsidRDefault="005A2492" w:rsidP="00A21BC5">
      <w:pPr>
        <w:pStyle w:val="Heading1"/>
        <w:rPr>
          <w:rtl/>
        </w:rPr>
      </w:pPr>
      <w:bookmarkStart w:id="141" w:name="_Toc393190566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برت</w:t>
      </w:r>
      <w:r w:rsidR="00816B77" w:rsidRPr="00816B77">
        <w:rPr>
          <w:rtl/>
          <w:lang w:bidi="ur-PK"/>
        </w:rPr>
        <w:t>ا</w:t>
      </w:r>
      <w:r>
        <w:rPr>
          <w:rtl/>
        </w:rPr>
        <w:t>ؤ</w:t>
      </w:r>
      <w:bookmarkEnd w:id="141"/>
    </w:p>
    <w:p w:rsidR="005A2492" w:rsidRDefault="005A2492" w:rsidP="00025795">
      <w:pPr>
        <w:pStyle w:val="libArabic"/>
        <w:rPr>
          <w:rtl/>
        </w:rPr>
      </w:pPr>
      <w:r>
        <w:rPr>
          <w:rFonts w:hint="eastAsia"/>
          <w:rtl/>
        </w:rPr>
        <w:t>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لنَّبِ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 ص: مَن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سَرَّ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 طَ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مُطَ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َّر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فَل</w:t>
      </w:r>
      <w:r w:rsidRPr="00F97686">
        <w:rPr>
          <w:rFonts w:hint="cs"/>
          <w:rtl/>
        </w:rPr>
        <w:t>ْي</w:t>
      </w:r>
      <w:r>
        <w:rPr>
          <w:rFonts w:hint="cs"/>
          <w:rtl/>
        </w:rPr>
        <w:t>َل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قَ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بِزَو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جَةٍ وَ مَن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تَرَ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لتَّز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وِ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جَ مَخَ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فَةَ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عَ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لَةِ فَقَد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لظَّنَّ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عَزَّ وَ جَلَّ</w:t>
      </w:r>
      <w:r w:rsidR="00025795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سے پ</w:t>
      </w:r>
      <w:r w:rsidR="00816B77" w:rsidRPr="00816B77">
        <w:rPr>
          <w:rtl/>
          <w:lang w:bidi="ur-PK"/>
        </w:rPr>
        <w:t>ا</w:t>
      </w:r>
      <w:r>
        <w:rPr>
          <w:rtl/>
        </w:rPr>
        <w:t>ک و پ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 ح</w:t>
      </w:r>
      <w:r w:rsidR="00816B77" w:rsidRPr="00816B77">
        <w:rPr>
          <w:rtl/>
          <w:lang w:bidi="ur-PK"/>
        </w:rPr>
        <w:t>ا</w:t>
      </w:r>
      <w:r>
        <w:rPr>
          <w:rtl/>
        </w:rPr>
        <w:t>لت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 w:rsidR="00816B77" w:rsidRPr="00816B77">
        <w:rPr>
          <w:rtl/>
          <w:lang w:bidi="ur-PK"/>
        </w:rPr>
        <w:t>ا</w:t>
      </w:r>
      <w:r>
        <w:rPr>
          <w:rtl/>
        </w:rPr>
        <w:t>ت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 کرے </w:t>
      </w:r>
      <w:r w:rsidR="00816B77" w:rsidRPr="00816B77">
        <w:rPr>
          <w:rtl/>
          <w:lang w:bidi="ur-PK"/>
        </w:rPr>
        <w:t>ا</w:t>
      </w:r>
      <w:r>
        <w:rPr>
          <w:rtl/>
        </w:rPr>
        <w:t>ور  جو بھ</w:t>
      </w:r>
      <w:r>
        <w:rPr>
          <w:rFonts w:hint="cs"/>
          <w:rtl/>
        </w:rPr>
        <w:t>ی</w:t>
      </w:r>
      <w:r>
        <w:rPr>
          <w:rtl/>
        </w:rPr>
        <w:t xml:space="preserve"> تنگ دست</w:t>
      </w:r>
      <w:r>
        <w:rPr>
          <w:rFonts w:hint="cs"/>
          <w:rtl/>
        </w:rPr>
        <w:t>ی</w:t>
      </w:r>
      <w:r>
        <w:rPr>
          <w:rtl/>
        </w:rPr>
        <w:t xml:space="preserve"> کے خوف سے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چھوڑدے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پر بدظن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بد گم</w:t>
      </w:r>
      <w:r w:rsidR="00816B77" w:rsidRPr="00816B77">
        <w:rPr>
          <w:rtl/>
          <w:lang w:bidi="ur-PK"/>
        </w:rPr>
        <w:t>ا</w:t>
      </w:r>
      <w:r>
        <w:rPr>
          <w:rtl/>
        </w:rPr>
        <w:t>ن ہو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ضح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نحر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>ت سے 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معنو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عث ہے وہ شخص جو مرنے کے بعد </w:t>
      </w:r>
      <w:r w:rsidR="00816B77" w:rsidRPr="00816B77">
        <w:rPr>
          <w:rtl/>
          <w:lang w:bidi="ur-PK"/>
        </w:rPr>
        <w:t>ا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ح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ود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>ن ہے تو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لے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 w:rsidR="00816B77" w:rsidRPr="00816B77">
        <w:rPr>
          <w:rtl/>
          <w:lang w:bidi="ur-PK"/>
        </w:rPr>
        <w:t>ا</w:t>
      </w:r>
      <w:r>
        <w:rPr>
          <w:rtl/>
        </w:rPr>
        <w:t>ک د</w:t>
      </w:r>
      <w:r w:rsidR="00816B77" w:rsidRPr="00816B77">
        <w:rPr>
          <w:rtl/>
          <w:lang w:bidi="ur-PK"/>
        </w:rPr>
        <w:t>ا</w:t>
      </w:r>
      <w:r>
        <w:rPr>
          <w:rtl/>
        </w:rPr>
        <w:t>من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</w:t>
      </w:r>
      <w:r w:rsidR="00816B77" w:rsidRPr="00816B77">
        <w:rPr>
          <w:rtl/>
          <w:lang w:bidi="ur-PK"/>
        </w:rPr>
        <w:t>ا</w:t>
      </w:r>
      <w:r>
        <w:rPr>
          <w:rtl/>
        </w:rPr>
        <w:t>م دل</w:t>
      </w:r>
      <w:r w:rsidR="00816B77" w:rsidRPr="00816B77">
        <w:rPr>
          <w:rtl/>
          <w:lang w:bidi="ur-PK"/>
        </w:rPr>
        <w:t>ا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E484F" w:rsidRDefault="00025795" w:rsidP="00DE484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DE484F">
        <w:rPr>
          <w:rtl/>
        </w:rPr>
        <w:t xml:space="preserve"> ف</w:t>
      </w:r>
      <w:r w:rsidR="00816B77" w:rsidRPr="00816B77">
        <w:rPr>
          <w:rtl/>
        </w:rPr>
        <w:t>ا</w:t>
      </w:r>
      <w:r w:rsidR="00DE484F">
        <w:rPr>
          <w:rtl/>
        </w:rPr>
        <w:t xml:space="preserve">طمہ نور </w:t>
      </w:r>
      <w:r w:rsidR="00816B77" w:rsidRPr="00816B77">
        <w:rPr>
          <w:rtl/>
        </w:rPr>
        <w:t>ا</w:t>
      </w:r>
      <w:r w:rsidR="00DE484F">
        <w:rPr>
          <w:rtl/>
        </w:rPr>
        <w:t>لٰہ</w:t>
      </w:r>
      <w:r w:rsidR="00DE484F">
        <w:rPr>
          <w:rFonts w:hint="cs"/>
          <w:rtl/>
        </w:rPr>
        <w:t>ی</w:t>
      </w:r>
      <w:r w:rsidR="00DE484F">
        <w:rPr>
          <w:rFonts w:hint="eastAsia"/>
          <w:rtl/>
        </w:rPr>
        <w:t>،چ</w:t>
      </w:r>
      <w:r w:rsidR="00C15B30" w:rsidRPr="00C15B30">
        <w:rPr>
          <w:rFonts w:hint="cs"/>
          <w:rtl/>
        </w:rPr>
        <w:t>1</w:t>
      </w:r>
      <w:r w:rsidR="00DE484F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153</w:t>
      </w:r>
      <w:r w:rsidR="00DE484F" w:rsidRPr="00816B77">
        <w:rPr>
          <w:rFonts w:hint="cs"/>
          <w:rtl/>
        </w:rPr>
        <w:t>، دل</w:t>
      </w:r>
      <w:r w:rsidR="00816B77" w:rsidRPr="00816B77">
        <w:rPr>
          <w:rFonts w:hint="cs"/>
          <w:rtl/>
        </w:rPr>
        <w:t>ا</w:t>
      </w:r>
      <w:r w:rsidR="00DE484F" w:rsidRPr="00816B77">
        <w:rPr>
          <w:rFonts w:hint="cs"/>
          <w:rtl/>
        </w:rPr>
        <w:t xml:space="preserve">ئل </w:t>
      </w:r>
      <w:r w:rsidR="00816B77" w:rsidRPr="00816B77">
        <w:rPr>
          <w:rFonts w:hint="cs"/>
          <w:rtl/>
        </w:rPr>
        <w:t>ا</w:t>
      </w:r>
      <w:r w:rsidR="00DE484F" w:rsidRPr="00816B77">
        <w:rPr>
          <w:rFonts w:hint="cs"/>
          <w:rtl/>
        </w:rPr>
        <w:t>ل</w:t>
      </w:r>
      <w:r w:rsidR="00816B77" w:rsidRPr="00816B77">
        <w:rPr>
          <w:rFonts w:hint="cs"/>
          <w:rtl/>
        </w:rPr>
        <w:t>ا</w:t>
      </w:r>
      <w:r w:rsidR="00DE484F" w:rsidRPr="00816B77">
        <w:rPr>
          <w:rFonts w:hint="cs"/>
          <w:rtl/>
        </w:rPr>
        <w:t>م</w:t>
      </w:r>
      <w:r w:rsidR="00816B77" w:rsidRPr="00816B77">
        <w:rPr>
          <w:rFonts w:hint="cs"/>
          <w:rtl/>
        </w:rPr>
        <w:t>ا</w:t>
      </w:r>
      <w:r w:rsidR="00DE484F" w:rsidRPr="00816B77">
        <w:rPr>
          <w:rFonts w:hint="cs"/>
          <w:rtl/>
        </w:rPr>
        <w:t>مہ،ص</w:t>
      </w:r>
      <w:r w:rsidR="00DE484F">
        <w:rPr>
          <w:rtl/>
          <w:lang w:bidi="fa-IR"/>
        </w:rPr>
        <w:t>۱</w:t>
      </w:r>
      <w:r w:rsidR="00DE484F">
        <w:rPr>
          <w:rtl/>
        </w:rPr>
        <w:t xml:space="preserve">   </w:t>
      </w:r>
    </w:p>
    <w:p w:rsidR="00025795" w:rsidRDefault="00025795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DE484F" w:rsidRPr="00DE484F">
        <w:rPr>
          <w:rtl/>
        </w:rPr>
        <w:t xml:space="preserve"> </w:t>
      </w:r>
      <w:r w:rsidR="00DE484F">
        <w:rPr>
          <w:rtl/>
        </w:rPr>
        <w:t>من ل</w:t>
      </w:r>
      <w:r w:rsidR="00816B77" w:rsidRPr="00816B77">
        <w:rPr>
          <w:rtl/>
        </w:rPr>
        <w:t>ا</w:t>
      </w:r>
      <w:r w:rsidR="00DE484F">
        <w:rPr>
          <w:rFonts w:hint="cs"/>
          <w:rtl/>
        </w:rPr>
        <w:t>ی</w:t>
      </w:r>
      <w:r w:rsidR="00DE484F">
        <w:rPr>
          <w:rFonts w:hint="eastAsia"/>
          <w:rtl/>
        </w:rPr>
        <w:t>حضرہ</w:t>
      </w:r>
      <w:r w:rsidR="00DE484F">
        <w:rPr>
          <w:rtl/>
        </w:rPr>
        <w:t xml:space="preserve"> </w:t>
      </w:r>
      <w:r w:rsidR="00816B77" w:rsidRPr="00816B77">
        <w:rPr>
          <w:rtl/>
        </w:rPr>
        <w:t>ا</w:t>
      </w:r>
      <w:r w:rsidR="00DE484F">
        <w:rPr>
          <w:rtl/>
        </w:rPr>
        <w:t>لفق</w:t>
      </w:r>
      <w:r w:rsidR="00DE484F">
        <w:rPr>
          <w:rFonts w:hint="cs"/>
          <w:rtl/>
        </w:rPr>
        <w:t>ی</w:t>
      </w:r>
      <w:r w:rsidR="00DE484F">
        <w:rPr>
          <w:rFonts w:hint="eastAsia"/>
          <w:rtl/>
        </w:rPr>
        <w:t>ہ،ج</w:t>
      </w:r>
      <w:r w:rsidR="00C15B30" w:rsidRPr="00C15B30">
        <w:rPr>
          <w:rFonts w:hint="cs"/>
          <w:rtl/>
        </w:rPr>
        <w:t>3</w:t>
      </w:r>
      <w:r w:rsidR="00DE484F" w:rsidRPr="00816B77">
        <w:rPr>
          <w:rFonts w:hint="cs"/>
          <w:rtl/>
        </w:rPr>
        <w:t xml:space="preserve">،ص </w:t>
      </w:r>
      <w:r w:rsidR="00DE484F">
        <w:rPr>
          <w:rtl/>
          <w:lang w:bidi="fa-IR"/>
        </w:rPr>
        <w:t>۳۸۵</w:t>
      </w:r>
    </w:p>
    <w:p w:rsidR="00025795" w:rsidRDefault="00025795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DE484F">
      <w:pPr>
        <w:pStyle w:val="Heading1Center"/>
        <w:rPr>
          <w:rtl/>
        </w:rPr>
      </w:pPr>
      <w:bookmarkStart w:id="142" w:name="_Toc393190567"/>
      <w:r>
        <w:rPr>
          <w:rFonts w:hint="eastAsia"/>
          <w:rtl/>
        </w:rPr>
        <w:lastRenderedPageBreak/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کے کچھ </w:t>
      </w:r>
      <w:r w:rsidR="00816B77" w:rsidRPr="00816B77">
        <w:rPr>
          <w:rtl/>
          <w:lang w:bidi="ur-PK"/>
        </w:rPr>
        <w:t>ا</w:t>
      </w:r>
      <w:r>
        <w:rPr>
          <w:rtl/>
        </w:rPr>
        <w:t>صو ل</w:t>
      </w:r>
      <w:bookmarkEnd w:id="142"/>
    </w:p>
    <w:p w:rsidR="005A2492" w:rsidRDefault="005A2492" w:rsidP="00A21BC5">
      <w:pPr>
        <w:pStyle w:val="Heading1"/>
        <w:rPr>
          <w:rtl/>
        </w:rPr>
      </w:pPr>
      <w:bookmarkStart w:id="143" w:name="_Toc393190568"/>
      <w:r>
        <w:rPr>
          <w:rFonts w:hint="eastAsia"/>
          <w:rtl/>
        </w:rPr>
        <w:t>نظم</w:t>
      </w:r>
      <w:r>
        <w:rPr>
          <w:rtl/>
        </w:rPr>
        <w:t xml:space="preserve"> و ضبط</w:t>
      </w:r>
      <w:bookmarkEnd w:id="143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ٹے</w:t>
      </w:r>
      <w:r w:rsidR="005A2492">
        <w:rPr>
          <w:rtl/>
        </w:rPr>
        <w:t xml:space="preserve"> حسن </w:t>
      </w:r>
      <w:r w:rsidRPr="00816B77">
        <w:rPr>
          <w:rtl/>
          <w:lang w:bidi="ur-PK"/>
        </w:rPr>
        <w:t>ا</w:t>
      </w:r>
      <w:r w:rsidR="005A2492">
        <w:rPr>
          <w:rtl/>
        </w:rPr>
        <w:t>ور حس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8D6D4F" w:rsidRPr="008D6D4F">
        <w:rPr>
          <w:rtl/>
          <w:lang w:bidi="ur-PK"/>
        </w:rPr>
        <w:t>(ع)</w:t>
      </w:r>
      <w:r w:rsidR="005A2492">
        <w:rPr>
          <w:rtl/>
        </w:rPr>
        <w:t>کو نزد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CF3D62" w:rsidP="00C15B30">
      <w:pPr>
        <w:pStyle w:val="libArabic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وص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کم</w:t>
      </w:r>
      <w:r w:rsidR="005A2492">
        <w:rPr>
          <w:rtl/>
        </w:rPr>
        <w:t xml:space="preserve"> بتقو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CF3D62">
        <w:rPr>
          <w:rtl/>
        </w:rPr>
        <w:t>ا</w:t>
      </w:r>
      <w:r w:rsidR="005A2492">
        <w:rPr>
          <w:rtl/>
        </w:rPr>
        <w:t>لل</w:t>
      </w:r>
      <w:r w:rsidR="00C15B30" w:rsidRPr="00C15B30">
        <w:rPr>
          <w:rFonts w:hint="cs"/>
          <w:rtl/>
        </w:rPr>
        <w:t>ه</w:t>
      </w:r>
      <w:r w:rsidR="005A2492">
        <w:rPr>
          <w:rFonts w:hint="cs"/>
          <w:rtl/>
        </w:rPr>
        <w:t xml:space="preserve"> ونظم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مرکم</w:t>
      </w:r>
      <w:r w:rsidR="005A2492" w:rsidRPr="00C15B30">
        <w:rPr>
          <w:rFonts w:hint="cs"/>
          <w:rtl/>
        </w:rPr>
        <w:t>(ن</w:t>
      </w:r>
      <w:r w:rsidR="00C15B30" w:rsidRPr="00C15B30">
        <w:rPr>
          <w:rFonts w:hint="cs"/>
          <w:rtl/>
        </w:rPr>
        <w:t>ه</w:t>
      </w:r>
      <w:r w:rsidR="005A2492" w:rsidRPr="00C15B30">
        <w:rPr>
          <w:rFonts w:hint="cs"/>
          <w:rtl/>
        </w:rPr>
        <w:t xml:space="preserve">ج </w:t>
      </w:r>
      <w:r w:rsidRPr="00CF3D62">
        <w:rPr>
          <w:rFonts w:hint="cs"/>
          <w:rtl/>
        </w:rPr>
        <w:t>ا</w:t>
      </w:r>
      <w:r w:rsidR="005A2492" w:rsidRPr="00C15B30">
        <w:rPr>
          <w:rFonts w:hint="cs"/>
          <w:rtl/>
        </w:rPr>
        <w:t>لبل</w:t>
      </w:r>
      <w:r w:rsidRPr="00CF3D62">
        <w:rPr>
          <w:rFonts w:hint="cs"/>
          <w:rtl/>
        </w:rPr>
        <w:t>ا</w:t>
      </w:r>
      <w:r w:rsidR="005A2492" w:rsidRPr="00C15B30">
        <w:rPr>
          <w:rFonts w:hint="cs"/>
          <w:rtl/>
        </w:rPr>
        <w:t>غ</w:t>
      </w:r>
      <w:r w:rsidR="00C15B30" w:rsidRPr="00C15B30">
        <w:rPr>
          <w:rFonts w:hint="cs"/>
          <w:rtl/>
        </w:rPr>
        <w:t>ه</w:t>
      </w:r>
      <w:r w:rsidR="005A2492" w:rsidRPr="00C15B30">
        <w:rPr>
          <w:rFonts w:hint="cs"/>
          <w:rtl/>
        </w:rPr>
        <w:t>)</w:t>
      </w:r>
      <w:r w:rsidR="005A2492">
        <w:rPr>
          <w:rFonts w:hint="cs"/>
          <w:rtl/>
        </w:rPr>
        <w:t xml:space="preserve"> </w:t>
      </w:r>
    </w:p>
    <w:p w:rsidR="005A2492" w:rsidRDefault="005A2492" w:rsidP="00021DAF">
      <w:pPr>
        <w:pStyle w:val="libNormal"/>
        <w:rPr>
          <w:rtl/>
        </w:rPr>
      </w:pPr>
      <w:r>
        <w:rPr>
          <w:rFonts w:hint="eastAsia"/>
          <w:rtl/>
        </w:rPr>
        <w:t>تقو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مع</w:t>
      </w:r>
      <w:r w:rsidR="00816B77" w:rsidRPr="00816B77">
        <w:rPr>
          <w:rtl/>
          <w:lang w:bidi="ur-PK"/>
        </w:rPr>
        <w:t>ا</w:t>
      </w:r>
      <w:r>
        <w:rPr>
          <w:rtl/>
        </w:rPr>
        <w:t>مل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و ضبط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لمع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وضبط موجود ہے وہ ب</w:t>
      </w:r>
      <w:r w:rsidR="008D6D4F" w:rsidRPr="008D6D4F">
        <w:rPr>
          <w:rFonts w:hint="cs"/>
          <w:rtl/>
          <w:lang w:bidi="ur-PK"/>
        </w:rPr>
        <w:t>ہ</w:t>
      </w:r>
      <w:r>
        <w:rPr>
          <w:rtl/>
        </w:rPr>
        <w:t>ت س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سے دور رہے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وضبط  نہ ہو تو گو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نے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ئع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وق</w:t>
      </w:r>
      <w:r w:rsidR="00816B77" w:rsidRPr="00816B77">
        <w:rPr>
          <w:rtl/>
          <w:lang w:bidi="ur-PK"/>
        </w:rPr>
        <w:t>ا</w:t>
      </w:r>
      <w:r>
        <w:rPr>
          <w:rtl/>
        </w:rPr>
        <w:t>ت تو لوگوں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نوکر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خدمت گز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زندگ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رے وس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ئل ہونے کے 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وجود بھ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گھر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نظ</w:t>
      </w:r>
      <w:r w:rsidR="00816B77" w:rsidRPr="00816B77">
        <w:rPr>
          <w:rtl/>
          <w:lang w:bidi="ur-PK"/>
        </w:rPr>
        <w:t>ا</w:t>
      </w:r>
      <w:r>
        <w:rPr>
          <w:rtl/>
        </w:rPr>
        <w:t>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سکتے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وض</w:t>
      </w:r>
      <w:r w:rsidR="00816B77" w:rsidRPr="00816B77">
        <w:rPr>
          <w:rtl/>
          <w:lang w:bidi="ur-PK"/>
        </w:rPr>
        <w:t>ا</w:t>
      </w:r>
      <w:r>
        <w:rPr>
          <w:rtl/>
        </w:rPr>
        <w:t>ع خر</w:t>
      </w:r>
      <w:r w:rsidR="00816B77" w:rsidRPr="00816B77">
        <w:rPr>
          <w:rtl/>
          <w:lang w:bidi="ur-PK"/>
        </w:rPr>
        <w:t>ا</w:t>
      </w:r>
      <w:r>
        <w:rPr>
          <w:rtl/>
        </w:rPr>
        <w:t>ب ہونے ک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025795">
      <w:pPr>
        <w:pStyle w:val="libNormal"/>
        <w:rPr>
          <w:rtl/>
        </w:rPr>
      </w:pPr>
      <w:r>
        <w:rPr>
          <w:rFonts w:hint="eastAsia"/>
          <w:rtl/>
        </w:rPr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مل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 کہ وہ ج</w:t>
      </w:r>
      <w:r w:rsidR="00816B77" w:rsidRPr="00816B77">
        <w:rPr>
          <w:rtl/>
          <w:lang w:bidi="ur-PK"/>
        </w:rPr>
        <w:t>ا</w:t>
      </w:r>
      <w:r>
        <w:rPr>
          <w:rtl/>
        </w:rPr>
        <w:t>ن لے کہ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وق</w:t>
      </w:r>
      <w:r w:rsidR="00816B77" w:rsidRPr="00816B77">
        <w:rPr>
          <w:rtl/>
          <w:lang w:bidi="ur-PK"/>
        </w:rPr>
        <w:t>ا</w:t>
      </w:r>
      <w:r>
        <w:rPr>
          <w:rtl/>
        </w:rPr>
        <w:t>ت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منظم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گر گھر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 ہو تو </w:t>
      </w:r>
      <w:r w:rsidR="00816B77" w:rsidRPr="00816B77">
        <w:rPr>
          <w:rtl/>
          <w:lang w:bidi="ur-PK"/>
        </w:rPr>
        <w:t>ا</w:t>
      </w:r>
      <w:r>
        <w:rPr>
          <w:rtl/>
        </w:rPr>
        <w:t>پ جتن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سے گھر 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لوں ک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="00816B77" w:rsidRPr="00816B77">
        <w:rPr>
          <w:rtl/>
          <w:lang w:bidi="ur-PK"/>
        </w:rPr>
        <w:t>ا</w:t>
      </w:r>
      <w:r>
        <w:rPr>
          <w:rtl/>
        </w:rPr>
        <w:t>مدن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ں بلکہ </w:t>
      </w:r>
      <w:r w:rsidR="00816B77" w:rsidRPr="00816B77">
        <w:rPr>
          <w:rtl/>
          <w:lang w:bidi="ur-PK"/>
        </w:rPr>
        <w:t>ا</w:t>
      </w:r>
      <w:r>
        <w:rPr>
          <w:rtl/>
        </w:rPr>
        <w:t>ستعم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بےنظم</w:t>
      </w:r>
      <w:r>
        <w:rPr>
          <w:rFonts w:hint="cs"/>
          <w:rtl/>
        </w:rPr>
        <w:t>ی</w:t>
      </w:r>
      <w:r>
        <w:rPr>
          <w:rtl/>
        </w:rPr>
        <w:t xml:space="preserve"> ہےجس طرح بڑ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 w:rsidR="00816B77" w:rsidRPr="00816B77">
        <w:rPr>
          <w:rtl/>
          <w:lang w:bidi="ur-PK"/>
        </w:rPr>
        <w:t>ا</w:t>
      </w:r>
      <w:r>
        <w:rPr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فوج موجود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بدنظم ہوں تو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مگر منظم  گروہ کے مق</w:t>
      </w:r>
      <w:r w:rsidR="00816B77" w:rsidRPr="00816B77">
        <w:rPr>
          <w:rtl/>
          <w:lang w:bidi="ur-PK"/>
        </w:rPr>
        <w:t>ا</w:t>
      </w:r>
      <w:r>
        <w:rPr>
          <w:rtl/>
        </w:rPr>
        <w:t>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شکست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 w:rsidR="00816B77" w:rsidRPr="00816B77">
        <w:rPr>
          <w:rtl/>
          <w:lang w:bidi="ur-PK"/>
        </w:rPr>
        <w:t>ا</w:t>
      </w:r>
      <w:r>
        <w:rPr>
          <w:rtl/>
        </w:rPr>
        <w:t>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5A2492" w:rsidRDefault="005A2492" w:rsidP="005A2492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>گ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وقت صبر و</w:t>
      </w:r>
      <w:r w:rsidR="00816B77" w:rsidRPr="00816B77">
        <w:rPr>
          <w:rtl/>
          <w:lang w:bidi="ur-PK"/>
        </w:rPr>
        <w:t>ا</w:t>
      </w:r>
      <w:r>
        <w:rPr>
          <w:rtl/>
        </w:rPr>
        <w:t>ستق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مت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و ضبط</w:t>
      </w:r>
    </w:p>
    <w:p w:rsidR="00025795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کلم</w:t>
      </w:r>
      <w:r w:rsidRPr="00816B77">
        <w:rPr>
          <w:rtl/>
          <w:lang w:bidi="ur-PK"/>
        </w:rPr>
        <w:t>ا</w:t>
      </w:r>
      <w:r w:rsidR="005A2492">
        <w:rPr>
          <w:rtl/>
        </w:rPr>
        <w:t>ت سے معلوم ہوت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ہر شعبےم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ہ مع</w:t>
      </w:r>
      <w:r w:rsidRPr="00816B77">
        <w:rPr>
          <w:rtl/>
          <w:lang w:bidi="ur-PK"/>
        </w:rPr>
        <w:t>ا</w:t>
      </w:r>
      <w:r w:rsidR="005A2492">
        <w:rPr>
          <w:rtl/>
        </w:rPr>
        <w:t>ش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مع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شرت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س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سم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،نظم</w:t>
      </w:r>
      <w:r w:rsidR="005A2492">
        <w:rPr>
          <w:rtl/>
        </w:rPr>
        <w:t xml:space="preserve"> وضبط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ضرور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</w:p>
    <w:p w:rsidR="00025795" w:rsidRPr="00025795" w:rsidRDefault="00025795" w:rsidP="00A60F54">
      <w:pPr>
        <w:pStyle w:val="libPoemTini"/>
        <w:rPr>
          <w:rtl/>
        </w:rPr>
      </w:pPr>
      <w:r w:rsidRPr="00025795">
        <w:rPr>
          <w:rtl/>
        </w:rPr>
        <w:br w:type="page"/>
      </w:r>
    </w:p>
    <w:p w:rsidR="005A2492" w:rsidRDefault="00816B77" w:rsidP="00A21BC5">
      <w:pPr>
        <w:pStyle w:val="Heading1"/>
        <w:rPr>
          <w:rtl/>
        </w:rPr>
      </w:pPr>
      <w:bookmarkStart w:id="144" w:name="_Toc393190569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عتم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کرو تہمت سے بچو</w:t>
      </w:r>
      <w:bookmarkEnd w:id="144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جتم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عتم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Pr="00816B77">
        <w:rPr>
          <w:rtl/>
          <w:lang w:bidi="ur-PK"/>
        </w:rPr>
        <w:t>ا</w:t>
      </w:r>
      <w:r w:rsidR="005A2492">
        <w:rPr>
          <w:rtl/>
        </w:rPr>
        <w:t>ور خوش گم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محت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ج ہے </w:t>
      </w:r>
      <w:r w:rsidRPr="00816B77">
        <w:rPr>
          <w:rtl/>
          <w:lang w:bidi="ur-PK"/>
        </w:rPr>
        <w:t>ا</w:t>
      </w:r>
      <w:r w:rsidR="005A2492">
        <w:rPr>
          <w:rtl/>
        </w:rPr>
        <w:t>گرچہ مسلم</w:t>
      </w:r>
      <w:r w:rsidRPr="00816B77">
        <w:rPr>
          <w:rtl/>
          <w:lang w:bidi="ur-PK"/>
        </w:rPr>
        <w:t>ا</w:t>
      </w:r>
      <w:r w:rsidR="005A2492">
        <w:rPr>
          <w:rtl/>
        </w:rPr>
        <w:t>نوں کے ب</w:t>
      </w:r>
      <w:r w:rsidRPr="00816B77">
        <w:rPr>
          <w:rtl/>
          <w:lang w:bidi="ur-PK"/>
        </w:rPr>
        <w:t>ا</w:t>
      </w:r>
      <w:r w:rsidR="005A2492">
        <w:rPr>
          <w:rtl/>
        </w:rPr>
        <w:t>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خوش گم</w:t>
      </w:r>
      <w:r w:rsidRPr="00816B77">
        <w:rPr>
          <w:rtl/>
          <w:lang w:bidi="ur-PK"/>
        </w:rPr>
        <w:t>ا</w:t>
      </w:r>
      <w:r w:rsidR="005A2492">
        <w:rPr>
          <w:rtl/>
        </w:rPr>
        <w:t>ن ہون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ضرور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قر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ہے: </w:t>
      </w:r>
    </w:p>
    <w:p w:rsidR="005A2492" w:rsidRDefault="005A2492" w:rsidP="00240E26">
      <w:pPr>
        <w:pStyle w:val="libAie"/>
        <w:rPr>
          <w:rtl/>
        </w:rPr>
      </w:pP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تَنِبُو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َثِ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رً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مِّنَ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لظَّنِّ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 بَع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ضَ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لظَّنِّ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ث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مٌ وَلَ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تَجَسَّسُو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وَلَ</w:t>
      </w:r>
      <w:r w:rsidR="00CF3D62" w:rsidRPr="00CF3D62">
        <w:rPr>
          <w:rtl/>
        </w:rPr>
        <w:t>ا</w:t>
      </w:r>
      <w:r>
        <w:rPr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َغ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تَب بَّع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ضُ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 بَع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ضً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ُحِبُّ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حَدُ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ُلَ لَح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مَ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خِ</w:t>
      </w:r>
      <w:r w:rsidRPr="00F97686">
        <w:rPr>
          <w:rFonts w:hint="cs"/>
          <w:rtl/>
        </w:rPr>
        <w:t>يه</w:t>
      </w:r>
      <w:r>
        <w:rPr>
          <w:rFonts w:hint="cs"/>
          <w:rtl/>
        </w:rPr>
        <w:t>ِ مَ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>تً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َرِ</w:t>
      </w:r>
      <w:r w:rsidRPr="00F97686">
        <w:rPr>
          <w:rFonts w:hint="cs"/>
          <w:rtl/>
        </w:rPr>
        <w:t>هْ</w:t>
      </w:r>
      <w:r>
        <w:rPr>
          <w:rFonts w:hint="cs"/>
          <w:rtl/>
        </w:rPr>
        <w:t>تُمُو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تَّقُو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 تَوَّ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>
        <w:rPr>
          <w:rFonts w:hint="eastAsia"/>
          <w:rtl/>
        </w:rPr>
        <w:t>ٌ</w:t>
      </w:r>
      <w:r>
        <w:rPr>
          <w:rtl/>
        </w:rPr>
        <w:t xml:space="preserve"> رَّحِ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مٌ</w:t>
      </w:r>
      <w:r w:rsidR="00240E26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"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لو!ب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بدگم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بچوبعض بدگم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گن</w:t>
      </w:r>
      <w:r w:rsidR="00816B77" w:rsidRPr="00816B77">
        <w:rPr>
          <w:rtl/>
          <w:lang w:bidi="ur-PK"/>
        </w:rPr>
        <w:t>ا</w:t>
      </w:r>
      <w:r>
        <w:rPr>
          <w:rtl/>
        </w:rPr>
        <w:t>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 نہ کرو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کرو کہ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ب</w:t>
      </w:r>
      <w:r w:rsidR="00816B77" w:rsidRPr="00816B77">
        <w:rPr>
          <w:rtl/>
          <w:lang w:bidi="ur-PK"/>
        </w:rPr>
        <w:t>ا</w:t>
      </w:r>
      <w:r>
        <w:rPr>
          <w:rtl/>
        </w:rPr>
        <w:t>ت کو پسند کرے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مردہ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گوشت 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تم </w:t>
      </w:r>
      <w:r w:rsidR="00816B77" w:rsidRPr="00816B77">
        <w:rPr>
          <w:rtl/>
          <w:lang w:bidi="ur-PK"/>
        </w:rPr>
        <w:t>ا</w:t>
      </w:r>
      <w:r>
        <w:rPr>
          <w:rtl/>
        </w:rPr>
        <w:t>سے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سمجھو گے تو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سے ڈرو کہ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بڑ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توب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قبول کرنے 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مہرب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 ہے"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مشترک </w:t>
      </w:r>
      <w:r w:rsidRPr="00816B77">
        <w:rPr>
          <w:rtl/>
          <w:lang w:bidi="ur-PK"/>
        </w:rPr>
        <w:t>ا</w:t>
      </w:r>
      <w:r w:rsidR="005A2492">
        <w:rPr>
          <w:rtl/>
        </w:rPr>
        <w:t>ور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مرد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عورت کو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پر </w:t>
      </w:r>
      <w:r w:rsidRPr="00816B77">
        <w:rPr>
          <w:rtl/>
          <w:lang w:bidi="ur-PK"/>
        </w:rPr>
        <w:t>ا</w:t>
      </w:r>
      <w:r w:rsidR="005A2492">
        <w:rPr>
          <w:rtl/>
        </w:rPr>
        <w:t>عتم</w:t>
      </w:r>
      <w:r w:rsidRPr="00816B77">
        <w:rPr>
          <w:rtl/>
          <w:lang w:bidi="ur-PK"/>
        </w:rPr>
        <w:t>ا</w:t>
      </w:r>
      <w:r w:rsidR="005A2492">
        <w:rPr>
          <w:rtl/>
        </w:rPr>
        <w:t>د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حسن ظن رکھن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</w:t>
      </w:r>
    </w:p>
    <w:p w:rsidR="005A2492" w:rsidRDefault="005A2492" w:rsidP="00240E26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</w:t>
      </w:r>
      <w:r w:rsidR="00CF3D62" w:rsidRPr="00CF3D62">
        <w:rPr>
          <w:rtl/>
        </w:rPr>
        <w:t>ا</w:t>
      </w:r>
      <w:r>
        <w:rPr>
          <w:rtl/>
        </w:rPr>
        <w:t xml:space="preserve">لَ رَسُولُ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ص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عَب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دٍ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F97686">
        <w:rPr>
          <w:rFonts w:hint="cs"/>
          <w:rtl/>
        </w:rPr>
        <w:t>كْ</w:t>
      </w:r>
      <w:r>
        <w:rPr>
          <w:rFonts w:hint="cs"/>
          <w:rtl/>
        </w:rPr>
        <w:t xml:space="preserve">سِبُ ثُمَّ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فِقُ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عِ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طَ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بِ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ُلِّ دِر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 xml:space="preserve">َمٍ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فِقُ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عِ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سَب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عُ مِ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ئَةِ ضِع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</w:t>
      </w:r>
      <w:r w:rsidRPr="00F97686">
        <w:rPr>
          <w:rFonts w:hint="cs"/>
          <w:rtl/>
        </w:rPr>
        <w:t>‏</w:t>
      </w:r>
      <w:r w:rsidR="00240E26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جو شخص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پر زن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تہمت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عم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جد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ہونگے جس طرح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نپ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خول سے </w:t>
      </w:r>
      <w:r w:rsidR="00816B77" w:rsidRPr="00816B77">
        <w:rPr>
          <w:rtl/>
          <w:lang w:bidi="ur-PK"/>
        </w:rPr>
        <w:t>ا</w:t>
      </w:r>
      <w:r>
        <w:rPr>
          <w:rtl/>
        </w:rPr>
        <w:t>لگ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بدن پر موجود ہر ب</w:t>
      </w:r>
      <w:r w:rsidR="00816B77" w:rsidRPr="00816B77">
        <w:rPr>
          <w:rtl/>
          <w:lang w:bidi="ur-PK"/>
        </w:rPr>
        <w:t>ا</w:t>
      </w:r>
      <w:r>
        <w:rPr>
          <w:rtl/>
        </w:rPr>
        <w:t>ل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</w:t>
      </w:r>
      <w:r w:rsidR="00816B77" w:rsidRPr="00816B77">
        <w:rPr>
          <w:rtl/>
          <w:lang w:bidi="ur-PK"/>
        </w:rPr>
        <w:t>ا</w:t>
      </w:r>
      <w:r>
        <w:rPr>
          <w:rtl/>
        </w:rPr>
        <w:t>ر گن</w:t>
      </w:r>
      <w:r w:rsidR="00816B77" w:rsidRPr="00816B77">
        <w:rPr>
          <w:rtl/>
          <w:lang w:bidi="ur-PK"/>
        </w:rPr>
        <w:t>ا</w:t>
      </w:r>
      <w:r>
        <w:rPr>
          <w:rtl/>
        </w:rPr>
        <w:t>ہ لکھ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240E26">
      <w:pPr>
        <w:pStyle w:val="libArabic"/>
        <w:rPr>
          <w:rtl/>
        </w:rPr>
      </w:pPr>
      <w:r>
        <w:rPr>
          <w:rtl/>
        </w:rPr>
        <w:t xml:space="preserve">  وَ قَ</w:t>
      </w:r>
      <w:r w:rsidR="00CF3D62" w:rsidRPr="00CF3D62">
        <w:rPr>
          <w:rtl/>
        </w:rPr>
        <w:t>ا</w:t>
      </w:r>
      <w:r>
        <w:rPr>
          <w:rtl/>
        </w:rPr>
        <w:t>لَ ع: مَن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قَذَفَ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لزِّنَ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نَ</w:t>
      </w:r>
      <w:r>
        <w:rPr>
          <w:rtl/>
        </w:rPr>
        <w:t>زَلَت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Pr="00F97686">
        <w:rPr>
          <w:rFonts w:hint="cs"/>
          <w:rtl/>
        </w:rPr>
        <w:t>يْه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للَّع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نَةُ وَ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ُق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بَلُ مِن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>ُ صَر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فٌ وَ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لٌ</w:t>
      </w:r>
      <w:r w:rsidR="00240E26" w:rsidRPr="007741D8">
        <w:rPr>
          <w:rStyle w:val="libFootnotenumChar"/>
          <w:rFonts w:hint="cs"/>
          <w:rtl/>
        </w:rPr>
        <w:t>(3)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فرم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جوشخص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پر زن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لز</w:t>
      </w:r>
      <w:r w:rsidR="00816B77" w:rsidRPr="00816B77">
        <w:rPr>
          <w:rtl/>
          <w:lang w:bidi="ur-PK"/>
        </w:rPr>
        <w:t>ا</w:t>
      </w:r>
      <w:r>
        <w:rPr>
          <w:rtl/>
        </w:rPr>
        <w:t>م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ئے،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لعنت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سے نہ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قبول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نہ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حسنہ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4865" w:rsidRDefault="00240E26" w:rsidP="0015486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154865">
        <w:rPr>
          <w:rtl/>
        </w:rPr>
        <w:t xml:space="preserve"> حجر</w:t>
      </w:r>
      <w:r w:rsidR="00816B77" w:rsidRPr="00816B77">
        <w:rPr>
          <w:rtl/>
        </w:rPr>
        <w:t>ا</w:t>
      </w:r>
      <w:r w:rsidR="00154865">
        <w:rPr>
          <w:rtl/>
        </w:rPr>
        <w:t xml:space="preserve">ت </w:t>
      </w:r>
      <w:r w:rsidR="00154865">
        <w:rPr>
          <w:rtl/>
          <w:lang w:bidi="fa-IR"/>
        </w:rPr>
        <w:t>۱۲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154865" w:rsidRPr="00154865">
        <w:rPr>
          <w:rtl/>
        </w:rPr>
        <w:t xml:space="preserve"> </w:t>
      </w:r>
      <w:r w:rsidR="00154865" w:rsidRPr="00816B77">
        <w:rPr>
          <w:rStyle w:val="libFootNoteArabicChar"/>
          <w:rtl/>
        </w:rPr>
        <w:t>م</w:t>
      </w:r>
      <w:r w:rsidR="00154865" w:rsidRPr="00816B77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54865" w:rsidRPr="00816B77">
        <w:rPr>
          <w:rStyle w:val="libFootNoteArabicChar"/>
          <w:rFonts w:hint="cs"/>
          <w:rtl/>
        </w:rPr>
        <w:t xml:space="preserve">رم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54865" w:rsidRPr="00816B77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54865" w:rsidRPr="00816B77">
        <w:rPr>
          <w:rStyle w:val="libFootNoteArabicChar"/>
          <w:rFonts w:hint="cs"/>
          <w:rtl/>
        </w:rPr>
        <w:t>خل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54865" w:rsidRPr="00816B77">
        <w:rPr>
          <w:rStyle w:val="libFootNoteArabicChar"/>
          <w:rFonts w:hint="cs"/>
          <w:rtl/>
        </w:rPr>
        <w:t>ق    ، 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54865" w:rsidRPr="00816B77">
        <w:rPr>
          <w:rStyle w:val="libFootNoteArabicChar"/>
          <w:rFonts w:hint="cs"/>
          <w:rtl/>
        </w:rPr>
        <w:t xml:space="preserve">ب   في حق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54865" w:rsidRPr="00816B77">
        <w:rPr>
          <w:rStyle w:val="libFootNoteArabicChar"/>
          <w:rFonts w:hint="cs"/>
          <w:rtl/>
        </w:rPr>
        <w:t>لمر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154865" w:rsidRPr="00816B77">
        <w:rPr>
          <w:rStyle w:val="libFootNoteArabicChar"/>
          <w:rFonts w:hint="cs"/>
          <w:rtl/>
        </w:rPr>
        <w:t>ة عل</w:t>
      </w:r>
      <w:r w:rsidR="009B349E" w:rsidRPr="009B349E">
        <w:rPr>
          <w:rStyle w:val="libFootNoteArabicChar"/>
          <w:rFonts w:hint="cs"/>
          <w:rtl/>
        </w:rPr>
        <w:t>ی</w:t>
      </w:r>
      <w:r w:rsidR="00154865" w:rsidRPr="00816B77">
        <w:rPr>
          <w:rStyle w:val="libFootNoteArabicChar"/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154865" w:rsidRPr="00816B77">
        <w:rPr>
          <w:rStyle w:val="libFootNoteArabicChar"/>
          <w:rtl/>
        </w:rPr>
        <w:t>لزوج ،ص : 216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154865" w:rsidRPr="00154865">
        <w:rPr>
          <w:rtl/>
        </w:rPr>
        <w:t xml:space="preserve"> </w:t>
      </w:r>
      <w:r w:rsidR="00154865">
        <w:rPr>
          <w:rtl/>
        </w:rPr>
        <w:t>بح</w:t>
      </w:r>
      <w:r w:rsidR="00816B77" w:rsidRPr="00816B77">
        <w:rPr>
          <w:rtl/>
        </w:rPr>
        <w:t>ا</w:t>
      </w:r>
      <w:r w:rsidR="00154865">
        <w:rPr>
          <w:rtl/>
        </w:rPr>
        <w:t>ر</w:t>
      </w:r>
      <w:r w:rsidR="00816B77" w:rsidRPr="00816B77">
        <w:rPr>
          <w:rtl/>
        </w:rPr>
        <w:t>ا</w:t>
      </w:r>
      <w:r w:rsidR="00154865">
        <w:rPr>
          <w:rtl/>
        </w:rPr>
        <w:t>ل</w:t>
      </w:r>
      <w:r w:rsidR="00816B77" w:rsidRPr="00816B77">
        <w:rPr>
          <w:rtl/>
        </w:rPr>
        <w:t>ا</w:t>
      </w:r>
      <w:r w:rsidR="00154865">
        <w:rPr>
          <w:rtl/>
        </w:rPr>
        <w:t>نو</w:t>
      </w:r>
      <w:r w:rsidR="00816B77" w:rsidRPr="00816B77">
        <w:rPr>
          <w:rtl/>
        </w:rPr>
        <w:t>ا</w:t>
      </w:r>
      <w:r w:rsidR="00154865">
        <w:rPr>
          <w:rtl/>
        </w:rPr>
        <w:t>ر، ج</w:t>
      </w:r>
      <w:r w:rsidR="00C15B30" w:rsidRPr="00C15B30">
        <w:rPr>
          <w:rFonts w:hint="cs"/>
          <w:rtl/>
        </w:rPr>
        <w:t>1</w:t>
      </w:r>
      <w:r w:rsidR="0035346A" w:rsidRPr="0035346A">
        <w:rPr>
          <w:rFonts w:hint="cs"/>
          <w:rtl/>
        </w:rPr>
        <w:t>00</w:t>
      </w:r>
      <w:r w:rsidR="00154865" w:rsidRPr="00816B77">
        <w:rPr>
          <w:rFonts w:hint="cs"/>
          <w:rtl/>
        </w:rPr>
        <w:t>، ص</w:t>
      </w:r>
      <w:r w:rsidR="00C15B30" w:rsidRPr="00C15B30">
        <w:rPr>
          <w:rFonts w:hint="cs"/>
          <w:rtl/>
        </w:rPr>
        <w:t>249</w:t>
      </w:r>
    </w:p>
    <w:p w:rsidR="00240E26" w:rsidRPr="00240E26" w:rsidRDefault="00240E26" w:rsidP="00A60F54">
      <w:pPr>
        <w:pStyle w:val="libPoemTini"/>
        <w:rPr>
          <w:rtl/>
        </w:rPr>
      </w:pPr>
      <w:r w:rsidRPr="00240E26"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45" w:name="_Toc393190570"/>
      <w:r>
        <w:rPr>
          <w:rFonts w:hint="eastAsia"/>
          <w:rtl/>
        </w:rPr>
        <w:lastRenderedPageBreak/>
        <w:t>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خوبصورت</w:t>
      </w:r>
      <w:r>
        <w:rPr>
          <w:rFonts w:hint="cs"/>
          <w:rtl/>
        </w:rPr>
        <w:t>ی</w:t>
      </w:r>
      <w:bookmarkEnd w:id="145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س لئے نظ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فت </w:t>
      </w:r>
      <w:r w:rsidRPr="00816B77">
        <w:rPr>
          <w:rtl/>
          <w:lang w:bidi="ur-PK"/>
        </w:rPr>
        <w:t>ا</w:t>
      </w:r>
      <w:r w:rsidR="005A2492">
        <w:rPr>
          <w:rtl/>
        </w:rPr>
        <w:t>ور پ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240E26">
      <w:pPr>
        <w:pStyle w:val="libArabic"/>
        <w:rPr>
          <w:rtl/>
        </w:rPr>
      </w:pPr>
      <w:r>
        <w:rPr>
          <w:rtl/>
        </w:rPr>
        <w:t xml:space="preserve"> قَ</w:t>
      </w:r>
      <w:r w:rsidR="00CF3D62" w:rsidRPr="00CF3D62">
        <w:rPr>
          <w:rtl/>
        </w:rPr>
        <w:t>ا</w:t>
      </w:r>
      <w:r>
        <w:rPr>
          <w:rtl/>
        </w:rPr>
        <w:t>لَ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قِ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ءِ 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لتَّنَظُّفُ وَ 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>لتَّطَ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ُّب</w:t>
      </w:r>
      <w:r w:rsidR="00240E26" w:rsidRPr="007741D8">
        <w:rPr>
          <w:rStyle w:val="libFootnotenumChar"/>
          <w:rFonts w:hint="cs"/>
          <w:rtl/>
        </w:rPr>
        <w:t>(1)</w:t>
      </w:r>
    </w:p>
    <w:p w:rsidR="005A2492" w:rsidRDefault="00816B77" w:rsidP="00240E26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حد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ئے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لٰہ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رخصوص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دو پ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رکھن</w:t>
      </w:r>
      <w:r w:rsidRPr="00816B77">
        <w:rPr>
          <w:rtl/>
          <w:lang w:bidi="ur-PK"/>
        </w:rPr>
        <w:t>اا</w:t>
      </w:r>
      <w:r w:rsidR="005A2492">
        <w:rPr>
          <w:rtl/>
        </w:rPr>
        <w:t>ور خوشبو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ستعم</w:t>
      </w:r>
      <w:r w:rsidRPr="00816B77">
        <w:rPr>
          <w:rtl/>
          <w:lang w:bidi="ur-PK"/>
        </w:rPr>
        <w:t>ا</w:t>
      </w:r>
      <w:r w:rsidR="005A2492">
        <w:rPr>
          <w:rtl/>
        </w:rPr>
        <w:t>ل کرن</w:t>
      </w:r>
      <w:r w:rsidRPr="00816B77">
        <w:rPr>
          <w:rtl/>
          <w:lang w:bidi="ur-PK"/>
        </w:rPr>
        <w:t>ا</w:t>
      </w:r>
      <w:r w:rsidR="005A2492">
        <w:rPr>
          <w:rtl/>
        </w:rPr>
        <w:t>نظ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فت </w:t>
      </w:r>
      <w:r w:rsidRPr="00816B77">
        <w:rPr>
          <w:rtl/>
          <w:lang w:bidi="ur-PK"/>
        </w:rPr>
        <w:t>ا</w:t>
      </w:r>
      <w:r w:rsidR="005A2492">
        <w:rPr>
          <w:rtl/>
        </w:rPr>
        <w:t>ور پ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غمبروں</w:t>
      </w:r>
      <w:r w:rsidR="005A2492">
        <w:rPr>
          <w:rtl/>
        </w:rPr>
        <w:t xml:space="preserve"> کے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بدن </w:t>
      </w:r>
      <w:r w:rsidRPr="00816B77">
        <w:rPr>
          <w:rtl/>
          <w:lang w:bidi="ur-PK"/>
        </w:rPr>
        <w:t>ا</w:t>
      </w:r>
      <w:r w:rsidR="005A2492">
        <w:rPr>
          <w:rtl/>
        </w:rPr>
        <w:t>ور لب</w:t>
      </w:r>
      <w:r w:rsidRPr="00816B77">
        <w:rPr>
          <w:rtl/>
          <w:lang w:bidi="ur-PK"/>
        </w:rPr>
        <w:t>ا</w:t>
      </w:r>
      <w:r w:rsidR="005A2492">
        <w:rPr>
          <w:rtl/>
        </w:rPr>
        <w:t>س سے بدبو کو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ذر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عے</w:t>
      </w:r>
      <w:r w:rsidR="005A2492">
        <w:rPr>
          <w:rtl/>
        </w:rPr>
        <w:t xml:space="preserve"> دورکرلو،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>وند گندے لوگوں سے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ہے</w:t>
      </w:r>
      <w:r w:rsidR="00240E26" w:rsidRPr="007741D8">
        <w:rPr>
          <w:rStyle w:val="libFootnotenumChar"/>
          <w:rFonts w:hint="cs"/>
          <w:rtl/>
        </w:rPr>
        <w:t>(2)</w:t>
      </w:r>
    </w:p>
    <w:p w:rsidR="005A2492" w:rsidRDefault="005A2492" w:rsidP="00240E2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لب</w:t>
      </w:r>
      <w:r w:rsidR="00816B77" w:rsidRPr="00816B77">
        <w:rPr>
          <w:rtl/>
          <w:lang w:bidi="ur-PK"/>
        </w:rPr>
        <w:t>ا</w:t>
      </w:r>
      <w:r>
        <w:rPr>
          <w:rtl/>
        </w:rPr>
        <w:t>س پہن لے،</w:t>
      </w:r>
      <w:r w:rsidR="00816B77" w:rsidRPr="00816B77">
        <w:rPr>
          <w:rtl/>
          <w:lang w:bidi="ur-PK"/>
        </w:rPr>
        <w:t>ا</w:t>
      </w:r>
      <w:r>
        <w:rPr>
          <w:rtl/>
        </w:rPr>
        <w:t>سے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 </w:t>
      </w:r>
      <w:r w:rsidR="00816B77" w:rsidRPr="00816B77">
        <w:rPr>
          <w:rtl/>
          <w:lang w:bidi="ur-PK"/>
        </w:rPr>
        <w:t>ا</w:t>
      </w:r>
      <w:r>
        <w:rPr>
          <w:rtl/>
        </w:rPr>
        <w:t>ور ص</w:t>
      </w:r>
      <w:r w:rsidR="00816B77" w:rsidRPr="00816B77">
        <w:rPr>
          <w:rtl/>
          <w:lang w:bidi="ur-PK"/>
        </w:rPr>
        <w:t>ا</w:t>
      </w:r>
      <w:r>
        <w:rPr>
          <w:rtl/>
        </w:rPr>
        <w:t>ف رکھو</w:t>
      </w:r>
      <w:r w:rsidR="00240E26" w:rsidRPr="007741D8">
        <w:rPr>
          <w:rStyle w:val="libFootnotenumChar"/>
          <w:rFonts w:hint="cs"/>
          <w:rtl/>
        </w:rPr>
        <w:t>(3)</w:t>
      </w:r>
    </w:p>
    <w:p w:rsidR="005A2492" w:rsidRDefault="005A2492" w:rsidP="00C805A5">
      <w:pPr>
        <w:pStyle w:val="libNormal"/>
        <w:rPr>
          <w:rtl/>
        </w:rPr>
      </w:pPr>
      <w:r>
        <w:rPr>
          <w:rFonts w:hint="eastAsia"/>
          <w:rtl/>
        </w:rPr>
        <w:t>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کے معجزوں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</w:t>
      </w:r>
      <w:r w:rsidR="00816B77" w:rsidRPr="00816B77">
        <w:rPr>
          <w:rtl/>
          <w:lang w:bidi="ur-PK"/>
        </w:rPr>
        <w:t>ا</w:t>
      </w:r>
      <w:r>
        <w:rPr>
          <w:rtl/>
        </w:rPr>
        <w:t>ر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حک</w:t>
      </w:r>
      <w:r w:rsidR="00816B77" w:rsidRPr="00816B77">
        <w:rPr>
          <w:rtl/>
          <w:lang w:bidi="ur-PK"/>
        </w:rPr>
        <w:t>ا</w:t>
      </w:r>
      <w:r>
        <w:rPr>
          <w:rtl/>
        </w:rPr>
        <w:t>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>ز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لئے پ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ط</w:t>
      </w:r>
      <w:r w:rsidR="00816B77" w:rsidRPr="00816B77">
        <w:rPr>
          <w:rtl/>
          <w:lang w:bidi="ur-PK"/>
        </w:rPr>
        <w:t>ا</w:t>
      </w:r>
      <w:r>
        <w:rPr>
          <w:rtl/>
        </w:rPr>
        <w:t>نرت شرط رکھ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لئے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جب غسل </w:t>
      </w:r>
      <w:r w:rsidR="00816B77" w:rsidRPr="00816B77">
        <w:rPr>
          <w:rtl/>
          <w:lang w:bidi="ur-PK"/>
        </w:rPr>
        <w:t>ا</w:t>
      </w:r>
      <w:r>
        <w:rPr>
          <w:rtl/>
        </w:rPr>
        <w:t>ور و</w:t>
      </w:r>
      <w:r w:rsidR="00816B77" w:rsidRPr="00816B77">
        <w:rPr>
          <w:rtl/>
          <w:lang w:bidi="ur-PK"/>
        </w:rPr>
        <w:t>ا</w:t>
      </w:r>
      <w:r>
        <w:rPr>
          <w:rtl/>
        </w:rPr>
        <w:t>جب وضو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وہ مستحب وضو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مستحب غسل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</w:t>
      </w:r>
      <w:r w:rsidR="00816B77" w:rsidRPr="00816B77">
        <w:rPr>
          <w:rtl/>
          <w:lang w:bidi="ur-PK"/>
        </w:rPr>
        <w:t>ا</w:t>
      </w:r>
      <w:r>
        <w:rPr>
          <w:rtl/>
        </w:rPr>
        <w:t>وق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ہفتے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ر ن</w:t>
      </w:r>
      <w:r w:rsidR="00816B77" w:rsidRPr="00816B77">
        <w:rPr>
          <w:rtl/>
          <w:lang w:bidi="ur-PK"/>
        </w:rPr>
        <w:t>ا</w:t>
      </w:r>
      <w:r>
        <w:rPr>
          <w:rtl/>
        </w:rPr>
        <w:t>خن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تر</w:t>
      </w:r>
      <w:r w:rsidR="00816B77" w:rsidRPr="00816B77">
        <w:rPr>
          <w:rtl/>
          <w:lang w:bidi="ur-PK"/>
        </w:rPr>
        <w:t>ا</w:t>
      </w:r>
      <w:r>
        <w:rPr>
          <w:rtl/>
        </w:rPr>
        <w:t>شن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 w:rsidR="00816B77" w:rsidRPr="00816B77">
        <w:rPr>
          <w:rtl/>
          <w:lang w:bidi="ur-PK"/>
        </w:rPr>
        <w:t>ا</w:t>
      </w:r>
      <w:r>
        <w:rPr>
          <w:rtl/>
        </w:rPr>
        <w:t>ح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روز</w:t>
      </w:r>
      <w:r w:rsidR="00816B77" w:rsidRPr="00816B77">
        <w:rPr>
          <w:rtl/>
          <w:lang w:bidi="ur-PK"/>
        </w:rPr>
        <w:t>ا</w:t>
      </w:r>
      <w:r>
        <w:rPr>
          <w:rtl/>
        </w:rPr>
        <w:t>نہ کئ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ر کلّ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>،ن</w:t>
      </w:r>
      <w:r w:rsidR="00816B77" w:rsidRPr="00816B77">
        <w:rPr>
          <w:rtl/>
          <w:lang w:bidi="ur-PK"/>
        </w:rPr>
        <w:t>ا</w:t>
      </w:r>
      <w:r>
        <w:rPr>
          <w:rtl/>
        </w:rPr>
        <w:t>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 w:rsidR="00816B77" w:rsidRPr="00816B77">
        <w:rPr>
          <w:rtl/>
          <w:lang w:bidi="ur-PK"/>
        </w:rPr>
        <w:t>ا</w:t>
      </w:r>
      <w:r>
        <w:rPr>
          <w:rtl/>
        </w:rPr>
        <w:t>لن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مسو</w:t>
      </w:r>
      <w:r w:rsidR="00816B77" w:rsidRPr="00816B77">
        <w:rPr>
          <w:rtl/>
          <w:lang w:bidi="ur-PK"/>
        </w:rPr>
        <w:t>ا</w:t>
      </w:r>
      <w:r>
        <w:rPr>
          <w:rtl/>
        </w:rPr>
        <w:t>ک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ت </w:t>
      </w:r>
      <w:r w:rsidR="00816B77" w:rsidRPr="00E67D25">
        <w:rPr>
          <w:rFonts w:hint="cs"/>
          <w:rtl/>
        </w:rPr>
        <w:t>ا</w:t>
      </w:r>
      <w:r>
        <w:rPr>
          <w:rFonts w:hint="eastAsia"/>
          <w:rtl/>
        </w:rPr>
        <w:t>ہم</w:t>
      </w:r>
      <w:r>
        <w:rPr>
          <w:rtl/>
        </w:rPr>
        <w:t xml:space="preserve"> سمجھ</w:t>
      </w:r>
      <w:r w:rsidR="00816B77" w:rsidRPr="00816B77">
        <w:rPr>
          <w:rtl/>
          <w:lang w:bidi="ur-PK"/>
        </w:rPr>
        <w:t>ا</w:t>
      </w:r>
      <w:r>
        <w:rPr>
          <w:rtl/>
        </w:rPr>
        <w:t>ےج</w:t>
      </w:r>
      <w:r w:rsidR="00816B77" w:rsidRPr="00816B77">
        <w:rPr>
          <w:rtl/>
          <w:lang w:bidi="ur-PK"/>
        </w:rPr>
        <w:t>ا</w:t>
      </w:r>
      <w:r>
        <w:rPr>
          <w:rtl/>
        </w:rPr>
        <w:t>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ظم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کھ</w:t>
      </w:r>
      <w:r w:rsidR="00816B77" w:rsidRPr="00816B77">
        <w:rPr>
          <w:rtl/>
          <w:lang w:bidi="ur-PK"/>
        </w:rPr>
        <w:t>ا</w:t>
      </w:r>
      <w:r>
        <w:rPr>
          <w:rtl/>
        </w:rPr>
        <w:t>نے کے بعد خل</w:t>
      </w:r>
      <w:r w:rsidR="00816B77" w:rsidRPr="00816B77">
        <w:rPr>
          <w:rtl/>
          <w:lang w:bidi="ur-PK"/>
        </w:rPr>
        <w:t>ا</w:t>
      </w:r>
      <w:r>
        <w:rPr>
          <w:rtl/>
        </w:rPr>
        <w:t>ل کرو ت</w:t>
      </w:r>
      <w:r w:rsidR="00816B77" w:rsidRPr="00816B77">
        <w:rPr>
          <w:rtl/>
          <w:lang w:bidi="ur-PK"/>
        </w:rPr>
        <w:t>ا</w:t>
      </w:r>
      <w:r>
        <w:rPr>
          <w:rtl/>
        </w:rPr>
        <w:t>کہ کھ</w:t>
      </w:r>
      <w:r w:rsidR="00816B77" w:rsidRPr="00816B77">
        <w:rPr>
          <w:rtl/>
          <w:lang w:bidi="ur-PK"/>
        </w:rPr>
        <w:t>ا</w:t>
      </w:r>
      <w:r>
        <w:rPr>
          <w:rtl/>
        </w:rPr>
        <w:t>نے کے زرّ</w:t>
      </w:r>
      <w:r w:rsidR="00816B77" w:rsidRPr="00816B77">
        <w:rPr>
          <w:rtl/>
          <w:lang w:bidi="ur-PK"/>
        </w:rPr>
        <w:t>ا</w:t>
      </w:r>
      <w:r>
        <w:rPr>
          <w:rtl/>
        </w:rPr>
        <w:t>ت د</w:t>
      </w:r>
      <w:r w:rsidR="00816B77" w:rsidRPr="00816B77">
        <w:rPr>
          <w:rtl/>
          <w:lang w:bidi="ur-PK"/>
        </w:rPr>
        <w:t>ا</w:t>
      </w:r>
      <w:r>
        <w:rPr>
          <w:rtl/>
        </w:rPr>
        <w:t>نتوں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 رہ ج</w:t>
      </w:r>
      <w:r w:rsidR="00816B77" w:rsidRPr="00816B77">
        <w:rPr>
          <w:rtl/>
          <w:lang w:bidi="ur-PK"/>
        </w:rPr>
        <w:t>ا</w:t>
      </w:r>
      <w:r>
        <w:rPr>
          <w:rtl/>
        </w:rPr>
        <w:t>ئےخل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صف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جز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جو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حب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tl/>
        </w:rPr>
        <w:t>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240E26" w:rsidRPr="007741D8">
        <w:rPr>
          <w:rStyle w:val="libFootnotenumChar"/>
          <w:rFonts w:hint="cs"/>
          <w:rtl/>
        </w:rPr>
        <w:t>(4)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عورت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شوہر کو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ص</w:t>
      </w:r>
      <w:r w:rsidRPr="00816B77">
        <w:rPr>
          <w:rtl/>
          <w:lang w:bidi="ur-PK"/>
        </w:rPr>
        <w:t>ا</w:t>
      </w:r>
      <w:r w:rsidR="005A2492">
        <w:rPr>
          <w:rtl/>
        </w:rPr>
        <w:t>ف ستھر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جس طرح شوہر </w:t>
      </w:r>
      <w:r w:rsidRPr="00816B77">
        <w:rPr>
          <w:rtl/>
          <w:lang w:bidi="ur-PK"/>
        </w:rPr>
        <w:t>ا</w:t>
      </w:r>
      <w:r w:rsidR="005A2492">
        <w:rPr>
          <w:rtl/>
        </w:rPr>
        <w:t>سے ص</w:t>
      </w:r>
      <w:r w:rsidRPr="00816B77">
        <w:rPr>
          <w:rtl/>
          <w:lang w:bidi="ur-PK"/>
        </w:rPr>
        <w:t>ا</w:t>
      </w:r>
      <w:r w:rsidR="005A2492">
        <w:rPr>
          <w:rtl/>
        </w:rPr>
        <w:t>ف ستھر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805A5" w:rsidRDefault="00240E26" w:rsidP="00C805A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C805A5">
        <w:rPr>
          <w:rtl/>
        </w:rPr>
        <w:t xml:space="preserve"> وس</w:t>
      </w:r>
      <w:r w:rsidR="00816B77" w:rsidRPr="00816B77">
        <w:rPr>
          <w:rtl/>
        </w:rPr>
        <w:t>ا</w:t>
      </w:r>
      <w:r w:rsidR="00C805A5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C805A5">
        <w:rPr>
          <w:rFonts w:hint="eastAsia"/>
          <w:rtl/>
        </w:rPr>
        <w:t>،ج</w:t>
      </w:r>
      <w:r w:rsidR="00C805A5">
        <w:rPr>
          <w:rtl/>
          <w:lang w:bidi="fa-IR"/>
        </w:rPr>
        <w:t>۲۰</w:t>
      </w:r>
      <w:r w:rsidR="00C805A5">
        <w:rPr>
          <w:rtl/>
        </w:rPr>
        <w:t>، ص</w:t>
      </w:r>
      <w:r w:rsidR="00C805A5">
        <w:rPr>
          <w:rtl/>
          <w:lang w:bidi="fa-IR"/>
        </w:rPr>
        <w:t>۲۴۶</w:t>
      </w:r>
      <w:r w:rsidR="00C805A5">
        <w:rPr>
          <w:rtl/>
        </w:rPr>
        <w:t xml:space="preserve">   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C805A5" w:rsidRPr="00C805A5">
        <w:rPr>
          <w:rtl/>
        </w:rPr>
        <w:t xml:space="preserve"> </w:t>
      </w:r>
      <w:r w:rsidR="00C805A5">
        <w:rPr>
          <w:rtl/>
        </w:rPr>
        <w:t>لئ</w:t>
      </w:r>
      <w:r w:rsidR="00816B77" w:rsidRPr="00816B77">
        <w:rPr>
          <w:rtl/>
        </w:rPr>
        <w:t>ا</w:t>
      </w:r>
      <w:r w:rsidR="00C805A5">
        <w:rPr>
          <w:rtl/>
        </w:rPr>
        <w:t>ل</w:t>
      </w:r>
      <w:r w:rsidR="00C805A5">
        <w:rPr>
          <w:rFonts w:hint="cs"/>
          <w:rtl/>
        </w:rPr>
        <w:t>ی</w:t>
      </w:r>
      <w:r w:rsidR="00C805A5">
        <w:rPr>
          <w:rtl/>
        </w:rPr>
        <w:t xml:space="preserve"> </w:t>
      </w:r>
      <w:r w:rsidR="00816B77" w:rsidRPr="00816B77">
        <w:rPr>
          <w:rtl/>
        </w:rPr>
        <w:t>ا</w:t>
      </w:r>
      <w:r w:rsidR="00C805A5">
        <w:rPr>
          <w:rtl/>
        </w:rPr>
        <w:t>ل</w:t>
      </w:r>
      <w:r w:rsidR="00816B77" w:rsidRPr="00816B77">
        <w:rPr>
          <w:rtl/>
        </w:rPr>
        <w:t>ا</w:t>
      </w:r>
      <w:r w:rsidR="00C805A5">
        <w:rPr>
          <w:rtl/>
        </w:rPr>
        <w:t>خب</w:t>
      </w:r>
      <w:r w:rsidR="00816B77" w:rsidRPr="00816B77">
        <w:rPr>
          <w:rtl/>
        </w:rPr>
        <w:t>ا</w:t>
      </w:r>
      <w:r w:rsidR="00C805A5">
        <w:rPr>
          <w:rtl/>
        </w:rPr>
        <w:t>ر،ج</w:t>
      </w:r>
      <w:r w:rsidR="00C15B30" w:rsidRPr="00C15B30">
        <w:rPr>
          <w:rFonts w:hint="cs"/>
          <w:rtl/>
        </w:rPr>
        <w:t>4</w:t>
      </w:r>
      <w:r w:rsidR="00C805A5" w:rsidRPr="00816B77">
        <w:rPr>
          <w:rFonts w:hint="cs"/>
          <w:rtl/>
        </w:rPr>
        <w:t>، ص</w:t>
      </w:r>
      <w:r w:rsidR="00C15B30" w:rsidRPr="00C15B30">
        <w:rPr>
          <w:rFonts w:hint="cs"/>
          <w:rtl/>
        </w:rPr>
        <w:t>18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C805A5" w:rsidRPr="00C805A5">
        <w:rPr>
          <w:rtl/>
        </w:rPr>
        <w:t xml:space="preserve"> </w:t>
      </w:r>
      <w:r w:rsidR="00C805A5">
        <w:rPr>
          <w:rtl/>
        </w:rPr>
        <w:t>مک</w:t>
      </w:r>
      <w:r w:rsidR="00816B77" w:rsidRPr="00816B77">
        <w:rPr>
          <w:rtl/>
        </w:rPr>
        <w:t>ا</w:t>
      </w:r>
      <w:r w:rsidR="00C805A5">
        <w:rPr>
          <w:rtl/>
        </w:rPr>
        <w:t xml:space="preserve">رم </w:t>
      </w:r>
      <w:r w:rsidR="00816B77" w:rsidRPr="00816B77">
        <w:rPr>
          <w:rtl/>
        </w:rPr>
        <w:t>ا</w:t>
      </w:r>
      <w:r w:rsidR="00C805A5">
        <w:rPr>
          <w:rtl/>
        </w:rPr>
        <w:t>ل</w:t>
      </w:r>
      <w:r w:rsidR="00816B77" w:rsidRPr="00816B77">
        <w:rPr>
          <w:rtl/>
        </w:rPr>
        <w:t>ا</w:t>
      </w:r>
      <w:r w:rsidR="00C805A5">
        <w:rPr>
          <w:rtl/>
        </w:rPr>
        <w:t>خل</w:t>
      </w:r>
      <w:r w:rsidR="00816B77" w:rsidRPr="00816B77">
        <w:rPr>
          <w:rtl/>
        </w:rPr>
        <w:t>ا</w:t>
      </w:r>
      <w:r w:rsidR="00C805A5">
        <w:rPr>
          <w:rtl/>
        </w:rPr>
        <w:t>ق، ص</w:t>
      </w:r>
      <w:r w:rsidR="00C15B30" w:rsidRPr="00C15B30">
        <w:rPr>
          <w:rFonts w:hint="cs"/>
          <w:rtl/>
        </w:rPr>
        <w:t>41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(4):-</w:t>
      </w:r>
      <w:r w:rsidR="00C805A5" w:rsidRPr="00C805A5">
        <w:rPr>
          <w:rtl/>
        </w:rPr>
        <w:t xml:space="preserve"> </w:t>
      </w:r>
      <w:r w:rsidR="00C805A5">
        <w:rPr>
          <w:rtl/>
        </w:rPr>
        <w:t>لئ</w:t>
      </w:r>
      <w:r w:rsidR="00816B77" w:rsidRPr="00816B77">
        <w:rPr>
          <w:rtl/>
        </w:rPr>
        <w:t>ا</w:t>
      </w:r>
      <w:r w:rsidR="00C805A5">
        <w:rPr>
          <w:rtl/>
        </w:rPr>
        <w:t xml:space="preserve"> ل</w:t>
      </w:r>
      <w:r w:rsidR="00C805A5">
        <w:rPr>
          <w:rFonts w:hint="cs"/>
          <w:rtl/>
        </w:rPr>
        <w:t>ی</w:t>
      </w:r>
      <w:r w:rsidR="00C805A5">
        <w:rPr>
          <w:rtl/>
        </w:rPr>
        <w:t xml:space="preserve"> </w:t>
      </w:r>
      <w:r w:rsidR="00816B77" w:rsidRPr="00816B77">
        <w:rPr>
          <w:rtl/>
        </w:rPr>
        <w:t>ا</w:t>
      </w:r>
      <w:r w:rsidR="00C805A5">
        <w:rPr>
          <w:rtl/>
        </w:rPr>
        <w:t>ل</w:t>
      </w:r>
      <w:r w:rsidR="00816B77" w:rsidRPr="00816B77">
        <w:rPr>
          <w:rtl/>
        </w:rPr>
        <w:t>ا</w:t>
      </w:r>
      <w:r w:rsidR="00C805A5">
        <w:rPr>
          <w:rtl/>
        </w:rPr>
        <w:t>خب</w:t>
      </w:r>
      <w:r w:rsidR="00816B77" w:rsidRPr="00816B77">
        <w:rPr>
          <w:rtl/>
        </w:rPr>
        <w:t>ا</w:t>
      </w:r>
      <w:r w:rsidR="00C805A5">
        <w:rPr>
          <w:rtl/>
        </w:rPr>
        <w:t>ر،ج</w:t>
      </w:r>
      <w:r w:rsidR="00C15B30" w:rsidRPr="00C15B30">
        <w:rPr>
          <w:rFonts w:hint="cs"/>
          <w:rtl/>
        </w:rPr>
        <w:t>2</w:t>
      </w:r>
      <w:r w:rsidR="00C805A5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322</w:t>
      </w:r>
    </w:p>
    <w:p w:rsidR="00240E26" w:rsidRPr="00C805A5" w:rsidRDefault="00240E26" w:rsidP="00A60F54">
      <w:pPr>
        <w:pStyle w:val="libPoemTini"/>
        <w:rPr>
          <w:rtl/>
        </w:rPr>
      </w:pPr>
      <w:r w:rsidRPr="00C805A5">
        <w:rPr>
          <w:rtl/>
        </w:rPr>
        <w:br w:type="page"/>
      </w:r>
    </w:p>
    <w:p w:rsidR="005A2492" w:rsidRDefault="00816B77" w:rsidP="00A21BC5">
      <w:pPr>
        <w:pStyle w:val="Heading1"/>
        <w:rPr>
          <w:rtl/>
        </w:rPr>
      </w:pPr>
      <w:bookmarkStart w:id="146" w:name="_Toc393190571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رکھن</w:t>
      </w:r>
      <w:r w:rsidRPr="00816B77">
        <w:rPr>
          <w:rtl/>
          <w:lang w:bidi="ur-PK"/>
        </w:rPr>
        <w:t>ا</w:t>
      </w:r>
      <w:bookmarkEnd w:id="146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گز</w:t>
      </w:r>
      <w:r w:rsidRPr="00816B77">
        <w:rPr>
          <w:rtl/>
          <w:lang w:bidi="ur-PK"/>
        </w:rPr>
        <w:t>ا</w:t>
      </w:r>
      <w:r w:rsidR="005A2492">
        <w:rPr>
          <w:rtl/>
        </w:rPr>
        <w:t>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ہوتووہ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 ہے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جہ</w:t>
      </w:r>
      <w:r w:rsidRPr="00816B77">
        <w:rPr>
          <w:rtl/>
          <w:lang w:bidi="ur-PK"/>
        </w:rPr>
        <w:t>ا</w:t>
      </w:r>
      <w:r w:rsidR="005A2492">
        <w:rPr>
          <w:rtl/>
        </w:rPr>
        <w:t>ں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جس طرح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سوئے، کھ</w:t>
      </w:r>
      <w:r w:rsidRPr="00816B77">
        <w:rPr>
          <w:rtl/>
          <w:lang w:bidi="ur-PK"/>
        </w:rPr>
        <w:t>ا</w:t>
      </w:r>
      <w:r w:rsidR="005A2492">
        <w:rPr>
          <w:rtl/>
        </w:rPr>
        <w:t>ئے، پڑھے، لب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پہنے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نہ پہنے خ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موش رہے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شور مچ</w:t>
      </w:r>
      <w:r w:rsidRPr="00816B77">
        <w:rPr>
          <w:rtl/>
          <w:lang w:bidi="ur-PK"/>
        </w:rPr>
        <w:t>ا</w:t>
      </w:r>
      <w:r w:rsidR="005A2492">
        <w:rPr>
          <w:rtl/>
        </w:rPr>
        <w:t>ئے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مشکل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عل</w:t>
      </w:r>
      <w:r w:rsidRPr="00816B77">
        <w:rPr>
          <w:rtl/>
          <w:lang w:bidi="ur-PK"/>
        </w:rPr>
        <w:t>ا</w:t>
      </w:r>
      <w:r w:rsidR="005A2492">
        <w:rPr>
          <w:rtl/>
        </w:rPr>
        <w:t>وہ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رہنے لگے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محدود ہوت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کے بعد وہ پہلے 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شور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مچ</w:t>
      </w:r>
      <w:r w:rsidRPr="00816B77">
        <w:rPr>
          <w:rtl/>
          <w:lang w:bidi="ur-PK"/>
        </w:rPr>
        <w:t>ا</w:t>
      </w:r>
      <w:r w:rsidR="005A2492">
        <w:rPr>
          <w:rtl/>
        </w:rPr>
        <w:t>سکت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، بلکہ </w:t>
      </w:r>
      <w:r w:rsidRPr="00816B77">
        <w:rPr>
          <w:rtl/>
          <w:lang w:bidi="ur-PK"/>
        </w:rPr>
        <w:t>ا</w:t>
      </w:r>
      <w:r w:rsidR="005A2492">
        <w:rPr>
          <w:rtl/>
        </w:rPr>
        <w:t>س پر ل</w:t>
      </w:r>
      <w:r w:rsidRPr="00816B77">
        <w:rPr>
          <w:rtl/>
          <w:lang w:bidi="ur-PK"/>
        </w:rPr>
        <w:t>ا</w:t>
      </w:r>
      <w:r w:rsidR="005A2492">
        <w:rPr>
          <w:rtl/>
        </w:rPr>
        <w:t>زم ہے دوسرے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رکھےخو</w:t>
      </w:r>
      <w:r w:rsidRPr="00816B77">
        <w:rPr>
          <w:rtl/>
          <w:lang w:bidi="ur-PK"/>
        </w:rPr>
        <w:t>ا</w:t>
      </w:r>
      <w:r w:rsidR="005A2492">
        <w:rPr>
          <w:rtl/>
        </w:rPr>
        <w:t>ہ وہ دوسر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شخص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بچہ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ورشوہر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>پ کو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بچوّں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لک نہ سمجھے بلکہ ہر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کے جزب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رکھے</w:t>
      </w:r>
    </w:p>
    <w:p w:rsidR="005A2492" w:rsidRDefault="00816B77" w:rsidP="00A21BC5">
      <w:pPr>
        <w:pStyle w:val="Heading1"/>
        <w:rPr>
          <w:rtl/>
        </w:rPr>
      </w:pPr>
      <w:bookmarkStart w:id="147" w:name="_Toc393190572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چھ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گفتگو کرن</w:t>
      </w:r>
      <w:r w:rsidRPr="00816B77">
        <w:rPr>
          <w:rtl/>
          <w:lang w:bidi="ur-PK"/>
        </w:rPr>
        <w:t>ا</w:t>
      </w:r>
      <w:bookmarkEnd w:id="147"/>
    </w:p>
    <w:p w:rsidR="005A2492" w:rsidRDefault="005A2492" w:rsidP="00C805A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خصوص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ہل خ</w:t>
      </w:r>
      <w:r w:rsidR="00816B77" w:rsidRPr="00816B77">
        <w:rPr>
          <w:rtl/>
          <w:lang w:bidi="ur-PK"/>
        </w:rPr>
        <w:t>ا</w:t>
      </w:r>
      <w:r>
        <w:rPr>
          <w:rtl/>
        </w:rPr>
        <w:t>نہ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گفتگو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کرم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وہ ہے جس ک</w:t>
      </w:r>
      <w:r>
        <w:rPr>
          <w:rFonts w:hint="cs"/>
          <w:rtl/>
        </w:rPr>
        <w:t>ی</w:t>
      </w:r>
      <w:r>
        <w:rPr>
          <w:rtl/>
        </w:rPr>
        <w:t xml:space="preserve"> بد کل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گ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گلوچ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  <w:r w:rsidR="00240E26" w:rsidRPr="007741D8">
        <w:rPr>
          <w:rStyle w:val="libFootnotenumChar"/>
          <w:rFonts w:hint="cs"/>
          <w:rtl/>
        </w:rPr>
        <w:t>(1)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سج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بھل</w:t>
      </w:r>
      <w:r>
        <w:rPr>
          <w:rFonts w:hint="cs"/>
          <w:rtl/>
        </w:rPr>
        <w:t>ی</w:t>
      </w:r>
      <w:r>
        <w:rPr>
          <w:rtl/>
        </w:rPr>
        <w:t xml:space="preserve"> گفتگو رزق و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عزّت بڑھ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کو دوسروں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محبوب </w:t>
      </w:r>
      <w:r w:rsidR="00816B77" w:rsidRPr="00816B77">
        <w:rPr>
          <w:rtl/>
          <w:lang w:bidi="ur-PK"/>
        </w:rPr>
        <w:t>ا</w:t>
      </w:r>
      <w:r>
        <w:rPr>
          <w:rtl/>
        </w:rPr>
        <w:t>ور بہشت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240E26" w:rsidRPr="007741D8">
        <w:rPr>
          <w:rStyle w:val="libFootnotenumChar"/>
          <w:rFonts w:hint="cs"/>
          <w:rtl/>
        </w:rPr>
        <w:t>(2)</w:t>
      </w:r>
    </w:p>
    <w:p w:rsidR="005A2492" w:rsidRDefault="00816B77" w:rsidP="00A21BC5">
      <w:pPr>
        <w:pStyle w:val="Heading1"/>
        <w:rPr>
          <w:rtl/>
        </w:rPr>
      </w:pPr>
      <w:bookmarkStart w:id="148" w:name="_Toc393190573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ل</w:t>
      </w:r>
      <w:r w:rsidRPr="00816B77">
        <w:rPr>
          <w:rtl/>
          <w:lang w:bidi="ur-PK"/>
        </w:rPr>
        <w:t>ا</w:t>
      </w:r>
      <w:r w:rsidR="005A2492">
        <w:rPr>
          <w:rtl/>
        </w:rPr>
        <w:t>لچ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ہو</w:t>
      </w:r>
      <w:bookmarkEnd w:id="148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کدورت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دشمن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</w:t>
      </w:r>
      <w:r w:rsidR="00816B77" w:rsidRPr="00816B77">
        <w:rPr>
          <w:rtl/>
          <w:lang w:bidi="ur-PK"/>
        </w:rPr>
        <w:t>ا</w:t>
      </w:r>
      <w:r>
        <w:rPr>
          <w:rtl/>
        </w:rPr>
        <w:t>ک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پ کو دوسروں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مو</w:t>
      </w:r>
      <w:r w:rsidR="00816B77" w:rsidRPr="00816B77">
        <w:rPr>
          <w:rtl/>
          <w:lang w:bidi="ur-PK"/>
        </w:rPr>
        <w:t>ا</w:t>
      </w:r>
      <w:r>
        <w:rPr>
          <w:rtl/>
        </w:rPr>
        <w:t>زنہ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ہےجب دوسروں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816B77" w:rsidRPr="00816B77">
        <w:rPr>
          <w:rtl/>
          <w:lang w:bidi="ur-PK"/>
        </w:rPr>
        <w:t>ا</w:t>
      </w:r>
      <w:r>
        <w:rPr>
          <w:rtl/>
        </w:rPr>
        <w:t>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سے ب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تر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شوہر کو پست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دوسروں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 تصوّر کرنے لگت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شوہر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سکت</w:t>
      </w:r>
      <w:r w:rsidR="00816B77" w:rsidRPr="00816B77">
        <w:rPr>
          <w:rtl/>
          <w:lang w:bidi="ur-PK"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 کہ جلد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کرےہر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خ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سے خ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 لے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ورغل</w:t>
      </w:r>
      <w:r w:rsidR="00816B77" w:rsidRPr="00816B77">
        <w:rPr>
          <w:rtl/>
          <w:lang w:bidi="ur-PK"/>
        </w:rPr>
        <w:t>ا</w:t>
      </w:r>
      <w:r>
        <w:rPr>
          <w:rtl/>
        </w:rPr>
        <w:t>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805A5" w:rsidRDefault="00240E26" w:rsidP="00C805A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C805A5">
        <w:rPr>
          <w:rtl/>
        </w:rPr>
        <w:t xml:space="preserve"> بح</w:t>
      </w:r>
      <w:r w:rsidR="00816B77" w:rsidRPr="00816B77">
        <w:rPr>
          <w:rtl/>
        </w:rPr>
        <w:t>ا</w:t>
      </w:r>
      <w:r w:rsidR="00C805A5">
        <w:rPr>
          <w:rtl/>
        </w:rPr>
        <w:t xml:space="preserve">ر،ج </w:t>
      </w:r>
      <w:r w:rsidR="00C15B30" w:rsidRPr="00C15B30">
        <w:rPr>
          <w:rFonts w:hint="cs"/>
          <w:rtl/>
        </w:rPr>
        <w:t>16</w:t>
      </w:r>
      <w:r w:rsidR="00C805A5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281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C805A5" w:rsidRPr="00C805A5">
        <w:rPr>
          <w:rtl/>
        </w:rPr>
        <w:t xml:space="preserve"> </w:t>
      </w:r>
      <w:r w:rsidR="00C805A5">
        <w:rPr>
          <w:rtl/>
        </w:rPr>
        <w:t>د</w:t>
      </w:r>
      <w:r w:rsidR="00816B77" w:rsidRPr="00816B77">
        <w:rPr>
          <w:rtl/>
        </w:rPr>
        <w:t>ا</w:t>
      </w:r>
      <w:r w:rsidR="00C805A5">
        <w:rPr>
          <w:rtl/>
        </w:rPr>
        <w:t>ر</w:t>
      </w:r>
      <w:r w:rsidR="00816B77" w:rsidRPr="00816B77">
        <w:rPr>
          <w:rtl/>
        </w:rPr>
        <w:t>ا</w:t>
      </w:r>
      <w:r w:rsidR="00C805A5">
        <w:rPr>
          <w:rtl/>
        </w:rPr>
        <w:t>لسل</w:t>
      </w:r>
      <w:r w:rsidR="00816B77" w:rsidRPr="00816B77">
        <w:rPr>
          <w:rtl/>
        </w:rPr>
        <w:t>ا</w:t>
      </w:r>
      <w:r w:rsidR="00C805A5">
        <w:rPr>
          <w:rtl/>
        </w:rPr>
        <w:t>مِ،ج</w:t>
      </w:r>
      <w:r w:rsidR="00C15B30" w:rsidRPr="00C15B30">
        <w:rPr>
          <w:rFonts w:hint="cs"/>
          <w:rtl/>
        </w:rPr>
        <w:t>3</w:t>
      </w:r>
      <w:r w:rsidR="00C805A5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426</w:t>
      </w:r>
    </w:p>
    <w:p w:rsidR="00240E26" w:rsidRPr="00240E26" w:rsidRDefault="00240E26" w:rsidP="00A60F54">
      <w:pPr>
        <w:pStyle w:val="libPoemTini"/>
        <w:rPr>
          <w:rtl/>
        </w:rPr>
      </w:pPr>
      <w:r w:rsidRPr="00240E26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قسمت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رہن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چن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ندر جمع کرلے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خرت ک</w:t>
      </w:r>
      <w:r>
        <w:rPr>
          <w:rFonts w:hint="cs"/>
          <w:rtl/>
        </w:rPr>
        <w:t>ی</w:t>
      </w:r>
      <w:r>
        <w:rPr>
          <w:rtl/>
        </w:rPr>
        <w:t xml:space="preserve"> بھل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مل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قسمت پر 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خوش رہن</w:t>
      </w:r>
      <w:r w:rsidR="00816B77" w:rsidRPr="00816B77">
        <w:rPr>
          <w:rtl/>
          <w:lang w:bidi="ur-PK"/>
        </w:rPr>
        <w:t>ا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>مص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بت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وربل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کے موقع پر صبر کرن</w:t>
      </w:r>
      <w:r w:rsidR="00816B77" w:rsidRPr="00816B77">
        <w:rPr>
          <w:rtl/>
          <w:lang w:bidi="ur-PK"/>
        </w:rPr>
        <w:t>ا</w:t>
      </w:r>
    </w:p>
    <w:p w:rsidR="005A2492" w:rsidRDefault="00DB2203" w:rsidP="00240E26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سخت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دور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دع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 w:rsidR="00240E26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خصوص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کو ح</w:t>
      </w:r>
      <w:r w:rsidRPr="00816B77">
        <w:rPr>
          <w:rtl/>
          <w:lang w:bidi="ur-PK"/>
        </w:rPr>
        <w:t>ا</w:t>
      </w:r>
      <w:r w:rsidR="005A2492">
        <w:rPr>
          <w:rtl/>
        </w:rPr>
        <w:t>صل کرنے کے لئے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سے کمتر لوگوں پر نظر رکھن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 ت</w:t>
      </w:r>
      <w:r w:rsidRPr="00816B77">
        <w:rPr>
          <w:rtl/>
          <w:lang w:bidi="ur-PK"/>
        </w:rPr>
        <w:t>ا</w:t>
      </w:r>
      <w:r w:rsidR="005A2492">
        <w:rPr>
          <w:rtl/>
        </w:rPr>
        <w:t>کہ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مطمئن رہ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ور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نعمتوں پر شکرگز</w:t>
      </w:r>
      <w:r w:rsidRPr="00816B77">
        <w:rPr>
          <w:rtl/>
          <w:lang w:bidi="ur-PK"/>
        </w:rPr>
        <w:t>ا</w:t>
      </w:r>
      <w:r w:rsidR="005A2492">
        <w:rPr>
          <w:rtl/>
        </w:rPr>
        <w:t>ر رہ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گر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نے سل</w:t>
      </w:r>
      <w:r w:rsidRPr="00816B77">
        <w:rPr>
          <w:rtl/>
          <w:lang w:bidi="ur-PK"/>
        </w:rPr>
        <w:t>ا</w:t>
      </w:r>
      <w:r w:rsidR="005A2492">
        <w:rPr>
          <w:rtl/>
        </w:rPr>
        <w:t>مت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ہے،د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ہے،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چھ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پھر </w:t>
      </w:r>
      <w:r w:rsidRPr="00816B77">
        <w:rPr>
          <w:rtl/>
          <w:lang w:bidi="ur-PK"/>
        </w:rPr>
        <w:t>ا</w:t>
      </w:r>
      <w:r w:rsidR="005A2492">
        <w:rPr>
          <w:rtl/>
        </w:rPr>
        <w:t>ن پر شکر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فتخ</w:t>
      </w:r>
      <w:r w:rsidRPr="00816B77">
        <w:rPr>
          <w:rtl/>
          <w:lang w:bidi="ur-PK"/>
        </w:rPr>
        <w:t>ا</w:t>
      </w:r>
      <w:r w:rsidR="005A2492">
        <w:rPr>
          <w:rtl/>
        </w:rPr>
        <w:t>ر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5A2492">
        <w:rPr>
          <w:rFonts w:hint="eastAsia"/>
          <w:rtl/>
        </w:rPr>
        <w:t>ئے</w:t>
      </w:r>
      <w:r w:rsidR="005A2492">
        <w:rPr>
          <w:rtl/>
        </w:rPr>
        <w:t>چن</w:t>
      </w:r>
      <w:r w:rsidRPr="00816B77">
        <w:rPr>
          <w:rtl/>
          <w:lang w:bidi="ur-PK"/>
        </w:rPr>
        <w:t>ا</w:t>
      </w:r>
      <w:r w:rsidR="005A2492">
        <w:rPr>
          <w:rtl/>
        </w:rPr>
        <w:t>نچہ حضرت سلم</w:t>
      </w:r>
      <w:r w:rsidRPr="00816B77">
        <w:rPr>
          <w:rtl/>
          <w:lang w:bidi="ur-PK"/>
        </w:rPr>
        <w:t>ا</w:t>
      </w:r>
      <w:r w:rsidR="005A2492">
        <w:rPr>
          <w:rtl/>
        </w:rPr>
        <w:t>ن ف</w:t>
      </w:r>
      <w:r w:rsidRPr="00816B77">
        <w:rPr>
          <w:rtl/>
          <w:lang w:bidi="ur-PK"/>
        </w:rPr>
        <w:t>ا</w:t>
      </w:r>
      <w:r w:rsidR="005A2492">
        <w:rPr>
          <w:rtl/>
        </w:rPr>
        <w:t>رس</w:t>
      </w:r>
      <w:r w:rsidR="005A2492">
        <w:rPr>
          <w:rFonts w:hint="cs"/>
          <w:rtl/>
        </w:rPr>
        <w:t>ی</w:t>
      </w:r>
      <w:r w:rsidR="00DB2203" w:rsidRPr="00DB2203">
        <w:rPr>
          <w:rtl/>
          <w:lang w:bidi="ur-PK"/>
        </w:rPr>
        <w:t>(رض)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نے مجھے نص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حت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>: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پنے سے کمتر پر نظر رکھو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>فق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روں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مسک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نوں</w:t>
      </w:r>
      <w:r w:rsidR="005A2492">
        <w:rPr>
          <w:rtl/>
        </w:rPr>
        <w:t xml:space="preserve"> سے محبت کرو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>حق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ت کہو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گرچہ تلخ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نہ ہو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پنے رشتہ 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روں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رکھو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 xml:space="preserve">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دوسروں سے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نہ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نگو</w:t>
      </w:r>
    </w:p>
    <w:p w:rsidR="005A2492" w:rsidRDefault="00DB2203" w:rsidP="00240E26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 xml:space="preserve"> 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حول ول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قوّة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لّ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لل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ز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پڑھ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کرو، جو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شت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خز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خز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نہ ہے</w:t>
      </w:r>
      <w:r w:rsidR="00240E26" w:rsidRPr="007741D8">
        <w:rPr>
          <w:rStyle w:val="libFootnotenumChar"/>
          <w:rFonts w:hint="cs"/>
          <w:rtl/>
        </w:rPr>
        <w:t>(2)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C50CB" w:rsidRDefault="00240E26" w:rsidP="002C50CB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C50CB">
        <w:rPr>
          <w:rtl/>
        </w:rPr>
        <w:t xml:space="preserve"> </w:t>
      </w:r>
      <w:r w:rsidR="00816B77" w:rsidRPr="00816B77">
        <w:rPr>
          <w:rtl/>
        </w:rPr>
        <w:t>ا</w:t>
      </w:r>
      <w:r w:rsidR="002C50CB">
        <w:rPr>
          <w:rtl/>
        </w:rPr>
        <w:t xml:space="preserve">صل </w:t>
      </w:r>
      <w:r w:rsidR="00DB2203" w:rsidRPr="00DB2203">
        <w:rPr>
          <w:rtl/>
        </w:rPr>
        <w:t xml:space="preserve">کافی </w:t>
      </w:r>
      <w:r w:rsidR="002C50CB">
        <w:rPr>
          <w:rtl/>
        </w:rPr>
        <w:t>ج</w:t>
      </w:r>
      <w:r w:rsidR="00C15B30" w:rsidRPr="00C15B30">
        <w:rPr>
          <w:rFonts w:hint="cs"/>
          <w:rtl/>
        </w:rPr>
        <w:t>4</w:t>
      </w:r>
      <w:r w:rsidR="002C50CB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352</w:t>
      </w:r>
    </w:p>
    <w:p w:rsidR="00240E26" w:rsidRDefault="00240E26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2C50CB" w:rsidRPr="002C50CB">
        <w:rPr>
          <w:rtl/>
        </w:rPr>
        <w:t xml:space="preserve"> </w:t>
      </w:r>
      <w:r w:rsidR="002C50CB">
        <w:rPr>
          <w:rtl/>
        </w:rPr>
        <w:t>وس</w:t>
      </w:r>
      <w:r w:rsidR="00816B77" w:rsidRPr="00816B77">
        <w:rPr>
          <w:rtl/>
        </w:rPr>
        <w:t>ا</w:t>
      </w:r>
      <w:r w:rsidR="002C50CB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2C50CB">
        <w:rPr>
          <w:rtl/>
        </w:rPr>
        <w:t>ج</w:t>
      </w:r>
      <w:r w:rsidR="00C15B30" w:rsidRPr="00C15B30">
        <w:rPr>
          <w:rFonts w:hint="cs"/>
          <w:rtl/>
        </w:rPr>
        <w:t>6</w:t>
      </w:r>
      <w:r w:rsidR="002C50CB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9</w:t>
      </w:r>
      <w:r w:rsidR="002C50CB" w:rsidRPr="00816B77">
        <w:rPr>
          <w:rFonts w:hint="cs"/>
          <w:rtl/>
        </w:rPr>
        <w:t xml:space="preserve">        </w:t>
      </w:r>
    </w:p>
    <w:p w:rsidR="00240E26" w:rsidRDefault="00240E26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49" w:name="_Toc393190574"/>
      <w:r>
        <w:rPr>
          <w:rFonts w:hint="eastAsia"/>
          <w:rtl/>
        </w:rPr>
        <w:lastRenderedPageBreak/>
        <w:t>عزت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دل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bookmarkEnd w:id="149"/>
    </w:p>
    <w:p w:rsidR="005A2492" w:rsidRDefault="005A2492" w:rsidP="002C50CB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</w:t>
      </w:r>
      <w:r w:rsidR="00816B77" w:rsidRPr="00816B77">
        <w:rPr>
          <w:rtl/>
          <w:lang w:bidi="ur-PK"/>
        </w:rPr>
        <w:t>ا</w:t>
      </w:r>
      <w:r>
        <w:rPr>
          <w:rtl/>
        </w:rPr>
        <w:t>ندر مس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ئل کے سمجھنے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درک کرنے کےدو </w:t>
      </w:r>
      <w:r w:rsidR="00816B77" w:rsidRPr="00816B77">
        <w:rPr>
          <w:rtl/>
          <w:lang w:bidi="ur-PK"/>
        </w:rPr>
        <w:t>ا</w:t>
      </w:r>
      <w:r>
        <w:rPr>
          <w:rtl/>
        </w:rPr>
        <w:t>ہم ذر</w:t>
      </w:r>
      <w:r>
        <w:rPr>
          <w:rFonts w:hint="cs"/>
          <w:rtl/>
        </w:rPr>
        <w:t>ی</w:t>
      </w:r>
      <w:r>
        <w:rPr>
          <w:rFonts w:hint="eastAsia"/>
          <w:rtl/>
        </w:rPr>
        <w:t>عےہ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کثر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>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جس سے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</w:t>
      </w:r>
      <w:r w:rsidR="00816B77" w:rsidRPr="00816B77">
        <w:rPr>
          <w:rtl/>
          <w:lang w:bidi="ur-PK"/>
        </w:rPr>
        <w:t>ا</w:t>
      </w:r>
      <w:r>
        <w:rPr>
          <w:rtl/>
        </w:rPr>
        <w:t>ح مشورے،ب</w:t>
      </w:r>
      <w:r w:rsidR="00816B77" w:rsidRPr="00816B77">
        <w:rPr>
          <w:rtl/>
          <w:lang w:bidi="ur-PK"/>
        </w:rPr>
        <w:t>ا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tl/>
        </w:rPr>
        <w:t xml:space="preserve"> تف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ہم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محبت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دبڑھ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eastAsia"/>
          <w:rtl/>
        </w:rPr>
        <w:t>بعض</w:t>
      </w:r>
      <w:r>
        <w:rPr>
          <w:rtl/>
        </w:rPr>
        <w:t xml:space="preserve"> دفعہ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کمتر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حق</w:t>
      </w:r>
      <w:r w:rsidR="00816B77" w:rsidRPr="00816B77">
        <w:rPr>
          <w:rtl/>
          <w:lang w:bidi="ur-PK"/>
        </w:rPr>
        <w:t>ا</w:t>
      </w:r>
      <w:r>
        <w:rPr>
          <w:rtl/>
        </w:rPr>
        <w:t>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شک</w:t>
      </w:r>
      <w:r w:rsidR="00816B77" w:rsidRPr="00816B77">
        <w:rPr>
          <w:rtl/>
          <w:lang w:bidi="ur-PK"/>
        </w:rPr>
        <w:t>ا</w:t>
      </w:r>
      <w:r>
        <w:rPr>
          <w:rtl/>
        </w:rPr>
        <w:t>ر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ہےشوہر کو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توں سے </w:t>
      </w:r>
      <w:r w:rsidR="00816B77" w:rsidRPr="00816B77">
        <w:rPr>
          <w:rtl/>
          <w:lang w:bidi="ur-PK"/>
        </w:rPr>
        <w:t>ا</w:t>
      </w:r>
      <w:r>
        <w:rPr>
          <w:rtl/>
        </w:rPr>
        <w:t>حت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</w:t>
      </w:r>
    </w:p>
    <w:p w:rsidR="005A2492" w:rsidRDefault="005A2492" w:rsidP="00A21BC5">
      <w:pPr>
        <w:pStyle w:val="Heading1"/>
        <w:rPr>
          <w:rtl/>
        </w:rPr>
      </w:pPr>
      <w:bookmarkStart w:id="150" w:name="_Toc393190575"/>
      <w:r>
        <w:rPr>
          <w:rFonts w:hint="eastAsia"/>
          <w:rtl/>
        </w:rPr>
        <w:t>غمخو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 دل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bookmarkEnd w:id="15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دونوں </w:t>
      </w:r>
      <w:r w:rsidR="00816B77" w:rsidRPr="00816B77">
        <w:rPr>
          <w:rtl/>
          <w:lang w:bidi="ur-PK"/>
        </w:rPr>
        <w:t>ا</w:t>
      </w:r>
      <w:r>
        <w:rPr>
          <w:rtl/>
        </w:rPr>
        <w:t>زدو</w:t>
      </w:r>
      <w:r w:rsidR="00816B77" w:rsidRPr="00816B77">
        <w:rPr>
          <w:rtl/>
          <w:lang w:bidi="ur-PK"/>
        </w:rPr>
        <w:t>ا</w:t>
      </w:r>
      <w:r>
        <w:rPr>
          <w:rtl/>
        </w:rPr>
        <w:t>ج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سع</w:t>
      </w:r>
      <w:r w:rsidR="00816B77" w:rsidRPr="00816B77">
        <w:rPr>
          <w:rtl/>
          <w:lang w:bidi="ur-PK"/>
        </w:rPr>
        <w:t>ا</w:t>
      </w:r>
      <w:r>
        <w:rPr>
          <w:rtl/>
        </w:rPr>
        <w:t>دت و خوش بخت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>گ</w:t>
      </w:r>
      <w:r w:rsidR="00816B77" w:rsidRPr="00816B77">
        <w:rPr>
          <w:rtl/>
          <w:lang w:bidi="ur-PK"/>
        </w:rPr>
        <w:t>ا</w:t>
      </w:r>
      <w:r>
        <w:rPr>
          <w:rtl/>
        </w:rPr>
        <w:t>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عشق و محبت سے رہنے پر </w:t>
      </w:r>
      <w:r w:rsidR="00816B77" w:rsidRPr="00816B77">
        <w:rPr>
          <w:rtl/>
          <w:lang w:bidi="ur-PK"/>
        </w:rPr>
        <w:t>ا</w:t>
      </w:r>
      <w:r>
        <w:rPr>
          <w:rtl/>
        </w:rPr>
        <w:t>ستو</w:t>
      </w:r>
      <w:r w:rsidR="00816B77" w:rsidRPr="00816B77">
        <w:rPr>
          <w:rtl/>
          <w:lang w:bidi="ur-PK"/>
        </w:rPr>
        <w:t>ا</w:t>
      </w:r>
      <w:r>
        <w:rPr>
          <w:rtl/>
        </w:rPr>
        <w:t>ر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عشق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مل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غمخو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دل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وقت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زندگ</w:t>
      </w:r>
      <w:r>
        <w:rPr>
          <w:rFonts w:hint="cs"/>
          <w:rtl/>
        </w:rPr>
        <w:t>ی</w:t>
      </w:r>
      <w:r>
        <w:rPr>
          <w:rtl/>
        </w:rPr>
        <w:t xml:space="preserve"> کس قدر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ہم </w:t>
      </w:r>
      <w:r w:rsidR="00816B77" w:rsidRPr="00816B77">
        <w:rPr>
          <w:rtl/>
          <w:lang w:bidi="ur-PK"/>
        </w:rPr>
        <w:t>ا</w:t>
      </w:r>
      <w:r>
        <w:rPr>
          <w:rtl/>
        </w:rPr>
        <w:t>ہنگ ہے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شوہر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ذمے صرف گھر سے ب</w:t>
      </w:r>
      <w:r w:rsidR="00816B77" w:rsidRPr="00816B77">
        <w:rPr>
          <w:rtl/>
          <w:lang w:bidi="ur-PK"/>
        </w:rPr>
        <w:t>ا</w:t>
      </w:r>
      <w:r>
        <w:rPr>
          <w:rtl/>
        </w:rPr>
        <w:t>ہر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ہ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شوہر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شروع کرے تو وہ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کرنے کے بج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دوسرے دن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ج</w:t>
      </w:r>
      <w:r w:rsidR="00816B77" w:rsidRPr="00816B77">
        <w:rPr>
          <w:rtl/>
          <w:lang w:bidi="ur-PK"/>
        </w:rPr>
        <w:t>ا</w:t>
      </w:r>
      <w:r>
        <w:rPr>
          <w:rtl/>
        </w:rPr>
        <w:t>رڑو لگو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شروع کرے</w:t>
      </w:r>
    </w:p>
    <w:p w:rsidR="005A2492" w:rsidRDefault="005A2492" w:rsidP="00A21BC5">
      <w:pPr>
        <w:pStyle w:val="Heading1"/>
        <w:rPr>
          <w:rtl/>
        </w:rPr>
      </w:pPr>
      <w:bookmarkStart w:id="151" w:name="_Toc393190576"/>
      <w:r>
        <w:rPr>
          <w:rFonts w:hint="eastAsia"/>
          <w:rtl/>
        </w:rPr>
        <w:t>ہرگز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ہون</w:t>
      </w:r>
      <w:r w:rsidR="00816B77" w:rsidRPr="00816B77">
        <w:rPr>
          <w:rtl/>
          <w:lang w:bidi="ur-PK"/>
        </w:rPr>
        <w:t>ا</w:t>
      </w:r>
      <w:bookmarkEnd w:id="151"/>
    </w:p>
    <w:p w:rsidR="00873EBC" w:rsidRDefault="00816B77" w:rsidP="00873EBC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>نخو</w:t>
      </w:r>
      <w:r w:rsidRPr="00816B77">
        <w:rPr>
          <w:rtl/>
          <w:lang w:bidi="ur-PK"/>
        </w:rPr>
        <w:t>ا</w:t>
      </w:r>
      <w:r w:rsidR="005A2492">
        <w:rPr>
          <w:rtl/>
        </w:rPr>
        <w:t>ستہ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مشکل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ئے خو</w:t>
      </w:r>
      <w:r w:rsidRPr="00816B77">
        <w:rPr>
          <w:rtl/>
          <w:lang w:bidi="ur-PK"/>
        </w:rPr>
        <w:t>ا</w:t>
      </w:r>
      <w:r w:rsidR="005A2492">
        <w:rPr>
          <w:rtl/>
        </w:rPr>
        <w:t>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سے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شوہر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سے،دونوں کو حوصلے سے </w:t>
      </w:r>
      <w:r w:rsidRPr="00816B77">
        <w:rPr>
          <w:rtl/>
          <w:lang w:bidi="ur-PK"/>
        </w:rPr>
        <w:t>ا</w:t>
      </w:r>
      <w:r w:rsidR="005A2492">
        <w:rPr>
          <w:rtl/>
        </w:rPr>
        <w:t>س مشکل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مق</w:t>
      </w:r>
      <w:r w:rsidRPr="00816B77">
        <w:rPr>
          <w:rtl/>
          <w:lang w:bidi="ur-PK"/>
        </w:rPr>
        <w:t>ا</w:t>
      </w:r>
      <w:r w:rsidR="005A2492">
        <w:rPr>
          <w:rtl/>
        </w:rPr>
        <w:t>بلہ کرکے حل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وقت 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وس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ن</w:t>
      </w:r>
      <w:r w:rsidRPr="00816B77">
        <w:rPr>
          <w:rtl/>
          <w:lang w:bidi="ur-PK"/>
        </w:rPr>
        <w:t>اا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نہ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سوچنے لگ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خوشبخت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سع</w:t>
      </w:r>
      <w:r w:rsidRPr="00816B77">
        <w:rPr>
          <w:rtl/>
          <w:lang w:bidi="ur-PK"/>
        </w:rPr>
        <w:t>ا</w:t>
      </w:r>
      <w:r w:rsidR="005A2492">
        <w:rPr>
          <w:rtl/>
        </w:rPr>
        <w:t>دت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ختم ہوگئ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3403CE">
        <w:rPr>
          <w:rFonts w:hint="cs"/>
          <w:rtl/>
        </w:rPr>
        <w:t xml:space="preserve"> 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مشکل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سخت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بتد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محسوس کرنے لگ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زم</w:t>
      </w:r>
      <w:r w:rsidRPr="00816B77">
        <w:rPr>
          <w:rtl/>
          <w:lang w:bidi="ur-PK"/>
        </w:rPr>
        <w:t>ا</w:t>
      </w:r>
      <w:r w:rsidR="005A2492">
        <w:rPr>
          <w:rtl/>
        </w:rPr>
        <w:t>نہ گزرنے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تھ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سخت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ختم ہوج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</w:p>
    <w:p w:rsidR="00873EBC" w:rsidRPr="00873EBC" w:rsidRDefault="00873EBC" w:rsidP="00A60F54">
      <w:pPr>
        <w:pStyle w:val="libPoemTini"/>
        <w:rPr>
          <w:rtl/>
        </w:rPr>
      </w:pPr>
      <w:r w:rsidRPr="00873EBC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بد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ق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موجود ہو تو شور وشر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کرنے کے بج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ئے وسعت فکر و نظر سے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 ک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حل تل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ش کرے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صبر سے ک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م لے جو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نس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</w:t>
      </w:r>
      <w:r w:rsidRPr="00816B77">
        <w:rPr>
          <w:rtl/>
          <w:lang w:bidi="ur-PK"/>
        </w:rPr>
        <w:t>ا</w:t>
      </w:r>
      <w:r w:rsidR="005A2492">
        <w:rPr>
          <w:rtl/>
        </w:rPr>
        <w:t>ہ سع</w:t>
      </w:r>
      <w:r w:rsidRPr="00816B77">
        <w:rPr>
          <w:rtl/>
          <w:lang w:bidi="ur-PK"/>
        </w:rPr>
        <w:t>ا</w:t>
      </w:r>
      <w:r w:rsidR="005A2492">
        <w:rPr>
          <w:rtl/>
        </w:rPr>
        <w:t>دت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مؤثر ہےلہذ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>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نے صبر کرنے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لوں کو خوش خبر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سن</w:t>
      </w:r>
      <w:r w:rsidRPr="00816B77">
        <w:rPr>
          <w:rtl/>
          <w:lang w:bidi="ur-PK"/>
        </w:rPr>
        <w:t>ا</w:t>
      </w:r>
      <w:r w:rsidR="005A2492">
        <w:rPr>
          <w:rtl/>
        </w:rPr>
        <w:t>تے ہوئے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051BD5">
      <w:pPr>
        <w:pStyle w:val="libAie"/>
        <w:rPr>
          <w:rtl/>
          <w:lang w:bidi="ur-PK"/>
        </w:rPr>
      </w:pPr>
      <w:r>
        <w:rPr>
          <w:rFonts w:hint="eastAsia"/>
          <w:rtl/>
        </w:rPr>
        <w:t>وَلَنَب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لُوَنَّ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tl/>
        </w:rPr>
        <w:t xml:space="preserve"> بِشَ</w:t>
      </w:r>
      <w:r w:rsidRPr="00F97686">
        <w:rPr>
          <w:rFonts w:hint="cs"/>
          <w:rtl/>
        </w:rPr>
        <w:t>يْ</w:t>
      </w:r>
      <w:r>
        <w:rPr>
          <w:rFonts w:hint="cs"/>
          <w:rtl/>
        </w:rPr>
        <w:t xml:space="preserve">ءٍ مِّنَ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خَوفِ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جُوعِ وَنَق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صٍ مِّنَ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مَوَ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نفُسِ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لثَّمَرَ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تِ وَبَشِّرِ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بِرِ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بَت</w:t>
      </w:r>
      <w:r w:rsidRPr="00F97686">
        <w:rPr>
          <w:rFonts w:hint="cs"/>
          <w:rtl/>
        </w:rPr>
        <w:t>ْه</w:t>
      </w:r>
      <w:r>
        <w:rPr>
          <w:rFonts w:hint="cs"/>
          <w:rtl/>
        </w:rPr>
        <w:t xml:space="preserve">ُم </w:t>
      </w:r>
      <w:r>
        <w:rPr>
          <w:rtl/>
        </w:rPr>
        <w:t>مُّصِ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بَةٌ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لِلّ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Pr="00F97686">
        <w:rPr>
          <w:rFonts w:hint="cs"/>
          <w:rtl/>
        </w:rPr>
        <w:t>يْه</w:t>
      </w:r>
      <w:r>
        <w:rPr>
          <w:rFonts w:hint="cs"/>
          <w:rtl/>
        </w:rPr>
        <w:t>ِ 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جِعونَ</w:t>
      </w:r>
      <w:r w:rsidRPr="00C15B30">
        <w:rPr>
          <w:rFonts w:hint="cs"/>
          <w:rtl/>
        </w:rPr>
        <w:t xml:space="preserve"> </w:t>
      </w:r>
      <w:r w:rsidR="00873EBC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خوف، بھوک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ل و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ثمر</w:t>
      </w:r>
      <w:r w:rsidR="00816B77" w:rsidRPr="00816B77">
        <w:rPr>
          <w:rtl/>
          <w:lang w:bidi="ur-PK"/>
        </w:rPr>
        <w:t>ا</w:t>
      </w:r>
      <w:r>
        <w:rPr>
          <w:rtl/>
        </w:rPr>
        <w:t>ت (کے نقص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ت)سے ضرور </w:t>
      </w:r>
      <w:r w:rsidR="00816B77" w:rsidRPr="00816B77">
        <w:rPr>
          <w:rtl/>
          <w:lang w:bidi="ur-PK"/>
        </w:rPr>
        <w:t>ا</w:t>
      </w:r>
      <w:r>
        <w:rPr>
          <w:rtl/>
        </w:rPr>
        <w:t>زم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="00816B77" w:rsidRPr="00816B77">
        <w:rPr>
          <w:rtl/>
          <w:lang w:bidi="ur-PK"/>
        </w:rPr>
        <w:t>ا</w:t>
      </w:r>
      <w:r>
        <w:rPr>
          <w:rtl/>
        </w:rPr>
        <w:t>ور</w:t>
      </w:r>
      <w:r w:rsidR="00816B77" w:rsidRPr="00816B77">
        <w:rPr>
          <w:rtl/>
          <w:lang w:bidi="ur-PK"/>
        </w:rPr>
        <w:t>ا</w:t>
      </w:r>
      <w:r>
        <w:rPr>
          <w:rtl/>
        </w:rPr>
        <w:t>ن صبر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لوں کو خوش 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تو </w:t>
      </w:r>
      <w:r w:rsidR="00816B77" w:rsidRPr="00816B77">
        <w:rPr>
          <w:rtl/>
          <w:lang w:bidi="ur-PK"/>
        </w:rPr>
        <w:t>ا</w:t>
      </w:r>
      <w:r>
        <w:rPr>
          <w:rtl/>
        </w:rPr>
        <w:t>للہ ہ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کر ج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ہے"</w:t>
      </w:r>
    </w:p>
    <w:p w:rsidR="005A2492" w:rsidRDefault="005A2492" w:rsidP="00CE0950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F97686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رُ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 بِمَن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زِلَةِ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لرَّ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سِ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جَسَدِ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ذَ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َبَ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لرَّ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سُ ذَ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َبَ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جَسَدُ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َذَلِ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ذَ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َبَ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رُ ذَ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َبَ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نُ</w:t>
      </w:r>
      <w:r w:rsidR="00CE0950" w:rsidRPr="007741D8">
        <w:rPr>
          <w:rStyle w:val="libFootnotenumChar"/>
          <w:rFonts w:hint="cs"/>
          <w:rtl/>
        </w:rPr>
        <w:t>(1)</w:t>
      </w:r>
    </w:p>
    <w:p w:rsidR="005A2492" w:rsidRDefault="005A2492" w:rsidP="00E839A6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7B6DC7" w:rsidRPr="007B6DC7">
        <w:rPr>
          <w:rtl/>
          <w:lang w:bidi="ur-PK"/>
        </w:rPr>
        <w:t>(ع)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صبر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وہ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بطہ ہے جس طرح سر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بدن سے ہےجس طرح سرکے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بدن ب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سل</w:t>
      </w:r>
      <w:r w:rsidR="00816B77" w:rsidRPr="00816B77">
        <w:rPr>
          <w:rtl/>
          <w:lang w:bidi="ur-PK"/>
        </w:rPr>
        <w:t>ا</w:t>
      </w:r>
      <w:r>
        <w:rPr>
          <w:rtl/>
        </w:rPr>
        <w:t>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 w:rsidR="00816B77" w:rsidRPr="00816B77">
        <w:rPr>
          <w:rtl/>
          <w:lang w:bidi="ur-PK"/>
        </w:rPr>
        <w:t>اا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صبر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816B77" w:rsidRPr="00816B77">
        <w:rPr>
          <w:rtl/>
          <w:lang w:bidi="ur-PK"/>
        </w:rPr>
        <w:t>ا</w:t>
      </w:r>
      <w:r>
        <w:rPr>
          <w:rtl/>
        </w:rPr>
        <w:t>ں صبر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پھل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ہوت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پ کو صبر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>
        <w:rPr>
          <w:rtl/>
        </w:rPr>
        <w:t>ب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لےسورۂ </w:t>
      </w:r>
      <w:r w:rsidR="00816B77" w:rsidRPr="00816B77">
        <w:rPr>
          <w:rtl/>
          <w:lang w:bidi="ur-PK"/>
        </w:rPr>
        <w:t>ا</w:t>
      </w:r>
      <w:r>
        <w:rPr>
          <w:rtl/>
        </w:rPr>
        <w:t>لعصر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کہ صبر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لے کے سو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 خس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A21BC5">
      <w:pPr>
        <w:pStyle w:val="Heading1"/>
        <w:rPr>
          <w:rtl/>
        </w:rPr>
      </w:pPr>
      <w:bookmarkStart w:id="152" w:name="_Toc393190577"/>
      <w:r>
        <w:rPr>
          <w:rFonts w:hint="eastAsia"/>
          <w:rtl/>
        </w:rPr>
        <w:t>خوش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 ہ</w:t>
      </w:r>
      <w:r>
        <w:rPr>
          <w:rFonts w:hint="cs"/>
          <w:rtl/>
        </w:rPr>
        <w:t>ی</w:t>
      </w:r>
      <w:r>
        <w:rPr>
          <w:rtl/>
        </w:rPr>
        <w:t xml:space="preserve"> خوش قسمت</w:t>
      </w:r>
      <w:bookmarkEnd w:id="152"/>
    </w:p>
    <w:p w:rsidR="005A2492" w:rsidRDefault="005A2492" w:rsidP="00E839A6">
      <w:pPr>
        <w:pStyle w:val="libNormal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Fonts w:hint="cs"/>
          <w:rtl/>
          <w:lang w:bidi="ur-PK"/>
        </w:rPr>
        <w:t>(ص)</w:t>
      </w:r>
      <w:r>
        <w:rPr>
          <w:rtl/>
        </w:rPr>
        <w:t>نےفرم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 w:rsidRPr="00E839A6">
        <w:rPr>
          <w:rStyle w:val="libArabicChar"/>
          <w:rFonts w:hint="eastAsia"/>
          <w:rtl/>
        </w:rPr>
        <w:t>قَ</w:t>
      </w:r>
      <w:r w:rsidR="00CF3D62" w:rsidRPr="00CF3D62">
        <w:rPr>
          <w:rStyle w:val="libArabicChar"/>
          <w:rFonts w:hint="eastAsia"/>
          <w:rtl/>
        </w:rPr>
        <w:t>ا</w:t>
      </w:r>
      <w:r w:rsidRPr="00E839A6">
        <w:rPr>
          <w:rStyle w:val="libArabicChar"/>
          <w:rFonts w:hint="eastAsia"/>
          <w:rtl/>
        </w:rPr>
        <w:t>لَ</w:t>
      </w:r>
      <w:r w:rsidRPr="00E839A6">
        <w:rPr>
          <w:rStyle w:val="libArabicChar"/>
          <w:rtl/>
        </w:rPr>
        <w:t xml:space="preserve"> رَسُولُ </w:t>
      </w:r>
      <w:r w:rsidR="00CF3D62" w:rsidRPr="00CF3D62">
        <w:rPr>
          <w:rStyle w:val="libArabicChar"/>
          <w:rtl/>
        </w:rPr>
        <w:t>ا</w:t>
      </w:r>
      <w:r w:rsidRPr="00E839A6">
        <w:rPr>
          <w:rStyle w:val="libArabicChar"/>
          <w:rtl/>
        </w:rPr>
        <w:t>لل</w:t>
      </w:r>
      <w:r w:rsidRPr="00E839A6">
        <w:rPr>
          <w:rStyle w:val="libArabicChar"/>
          <w:rFonts w:hint="cs"/>
          <w:rtl/>
        </w:rPr>
        <w:t xml:space="preserve">هِ ص 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 xml:space="preserve">حْسَنُ 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>لنَّ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 xml:space="preserve">سِ 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>يمَ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>ن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>حْسَنُهُمْ خُلُق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>لْطَفُهُمْ بِ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 xml:space="preserve">هْلِهِ وَ 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>نَ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>لْطَفُكُمْ بِ</w:t>
      </w:r>
      <w:r w:rsidR="00CF3D62" w:rsidRPr="00CF3D62">
        <w:rPr>
          <w:rStyle w:val="libArabicChar"/>
          <w:rFonts w:hint="cs"/>
          <w:rtl/>
        </w:rPr>
        <w:t>ا</w:t>
      </w:r>
      <w:r w:rsidRPr="00E839A6">
        <w:rPr>
          <w:rStyle w:val="libArabicChar"/>
          <w:rFonts w:hint="cs"/>
          <w:rtl/>
        </w:rPr>
        <w:t>هْلِي</w:t>
      </w:r>
      <w:r w:rsidR="00CE0950" w:rsidRPr="00E67D25">
        <w:rPr>
          <w:rStyle w:val="libNormalChar"/>
          <w:rFonts w:hint="cs"/>
          <w:rtl/>
        </w:rPr>
        <w:t xml:space="preserve"> </w:t>
      </w:r>
      <w:r w:rsidR="00CE0950" w:rsidRPr="007741D8">
        <w:rPr>
          <w:rStyle w:val="libFootnotenumChar"/>
          <w:rFonts w:hint="cs"/>
          <w:rtl/>
        </w:rPr>
        <w:t>(1)</w:t>
      </w:r>
    </w:p>
    <w:p w:rsidR="00CE0950" w:rsidRDefault="00CE095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839A6" w:rsidRDefault="00CE0950" w:rsidP="00E839A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E839A6">
        <w:rPr>
          <w:rtl/>
        </w:rPr>
        <w:t xml:space="preserve"> بقرہ  </w:t>
      </w:r>
      <w:r w:rsidR="00E839A6">
        <w:rPr>
          <w:rtl/>
          <w:lang w:bidi="fa-IR"/>
        </w:rPr>
        <w:t>۱۵۵-۱۵۶</w:t>
      </w:r>
    </w:p>
    <w:p w:rsidR="00CE0950" w:rsidRDefault="00CE0950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E839A6" w:rsidRPr="00E839A6">
        <w:rPr>
          <w:rtl/>
        </w:rPr>
        <w:t xml:space="preserve"> </w:t>
      </w:r>
      <w:r w:rsidR="00816B77" w:rsidRPr="00816B77">
        <w:rPr>
          <w:rtl/>
        </w:rPr>
        <w:t>ا</w:t>
      </w:r>
      <w:r w:rsidR="00E839A6">
        <w:rPr>
          <w:rtl/>
        </w:rPr>
        <w:t>ل</w:t>
      </w:r>
      <w:r w:rsidR="00DB2203" w:rsidRPr="00DB2203">
        <w:rPr>
          <w:rtl/>
        </w:rPr>
        <w:t xml:space="preserve">کافی </w:t>
      </w:r>
      <w:r w:rsidR="00E839A6">
        <w:rPr>
          <w:rFonts w:hint="eastAsia"/>
          <w:rtl/>
        </w:rPr>
        <w:t>،ج</w:t>
      </w:r>
      <w:r w:rsidR="00E839A6">
        <w:rPr>
          <w:rtl/>
          <w:lang w:bidi="fa-IR"/>
        </w:rPr>
        <w:t>۲</w:t>
      </w:r>
      <w:r w:rsidR="00E839A6">
        <w:rPr>
          <w:rtl/>
        </w:rPr>
        <w:t>، ص</w:t>
      </w:r>
      <w:r w:rsidR="00E839A6">
        <w:rPr>
          <w:rtl/>
          <w:lang w:bidi="fa-IR"/>
        </w:rPr>
        <w:t>۸۹</w:t>
      </w:r>
    </w:p>
    <w:p w:rsidR="00CE0950" w:rsidRDefault="00CE0950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E839A6" w:rsidRPr="00E839A6">
        <w:rPr>
          <w:rtl/>
        </w:rPr>
        <w:t xml:space="preserve"> </w:t>
      </w:r>
      <w:r w:rsidR="00E839A6">
        <w:rPr>
          <w:rtl/>
        </w:rPr>
        <w:t>وس</w:t>
      </w:r>
      <w:r w:rsidR="00816B77" w:rsidRPr="00816B77">
        <w:rPr>
          <w:rtl/>
        </w:rPr>
        <w:t>ا</w:t>
      </w:r>
      <w:r w:rsidR="00E839A6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E839A6">
        <w:rPr>
          <w:rFonts w:hint="eastAsia"/>
          <w:rtl/>
        </w:rPr>
        <w:t>،ج</w:t>
      </w:r>
      <w:r w:rsidR="00E839A6">
        <w:rPr>
          <w:rtl/>
          <w:lang w:bidi="fa-IR"/>
        </w:rPr>
        <w:t>۱۲</w:t>
      </w:r>
      <w:r w:rsidR="00E839A6">
        <w:rPr>
          <w:rtl/>
        </w:rPr>
        <w:t>، ص</w:t>
      </w:r>
      <w:r w:rsidR="00E839A6">
        <w:rPr>
          <w:rtl/>
          <w:lang w:bidi="fa-IR"/>
        </w:rPr>
        <w:t>۱۵۳</w:t>
      </w:r>
    </w:p>
    <w:p w:rsidR="00CE0950" w:rsidRPr="00CE0950" w:rsidRDefault="00CE0950" w:rsidP="00A60F54">
      <w:pPr>
        <w:pStyle w:val="libPoemTini"/>
        <w:rPr>
          <w:rtl/>
        </w:rPr>
      </w:pPr>
      <w:r w:rsidRPr="00CE0950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"ب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 ہے جس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گھر و</w:t>
      </w:r>
      <w:r w:rsidR="00816B77" w:rsidRPr="00816B77">
        <w:rPr>
          <w:rtl/>
          <w:lang w:bidi="ur-PK"/>
        </w:rPr>
        <w:t>ا</w:t>
      </w:r>
      <w:r>
        <w:rPr>
          <w:rtl/>
        </w:rPr>
        <w:t>لوں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مہرب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تر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ہل وع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مہرب</w:t>
      </w:r>
      <w:r w:rsidR="00816B77" w:rsidRPr="00816B77">
        <w:rPr>
          <w:rtl/>
          <w:lang w:bidi="ur-PK"/>
        </w:rPr>
        <w:t>ا</w:t>
      </w:r>
      <w:r>
        <w:rPr>
          <w:rtl/>
        </w:rPr>
        <w:t>ن تر ہوں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ق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مت</w:t>
      </w:r>
      <w:r>
        <w:rPr>
          <w:rtl/>
        </w:rPr>
        <w:t xml:space="preserve"> کے دن </w:t>
      </w:r>
      <w:r w:rsidR="00816B77" w:rsidRPr="00816B77">
        <w:rPr>
          <w:rtl/>
          <w:lang w:bidi="ur-PK"/>
        </w:rPr>
        <w:t>ا</w:t>
      </w:r>
      <w:r>
        <w:rPr>
          <w:rtl/>
        </w:rPr>
        <w:t>عم</w:t>
      </w:r>
      <w:r w:rsidR="00816B77" w:rsidRPr="00816B77">
        <w:rPr>
          <w:rtl/>
          <w:lang w:bidi="ur-PK"/>
        </w:rPr>
        <w:t>ا</w:t>
      </w:r>
      <w:r>
        <w:rPr>
          <w:rtl/>
        </w:rPr>
        <w:t>ل کے مح</w:t>
      </w:r>
      <w:r w:rsidR="00816B77" w:rsidRPr="00816B77">
        <w:rPr>
          <w:rtl/>
          <w:lang w:bidi="ur-PK"/>
        </w:rPr>
        <w:t>ا</w:t>
      </w:r>
      <w:r>
        <w:rPr>
          <w:rtl/>
        </w:rPr>
        <w:t>سب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کے وقت تر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زو کے پلڑے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</w:p>
    <w:p w:rsidR="005A2492" w:rsidRDefault="005A2492" w:rsidP="00A21BC5">
      <w:pPr>
        <w:pStyle w:val="Heading1"/>
        <w:rPr>
          <w:rtl/>
        </w:rPr>
      </w:pPr>
      <w:bookmarkStart w:id="153" w:name="_Toc393190578"/>
      <w:r>
        <w:rPr>
          <w:rFonts w:hint="eastAsia"/>
          <w:rtl/>
        </w:rPr>
        <w:t>سعد</w:t>
      </w:r>
      <w:r>
        <w:rPr>
          <w:rtl/>
        </w:rPr>
        <w:t xml:space="preserve"> بن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ذ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بد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53"/>
    </w:p>
    <w:p w:rsidR="005A2492" w:rsidRDefault="005A2492" w:rsidP="00CE0950">
      <w:pPr>
        <w:pStyle w:val="libArabic"/>
        <w:rPr>
          <w:rtl/>
        </w:rPr>
      </w:pP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رَسُولَ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ص خَرَجَ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جِنَ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زَةِ سَع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دٍ وَ قَد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شَ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َّعَ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ُ سَب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عُونَ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فَ مَلَ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ٍ 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مِن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زَعَ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رَّةٍ فِ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خُلُقِ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هْ</w:t>
      </w:r>
      <w:r>
        <w:rPr>
          <w:rFonts w:hint="cs"/>
          <w:rtl/>
        </w:rPr>
        <w:t>لِ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C15B30">
        <w:rPr>
          <w:rFonts w:hint="cs"/>
          <w:rtl/>
        </w:rPr>
        <w:t xml:space="preserve"> فَقَ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>لَت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مُّ سَع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دٍ 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َنِ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ئ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سَع</w:t>
      </w:r>
      <w:r w:rsidRPr="00F97686">
        <w:rPr>
          <w:rFonts w:hint="cs"/>
          <w:rtl/>
        </w:rPr>
        <w:t>ْ</w:t>
      </w:r>
      <w:r>
        <w:rPr>
          <w:rtl/>
        </w:rPr>
        <w:t>دُ فَقَ</w:t>
      </w:r>
      <w:r w:rsidR="00CF3D62" w:rsidRPr="00CF3D62">
        <w:rPr>
          <w:rtl/>
        </w:rPr>
        <w:t>ا</w:t>
      </w:r>
      <w:r>
        <w:rPr>
          <w:rtl/>
        </w:rPr>
        <w:t>لَ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رَسُولُ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ِ ص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مَّ سَع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دٍ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تَح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تِمِ</w:t>
      </w:r>
      <w:r w:rsidRPr="00F97686">
        <w:rPr>
          <w:rFonts w:hint="cs"/>
          <w:rtl/>
        </w:rPr>
        <w:t>ي</w:t>
      </w:r>
      <w:r>
        <w:rPr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</w:t>
      </w:r>
      <w:r w:rsidR="00CE0950" w:rsidRPr="007741D8">
        <w:rPr>
          <w:rStyle w:val="libFootnotenumChar"/>
          <w:rFonts w:hint="cs"/>
          <w:rtl/>
        </w:rPr>
        <w:t>(1)</w:t>
      </w:r>
    </w:p>
    <w:p w:rsidR="005A2492" w:rsidRDefault="005A2492" w:rsidP="00CE0950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مع</w:t>
      </w:r>
      <w:r w:rsidR="00816B77" w:rsidRPr="00816B77">
        <w:rPr>
          <w:rtl/>
          <w:lang w:bidi="ur-PK"/>
        </w:rPr>
        <w:t>ا</w:t>
      </w:r>
      <w:r>
        <w:rPr>
          <w:rtl/>
        </w:rPr>
        <w:t>ذ ؓ جو رسول</w:t>
      </w:r>
      <w:r w:rsidR="000B1FC0" w:rsidRPr="000B1FC0">
        <w:rPr>
          <w:rtl/>
          <w:lang w:bidi="ur-PK"/>
        </w:rPr>
        <w:t>(ص)</w:t>
      </w:r>
      <w:r>
        <w:rPr>
          <w:rtl/>
        </w:rPr>
        <w:t>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ص صح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جب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نتق</w:t>
      </w:r>
      <w:r w:rsidR="00816B77" w:rsidRPr="00816B77">
        <w:rPr>
          <w:rtl/>
          <w:lang w:bidi="ur-PK"/>
        </w:rPr>
        <w:t>ا</w:t>
      </w:r>
      <w:r>
        <w:rPr>
          <w:rtl/>
        </w:rPr>
        <w:t>ل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کے حکم سے </w:t>
      </w:r>
      <w:r w:rsidR="00816B77" w:rsidRPr="00816B77">
        <w:rPr>
          <w:rtl/>
          <w:lang w:bidi="ur-PK"/>
        </w:rPr>
        <w:t>ا</w:t>
      </w:r>
      <w:r>
        <w:rPr>
          <w:rtl/>
        </w:rPr>
        <w:t>سے غسل و کفن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</w:t>
      </w:r>
      <w:r w:rsidR="00816B77" w:rsidRPr="00816B77">
        <w:rPr>
          <w:rtl/>
          <w:lang w:bidi="ur-PK"/>
        </w:rPr>
        <w:t>ا</w:t>
      </w:r>
      <w:r>
        <w:rPr>
          <w:rtl/>
        </w:rPr>
        <w:t>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ننگے سرننگے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کبھ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کندھ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ہ</w:t>
      </w:r>
      <w:r>
        <w:rPr>
          <w:rFonts w:hint="cs"/>
          <w:rtl/>
        </w:rPr>
        <w:t>ی</w:t>
      </w:r>
      <w:r>
        <w:rPr>
          <w:rtl/>
        </w:rPr>
        <w:t xml:space="preserve"> دست مب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رک سے </w:t>
      </w:r>
      <w:r w:rsidR="00816B77" w:rsidRPr="00816B77">
        <w:rPr>
          <w:rtl/>
          <w:lang w:bidi="ur-PK"/>
        </w:rPr>
        <w:t>ا</w:t>
      </w:r>
      <w:r>
        <w:rPr>
          <w:rtl/>
        </w:rPr>
        <w:t>سے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قبر کو محکم طور پر 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کرتے ہوئے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کچھ دنوں کے بعد سعد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بدن سڑ ج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بندہ جو ک</w:t>
      </w:r>
      <w:r w:rsidR="00816B77" w:rsidRPr="00816B77">
        <w:rPr>
          <w:rtl/>
          <w:lang w:bidi="ur-PK"/>
        </w:rPr>
        <w:t>ا</w:t>
      </w:r>
      <w:r>
        <w:rPr>
          <w:rtl/>
        </w:rPr>
        <w:t>م بھ</w:t>
      </w:r>
      <w:r>
        <w:rPr>
          <w:rFonts w:hint="cs"/>
          <w:rtl/>
        </w:rPr>
        <w:t>ی</w:t>
      </w:r>
      <w:r>
        <w:rPr>
          <w:rtl/>
        </w:rPr>
        <w:t xml:space="preserve"> کرے محکم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مضبوط ہو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وقت سعد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نے 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>ز د</w:t>
      </w:r>
      <w:r>
        <w:rPr>
          <w:rFonts w:hint="cs"/>
          <w:rtl/>
        </w:rPr>
        <w:t>ی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tl/>
        </w:rPr>
        <w:t>ے سعد! ت</w:t>
      </w:r>
      <w:r>
        <w:rPr>
          <w:rFonts w:hint="cs"/>
          <w:rtl/>
        </w:rPr>
        <w:t>ی</w:t>
      </w:r>
      <w:r>
        <w:rPr>
          <w:rFonts w:hint="eastAsia"/>
          <w:rtl/>
        </w:rPr>
        <w:t>ںَ</w:t>
      </w:r>
      <w:r>
        <w:rPr>
          <w:rtl/>
        </w:rPr>
        <w:t xml:space="preserve">  جنّت مب</w:t>
      </w:r>
      <w:r w:rsidR="00816B77" w:rsidRPr="00816B77">
        <w:rPr>
          <w:rtl/>
          <w:lang w:bidi="ur-PK"/>
        </w:rPr>
        <w:t>ا</w:t>
      </w:r>
      <w:r>
        <w:rPr>
          <w:rtl/>
        </w:rPr>
        <w:t>رک ہوپ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>نے سخت</w:t>
      </w:r>
      <w:r>
        <w:rPr>
          <w:rFonts w:hint="cs"/>
          <w:rtl/>
        </w:rPr>
        <w:t>ی</w:t>
      </w:r>
      <w:r>
        <w:rPr>
          <w:rtl/>
        </w:rPr>
        <w:t xml:space="preserve"> سے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 w:rsidR="00816B77" w:rsidRPr="00816B77">
        <w:rPr>
          <w:rtl/>
          <w:lang w:bidi="ur-PK"/>
        </w:rPr>
        <w:t>ا</w:t>
      </w:r>
      <w:r>
        <w:rPr>
          <w:rtl/>
        </w:rPr>
        <w:t>ے سعد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ں!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موش رہو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816B77" w:rsidRPr="00816B77">
        <w:rPr>
          <w:rtl/>
          <w:lang w:bidi="ur-PK"/>
        </w:rPr>
        <w:t>ا</w:t>
      </w:r>
      <w:r>
        <w:rPr>
          <w:rtl/>
        </w:rPr>
        <w:t>ٔت نہ کر</w:t>
      </w:r>
      <w:r w:rsidR="00816B77" w:rsidRPr="00816B77">
        <w:rPr>
          <w:rtl/>
          <w:lang w:bidi="ur-PK"/>
        </w:rPr>
        <w:t>ا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سعد فش</w:t>
      </w:r>
      <w:r w:rsidR="00816B77" w:rsidRPr="00816B77">
        <w:rPr>
          <w:rtl/>
          <w:lang w:bidi="ur-PK"/>
        </w:rPr>
        <w:t>ا</w:t>
      </w:r>
      <w:r>
        <w:rPr>
          <w:rtl/>
        </w:rPr>
        <w:t>ر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>
        <w:rPr>
          <w:rFonts w:hint="eastAsia"/>
          <w:rtl/>
        </w:rPr>
        <w:t>قبرست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سے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پس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تے وقت </w:t>
      </w:r>
      <w:r w:rsidR="00816B77" w:rsidRPr="00816B77">
        <w:rPr>
          <w:rtl/>
          <w:lang w:bidi="ur-PK"/>
        </w:rPr>
        <w:t>ا</w:t>
      </w:r>
      <w:r>
        <w:rPr>
          <w:rtl/>
        </w:rPr>
        <w:t>صح</w:t>
      </w:r>
      <w:r w:rsidR="00816B77" w:rsidRPr="00816B77">
        <w:rPr>
          <w:rtl/>
          <w:lang w:bidi="ur-PK"/>
        </w:rPr>
        <w:t>ا</w:t>
      </w:r>
      <w:r>
        <w:rPr>
          <w:rtl/>
        </w:rPr>
        <w:t>ب نے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ج سعد کے جن</w:t>
      </w:r>
      <w:r w:rsidR="00816B77" w:rsidRPr="00816B77">
        <w:rPr>
          <w:rtl/>
          <w:lang w:bidi="ur-PK"/>
        </w:rPr>
        <w:t>ا</w:t>
      </w:r>
      <w:r>
        <w:rPr>
          <w:rtl/>
        </w:rPr>
        <w:t>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لکل </w:t>
      </w:r>
      <w:r w:rsidR="00816B77" w:rsidRPr="00816B77">
        <w:rPr>
          <w:rtl/>
          <w:lang w:bidi="ur-PK"/>
        </w:rPr>
        <w:t>ا</w:t>
      </w:r>
      <w:r>
        <w:rPr>
          <w:rtl/>
        </w:rPr>
        <w:t>نوکھ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جن</w:t>
      </w:r>
      <w:r w:rsidR="00816B77" w:rsidRPr="00816B77">
        <w:rPr>
          <w:rtl/>
          <w:lang w:bidi="ur-PK"/>
        </w:rPr>
        <w:t>ا</w:t>
      </w:r>
      <w:r>
        <w:rPr>
          <w:rtl/>
        </w:rPr>
        <w:t>زے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ننگے سر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ننگے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لئے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مل</w:t>
      </w:r>
      <w:r w:rsidR="00816B77" w:rsidRPr="00816B77">
        <w:rPr>
          <w:rtl/>
          <w:lang w:bidi="ur-PK"/>
        </w:rPr>
        <w:t>ا</w:t>
      </w:r>
      <w:r>
        <w:rPr>
          <w:rtl/>
        </w:rPr>
        <w:t>ئکہ بھ</w:t>
      </w:r>
      <w:r>
        <w:rPr>
          <w:rFonts w:hint="cs"/>
          <w:rtl/>
        </w:rPr>
        <w:t>ی</w:t>
      </w:r>
      <w:r>
        <w:rPr>
          <w:rtl/>
        </w:rPr>
        <w:t xml:space="preserve"> سر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برہنہ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جن</w:t>
      </w:r>
      <w:r w:rsidR="00816B77" w:rsidRPr="00816B77">
        <w:rPr>
          <w:rtl/>
          <w:lang w:bidi="ur-PK"/>
        </w:rPr>
        <w:t>ا</w:t>
      </w:r>
      <w:r>
        <w:rPr>
          <w:rtl/>
        </w:rPr>
        <w:t>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ستّر ہز</w:t>
      </w:r>
      <w:r w:rsidR="00816B77" w:rsidRPr="00816B77">
        <w:rPr>
          <w:rtl/>
          <w:lang w:bidi="ur-PK"/>
        </w:rPr>
        <w:t>ا</w:t>
      </w:r>
      <w:r>
        <w:rPr>
          <w:rtl/>
        </w:rPr>
        <w:t>ر فرشتوں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قتد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کرتے ہوئے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(جوتے) </w:t>
      </w:r>
      <w:r w:rsidR="00816B77" w:rsidRPr="00816B77">
        <w:rPr>
          <w:rtl/>
          <w:lang w:bidi="ur-PK"/>
        </w:rPr>
        <w:t>ا</w:t>
      </w:r>
      <w:r>
        <w:rPr>
          <w:rtl/>
        </w:rPr>
        <w:t>ور رد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صح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نے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پ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طرف </w:t>
      </w:r>
      <w:r w:rsidRPr="00816B77">
        <w:rPr>
          <w:rtl/>
          <w:lang w:bidi="ur-PK"/>
        </w:rPr>
        <w:t>ا</w:t>
      </w:r>
      <w:r w:rsidR="005A2492">
        <w:rPr>
          <w:rtl/>
        </w:rPr>
        <w:t>ور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طرف سے کندھ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تھے،تو </w:t>
      </w:r>
      <w:r w:rsidRPr="00816B77">
        <w:rPr>
          <w:rtl/>
          <w:lang w:bidi="ur-PK"/>
        </w:rPr>
        <w:t>ا</w:t>
      </w:r>
      <w:r w:rsidR="005A2492">
        <w:rPr>
          <w:rtl/>
        </w:rPr>
        <w:t>پ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</w:t>
      </w:r>
      <w:r w:rsidRPr="00816B77">
        <w:rPr>
          <w:rtl/>
          <w:lang w:bidi="ur-PK"/>
        </w:rPr>
        <w:t>ا</w:t>
      </w:r>
      <w:r w:rsidR="005A2492">
        <w:rPr>
          <w:rtl/>
        </w:rPr>
        <w:t>تھ جبرئ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کے ہ</w:t>
      </w:r>
      <w:r w:rsidRPr="00816B77">
        <w:rPr>
          <w:rtl/>
          <w:lang w:bidi="ur-PK"/>
        </w:rPr>
        <w:t>ا</w:t>
      </w:r>
      <w:r w:rsidR="005A2492">
        <w:rPr>
          <w:rtl/>
        </w:rPr>
        <w:t>تھ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>، جس طرف وہ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تے تھے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</w:p>
    <w:p w:rsidR="00CE0950" w:rsidRDefault="00CE095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E0950" w:rsidRDefault="00CE0950" w:rsidP="00A7497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A74975" w:rsidRPr="00A74975">
        <w:rPr>
          <w:rtl/>
        </w:rPr>
        <w:t xml:space="preserve"> </w:t>
      </w:r>
      <w:r w:rsidR="00816B77" w:rsidRPr="00816B77">
        <w:rPr>
          <w:rtl/>
        </w:rPr>
        <w:t>ا</w:t>
      </w:r>
      <w:r w:rsidR="00A74975" w:rsidRPr="00A74975">
        <w:rPr>
          <w:rtl/>
        </w:rPr>
        <w:t>ل</w:t>
      </w:r>
      <w:r w:rsidR="00DB2203" w:rsidRPr="00DB2203">
        <w:rPr>
          <w:rtl/>
        </w:rPr>
        <w:t xml:space="preserve">کافی </w:t>
      </w:r>
      <w:r w:rsidR="00A74975" w:rsidRPr="00A74975">
        <w:rPr>
          <w:rFonts w:hint="eastAsia"/>
          <w:rtl/>
        </w:rPr>
        <w:t>،ج</w:t>
      </w:r>
      <w:r w:rsidR="00A74975" w:rsidRPr="00A74975">
        <w:rPr>
          <w:rtl/>
          <w:lang w:bidi="fa-IR"/>
        </w:rPr>
        <w:t>۲</w:t>
      </w:r>
      <w:r w:rsidR="00A74975" w:rsidRPr="00A74975">
        <w:rPr>
          <w:rtl/>
        </w:rPr>
        <w:t>، ص</w:t>
      </w:r>
      <w:r w:rsidR="00A74975" w:rsidRPr="00A74975">
        <w:rPr>
          <w:rtl/>
          <w:lang w:bidi="fa-IR"/>
        </w:rPr>
        <w:t>۲۳۶</w:t>
      </w:r>
    </w:p>
    <w:p w:rsidR="00CE0950" w:rsidRPr="00CE0950" w:rsidRDefault="00CE0950" w:rsidP="00A60F54">
      <w:pPr>
        <w:pStyle w:val="libPoemTini"/>
        <w:rPr>
          <w:rtl/>
        </w:rPr>
      </w:pPr>
      <w:r w:rsidRPr="00CE0950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صح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نے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پ نے خود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جن</w:t>
      </w:r>
      <w:r w:rsidRPr="00816B77">
        <w:rPr>
          <w:rtl/>
          <w:lang w:bidi="ur-PK"/>
        </w:rPr>
        <w:t>ا</w:t>
      </w:r>
      <w:r w:rsidR="005A2492">
        <w:rPr>
          <w:rtl/>
        </w:rPr>
        <w:t>زہ پڑھ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کو قبر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وجود </w:t>
      </w:r>
      <w:r w:rsidRPr="00816B77">
        <w:rPr>
          <w:rtl/>
          <w:lang w:bidi="ur-PK"/>
        </w:rPr>
        <w:t>ا</w:t>
      </w:r>
      <w:r w:rsidR="005A2492">
        <w:rPr>
          <w:rtl/>
        </w:rPr>
        <w:t>پ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سعد فش</w:t>
      </w:r>
      <w:r w:rsidRPr="00816B77">
        <w:rPr>
          <w:rtl/>
          <w:lang w:bidi="ur-PK"/>
        </w:rPr>
        <w:t>ا</w:t>
      </w:r>
      <w:r w:rsidR="005A2492">
        <w:rPr>
          <w:rtl/>
        </w:rPr>
        <w:t>ر قبر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مبتل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ہے!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کرم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بد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سے معلوم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بد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فش</w:t>
      </w:r>
      <w:r w:rsidRPr="00816B77">
        <w:rPr>
          <w:rtl/>
          <w:lang w:bidi="ur-PK"/>
        </w:rPr>
        <w:t>ا</w:t>
      </w:r>
      <w:r w:rsidR="005A2492">
        <w:rPr>
          <w:rtl/>
        </w:rPr>
        <w:t>ر قبر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عث ہے</w:t>
      </w:r>
    </w:p>
    <w:p w:rsidR="005A2492" w:rsidRDefault="005A2492" w:rsidP="00A21BC5">
      <w:pPr>
        <w:pStyle w:val="Heading1"/>
        <w:rPr>
          <w:rtl/>
        </w:rPr>
      </w:pPr>
      <w:bookmarkStart w:id="154" w:name="_Toc393190579"/>
      <w:r>
        <w:rPr>
          <w:rFonts w:hint="eastAsia"/>
          <w:rtl/>
        </w:rPr>
        <w:t>سعد</w:t>
      </w:r>
      <w:r>
        <w:rPr>
          <w:rtl/>
        </w:rPr>
        <w:t xml:space="preserve"> بن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ذ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</w:t>
      </w:r>
      <w:r w:rsidR="00816B77" w:rsidRPr="00816B77">
        <w:rPr>
          <w:rtl/>
          <w:lang w:bidi="ur-PK"/>
        </w:rPr>
        <w:t>ا</w:t>
      </w:r>
      <w:r>
        <w:rPr>
          <w:rtl/>
        </w:rPr>
        <w:t>؟</w:t>
      </w:r>
      <w:bookmarkEnd w:id="154"/>
      <w:r>
        <w:rPr>
          <w:rtl/>
        </w:rPr>
        <w:t xml:space="preserve"> </w:t>
      </w:r>
    </w:p>
    <w:p w:rsidR="005A2492" w:rsidRDefault="005A2492" w:rsidP="00CE0950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F97686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لنَّبِ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َّ صَلَّ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سَع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>
        <w:rPr>
          <w:rtl/>
        </w:rPr>
        <w:t>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نِ مُعَ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ذٍ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لَقَد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فَ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مَلَ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َةِ سَب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عُونَ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ف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فِ</w:t>
      </w:r>
      <w:r w:rsidRPr="00F97686">
        <w:rPr>
          <w:rFonts w:hint="cs"/>
          <w:rtl/>
        </w:rPr>
        <w:t>يه</w:t>
      </w:r>
      <w:r>
        <w:rPr>
          <w:rFonts w:hint="cs"/>
          <w:rtl/>
        </w:rPr>
        <w:t>ِم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جَب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رَئِ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 xml:space="preserve">لُ ع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ُصَلُّونَ عَلَ</w:t>
      </w:r>
      <w:r w:rsidRPr="00F97686">
        <w:rPr>
          <w:rFonts w:hint="cs"/>
          <w:rtl/>
        </w:rPr>
        <w:t>يْه</w:t>
      </w:r>
      <w:r>
        <w:rPr>
          <w:rFonts w:hint="cs"/>
          <w:rtl/>
        </w:rPr>
        <w:t>ِ فَقُل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تُ لَ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جَب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رَئِ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لُ بِمَ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ي</w:t>
      </w:r>
      <w:r>
        <w:rPr>
          <w:rFonts w:hint="cs"/>
          <w:rtl/>
        </w:rPr>
        <w:t>َس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>تَحِقُّ صَلَ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تَ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Pr="00F97686">
        <w:rPr>
          <w:rFonts w:hint="cs"/>
          <w:rtl/>
        </w:rPr>
        <w:t>يْه</w:t>
      </w:r>
      <w:r>
        <w:rPr>
          <w:rFonts w:hint="cs"/>
          <w:rtl/>
        </w:rPr>
        <w:t>ِ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>
        <w:rPr>
          <w:rFonts w:hint="eastAsia"/>
          <w:rtl/>
        </w:rPr>
        <w:t>بِقِرَ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ءَتِ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قُل</w:t>
      </w:r>
      <w:r w:rsidRPr="00F97686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حَدٌ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ئِم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عِد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رَ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ك</w:t>
      </w:r>
      <w:r>
        <w:rPr>
          <w:rFonts w:hint="cs"/>
          <w:rtl/>
        </w:rPr>
        <w:t>ِب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شِ</w:t>
      </w:r>
      <w:r w:rsidRPr="00F97686">
        <w:rPr>
          <w:rFonts w:hint="cs"/>
          <w:rtl/>
        </w:rPr>
        <w:t>ي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ذَ</w:t>
      </w:r>
      <w:r w:rsidR="00CF3D62" w:rsidRPr="00CF3D62">
        <w:rPr>
          <w:rFonts w:hint="cs"/>
          <w:rtl/>
        </w:rPr>
        <w:t>ا</w:t>
      </w:r>
      <w:r w:rsidRPr="00F97686">
        <w:rPr>
          <w:rFonts w:hint="cs"/>
          <w:rtl/>
        </w:rPr>
        <w:t>ه</w:t>
      </w:r>
      <w:r>
        <w:rPr>
          <w:rFonts w:hint="cs"/>
          <w:rtl/>
        </w:rPr>
        <w:t>ِب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F97686">
        <w:rPr>
          <w:rFonts w:hint="cs"/>
          <w:rtl/>
        </w:rPr>
        <w:t>ي</w:t>
      </w:r>
      <w:r w:rsidR="00CF3D62" w:rsidRPr="00CF3D62">
        <w:rPr>
          <w:rFonts w:hint="cs"/>
          <w:rtl/>
        </w:rPr>
        <w:t>ا</w:t>
      </w:r>
      <w:r w:rsidR="00CE0950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  ؑ سے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ہے کہ رسول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ﷺ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سعد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جن</w:t>
      </w:r>
      <w:r w:rsidRPr="00816B77">
        <w:rPr>
          <w:rtl/>
          <w:lang w:bidi="ur-PK"/>
        </w:rPr>
        <w:t>ا</w:t>
      </w:r>
      <w:r w:rsidR="005A2492">
        <w:rPr>
          <w:rtl/>
        </w:rPr>
        <w:t>زہ پڑھ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tl/>
          <w:lang w:bidi="fa-IR"/>
        </w:rPr>
        <w:t>۷۰</w:t>
      </w:r>
      <w:r w:rsidR="005A2492">
        <w:rPr>
          <w:rtl/>
        </w:rPr>
        <w:t>ہز</w:t>
      </w:r>
      <w:r w:rsidRPr="00816B77">
        <w:rPr>
          <w:rtl/>
          <w:lang w:bidi="ur-PK"/>
        </w:rPr>
        <w:t>ا</w:t>
      </w:r>
      <w:r w:rsidR="005A2492">
        <w:rPr>
          <w:rtl/>
        </w:rPr>
        <w:t>ر فرشتوں نےبھ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شرکت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رسول خد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جبرئ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سے پوچھ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کونس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جس 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وجہ سے مل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ئکہ نے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نم</w:t>
      </w:r>
      <w:r w:rsidRPr="00816B77">
        <w:rPr>
          <w:rtl/>
          <w:lang w:bidi="ur-PK"/>
        </w:rPr>
        <w:t>ا</w:t>
      </w:r>
      <w:r w:rsidR="005A2492">
        <w:rPr>
          <w:rtl/>
        </w:rPr>
        <w:t>ز جن</w:t>
      </w:r>
      <w:r w:rsidRPr="00816B77">
        <w:rPr>
          <w:rtl/>
          <w:lang w:bidi="ur-PK"/>
        </w:rPr>
        <w:t>ا</w:t>
      </w:r>
      <w:r w:rsidR="005A2492">
        <w:rPr>
          <w:rtl/>
        </w:rPr>
        <w:t>زہ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شرکت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؟ جبرئ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:وہ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ہر ح</w:t>
      </w:r>
      <w:r w:rsidRPr="00816B77">
        <w:rPr>
          <w:rtl/>
          <w:lang w:bidi="ur-PK"/>
        </w:rPr>
        <w:t>ا</w:t>
      </w:r>
      <w:r w:rsidR="005A2492">
        <w:rPr>
          <w:rtl/>
        </w:rPr>
        <w:t>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 وہ 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ٹھ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ہو</w:t>
      </w:r>
      <w:r w:rsidR="005A2492">
        <w:rPr>
          <w:rtl/>
        </w:rPr>
        <w:t xml:space="preserve"> ،پ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دل</w:t>
      </w:r>
      <w:r w:rsidR="005A2492">
        <w:rPr>
          <w:rtl/>
        </w:rPr>
        <w:t xml:space="preserve">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سو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ر، </w:t>
      </w:r>
      <w:r w:rsidRPr="00816B77">
        <w:rPr>
          <w:rtl/>
          <w:lang w:bidi="ur-PK"/>
        </w:rPr>
        <w:t>ا</w:t>
      </w:r>
      <w:r w:rsidR="005A2492">
        <w:rPr>
          <w:rtl/>
        </w:rPr>
        <w:t>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 ؛ سورہ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ص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تل</w:t>
      </w:r>
      <w:r w:rsidRPr="00816B77">
        <w:rPr>
          <w:rtl/>
          <w:lang w:bidi="ur-PK"/>
        </w:rPr>
        <w:t>ا</w:t>
      </w:r>
      <w:r w:rsidR="005A2492">
        <w:rPr>
          <w:rtl/>
        </w:rPr>
        <w:t>وت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کرتےتھے</w:t>
      </w:r>
    </w:p>
    <w:p w:rsidR="005A2492" w:rsidRDefault="00816B77" w:rsidP="00A21BC5">
      <w:pPr>
        <w:pStyle w:val="Heading1"/>
        <w:rPr>
          <w:rtl/>
        </w:rPr>
      </w:pPr>
      <w:bookmarkStart w:id="155" w:name="_Toc393190580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چھے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لک بنو</w:t>
      </w:r>
      <w:bookmarkEnd w:id="155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بچوّں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غصّہ دکھ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نے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ن مرد</w:t>
      </w:r>
      <w:r>
        <w:rPr>
          <w:rFonts w:hint="cs"/>
          <w:rtl/>
        </w:rPr>
        <w:t>ی</w:t>
      </w:r>
      <w:r>
        <w:rPr>
          <w:rtl/>
        </w:rPr>
        <w:t xml:space="preserve"> سمجھت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وہ سخت غلط فہم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وہ ہے جس ک</w:t>
      </w:r>
      <w:r>
        <w:rPr>
          <w:rFonts w:hint="cs"/>
          <w:rtl/>
        </w:rPr>
        <w:t>ی</w:t>
      </w:r>
      <w:r>
        <w:rPr>
          <w:rtl/>
        </w:rPr>
        <w:t xml:space="preserve"> بد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لوگ ڈر کے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>م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E0950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نہ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</w:t>
      </w:r>
      <w:r w:rsidR="00816B77" w:rsidRPr="00816B77">
        <w:rPr>
          <w:rtl/>
          <w:lang w:bidi="ur-PK"/>
        </w:rPr>
        <w:t>ا</w:t>
      </w:r>
      <w:r>
        <w:rPr>
          <w:rtl/>
        </w:rPr>
        <w:t>ں غصّہ دکھ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گھر کے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 w:rsidR="00816B77" w:rsidRPr="00816B77">
        <w:rPr>
          <w:rtl/>
          <w:lang w:bidi="ur-PK"/>
        </w:rPr>
        <w:t>ا</w:t>
      </w:r>
      <w:r>
        <w:rPr>
          <w:rtl/>
        </w:rPr>
        <w:t>د کو 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وردھمک</w:t>
      </w:r>
      <w:r w:rsidR="00816B77" w:rsidRPr="00816B77">
        <w:rPr>
          <w:rtl/>
          <w:lang w:bidi="ur-PK"/>
        </w:rPr>
        <w:t>ا</w:t>
      </w:r>
      <w:r>
        <w:rPr>
          <w:rtl/>
        </w:rPr>
        <w:t>ئے بلکہ گھر صلح و صف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عشق و وف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فد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گہو</w:t>
      </w:r>
      <w:r w:rsidR="00816B77" w:rsidRPr="00816B77">
        <w:rPr>
          <w:rtl/>
          <w:lang w:bidi="ur-PK"/>
        </w:rPr>
        <w:t>ا</w:t>
      </w:r>
      <w:r>
        <w:rPr>
          <w:rtl/>
        </w:rPr>
        <w:t>رہ ہے جہ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جسم و روح ک</w:t>
      </w:r>
      <w:r>
        <w:rPr>
          <w:rFonts w:hint="cs"/>
          <w:rtl/>
        </w:rPr>
        <w:t>ی</w:t>
      </w:r>
      <w:r>
        <w:rPr>
          <w:rtl/>
        </w:rPr>
        <w:t xml:space="preserve"> پرورش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CE0950" w:rsidRDefault="00CE095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E0950" w:rsidRDefault="00CE0950" w:rsidP="00A7497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A74975" w:rsidRPr="00A74975">
        <w:rPr>
          <w:rtl/>
        </w:rPr>
        <w:t xml:space="preserve"> </w:t>
      </w:r>
      <w:r w:rsidR="00816B77" w:rsidRPr="00816B77">
        <w:rPr>
          <w:rtl/>
        </w:rPr>
        <w:t>ا</w:t>
      </w:r>
      <w:r w:rsidR="00A74975" w:rsidRPr="00A74975">
        <w:rPr>
          <w:rtl/>
        </w:rPr>
        <w:t>ل</w:t>
      </w:r>
      <w:r w:rsidR="00DB2203" w:rsidRPr="00DB2203">
        <w:rPr>
          <w:rtl/>
        </w:rPr>
        <w:t xml:space="preserve">کافی </w:t>
      </w:r>
      <w:r w:rsidR="00A74975" w:rsidRPr="00A74975">
        <w:rPr>
          <w:rtl/>
        </w:rPr>
        <w:t xml:space="preserve"> ج</w:t>
      </w:r>
      <w:r w:rsidR="00A74975" w:rsidRPr="00A74975">
        <w:rPr>
          <w:rtl/>
          <w:lang w:bidi="fa-IR"/>
        </w:rPr>
        <w:t>۲</w:t>
      </w:r>
      <w:r w:rsidR="00A74975" w:rsidRPr="00A74975">
        <w:rPr>
          <w:rtl/>
        </w:rPr>
        <w:t>، ص</w:t>
      </w:r>
      <w:r w:rsidR="00A74975" w:rsidRPr="00A74975">
        <w:rPr>
          <w:rtl/>
          <w:lang w:bidi="fa-IR"/>
        </w:rPr>
        <w:t>۶۲۲</w:t>
      </w:r>
    </w:p>
    <w:p w:rsidR="00CE0950" w:rsidRPr="00A74975" w:rsidRDefault="00CE0950" w:rsidP="00A60F54">
      <w:pPr>
        <w:pStyle w:val="libPoemTini"/>
        <w:rPr>
          <w:rtl/>
        </w:rPr>
      </w:pPr>
      <w:r w:rsidRPr="00A74975">
        <w:rPr>
          <w:rtl/>
        </w:rPr>
        <w:br w:type="page"/>
      </w:r>
    </w:p>
    <w:p w:rsidR="005A2492" w:rsidRDefault="00816B77" w:rsidP="00A21BC5">
      <w:pPr>
        <w:pStyle w:val="Heading1"/>
        <w:rPr>
          <w:rtl/>
        </w:rPr>
      </w:pPr>
      <w:bookmarkStart w:id="156" w:name="_Toc393190581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خل</w:t>
      </w:r>
      <w:r w:rsidRPr="00816B77">
        <w:rPr>
          <w:rFonts w:hint="eastAsia"/>
          <w:rtl/>
          <w:lang w:bidi="ur-PK"/>
        </w:rPr>
        <w:t>ا</w:t>
      </w:r>
      <w:r w:rsidR="00A60F54">
        <w:rPr>
          <w:rFonts w:hint="cs"/>
          <w:rtl/>
        </w:rPr>
        <w:t>ق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="005A2492" w:rsidRPr="00A60F54">
        <w:rPr>
          <w:rFonts w:hint="cs"/>
          <w:rtl/>
        </w:rPr>
        <w:t>م</w:t>
      </w:r>
      <w:r w:rsidR="009B349E" w:rsidRPr="009B349E">
        <w:rPr>
          <w:rFonts w:hint="cs"/>
          <w:rtl/>
          <w:lang w:bidi="ur-PK"/>
        </w:rPr>
        <w:t>ی</w:t>
      </w:r>
      <w:r w:rsidR="005A2492" w:rsidRPr="00A60F54">
        <w:rPr>
          <w:rFonts w:hint="cs"/>
          <w:rtl/>
        </w:rPr>
        <w:t xml:space="preserve">ت </w:t>
      </w:r>
      <w:r w:rsidRPr="00A60F54">
        <w:rPr>
          <w:rFonts w:hint="cs"/>
          <w:rtl/>
        </w:rPr>
        <w:t>ا</w:t>
      </w:r>
      <w:r w:rsidR="005A2492" w:rsidRPr="00A60F54">
        <w:rPr>
          <w:rFonts w:hint="cs"/>
          <w:rtl/>
        </w:rPr>
        <w:t>شع</w:t>
      </w:r>
      <w:r w:rsidRPr="00A60F54">
        <w:rPr>
          <w:rFonts w:hint="cs"/>
          <w:rtl/>
        </w:rPr>
        <w:t>ا</w:t>
      </w:r>
      <w:r w:rsidR="005A2492" w:rsidRPr="00A60F54">
        <w:rPr>
          <w:rFonts w:hint="cs"/>
          <w:rtl/>
        </w:rPr>
        <w:t xml:space="preserve">ر کے </w:t>
      </w:r>
      <w:r w:rsidRPr="00A60F54">
        <w:rPr>
          <w:rFonts w:hint="cs"/>
          <w:rtl/>
        </w:rPr>
        <w:t>ا</w:t>
      </w:r>
      <w:r w:rsidR="005A2492" w:rsidRPr="00A60F54">
        <w:rPr>
          <w:rFonts w:hint="cs"/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bookmarkEnd w:id="156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قو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روزگ</w:t>
      </w:r>
      <w:r w:rsidRPr="00816B77">
        <w:rPr>
          <w:rtl/>
          <w:lang w:bidi="ur-PK"/>
        </w:rPr>
        <w:t>ا</w:t>
      </w:r>
      <w:r w:rsidR="005A2492">
        <w:rPr>
          <w:rtl/>
        </w:rPr>
        <w:t>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خل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ق زند</w:t>
      </w:r>
      <w:r w:rsidR="00DB2203">
        <w:rPr>
          <w:rFonts w:hint="cs"/>
          <w:rtl/>
        </w:rPr>
        <w:t xml:space="preserve">ہ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ند             قوم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گشت 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قد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خل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ق </w:t>
      </w:r>
      <w:r w:rsidR="005A2492">
        <w:rPr>
          <w:rtl/>
        </w:rPr>
        <w:t>مردن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</w:t>
      </w:r>
      <w:r w:rsidR="00DB2203" w:rsidRPr="00E67D25">
        <w:rPr>
          <w:rFonts w:hint="cs"/>
          <w:rtl/>
        </w:rPr>
        <w:t>ت</w:t>
      </w:r>
    </w:p>
    <w:p w:rsidR="005A2492" w:rsidRDefault="005A2492" w:rsidP="00A60F54">
      <w:pPr>
        <w:pStyle w:val="Heading1"/>
        <w:rPr>
          <w:rtl/>
        </w:rPr>
      </w:pPr>
      <w:bookmarkStart w:id="157" w:name="_Toc393190582"/>
      <w:r>
        <w:rPr>
          <w:rFonts w:hint="eastAsia"/>
          <w:rtl/>
        </w:rPr>
        <w:t>حسن</w:t>
      </w:r>
      <w:r>
        <w:rPr>
          <w:rtl/>
        </w:rPr>
        <w:t xml:space="preserve"> خل</w:t>
      </w:r>
      <w:r w:rsidR="00A60F54">
        <w:rPr>
          <w:rFonts w:hint="cs"/>
          <w:rtl/>
        </w:rPr>
        <w:t xml:space="preserve">ق </w:t>
      </w:r>
      <w:r>
        <w:rPr>
          <w:rFonts w:hint="cs"/>
          <w:rtl/>
        </w:rPr>
        <w:t xml:space="preserve">کے 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ث</w:t>
      </w:r>
      <w:r w:rsidR="00816B77" w:rsidRPr="00816B77">
        <w:rPr>
          <w:rFonts w:hint="cs"/>
          <w:rtl/>
          <w:lang w:bidi="ur-PK"/>
        </w:rPr>
        <w:t>ا</w:t>
      </w:r>
      <w:r>
        <w:rPr>
          <w:rFonts w:hint="cs"/>
          <w:rtl/>
        </w:rPr>
        <w:t>ر و فو</w:t>
      </w:r>
      <w:r w:rsidR="00816B77" w:rsidRPr="00816B77">
        <w:rPr>
          <w:rFonts w:hint="cs"/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>د</w:t>
      </w:r>
      <w:bookmarkEnd w:id="157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ررّ،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متح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 xml:space="preserve">ردم،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 زندگ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ردن            بِ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ست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ز تند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و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شفتگ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، نرم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و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 w:rsidR="00DB2203">
        <w:rPr>
          <w:rFonts w:hint="cs"/>
          <w:rtl/>
          <w:lang w:bidi="ur-PK"/>
        </w:rPr>
        <w:t>ی</w:t>
      </w:r>
    </w:p>
    <w:p w:rsidR="005A2492" w:rsidRDefault="00A60F54" w:rsidP="00A21BC5">
      <w:pPr>
        <w:pStyle w:val="Heading1"/>
        <w:rPr>
          <w:rtl/>
        </w:rPr>
      </w:pPr>
      <w:r>
        <w:rPr>
          <w:rtl/>
        </w:rPr>
        <w:t xml:space="preserve"> </w:t>
      </w:r>
      <w:bookmarkStart w:id="158" w:name="_Toc393190583"/>
      <w:r>
        <w:rPr>
          <w:rtl/>
        </w:rPr>
        <w:t>بدخل</w:t>
      </w:r>
      <w:r>
        <w:rPr>
          <w:rFonts w:hint="cs"/>
          <w:rtl/>
        </w:rPr>
        <w:t>ق</w:t>
      </w:r>
      <w:r w:rsidR="005A2492">
        <w:rPr>
          <w:rFonts w:hint="cs"/>
          <w:rtl/>
        </w:rPr>
        <w:t xml:space="preserve"> ک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 xml:space="preserve"> 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>نج</w:t>
      </w:r>
      <w:r w:rsidR="00816B77" w:rsidRPr="00816B77">
        <w:rPr>
          <w:rFonts w:hint="cs"/>
          <w:rtl/>
          <w:lang w:bidi="ur-PK"/>
        </w:rPr>
        <w:t>ا</w:t>
      </w:r>
      <w:r w:rsidR="005A2492">
        <w:rPr>
          <w:rFonts w:hint="cs"/>
          <w:rtl/>
        </w:rPr>
        <w:t>م</w:t>
      </w:r>
      <w:bookmarkEnd w:id="158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>
        <w:rPr>
          <w:rtl/>
        </w:rPr>
        <w:t xml:space="preserve"> دوزخ بُرد مرد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خو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زشت            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خل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ق ن</w:t>
      </w:r>
      <w:r w:rsidR="009B349E" w:rsidRPr="009B349E">
        <w:rPr>
          <w:rFonts w:hint="cs"/>
          <w:rtl/>
          <w:lang w:bidi="ur-PK"/>
        </w:rPr>
        <w:t>یک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مد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ست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ز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ش</w:t>
      </w:r>
      <w:r w:rsidR="00DB2203" w:rsidRPr="00E67D25">
        <w:rPr>
          <w:rFonts w:hint="cs"/>
          <w:rtl/>
        </w:rPr>
        <w:t>ت</w:t>
      </w:r>
    </w:p>
    <w:p w:rsidR="005A2492" w:rsidRDefault="005A2492" w:rsidP="00A60F54">
      <w:pPr>
        <w:pStyle w:val="Heading1"/>
        <w:rPr>
          <w:rtl/>
        </w:rPr>
      </w:pPr>
      <w:bookmarkStart w:id="159" w:name="_Toc393190584"/>
      <w:r>
        <w:rPr>
          <w:rFonts w:hint="eastAsia"/>
          <w:rtl/>
        </w:rPr>
        <w:t>دوست</w:t>
      </w:r>
      <w:r w:rsidR="00A60F54">
        <w:rPr>
          <w:rFonts w:hint="cs"/>
          <w:rtl/>
          <w:lang w:bidi="ur-PK"/>
        </w:rPr>
        <w:t xml:space="preserve">ی </w:t>
      </w:r>
      <w:r>
        <w:rPr>
          <w:rtl/>
        </w:rPr>
        <w:t>کے فو</w:t>
      </w:r>
      <w:r w:rsidR="00816B77" w:rsidRPr="00816B77">
        <w:rPr>
          <w:rtl/>
          <w:lang w:bidi="ur-PK"/>
        </w:rPr>
        <w:t>ا</w:t>
      </w:r>
      <w:r>
        <w:rPr>
          <w:rtl/>
        </w:rPr>
        <w:t>ئد</w:t>
      </w:r>
      <w:bookmarkEnd w:id="159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دوست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بنش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ن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م دل </w:t>
      </w:r>
      <w:r>
        <w:rPr>
          <w:rtl/>
        </w:rPr>
        <w:t>بب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رد             ن</w:t>
      </w:r>
      <w:r w:rsidR="008D6D4F" w:rsidRPr="008D6D4F">
        <w:rPr>
          <w:rFonts w:hint="cs"/>
          <w:rtl/>
          <w:lang w:bidi="ur-PK"/>
        </w:rPr>
        <w:t>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 دشمن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بر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 xml:space="preserve">ن 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رنج ب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شم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رد</w:t>
      </w:r>
    </w:p>
    <w:p w:rsidR="00CE0950" w:rsidRDefault="00CE0950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60743E">
      <w:pPr>
        <w:pStyle w:val="Heading1Center"/>
        <w:rPr>
          <w:rtl/>
        </w:rPr>
      </w:pPr>
      <w:bookmarkStart w:id="160" w:name="_Toc393190585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60"/>
    </w:p>
    <w:p w:rsidR="005A2492" w:rsidRDefault="005A2492" w:rsidP="00623E1B">
      <w:pPr>
        <w:pStyle w:val="Heading1Center"/>
        <w:rPr>
          <w:rtl/>
        </w:rPr>
      </w:pPr>
      <w:bookmarkStart w:id="161" w:name="_Toc393190586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کے متعلق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 w:rsidR="00816B77" w:rsidRPr="00816B77">
        <w:rPr>
          <w:rtl/>
          <w:lang w:bidi="ur-PK"/>
        </w:rPr>
        <w:t>ا</w:t>
      </w:r>
      <w:r>
        <w:rPr>
          <w:rtl/>
        </w:rPr>
        <w:t>رش</w:t>
      </w:r>
      <w:bookmarkEnd w:id="161"/>
    </w:p>
    <w:p w:rsidR="005A2492" w:rsidRDefault="005A2492" w:rsidP="00A21BC5">
      <w:pPr>
        <w:pStyle w:val="Heading1"/>
        <w:rPr>
          <w:rtl/>
        </w:rPr>
      </w:pPr>
      <w:bookmarkStart w:id="162" w:name="_Toc393190587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پر خرچ کرو</w:t>
      </w:r>
      <w:bookmarkEnd w:id="162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سج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سب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شخص پر ر</w:t>
      </w:r>
      <w:r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>ہل وع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پر سب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خرچ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ہے </w:t>
      </w:r>
    </w:p>
    <w:p w:rsidR="005A2492" w:rsidRDefault="005A2492" w:rsidP="00816FDF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371684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حَسَنِ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لرِّضَ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َط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لُبُ مِن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فَض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لِ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عَزَّ وَ جَلَّ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ُفُّ بِ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عِ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ظَمُ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ج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مُجَ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ِدِ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سَبِ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لِ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عَزَّ وَ جَلَّ</w:t>
      </w:r>
      <w:r w:rsidR="00371684" w:rsidRPr="007741D8">
        <w:rPr>
          <w:rStyle w:val="libFootnotenumChar"/>
          <w:rFonts w:hint="cs"/>
          <w:rtl/>
        </w:rPr>
        <w:t>(1)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816FDF">
        <w:rPr>
          <w:rStyle w:val="libNormalChar"/>
          <w:rFonts w:hint="eastAsia"/>
          <w:rtl/>
        </w:rPr>
        <w:t>م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816FDF">
        <w:rPr>
          <w:rStyle w:val="libNormalChar"/>
          <w:rFonts w:hint="eastAsia"/>
          <w:rtl/>
        </w:rPr>
        <w:t>م</w:t>
      </w:r>
      <w:r w:rsidRPr="00816FDF">
        <w:rPr>
          <w:rStyle w:val="libNormalChar"/>
          <w:rtl/>
        </w:rPr>
        <w:t xml:space="preserve"> رض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 xml:space="preserve"> </w:t>
      </w:r>
      <w:r w:rsidR="000B1FC0" w:rsidRPr="000B1FC0">
        <w:rPr>
          <w:rStyle w:val="libNormalChar"/>
          <w:rtl/>
          <w:lang w:bidi="ur-PK"/>
        </w:rPr>
        <w:t>(ع)</w:t>
      </w:r>
      <w:r w:rsidRPr="00816FDF">
        <w:rPr>
          <w:rStyle w:val="libNormalChar"/>
          <w:rtl/>
        </w:rPr>
        <w:t xml:space="preserve">سے منقول ہے کہ جو شخص 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 xml:space="preserve">پنے 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ہل وع</w:t>
      </w:r>
      <w:r w:rsidRPr="00816FDF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816FDF">
        <w:rPr>
          <w:rStyle w:val="libNormalChar"/>
          <w:rFonts w:hint="eastAsia"/>
          <w:rtl/>
        </w:rPr>
        <w:t>ل</w:t>
      </w:r>
      <w:r w:rsidRPr="00816FDF">
        <w:rPr>
          <w:rStyle w:val="libNormalChar"/>
          <w:rtl/>
        </w:rPr>
        <w:t xml:space="preserve"> ک</w:t>
      </w:r>
      <w:r w:rsidRPr="00816FDF">
        <w:rPr>
          <w:rStyle w:val="libNormalChar"/>
          <w:rFonts w:hint="cs"/>
          <w:rtl/>
        </w:rPr>
        <w:t>ی</w:t>
      </w:r>
      <w:r w:rsidRPr="00816FDF">
        <w:rPr>
          <w:rStyle w:val="libNormalChar"/>
          <w:rtl/>
        </w:rPr>
        <w:t xml:space="preserve"> خ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طر خد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 xml:space="preserve"> ک</w:t>
      </w:r>
      <w:r w:rsidRPr="00816FDF">
        <w:rPr>
          <w:rStyle w:val="libNormalChar"/>
          <w:rFonts w:hint="cs"/>
          <w:rtl/>
        </w:rPr>
        <w:t>ی</w:t>
      </w:r>
      <w:r w:rsidRPr="00816FDF">
        <w:rPr>
          <w:rStyle w:val="libNormalChar"/>
          <w:rtl/>
        </w:rPr>
        <w:t xml:space="preserve"> د</w:t>
      </w:r>
      <w:r w:rsidRPr="00816FDF">
        <w:rPr>
          <w:rStyle w:val="libNormalChar"/>
          <w:rFonts w:hint="cs"/>
          <w:rtl/>
        </w:rPr>
        <w:t>ی</w:t>
      </w:r>
      <w:r w:rsidRPr="00816FDF">
        <w:rPr>
          <w:rStyle w:val="libNormalChar"/>
          <w:rtl/>
        </w:rPr>
        <w:t xml:space="preserve"> ہوئ</w:t>
      </w:r>
      <w:r w:rsidRPr="00816FDF">
        <w:rPr>
          <w:rStyle w:val="libNormalChar"/>
          <w:rFonts w:hint="cs"/>
          <w:rtl/>
        </w:rPr>
        <w:t>ی</w:t>
      </w:r>
      <w:r w:rsidRPr="00816FDF">
        <w:rPr>
          <w:rStyle w:val="libNormalChar"/>
          <w:rtl/>
        </w:rPr>
        <w:t xml:space="preserve"> نعمتوں سے کسب کرت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 xml:space="preserve"> ہے تو 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 xml:space="preserve">س کے لئے 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س مج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ہد سے ز</w:t>
      </w:r>
      <w:r w:rsidRPr="00816FDF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816FDF">
        <w:rPr>
          <w:rStyle w:val="libNormalChar"/>
          <w:rFonts w:hint="eastAsia"/>
          <w:rtl/>
        </w:rPr>
        <w:t>دہ</w:t>
      </w:r>
      <w:r w:rsidRPr="00816FDF">
        <w:rPr>
          <w:rStyle w:val="libNormalChar"/>
          <w:rtl/>
        </w:rPr>
        <w:t xml:space="preserve"> ثو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ب د</w:t>
      </w:r>
      <w:r w:rsidRPr="00816FDF">
        <w:rPr>
          <w:rStyle w:val="libNormalChar"/>
          <w:rFonts w:hint="cs"/>
          <w:rtl/>
        </w:rPr>
        <w:t>ی</w:t>
      </w:r>
      <w:r w:rsidR="00816B77" w:rsidRPr="00816B77">
        <w:rPr>
          <w:rStyle w:val="libNormalChar"/>
          <w:rFonts w:hint="eastAsia"/>
          <w:rtl/>
          <w:lang w:bidi="ur-PK"/>
        </w:rPr>
        <w:t>ا</w:t>
      </w:r>
      <w:r w:rsidRPr="00816FDF">
        <w:rPr>
          <w:rStyle w:val="libNormalChar"/>
          <w:rtl/>
        </w:rPr>
        <w:t xml:space="preserve"> ج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ئے گ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،جو ر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ہ خد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 xml:space="preserve"> م</w:t>
      </w:r>
      <w:r w:rsidRPr="00816FDF">
        <w:rPr>
          <w:rStyle w:val="libNormalChar"/>
          <w:rFonts w:hint="cs"/>
          <w:rtl/>
        </w:rPr>
        <w:t>ی</w:t>
      </w:r>
      <w:r w:rsidRPr="00816FDF">
        <w:rPr>
          <w:rStyle w:val="libNormalChar"/>
          <w:rFonts w:hint="eastAsia"/>
          <w:rtl/>
        </w:rPr>
        <w:t>ں</w:t>
      </w:r>
      <w:r w:rsidRPr="00816FDF">
        <w:rPr>
          <w:rStyle w:val="libNormalChar"/>
          <w:rtl/>
        </w:rPr>
        <w:t xml:space="preserve"> جہ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د کرتے ہ</w:t>
      </w:r>
      <w:r w:rsidRPr="00816FDF">
        <w:rPr>
          <w:rStyle w:val="libNormalChar"/>
          <w:rFonts w:hint="cs"/>
          <w:rtl/>
        </w:rPr>
        <w:t>ی</w:t>
      </w:r>
      <w:r w:rsidRPr="00816FDF">
        <w:rPr>
          <w:rStyle w:val="libNormalChar"/>
          <w:rFonts w:hint="eastAsia"/>
          <w:rtl/>
        </w:rPr>
        <w:t>ں</w:t>
      </w:r>
      <w:r w:rsidR="00816B77" w:rsidRPr="00816B77">
        <w:rPr>
          <w:rStyle w:val="libNormalChar"/>
          <w:rtl/>
          <w:lang w:bidi="ur-PK"/>
        </w:rPr>
        <w:t>ا</w:t>
      </w:r>
      <w:r w:rsidRPr="00816FDF">
        <w:rPr>
          <w:rStyle w:val="libNormalChar"/>
          <w:rtl/>
        </w:rPr>
        <w:t>پ سے ہ</w:t>
      </w:r>
      <w:r w:rsidRPr="00816FDF">
        <w:rPr>
          <w:rStyle w:val="libNormalChar"/>
          <w:rFonts w:hint="cs"/>
          <w:rtl/>
        </w:rPr>
        <w:t>ی</w:t>
      </w:r>
      <w:r w:rsidRPr="00816FDF">
        <w:rPr>
          <w:rStyle w:val="libNormalChar"/>
          <w:rtl/>
        </w:rPr>
        <w:t xml:space="preserve"> منقول ہے:</w:t>
      </w:r>
    </w:p>
    <w:p w:rsidR="005A2492" w:rsidRDefault="005A2492" w:rsidP="00371684">
      <w:pPr>
        <w:pStyle w:val="libArabic"/>
        <w:rPr>
          <w:rtl/>
        </w:rPr>
      </w:pPr>
      <w:r>
        <w:rPr>
          <w:rtl/>
        </w:rPr>
        <w:t xml:space="preserve"> عن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حَسَنِ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بَغِ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لِلرَّجُلِ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ُوَسِّعَ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عِ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لَ</w:t>
      </w:r>
      <w:r w:rsidR="00CF3D62" w:rsidRPr="00CF3D62">
        <w:rPr>
          <w:rtl/>
        </w:rPr>
        <w:t>ا</w:t>
      </w:r>
      <w:r>
        <w:rPr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َتَمَنَّو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مَو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تَ</w:t>
      </w:r>
      <w:r w:rsidRPr="00371684">
        <w:rPr>
          <w:rFonts w:hint="cs"/>
          <w:rtl/>
        </w:rPr>
        <w:t>ه</w:t>
      </w:r>
      <w:r w:rsidR="00371684" w:rsidRPr="007741D8">
        <w:rPr>
          <w:rStyle w:val="libFootnotenumChar"/>
          <w:rFonts w:hint="cs"/>
          <w:rtl/>
        </w:rPr>
        <w:t>(2)</w:t>
      </w:r>
    </w:p>
    <w:p w:rsidR="005A2492" w:rsidRDefault="005A2492" w:rsidP="0037168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جسےبھ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نعمتوں پر دست رس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صل ہو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ہل وع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پر خرچ کرے،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وہ لوگ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تمن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مؤمن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ب پرعمل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جب بھ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نعمت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>ہے تو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قرب</w:t>
      </w:r>
      <w:r w:rsidR="00816B77" w:rsidRPr="00816B77">
        <w:rPr>
          <w:rtl/>
          <w:lang w:bidi="ur-PK"/>
        </w:rPr>
        <w:t>ا</w:t>
      </w:r>
      <w:r>
        <w:rPr>
          <w:rtl/>
        </w:rPr>
        <w:t>ء پر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خرچ کرت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جب خد</w:t>
      </w:r>
      <w:r w:rsidR="00816B77" w:rsidRPr="00816B77">
        <w:rPr>
          <w:rtl/>
          <w:lang w:bidi="ur-PK"/>
        </w:rPr>
        <w:t>ا</w:t>
      </w:r>
      <w:r>
        <w:rPr>
          <w:rtl/>
        </w:rPr>
        <w:t>وند متع</w:t>
      </w:r>
      <w:r w:rsidR="00816B77" w:rsidRPr="00816B77">
        <w:rPr>
          <w:rtl/>
          <w:lang w:bidi="ur-PK"/>
        </w:rPr>
        <w:t>ا</w:t>
      </w:r>
      <w:r>
        <w:rPr>
          <w:rtl/>
        </w:rPr>
        <w:t>ل نعمت کو روکت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وہ بھ</w:t>
      </w:r>
      <w:r>
        <w:rPr>
          <w:rFonts w:hint="cs"/>
          <w:rtl/>
        </w:rPr>
        <w:t>ی</w:t>
      </w:r>
      <w:r>
        <w:rPr>
          <w:rtl/>
        </w:rPr>
        <w:t xml:space="preserve"> رک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371684" w:rsidRPr="00816FDF">
        <w:rPr>
          <w:rStyle w:val="libFootnotenumChar"/>
          <w:rFonts w:hint="cs"/>
          <w:rtl/>
        </w:rPr>
        <w:t>(3)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ورفرم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جو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 w:rsidR="00816B77" w:rsidRPr="00816B77">
        <w:rPr>
          <w:rtl/>
          <w:lang w:bidi="ur-PK"/>
        </w:rPr>
        <w:t>ا</w:t>
      </w:r>
      <w:r>
        <w:rPr>
          <w:rtl/>
        </w:rPr>
        <w:t>نت دونگ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وہ کبھ</w:t>
      </w:r>
      <w:r>
        <w:rPr>
          <w:rFonts w:hint="cs"/>
          <w:rtl/>
        </w:rPr>
        <w:t>ی</w:t>
      </w:r>
      <w:r>
        <w:rPr>
          <w:rtl/>
        </w:rPr>
        <w:t xml:space="preserve"> مفلس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</w:p>
    <w:p w:rsidR="005A2492" w:rsidRDefault="005A2492" w:rsidP="00A21BC5">
      <w:pPr>
        <w:pStyle w:val="Heading1"/>
        <w:rPr>
          <w:rtl/>
        </w:rPr>
      </w:pPr>
      <w:bookmarkStart w:id="163" w:name="_Toc393190588"/>
      <w:r>
        <w:rPr>
          <w:rFonts w:hint="eastAsia"/>
          <w:rtl/>
        </w:rPr>
        <w:t>پہلے</w:t>
      </w:r>
      <w:r>
        <w:rPr>
          <w:rtl/>
        </w:rPr>
        <w:t xml:space="preserve"> گھر و</w:t>
      </w:r>
      <w:r w:rsidR="00816B77" w:rsidRPr="00816B77">
        <w:rPr>
          <w:rtl/>
          <w:lang w:bidi="ur-PK"/>
        </w:rPr>
        <w:t>ا</w:t>
      </w:r>
      <w:r>
        <w:rPr>
          <w:rtl/>
        </w:rPr>
        <w:t>لے پھر دوسرے</w:t>
      </w:r>
      <w:bookmarkEnd w:id="163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شخص نے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ب</w:t>
      </w:r>
      <w:r w:rsidRPr="00816B77">
        <w:rPr>
          <w:rtl/>
          <w:lang w:bidi="ur-PK"/>
        </w:rPr>
        <w:t>ا</w:t>
      </w:r>
      <w:r w:rsidR="005A2492">
        <w:rPr>
          <w:rtl/>
        </w:rPr>
        <w:t>قر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سے عرض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مول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!م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غ ہے جس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نہ </w:t>
      </w:r>
      <w:r w:rsidRPr="00816B77">
        <w:rPr>
          <w:rtl/>
          <w:lang w:bidi="ur-PK"/>
        </w:rPr>
        <w:t>ا</w:t>
      </w:r>
      <w:r w:rsidR="005A2492">
        <w:rPr>
          <w:rtl/>
        </w:rPr>
        <w:t>مدن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ہز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ہےجس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دو ہز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ہل و ع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پر خرچ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ہوں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ہز</w:t>
      </w:r>
      <w:r w:rsidRPr="00816B77">
        <w:rPr>
          <w:rtl/>
          <w:lang w:bidi="ur-PK"/>
        </w:rPr>
        <w:t>ا</w:t>
      </w:r>
      <w:r w:rsidR="005A2492">
        <w:rPr>
          <w:rtl/>
        </w:rPr>
        <w:t>ر فقرسوں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صدقہ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ہوں</w:t>
      </w:r>
    </w:p>
    <w:p w:rsidR="00371684" w:rsidRDefault="00371684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16FDF" w:rsidRDefault="00371684" w:rsidP="00816FD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816FDF">
        <w:rPr>
          <w:rtl/>
        </w:rPr>
        <w:t xml:space="preserve"> </w:t>
      </w:r>
      <w:r w:rsidR="00816B77" w:rsidRPr="00816B77">
        <w:rPr>
          <w:rtl/>
        </w:rPr>
        <w:t>ا</w:t>
      </w:r>
      <w:r w:rsidR="00816FDF">
        <w:rPr>
          <w:rtl/>
        </w:rPr>
        <w:t>ل</w:t>
      </w:r>
      <w:r w:rsidR="00DB2203" w:rsidRPr="00DB2203">
        <w:rPr>
          <w:rtl/>
        </w:rPr>
        <w:t xml:space="preserve">کافی </w:t>
      </w:r>
      <w:r w:rsidR="00816FDF">
        <w:rPr>
          <w:rtl/>
        </w:rPr>
        <w:t xml:space="preserve"> ،ج</w:t>
      </w:r>
      <w:r w:rsidR="00816FDF">
        <w:rPr>
          <w:rtl/>
          <w:lang w:bidi="fa-IR"/>
        </w:rPr>
        <w:t>۵</w:t>
      </w:r>
      <w:r w:rsidR="00816FDF">
        <w:rPr>
          <w:rtl/>
        </w:rPr>
        <w:t>، ص</w:t>
      </w:r>
      <w:r w:rsidR="00816FDF">
        <w:rPr>
          <w:rtl/>
          <w:lang w:bidi="fa-IR"/>
        </w:rPr>
        <w:t>۸۸</w:t>
      </w:r>
    </w:p>
    <w:p w:rsidR="00371684" w:rsidRDefault="00371684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816FDF" w:rsidRPr="00816FDF">
        <w:rPr>
          <w:rtl/>
        </w:rPr>
        <w:t xml:space="preserve"> </w:t>
      </w:r>
      <w:r w:rsidR="00816B77" w:rsidRPr="00816B77">
        <w:rPr>
          <w:rtl/>
        </w:rPr>
        <w:t>ا</w:t>
      </w:r>
      <w:r w:rsidR="00816FDF">
        <w:rPr>
          <w:rtl/>
        </w:rPr>
        <w:t>ل</w:t>
      </w:r>
      <w:r w:rsidR="00DB2203" w:rsidRPr="00DB2203">
        <w:rPr>
          <w:rtl/>
        </w:rPr>
        <w:t xml:space="preserve">کافی </w:t>
      </w:r>
      <w:r w:rsidR="00816FDF">
        <w:rPr>
          <w:rtl/>
        </w:rPr>
        <w:t xml:space="preserve"> ، ج</w:t>
      </w:r>
      <w:r w:rsidR="00816FDF">
        <w:rPr>
          <w:rtl/>
          <w:lang w:bidi="fa-IR"/>
        </w:rPr>
        <w:t>۴</w:t>
      </w:r>
      <w:r w:rsidR="00816FDF">
        <w:rPr>
          <w:rtl/>
        </w:rPr>
        <w:t xml:space="preserve"> ، ص</w:t>
      </w:r>
      <w:r w:rsidR="00816FDF">
        <w:rPr>
          <w:rtl/>
          <w:lang w:bidi="fa-IR"/>
        </w:rPr>
        <w:t>۱۱</w:t>
      </w:r>
    </w:p>
    <w:p w:rsidR="00371684" w:rsidRDefault="00371684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816FDF" w:rsidRPr="00816FDF">
        <w:rPr>
          <w:rtl/>
        </w:rPr>
        <w:t xml:space="preserve"> </w:t>
      </w:r>
      <w:r w:rsidR="00816B77" w:rsidRPr="00816B77">
        <w:rPr>
          <w:rtl/>
        </w:rPr>
        <w:t>ا</w:t>
      </w:r>
      <w:r w:rsidR="00816FDF">
        <w:rPr>
          <w:rtl/>
        </w:rPr>
        <w:t>ل</w:t>
      </w:r>
      <w:r w:rsidR="00DB2203" w:rsidRPr="00DB2203">
        <w:rPr>
          <w:rtl/>
        </w:rPr>
        <w:t xml:space="preserve">کافی </w:t>
      </w:r>
      <w:r w:rsidR="00816FDF">
        <w:rPr>
          <w:rtl/>
        </w:rPr>
        <w:t xml:space="preserve"> ، ج</w:t>
      </w:r>
      <w:r w:rsidR="00816FDF">
        <w:rPr>
          <w:rtl/>
          <w:lang w:bidi="fa-IR"/>
        </w:rPr>
        <w:t>۴</w:t>
      </w:r>
      <w:r w:rsidR="00816FDF">
        <w:rPr>
          <w:rtl/>
        </w:rPr>
        <w:t xml:space="preserve"> ، ص </w:t>
      </w:r>
      <w:r w:rsidR="00C15B30" w:rsidRPr="00C15B30">
        <w:rPr>
          <w:rFonts w:hint="cs"/>
          <w:rtl/>
        </w:rPr>
        <w:t>259</w:t>
      </w:r>
    </w:p>
    <w:p w:rsidR="00371684" w:rsidRPr="00371684" w:rsidRDefault="00371684" w:rsidP="00A60F54">
      <w:pPr>
        <w:pStyle w:val="libPoemTini"/>
        <w:rPr>
          <w:rtl/>
        </w:rPr>
      </w:pPr>
      <w:r w:rsidRPr="00371684">
        <w:rPr>
          <w:rtl/>
        </w:rPr>
        <w:br w:type="page"/>
      </w:r>
    </w:p>
    <w:p w:rsidR="005A2492" w:rsidRDefault="00816B77" w:rsidP="00371684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ؑنے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</w:t>
      </w:r>
      <w:r w:rsidRPr="00816B77">
        <w:rPr>
          <w:rtl/>
          <w:lang w:bidi="ur-PK"/>
        </w:rPr>
        <w:t>ا</w:t>
      </w:r>
      <w:r w:rsidR="005A2492">
        <w:rPr>
          <w:rtl/>
        </w:rPr>
        <w:t>گر دوہز</w:t>
      </w:r>
      <w:r w:rsidRPr="00816B77">
        <w:rPr>
          <w:rtl/>
          <w:lang w:bidi="ur-PK"/>
        </w:rPr>
        <w:t>ا</w:t>
      </w:r>
      <w:r w:rsidR="005A2492">
        <w:rPr>
          <w:rtl/>
        </w:rPr>
        <w:t>رد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ہل و ع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خرچہ پور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تو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ت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چھ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ہ</w:t>
      </w:r>
      <w:r w:rsidR="005A2492">
        <w:rPr>
          <w:rtl/>
        </w:rPr>
        <w:t>ےک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تم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خرت کے لئے وہ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 رہے ہو جو تم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رے مرنے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وص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کرنے کے بعد و</w:t>
      </w:r>
      <w:r w:rsidRPr="00816B77">
        <w:rPr>
          <w:rtl/>
          <w:lang w:bidi="ur-PK"/>
        </w:rPr>
        <w:t>ا</w:t>
      </w:r>
      <w:r w:rsidR="005A2492">
        <w:rPr>
          <w:rtl/>
        </w:rPr>
        <w:t>رثوں نے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تم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سے نفع ح</w:t>
      </w:r>
      <w:r w:rsidRPr="00816B77">
        <w:rPr>
          <w:rtl/>
          <w:lang w:bidi="ur-PK"/>
        </w:rPr>
        <w:t>ا</w:t>
      </w:r>
      <w:r w:rsidR="005A2492">
        <w:rPr>
          <w:rtl/>
        </w:rPr>
        <w:t>صل کر رہے ہو</w:t>
      </w:r>
      <w:r w:rsidR="00371684" w:rsidRPr="007741D8">
        <w:rPr>
          <w:rStyle w:val="libFootnotenumChar"/>
          <w:rFonts w:hint="cs"/>
          <w:rtl/>
        </w:rPr>
        <w:t>(1)</w:t>
      </w:r>
    </w:p>
    <w:p w:rsidR="005A2492" w:rsidRDefault="00816B77" w:rsidP="00A21BC5">
      <w:pPr>
        <w:pStyle w:val="Heading1"/>
        <w:rPr>
          <w:rtl/>
        </w:rPr>
      </w:pPr>
      <w:bookmarkStart w:id="164" w:name="_Toc393190589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ف</w:t>
      </w:r>
      <w:r w:rsidR="005A2492">
        <w:rPr>
          <w:rtl/>
        </w:rPr>
        <w:t xml:space="preserve"> نہ کرو</w:t>
      </w:r>
      <w:bookmarkEnd w:id="164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لع</w:t>
      </w:r>
      <w:r w:rsidRPr="00816B77">
        <w:rPr>
          <w:rtl/>
          <w:lang w:bidi="ur-PK"/>
        </w:rPr>
        <w:t>ا</w:t>
      </w:r>
      <w:r w:rsidR="005A2492">
        <w:rPr>
          <w:rtl/>
        </w:rPr>
        <w:t>بد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مرد کو 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ہئے کہ 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زے سے خرچ کرے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تر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خرت کے لئے بھ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ج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کرے جو </w:t>
      </w:r>
      <w:r w:rsidRPr="00816B77">
        <w:rPr>
          <w:rtl/>
          <w:lang w:bidi="ur-PK"/>
        </w:rPr>
        <w:t>ا</w:t>
      </w:r>
      <w:r w:rsidR="005A2492">
        <w:rPr>
          <w:rtl/>
        </w:rPr>
        <w:t>ن نعمتوں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Pr="00816B77">
        <w:rPr>
          <w:rtl/>
          <w:lang w:bidi="ur-PK"/>
        </w:rPr>
        <w:t>ا</w:t>
      </w:r>
      <w:r w:rsidR="005A2492">
        <w:rPr>
          <w:rtl/>
        </w:rPr>
        <w:t>ور کثرت کے لئے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سب </w:t>
      </w:r>
      <w:r w:rsidRPr="00816B77">
        <w:rPr>
          <w:rtl/>
          <w:lang w:bidi="ur-PK"/>
        </w:rPr>
        <w:t>ا</w:t>
      </w:r>
      <w:r w:rsidR="005A2492">
        <w:rPr>
          <w:rtl/>
        </w:rPr>
        <w:t>ور روز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لئے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ہے</w:t>
      </w:r>
    </w:p>
    <w:p w:rsidR="005A2492" w:rsidRDefault="00816B77" w:rsidP="005B083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نہ</w:t>
      </w:r>
      <w:r w:rsidR="005A2492">
        <w:rPr>
          <w:rtl/>
        </w:rPr>
        <w:t xml:space="preserve"> رو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ہے جسے خد</w:t>
      </w:r>
      <w:r w:rsidRPr="00816B77">
        <w:rPr>
          <w:rtl/>
          <w:lang w:bidi="ur-PK"/>
        </w:rPr>
        <w:t>ا</w:t>
      </w:r>
      <w:r w:rsidR="005A2492">
        <w:rPr>
          <w:rtl/>
        </w:rPr>
        <w:t>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دوست رکھت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ہے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ف </w:t>
      </w:r>
      <w:r w:rsidRPr="00E67D25">
        <w:rPr>
          <w:rFonts w:hint="cs"/>
          <w:rtl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ہے جس سے خد</w:t>
      </w:r>
      <w:r w:rsidRPr="00816B77">
        <w:rPr>
          <w:rtl/>
          <w:lang w:bidi="ur-PK"/>
        </w:rPr>
        <w:t>ا</w:t>
      </w:r>
      <w:r w:rsidR="005A2492">
        <w:rPr>
          <w:rtl/>
        </w:rPr>
        <w:t>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نفرت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ہے، </w:t>
      </w:r>
      <w:r w:rsidRPr="00816B77">
        <w:rPr>
          <w:rtl/>
          <w:lang w:bidi="ur-PK"/>
        </w:rPr>
        <w:t>ا</w:t>
      </w:r>
      <w:r w:rsidR="005A2492">
        <w:rPr>
          <w:rtl/>
        </w:rPr>
        <w:t>سر</w:t>
      </w:r>
      <w:r w:rsidRPr="00816B77">
        <w:rPr>
          <w:rtl/>
          <w:lang w:bidi="ur-PK"/>
        </w:rPr>
        <w:t>ا</w:t>
      </w:r>
      <w:r w:rsidR="005A2492">
        <w:rPr>
          <w:rtl/>
        </w:rPr>
        <w:t>ف کھجور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نہ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بچ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نہ ہو</w:t>
      </w:r>
      <w:r w:rsidR="005B0830" w:rsidRPr="007741D8">
        <w:rPr>
          <w:rStyle w:val="libFootnotenumChar"/>
          <w:rFonts w:hint="cs"/>
          <w:rtl/>
        </w:rPr>
        <w:t>(2)</w:t>
      </w:r>
      <w:r w:rsidR="005A2492">
        <w:rPr>
          <w:rtl/>
        </w:rPr>
        <w:t xml:space="preserve"> </w:t>
      </w:r>
    </w:p>
    <w:p w:rsidR="005A2492" w:rsidRDefault="005A2492" w:rsidP="00A21BC5">
      <w:pPr>
        <w:pStyle w:val="Heading1"/>
        <w:rPr>
          <w:rtl/>
        </w:rPr>
      </w:pPr>
      <w:bookmarkStart w:id="165" w:name="_Toc393190590"/>
      <w:r>
        <w:rPr>
          <w:rFonts w:hint="eastAsia"/>
          <w:rtl/>
        </w:rPr>
        <w:t>روز</w:t>
      </w:r>
      <w:r>
        <w:rPr>
          <w:rtl/>
        </w:rPr>
        <w:t xml:space="preserve"> جمعہ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پھل</w:t>
      </w:r>
      <w:bookmarkEnd w:id="165"/>
    </w:p>
    <w:p w:rsidR="005A2492" w:rsidRDefault="005A2492" w:rsidP="005B0830">
      <w:pPr>
        <w:pStyle w:val="libArabic"/>
        <w:rPr>
          <w:rtl/>
        </w:rPr>
      </w:pPr>
      <w:r>
        <w:rPr>
          <w:rFonts w:hint="eastAsia"/>
          <w:rtl/>
        </w:rPr>
        <w:t>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رُ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مِنِ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نَ ع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رِفُو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ُلِّ جُمُعَةٍ بِشَ</w:t>
      </w:r>
      <w:r w:rsidRPr="00371684">
        <w:rPr>
          <w:rFonts w:hint="cs"/>
          <w:rtl/>
        </w:rPr>
        <w:t>يْ‏</w:t>
      </w:r>
      <w:r>
        <w:rPr>
          <w:rFonts w:hint="cs"/>
          <w:rtl/>
        </w:rPr>
        <w:t xml:space="preserve">ءٍ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فَ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َةِ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َف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رَحُو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جُمُعَةِ</w:t>
      </w:r>
      <w:r w:rsidR="005B0830" w:rsidRPr="007741D8">
        <w:rPr>
          <w:rStyle w:val="libFootnotenumChar"/>
          <w:rFonts w:hint="cs"/>
          <w:rtl/>
        </w:rPr>
        <w:t>(3)</w:t>
      </w:r>
      <w:r w:rsidRPr="00C15B30">
        <w:rPr>
          <w:rFonts w:hint="cs"/>
          <w:rtl/>
        </w:rPr>
        <w:t xml:space="preserve">    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>ہل و ع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کے لئے ہر جمعہ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ت</w:t>
      </w:r>
      <w:r w:rsidRPr="00816B77">
        <w:rPr>
          <w:rtl/>
          <w:lang w:bidi="ur-PK"/>
        </w:rPr>
        <w:t>ا</w:t>
      </w:r>
      <w:r w:rsidR="005A2492">
        <w:rPr>
          <w:rtl/>
        </w:rPr>
        <w:t>زہ پھل کھل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کرو ت</w:t>
      </w:r>
      <w:r w:rsidRPr="00816B77">
        <w:rPr>
          <w:rtl/>
          <w:lang w:bidi="ur-PK"/>
        </w:rPr>
        <w:t>ا</w:t>
      </w:r>
      <w:r w:rsidR="005A2492">
        <w:rPr>
          <w:rtl/>
        </w:rPr>
        <w:t>کہ جمعہ کے دن  خوش رہو</w:t>
      </w:r>
    </w:p>
    <w:p w:rsidR="005A2492" w:rsidRDefault="005A2492" w:rsidP="00A21BC5">
      <w:pPr>
        <w:pStyle w:val="Heading1"/>
        <w:rPr>
          <w:rtl/>
        </w:rPr>
      </w:pPr>
      <w:bookmarkStart w:id="166" w:name="_Toc393190591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ورلمب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bookmarkEnd w:id="166"/>
    </w:p>
    <w:p w:rsidR="005A2492" w:rsidRDefault="00816B77" w:rsidP="00816FDF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دق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5A2492" w:rsidRPr="00371684">
        <w:rPr>
          <w:rStyle w:val="libArabicChar"/>
          <w:rtl/>
        </w:rPr>
        <w:t>من حسن برّ</w:t>
      </w:r>
      <w:r w:rsidR="005A2492" w:rsidRPr="00371684">
        <w:rPr>
          <w:rStyle w:val="libArabicChar"/>
          <w:rFonts w:hint="cs"/>
          <w:rtl/>
        </w:rPr>
        <w:t>ه ب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371684">
        <w:rPr>
          <w:rStyle w:val="libArabicChar"/>
          <w:rFonts w:hint="cs"/>
          <w:rtl/>
        </w:rPr>
        <w:t>هله ز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371684">
        <w:rPr>
          <w:rStyle w:val="libArabicChar"/>
          <w:rFonts w:hint="cs"/>
          <w:rtl/>
        </w:rPr>
        <w:t xml:space="preserve">د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371684">
        <w:rPr>
          <w:rStyle w:val="libArabicChar"/>
          <w:rFonts w:hint="cs"/>
          <w:rtl/>
        </w:rPr>
        <w:t>لله في عمره</w:t>
      </w:r>
      <w:r w:rsidR="005A2492">
        <w:rPr>
          <w:rFonts w:hint="eastAsia"/>
          <w:rtl/>
        </w:rPr>
        <w:t>جوبھ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کرے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>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برکت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کے مق</w:t>
      </w:r>
      <w:r w:rsidRPr="00816B77">
        <w:rPr>
          <w:rtl/>
          <w:lang w:bidi="ur-PK"/>
        </w:rPr>
        <w:t>ا</w:t>
      </w:r>
      <w:r w:rsidR="005A2492">
        <w:rPr>
          <w:rtl/>
        </w:rPr>
        <w:t>بلے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کرم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</w:t>
      </w:r>
      <w:r w:rsidR="005A2492" w:rsidRPr="00816FDF">
        <w:rPr>
          <w:rStyle w:val="libArabicChar"/>
          <w:rFonts w:hint="eastAsia"/>
          <w:rtl/>
        </w:rPr>
        <w:t>وَ</w:t>
      </w:r>
      <w:r w:rsidR="005A2492" w:rsidRPr="00816FDF">
        <w:rPr>
          <w:rStyle w:val="libArabicChar"/>
          <w:rtl/>
        </w:rPr>
        <w:t xml:space="preserve"> قَ</w:t>
      </w:r>
      <w:r w:rsidR="00CF3D62" w:rsidRPr="00CF3D62">
        <w:rPr>
          <w:rStyle w:val="libArabicChar"/>
          <w:rtl/>
        </w:rPr>
        <w:t>ا</w:t>
      </w:r>
      <w:r w:rsidR="005A2492" w:rsidRPr="00816FDF">
        <w:rPr>
          <w:rStyle w:val="libArabicChar"/>
          <w:rtl/>
        </w:rPr>
        <w:t>لَ مَل</w:t>
      </w:r>
      <w:r w:rsidR="005A2492" w:rsidRPr="00816FDF">
        <w:rPr>
          <w:rStyle w:val="libArabicChar"/>
          <w:rFonts w:hint="cs"/>
          <w:rtl/>
        </w:rPr>
        <w:t>ْعُونٌ مَلْعُونٌ مَنْ ضَيَّعَ مَنْ يَعُولُ ع</w:t>
      </w:r>
      <w:r w:rsidR="005B0830" w:rsidRPr="007741D8">
        <w:rPr>
          <w:rStyle w:val="libFootnotenumChar"/>
          <w:rFonts w:hint="cs"/>
          <w:rtl/>
        </w:rPr>
        <w:t>(4)</w:t>
      </w:r>
      <w:r w:rsidR="005A2492">
        <w:rPr>
          <w:rFonts w:hint="eastAsia"/>
          <w:rtl/>
        </w:rPr>
        <w:t>لعنت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لعنت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وہ شخص جو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>قرب</w:t>
      </w:r>
      <w:r w:rsidRPr="00816B77">
        <w:rPr>
          <w:rtl/>
          <w:lang w:bidi="ur-PK"/>
        </w:rPr>
        <w:t>ا</w:t>
      </w:r>
      <w:r w:rsidR="005A2492">
        <w:rPr>
          <w:rtl/>
        </w:rPr>
        <w:t>ء کے حقوق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کوت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5B0830" w:rsidRDefault="005B083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16FDF" w:rsidRDefault="005B0830" w:rsidP="00816FD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816FDF">
        <w:rPr>
          <w:rtl/>
        </w:rPr>
        <w:t xml:space="preserve"> </w:t>
      </w:r>
      <w:r w:rsidR="00816B77" w:rsidRPr="00816B77">
        <w:rPr>
          <w:rtl/>
        </w:rPr>
        <w:t>ا</w:t>
      </w:r>
      <w:r w:rsidR="00816FDF">
        <w:rPr>
          <w:rtl/>
        </w:rPr>
        <w:t>ل</w:t>
      </w:r>
      <w:r w:rsidR="00DB2203" w:rsidRPr="00DB2203">
        <w:rPr>
          <w:rtl/>
        </w:rPr>
        <w:t xml:space="preserve">کافی </w:t>
      </w:r>
      <w:r w:rsidR="00816FDF">
        <w:rPr>
          <w:rtl/>
        </w:rPr>
        <w:t xml:space="preserve"> ، ج</w:t>
      </w:r>
      <w:r w:rsidR="00816FDF">
        <w:rPr>
          <w:rtl/>
          <w:lang w:bidi="fa-IR"/>
        </w:rPr>
        <w:t>۴</w:t>
      </w:r>
      <w:r w:rsidR="00816FDF">
        <w:rPr>
          <w:rtl/>
        </w:rPr>
        <w:t>،ص</w:t>
      </w:r>
      <w:r w:rsidR="00C15B30" w:rsidRPr="00C15B30">
        <w:rPr>
          <w:rFonts w:hint="cs"/>
          <w:rtl/>
        </w:rPr>
        <w:t>257</w:t>
      </w:r>
    </w:p>
    <w:p w:rsidR="00816FDF" w:rsidRDefault="005B0830" w:rsidP="00816FDF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816FDF" w:rsidRPr="00816FDF">
        <w:rPr>
          <w:rtl/>
        </w:rPr>
        <w:t xml:space="preserve"> </w:t>
      </w:r>
      <w:r w:rsidR="00816B77" w:rsidRPr="00816B77">
        <w:rPr>
          <w:rtl/>
        </w:rPr>
        <w:t>ا</w:t>
      </w:r>
      <w:r w:rsidR="00816FDF">
        <w:rPr>
          <w:rtl/>
        </w:rPr>
        <w:t>ل</w:t>
      </w:r>
      <w:r w:rsidR="00DB2203" w:rsidRPr="00DB2203">
        <w:rPr>
          <w:rtl/>
        </w:rPr>
        <w:t xml:space="preserve">کافی </w:t>
      </w:r>
      <w:r w:rsidR="00816FDF">
        <w:rPr>
          <w:rtl/>
        </w:rPr>
        <w:t xml:space="preserve"> ،ج</w:t>
      </w:r>
      <w:r w:rsidR="00C15B30" w:rsidRPr="00C15B30">
        <w:rPr>
          <w:rFonts w:hint="cs"/>
          <w:rtl/>
        </w:rPr>
        <w:t>25</w:t>
      </w:r>
      <w:r w:rsidR="00816FDF" w:rsidRPr="00816B77">
        <w:rPr>
          <w:rFonts w:hint="cs"/>
          <w:rtl/>
        </w:rPr>
        <w:t>، ص</w:t>
      </w:r>
      <w:r w:rsidR="00C15B30" w:rsidRPr="00C15B30">
        <w:rPr>
          <w:rFonts w:hint="cs"/>
          <w:rtl/>
        </w:rPr>
        <w:t>249</w:t>
      </w:r>
      <w:r w:rsidR="00816FDF" w:rsidRPr="00816B77">
        <w:rPr>
          <w:rFonts w:hint="cs"/>
          <w:rtl/>
        </w:rPr>
        <w:t xml:space="preserve">  </w:t>
      </w:r>
      <w:r w:rsidR="00816FDF">
        <w:rPr>
          <w:rtl/>
          <w:lang w:bidi="fa-IR"/>
        </w:rPr>
        <w:t>۲۵۰</w:t>
      </w:r>
    </w:p>
    <w:p w:rsidR="005B0830" w:rsidRPr="00816B77" w:rsidRDefault="005B0830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816FDF" w:rsidRPr="00816FDF">
        <w:rPr>
          <w:rtl/>
        </w:rPr>
        <w:t xml:space="preserve"> </w:t>
      </w:r>
      <w:r w:rsidR="00816FDF">
        <w:rPr>
          <w:rtl/>
        </w:rPr>
        <w:t>بح</w:t>
      </w:r>
      <w:r w:rsidR="00816B77" w:rsidRPr="00816B77">
        <w:rPr>
          <w:rtl/>
        </w:rPr>
        <w:t>ا</w:t>
      </w:r>
      <w:r w:rsidR="00816FDF">
        <w:rPr>
          <w:rtl/>
        </w:rPr>
        <w:t>ر، ج</w:t>
      </w:r>
      <w:r w:rsidR="00C15B30" w:rsidRPr="00C15B30">
        <w:rPr>
          <w:rFonts w:hint="cs"/>
          <w:rtl/>
        </w:rPr>
        <w:t>1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1</w:t>
      </w:r>
      <w:r w:rsidR="00816FDF" w:rsidRPr="00816B77">
        <w:rPr>
          <w:rFonts w:hint="cs"/>
          <w:rtl/>
        </w:rPr>
        <w:t xml:space="preserve">،ص </w:t>
      </w:r>
      <w:r w:rsidR="00C15B30" w:rsidRPr="00C15B30">
        <w:rPr>
          <w:rFonts w:hint="cs"/>
          <w:rtl/>
        </w:rPr>
        <w:t>73</w:t>
      </w:r>
    </w:p>
    <w:p w:rsidR="00816FDF" w:rsidRPr="00816FDF" w:rsidRDefault="00816FDF" w:rsidP="00816FDF">
      <w:pPr>
        <w:pStyle w:val="libFootnote0"/>
        <w:rPr>
          <w:rtl/>
        </w:rPr>
      </w:pPr>
      <w:r>
        <w:rPr>
          <w:rFonts w:hint="cs"/>
          <w:rtl/>
        </w:rPr>
        <w:t>(4):-</w:t>
      </w:r>
      <w:r w:rsidRPr="00816FDF">
        <w:rPr>
          <w:rtl/>
        </w:rPr>
        <w:t xml:space="preserve"> من ل</w:t>
      </w:r>
      <w:r w:rsidR="00816B77" w:rsidRPr="00816B77">
        <w:rPr>
          <w:rtl/>
        </w:rPr>
        <w:t>ا</w:t>
      </w:r>
      <w:r w:rsidRPr="00816FDF">
        <w:rPr>
          <w:rFonts w:hint="cs"/>
          <w:rtl/>
        </w:rPr>
        <w:t>ی</w:t>
      </w:r>
      <w:r w:rsidRPr="00816FDF">
        <w:rPr>
          <w:rFonts w:hint="eastAsia"/>
          <w:rtl/>
        </w:rPr>
        <w:t>حضرہ</w:t>
      </w:r>
      <w:r w:rsidRPr="00816FDF">
        <w:rPr>
          <w:rtl/>
        </w:rPr>
        <w:t xml:space="preserve"> ،ج</w:t>
      </w:r>
      <w:r w:rsidRPr="00816FDF">
        <w:rPr>
          <w:rtl/>
          <w:lang w:bidi="fa-IR"/>
        </w:rPr>
        <w:t>۳</w:t>
      </w:r>
      <w:r w:rsidRPr="00816FDF">
        <w:rPr>
          <w:rtl/>
        </w:rPr>
        <w:t xml:space="preserve">، ص </w:t>
      </w:r>
      <w:r w:rsidRPr="00816FDF">
        <w:rPr>
          <w:rtl/>
          <w:lang w:bidi="fa-IR"/>
        </w:rPr>
        <w:t>۵۵۵</w:t>
      </w:r>
    </w:p>
    <w:p w:rsidR="005B0830" w:rsidRPr="005B0830" w:rsidRDefault="005B0830" w:rsidP="00A60F54">
      <w:pPr>
        <w:pStyle w:val="libPoemTini"/>
        <w:rPr>
          <w:rtl/>
        </w:rPr>
      </w:pPr>
      <w:r w:rsidRPr="005B0830"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67" w:name="_Toc393190592"/>
      <w:r>
        <w:rPr>
          <w:rFonts w:hint="eastAsia"/>
          <w:rtl/>
        </w:rPr>
        <w:lastRenderedPageBreak/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خرت ک</w:t>
      </w:r>
      <w:r>
        <w:rPr>
          <w:rFonts w:hint="cs"/>
          <w:rtl/>
        </w:rPr>
        <w:t>ی</w:t>
      </w:r>
      <w:r>
        <w:rPr>
          <w:rtl/>
        </w:rPr>
        <w:t xml:space="preserve"> برب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bookmarkEnd w:id="167"/>
    </w:p>
    <w:p w:rsidR="005A2492" w:rsidRDefault="005A2492" w:rsidP="00C15B30">
      <w:pPr>
        <w:pStyle w:val="libArabic"/>
        <w:rPr>
          <w:rtl/>
        </w:rPr>
      </w:pPr>
      <w:r>
        <w:rPr>
          <w:rFonts w:hint="eastAsia"/>
          <w:rtl/>
        </w:rPr>
        <w:t>ق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: لِبَع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ضِ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ص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حَ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تَج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عَلَنَّ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كْ</w:t>
      </w:r>
      <w:r>
        <w:rPr>
          <w:rFonts w:hint="cs"/>
          <w:rtl/>
        </w:rPr>
        <w:t>ثَرَ شُغُلِ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بِ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هْ</w:t>
      </w:r>
      <w:r>
        <w:rPr>
          <w:rFonts w:hint="cs"/>
          <w:rtl/>
        </w:rPr>
        <w:t>لِ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وَ وُل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دِ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</w:t>
      </w:r>
      <w:r>
        <w:rPr>
          <w:rtl/>
        </w:rPr>
        <w:t>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هْ</w:t>
      </w:r>
      <w:r>
        <w:rPr>
          <w:rFonts w:hint="cs"/>
          <w:rtl/>
        </w:rPr>
        <w:t>لُ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وَ وُل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دُ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ُضِ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عُ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ُ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ُونُو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فَمَ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َمُّ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وَ شُغُلُ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</w:t>
      </w:r>
      <w:r w:rsidR="005B0830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بعض </w:t>
      </w:r>
      <w:r w:rsidRPr="00816B77">
        <w:rPr>
          <w:rtl/>
          <w:lang w:bidi="ur-PK"/>
        </w:rPr>
        <w:t>ا</w:t>
      </w:r>
      <w:r w:rsidR="005A2492">
        <w:rPr>
          <w:rtl/>
        </w:rPr>
        <w:t>صح</w:t>
      </w:r>
      <w:r w:rsidRPr="00816B77">
        <w:rPr>
          <w:rtl/>
          <w:lang w:bidi="ur-PK"/>
        </w:rPr>
        <w:t>ا</w:t>
      </w:r>
      <w:r w:rsidR="005A2492">
        <w:rPr>
          <w:rtl/>
        </w:rPr>
        <w:t>ب سے مخ</w:t>
      </w:r>
      <w:r w:rsidRPr="00816B77">
        <w:rPr>
          <w:rtl/>
          <w:lang w:bidi="ur-PK"/>
        </w:rPr>
        <w:t>ا</w:t>
      </w:r>
      <w:r w:rsidR="005A2492">
        <w:rPr>
          <w:rtl/>
        </w:rPr>
        <w:t>طب ہو کر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بچوّں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طر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</w:t>
      </w:r>
      <w:r w:rsidRPr="00816B77">
        <w:rPr>
          <w:rtl/>
          <w:lang w:bidi="ur-PK"/>
        </w:rPr>
        <w:t>ا</w:t>
      </w:r>
      <w:r w:rsidR="005A2492">
        <w:rPr>
          <w:rtl/>
        </w:rPr>
        <w:t>پ کو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زحمت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نہ 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لو، </w:t>
      </w:r>
      <w:r w:rsidRPr="00816B77">
        <w:rPr>
          <w:rtl/>
          <w:lang w:bidi="ur-PK"/>
        </w:rPr>
        <w:t>ا</w:t>
      </w:r>
      <w:r w:rsidR="005A2492">
        <w:rPr>
          <w:rtl/>
        </w:rPr>
        <w:t>گر وہ لوگ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کے ص</w:t>
      </w:r>
      <w:r w:rsidRPr="00816B77">
        <w:rPr>
          <w:rtl/>
          <w:lang w:bidi="ur-PK"/>
        </w:rPr>
        <w:t>ا</w:t>
      </w:r>
      <w:r w:rsidR="005A2492">
        <w:rPr>
          <w:rtl/>
        </w:rPr>
        <w:t>لح بندوں 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ہوں تو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بندوں کو ض</w:t>
      </w:r>
      <w:r w:rsidRPr="00816B77">
        <w:rPr>
          <w:rtl/>
          <w:lang w:bidi="ur-PK"/>
        </w:rPr>
        <w:t>ا</w:t>
      </w:r>
      <w:r w:rsidR="005A2492">
        <w:rPr>
          <w:rtl/>
        </w:rPr>
        <w:t>ئع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گر وہ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کے دشمنوں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ہوں تو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کے دشمنوں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طر خود کو ہل</w:t>
      </w:r>
      <w:r w:rsidRPr="00816B77">
        <w:rPr>
          <w:rtl/>
          <w:lang w:bidi="ur-PK"/>
        </w:rPr>
        <w:t>ا</w:t>
      </w:r>
      <w:r w:rsidR="005A2492">
        <w:rPr>
          <w:rtl/>
        </w:rPr>
        <w:t>کت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لتے ہو؟ پس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نہ ہو کہ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طر ہم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کو فر</w:t>
      </w:r>
      <w:r w:rsidRPr="00816B77">
        <w:rPr>
          <w:rtl/>
          <w:lang w:bidi="ur-PK"/>
        </w:rPr>
        <w:t>ا</w:t>
      </w:r>
      <w:r w:rsidR="005A2492">
        <w:rPr>
          <w:rtl/>
        </w:rPr>
        <w:t>موش کر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ٹھںو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حل</w:t>
      </w:r>
      <w:r w:rsidRPr="00816B77">
        <w:rPr>
          <w:rtl/>
          <w:lang w:bidi="ur-PK"/>
        </w:rPr>
        <w:t>ا</w:t>
      </w:r>
      <w:r w:rsidR="005A2492">
        <w:rPr>
          <w:rtl/>
        </w:rPr>
        <w:t>ل حر</w:t>
      </w:r>
      <w:r w:rsidRPr="00816B77">
        <w:rPr>
          <w:rtl/>
          <w:lang w:bidi="ur-PK"/>
        </w:rPr>
        <w:t>ا</w:t>
      </w:r>
      <w:r w:rsidR="005A2492">
        <w:rPr>
          <w:rtl/>
        </w:rPr>
        <w:t>م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کئے بغ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کو کھل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پل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5A2492" w:rsidP="00A21BC5">
      <w:pPr>
        <w:pStyle w:val="Heading1"/>
        <w:rPr>
          <w:rtl/>
        </w:rPr>
      </w:pPr>
      <w:bookmarkStart w:id="168" w:name="_Toc393190593"/>
      <w:r>
        <w:rPr>
          <w:rFonts w:hint="eastAsia"/>
          <w:rtl/>
        </w:rPr>
        <w:t>محبت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bookmarkEnd w:id="168"/>
    </w:p>
    <w:p w:rsidR="005B0830" w:rsidRDefault="005A2492" w:rsidP="005B0830">
      <w:pPr>
        <w:pStyle w:val="libNormal"/>
        <w:rPr>
          <w:rtl/>
        </w:rPr>
      </w:pPr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د،عشق</w:t>
      </w:r>
      <w:r>
        <w:rPr>
          <w:rtl/>
        </w:rPr>
        <w:t xml:space="preserve"> و محبت پر رکھن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محبت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>ر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م و سکون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عث بنت</w:t>
      </w:r>
      <w:r w:rsidR="00816B77" w:rsidRPr="00816B77">
        <w:rPr>
          <w:rtl/>
          <w:lang w:bidi="ur-PK"/>
        </w:rPr>
        <w:t>ا</w:t>
      </w:r>
      <w:r>
        <w:rPr>
          <w:rtl/>
        </w:rPr>
        <w:t>ہےجس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خوش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  <w:r w:rsidR="00816B77" w:rsidRPr="00816B77">
        <w:rPr>
          <w:rtl/>
          <w:lang w:bidi="ur-PK"/>
        </w:rPr>
        <w:t>ا</w:t>
      </w:r>
      <w:r>
        <w:rPr>
          <w:rtl/>
        </w:rPr>
        <w:t>ورمحبت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 w:rsidR="00816B77" w:rsidRPr="00816B77">
        <w:rPr>
          <w:rtl/>
          <w:lang w:bidi="ur-PK"/>
        </w:rPr>
        <w:t>ا</w:t>
      </w:r>
      <w:r>
        <w:rPr>
          <w:rtl/>
        </w:rPr>
        <w:t>ور سوچ ک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خت ہے کہ دونوں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پہچ</w:t>
      </w:r>
      <w:r w:rsidR="00816B77" w:rsidRPr="00816B77">
        <w:rPr>
          <w:rtl/>
          <w:lang w:bidi="ur-PK"/>
        </w:rPr>
        <w:t>ا</w:t>
      </w:r>
      <w:r>
        <w:rPr>
          <w:rtl/>
        </w:rPr>
        <w:t>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ضب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کومعلوم ہو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شوہرکس وقت تھک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کس وقت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گفتگو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ہرشخص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ہوتےہ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بلکہ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گھر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فرد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تو سربر</w:t>
      </w:r>
      <w:r w:rsidR="00816B77" w:rsidRPr="00816B77">
        <w:rPr>
          <w:rtl/>
          <w:lang w:bidi="ur-PK"/>
        </w:rPr>
        <w:t>ا</w:t>
      </w:r>
      <w:r>
        <w:rPr>
          <w:rtl/>
        </w:rPr>
        <w:t>ہ کو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ضگ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دل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کرےہ</w:t>
      </w:r>
      <w:r w:rsidR="00816B77" w:rsidRPr="00816B77">
        <w:rPr>
          <w:rtl/>
          <w:lang w:bidi="ur-PK"/>
        </w:rPr>
        <w:t>ا</w:t>
      </w:r>
      <w:r>
        <w:rPr>
          <w:rtl/>
        </w:rPr>
        <w:t>ں جب  محبت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جسے عشق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غصّہ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نع بنت</w:t>
      </w:r>
      <w:r>
        <w:rPr>
          <w:rFonts w:hint="cs"/>
          <w:rtl/>
        </w:rPr>
        <w:t>ی</w:t>
      </w:r>
      <w:r>
        <w:rPr>
          <w:rtl/>
        </w:rPr>
        <w:t xml:space="preserve">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محبت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نتظ</w:t>
      </w:r>
      <w:r w:rsidR="00816B77" w:rsidRPr="00816B77">
        <w:rPr>
          <w:rtl/>
          <w:lang w:bidi="ur-PK"/>
        </w:rPr>
        <w:t>ا</w:t>
      </w:r>
      <w:r>
        <w:rPr>
          <w:rtl/>
        </w:rPr>
        <w:t>رنہ رکھے</w:t>
      </w:r>
    </w:p>
    <w:p w:rsidR="005A2492" w:rsidRDefault="005A2492" w:rsidP="005B083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حد </w:t>
      </w:r>
      <w:r w:rsidR="00816B77" w:rsidRPr="00816B77">
        <w:rPr>
          <w:rtl/>
          <w:lang w:bidi="ur-PK"/>
        </w:rPr>
        <w:t>ا</w:t>
      </w:r>
      <w:r>
        <w:rPr>
          <w:rtl/>
        </w:rPr>
        <w:t>عتد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ہو تو </w:t>
      </w:r>
      <w:r w:rsidR="00DB2203" w:rsidRPr="00DB2203">
        <w:rPr>
          <w:rtl/>
          <w:lang w:bidi="ur-PK"/>
        </w:rPr>
        <w:t xml:space="preserve">کافی </w:t>
      </w:r>
      <w:r>
        <w:rPr>
          <w:rtl/>
        </w:rPr>
        <w:t xml:space="preserve"> ہےب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 ح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ل جس قدر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B0830" w:rsidRDefault="005B083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B0830" w:rsidRDefault="005B0830" w:rsidP="0032445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324455" w:rsidRPr="00324455">
        <w:rPr>
          <w:rtl/>
        </w:rPr>
        <w:t xml:space="preserve"> بح</w:t>
      </w:r>
      <w:r w:rsidR="00816B77" w:rsidRPr="00816B77">
        <w:rPr>
          <w:rtl/>
        </w:rPr>
        <w:t>ا</w:t>
      </w:r>
      <w:r w:rsidR="00324455" w:rsidRPr="00324455">
        <w:rPr>
          <w:rtl/>
        </w:rPr>
        <w:t xml:space="preserve">ر ج </w:t>
      </w:r>
      <w:r w:rsidR="00324455" w:rsidRPr="00324455">
        <w:rPr>
          <w:rtl/>
          <w:lang w:bidi="fa-IR"/>
        </w:rPr>
        <w:t>۱۰۱</w:t>
      </w:r>
      <w:r w:rsidR="00324455" w:rsidRPr="00324455">
        <w:rPr>
          <w:rtl/>
        </w:rPr>
        <w:t xml:space="preserve">، ص </w:t>
      </w:r>
      <w:r w:rsidR="00324455" w:rsidRPr="00324455">
        <w:rPr>
          <w:rtl/>
          <w:lang w:bidi="fa-IR"/>
        </w:rPr>
        <w:t>۷۳</w:t>
      </w:r>
      <w:r w:rsidR="00324455" w:rsidRPr="00324455">
        <w:rPr>
          <w:rtl/>
        </w:rPr>
        <w:t xml:space="preserve">   </w:t>
      </w:r>
    </w:p>
    <w:p w:rsidR="005B0830" w:rsidRPr="005B0830" w:rsidRDefault="005B0830" w:rsidP="00A60F54">
      <w:pPr>
        <w:pStyle w:val="libPoemTini"/>
        <w:rPr>
          <w:rtl/>
        </w:rPr>
      </w:pPr>
      <w:r w:rsidRPr="005B0830">
        <w:rPr>
          <w:rtl/>
        </w:rPr>
        <w:br w:type="page"/>
      </w:r>
    </w:p>
    <w:p w:rsidR="005B0830" w:rsidRDefault="005B0830" w:rsidP="005A2492">
      <w:pPr>
        <w:pStyle w:val="libNormal"/>
        <w:rPr>
          <w:rtl/>
        </w:rPr>
      </w:pPr>
      <w:r>
        <w:rPr>
          <w:rtl/>
        </w:rPr>
        <w:lastRenderedPageBreak/>
        <w:t>پس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س محبت ک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قبت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ہئے،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 ہو کہ گھر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مشغول کردے ک</w:t>
      </w:r>
      <w:r>
        <w:rPr>
          <w:rFonts w:hint="eastAsia"/>
          <w:rtl/>
        </w:rPr>
        <w:t>ہ</w:t>
      </w:r>
      <w:r>
        <w:rPr>
          <w:rtl/>
        </w:rPr>
        <w:t xml:space="preserve"> صف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وف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سے دور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دونوں کو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و محبت، صلح و صف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مہرو وف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>ں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Pr="002937DD" w:rsidRDefault="005A2492" w:rsidP="002937DD">
      <w:pPr>
        <w:pStyle w:val="Heading1Center"/>
        <w:rPr>
          <w:rtl/>
        </w:rPr>
      </w:pPr>
      <w:bookmarkStart w:id="169" w:name="_Toc393190594"/>
      <w:r w:rsidRPr="002937DD">
        <w:rPr>
          <w:rtl/>
        </w:rPr>
        <w:t>کل</w:t>
      </w:r>
      <w:r w:rsidR="00816B77" w:rsidRPr="00816B77">
        <w:rPr>
          <w:rtl/>
          <w:lang w:bidi="ur-PK"/>
        </w:rPr>
        <w:t>ا</w:t>
      </w:r>
      <w:r w:rsidRPr="002937DD">
        <w:rPr>
          <w:rtl/>
        </w:rPr>
        <w:t>م معصوم</w:t>
      </w:r>
      <w:r w:rsidR="002937DD" w:rsidRPr="002937DD">
        <w:rPr>
          <w:rFonts w:hint="cs"/>
          <w:rtl/>
        </w:rPr>
        <w:t>(ع)</w:t>
      </w:r>
      <w:r w:rsidRPr="002937DD">
        <w:rPr>
          <w:rtl/>
        </w:rPr>
        <w:t xml:space="preserve"> م</w:t>
      </w:r>
      <w:r w:rsidRPr="002937DD">
        <w:rPr>
          <w:rFonts w:hint="cs"/>
          <w:rtl/>
        </w:rPr>
        <w:t>ی</w:t>
      </w:r>
      <w:r w:rsidRPr="002937DD">
        <w:rPr>
          <w:rFonts w:hint="eastAsia"/>
          <w:rtl/>
        </w:rPr>
        <w:t>ں</w:t>
      </w:r>
      <w:r w:rsidRPr="002937DD">
        <w:rPr>
          <w:rtl/>
        </w:rPr>
        <w:t xml:space="preserve"> محبت کے عو</w:t>
      </w:r>
      <w:r w:rsidR="00816B77" w:rsidRPr="00816B77">
        <w:rPr>
          <w:rtl/>
          <w:lang w:bidi="ur-PK"/>
        </w:rPr>
        <w:t>ا</w:t>
      </w:r>
      <w:r w:rsidRPr="002937DD">
        <w:rPr>
          <w:rtl/>
        </w:rPr>
        <w:t>مل</w:t>
      </w:r>
      <w:bookmarkEnd w:id="169"/>
    </w:p>
    <w:p w:rsidR="005A2492" w:rsidRDefault="00816B77" w:rsidP="00A21BC5">
      <w:pPr>
        <w:pStyle w:val="Heading1"/>
        <w:rPr>
          <w:rtl/>
        </w:rPr>
      </w:pPr>
      <w:bookmarkStart w:id="170" w:name="_Toc393190595"/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محبت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محور</w:t>
      </w:r>
      <w:bookmarkEnd w:id="170"/>
    </w:p>
    <w:p w:rsidR="005A2492" w:rsidRDefault="005A2492" w:rsidP="005B0830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371684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مَن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حَبَّ لِل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غَضَ لِل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طَ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لِل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فَ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ُوَ مِمَّن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َمَلَ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نُ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</w:t>
      </w:r>
      <w:r w:rsidR="005B0830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طر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محبت کرے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دشمن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طرکس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کچھ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دے</w:t>
      </w:r>
      <w:r w:rsidR="005A2492">
        <w:rPr>
          <w:rtl/>
        </w:rPr>
        <w:t xml:space="preserve"> تو وہ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فر</w:t>
      </w:r>
      <w:r w:rsidRPr="00816B77">
        <w:rPr>
          <w:rtl/>
          <w:lang w:bidi="ur-PK"/>
        </w:rPr>
        <w:t>ا</w:t>
      </w:r>
      <w:r w:rsidR="005A2492">
        <w:rPr>
          <w:rtl/>
        </w:rPr>
        <w:t>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ہوگ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جن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مل ہوگ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قر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گر توج</w:t>
      </w:r>
      <w:r w:rsidRPr="00816B77">
        <w:rPr>
          <w:rtl/>
          <w:lang w:bidi="ur-PK"/>
        </w:rPr>
        <w:t>ا</w:t>
      </w:r>
      <w:r w:rsidR="005A2492">
        <w:rPr>
          <w:rtl/>
        </w:rPr>
        <w:t>نن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ہت</w:t>
      </w:r>
      <w:r w:rsidRPr="00816B77">
        <w:rPr>
          <w:rtl/>
          <w:lang w:bidi="ur-PK"/>
        </w:rPr>
        <w:t>ا</w:t>
      </w:r>
      <w:r w:rsidR="005A2492">
        <w:rPr>
          <w:rtl/>
        </w:rPr>
        <w:t>ہے کہ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ندر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موجود ہے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دل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نگ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 کرو،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ہل </w:t>
      </w:r>
      <w:r w:rsidRPr="00816B77">
        <w:rPr>
          <w:rtl/>
          <w:lang w:bidi="ur-PK"/>
        </w:rPr>
        <w:t>ا</w:t>
      </w:r>
      <w:r w:rsidR="005A2492">
        <w:rPr>
          <w:rtl/>
        </w:rPr>
        <w:t>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عت 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کے فرم</w:t>
      </w:r>
      <w:r w:rsidRPr="00816B77">
        <w:rPr>
          <w:rtl/>
          <w:lang w:bidi="ur-PK"/>
        </w:rPr>
        <w:t>ا</w:t>
      </w:r>
      <w:r w:rsidR="005A2492">
        <w:rPr>
          <w:rtl/>
        </w:rPr>
        <w:t>ن برد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روں سے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ہل معص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سے نفرت موجودہے تو سمجھ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تو </w:t>
      </w:r>
      <w:r w:rsidRPr="00816B77">
        <w:rPr>
          <w:rtl/>
          <w:lang w:bidi="ur-PK"/>
        </w:rPr>
        <w:t>ا</w:t>
      </w:r>
      <w:r w:rsidR="005A2492">
        <w:rPr>
          <w:rtl/>
        </w:rPr>
        <w:t>ہل 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ہو </w:t>
      </w:r>
      <w:r w:rsidRPr="00816B77">
        <w:rPr>
          <w:rtl/>
          <w:lang w:bidi="ur-PK"/>
        </w:rPr>
        <w:t>ا</w:t>
      </w:r>
      <w:r w:rsidR="005A2492">
        <w:rPr>
          <w:rtl/>
        </w:rPr>
        <w:t>ور تجھ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موجود ہے</w:t>
      </w:r>
    </w:p>
    <w:p w:rsidR="005A2492" w:rsidRDefault="005A2492" w:rsidP="00A21BC5">
      <w:pPr>
        <w:pStyle w:val="Heading1"/>
        <w:rPr>
          <w:rtl/>
        </w:rPr>
      </w:pPr>
      <w:bookmarkStart w:id="171" w:name="_Toc393190596"/>
      <w:r>
        <w:rPr>
          <w:rFonts w:hint="eastAsia"/>
          <w:rtl/>
        </w:rPr>
        <w:t>خوش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ستقب</w:t>
      </w:r>
      <w:r w:rsidR="00816B77" w:rsidRPr="00816B77">
        <w:rPr>
          <w:rtl/>
          <w:lang w:bidi="ur-PK"/>
        </w:rPr>
        <w:t>ا</w:t>
      </w:r>
      <w:r>
        <w:rPr>
          <w:rtl/>
        </w:rPr>
        <w:t>ل کرن</w:t>
      </w:r>
      <w:r w:rsidR="00816B77" w:rsidRPr="00816B77">
        <w:rPr>
          <w:rtl/>
          <w:lang w:bidi="ur-PK"/>
        </w:rPr>
        <w:t>ا</w:t>
      </w:r>
      <w:bookmarkEnd w:id="171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دوسرے کو ہ</w:t>
      </w:r>
      <w:r w:rsidRPr="00816B77">
        <w:rPr>
          <w:rtl/>
          <w:lang w:bidi="ur-PK"/>
        </w:rPr>
        <w:t>ا</w:t>
      </w:r>
      <w:r w:rsidR="005A2492">
        <w:rPr>
          <w:rtl/>
        </w:rPr>
        <w:t>تھ مل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>، مص</w:t>
      </w:r>
      <w:r w:rsidRPr="00816B77">
        <w:rPr>
          <w:rtl/>
          <w:lang w:bidi="ur-PK"/>
        </w:rPr>
        <w:t>ا</w:t>
      </w:r>
      <w:r w:rsidR="005A2492">
        <w:rPr>
          <w:rtl/>
        </w:rPr>
        <w:t>فحہ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خوش </w:t>
      </w:r>
      <w:r w:rsidRPr="00816B77">
        <w:rPr>
          <w:rtl/>
          <w:lang w:bidi="ur-PK"/>
        </w:rPr>
        <w:t>ا</w:t>
      </w:r>
      <w:r w:rsidR="005A2492">
        <w:rPr>
          <w:rtl/>
        </w:rPr>
        <w:t>مد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کہن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محبت 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Pr="00816B77">
        <w:rPr>
          <w:rtl/>
          <w:lang w:bidi="ur-PK"/>
        </w:rPr>
        <w:t>ا</w:t>
      </w:r>
      <w:r w:rsidR="005A2492">
        <w:rPr>
          <w:rtl/>
        </w:rPr>
        <w:t>فے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سبب ہے: </w:t>
      </w:r>
    </w:p>
    <w:p w:rsidR="005A2492" w:rsidRDefault="005A2492" w:rsidP="005B0830">
      <w:pPr>
        <w:pStyle w:val="libArabic"/>
        <w:rPr>
          <w:rtl/>
        </w:rPr>
      </w:pPr>
      <w:r>
        <w:rPr>
          <w:rFonts w:hint="eastAsia"/>
          <w:rtl/>
        </w:rPr>
        <w:t>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رَسُولُ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ِ:تَصَ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فَحُو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مُصَ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فَحَةَ تَزِ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دُ فِ</w:t>
      </w:r>
      <w:r w:rsidRPr="00371684">
        <w:rPr>
          <w:rFonts w:hint="cs"/>
          <w:rtl/>
        </w:rPr>
        <w:t>ي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مَوَدَّةِ</w:t>
      </w:r>
      <w:r w:rsidR="005B0830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چن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نچہ</w:t>
      </w:r>
      <w:r>
        <w:rPr>
          <w:rtl/>
        </w:rPr>
        <w:t xml:space="preserve"> رسول خد</w:t>
      </w:r>
      <w:r w:rsidR="00816B77"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:لوگو!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مص</w:t>
      </w:r>
      <w:r w:rsidR="00816B77" w:rsidRPr="00816B77">
        <w:rPr>
          <w:rtl/>
          <w:lang w:bidi="ur-PK"/>
        </w:rPr>
        <w:t>ا</w:t>
      </w:r>
      <w:r>
        <w:rPr>
          <w:rtl/>
        </w:rPr>
        <w:t>فحہ کروک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مص</w:t>
      </w:r>
      <w:r w:rsidR="00816B77" w:rsidRPr="00816B77">
        <w:rPr>
          <w:rtl/>
          <w:lang w:bidi="ur-PK"/>
        </w:rPr>
        <w:t>ا</w:t>
      </w:r>
      <w:r>
        <w:rPr>
          <w:rtl/>
        </w:rPr>
        <w:t>فحہ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 w:rsidR="00816B77" w:rsidRPr="00816B77">
        <w:rPr>
          <w:rtl/>
          <w:lang w:bidi="ur-PK"/>
        </w:rPr>
        <w:t>ا</w:t>
      </w:r>
      <w:r>
        <w:rPr>
          <w:rtl/>
        </w:rPr>
        <w:t>فہ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B0830" w:rsidRDefault="005B083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24455" w:rsidRDefault="005B0830" w:rsidP="0032445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324455">
        <w:rPr>
          <w:rtl/>
        </w:rPr>
        <w:t xml:space="preserve"> </w:t>
      </w:r>
      <w:r w:rsidR="00816B77" w:rsidRPr="00816B77">
        <w:rPr>
          <w:rtl/>
        </w:rPr>
        <w:t>ا</w:t>
      </w:r>
      <w:r w:rsidR="00324455">
        <w:rPr>
          <w:rtl/>
        </w:rPr>
        <w:t>ل</w:t>
      </w:r>
      <w:r w:rsidR="00DB2203" w:rsidRPr="00DB2203">
        <w:rPr>
          <w:rtl/>
        </w:rPr>
        <w:t xml:space="preserve">کافی </w:t>
      </w:r>
      <w:r w:rsidR="00324455">
        <w:rPr>
          <w:rFonts w:hint="eastAsia"/>
          <w:rtl/>
        </w:rPr>
        <w:t>،ج</w:t>
      </w:r>
      <w:r w:rsidR="00324455">
        <w:rPr>
          <w:rtl/>
          <w:lang w:bidi="fa-IR"/>
        </w:rPr>
        <w:t>۲</w:t>
      </w:r>
      <w:r w:rsidR="00324455">
        <w:rPr>
          <w:rtl/>
        </w:rPr>
        <w:t>، ص</w:t>
      </w:r>
      <w:r w:rsidR="00324455">
        <w:rPr>
          <w:rtl/>
          <w:lang w:bidi="fa-IR"/>
        </w:rPr>
        <w:t>۱۲۴</w:t>
      </w:r>
    </w:p>
    <w:p w:rsidR="00324455" w:rsidRPr="00324455" w:rsidRDefault="00324455" w:rsidP="00324455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324455">
        <w:rPr>
          <w:rtl/>
        </w:rPr>
        <w:t xml:space="preserve"> </w:t>
      </w:r>
      <w:r>
        <w:rPr>
          <w:rtl/>
        </w:rPr>
        <w:t xml:space="preserve">مستدرک </w:t>
      </w:r>
      <w:r w:rsidR="00816B77" w:rsidRPr="00816B77">
        <w:rPr>
          <w:rtl/>
        </w:rPr>
        <w:t>ا</w:t>
      </w:r>
      <w:r>
        <w:rPr>
          <w:rtl/>
        </w:rPr>
        <w:t>لوس</w:t>
      </w:r>
      <w:r w:rsidR="00816B77" w:rsidRPr="00816B77">
        <w:rPr>
          <w:rtl/>
        </w:rPr>
        <w:t>ا</w:t>
      </w:r>
      <w:r>
        <w:rPr>
          <w:rtl/>
        </w:rPr>
        <w:t>ئل،ج</w:t>
      </w:r>
      <w:r>
        <w:rPr>
          <w:rtl/>
          <w:lang w:bidi="fa-IR"/>
        </w:rPr>
        <w:t>۹</w:t>
      </w:r>
      <w:r>
        <w:rPr>
          <w:rtl/>
        </w:rPr>
        <w:t>، ص</w:t>
      </w:r>
      <w:r>
        <w:rPr>
          <w:rtl/>
          <w:lang w:bidi="fa-IR"/>
        </w:rPr>
        <w:t>۵۷</w:t>
      </w:r>
    </w:p>
    <w:p w:rsidR="005B0830" w:rsidRDefault="005B0830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72" w:name="_Toc393190597"/>
      <w:r>
        <w:rPr>
          <w:rFonts w:hint="eastAsia"/>
          <w:rtl/>
        </w:rPr>
        <w:lastRenderedPageBreak/>
        <w:t>حسن</w:t>
      </w:r>
      <w:r>
        <w:rPr>
          <w:rtl/>
        </w:rPr>
        <w:t xml:space="preserve"> ظن رک</w:t>
      </w:r>
      <w:r w:rsidR="005B0830">
        <w:rPr>
          <w:rFonts w:hint="cs"/>
          <w:rtl/>
        </w:rPr>
        <w:t>ھ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bookmarkEnd w:id="172"/>
    </w:p>
    <w:p w:rsidR="005A2492" w:rsidRPr="00371684" w:rsidRDefault="00816B77" w:rsidP="005B0830">
      <w:pPr>
        <w:pStyle w:val="libNormal"/>
        <w:rPr>
          <w:rStyle w:val="libArabicChar"/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>نےفرم</w:t>
      </w:r>
      <w:r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:</w:t>
      </w:r>
      <w:r w:rsidR="005A2492" w:rsidRPr="00371684">
        <w:rPr>
          <w:rStyle w:val="libArabicChar"/>
          <w:rFonts w:hint="cs"/>
          <w:rtl/>
        </w:rPr>
        <w:t>من حسن ظنّه ب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371684">
        <w:rPr>
          <w:rStyle w:val="libArabicChar"/>
          <w:rFonts w:hint="cs"/>
          <w:rtl/>
        </w:rPr>
        <w:t>لن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371684">
        <w:rPr>
          <w:rStyle w:val="libArabicChar"/>
          <w:rFonts w:hint="cs"/>
          <w:rtl/>
        </w:rPr>
        <w:t>س ح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371684">
        <w:rPr>
          <w:rStyle w:val="libArabicChar"/>
          <w:rFonts w:hint="cs"/>
          <w:rtl/>
        </w:rPr>
        <w:t xml:space="preserve">ز منهم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371684">
        <w:rPr>
          <w:rStyle w:val="libArabicChar"/>
          <w:rFonts w:hint="cs"/>
          <w:rtl/>
        </w:rPr>
        <w:t>لمحبة</w:t>
      </w:r>
      <w:r w:rsidR="005B0830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 جو بھ</w:t>
      </w:r>
      <w:r>
        <w:rPr>
          <w:rFonts w:hint="cs"/>
          <w:rtl/>
        </w:rPr>
        <w:t>ی</w:t>
      </w:r>
      <w:r>
        <w:rPr>
          <w:rtl/>
        </w:rPr>
        <w:t xml:space="preserve"> لوگوں پر حسن ظن رکھت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محبت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لئے مخصوص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دل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324455">
      <w:pPr>
        <w:pStyle w:val="Heading1"/>
        <w:rPr>
          <w:rtl/>
        </w:rPr>
      </w:pPr>
      <w:bookmarkStart w:id="173" w:name="_Toc393190598"/>
      <w:r>
        <w:rPr>
          <w:rFonts w:hint="eastAsia"/>
          <w:rtl/>
        </w:rPr>
        <w:t>بے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>ر کرن</w:t>
      </w:r>
      <w:r w:rsidR="00816B77" w:rsidRPr="00816B77">
        <w:rPr>
          <w:rtl/>
          <w:lang w:bidi="ur-PK"/>
        </w:rPr>
        <w:t>ا</w:t>
      </w:r>
      <w:bookmarkEnd w:id="173"/>
    </w:p>
    <w:p w:rsidR="005A2492" w:rsidRDefault="00816B77" w:rsidP="005B083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لوگوں کے ہ</w:t>
      </w:r>
      <w:r w:rsidRPr="00816B77">
        <w:rPr>
          <w:rtl/>
          <w:lang w:bidi="ur-PK"/>
        </w:rPr>
        <w:t>ا</w:t>
      </w:r>
      <w:r w:rsidR="005A2492">
        <w:rPr>
          <w:rtl/>
        </w:rPr>
        <w:t>تھوں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موجود م</w:t>
      </w:r>
      <w:r w:rsidRPr="00816B77">
        <w:rPr>
          <w:rtl/>
          <w:lang w:bidi="ur-PK"/>
        </w:rPr>
        <w:t>ا</w:t>
      </w:r>
      <w:r w:rsidR="005A2492">
        <w:rPr>
          <w:rtl/>
        </w:rPr>
        <w:t>ل و مت</w:t>
      </w:r>
      <w:r w:rsidRPr="00816B77">
        <w:rPr>
          <w:rtl/>
          <w:lang w:bidi="ur-PK"/>
        </w:rPr>
        <w:t>ا</w:t>
      </w:r>
      <w:r w:rsidR="005A2492">
        <w:rPr>
          <w:rtl/>
        </w:rPr>
        <w:t>ع سے بے رغبت ہو کر خود  کو ہر دل عز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بن</w:t>
      </w:r>
      <w:r w:rsidRPr="00816B77">
        <w:rPr>
          <w:rtl/>
          <w:lang w:bidi="ur-PK"/>
        </w:rPr>
        <w:t>ا</w:t>
      </w:r>
      <w:r w:rsidR="005A2492">
        <w:rPr>
          <w:rtl/>
        </w:rPr>
        <w:t>ؤ</w:t>
      </w:r>
      <w:r w:rsidR="005B0830" w:rsidRPr="007741D8">
        <w:rPr>
          <w:rStyle w:val="libFootnotenumChar"/>
          <w:rFonts w:hint="cs"/>
          <w:rtl/>
        </w:rPr>
        <w:t>(2)</w:t>
      </w:r>
    </w:p>
    <w:p w:rsidR="005A2492" w:rsidRDefault="005A2492" w:rsidP="0032445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عرض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>
        <w:rPr>
          <w:rtl/>
        </w:rPr>
        <w:t>!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کروں کہ لوگ مجھ سے محبت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لوگوں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م</w:t>
      </w:r>
      <w:r w:rsidR="00816B77" w:rsidRPr="00816B77">
        <w:rPr>
          <w:rtl/>
          <w:lang w:bidi="ur-PK"/>
        </w:rPr>
        <w:t>ا</w:t>
      </w:r>
      <w:r>
        <w:rPr>
          <w:rtl/>
        </w:rPr>
        <w:t>ل و مت</w:t>
      </w:r>
      <w:r w:rsidR="00816B77" w:rsidRPr="00816B77">
        <w:rPr>
          <w:rtl/>
          <w:lang w:bidi="ur-PK"/>
        </w:rPr>
        <w:t>ا</w:t>
      </w:r>
      <w:r>
        <w:rPr>
          <w:rtl/>
        </w:rPr>
        <w:t>ع پر نظر نہ جم</w:t>
      </w:r>
      <w:r w:rsidR="00816B77" w:rsidRPr="00816B77">
        <w:rPr>
          <w:rtl/>
          <w:lang w:bidi="ur-PK"/>
        </w:rPr>
        <w:t>ا</w:t>
      </w:r>
      <w:r>
        <w:rPr>
          <w:rtl/>
        </w:rPr>
        <w:t>ؤ</w:t>
      </w:r>
      <w:r w:rsidR="00816B77" w:rsidRPr="00816B77">
        <w:rPr>
          <w:rtl/>
          <w:lang w:bidi="ur-PK"/>
        </w:rPr>
        <w:t>ا</w:t>
      </w:r>
      <w:r>
        <w:rPr>
          <w:rtl/>
        </w:rPr>
        <w:t>ور طمع ول</w:t>
      </w:r>
      <w:r w:rsidR="00816B77" w:rsidRPr="00816B77">
        <w:rPr>
          <w:rtl/>
          <w:lang w:bidi="ur-PK"/>
        </w:rPr>
        <w:t>ا</w:t>
      </w:r>
      <w:r>
        <w:rPr>
          <w:rtl/>
        </w:rPr>
        <w:t>لچ نہ کر،تو تم ہر دل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</w:t>
      </w:r>
      <w:r w:rsidR="00816B77" w:rsidRPr="00816B77">
        <w:rPr>
          <w:rtl/>
          <w:lang w:bidi="ur-PK"/>
        </w:rPr>
        <w:t>ا</w:t>
      </w:r>
      <w:r>
        <w:rPr>
          <w:rtl/>
        </w:rPr>
        <w:t>ؤ گے</w:t>
      </w:r>
      <w:r w:rsidR="005B0830" w:rsidRPr="00324455">
        <w:rPr>
          <w:rStyle w:val="libFootnotenumChar"/>
          <w:rFonts w:hint="cs"/>
          <w:rtl/>
        </w:rPr>
        <w:t>(3)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ش</w:t>
      </w:r>
      <w:r w:rsidR="00816B77" w:rsidRPr="00816B77">
        <w:rPr>
          <w:rtl/>
          <w:lang w:bidi="ur-PK"/>
        </w:rPr>
        <w:t>ا</w:t>
      </w:r>
      <w:r>
        <w:rPr>
          <w:rtl/>
        </w:rPr>
        <w:t>عر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</w:t>
      </w:r>
    </w:p>
    <w:p w:rsidR="005A2492" w:rsidRDefault="008D6D4F" w:rsidP="005A2492">
      <w:pPr>
        <w:pStyle w:val="libNormal"/>
        <w:rPr>
          <w:rtl/>
        </w:rPr>
      </w:pPr>
      <w:r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ر</w:t>
      </w:r>
      <w:r w:rsidR="005A2492">
        <w:rPr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ر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ب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طمع سرو </w:t>
      </w:r>
      <w:r w:rsidR="009B349E" w:rsidRPr="009B349E">
        <w:rPr>
          <w:rFonts w:hint="cs"/>
          <w:rtl/>
          <w:lang w:bidi="ur-PK"/>
        </w:rPr>
        <w:t>ک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ر 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ست             گر عز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ز ج</w:t>
      </w:r>
      <w:r w:rsidRPr="008D6D4F">
        <w:rPr>
          <w:rFonts w:hint="cs"/>
          <w:rtl/>
          <w:lang w:bidi="ur-PK"/>
        </w:rPr>
        <w:t>ہ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بود خو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ر 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</w:t>
      </w:r>
      <w:r w:rsidR="00DB2203" w:rsidRPr="00E67D25">
        <w:rPr>
          <w:rFonts w:hint="cs"/>
          <w:rtl/>
        </w:rPr>
        <w:t>ت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816B77" w:rsidRPr="00816B77">
        <w:rPr>
          <w:rtl/>
          <w:lang w:bidi="ur-PK"/>
        </w:rPr>
        <w:t>ا</w:t>
      </w:r>
      <w:r>
        <w:rPr>
          <w:rtl/>
        </w:rPr>
        <w:t>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نعمتوں سے بھ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کنو</w:t>
      </w:r>
      <w:r w:rsidR="00816B77" w:rsidRPr="00816B77">
        <w:rPr>
          <w:rtl/>
          <w:lang w:bidi="ur-PK"/>
        </w:rPr>
        <w:t>ا</w:t>
      </w:r>
      <w:r>
        <w:rPr>
          <w:rtl/>
        </w:rPr>
        <w:t>ں شبنم کے قطرے سے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د</w:t>
      </w:r>
      <w:r w:rsidR="008D6D4F" w:rsidRPr="008D6D4F">
        <w:rPr>
          <w:rFonts w:hint="cs"/>
          <w:rtl/>
          <w:lang w:bidi="ur-PK"/>
        </w:rPr>
        <w:t>ہ</w:t>
      </w:r>
      <w:r>
        <w:rPr>
          <w:rtl/>
        </w:rPr>
        <w:t xml:space="preserve"> 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ل طمع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نعمت دن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    </w:t>
      </w:r>
      <w:r w:rsidRPr="00E67D25">
        <w:rPr>
          <w:rFonts w:hint="cs"/>
          <w:rtl/>
        </w:rPr>
        <w:tab/>
        <w:t xml:space="preserve">        پر نشود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مچن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</w:t>
      </w:r>
      <w:r w:rsidR="009B349E" w:rsidRPr="009B349E">
        <w:rPr>
          <w:rFonts w:hint="cs"/>
          <w:rtl/>
          <w:lang w:bidi="ur-PK"/>
        </w:rPr>
        <w:t>ک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چ</w:t>
      </w:r>
      <w:r w:rsidR="00816B77" w:rsidRPr="00E67D25">
        <w:rPr>
          <w:rFonts w:hint="cs"/>
          <w:rtl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شبن</w:t>
      </w:r>
      <w:r w:rsidR="00DB2203" w:rsidRPr="00E67D25">
        <w:rPr>
          <w:rFonts w:hint="cs"/>
          <w:rtl/>
        </w:rPr>
        <w:t>م</w:t>
      </w:r>
    </w:p>
    <w:p w:rsidR="005A2492" w:rsidRDefault="005A2492" w:rsidP="00A21BC5">
      <w:pPr>
        <w:pStyle w:val="Heading1"/>
        <w:rPr>
          <w:rtl/>
        </w:rPr>
      </w:pPr>
      <w:bookmarkStart w:id="174" w:name="_Toc393190599"/>
      <w:r>
        <w:rPr>
          <w:rFonts w:hint="eastAsia"/>
          <w:rtl/>
        </w:rPr>
        <w:t>سخ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وت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bookmarkEnd w:id="174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CF3D62" w:rsidP="005B0830">
      <w:pPr>
        <w:pStyle w:val="libNormal"/>
        <w:rPr>
          <w:rtl/>
        </w:rPr>
      </w:pPr>
      <w:r w:rsidRPr="00CF3D62">
        <w:rPr>
          <w:rStyle w:val="libArabicChar"/>
          <w:rFonts w:hint="eastAsia"/>
          <w:rtl/>
        </w:rPr>
        <w:t>ا</w:t>
      </w:r>
      <w:r w:rsidR="005A2492" w:rsidRPr="00DD26A0">
        <w:rPr>
          <w:rStyle w:val="libArabicChar"/>
          <w:rFonts w:hint="eastAsia"/>
          <w:rtl/>
        </w:rPr>
        <w:t>لسخ</w:t>
      </w:r>
      <w:r w:rsidRPr="00CF3D62">
        <w:rPr>
          <w:rStyle w:val="libArabicChar"/>
          <w:rFonts w:hint="eastAsia"/>
          <w:rtl/>
        </w:rPr>
        <w:t>ا</w:t>
      </w:r>
      <w:r w:rsidR="005A2492" w:rsidRPr="00DD26A0">
        <w:rPr>
          <w:rStyle w:val="libArabicChar"/>
          <w:rFonts w:hint="eastAsia"/>
          <w:rtl/>
        </w:rPr>
        <w:t>ء</w:t>
      </w:r>
      <w:r w:rsidR="005A2492" w:rsidRPr="00DD26A0">
        <w:rPr>
          <w:rStyle w:val="libArabicChar"/>
          <w:rtl/>
        </w:rPr>
        <w:t xml:space="preserve"> </w:t>
      </w:r>
      <w:r w:rsidR="005A2492" w:rsidRPr="00DD26A0">
        <w:rPr>
          <w:rStyle w:val="libArabicChar"/>
          <w:rFonts w:hint="cs"/>
          <w:rtl/>
        </w:rPr>
        <w:t xml:space="preserve">يكسب </w:t>
      </w:r>
      <w:r w:rsidRPr="00CF3D62">
        <w:rPr>
          <w:rStyle w:val="libArabicChar"/>
          <w:rFonts w:hint="cs"/>
          <w:rtl/>
        </w:rPr>
        <w:t>ا</w:t>
      </w:r>
      <w:r w:rsidR="005A2492" w:rsidRPr="00DD26A0">
        <w:rPr>
          <w:rStyle w:val="libArabicChar"/>
          <w:rFonts w:hint="cs"/>
          <w:rtl/>
        </w:rPr>
        <w:t xml:space="preserve">لمحبة و يزين </w:t>
      </w:r>
      <w:r w:rsidRPr="00CF3D62">
        <w:rPr>
          <w:rStyle w:val="libArabicChar"/>
          <w:rFonts w:hint="cs"/>
          <w:rtl/>
        </w:rPr>
        <w:t>ا</w:t>
      </w:r>
      <w:r w:rsidR="005A2492" w:rsidRPr="00DD26A0">
        <w:rPr>
          <w:rStyle w:val="libArabicChar"/>
          <w:rFonts w:hint="cs"/>
          <w:rtl/>
        </w:rPr>
        <w:t>ل</w:t>
      </w:r>
      <w:r w:rsidRPr="00CF3D62">
        <w:rPr>
          <w:rStyle w:val="libArabicChar"/>
          <w:rFonts w:hint="cs"/>
          <w:rtl/>
        </w:rPr>
        <w:t>ا</w:t>
      </w:r>
      <w:r w:rsidR="005A2492" w:rsidRPr="00DD26A0">
        <w:rPr>
          <w:rStyle w:val="libArabicChar"/>
          <w:rFonts w:hint="cs"/>
          <w:rtl/>
        </w:rPr>
        <w:t>خل</w:t>
      </w:r>
      <w:r w:rsidRPr="00CF3D62">
        <w:rPr>
          <w:rStyle w:val="libArabicChar"/>
          <w:rFonts w:hint="cs"/>
          <w:rtl/>
        </w:rPr>
        <w:t>ا</w:t>
      </w:r>
      <w:r w:rsidR="005A2492" w:rsidRPr="00DD26A0">
        <w:rPr>
          <w:rStyle w:val="libArabicChar"/>
          <w:rFonts w:hint="cs"/>
          <w:rtl/>
        </w:rPr>
        <w:t xml:space="preserve">ق يمحص </w:t>
      </w:r>
      <w:r w:rsidRPr="00CF3D62">
        <w:rPr>
          <w:rStyle w:val="libArabicChar"/>
          <w:rFonts w:hint="cs"/>
          <w:rtl/>
        </w:rPr>
        <w:t>ا</w:t>
      </w:r>
      <w:r w:rsidR="005A2492" w:rsidRPr="00DD26A0">
        <w:rPr>
          <w:rStyle w:val="libArabicChar"/>
          <w:rFonts w:hint="cs"/>
          <w:rtl/>
        </w:rPr>
        <w:t>لذنوب و يجلب م</w:t>
      </w:r>
      <w:r w:rsidR="005A2492" w:rsidRPr="00DD26A0">
        <w:rPr>
          <w:rStyle w:val="libArabicChar"/>
          <w:rtl/>
        </w:rPr>
        <w:t xml:space="preserve">حبة </w:t>
      </w:r>
      <w:r w:rsidRPr="00CF3D62">
        <w:rPr>
          <w:rStyle w:val="libArabicChar"/>
          <w:rtl/>
        </w:rPr>
        <w:t>ا</w:t>
      </w:r>
      <w:r w:rsidR="005A2492" w:rsidRPr="00DD26A0">
        <w:rPr>
          <w:rStyle w:val="libArabicChar"/>
          <w:rtl/>
        </w:rPr>
        <w:t>لقلوب</w:t>
      </w:r>
      <w:r w:rsidR="005B0830" w:rsidRPr="007741D8">
        <w:rPr>
          <w:rStyle w:val="libFootnotenumChar"/>
          <w:rFonts w:hint="cs"/>
          <w:rtl/>
        </w:rPr>
        <w:t>(4)</w:t>
      </w:r>
    </w:p>
    <w:p w:rsidR="005B0830" w:rsidRDefault="005B083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24455" w:rsidRDefault="005B0830" w:rsidP="0032445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324455">
        <w:rPr>
          <w:rtl/>
        </w:rPr>
        <w:t xml:space="preserve"> غرر </w:t>
      </w:r>
      <w:r w:rsidR="00816B77" w:rsidRPr="00816B77">
        <w:rPr>
          <w:rtl/>
        </w:rPr>
        <w:t>ا</w:t>
      </w:r>
      <w:r w:rsidR="00324455">
        <w:rPr>
          <w:rtl/>
        </w:rPr>
        <w:t>لحکم،ص</w:t>
      </w:r>
      <w:r w:rsidR="00324455">
        <w:rPr>
          <w:rtl/>
          <w:lang w:bidi="fa-IR"/>
        </w:rPr>
        <w:t>۲۵۳</w:t>
      </w:r>
    </w:p>
    <w:p w:rsidR="005B0830" w:rsidRDefault="005B0830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324455" w:rsidRPr="00324455">
        <w:rPr>
          <w:rtl/>
        </w:rPr>
        <w:t xml:space="preserve"> </w:t>
      </w:r>
      <w:r w:rsidR="00324455">
        <w:rPr>
          <w:rtl/>
        </w:rPr>
        <w:t>د</w:t>
      </w:r>
      <w:r w:rsidR="00816B77" w:rsidRPr="00816B77">
        <w:rPr>
          <w:rtl/>
        </w:rPr>
        <w:t>ا</w:t>
      </w:r>
      <w:r w:rsidR="00324455">
        <w:rPr>
          <w:rtl/>
        </w:rPr>
        <w:t xml:space="preserve">ر </w:t>
      </w:r>
      <w:r w:rsidR="00816B77" w:rsidRPr="00816B77">
        <w:rPr>
          <w:rtl/>
        </w:rPr>
        <w:t>ا</w:t>
      </w:r>
      <w:r w:rsidR="00324455">
        <w:rPr>
          <w:rtl/>
        </w:rPr>
        <w:t>لسل</w:t>
      </w:r>
      <w:r w:rsidR="00816B77" w:rsidRPr="00816B77">
        <w:rPr>
          <w:rtl/>
        </w:rPr>
        <w:t>ا</w:t>
      </w:r>
      <w:r w:rsidR="00324455">
        <w:rPr>
          <w:rtl/>
        </w:rPr>
        <w:t>م ،ص</w:t>
      </w:r>
      <w:r w:rsidR="00C15B30" w:rsidRPr="00C15B30">
        <w:rPr>
          <w:rFonts w:hint="cs"/>
          <w:rtl/>
        </w:rPr>
        <w:t>413</w:t>
      </w:r>
    </w:p>
    <w:p w:rsidR="005B0830" w:rsidRDefault="005B0830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324455" w:rsidRPr="00324455">
        <w:rPr>
          <w:rtl/>
        </w:rPr>
        <w:t xml:space="preserve"> </w:t>
      </w:r>
      <w:r w:rsidR="00324455">
        <w:rPr>
          <w:rtl/>
        </w:rPr>
        <w:t>سف</w:t>
      </w:r>
      <w:r w:rsidR="00324455">
        <w:rPr>
          <w:rFonts w:hint="cs"/>
          <w:rtl/>
        </w:rPr>
        <w:t>ی</w:t>
      </w:r>
      <w:r w:rsidR="00324455">
        <w:rPr>
          <w:rFonts w:hint="eastAsia"/>
          <w:rtl/>
        </w:rPr>
        <w:t>نة</w:t>
      </w:r>
      <w:r w:rsidR="00324455">
        <w:rPr>
          <w:rtl/>
        </w:rPr>
        <w:t xml:space="preserve"> </w:t>
      </w:r>
      <w:r w:rsidR="00816B77" w:rsidRPr="00816B77">
        <w:rPr>
          <w:rtl/>
        </w:rPr>
        <w:t>ا</w:t>
      </w:r>
      <w:r w:rsidR="00324455">
        <w:rPr>
          <w:rtl/>
        </w:rPr>
        <w:t>لبح</w:t>
      </w:r>
      <w:r w:rsidR="00816B77" w:rsidRPr="00816B77">
        <w:rPr>
          <w:rtl/>
        </w:rPr>
        <w:t>ا</w:t>
      </w:r>
      <w:r w:rsidR="00324455">
        <w:rPr>
          <w:rtl/>
        </w:rPr>
        <w:t>ر،ب</w:t>
      </w:r>
      <w:r w:rsidR="00816B77" w:rsidRPr="00816B77">
        <w:rPr>
          <w:rtl/>
        </w:rPr>
        <w:t>ا</w:t>
      </w:r>
      <w:r w:rsidR="00324455">
        <w:rPr>
          <w:rtl/>
        </w:rPr>
        <w:t>ب سجد</w:t>
      </w:r>
    </w:p>
    <w:p w:rsidR="005B0830" w:rsidRDefault="005B0830" w:rsidP="00051606">
      <w:pPr>
        <w:pStyle w:val="libFootnote0"/>
        <w:rPr>
          <w:rtl/>
        </w:rPr>
      </w:pPr>
      <w:r>
        <w:rPr>
          <w:rFonts w:hint="cs"/>
          <w:rtl/>
        </w:rPr>
        <w:t>(4):-</w:t>
      </w:r>
      <w:r w:rsidR="00324455" w:rsidRPr="00324455">
        <w:rPr>
          <w:rtl/>
        </w:rPr>
        <w:t xml:space="preserve"> </w:t>
      </w:r>
      <w:r w:rsidR="00324455">
        <w:rPr>
          <w:rtl/>
        </w:rPr>
        <w:t xml:space="preserve">غرر </w:t>
      </w:r>
      <w:r w:rsidR="00816B77" w:rsidRPr="00816B77">
        <w:rPr>
          <w:rtl/>
        </w:rPr>
        <w:t>ا</w:t>
      </w:r>
      <w:r w:rsidR="00324455">
        <w:rPr>
          <w:rtl/>
        </w:rPr>
        <w:t>لحکم،ص</w:t>
      </w:r>
      <w:r w:rsidR="00324455">
        <w:rPr>
          <w:rtl/>
          <w:lang w:bidi="fa-IR"/>
        </w:rPr>
        <w:t>۳۷۸</w:t>
      </w:r>
    </w:p>
    <w:p w:rsidR="005B0830" w:rsidRPr="005B0830" w:rsidRDefault="005B0830" w:rsidP="00A60F54">
      <w:pPr>
        <w:pStyle w:val="libPoemTini"/>
        <w:rPr>
          <w:rtl/>
        </w:rPr>
      </w:pPr>
      <w:r w:rsidRPr="005B0830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سخ</w:t>
      </w:r>
      <w:r w:rsidR="00816B77" w:rsidRPr="00816B77">
        <w:rPr>
          <w:rtl/>
          <w:lang w:bidi="ur-PK"/>
        </w:rPr>
        <w:t>ا</w:t>
      </w:r>
      <w:r>
        <w:rPr>
          <w:rtl/>
        </w:rPr>
        <w:t>وت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عث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>ور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 ک</w:t>
      </w:r>
      <w:r>
        <w:rPr>
          <w:rFonts w:hint="cs"/>
          <w:rtl/>
        </w:rPr>
        <w:t>ی</w:t>
      </w:r>
      <w:r>
        <w:rPr>
          <w:rtl/>
        </w:rPr>
        <w:t xml:space="preserve"> 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ہے، جو گن</w:t>
      </w:r>
      <w:r w:rsidR="00816B77" w:rsidRPr="00816B77">
        <w:rPr>
          <w:rtl/>
          <w:lang w:bidi="ur-PK"/>
        </w:rPr>
        <w:t>ا</w:t>
      </w:r>
      <w:r>
        <w:rPr>
          <w:rtl/>
        </w:rPr>
        <w:t>ہوں کو پ</w:t>
      </w:r>
      <w:r w:rsidR="00816B77" w:rsidRPr="00816B77">
        <w:rPr>
          <w:rtl/>
          <w:lang w:bidi="ur-PK"/>
        </w:rPr>
        <w:t>ا</w:t>
      </w:r>
      <w:r>
        <w:rPr>
          <w:rtl/>
        </w:rPr>
        <w:t>ک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 ہے</w:t>
      </w:r>
    </w:p>
    <w:p w:rsidR="005A2492" w:rsidRDefault="005A2492" w:rsidP="0065477E">
      <w:pPr>
        <w:pStyle w:val="libArabic"/>
        <w:rPr>
          <w:rtl/>
        </w:rPr>
      </w:pPr>
      <w:r>
        <w:rPr>
          <w:rFonts w:hint="eastAsia"/>
          <w:rtl/>
        </w:rPr>
        <w:t>رُوِ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حَ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مُوسَ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ع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تَق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تُلِ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لسَّ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مِرِ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َّ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 سَخِ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ٌّ</w:t>
      </w:r>
      <w:r w:rsidR="0065477E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خد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نے حضرت موس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زل ک</w:t>
      </w:r>
      <w:r>
        <w:rPr>
          <w:rFonts w:hint="cs"/>
          <w:rtl/>
        </w:rPr>
        <w:t>ی</w:t>
      </w:r>
      <w:r>
        <w:rPr>
          <w:rtl/>
        </w:rPr>
        <w:t xml:space="preserve"> کہ س</w:t>
      </w:r>
      <w:r w:rsidR="00816B77" w:rsidRPr="00816B77">
        <w:rPr>
          <w:rtl/>
          <w:lang w:bidi="ur-PK"/>
        </w:rPr>
        <w:t>ا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tl/>
        </w:rPr>
        <w:t xml:space="preserve"> کو قتل نہ کرو،ک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سخ</w:t>
      </w:r>
      <w:r w:rsidR="00816B77" w:rsidRPr="00816B77">
        <w:rPr>
          <w:rtl/>
          <w:lang w:bidi="ur-PK"/>
        </w:rPr>
        <w:t>ا</w:t>
      </w:r>
      <w:r>
        <w:rPr>
          <w:rtl/>
        </w:rPr>
        <w:t>وت مند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سخ</w:t>
      </w:r>
      <w:r w:rsidR="00816B77" w:rsidRPr="00816B77">
        <w:rPr>
          <w:rtl/>
          <w:lang w:bidi="ur-PK"/>
        </w:rPr>
        <w:t>ا</w:t>
      </w:r>
      <w:r>
        <w:rPr>
          <w:rtl/>
        </w:rPr>
        <w:t>وت 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مؤمن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ہوتو کتن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</w:t>
      </w:r>
    </w:p>
    <w:p w:rsidR="005A2492" w:rsidRDefault="00816B77" w:rsidP="0065477E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ص</w:t>
      </w:r>
      <w:r w:rsidRPr="00816B77">
        <w:rPr>
          <w:rtl/>
          <w:lang w:bidi="ur-PK"/>
        </w:rPr>
        <w:t>ا</w:t>
      </w:r>
      <w:r w:rsidR="005A2492">
        <w:rPr>
          <w:rtl/>
        </w:rPr>
        <w:t>دق</w:t>
      </w:r>
      <w:r w:rsidR="000B1FC0" w:rsidRPr="000B1FC0">
        <w:rPr>
          <w:rtl/>
          <w:lang w:bidi="ur-PK"/>
        </w:rPr>
        <w:t>(ع)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</w:t>
      </w:r>
      <w:r w:rsidRPr="00816B77">
        <w:rPr>
          <w:rtl/>
          <w:lang w:bidi="ur-PK"/>
        </w:rPr>
        <w:t>ا</w:t>
      </w:r>
      <w:r w:rsidR="005A2492">
        <w:rPr>
          <w:rtl/>
        </w:rPr>
        <w:t>ے معلّ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خدمت کرکے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محبت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دوست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صل کرو،ک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نے محبت کو بخشش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دشمن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عدم بخشش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چھپ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رکھ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  <w:r w:rsidR="0065477E" w:rsidRPr="007741D8">
        <w:rPr>
          <w:rStyle w:val="libFootnotenumChar"/>
          <w:rFonts w:hint="cs"/>
          <w:rtl/>
        </w:rPr>
        <w:t>(2)</w:t>
      </w:r>
    </w:p>
    <w:p w:rsidR="0065477E" w:rsidRDefault="0065477E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24455" w:rsidRDefault="0065477E" w:rsidP="0032445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324455">
        <w:rPr>
          <w:rtl/>
        </w:rPr>
        <w:t xml:space="preserve"> وس</w:t>
      </w:r>
      <w:r w:rsidR="00816B77" w:rsidRPr="00816B77">
        <w:rPr>
          <w:rtl/>
        </w:rPr>
        <w:t>ا</w:t>
      </w:r>
      <w:r w:rsidR="00324455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324455">
        <w:rPr>
          <w:rFonts w:hint="eastAsia"/>
          <w:rtl/>
        </w:rPr>
        <w:t>،ج</w:t>
      </w:r>
      <w:r w:rsidR="00324455">
        <w:rPr>
          <w:rtl/>
          <w:lang w:bidi="fa-IR"/>
        </w:rPr>
        <w:t>۹</w:t>
      </w:r>
      <w:r w:rsidR="00324455">
        <w:rPr>
          <w:rtl/>
        </w:rPr>
        <w:t>، ص</w:t>
      </w:r>
      <w:r w:rsidR="00324455">
        <w:rPr>
          <w:rtl/>
          <w:lang w:bidi="fa-IR"/>
        </w:rPr>
        <w:t>۱۸</w:t>
      </w:r>
    </w:p>
    <w:p w:rsidR="0065477E" w:rsidRDefault="0065477E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324455" w:rsidRPr="00324455">
        <w:rPr>
          <w:rtl/>
        </w:rPr>
        <w:t xml:space="preserve"> </w:t>
      </w:r>
      <w:r w:rsidR="00324455">
        <w:rPr>
          <w:rtl/>
        </w:rPr>
        <w:t>وس</w:t>
      </w:r>
      <w:r w:rsidR="00816B77" w:rsidRPr="00816B77">
        <w:rPr>
          <w:rtl/>
        </w:rPr>
        <w:t>ا</w:t>
      </w:r>
      <w:r w:rsidR="00324455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324455">
        <w:rPr>
          <w:rtl/>
        </w:rPr>
        <w:t xml:space="preserve"> ، ص </w:t>
      </w:r>
      <w:r w:rsidR="00C15B30" w:rsidRPr="00C15B30">
        <w:rPr>
          <w:rFonts w:hint="cs"/>
          <w:rtl/>
        </w:rPr>
        <w:t>421</w:t>
      </w:r>
    </w:p>
    <w:p w:rsidR="0065477E" w:rsidRDefault="0065477E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60743E">
      <w:pPr>
        <w:pStyle w:val="Heading1Center"/>
        <w:rPr>
          <w:rtl/>
        </w:rPr>
      </w:pPr>
      <w:bookmarkStart w:id="175" w:name="_Toc393190600"/>
      <w:r>
        <w:rPr>
          <w:rFonts w:hint="eastAsia"/>
          <w:rtl/>
        </w:rPr>
        <w:lastRenderedPageBreak/>
        <w:t>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75"/>
    </w:p>
    <w:p w:rsidR="005A2492" w:rsidRDefault="005A2492" w:rsidP="0060743E">
      <w:pPr>
        <w:pStyle w:val="Heading1Center"/>
        <w:rPr>
          <w:rtl/>
        </w:rPr>
      </w:pPr>
      <w:bookmarkStart w:id="176" w:name="_Toc393190601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ختل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bookmarkEnd w:id="176"/>
    </w:p>
    <w:p w:rsidR="005A2492" w:rsidRDefault="005A2492" w:rsidP="00A21BC5">
      <w:pPr>
        <w:pStyle w:val="Heading1"/>
        <w:rPr>
          <w:rtl/>
        </w:rPr>
      </w:pPr>
      <w:bookmarkStart w:id="177" w:name="_Toc393190602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ختل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bookmarkEnd w:id="177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 مختلف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شرے </w:t>
      </w:r>
      <w:r w:rsidR="00816B77" w:rsidRPr="00816B77">
        <w:rPr>
          <w:rtl/>
          <w:lang w:bidi="ur-PK"/>
        </w:rPr>
        <w:t>ا</w:t>
      </w:r>
      <w:r>
        <w:rPr>
          <w:rtl/>
        </w:rPr>
        <w:t>ورمم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سب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 کے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 w:rsidR="00816B77" w:rsidRPr="00816B77">
        <w:rPr>
          <w:rtl/>
          <w:lang w:bidi="ur-PK"/>
        </w:rPr>
        <w:t>ا</w:t>
      </w:r>
      <w:r>
        <w:rPr>
          <w:rtl/>
        </w:rPr>
        <w:t>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ہوسکتےبعض </w:t>
      </w:r>
      <w:r w:rsidR="00816B77" w:rsidRPr="00816B77">
        <w:rPr>
          <w:rtl/>
          <w:lang w:bidi="ur-PK"/>
        </w:rPr>
        <w:t>ا</w:t>
      </w:r>
      <w:r>
        <w:rPr>
          <w:rtl/>
        </w:rPr>
        <w:t>وق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ختل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شک</w:t>
      </w:r>
      <w:r w:rsidR="00816B77" w:rsidRPr="00816B77">
        <w:rPr>
          <w:rtl/>
          <w:lang w:bidi="ur-PK"/>
        </w:rPr>
        <w:t>ا</w:t>
      </w:r>
      <w:r>
        <w:rPr>
          <w:rtl/>
        </w:rPr>
        <w:t>ر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دونوں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پرغم و غصہ نک</w:t>
      </w:r>
      <w:r w:rsidR="00816B77" w:rsidRPr="00816B77">
        <w:rPr>
          <w:rtl/>
          <w:lang w:bidi="ur-PK"/>
        </w:rPr>
        <w:t>ا</w:t>
      </w:r>
      <w:r>
        <w:rPr>
          <w:rtl/>
        </w:rPr>
        <w:t>لن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شروع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طرح گلے شکوے 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خ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کرکے 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پنے</w:t>
      </w:r>
      <w:r>
        <w:rPr>
          <w:rtl/>
        </w:rPr>
        <w:t xml:space="preserve"> کو ہلک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گلے شکوے 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</w:t>
      </w:r>
      <w:r w:rsidR="00816B77" w:rsidRPr="00816B77">
        <w:rPr>
          <w:rtl/>
          <w:lang w:bidi="ur-PK"/>
        </w:rPr>
        <w:t>ا</w:t>
      </w:r>
      <w:r>
        <w:rPr>
          <w:rtl/>
        </w:rPr>
        <w:t>بت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>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موقع نہ ملے تو شعلے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نند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کو </w:t>
      </w:r>
      <w:r w:rsidR="00816B77" w:rsidRPr="00816B77">
        <w:rPr>
          <w:rtl/>
          <w:lang w:bidi="ur-PK"/>
        </w:rPr>
        <w:t>ا</w:t>
      </w:r>
      <w:r>
        <w:rPr>
          <w:rtl/>
        </w:rPr>
        <w:t>ندر سے جل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جب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ن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لہذ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گلے شکوے کو چھپ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مسئلہ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ہے،بلکہ </w:t>
      </w:r>
      <w:r w:rsidR="00816B77" w:rsidRPr="00816B77">
        <w:rPr>
          <w:rtl/>
          <w:lang w:bidi="ur-PK"/>
        </w:rPr>
        <w:t>ا</w:t>
      </w:r>
      <w:r>
        <w:rPr>
          <w:rtl/>
        </w:rPr>
        <w:t>ن پر پردہ ڈ</w:t>
      </w:r>
      <w:r w:rsidR="00816B77" w:rsidRPr="00816B77">
        <w:rPr>
          <w:rtl/>
          <w:lang w:bidi="ur-PK"/>
        </w:rPr>
        <w:t>ا</w:t>
      </w:r>
      <w:r>
        <w:rPr>
          <w:rtl/>
        </w:rPr>
        <w:t>لن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 w:rsidR="00816B77" w:rsidRPr="00816B77">
        <w:rPr>
          <w:rtl/>
          <w:lang w:bidi="ur-PK"/>
        </w:rPr>
        <w:t>ا</w:t>
      </w:r>
      <w:r>
        <w:rPr>
          <w:rtl/>
        </w:rPr>
        <w:t>فے ک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>عث بنت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کو </w:t>
      </w:r>
      <w:r w:rsidR="00816B77" w:rsidRPr="00816B77">
        <w:rPr>
          <w:rtl/>
          <w:lang w:bidi="ur-PK"/>
        </w:rPr>
        <w:t>ا</w:t>
      </w:r>
      <w:r>
        <w:rPr>
          <w:rtl/>
        </w:rPr>
        <w:t>حت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عتر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گلے شکوے کو </w:t>
      </w:r>
      <w:r w:rsidR="00816B77" w:rsidRPr="00816B77">
        <w:rPr>
          <w:rtl/>
          <w:lang w:bidi="ur-PK"/>
        </w:rPr>
        <w:t>ا</w:t>
      </w:r>
      <w:r>
        <w:rPr>
          <w:rtl/>
        </w:rPr>
        <w:t>نتق</w:t>
      </w:r>
      <w:r w:rsidR="00816B77" w:rsidRPr="00816B77">
        <w:rPr>
          <w:rtl/>
          <w:lang w:bidi="ur-PK"/>
        </w:rPr>
        <w:t>ا</w:t>
      </w:r>
      <w:r>
        <w:rPr>
          <w:rtl/>
        </w:rPr>
        <w:t>م جوئ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جھگڑ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فس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بلکہ </w:t>
      </w:r>
      <w:r w:rsidR="00816B77" w:rsidRPr="00816B77">
        <w:rPr>
          <w:rtl/>
          <w:lang w:bidi="ur-PK"/>
        </w:rPr>
        <w:t>ا</w:t>
      </w:r>
      <w:r>
        <w:rPr>
          <w:rtl/>
        </w:rPr>
        <w:t>ن  کو ب</w:t>
      </w:r>
      <w:r w:rsidR="00816B77" w:rsidRPr="00816B77">
        <w:rPr>
          <w:rtl/>
          <w:lang w:bidi="ur-PK"/>
        </w:rPr>
        <w:t>ا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tl/>
        </w:rPr>
        <w:t xml:space="preserve"> تف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ہم </w:t>
      </w:r>
      <w:r w:rsidR="00816B77" w:rsidRPr="00816B77">
        <w:rPr>
          <w:rtl/>
          <w:lang w:bidi="ur-PK"/>
        </w:rPr>
        <w:t>ا</w:t>
      </w:r>
      <w:r>
        <w:rPr>
          <w:rtl/>
        </w:rPr>
        <w:t>ور عشق و محبت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خوش</w:t>
      </w:r>
      <w:r>
        <w:rPr>
          <w:rFonts w:hint="cs"/>
          <w:rtl/>
        </w:rPr>
        <w:t>ی</w:t>
      </w:r>
      <w:r>
        <w:rPr>
          <w:rtl/>
        </w:rPr>
        <w:t xml:space="preserve"> ،صلح و صف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نہ جنگ و جدل 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فس</w:t>
      </w:r>
      <w:r w:rsidR="00816B77" w:rsidRPr="00816B77">
        <w:rPr>
          <w:rtl/>
          <w:lang w:bidi="ur-PK"/>
        </w:rPr>
        <w:t>ا</w:t>
      </w:r>
      <w:r>
        <w:rPr>
          <w:rtl/>
        </w:rPr>
        <w:t>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دونوں کو ج</w:t>
      </w:r>
      <w:r w:rsidR="00816B77" w:rsidRPr="00816B77">
        <w:rPr>
          <w:rtl/>
          <w:lang w:bidi="ur-PK"/>
        </w:rPr>
        <w:t>ا</w:t>
      </w:r>
      <w:r>
        <w:rPr>
          <w:rtl/>
        </w:rPr>
        <w:t>ن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زدو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و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و قرب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جذب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</w:t>
      </w:r>
      <w:r w:rsidR="00816B77" w:rsidRPr="00816B77">
        <w:rPr>
          <w:rtl/>
          <w:lang w:bidi="ur-PK"/>
        </w:rPr>
        <w:t>ا</w:t>
      </w:r>
      <w:r>
        <w:rPr>
          <w:rtl/>
        </w:rPr>
        <w:t>نن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مردوں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جہ</w:t>
      </w:r>
      <w:r w:rsidR="00816B77" w:rsidRPr="00816B77">
        <w:rPr>
          <w:rtl/>
          <w:lang w:bidi="ur-PK"/>
        </w:rPr>
        <w:t>ا</w:t>
      </w:r>
      <w:r>
        <w:rPr>
          <w:rtl/>
        </w:rPr>
        <w:t>د مح</w:t>
      </w:r>
      <w:r w:rsidR="00816B77" w:rsidRPr="00816B77">
        <w:rPr>
          <w:rtl/>
          <w:lang w:bidi="ur-PK"/>
        </w:rPr>
        <w:t>ا</w:t>
      </w:r>
      <w:r>
        <w:rPr>
          <w:rtl/>
        </w:rPr>
        <w:t>ذوں پر لڑن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دشمن پر حملہ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وردشمن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تو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جہ</w:t>
      </w:r>
      <w:r w:rsidR="00816B77" w:rsidRPr="00816B77">
        <w:rPr>
          <w:rtl/>
          <w:lang w:bidi="ur-PK"/>
        </w:rPr>
        <w:t>ا</w:t>
      </w:r>
      <w:r>
        <w:rPr>
          <w:rtl/>
        </w:rPr>
        <w:t>د جتن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ممکن ہو سکے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</w:t>
      </w:r>
      <w:r>
        <w:rPr>
          <w:rFonts w:hint="cs"/>
          <w:rtl/>
        </w:rPr>
        <w:t>ی</w:t>
      </w:r>
      <w:r>
        <w:rPr>
          <w:rtl/>
        </w:rPr>
        <w:t xml:space="preserve"> خدمت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بچوّں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ظم </w:t>
      </w:r>
      <w:r w:rsidR="007B6DC7" w:rsidRPr="007B6DC7">
        <w:rPr>
          <w:rtl/>
          <w:lang w:bidi="ur-PK"/>
        </w:rPr>
        <w:t>(ع)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65477E">
      <w:pPr>
        <w:pStyle w:val="libArabic"/>
        <w:rPr>
          <w:rtl/>
        </w:rPr>
      </w:pPr>
      <w:r>
        <w:rPr>
          <w:rFonts w:hint="eastAsia"/>
          <w:rtl/>
        </w:rPr>
        <w:t>جِ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دُ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ةِ حُس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نُ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لتَّبَعُّل</w:t>
      </w:r>
      <w:r w:rsidRPr="00371684">
        <w:rPr>
          <w:rFonts w:hint="cs"/>
          <w:rtl/>
        </w:rPr>
        <w:t>‏</w:t>
      </w:r>
      <w:r w:rsidR="0065477E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شوہر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65477E" w:rsidRDefault="0065477E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5477E" w:rsidRDefault="0065477E" w:rsidP="00E9302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E93020" w:rsidRPr="00E93020">
        <w:rPr>
          <w:rtl/>
        </w:rPr>
        <w:t xml:space="preserve">  تفس</w:t>
      </w:r>
      <w:r w:rsidR="00E93020" w:rsidRPr="00E93020">
        <w:rPr>
          <w:rFonts w:hint="cs"/>
          <w:rtl/>
        </w:rPr>
        <w:t>ی</w:t>
      </w:r>
      <w:r w:rsidR="00E93020" w:rsidRPr="00E93020">
        <w:rPr>
          <w:rFonts w:hint="eastAsia"/>
          <w:rtl/>
        </w:rPr>
        <w:t>ر</w:t>
      </w:r>
      <w:r w:rsidR="00E93020" w:rsidRPr="00E93020">
        <w:rPr>
          <w:rtl/>
        </w:rPr>
        <w:t xml:space="preserve"> </w:t>
      </w:r>
      <w:r w:rsidR="00816B77" w:rsidRPr="00816B77">
        <w:rPr>
          <w:rtl/>
        </w:rPr>
        <w:t>ا</w:t>
      </w:r>
      <w:r w:rsidR="00E93020" w:rsidRPr="00E93020">
        <w:rPr>
          <w:rtl/>
        </w:rPr>
        <w:t>لم</w:t>
      </w:r>
      <w:r w:rsidR="00E93020" w:rsidRPr="00E93020">
        <w:rPr>
          <w:rFonts w:hint="cs"/>
          <w:rtl/>
        </w:rPr>
        <w:t>ی</w:t>
      </w:r>
      <w:r w:rsidR="00E93020" w:rsidRPr="00E93020">
        <w:rPr>
          <w:rFonts w:hint="eastAsia"/>
          <w:rtl/>
        </w:rPr>
        <w:t>ز</w:t>
      </w:r>
      <w:r w:rsidR="00816B77" w:rsidRPr="00816B77">
        <w:rPr>
          <w:rFonts w:hint="eastAsia"/>
          <w:rtl/>
        </w:rPr>
        <w:t>ا</w:t>
      </w:r>
      <w:r w:rsidR="00E93020" w:rsidRPr="00E93020">
        <w:rPr>
          <w:rFonts w:hint="eastAsia"/>
          <w:rtl/>
        </w:rPr>
        <w:t>ن،ج</w:t>
      </w:r>
      <w:r w:rsidR="00C15B30" w:rsidRPr="00C15B30">
        <w:rPr>
          <w:rFonts w:hint="cs"/>
          <w:rtl/>
        </w:rPr>
        <w:t>4</w:t>
      </w:r>
      <w:r w:rsidR="00E93020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373</w:t>
      </w:r>
      <w:r w:rsidR="00E93020" w:rsidRPr="00816B77">
        <w:rPr>
          <w:rFonts w:hint="cs"/>
          <w:rtl/>
        </w:rPr>
        <w:t>،</w:t>
      </w:r>
      <w:r w:rsidR="00816B77" w:rsidRPr="00816B77">
        <w:rPr>
          <w:rFonts w:hint="cs"/>
          <w:rtl/>
        </w:rPr>
        <w:t>ا</w:t>
      </w:r>
      <w:r w:rsidR="00E93020" w:rsidRPr="00816B77">
        <w:rPr>
          <w:rFonts w:hint="cs"/>
          <w:rtl/>
        </w:rPr>
        <w:t>ل</w:t>
      </w:r>
      <w:r w:rsidR="00DB2203" w:rsidRPr="00DB2203">
        <w:rPr>
          <w:rFonts w:hint="cs"/>
          <w:rtl/>
        </w:rPr>
        <w:t xml:space="preserve">کافی </w:t>
      </w:r>
      <w:r w:rsidR="00E93020" w:rsidRPr="00E93020">
        <w:rPr>
          <w:rFonts w:hint="eastAsia"/>
          <w:rtl/>
        </w:rPr>
        <w:t>،ج</w:t>
      </w:r>
      <w:r w:rsidR="00E93020" w:rsidRPr="00E93020">
        <w:rPr>
          <w:rtl/>
          <w:lang w:bidi="fa-IR"/>
        </w:rPr>
        <w:t>۶</w:t>
      </w:r>
      <w:r w:rsidR="00E93020" w:rsidRPr="00E93020">
        <w:rPr>
          <w:rtl/>
        </w:rPr>
        <w:t>، ص</w:t>
      </w:r>
      <w:r w:rsidR="00E93020" w:rsidRPr="00E93020">
        <w:rPr>
          <w:rtl/>
          <w:lang w:bidi="fa-IR"/>
        </w:rPr>
        <w:t>۹</w:t>
      </w:r>
    </w:p>
    <w:p w:rsidR="0065477E" w:rsidRPr="00E93020" w:rsidRDefault="0065477E" w:rsidP="00A60F54">
      <w:pPr>
        <w:pStyle w:val="libPoemTini"/>
        <w:rPr>
          <w:rtl/>
        </w:rPr>
      </w:pPr>
      <w:r w:rsidRPr="00E93020">
        <w:rPr>
          <w:rtl/>
        </w:rPr>
        <w:br w:type="page"/>
      </w:r>
    </w:p>
    <w:p w:rsidR="005A2492" w:rsidRDefault="005A2492" w:rsidP="00BD5200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ء بنت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نے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>ئندہ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کے پ</w:t>
      </w:r>
      <w:r w:rsidR="00816B77" w:rsidRPr="00816B77">
        <w:rPr>
          <w:rtl/>
          <w:lang w:bidi="ur-PK"/>
        </w:rPr>
        <w:t>ا</w:t>
      </w:r>
      <w:r>
        <w:rPr>
          <w:rtl/>
        </w:rPr>
        <w:t>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عرض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!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پ کو مق</w:t>
      </w:r>
      <w:r w:rsidR="00816B77" w:rsidRPr="00816B77">
        <w:rPr>
          <w:rtl/>
          <w:lang w:bidi="ur-PK"/>
        </w:rPr>
        <w:t>ا</w:t>
      </w:r>
      <w:r>
        <w:rPr>
          <w:rtl/>
        </w:rPr>
        <w:t>م نبوت پر ف</w:t>
      </w:r>
      <w:r w:rsidR="00816B77" w:rsidRPr="00816B77">
        <w:rPr>
          <w:rtl/>
          <w:lang w:bidi="ur-PK"/>
        </w:rPr>
        <w:t>ا</w:t>
      </w:r>
      <w:r>
        <w:rPr>
          <w:rtl/>
        </w:rPr>
        <w:t>ئز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پر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لے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 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شوہروں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بچوّں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</w:t>
      </w:r>
      <w:r w:rsidR="00816B77" w:rsidRPr="00816B77">
        <w:rPr>
          <w:rtl/>
          <w:lang w:bidi="ur-PK"/>
        </w:rPr>
        <w:t>ا</w:t>
      </w:r>
      <w:r>
        <w:rPr>
          <w:rtl/>
        </w:rPr>
        <w:t>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</w:t>
      </w:r>
      <w:r>
        <w:rPr>
          <w:rFonts w:hint="eastAsia"/>
          <w:rtl/>
        </w:rPr>
        <w:t>کہ</w:t>
      </w:r>
      <w:r>
        <w:rPr>
          <w:rtl/>
        </w:rPr>
        <w:t xml:space="preserve"> مرد لوگ نم</w:t>
      </w:r>
      <w:r w:rsidR="00816B77" w:rsidRPr="00816B77">
        <w:rPr>
          <w:rtl/>
          <w:lang w:bidi="ur-PK"/>
        </w:rPr>
        <w:t>ا</w:t>
      </w:r>
      <w:r>
        <w:rPr>
          <w:rtl/>
        </w:rPr>
        <w:t>ز جم</w:t>
      </w:r>
      <w:r w:rsidR="00816B77" w:rsidRPr="00816B77">
        <w:rPr>
          <w:rtl/>
          <w:lang w:bidi="ur-PK"/>
        </w:rPr>
        <w:t>ا</w:t>
      </w:r>
      <w:r>
        <w:rPr>
          <w:rtl/>
        </w:rPr>
        <w:t>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دت</w:t>
      </w:r>
      <w:r>
        <w:rPr>
          <w:rtl/>
        </w:rPr>
        <w:t xml:space="preserve"> کے لئے ج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</w:t>
      </w:r>
      <w:r w:rsidR="00816B77" w:rsidRPr="00816B77">
        <w:rPr>
          <w:rtl/>
          <w:lang w:bidi="ur-PK"/>
        </w:rPr>
        <w:t>ا</w:t>
      </w:r>
      <w:r>
        <w:rPr>
          <w:rtl/>
        </w:rPr>
        <w:t>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ں،جھ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مر</w:t>
      </w:r>
      <w:r w:rsidR="00816B77" w:rsidRPr="00816B77">
        <w:rPr>
          <w:rtl/>
          <w:lang w:bidi="ur-PK"/>
        </w:rPr>
        <w:t>ا</w:t>
      </w:r>
      <w:r>
        <w:rPr>
          <w:rtl/>
        </w:rPr>
        <w:t>سم حج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بڑھ چڑھ کر حصہ لے کر ثو</w:t>
      </w:r>
      <w:r w:rsidR="00816B77" w:rsidRPr="00816B77">
        <w:rPr>
          <w:rtl/>
          <w:lang w:bidi="ur-PK"/>
        </w:rPr>
        <w:t>ا</w:t>
      </w:r>
      <w:r>
        <w:rPr>
          <w:rtl/>
        </w:rPr>
        <w:t>ب کم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ہم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</w:t>
      </w:r>
      <w:r w:rsidR="00816B77" w:rsidRPr="00816B77">
        <w:rPr>
          <w:rtl/>
          <w:lang w:bidi="ur-PK"/>
        </w:rPr>
        <w:t>ا</w:t>
      </w:r>
      <w:r>
        <w:rPr>
          <w:rtl/>
        </w:rPr>
        <w:t>مو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</w:t>
      </w:r>
      <w:r>
        <w:rPr>
          <w:rFonts w:hint="eastAsia"/>
          <w:rtl/>
        </w:rPr>
        <w:t>،بچوّں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کپڑے دھونے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ثو</w:t>
      </w:r>
      <w:r w:rsidR="00816B77" w:rsidRPr="00816B77">
        <w:rPr>
          <w:rtl/>
          <w:lang w:bidi="ur-PK"/>
        </w:rPr>
        <w:t>ا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صح</w:t>
      </w:r>
      <w:r w:rsidR="00816B77" w:rsidRPr="00816B77">
        <w:rPr>
          <w:rtl/>
          <w:lang w:bidi="ur-PK"/>
        </w:rPr>
        <w:t>ا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تم</w:t>
      </w:r>
      <w:r>
        <w:rPr>
          <w:rtl/>
        </w:rPr>
        <w:t xml:space="preserve"> لوگوں نے کبھ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ئل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تون ک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سے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 کوئ</w:t>
      </w:r>
      <w:r>
        <w:rPr>
          <w:rFonts w:hint="cs"/>
          <w:rtl/>
        </w:rPr>
        <w:t>ی</w:t>
      </w:r>
      <w:r>
        <w:rPr>
          <w:rtl/>
        </w:rPr>
        <w:t xml:space="preserve"> گفتگوسن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  <w:r>
        <w:rPr>
          <w:rtl/>
        </w:rPr>
        <w:cr/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صح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نے عرص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!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گفتگو </w:t>
      </w:r>
      <w:r w:rsidR="00816B77" w:rsidRPr="00816B77">
        <w:rPr>
          <w:rtl/>
          <w:lang w:bidi="ur-PK"/>
        </w:rPr>
        <w:t>ا</w:t>
      </w:r>
      <w:r>
        <w:rPr>
          <w:rtl/>
        </w:rPr>
        <w:t>ج تک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تون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ج</w:t>
      </w:r>
      <w:r w:rsidR="00816B77" w:rsidRPr="00816B77">
        <w:rPr>
          <w:rtl/>
          <w:lang w:bidi="ur-PK"/>
        </w:rPr>
        <w:t>ا</w:t>
      </w:r>
      <w:r>
        <w:rPr>
          <w:rtl/>
        </w:rPr>
        <w:t>ؤ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کہہ دو،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تم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شوہروں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حسن سلوک کروگ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ذمہ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816B77" w:rsidRPr="00816B77">
        <w:rPr>
          <w:rtl/>
          <w:lang w:bidi="ur-PK"/>
        </w:rPr>
        <w:t>ا</w:t>
      </w:r>
      <w:r>
        <w:rPr>
          <w:rtl/>
        </w:rPr>
        <w:t>نج</w:t>
      </w:r>
      <w:r w:rsidR="00816B77" w:rsidRPr="00816B77">
        <w:rPr>
          <w:rtl/>
          <w:lang w:bidi="ur-PK"/>
        </w:rPr>
        <w:t>ا</w:t>
      </w:r>
      <w:r>
        <w:rPr>
          <w:rtl/>
        </w:rPr>
        <w:t>م دوگ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شوہروں کو خوش رکھنے ک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تم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ثو</w:t>
      </w:r>
      <w:r w:rsidR="00816B77" w:rsidRPr="00816B77">
        <w:rPr>
          <w:rtl/>
          <w:lang w:bidi="ur-PK"/>
        </w:rPr>
        <w:t>ا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</w:p>
    <w:p w:rsidR="005A2492" w:rsidRDefault="005A2492" w:rsidP="00BD520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ء بنت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کبر </w:t>
      </w:r>
      <w:r w:rsidR="00816B77" w:rsidRPr="00816B77">
        <w:rPr>
          <w:rtl/>
          <w:lang w:bidi="ur-PK"/>
        </w:rPr>
        <w:t>ا</w:t>
      </w:r>
      <w:r>
        <w:rPr>
          <w:rtl/>
        </w:rPr>
        <w:t>ور ل</w:t>
      </w:r>
      <w:r w:rsidR="00816B77" w:rsidRPr="00816B77">
        <w:rPr>
          <w:rtl/>
          <w:lang w:bidi="ur-PK"/>
        </w:rPr>
        <w:t>اا</w:t>
      </w:r>
      <w:r>
        <w:rPr>
          <w:rtl/>
        </w:rPr>
        <w:t xml:space="preserve">لہ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نعرہ بلند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سے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 w:rsidR="00BD5200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حق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مرد </w:t>
      </w:r>
      <w:r w:rsidRPr="00816B77">
        <w:rPr>
          <w:rtl/>
          <w:lang w:bidi="ur-PK"/>
        </w:rPr>
        <w:t>ا</w:t>
      </w:r>
      <w:r w:rsidR="005A2492">
        <w:rPr>
          <w:rtl/>
        </w:rPr>
        <w:t>ور عورت دونوں کو توجہ کرن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 کہ عورتوں کے وجود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جنگ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س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ورزش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در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بلکہ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نے 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ح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نۂ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خوشبو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لقب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ہےجس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خوبصورت پھولوں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لط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فت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طر</w:t>
      </w:r>
      <w:r w:rsidRPr="00816B77">
        <w:rPr>
          <w:rtl/>
          <w:lang w:bidi="ur-PK"/>
        </w:rPr>
        <w:t>ا</w:t>
      </w:r>
      <w:r w:rsidR="005A2492">
        <w:rPr>
          <w:rtl/>
        </w:rPr>
        <w:t>وت 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eastAsia"/>
          <w:rtl/>
        </w:rPr>
        <w:t>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لط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فت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طر</w:t>
      </w:r>
      <w:r w:rsidRPr="00816B77">
        <w:rPr>
          <w:rtl/>
          <w:lang w:bidi="ur-PK"/>
        </w:rPr>
        <w:t>ا</w:t>
      </w:r>
      <w:r w:rsidR="005A2492">
        <w:rPr>
          <w:rtl/>
        </w:rPr>
        <w:t>وت کو ظ</w:t>
      </w:r>
      <w:r w:rsidRPr="00816B77">
        <w:rPr>
          <w:rtl/>
          <w:lang w:bidi="ur-PK"/>
        </w:rPr>
        <w:t>ا</w:t>
      </w:r>
      <w:r w:rsidR="005A2492">
        <w:rPr>
          <w:rtl/>
        </w:rPr>
        <w:t>لم ہ</w:t>
      </w:r>
      <w:r w:rsidRPr="00816B77">
        <w:rPr>
          <w:rtl/>
          <w:lang w:bidi="ur-PK"/>
        </w:rPr>
        <w:t>ا</w:t>
      </w:r>
      <w:r w:rsidR="005A2492">
        <w:rPr>
          <w:rtl/>
        </w:rPr>
        <w:t>تھوں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سکت</w:t>
      </w:r>
      <w:r w:rsidRPr="00816B77">
        <w:rPr>
          <w:rtl/>
          <w:lang w:bidi="ur-PK"/>
        </w:rPr>
        <w:t>ا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پھول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جگہ گلدستہ،گلد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نس و محبت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محفل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</w:t>
      </w:r>
      <w:r w:rsidRPr="00816B77">
        <w:rPr>
          <w:rtl/>
          <w:lang w:bidi="ur-PK"/>
        </w:rPr>
        <w:t>ا</w:t>
      </w:r>
      <w:r w:rsidR="005A2492">
        <w:rPr>
          <w:rtl/>
        </w:rPr>
        <w:t>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BD5200" w:rsidRDefault="00BD520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D5200" w:rsidRDefault="00BD5200" w:rsidP="00F6727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67274" w:rsidRPr="00F67274">
        <w:rPr>
          <w:rtl/>
        </w:rPr>
        <w:t xml:space="preserve"> تفس</w:t>
      </w:r>
      <w:r w:rsidR="00F67274" w:rsidRPr="00F67274">
        <w:rPr>
          <w:rFonts w:hint="cs"/>
          <w:rtl/>
        </w:rPr>
        <w:t>ی</w:t>
      </w:r>
      <w:r w:rsidR="00F67274" w:rsidRPr="00F67274">
        <w:rPr>
          <w:rFonts w:hint="eastAsia"/>
          <w:rtl/>
        </w:rPr>
        <w:t>ر</w:t>
      </w:r>
      <w:r w:rsidR="00F67274" w:rsidRPr="00F67274">
        <w:rPr>
          <w:rtl/>
        </w:rPr>
        <w:t xml:space="preserve"> </w:t>
      </w:r>
      <w:r w:rsidR="00816B77" w:rsidRPr="00816B77">
        <w:rPr>
          <w:rtl/>
        </w:rPr>
        <w:t>ا</w:t>
      </w:r>
      <w:r w:rsidR="00F67274" w:rsidRPr="00F67274">
        <w:rPr>
          <w:rtl/>
        </w:rPr>
        <w:t>لم</w:t>
      </w:r>
      <w:r w:rsidR="00F67274" w:rsidRPr="00F67274">
        <w:rPr>
          <w:rFonts w:hint="cs"/>
          <w:rtl/>
        </w:rPr>
        <w:t>ی</w:t>
      </w:r>
      <w:r w:rsidR="00F67274" w:rsidRPr="00F67274">
        <w:rPr>
          <w:rFonts w:hint="eastAsia"/>
          <w:rtl/>
        </w:rPr>
        <w:t>ز</w:t>
      </w:r>
      <w:r w:rsidR="00816B77" w:rsidRPr="00816B77">
        <w:rPr>
          <w:rFonts w:hint="eastAsia"/>
          <w:rtl/>
        </w:rPr>
        <w:t>ا</w:t>
      </w:r>
      <w:r w:rsidR="00F67274" w:rsidRPr="00F67274">
        <w:rPr>
          <w:rFonts w:hint="eastAsia"/>
          <w:rtl/>
        </w:rPr>
        <w:t>ن،ج</w:t>
      </w:r>
      <w:r w:rsidR="00C15B30" w:rsidRPr="00C15B30">
        <w:rPr>
          <w:rFonts w:hint="cs"/>
          <w:rtl/>
        </w:rPr>
        <w:t>4</w:t>
      </w:r>
      <w:r w:rsidR="00F67274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373</w:t>
      </w:r>
      <w:r w:rsidR="00F67274" w:rsidRPr="00816B77">
        <w:rPr>
          <w:rFonts w:hint="cs"/>
          <w:rtl/>
        </w:rPr>
        <w:t>،</w:t>
      </w:r>
      <w:r w:rsidR="00816B77" w:rsidRPr="00816B77">
        <w:rPr>
          <w:rFonts w:hint="cs"/>
          <w:rtl/>
        </w:rPr>
        <w:t>ا</w:t>
      </w:r>
      <w:r w:rsidR="00F67274" w:rsidRPr="00816B77">
        <w:rPr>
          <w:rFonts w:hint="cs"/>
          <w:rtl/>
        </w:rPr>
        <w:t>ل</w:t>
      </w:r>
      <w:r w:rsidR="00DB2203" w:rsidRPr="00DB2203">
        <w:rPr>
          <w:rFonts w:hint="cs"/>
          <w:rtl/>
        </w:rPr>
        <w:t xml:space="preserve">کافی </w:t>
      </w:r>
      <w:r w:rsidR="00F67274" w:rsidRPr="00F67274">
        <w:rPr>
          <w:rFonts w:hint="eastAsia"/>
          <w:rtl/>
        </w:rPr>
        <w:t>،ج</w:t>
      </w:r>
      <w:r w:rsidR="00F67274" w:rsidRPr="00F67274">
        <w:rPr>
          <w:rtl/>
          <w:lang w:bidi="fa-IR"/>
        </w:rPr>
        <w:t>۶</w:t>
      </w:r>
      <w:r w:rsidR="00F67274" w:rsidRPr="00F67274">
        <w:rPr>
          <w:rtl/>
        </w:rPr>
        <w:t>، ص</w:t>
      </w:r>
      <w:r w:rsidR="00F67274" w:rsidRPr="00F67274">
        <w:rPr>
          <w:rtl/>
          <w:lang w:bidi="fa-IR"/>
        </w:rPr>
        <w:t>۹</w:t>
      </w:r>
    </w:p>
    <w:p w:rsidR="00BD5200" w:rsidRDefault="00BD5200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</w:t>
      </w:r>
    </w:p>
    <w:p w:rsidR="005A2492" w:rsidRDefault="005A2492" w:rsidP="00BD5200">
      <w:pPr>
        <w:pStyle w:val="libArabic"/>
        <w:rPr>
          <w:rtl/>
        </w:rPr>
      </w:pPr>
      <w:r>
        <w:rPr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ةَ رَ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حَ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نَةٌ وَ لَ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سَت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بِقَ</w:t>
      </w:r>
      <w:r w:rsidRPr="00371684">
        <w:rPr>
          <w:rFonts w:hint="cs"/>
          <w:rtl/>
        </w:rPr>
        <w:t>هْ</w:t>
      </w:r>
      <w:r>
        <w:rPr>
          <w:rFonts w:hint="cs"/>
          <w:rtl/>
        </w:rPr>
        <w:t>رَمَ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نَةٍ</w:t>
      </w:r>
      <w:r w:rsidR="00BD5200" w:rsidRPr="007741D8">
        <w:rPr>
          <w:rStyle w:val="libFootnotenumChar"/>
          <w:rFonts w:hint="cs"/>
          <w:rtl/>
        </w:rPr>
        <w:t>(1)</w:t>
      </w:r>
    </w:p>
    <w:p w:rsidR="005A2492" w:rsidRDefault="005A2492" w:rsidP="00F672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عورت گلز</w:t>
      </w:r>
      <w:r w:rsidR="00816B77" w:rsidRPr="00816B77">
        <w:rPr>
          <w:rtl/>
          <w:lang w:bidi="ur-PK"/>
        </w:rPr>
        <w:t>ا</w:t>
      </w:r>
      <w:r>
        <w:rPr>
          <w:rtl/>
        </w:rPr>
        <w:t>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پھول ہے نہ پہلو</w:t>
      </w:r>
      <w:r w:rsidR="00816B77" w:rsidRPr="00816B77">
        <w:rPr>
          <w:rtl/>
          <w:lang w:bidi="ur-PK"/>
        </w:rPr>
        <w:t>ا</w:t>
      </w:r>
      <w:r>
        <w:rPr>
          <w:rtl/>
        </w:rPr>
        <w:t>نل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رکھو کہ مرد حضر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ط</w:t>
      </w:r>
      <w:r w:rsidR="00816B77" w:rsidRPr="00816B77">
        <w:rPr>
          <w:rtl/>
          <w:lang w:bidi="ur-PK"/>
        </w:rPr>
        <w:t>ا</w:t>
      </w:r>
      <w:r>
        <w:rPr>
          <w:rtl/>
        </w:rPr>
        <w:t>قت کے زور پر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گلست</w:t>
      </w:r>
      <w:r w:rsidR="00816B77" w:rsidRPr="00816B77">
        <w:rPr>
          <w:rtl/>
          <w:lang w:bidi="ur-PK"/>
        </w:rPr>
        <w:t>ا</w:t>
      </w:r>
      <w:r>
        <w:rPr>
          <w:rtl/>
        </w:rPr>
        <w:t>ن خلقت کے پھولوں کوجنہ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ں،ب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ن،ب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کے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سے 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کئے  ج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 جوطر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کھل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</w:t>
      </w:r>
      <w:r w:rsidR="00816B77" w:rsidRPr="00816B77">
        <w:rPr>
          <w:rtl/>
          <w:lang w:bidi="ur-PK"/>
        </w:rPr>
        <w:t>ا</w:t>
      </w:r>
      <w:r>
        <w:rPr>
          <w:rtl/>
        </w:rPr>
        <w:t>پنے مک</w:t>
      </w:r>
      <w:r>
        <w:rPr>
          <w:rFonts w:hint="eastAsia"/>
          <w:rtl/>
        </w:rPr>
        <w:t>ہ،</w:t>
      </w:r>
      <w:r>
        <w:rPr>
          <w:rtl/>
        </w:rPr>
        <w:t xml:space="preserve"> طم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نچہ </w:t>
      </w:r>
      <w:r w:rsidR="00816B77" w:rsidRPr="00816B77">
        <w:rPr>
          <w:rtl/>
          <w:lang w:bidi="ur-PK"/>
        </w:rPr>
        <w:t>ا</w:t>
      </w:r>
      <w:r>
        <w:rPr>
          <w:rtl/>
        </w:rPr>
        <w:t>ور ٹھوکر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نش</w:t>
      </w:r>
      <w:r w:rsidR="00816B77" w:rsidRPr="00816B77">
        <w:rPr>
          <w:rtl/>
          <w:lang w:bidi="ur-PK"/>
        </w:rPr>
        <w:t>ا</w:t>
      </w:r>
      <w:r>
        <w:rPr>
          <w:rtl/>
        </w:rPr>
        <w:t>نہ نہ بن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مردوں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موس خصوص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خبرد</w:t>
      </w:r>
      <w:r w:rsidR="00816B77" w:rsidRPr="00816B77">
        <w:rPr>
          <w:rtl/>
          <w:lang w:bidi="ur-PK"/>
        </w:rPr>
        <w:t>ا</w:t>
      </w:r>
      <w:r>
        <w:rPr>
          <w:rtl/>
        </w:rPr>
        <w:t>ر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 ہو </w:t>
      </w:r>
      <w:r w:rsidR="00816B77" w:rsidRPr="00816B77">
        <w:rPr>
          <w:rtl/>
          <w:lang w:bidi="ur-PK"/>
        </w:rPr>
        <w:t>ا</w:t>
      </w:r>
      <w:r>
        <w:rPr>
          <w:rtl/>
        </w:rPr>
        <w:t>س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زک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کو جوت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،سکون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عث ہے، 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ئع کرے: </w:t>
      </w:r>
      <w:r w:rsidRPr="00F67274">
        <w:rPr>
          <w:rStyle w:val="libArabicChar"/>
          <w:rtl/>
        </w:rPr>
        <w:t>قَ</w:t>
      </w:r>
      <w:r w:rsidR="00CF3D62" w:rsidRPr="00CF3D62">
        <w:rPr>
          <w:rStyle w:val="libArabicChar"/>
          <w:rtl/>
        </w:rPr>
        <w:t>ا</w:t>
      </w:r>
      <w:r w:rsidRPr="00F67274">
        <w:rPr>
          <w:rStyle w:val="libArabicChar"/>
          <w:rtl/>
        </w:rPr>
        <w:t xml:space="preserve">لَ رَسُولُ </w:t>
      </w:r>
      <w:r w:rsidR="00CF3D62" w:rsidRPr="00CF3D62">
        <w:rPr>
          <w:rStyle w:val="libArabicChar"/>
          <w:rtl/>
        </w:rPr>
        <w:t>ا</w:t>
      </w:r>
      <w:r w:rsidRPr="00F67274">
        <w:rPr>
          <w:rStyle w:val="libArabicChar"/>
          <w:rtl/>
        </w:rPr>
        <w:t>لل</w:t>
      </w:r>
      <w:r w:rsidRPr="00F67274">
        <w:rPr>
          <w:rStyle w:val="libArabicChar"/>
          <w:rFonts w:hint="cs"/>
          <w:rtl/>
        </w:rPr>
        <w:t xml:space="preserve">هِ ص </w:t>
      </w:r>
      <w:r w:rsidR="00CF3D62" w:rsidRPr="00CF3D62">
        <w:rPr>
          <w:rStyle w:val="libArabicChar"/>
          <w:rFonts w:hint="cs"/>
          <w:rtl/>
        </w:rPr>
        <w:t>ا</w:t>
      </w:r>
      <w:r w:rsidRPr="00F67274">
        <w:rPr>
          <w:rStyle w:val="libArabicChar"/>
          <w:rFonts w:hint="cs"/>
          <w:rtl/>
        </w:rPr>
        <w:t>نَّمَ</w:t>
      </w:r>
      <w:r w:rsidR="00CF3D62" w:rsidRPr="00CF3D62">
        <w:rPr>
          <w:rStyle w:val="libArabicChar"/>
          <w:rFonts w:hint="cs"/>
          <w:rtl/>
        </w:rPr>
        <w:t>ا</w:t>
      </w:r>
      <w:r w:rsidRPr="00F67274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F67274">
        <w:rPr>
          <w:rStyle w:val="libArabicChar"/>
          <w:rFonts w:hint="cs"/>
          <w:rtl/>
        </w:rPr>
        <w:t>لْمَرْ</w:t>
      </w:r>
      <w:r w:rsidR="00CF3D62" w:rsidRPr="00CF3D62">
        <w:rPr>
          <w:rStyle w:val="libArabicChar"/>
          <w:rFonts w:hint="cs"/>
          <w:rtl/>
        </w:rPr>
        <w:t>ا</w:t>
      </w:r>
      <w:r w:rsidRPr="00F67274">
        <w:rPr>
          <w:rStyle w:val="libArabicChar"/>
          <w:rFonts w:hint="cs"/>
          <w:rtl/>
        </w:rPr>
        <w:t xml:space="preserve">ةُ لُعْبَةٌ مَنِ </w:t>
      </w:r>
      <w:r w:rsidR="00CF3D62" w:rsidRPr="00CF3D62">
        <w:rPr>
          <w:rStyle w:val="libArabicChar"/>
          <w:rFonts w:hint="cs"/>
          <w:rtl/>
        </w:rPr>
        <w:t>ا</w:t>
      </w:r>
      <w:r w:rsidRPr="00F67274">
        <w:rPr>
          <w:rStyle w:val="libArabicChar"/>
          <w:rFonts w:hint="cs"/>
          <w:rtl/>
        </w:rPr>
        <w:t>تَّخَذَهَ</w:t>
      </w:r>
      <w:r w:rsidR="00CF3D62" w:rsidRPr="00CF3D62">
        <w:rPr>
          <w:rStyle w:val="libArabicChar"/>
          <w:rFonts w:hint="cs"/>
          <w:rtl/>
        </w:rPr>
        <w:t>ا</w:t>
      </w:r>
      <w:r w:rsidRPr="00F67274">
        <w:rPr>
          <w:rStyle w:val="libArabicChar"/>
          <w:rFonts w:hint="cs"/>
          <w:rtl/>
        </w:rPr>
        <w:t xml:space="preserve"> فَلَ</w:t>
      </w:r>
      <w:r w:rsidR="00CF3D62" w:rsidRPr="00CF3D62">
        <w:rPr>
          <w:rStyle w:val="libArabicChar"/>
          <w:rFonts w:hint="cs"/>
          <w:rtl/>
        </w:rPr>
        <w:t>ا</w:t>
      </w:r>
      <w:r w:rsidRPr="00F67274">
        <w:rPr>
          <w:rStyle w:val="libArabicChar"/>
          <w:rFonts w:hint="cs"/>
          <w:rtl/>
        </w:rPr>
        <w:t xml:space="preserve"> يُضَيِّعْهَ</w:t>
      </w:r>
      <w:r w:rsidR="00CF3D62" w:rsidRPr="00CF3D62">
        <w:rPr>
          <w:rStyle w:val="libArabicChar"/>
          <w:rFonts w:hint="cs"/>
          <w:rtl/>
        </w:rPr>
        <w:t>ا</w:t>
      </w:r>
      <w:r w:rsidR="00BD5200" w:rsidRPr="007741D8">
        <w:rPr>
          <w:rStyle w:val="libFootnotenumChar"/>
          <w:rFonts w:hint="cs"/>
          <w:rtl/>
        </w:rPr>
        <w:t>(2)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عورت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ہے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 ہو 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سے ض</w:t>
      </w:r>
      <w:r w:rsidR="00816B77" w:rsidRPr="00816B77">
        <w:rPr>
          <w:rtl/>
          <w:lang w:bidi="ur-PK"/>
        </w:rPr>
        <w:t>ا</w:t>
      </w:r>
      <w:r>
        <w:rPr>
          <w:rtl/>
        </w:rPr>
        <w:t>ئع کردے</w:t>
      </w:r>
    </w:p>
    <w:p w:rsidR="005A2492" w:rsidRDefault="005A2492" w:rsidP="00A21BC5">
      <w:pPr>
        <w:pStyle w:val="Heading1"/>
        <w:rPr>
          <w:rtl/>
        </w:rPr>
      </w:pPr>
      <w:bookmarkStart w:id="178" w:name="_Toc393190603"/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ختل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bookmarkEnd w:id="178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ختل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طول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جو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جسم پر ل</w:t>
      </w:r>
      <w:r w:rsidR="00816B77" w:rsidRPr="00816B77">
        <w:rPr>
          <w:rtl/>
          <w:lang w:bidi="ur-PK"/>
        </w:rPr>
        <w:t>ا</w:t>
      </w:r>
      <w:r>
        <w:rPr>
          <w:rtl/>
        </w:rPr>
        <w:t>حق ہوت</w:t>
      </w:r>
      <w:r>
        <w:rPr>
          <w:rFonts w:hint="cs"/>
          <w:rtl/>
        </w:rPr>
        <w:t>ی</w:t>
      </w:r>
      <w:r>
        <w:rPr>
          <w:rtl/>
        </w:rPr>
        <w:t xml:space="preserve"> ہے جس سے  چھٹک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صل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عل</w:t>
      </w:r>
      <w:r w:rsidR="00816B77" w:rsidRPr="00816B77">
        <w:rPr>
          <w:rtl/>
          <w:lang w:bidi="ur-PK"/>
        </w:rPr>
        <w:t>ا</w:t>
      </w:r>
      <w:r>
        <w:rPr>
          <w:rtl/>
        </w:rPr>
        <w:t>ج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1.</w:t>
      </w:r>
      <w:r>
        <w:rPr>
          <w:rtl/>
        </w:rPr>
        <w:tab/>
        <w:t>پہل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وظ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ئف کو سمجھے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پر عمل کرے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2.</w:t>
      </w:r>
      <w:r>
        <w:rPr>
          <w:rtl/>
        </w:rPr>
        <w:tab/>
        <w:t>دوسر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>ج توقّع</w:t>
      </w:r>
      <w:r w:rsidR="00816B77" w:rsidRPr="00816B77">
        <w:rPr>
          <w:rtl/>
          <w:lang w:bidi="ur-PK"/>
        </w:rPr>
        <w:t>ا</w:t>
      </w:r>
      <w:r>
        <w:rPr>
          <w:rtl/>
        </w:rPr>
        <w:t>ت کو کم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وردو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 ہےصرف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</w:t>
      </w:r>
      <w:r w:rsidR="00816B77" w:rsidRPr="00816B77">
        <w:rPr>
          <w:rtl/>
          <w:lang w:bidi="ur-PK"/>
        </w:rPr>
        <w:t>ا</w:t>
      </w:r>
      <w:r>
        <w:rPr>
          <w:rtl/>
        </w:rPr>
        <w:t>زم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شرط ہے</w:t>
      </w:r>
    </w:p>
    <w:p w:rsidR="005A2492" w:rsidRPr="00E67D25" w:rsidRDefault="005A2492" w:rsidP="005A2492">
      <w:pPr>
        <w:pStyle w:val="libNormal"/>
        <w:rPr>
          <w:rtl/>
        </w:rPr>
      </w:pPr>
      <w:r>
        <w:rPr>
          <w:rtl/>
        </w:rPr>
        <w:t>3.</w:t>
      </w:r>
      <w:r>
        <w:rPr>
          <w:rtl/>
        </w:rPr>
        <w:tab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</w:t>
      </w:r>
      <w:r w:rsidR="00816B77" w:rsidRPr="00816B77">
        <w:rPr>
          <w:rtl/>
          <w:lang w:bidi="ur-PK"/>
        </w:rPr>
        <w:t>ا</w:t>
      </w:r>
      <w:r>
        <w:rPr>
          <w:rtl/>
        </w:rPr>
        <w:t>ت، خودخو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، غرور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خودپسند</w:t>
      </w:r>
      <w:r>
        <w:rPr>
          <w:rFonts w:hint="cs"/>
          <w:rtl/>
        </w:rPr>
        <w:t>ی</w:t>
      </w:r>
      <w:r>
        <w:rPr>
          <w:rtl/>
        </w:rPr>
        <w:t xml:space="preserve"> کے خل</w:t>
      </w:r>
      <w:r w:rsidR="00816B77" w:rsidRPr="00816B77">
        <w:rPr>
          <w:rtl/>
          <w:lang w:bidi="ur-PK"/>
        </w:rPr>
        <w:t>ا</w:t>
      </w:r>
      <w:r>
        <w:rPr>
          <w:rtl/>
        </w:rPr>
        <w:t>ف ق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جس سے نہ صرف </w:t>
      </w:r>
      <w:r w:rsidR="00816B77" w:rsidRPr="00816B77">
        <w:rPr>
          <w:rtl/>
          <w:lang w:bidi="ur-PK"/>
        </w:rPr>
        <w:t>ا</w:t>
      </w:r>
      <w:r>
        <w:rPr>
          <w:rtl/>
        </w:rPr>
        <w:t>ختل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>ت ختم ہوسکتے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بلکہ موجودہ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ختل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 صلح و صف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سکتے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</w:t>
      </w:r>
    </w:p>
    <w:p w:rsidR="00BD5200" w:rsidRDefault="00BD520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D5200" w:rsidRDefault="00BD5200" w:rsidP="00F6727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67274" w:rsidRPr="00F67274">
        <w:rPr>
          <w:rtl/>
        </w:rPr>
        <w:t xml:space="preserve"> بح</w:t>
      </w:r>
      <w:r w:rsidR="00816B77" w:rsidRPr="00816B77">
        <w:rPr>
          <w:rtl/>
        </w:rPr>
        <w:t>ا</w:t>
      </w:r>
      <w:r w:rsidR="00F67274" w:rsidRPr="00F67274">
        <w:rPr>
          <w:rtl/>
        </w:rPr>
        <w:t xml:space="preserve">ر </w:t>
      </w:r>
      <w:r w:rsidR="00816B77" w:rsidRPr="00816B77">
        <w:rPr>
          <w:rtl/>
        </w:rPr>
        <w:t>ا</w:t>
      </w:r>
      <w:r w:rsidR="00F67274" w:rsidRPr="00F67274">
        <w:rPr>
          <w:rtl/>
        </w:rPr>
        <w:t>ل</w:t>
      </w:r>
      <w:r w:rsidR="00816B77" w:rsidRPr="00816B77">
        <w:rPr>
          <w:rtl/>
        </w:rPr>
        <w:t>ا</w:t>
      </w:r>
      <w:r w:rsidR="00F67274" w:rsidRPr="00F67274">
        <w:rPr>
          <w:rtl/>
        </w:rPr>
        <w:t>نو</w:t>
      </w:r>
      <w:r w:rsidR="00816B77" w:rsidRPr="00816B77">
        <w:rPr>
          <w:rtl/>
        </w:rPr>
        <w:t>ا</w:t>
      </w:r>
      <w:r w:rsidR="00F67274" w:rsidRPr="00F67274">
        <w:rPr>
          <w:rtl/>
        </w:rPr>
        <w:t>ر،ج</w:t>
      </w:r>
      <w:r w:rsidR="00F67274" w:rsidRPr="00F67274">
        <w:rPr>
          <w:rtl/>
          <w:lang w:bidi="fa-IR"/>
        </w:rPr>
        <w:t>۷۴</w:t>
      </w:r>
      <w:r w:rsidR="00F67274" w:rsidRPr="00F67274">
        <w:rPr>
          <w:rtl/>
        </w:rPr>
        <w:t>، ص</w:t>
      </w:r>
      <w:r w:rsidR="00F67274" w:rsidRPr="00F67274">
        <w:rPr>
          <w:rtl/>
          <w:lang w:bidi="fa-IR"/>
        </w:rPr>
        <w:t>۲۱۵</w:t>
      </w:r>
    </w:p>
    <w:p w:rsidR="00BD5200" w:rsidRDefault="00BD5200" w:rsidP="00F67274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F67274" w:rsidRPr="00F67274">
        <w:rPr>
          <w:rtl/>
        </w:rPr>
        <w:t xml:space="preserve"> بح</w:t>
      </w:r>
      <w:r w:rsidR="00816B77" w:rsidRPr="00816B77">
        <w:rPr>
          <w:rtl/>
        </w:rPr>
        <w:t>ا</w:t>
      </w:r>
      <w:r w:rsidR="00F67274" w:rsidRPr="00F67274">
        <w:rPr>
          <w:rtl/>
        </w:rPr>
        <w:t xml:space="preserve">ر </w:t>
      </w:r>
      <w:r w:rsidR="00816B77" w:rsidRPr="00816B77">
        <w:rPr>
          <w:rtl/>
        </w:rPr>
        <w:t>ا</w:t>
      </w:r>
      <w:r w:rsidR="00F67274" w:rsidRPr="00F67274">
        <w:rPr>
          <w:rtl/>
        </w:rPr>
        <w:t>ل</w:t>
      </w:r>
      <w:r w:rsidR="00816B77" w:rsidRPr="00816B77">
        <w:rPr>
          <w:rtl/>
        </w:rPr>
        <w:t>ا</w:t>
      </w:r>
      <w:r w:rsidR="00F67274" w:rsidRPr="00F67274">
        <w:rPr>
          <w:rtl/>
        </w:rPr>
        <w:t>نو</w:t>
      </w:r>
      <w:r w:rsidR="00816B77" w:rsidRPr="00816B77">
        <w:rPr>
          <w:rtl/>
        </w:rPr>
        <w:t>ا</w:t>
      </w:r>
      <w:r w:rsidR="00F67274" w:rsidRPr="00F67274">
        <w:rPr>
          <w:rtl/>
        </w:rPr>
        <w:t>ر،ج</w:t>
      </w:r>
      <w:r w:rsidR="00F67274" w:rsidRPr="00F67274">
        <w:rPr>
          <w:rtl/>
          <w:lang w:bidi="fa-IR"/>
        </w:rPr>
        <w:t>۷۴</w:t>
      </w:r>
      <w:r w:rsidR="00F67274" w:rsidRPr="00F67274">
        <w:rPr>
          <w:rtl/>
        </w:rPr>
        <w:t>، ص</w:t>
      </w:r>
      <w:r w:rsidR="00F67274" w:rsidRPr="00F67274">
        <w:rPr>
          <w:rtl/>
          <w:lang w:bidi="fa-IR"/>
        </w:rPr>
        <w:t>۲۱۵</w:t>
      </w:r>
    </w:p>
    <w:p w:rsidR="00BD5200" w:rsidRPr="00BD5200" w:rsidRDefault="00BD5200" w:rsidP="00A60F54">
      <w:pPr>
        <w:pStyle w:val="libPoemTini"/>
        <w:rPr>
          <w:rtl/>
        </w:rPr>
      </w:pPr>
      <w:r w:rsidRPr="00BD5200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4.</w:t>
      </w:r>
      <w:r>
        <w:rPr>
          <w:rtl/>
        </w:rPr>
        <w:tab/>
        <w:t>چوتھ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</w:t>
      </w:r>
      <w:r w:rsidR="00816B77" w:rsidRPr="00816B77">
        <w:rPr>
          <w:rtl/>
          <w:lang w:bidi="ur-PK"/>
        </w:rPr>
        <w:t>ا</w:t>
      </w:r>
      <w:r>
        <w:rPr>
          <w:rtl/>
        </w:rPr>
        <w:t>عتر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شک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ت کو سنن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فقت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ہمت کے لئے قدم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>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مردوں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>ہے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مع</w:t>
      </w:r>
      <w:r w:rsidR="00816B77" w:rsidRPr="00816B77">
        <w:rPr>
          <w:rtl/>
          <w:lang w:bidi="ur-PK"/>
        </w:rPr>
        <w:t>ا</w:t>
      </w:r>
      <w:r>
        <w:rPr>
          <w:rtl/>
        </w:rPr>
        <w:t>لجہ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جزّ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طر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 کو برقر</w:t>
      </w:r>
      <w:r w:rsidR="00816B77" w:rsidRPr="00816B77">
        <w:rPr>
          <w:rtl/>
          <w:lang w:bidi="ur-PK"/>
        </w:rPr>
        <w:t>ا</w:t>
      </w:r>
      <w:r>
        <w:rPr>
          <w:rtl/>
        </w:rPr>
        <w:t>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کہہ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ن</w:t>
      </w:r>
      <w:r w:rsidR="00816B77" w:rsidRPr="00816B77">
        <w:rPr>
          <w:rtl/>
          <w:lang w:bidi="ur-PK"/>
        </w:rPr>
        <w:t>ا</w:t>
      </w:r>
      <w:r>
        <w:rPr>
          <w:rtl/>
        </w:rPr>
        <w:t>فرم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تو فور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شروع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پہلے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کرکے </w:t>
      </w:r>
      <w:r w:rsidR="00816B77" w:rsidRPr="00816B77">
        <w:rPr>
          <w:rtl/>
          <w:lang w:bidi="ur-PK"/>
        </w:rPr>
        <w:t>ا</w:t>
      </w:r>
      <w:r>
        <w:rPr>
          <w:rtl/>
        </w:rPr>
        <w:t>سے ر</w:t>
      </w:r>
      <w:r w:rsidR="00816B77" w:rsidRPr="00816B77">
        <w:rPr>
          <w:rtl/>
          <w:lang w:bidi="ur-PK"/>
        </w:rPr>
        <w:t>ا</w:t>
      </w:r>
      <w:r>
        <w:rPr>
          <w:rtl/>
        </w:rPr>
        <w:t>ہ ر</w:t>
      </w:r>
      <w:r w:rsidR="00816B77" w:rsidRPr="00816B77">
        <w:rPr>
          <w:rtl/>
          <w:lang w:bidi="ur-PK"/>
        </w:rPr>
        <w:t>ا</w:t>
      </w:r>
      <w:r>
        <w:rPr>
          <w:rtl/>
        </w:rPr>
        <w:t>ست پر ل</w:t>
      </w:r>
      <w:r w:rsidR="00816B77" w:rsidRPr="00816B77">
        <w:rPr>
          <w:rtl/>
          <w:lang w:bidi="ur-PK"/>
        </w:rPr>
        <w:t>ا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گر پھر بھ</w:t>
      </w:r>
      <w:r>
        <w:rPr>
          <w:rFonts w:hint="cs"/>
          <w:rtl/>
        </w:rPr>
        <w:t>ی</w:t>
      </w:r>
      <w:r>
        <w:rPr>
          <w:rtl/>
        </w:rPr>
        <w:t xml:space="preserve"> نہ م</w:t>
      </w:r>
      <w:r w:rsidR="00816B77" w:rsidRPr="00816B77">
        <w:rPr>
          <w:rtl/>
          <w:lang w:bidi="ur-PK"/>
        </w:rPr>
        <w:t>ا</w:t>
      </w:r>
      <w:r>
        <w:rPr>
          <w:rtl/>
        </w:rPr>
        <w:t>نے تو دوسر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ستہ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سون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پھر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نہ 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نے</w:t>
      </w:r>
      <w:r>
        <w:rPr>
          <w:rtl/>
        </w:rPr>
        <w:t xml:space="preserve"> تو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کر </w:t>
      </w:r>
      <w:r w:rsidR="00816B77" w:rsidRPr="00816B77">
        <w:rPr>
          <w:rtl/>
          <w:lang w:bidi="ur-PK"/>
        </w:rPr>
        <w:t>ا</w:t>
      </w:r>
      <w:r>
        <w:rPr>
          <w:rtl/>
        </w:rPr>
        <w:t>سے مہ</w:t>
      </w:r>
      <w:r w:rsidR="00816B77" w:rsidRPr="00816B77">
        <w:rPr>
          <w:rtl/>
          <w:lang w:bidi="ur-PK"/>
        </w:rPr>
        <w:t>ا</w:t>
      </w:r>
      <w:r>
        <w:rPr>
          <w:rtl/>
        </w:rPr>
        <w:t>ر کرلول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شوہر مظہر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ن ہو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وہ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عورت خط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فرم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مرتکب ہو ج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ئے تو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سے مع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ف کرتے ہوئے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 w:rsidR="00816B77" w:rsidRPr="00816B77">
        <w:rPr>
          <w:rtl/>
          <w:lang w:bidi="ur-PK"/>
        </w:rPr>
        <w:t>ا</w:t>
      </w:r>
      <w:r>
        <w:rPr>
          <w:rtl/>
        </w:rPr>
        <w:t>ح شروع کرے</w:t>
      </w:r>
      <w:r w:rsidR="00816B77" w:rsidRPr="00816B77">
        <w:rPr>
          <w:rtl/>
          <w:lang w:bidi="ur-PK"/>
        </w:rPr>
        <w:t>ا</w:t>
      </w:r>
      <w:r>
        <w:rPr>
          <w:rtl/>
        </w:rPr>
        <w:t>ور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ح 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ہوں کو بند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ہوبلکہ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ستہ وہ</w:t>
      </w:r>
      <w:r>
        <w:rPr>
          <w:rFonts w:hint="cs"/>
          <w:rtl/>
        </w:rPr>
        <w:t>ی</w:t>
      </w:r>
      <w:r>
        <w:rPr>
          <w:rtl/>
        </w:rPr>
        <w:t xml:space="preserve"> ہے جو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ہوں کو کھول دے</w:t>
      </w:r>
    </w:p>
    <w:p w:rsidR="005A2492" w:rsidRPr="00371684" w:rsidRDefault="005A2492" w:rsidP="00BD5200">
      <w:pPr>
        <w:pStyle w:val="libNormal"/>
        <w:rPr>
          <w:rStyle w:val="libArabicChar"/>
          <w:rtl/>
        </w:rPr>
      </w:pPr>
      <w:r w:rsidRPr="00371684">
        <w:rPr>
          <w:rStyle w:val="libArabicChar"/>
          <w:rtl/>
        </w:rPr>
        <w:t xml:space="preserve"> قُل</w:t>
      </w:r>
      <w:r w:rsidRPr="00371684">
        <w:rPr>
          <w:rStyle w:val="libArabicChar"/>
          <w:rFonts w:hint="cs"/>
          <w:rtl/>
        </w:rPr>
        <w:t>ْتُ لِ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بِي عَبْدِ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للهِ ع مَ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 حَقُّ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لْمَرْ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ة</w:t>
      </w:r>
      <w:r w:rsidRPr="00371684">
        <w:rPr>
          <w:rStyle w:val="libArabicChar"/>
          <w:rtl/>
        </w:rPr>
        <w:t>ِ عَلَ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371684">
        <w:rPr>
          <w:rStyle w:val="libArabicChar"/>
          <w:rFonts w:hint="cs"/>
          <w:rtl/>
        </w:rPr>
        <w:t xml:space="preserve"> زَوْجِهَ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لَّذِي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ذَ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 فَعَلَهُ كَ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نَ مُحْسِن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 قَ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لَ</w:t>
      </w:r>
      <w:r w:rsidRPr="00E67D25">
        <w:rPr>
          <w:rFonts w:hint="cs"/>
          <w:rtl/>
        </w:rPr>
        <w:t xml:space="preserve"> </w:t>
      </w:r>
      <w:r w:rsidRPr="00371684">
        <w:rPr>
          <w:rStyle w:val="libArabicChar"/>
          <w:rFonts w:hint="cs"/>
          <w:rtl/>
        </w:rPr>
        <w:t>يُشْبِعُهَ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 وَ يَكْسُوهَ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 وَ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نْ جَهِلَتْ غَفَرَ لَهَ</w:t>
      </w:r>
      <w:r w:rsidR="00CF3D62" w:rsidRPr="00CF3D62">
        <w:rPr>
          <w:rStyle w:val="libArabicChar"/>
          <w:rFonts w:hint="cs"/>
          <w:rtl/>
        </w:rPr>
        <w:t>ا</w:t>
      </w:r>
      <w:r w:rsidR="00BD5200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سے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مرد پر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حق ہے جسے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وہ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کرے تو مظہر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ن بن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ئے؟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سے کھ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دے بدن ڈھ</w:t>
      </w:r>
      <w:r w:rsidR="00816B77" w:rsidRPr="00816B77">
        <w:rPr>
          <w:rtl/>
          <w:lang w:bidi="ur-PK"/>
        </w:rPr>
        <w:t>ا</w:t>
      </w:r>
      <w:r>
        <w:rPr>
          <w:rtl/>
        </w:rPr>
        <w:t>نپنے کے لئے کپڑ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جہ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لت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فرم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مع</w:t>
      </w:r>
      <w:r w:rsidR="00816B77" w:rsidRPr="00816B77">
        <w:rPr>
          <w:rtl/>
          <w:lang w:bidi="ur-PK"/>
        </w:rPr>
        <w:t>ا</w:t>
      </w:r>
      <w:r>
        <w:rPr>
          <w:rtl/>
        </w:rPr>
        <w:t>ف کردے</w:t>
      </w:r>
    </w:p>
    <w:p w:rsidR="00BD5200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وپر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فہ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سرے</w:t>
      </w:r>
      <w:r w:rsidR="005A2492">
        <w:rPr>
          <w:rtl/>
        </w:rPr>
        <w:t xml:space="preserve"> مرحلہ پر م</w:t>
      </w:r>
      <w:r w:rsidRPr="00816B77">
        <w:rPr>
          <w:rtl/>
          <w:lang w:bidi="ur-PK"/>
        </w:rPr>
        <w:t>ا</w:t>
      </w:r>
      <w:r w:rsidR="005A2492">
        <w:rPr>
          <w:rtl/>
        </w:rPr>
        <w:t>رنے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حکم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ہے،ل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رنے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حد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مقرر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ں؟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پ ج</w:t>
      </w:r>
      <w:r w:rsidRPr="00816B77">
        <w:rPr>
          <w:rtl/>
          <w:lang w:bidi="ur-PK"/>
        </w:rPr>
        <w:t>ا</w:t>
      </w:r>
      <w:r w:rsidR="005A2492">
        <w:rPr>
          <w:rtl/>
        </w:rPr>
        <w:t>نتے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جس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ط</w:t>
      </w:r>
      <w:r w:rsidRPr="00816B77">
        <w:rPr>
          <w:rtl/>
          <w:lang w:bidi="ur-PK"/>
        </w:rPr>
        <w:t>ا</w:t>
      </w:r>
      <w:r w:rsidR="005A2492">
        <w:rPr>
          <w:rtl/>
        </w:rPr>
        <w:t>عت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عورت پر و</w:t>
      </w:r>
      <w:r w:rsidRPr="00816B77">
        <w:rPr>
          <w:rtl/>
          <w:lang w:bidi="ur-PK"/>
        </w:rPr>
        <w:t>ا</w:t>
      </w:r>
      <w:r w:rsidR="005A2492">
        <w:rPr>
          <w:rtl/>
        </w:rPr>
        <w:t>جب ہے وہ فقط مب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شرت </w:t>
      </w:r>
      <w:r w:rsidRPr="00816B77">
        <w:rPr>
          <w:rtl/>
          <w:lang w:bidi="ur-PK"/>
        </w:rPr>
        <w:t>ا</w:t>
      </w:r>
      <w:r w:rsidR="005A2492">
        <w:rPr>
          <w:rtl/>
        </w:rPr>
        <w:t>ور ہمبستر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لئے 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رہن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کہ شوہر جب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تق</w:t>
      </w:r>
      <w:r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کرے عورت ت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رہے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نک</w:t>
      </w:r>
      <w:r w:rsidRPr="00816B77">
        <w:rPr>
          <w:rtl/>
          <w:lang w:bidi="ur-PK"/>
        </w:rPr>
        <w:t>ا</w:t>
      </w:r>
      <w:r w:rsidR="005A2492">
        <w:rPr>
          <w:rtl/>
        </w:rPr>
        <w:t>ر نہ کرےب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ذمہ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تک کہ بچےّ کو دودھ پل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>ور شوہر کو حق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پہنچت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سے ج</w:t>
      </w:r>
      <w:r w:rsidRPr="00816B77">
        <w:rPr>
          <w:rtl/>
          <w:lang w:bidi="ur-PK"/>
        </w:rPr>
        <w:t>ا</w:t>
      </w:r>
      <w:r w:rsidR="005A2492">
        <w:rPr>
          <w:rtl/>
        </w:rPr>
        <w:t>مڑو لگ</w:t>
      </w:r>
      <w:r w:rsidRPr="00816B77">
        <w:rPr>
          <w:rtl/>
          <w:lang w:bidi="ur-PK"/>
        </w:rPr>
        <w:t>ا</w:t>
      </w:r>
      <w:r w:rsidR="005A2492">
        <w:rPr>
          <w:rtl/>
        </w:rPr>
        <w:t>نے، کپڑے  دہل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نے </w:t>
      </w:r>
      <w:r w:rsidRPr="00816B77">
        <w:rPr>
          <w:rtl/>
          <w:lang w:bidi="ur-PK"/>
        </w:rPr>
        <w:t>ا</w:t>
      </w:r>
      <w:r w:rsidR="005A2492">
        <w:rPr>
          <w:rtl/>
        </w:rPr>
        <w:t>ور کھ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نے پر مجبور کرے  بلکہ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وہ ک</w:t>
      </w:r>
      <w:r w:rsidRPr="00816B77">
        <w:rPr>
          <w:rtl/>
          <w:lang w:bidi="ur-PK"/>
        </w:rPr>
        <w:t>ا</w:t>
      </w:r>
      <w:r w:rsidR="005A2492">
        <w:rPr>
          <w:rtl/>
        </w:rPr>
        <w:t>م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جو ب</w:t>
      </w:r>
      <w:r w:rsidRPr="00816B77">
        <w:rPr>
          <w:rtl/>
          <w:lang w:bidi="ur-PK"/>
        </w:rPr>
        <w:t>ا</w:t>
      </w:r>
      <w:r w:rsidR="005A2492">
        <w:rPr>
          <w:rtl/>
        </w:rPr>
        <w:t>ہم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ہم </w:t>
      </w:r>
      <w:r w:rsidRPr="00816B77">
        <w:rPr>
          <w:rtl/>
          <w:lang w:bidi="ur-PK"/>
        </w:rPr>
        <w:t>ا</w:t>
      </w:r>
      <w:r w:rsidR="005A2492">
        <w:rPr>
          <w:rtl/>
        </w:rPr>
        <w:t>ور رض</w:t>
      </w:r>
      <w:r w:rsidRPr="00816B77">
        <w:rPr>
          <w:rtl/>
          <w:lang w:bidi="ur-PK"/>
        </w:rPr>
        <w:t>ا</w:t>
      </w:r>
      <w:r w:rsidR="005A2492">
        <w:rPr>
          <w:rtl/>
        </w:rPr>
        <w:t>مند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نج</w:t>
      </w:r>
      <w:r w:rsidRPr="00816B77">
        <w:rPr>
          <w:rtl/>
          <w:lang w:bidi="ur-PK"/>
        </w:rPr>
        <w:t>ا</w:t>
      </w:r>
      <w:r w:rsidR="005A2492">
        <w:rPr>
          <w:rtl/>
        </w:rPr>
        <w:t>م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ورنہ شوہر کو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موں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ر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tl/>
        </w:rPr>
        <w:t xml:space="preserve"> کرکے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منو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تو دور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ت،مو</w:t>
      </w:r>
      <w:r w:rsidRPr="00816B77">
        <w:rPr>
          <w:rtl/>
          <w:lang w:bidi="ur-PK"/>
        </w:rPr>
        <w:t>ا</w:t>
      </w:r>
      <w:r w:rsidR="005A2492">
        <w:rPr>
          <w:rtl/>
        </w:rPr>
        <w:t>خذہ تک کرن</w:t>
      </w:r>
      <w:r w:rsidRPr="00816B77">
        <w:rPr>
          <w:rtl/>
          <w:lang w:bidi="ur-PK"/>
        </w:rPr>
        <w:t>ا</w:t>
      </w:r>
    </w:p>
    <w:p w:rsidR="00BD5200" w:rsidRDefault="00BD520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D5200" w:rsidRDefault="00BD5200" w:rsidP="00F6727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67274" w:rsidRPr="00F67274">
        <w:rPr>
          <w:rtl/>
        </w:rPr>
        <w:t xml:space="preserve">    وس</w:t>
      </w:r>
      <w:r w:rsidR="00816B77" w:rsidRPr="00816B77">
        <w:rPr>
          <w:rtl/>
        </w:rPr>
        <w:t>ا</w:t>
      </w:r>
      <w:r w:rsidR="00F67274" w:rsidRPr="00F67274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F67274" w:rsidRPr="00F67274">
        <w:rPr>
          <w:rFonts w:hint="eastAsia"/>
          <w:rtl/>
        </w:rPr>
        <w:t>،ج</w:t>
      </w:r>
      <w:r w:rsidR="00F67274" w:rsidRPr="00F67274">
        <w:rPr>
          <w:rtl/>
        </w:rPr>
        <w:t xml:space="preserve"> </w:t>
      </w:r>
      <w:r w:rsidR="00F67274" w:rsidRPr="00F67274">
        <w:rPr>
          <w:rtl/>
          <w:lang w:bidi="fa-IR"/>
        </w:rPr>
        <w:t>۲۱</w:t>
      </w:r>
      <w:r w:rsidR="00F67274" w:rsidRPr="00F67274">
        <w:rPr>
          <w:rtl/>
        </w:rPr>
        <w:t>، ص</w:t>
      </w:r>
      <w:r w:rsidR="00F67274" w:rsidRPr="00F67274">
        <w:rPr>
          <w:rtl/>
          <w:lang w:bidi="fa-IR"/>
        </w:rPr>
        <w:t>۵۱۱</w:t>
      </w:r>
    </w:p>
    <w:p w:rsidR="00BD5200" w:rsidRPr="00BD5200" w:rsidRDefault="00BD5200" w:rsidP="00A60F54">
      <w:pPr>
        <w:pStyle w:val="libPoemTini"/>
        <w:rPr>
          <w:rtl/>
        </w:rPr>
      </w:pPr>
      <w:r w:rsidRPr="00BD5200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ہےمرد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نوکر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بلکہ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ہمسرل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دوسر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 w:rsidR="00816B77" w:rsidRPr="00816B77">
        <w:rPr>
          <w:rtl/>
          <w:lang w:bidi="ur-PK"/>
        </w:rPr>
        <w:t>ا</w:t>
      </w:r>
      <w:r>
        <w:rPr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>جو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مرد م</w:t>
      </w:r>
      <w:r w:rsidR="00816B77" w:rsidRPr="00816B77">
        <w:rPr>
          <w:rtl/>
          <w:lang w:bidi="ur-PK"/>
        </w:rPr>
        <w:t>ا</w:t>
      </w:r>
      <w:r>
        <w:rPr>
          <w:rtl/>
        </w:rPr>
        <w:t>رپ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حدود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بلکہ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مقد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حدود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س قسم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ہم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کے بج</w:t>
      </w:r>
      <w:r w:rsidR="00816B77" w:rsidRPr="00816B77">
        <w:rPr>
          <w:rtl/>
          <w:lang w:bidi="ur-PK"/>
        </w:rPr>
        <w:t>ا</w:t>
      </w:r>
      <w:r>
        <w:rPr>
          <w:rtl/>
        </w:rPr>
        <w:t>ئے نو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زش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 ہوگ</w:t>
      </w:r>
      <w:r w:rsidR="00816B77" w:rsidRPr="00E67D25">
        <w:rPr>
          <w:rFonts w:hint="cs"/>
          <w:rtl/>
        </w:rPr>
        <w:t>ا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سلسلے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قر</w:t>
      </w:r>
      <w:r w:rsidRPr="00816B77">
        <w:rPr>
          <w:rtl/>
          <w:lang w:bidi="ur-PK"/>
        </w:rPr>
        <w:t>ا</w:t>
      </w:r>
      <w:r w:rsidR="005A2492">
        <w:rPr>
          <w:rtl/>
        </w:rPr>
        <w:t>ن مج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ت دلچسپ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سبق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موز 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ست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ن موجودہے جوحضرت </w:t>
      </w:r>
      <w:r w:rsidRPr="00E67D25">
        <w:rPr>
          <w:rFonts w:hint="cs"/>
          <w:rtl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وبؑ</w:t>
      </w:r>
      <w:r w:rsidR="005A2492">
        <w:rPr>
          <w:rtl/>
        </w:rPr>
        <w:t xml:space="preserve">    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زوجہ محترمہ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قصہ ہے: حضرت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طو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عرصے تک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رہے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للہ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زوجہ کے سو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سہ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نہ رہ</w:t>
      </w:r>
      <w:r w:rsidRPr="00816B77">
        <w:rPr>
          <w:rtl/>
          <w:lang w:bidi="ur-PK"/>
        </w:rPr>
        <w:t>ا</w:t>
      </w:r>
      <w:r w:rsidR="005A2492">
        <w:rPr>
          <w:rtl/>
        </w:rPr>
        <w:t>وہ  خ</w:t>
      </w:r>
      <w:r w:rsidRPr="00816B77">
        <w:rPr>
          <w:rtl/>
          <w:lang w:bidi="ur-PK"/>
        </w:rPr>
        <w:t>ا</w:t>
      </w:r>
      <w:r w:rsidR="005A2492">
        <w:rPr>
          <w:rtl/>
        </w:rPr>
        <w:t>دمہ سخت پر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موقع سے 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ئدہ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تے </w:t>
      </w:r>
      <w:r w:rsidR="005A2492">
        <w:rPr>
          <w:rFonts w:hint="eastAsia"/>
          <w:rtl/>
        </w:rPr>
        <w:t>ہوئے</w:t>
      </w:r>
      <w:r w:rsidR="005A2492">
        <w:rPr>
          <w:rtl/>
        </w:rPr>
        <w:t xml:space="preserve"> 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ط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ملعون نے </w:t>
      </w:r>
      <w:r w:rsidRPr="00816B77">
        <w:rPr>
          <w:rtl/>
          <w:lang w:bidi="ur-PK"/>
        </w:rPr>
        <w:t>ا</w:t>
      </w:r>
      <w:r w:rsidR="005A2492">
        <w:rPr>
          <w:rtl/>
        </w:rPr>
        <w:t>کر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</w:t>
      </w:r>
      <w:r w:rsidR="005A2492">
        <w:rPr>
          <w:rtl/>
        </w:rPr>
        <w:t xml:space="preserve"> مجھ سے شف</w:t>
      </w:r>
      <w:r w:rsidRPr="00816B77">
        <w:rPr>
          <w:rtl/>
          <w:lang w:bidi="ur-PK"/>
        </w:rPr>
        <w:t>ا</w:t>
      </w:r>
      <w:r w:rsidR="005A2492">
        <w:rPr>
          <w:rtl/>
        </w:rPr>
        <w:t>ء طلب کرے تو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کروں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</w:t>
      </w:r>
      <w:r w:rsidR="005A2492">
        <w:rPr>
          <w:rtl/>
        </w:rPr>
        <w:t xml:space="preserve"> ٹھ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ہوج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ئےجب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شوہر کے 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ب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ظہ</w:t>
      </w:r>
      <w:r w:rsidRPr="00816B77">
        <w:rPr>
          <w:rtl/>
          <w:lang w:bidi="ur-PK"/>
        </w:rPr>
        <w:t>ا</w:t>
      </w:r>
      <w:r w:rsidR="005A2492">
        <w:rPr>
          <w:rtl/>
        </w:rPr>
        <w:t>ر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حضرت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سخت ن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ض ہوئے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قسم کھ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گر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ٹھ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ہوج</w:t>
      </w:r>
      <w:r w:rsidRPr="00816B77">
        <w:rPr>
          <w:rtl/>
          <w:lang w:bidi="ur-PK"/>
        </w:rPr>
        <w:t>ا</w:t>
      </w:r>
      <w:r w:rsidR="005A2492">
        <w:rPr>
          <w:rtl/>
        </w:rPr>
        <w:t>ؤں تو تجھے سو کوڑے م</w:t>
      </w:r>
      <w:r w:rsidRPr="00816B77">
        <w:rPr>
          <w:rtl/>
          <w:lang w:bidi="ur-PK"/>
        </w:rPr>
        <w:t>ا</w:t>
      </w:r>
      <w:r w:rsidR="005A2492">
        <w:rPr>
          <w:rtl/>
        </w:rPr>
        <w:t>روں گ</w:t>
      </w:r>
      <w:r w:rsidRPr="00816B77">
        <w:rPr>
          <w:rtl/>
          <w:lang w:bidi="ur-PK"/>
        </w:rPr>
        <w:t>ا</w:t>
      </w:r>
      <w:r w:rsidR="005A2492">
        <w:rPr>
          <w:rtl/>
        </w:rPr>
        <w:t>ح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نکہ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مہرب</w:t>
      </w:r>
      <w:r w:rsidRPr="00816B77">
        <w:rPr>
          <w:rtl/>
          <w:lang w:bidi="ur-PK"/>
        </w:rPr>
        <w:t>ا</w:t>
      </w:r>
      <w:r w:rsidR="005A2492">
        <w:rPr>
          <w:rtl/>
        </w:rPr>
        <w:t>ن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عل</w:t>
      </w:r>
      <w:r w:rsidRPr="00816B77">
        <w:rPr>
          <w:rtl/>
          <w:lang w:bidi="ur-PK"/>
        </w:rPr>
        <w:t>ا</w:t>
      </w:r>
      <w:r w:rsidR="005A2492">
        <w:rPr>
          <w:rtl/>
        </w:rPr>
        <w:t>وہ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بھ</w:t>
      </w:r>
      <w:r w:rsidRPr="00816B77">
        <w:rPr>
          <w:rtl/>
          <w:lang w:bidi="ur-PK"/>
        </w:rPr>
        <w:t>ا</w:t>
      </w:r>
      <w:r w:rsidR="005A2492">
        <w:rPr>
          <w:rtl/>
        </w:rPr>
        <w:t>ل کرنے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نہ تھ</w:t>
      </w:r>
      <w:r w:rsidRPr="00816B77">
        <w:rPr>
          <w:rtl/>
          <w:lang w:bidi="ur-PK"/>
        </w:rPr>
        <w:t>اا</w:t>
      </w:r>
      <w:r w:rsidR="005A2492">
        <w:rPr>
          <w:rtl/>
        </w:rPr>
        <w:t xml:space="preserve">ور جب </w:t>
      </w:r>
      <w:r w:rsidRPr="00816B77">
        <w:rPr>
          <w:rtl/>
          <w:lang w:bidi="ur-PK"/>
        </w:rPr>
        <w:t>ا</w:t>
      </w:r>
      <w:r w:rsidR="005A2492">
        <w:rPr>
          <w:rtl/>
        </w:rPr>
        <w:t>پ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شف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ہوگئے تو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دستور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BD5200">
      <w:pPr>
        <w:pStyle w:val="libAie"/>
        <w:rPr>
          <w:rtl/>
        </w:rPr>
      </w:pPr>
      <w:r>
        <w:rPr>
          <w:rFonts w:hint="eastAsia"/>
          <w:rtl/>
        </w:rPr>
        <w:t>وَخُذ</w:t>
      </w:r>
      <w:r w:rsidRPr="00371684">
        <w:rPr>
          <w:rFonts w:hint="cs"/>
          <w:rtl/>
        </w:rPr>
        <w:t>ْ</w:t>
      </w:r>
      <w:r>
        <w:rPr>
          <w:rtl/>
        </w:rPr>
        <w:t xml:space="preserve"> 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َدِ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ضِغ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ثً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ض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رِب بِّ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وَلَ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تَح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نَث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وَجَد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نَ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 صَ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بِرً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نِع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مَ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عَب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دُ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بٌ </w:t>
      </w:r>
      <w:r w:rsidR="00BD5200" w:rsidRPr="007741D8">
        <w:rPr>
          <w:rStyle w:val="libFootnotenumChar"/>
          <w:rFonts w:hint="cs"/>
          <w:rtl/>
        </w:rPr>
        <w:t>(1)</w:t>
      </w:r>
    </w:p>
    <w:p w:rsidR="005A2492" w:rsidRDefault="00816B77" w:rsidP="00BD5200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تم </w:t>
      </w:r>
      <w:r w:rsidRPr="00816B77">
        <w:rPr>
          <w:rtl/>
          <w:lang w:bidi="ur-PK"/>
        </w:rPr>
        <w:t>ا</w:t>
      </w:r>
      <w:r w:rsidR="005A2492">
        <w:rPr>
          <w:rtl/>
        </w:rPr>
        <w:t>پنے ہ</w:t>
      </w:r>
      <w:r w:rsidRPr="00816B77">
        <w:rPr>
          <w:rtl/>
          <w:lang w:bidi="ur-PK"/>
        </w:rPr>
        <w:t>ا</w:t>
      </w:r>
      <w:r w:rsidR="005A2492">
        <w:rPr>
          <w:rtl/>
        </w:rPr>
        <w:t>تھوں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نکوں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مٹھ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لے کر </w:t>
      </w:r>
      <w:r w:rsidRPr="00816B77">
        <w:rPr>
          <w:rtl/>
          <w:lang w:bidi="ur-PK"/>
        </w:rPr>
        <w:t>ا</w:t>
      </w:r>
      <w:r w:rsidR="005A2492">
        <w:rPr>
          <w:rtl/>
        </w:rPr>
        <w:t>س سے 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رو </w:t>
      </w:r>
      <w:r w:rsidRPr="00816B77">
        <w:rPr>
          <w:rtl/>
          <w:lang w:bidi="ur-PK"/>
        </w:rPr>
        <w:t>ا</w:t>
      </w:r>
      <w:r w:rsidR="005A2492">
        <w:rPr>
          <w:rtl/>
        </w:rPr>
        <w:t>ور قسم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خل</w:t>
      </w:r>
      <w:r w:rsidRPr="00816B77">
        <w:rPr>
          <w:rtl/>
          <w:lang w:bidi="ur-PK"/>
        </w:rPr>
        <w:t>ا</w:t>
      </w:r>
      <w:r w:rsidR="005A2492">
        <w:rPr>
          <w:rtl/>
        </w:rPr>
        <w:t>ف ورز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کرو - ہم نے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</w:t>
      </w:r>
      <w:r w:rsidR="005A2492"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کو ص</w:t>
      </w:r>
      <w:r w:rsidRPr="00816B77">
        <w:rPr>
          <w:rtl/>
          <w:lang w:bidi="ur-PK"/>
        </w:rPr>
        <w:t>ا</w:t>
      </w:r>
      <w:r w:rsidR="005A2492">
        <w:rPr>
          <w:rtl/>
        </w:rPr>
        <w:t>بر پ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ہے- وہ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بندہ </w:t>
      </w:r>
      <w:r w:rsidRPr="00816B77">
        <w:rPr>
          <w:rtl/>
          <w:lang w:bidi="ur-PK"/>
        </w:rPr>
        <w:t>ا</w:t>
      </w:r>
      <w:r w:rsidR="005A2492">
        <w:rPr>
          <w:rtl/>
        </w:rPr>
        <w:t>ور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رجوع کرنے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ہےصبر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</w:t>
      </w:r>
      <w:r w:rsidR="005A2492"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 xml:space="preserve">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ضرب </w:t>
      </w:r>
      <w:r w:rsidRPr="00816B77">
        <w:rPr>
          <w:rtl/>
          <w:lang w:bidi="ur-PK"/>
        </w:rPr>
        <w:t>ا</w:t>
      </w:r>
      <w:r w:rsidR="005A2492">
        <w:rPr>
          <w:rtl/>
        </w:rPr>
        <w:t>لمثل 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رکھت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پر </w:t>
      </w:r>
      <w:r w:rsidRPr="00816B77">
        <w:rPr>
          <w:rtl/>
          <w:lang w:bidi="ur-PK"/>
        </w:rPr>
        <w:t>ا</w:t>
      </w:r>
      <w:r w:rsidR="005A2492">
        <w:rPr>
          <w:rtl/>
        </w:rPr>
        <w:t>نہوں نے و</w:t>
      </w:r>
      <w:r w:rsidRPr="00816B77">
        <w:rPr>
          <w:rtl/>
          <w:lang w:bidi="ur-PK"/>
        </w:rPr>
        <w:t>ا</w:t>
      </w:r>
      <w:r w:rsidR="005A2492">
        <w:rPr>
          <w:rtl/>
        </w:rPr>
        <w:t>قع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صبر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مو</w:t>
      </w:r>
      <w:r w:rsidRPr="00816B77">
        <w:rPr>
          <w:rtl/>
          <w:lang w:bidi="ur-PK"/>
        </w:rPr>
        <w:t>ا</w:t>
      </w:r>
      <w:r w:rsidR="005A2492">
        <w:rPr>
          <w:rtl/>
        </w:rPr>
        <w:t>ل سب ض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ئع ہوگئے </w:t>
      </w:r>
      <w:r w:rsidRPr="00816B77">
        <w:rPr>
          <w:rtl/>
          <w:lang w:bidi="ur-PK"/>
        </w:rPr>
        <w:t>ا</w:t>
      </w:r>
      <w:r w:rsidR="005A2492">
        <w:rPr>
          <w:rtl/>
        </w:rPr>
        <w:t>ول</w:t>
      </w:r>
      <w:r w:rsidRPr="00816B77">
        <w:rPr>
          <w:rtl/>
          <w:lang w:bidi="ur-PK"/>
        </w:rPr>
        <w:t>ا</w:t>
      </w:r>
      <w:r w:rsidR="005A2492">
        <w:rPr>
          <w:rtl/>
        </w:rPr>
        <w:t>د سب تلف ہوگئ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>پنے جسم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طرح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ہوگئ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مسلسل صبر کرتے رہے</w:t>
      </w:r>
      <w:r w:rsidRPr="00816B77">
        <w:rPr>
          <w:rtl/>
          <w:lang w:bidi="ur-PK"/>
        </w:rPr>
        <w:t>ا</w:t>
      </w:r>
      <w:r w:rsidR="005A2492">
        <w:rPr>
          <w:rtl/>
        </w:rPr>
        <w:t>ور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فر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نہ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5A2492">
        <w:rPr>
          <w:rtl/>
        </w:rPr>
        <w:t>قعہ سے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جو سبق ملت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وہ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ہے کہ جب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موقع </w:t>
      </w:r>
      <w:r w:rsidRPr="00816B77">
        <w:rPr>
          <w:rtl/>
          <w:lang w:bidi="ur-PK"/>
        </w:rPr>
        <w:t>ا</w:t>
      </w:r>
      <w:r w:rsidR="005A2492">
        <w:rPr>
          <w:rtl/>
        </w:rPr>
        <w:t>ئے تو 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تھ </w:t>
      </w:r>
      <w:r w:rsidRPr="00816B77">
        <w:rPr>
          <w:rtl/>
          <w:lang w:bidi="ur-PK"/>
        </w:rPr>
        <w:t>ا</w:t>
      </w:r>
      <w:r w:rsidR="005A2492">
        <w:rPr>
          <w:rtl/>
        </w:rPr>
        <w:t>ٹھ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نے سے پہلے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سوچ کر</w:t>
      </w:r>
      <w:r w:rsidRPr="00816B77">
        <w:rPr>
          <w:rtl/>
          <w:lang w:bidi="ur-PK"/>
        </w:rPr>
        <w:t>ا</w:t>
      </w:r>
      <w:r w:rsidR="005A2492">
        <w:rPr>
          <w:rtl/>
        </w:rPr>
        <w:t>سے مع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ف کرے کہ </w:t>
      </w:r>
      <w:r w:rsidRPr="00816B77">
        <w:rPr>
          <w:rtl/>
          <w:lang w:bidi="ur-PK"/>
        </w:rPr>
        <w:t>ا</w:t>
      </w:r>
      <w:r w:rsidR="005A2492">
        <w:rPr>
          <w:rtl/>
        </w:rPr>
        <w:t>للہ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دن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ف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</w:p>
    <w:p w:rsidR="00BD5200" w:rsidRDefault="00BD5200" w:rsidP="00051606">
      <w:pPr>
        <w:pStyle w:val="libFootnote0"/>
        <w:rPr>
          <w:rtl/>
        </w:rPr>
      </w:pPr>
      <w:r>
        <w:rPr>
          <w:rFonts w:hint="cs"/>
          <w:rtl/>
        </w:rPr>
        <w:t>------------</w:t>
      </w:r>
    </w:p>
    <w:p w:rsidR="00BD5200" w:rsidRDefault="00BD5200" w:rsidP="00F6727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67274" w:rsidRPr="00F67274">
        <w:rPr>
          <w:rtl/>
        </w:rPr>
        <w:t xml:space="preserve"> سورہ ص </w:t>
      </w:r>
      <w:r w:rsidR="00F67274" w:rsidRPr="00F67274">
        <w:rPr>
          <w:rtl/>
          <w:lang w:bidi="fa-IR"/>
        </w:rPr>
        <w:t>۴۴</w:t>
      </w:r>
    </w:p>
    <w:p w:rsidR="00BD5200" w:rsidRPr="00BD5200" w:rsidRDefault="00BD5200" w:rsidP="00A60F54">
      <w:pPr>
        <w:pStyle w:val="libPoemTini"/>
        <w:rPr>
          <w:rtl/>
        </w:rPr>
      </w:pPr>
      <w:r w:rsidRPr="00BD5200"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79" w:name="_Toc393190604"/>
      <w:r>
        <w:rPr>
          <w:rFonts w:hint="eastAsia"/>
          <w:rtl/>
        </w:rPr>
        <w:lastRenderedPageBreak/>
        <w:t>جہنم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bookmarkEnd w:id="179"/>
    </w:p>
    <w:p w:rsidR="005A2492" w:rsidRDefault="005A2492" w:rsidP="00BD520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Pr="00371684">
        <w:rPr>
          <w:rStyle w:val="libArabicChar"/>
          <w:rtl/>
        </w:rPr>
        <w:t>:  مَن</w:t>
      </w:r>
      <w:r w:rsidRPr="00371684">
        <w:rPr>
          <w:rStyle w:val="libArabicChar"/>
          <w:rFonts w:hint="cs"/>
          <w:rtl/>
        </w:rPr>
        <w:t xml:space="preserve">ْ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ضَرَّ بِ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مْرَ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ةٍ حَتَّ</w:t>
      </w:r>
      <w:r w:rsidR="009B349E" w:rsidRPr="009B349E">
        <w:rPr>
          <w:rStyle w:val="libArabicChar"/>
          <w:rFonts w:hint="cs"/>
          <w:rtl/>
          <w:lang w:bidi="ur-PK"/>
        </w:rPr>
        <w:t>ی</w:t>
      </w:r>
      <w:r w:rsidRPr="00371684">
        <w:rPr>
          <w:rStyle w:val="libArabicChar"/>
          <w:rFonts w:hint="cs"/>
          <w:rtl/>
        </w:rPr>
        <w:t xml:space="preserve"> تَفْتَدِيَ مِنْهُ نَفْسَهَ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 لَمْ يَرْضَ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للهُ لَهُ بِعُقُوبَةٍ دُونَ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لنَّ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رِ لِ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نَّ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لهَ يَغْضَبُ لِلْمَرْ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ةِ كَمَ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 يَغْضَبُ لِلْيَتِيم‏</w:t>
      </w:r>
      <w:r w:rsidR="00BD5200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ہر وہ شخص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قدر </w:t>
      </w:r>
      <w:r w:rsidR="00816B77" w:rsidRPr="00816B77">
        <w:rPr>
          <w:rtl/>
          <w:lang w:bidi="ur-PK"/>
        </w:rPr>
        <w:t>ا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 w:rsidR="00816B77" w:rsidRPr="00816B77">
        <w:rPr>
          <w:rtl/>
          <w:lang w:bidi="ur-PK"/>
        </w:rPr>
        <w:t>ا</w:t>
      </w:r>
      <w:r>
        <w:rPr>
          <w:rtl/>
        </w:rPr>
        <w:t>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دے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حق مہر سے دست برد</w:t>
      </w:r>
      <w:r w:rsidR="00816B77" w:rsidRPr="00816B77">
        <w:rPr>
          <w:rtl/>
          <w:lang w:bidi="ur-PK"/>
        </w:rPr>
        <w:t>ا</w:t>
      </w:r>
      <w:r>
        <w:rPr>
          <w:rtl/>
        </w:rPr>
        <w:t>ر ہونے پر مجبور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تش جہنم سے کم عذ</w:t>
      </w:r>
      <w:r w:rsidR="00816B77" w:rsidRPr="00816B77">
        <w:rPr>
          <w:rtl/>
          <w:lang w:bidi="ur-PK"/>
        </w:rPr>
        <w:t>ا</w:t>
      </w:r>
      <w:r>
        <w:rPr>
          <w:rtl/>
        </w:rPr>
        <w:t>ب پر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>وند عورت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خ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طر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غضبن</w:t>
      </w:r>
      <w:r w:rsidR="00816B77" w:rsidRPr="00816B77">
        <w:rPr>
          <w:rtl/>
          <w:lang w:bidi="ur-PK"/>
        </w:rPr>
        <w:t>ا</w:t>
      </w:r>
      <w:r>
        <w:rPr>
          <w:rtl/>
        </w:rPr>
        <w:t>ک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خ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طر غضبن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ک ہوت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خرت ک</w:t>
      </w:r>
      <w:r>
        <w:rPr>
          <w:rFonts w:hint="cs"/>
          <w:rtl/>
        </w:rPr>
        <w:t>ی</w:t>
      </w:r>
      <w:r>
        <w:rPr>
          <w:rtl/>
        </w:rPr>
        <w:t xml:space="preserve"> فکر کر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ںث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مرد 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 w:rsidR="00816B77" w:rsidRPr="00816B77">
        <w:rPr>
          <w:rtl/>
          <w:lang w:bidi="ur-PK"/>
        </w:rPr>
        <w:t>ا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دکھ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تے ہوئے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کچھ 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 کرے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تشخّص برقر</w:t>
      </w:r>
      <w:r w:rsidR="00816B77" w:rsidRPr="00816B77">
        <w:rPr>
          <w:rtl/>
          <w:lang w:bidi="ur-PK"/>
        </w:rPr>
        <w:t>ا</w:t>
      </w:r>
      <w:r>
        <w:rPr>
          <w:rtl/>
        </w:rPr>
        <w:t>ر رکھ سکےچن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سے کہہ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گرتوچ</w:t>
      </w:r>
      <w:r w:rsidR="00816B77" w:rsidRPr="00816B77">
        <w:rPr>
          <w:rtl/>
          <w:lang w:bidi="ur-PK"/>
        </w:rPr>
        <w:t>ا</w:t>
      </w:r>
      <w:r>
        <w:rPr>
          <w:rtl/>
        </w:rPr>
        <w:t>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تخت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>
        <w:rPr>
          <w:rtl/>
        </w:rPr>
        <w:t>کوت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کردوںجب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نے سن</w:t>
      </w:r>
      <w:r>
        <w:rPr>
          <w:rFonts w:hint="cs"/>
          <w:rtl/>
        </w:rPr>
        <w:t>ی</w:t>
      </w:r>
      <w:r>
        <w:rPr>
          <w:rtl/>
        </w:rPr>
        <w:t xml:space="preserve">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ہمّت ہے؟ توچڑے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للہ!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ہمت تو کہ</w:t>
      </w:r>
      <w:r w:rsidR="00816B77" w:rsidRPr="00816B77">
        <w:rPr>
          <w:rtl/>
          <w:lang w:bidi="ur-PK"/>
        </w:rPr>
        <w:t>ا</w:t>
      </w:r>
      <w:r>
        <w:rPr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دہ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منے نر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وق</w:t>
      </w:r>
      <w:r w:rsidR="00816B77" w:rsidRPr="00816B77">
        <w:rPr>
          <w:rtl/>
          <w:lang w:bidi="ur-PK"/>
        </w:rPr>
        <w:t>ا</w:t>
      </w:r>
      <w:r>
        <w:rPr>
          <w:rtl/>
        </w:rPr>
        <w:t>ر برقر</w:t>
      </w:r>
      <w:r w:rsidR="00816B77" w:rsidRPr="00816B77">
        <w:rPr>
          <w:rtl/>
          <w:lang w:bidi="ur-PK"/>
        </w:rPr>
        <w:t>ا</w:t>
      </w:r>
      <w:r>
        <w:rPr>
          <w:rtl/>
        </w:rPr>
        <w:t>ر رکھن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</w:t>
      </w:r>
    </w:p>
    <w:p w:rsidR="005A2492" w:rsidRDefault="005A2492" w:rsidP="00BD5200">
      <w:pPr>
        <w:pStyle w:val="libArabic"/>
        <w:rPr>
          <w:rtl/>
        </w:rPr>
      </w:pPr>
      <w:r>
        <w:rPr>
          <w:rFonts w:hint="eastAsia"/>
          <w:rtl/>
        </w:rPr>
        <w:t>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رَسُولُ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َض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رِبُ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حَدُ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ُمُ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ةَ ثُمَّ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َظَلُّ مُعَ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نِقَ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؟</w:t>
      </w:r>
      <w:r w:rsidR="00BD5200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ن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سے ب</w:t>
      </w:r>
      <w:r w:rsidR="00816B77" w:rsidRPr="00816B77">
        <w:rPr>
          <w:rtl/>
          <w:lang w:bidi="ur-PK"/>
        </w:rPr>
        <w:t>ا</w:t>
      </w:r>
      <w:r>
        <w:rPr>
          <w:rtl/>
        </w:rPr>
        <w:t>نہوں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جن سے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پر تشدد کرتے ہو؟! </w:t>
      </w:r>
      <w:r w:rsidR="00816B77" w:rsidRPr="00816B77">
        <w:rPr>
          <w:rtl/>
          <w:lang w:bidi="ur-PK"/>
        </w:rPr>
        <w:t>ا</w:t>
      </w:r>
      <w:r>
        <w:rPr>
          <w:rtl/>
        </w:rPr>
        <w:t>ور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ہے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پھر</w:t>
      </w:r>
      <w:r w:rsidR="00816B77" w:rsidRPr="00816B77">
        <w:rPr>
          <w:rtl/>
          <w:lang w:bidi="ur-PK"/>
        </w:rPr>
        <w:t>ا</w:t>
      </w:r>
      <w:r>
        <w:rPr>
          <w:rtl/>
        </w:rPr>
        <w:t>سے گلے لگ</w:t>
      </w:r>
      <w:r w:rsidR="00816B77" w:rsidRPr="00816B77">
        <w:rPr>
          <w:rtl/>
          <w:lang w:bidi="ur-PK"/>
        </w:rPr>
        <w:t>ا</w:t>
      </w:r>
      <w:r>
        <w:rPr>
          <w:rtl/>
        </w:rPr>
        <w:t>ئے؟!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منصف</w:t>
      </w:r>
      <w:r w:rsidR="00816B77" w:rsidRPr="00816B77">
        <w:rPr>
          <w:rtl/>
          <w:lang w:bidi="ur-PK"/>
        </w:rPr>
        <w:t>ا</w:t>
      </w:r>
      <w:r>
        <w:rPr>
          <w:rtl/>
        </w:rPr>
        <w:t>نہ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ہے کہ شخص </w:t>
      </w:r>
      <w:r w:rsidR="00816B77" w:rsidRPr="00816B77">
        <w:rPr>
          <w:rtl/>
          <w:lang w:bidi="ur-PK"/>
        </w:rPr>
        <w:t>ا</w:t>
      </w:r>
      <w:r>
        <w:rPr>
          <w:rtl/>
        </w:rPr>
        <w:t>پنے 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تھوں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وپر کبھ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غضب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تھوں 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</w:t>
      </w:r>
      <w:r w:rsidR="00816B77" w:rsidRPr="00816B77">
        <w:rPr>
          <w:rtl/>
          <w:lang w:bidi="ur-PK"/>
        </w:rPr>
        <w:t>ا</w:t>
      </w:r>
      <w:r>
        <w:rPr>
          <w:rtl/>
        </w:rPr>
        <w:t>ت پور</w:t>
      </w:r>
      <w:r>
        <w:rPr>
          <w:rFonts w:hint="cs"/>
          <w:rtl/>
        </w:rPr>
        <w:t>ی</w:t>
      </w:r>
      <w:r>
        <w:rPr>
          <w:rtl/>
        </w:rPr>
        <w:t xml:space="preserve"> کرنےک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ب</w:t>
      </w:r>
      <w:r w:rsidR="00816B77" w:rsidRPr="00816B77">
        <w:rPr>
          <w:rtl/>
          <w:lang w:bidi="ur-PK"/>
        </w:rPr>
        <w:t>ا</w:t>
      </w:r>
      <w:r>
        <w:rPr>
          <w:rtl/>
        </w:rPr>
        <w:t>نہوں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لے!</w:t>
      </w:r>
    </w:p>
    <w:p w:rsidR="00BD5200" w:rsidRDefault="00BD5200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67274" w:rsidRDefault="00BD5200" w:rsidP="00F6727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67274">
        <w:rPr>
          <w:rtl/>
        </w:rPr>
        <w:t xml:space="preserve"> وس</w:t>
      </w:r>
      <w:r w:rsidR="00816B77" w:rsidRPr="00816B77">
        <w:rPr>
          <w:rtl/>
        </w:rPr>
        <w:t>ا</w:t>
      </w:r>
      <w:r w:rsidR="00F67274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F67274">
        <w:rPr>
          <w:rFonts w:hint="eastAsia"/>
          <w:rtl/>
        </w:rPr>
        <w:t>،ج</w:t>
      </w:r>
      <w:r w:rsidR="00F67274">
        <w:rPr>
          <w:rtl/>
          <w:lang w:bidi="fa-IR"/>
        </w:rPr>
        <w:t>۲۲</w:t>
      </w:r>
      <w:r w:rsidR="00F67274">
        <w:rPr>
          <w:rtl/>
        </w:rPr>
        <w:t xml:space="preserve"> ص </w:t>
      </w:r>
      <w:r w:rsidR="00F67274">
        <w:rPr>
          <w:rtl/>
          <w:lang w:bidi="fa-IR"/>
        </w:rPr>
        <w:t>۲۸۲</w:t>
      </w:r>
    </w:p>
    <w:p w:rsidR="00BD5200" w:rsidRDefault="00BD5200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F67274" w:rsidRPr="00F67274">
        <w:rPr>
          <w:rtl/>
        </w:rPr>
        <w:t xml:space="preserve"> </w:t>
      </w:r>
      <w:r w:rsidR="00F67274">
        <w:rPr>
          <w:rtl/>
        </w:rPr>
        <w:t>وس</w:t>
      </w:r>
      <w:r w:rsidR="00816B77" w:rsidRPr="00816B77">
        <w:rPr>
          <w:rtl/>
        </w:rPr>
        <w:t>ا</w:t>
      </w:r>
      <w:r w:rsidR="00F67274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F67274">
        <w:rPr>
          <w:rFonts w:hint="eastAsia"/>
          <w:rtl/>
        </w:rPr>
        <w:t>،ج</w:t>
      </w:r>
      <w:r w:rsidR="00F67274">
        <w:rPr>
          <w:rtl/>
        </w:rPr>
        <w:t xml:space="preserve"> </w:t>
      </w:r>
      <w:r w:rsidR="00F67274">
        <w:rPr>
          <w:rtl/>
          <w:lang w:bidi="fa-IR"/>
        </w:rPr>
        <w:t>۲۰</w:t>
      </w:r>
      <w:r w:rsidR="00F67274">
        <w:rPr>
          <w:rtl/>
        </w:rPr>
        <w:t xml:space="preserve">ص </w:t>
      </w:r>
      <w:r w:rsidR="00F67274">
        <w:rPr>
          <w:rtl/>
          <w:lang w:bidi="fa-IR"/>
        </w:rPr>
        <w:t>۱۶۷</w:t>
      </w:r>
    </w:p>
    <w:p w:rsidR="00BD5200" w:rsidRDefault="00BD5200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گن</w:t>
      </w:r>
      <w:r w:rsidR="00816B77" w:rsidRPr="00816B77">
        <w:rPr>
          <w:rtl/>
          <w:lang w:bidi="ur-PK"/>
        </w:rPr>
        <w:t>ا</w:t>
      </w:r>
      <w:r>
        <w:rPr>
          <w:rtl/>
        </w:rPr>
        <w:t>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 کرد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1.</w:t>
      </w:r>
      <w:r>
        <w:rPr>
          <w:rtl/>
        </w:rPr>
        <w:tab/>
        <w:t>شوہر کے م</w:t>
      </w:r>
      <w:r w:rsidR="00816B77" w:rsidRPr="00816B77">
        <w:rPr>
          <w:rtl/>
          <w:lang w:bidi="ur-PK"/>
        </w:rPr>
        <w:t>ا</w:t>
      </w:r>
      <w:r>
        <w:rPr>
          <w:rtl/>
        </w:rPr>
        <w:t>رنے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چہرے پر صرف خر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ونٹ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 ہے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2.</w:t>
      </w:r>
      <w:r>
        <w:rPr>
          <w:rtl/>
        </w:rPr>
        <w:tab/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خون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دو </w:t>
      </w:r>
      <w:r w:rsidR="00816B77" w:rsidRPr="00816B77">
        <w:rPr>
          <w:rtl/>
          <w:lang w:bidi="ur-PK"/>
        </w:rPr>
        <w:t>ا</w:t>
      </w:r>
      <w:r>
        <w:rPr>
          <w:rtl/>
        </w:rPr>
        <w:t>ونٹ و</w:t>
      </w:r>
      <w:r w:rsidR="00816B77" w:rsidRPr="00816B77">
        <w:rPr>
          <w:rtl/>
          <w:lang w:bidi="ur-PK"/>
        </w:rPr>
        <w:t>ا</w:t>
      </w:r>
      <w:r>
        <w:rPr>
          <w:rtl/>
        </w:rPr>
        <w:t>جب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3.</w:t>
      </w:r>
      <w:r>
        <w:rPr>
          <w:rtl/>
        </w:rPr>
        <w:tab/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چہرہ  م</w:t>
      </w:r>
      <w:r w:rsidR="00816B77" w:rsidRPr="00816B77">
        <w:rPr>
          <w:rtl/>
          <w:lang w:bidi="ur-PK"/>
        </w:rPr>
        <w:t>ا</w:t>
      </w:r>
      <w:r>
        <w:rPr>
          <w:rtl/>
        </w:rPr>
        <w:t>رنے ک</w:t>
      </w:r>
      <w:r>
        <w:rPr>
          <w:rFonts w:hint="cs"/>
          <w:rtl/>
        </w:rPr>
        <w:t>ی</w:t>
      </w:r>
      <w:r>
        <w:rPr>
          <w:rtl/>
        </w:rPr>
        <w:t xml:space="preserve"> وجہ سے ک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چھ مثق</w:t>
      </w:r>
      <w:r w:rsidR="00816B77" w:rsidRPr="00816B77">
        <w:rPr>
          <w:rtl/>
          <w:lang w:bidi="ur-PK"/>
        </w:rPr>
        <w:t>ا</w:t>
      </w:r>
      <w:r>
        <w:rPr>
          <w:rtl/>
        </w:rPr>
        <w:t>ل سون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 ہے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4.</w:t>
      </w:r>
      <w:r>
        <w:rPr>
          <w:rtl/>
        </w:rPr>
        <w:tab/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چہرہ سوجھ 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مثق</w:t>
      </w:r>
      <w:r w:rsidR="00816B77" w:rsidRPr="00816B77">
        <w:rPr>
          <w:rtl/>
          <w:lang w:bidi="ur-PK"/>
        </w:rPr>
        <w:t>ا</w:t>
      </w:r>
      <w:r>
        <w:rPr>
          <w:rtl/>
        </w:rPr>
        <w:t>ل سون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 ہے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5.</w:t>
      </w:r>
      <w:r>
        <w:rPr>
          <w:rtl/>
        </w:rPr>
        <w:tab/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صرف سرخ ہوگ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تو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مثق</w:t>
      </w:r>
      <w:r w:rsidR="00816B77" w:rsidRPr="00816B77">
        <w:rPr>
          <w:rtl/>
          <w:lang w:bidi="ur-PK"/>
        </w:rPr>
        <w:t>ا</w:t>
      </w:r>
      <w:r>
        <w:rPr>
          <w:rtl/>
        </w:rPr>
        <w:t>ل سون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 ہےہ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بھ</w:t>
      </w:r>
      <w:r>
        <w:rPr>
          <w:rFonts w:hint="cs"/>
          <w:rtl/>
        </w:rPr>
        <w:t>ی</w:t>
      </w:r>
      <w:r>
        <w:rPr>
          <w:rtl/>
        </w:rPr>
        <w:t xml:space="preserve">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 قص</w:t>
      </w:r>
      <w:r w:rsidR="00816B77" w:rsidRPr="00816B77">
        <w:rPr>
          <w:rtl/>
          <w:lang w:bidi="ur-PK"/>
        </w:rPr>
        <w:t>ا</w:t>
      </w:r>
      <w:r>
        <w:rPr>
          <w:rtl/>
        </w:rPr>
        <w:t>ص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رکھت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A21BC5">
      <w:pPr>
        <w:pStyle w:val="Heading1"/>
        <w:rPr>
          <w:rtl/>
        </w:rPr>
      </w:pPr>
      <w:bookmarkStart w:id="180" w:name="_Toc393190605"/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گ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جہ</w:t>
      </w:r>
      <w:r w:rsidR="00816B77" w:rsidRPr="00816B77">
        <w:rPr>
          <w:rtl/>
          <w:lang w:bidi="ur-PK"/>
        </w:rPr>
        <w:t>ا</w:t>
      </w:r>
      <w:r>
        <w:rPr>
          <w:rtl/>
        </w:rPr>
        <w:t>لت</w:t>
      </w:r>
      <w:bookmarkEnd w:id="18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قدر ن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ج</w:t>
      </w:r>
      <w:r w:rsidR="00816B77" w:rsidRPr="00816B77">
        <w:rPr>
          <w:rtl/>
          <w:lang w:bidi="ur-PK"/>
        </w:rPr>
        <w:t>ا</w:t>
      </w:r>
      <w:r>
        <w:rPr>
          <w:rtl/>
        </w:rPr>
        <w:t>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کوم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رتے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گ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شوہر پر تعجب کرتے ہوئے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CF3D62" w:rsidP="00405D3C">
      <w:pPr>
        <w:pStyle w:val="libArabic"/>
        <w:rPr>
          <w:rtl/>
        </w:rPr>
      </w:pP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نِّ</w:t>
      </w:r>
      <w:r w:rsidR="005A2492" w:rsidRPr="00371684">
        <w:rPr>
          <w:rFonts w:hint="cs"/>
          <w:rtl/>
        </w:rPr>
        <w:t>ي</w:t>
      </w:r>
      <w:r w:rsidR="005A2492">
        <w:rPr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تَعَجَّبُ مِمَّن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371684">
        <w:rPr>
          <w:rFonts w:hint="cs"/>
          <w:rtl/>
        </w:rPr>
        <w:t>ي</w:t>
      </w:r>
      <w:r w:rsidR="005A2492">
        <w:rPr>
          <w:rFonts w:hint="cs"/>
          <w:rtl/>
        </w:rPr>
        <w:t>َض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 xml:space="preserve">رِبُ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م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>رَ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ت</w:t>
      </w:r>
      <w:r w:rsidR="005A2492">
        <w:rPr>
          <w:rtl/>
        </w:rPr>
        <w:t>َ</w:t>
      </w:r>
      <w:r w:rsidR="005A2492" w:rsidRPr="00371684">
        <w:rPr>
          <w:rFonts w:hint="cs"/>
          <w:rtl/>
        </w:rPr>
        <w:t>ه</w:t>
      </w:r>
      <w:r w:rsidR="005A2492">
        <w:rPr>
          <w:rFonts w:hint="cs"/>
          <w:rtl/>
        </w:rPr>
        <w:t xml:space="preserve">ُ وَ </w:t>
      </w:r>
      <w:r w:rsidR="005A2492" w:rsidRPr="00371684">
        <w:rPr>
          <w:rFonts w:hint="cs"/>
          <w:rtl/>
        </w:rPr>
        <w:t>ه</w:t>
      </w:r>
      <w:r w:rsidR="005A2492">
        <w:rPr>
          <w:rFonts w:hint="cs"/>
          <w:rtl/>
        </w:rPr>
        <w:t>ُوَ بِ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لضَّر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 xml:space="preserve">بِ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و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مِن</w:t>
      </w:r>
      <w:r w:rsidR="005A2492" w:rsidRPr="00371684">
        <w:rPr>
          <w:rFonts w:hint="cs"/>
          <w:rtl/>
        </w:rPr>
        <w:t>ْه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لَ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تَض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>رِبُو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نِسَ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ءَ</w:t>
      </w:r>
      <w:r w:rsidR="005A2492" w:rsidRPr="00371684">
        <w:rPr>
          <w:rFonts w:hint="cs"/>
          <w:rtl/>
        </w:rPr>
        <w:t>ك</w:t>
      </w:r>
      <w:r w:rsidR="005A2492">
        <w:rPr>
          <w:rFonts w:hint="cs"/>
          <w:rtl/>
        </w:rPr>
        <w:t>ُم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 xml:space="preserve"> بِ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>خَشَبِ فَ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نَّ فِ</w:t>
      </w:r>
      <w:r w:rsidR="005A2492" w:rsidRPr="00371684">
        <w:rPr>
          <w:rFonts w:hint="cs"/>
          <w:rtl/>
        </w:rPr>
        <w:t>يه</w:t>
      </w:r>
      <w:r w:rsidR="005A2492">
        <w:rPr>
          <w:rFonts w:hint="cs"/>
          <w:rtl/>
        </w:rPr>
        <w:t xml:space="preserve">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>قِصَ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صَ وَ لَ</w:t>
      </w:r>
      <w:r w:rsidR="005A2492" w:rsidRPr="00371684">
        <w:rPr>
          <w:rFonts w:hint="cs"/>
          <w:rtl/>
        </w:rPr>
        <w:t>ك</w:t>
      </w:r>
      <w:r w:rsidR="005A2492">
        <w:rPr>
          <w:rFonts w:hint="cs"/>
          <w:rtl/>
        </w:rPr>
        <w:t xml:space="preserve">ِنِ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ض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>رِبُو</w:t>
      </w:r>
      <w:r w:rsidR="005A2492" w:rsidRPr="00371684">
        <w:rPr>
          <w:rFonts w:hint="cs"/>
          <w:rtl/>
        </w:rPr>
        <w:t>ه</w:t>
      </w:r>
      <w:r w:rsidR="005A2492">
        <w:rPr>
          <w:rFonts w:hint="cs"/>
          <w:rtl/>
        </w:rPr>
        <w:t>ُنَّ بِ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 xml:space="preserve">جُوعِ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>عُر</w:t>
      </w:r>
      <w:r w:rsidR="005A2492" w:rsidRPr="00371684">
        <w:rPr>
          <w:rFonts w:hint="cs"/>
          <w:rtl/>
        </w:rPr>
        <w:t>ْي</w:t>
      </w:r>
      <w:r w:rsidR="005A2492">
        <w:rPr>
          <w:rFonts w:hint="cs"/>
          <w:rtl/>
        </w:rPr>
        <w:t>ِ حَتَّ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تُرِ</w:t>
      </w:r>
      <w:r w:rsidR="005A2492" w:rsidRPr="00371684">
        <w:rPr>
          <w:rFonts w:hint="cs"/>
          <w:rtl/>
        </w:rPr>
        <w:t>ي</w:t>
      </w:r>
      <w:r w:rsidR="005A2492">
        <w:rPr>
          <w:rFonts w:hint="cs"/>
          <w:rtl/>
        </w:rPr>
        <w:t>حُو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[تَر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>بَحُو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] فِ</w:t>
      </w:r>
      <w:r w:rsidR="005A2492" w:rsidRPr="00371684">
        <w:rPr>
          <w:rFonts w:hint="cs"/>
          <w:rtl/>
        </w:rPr>
        <w:t>ي</w:t>
      </w:r>
      <w:r w:rsidR="005A2492">
        <w:rPr>
          <w:rFonts w:hint="cs"/>
          <w:rtl/>
        </w:rPr>
        <w:t xml:space="preserve">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لدُّن</w:t>
      </w:r>
      <w:r w:rsidR="005A2492" w:rsidRPr="00371684">
        <w:rPr>
          <w:rFonts w:hint="cs"/>
          <w:rtl/>
        </w:rPr>
        <w:t>ْي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 وَ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</w:t>
      </w:r>
      <w:r w:rsidR="005A2492" w:rsidRPr="00371684">
        <w:rPr>
          <w:rFonts w:hint="cs"/>
          <w:rtl/>
        </w:rPr>
        <w:t>ْ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خِرَة</w:t>
      </w:r>
      <w:r w:rsidR="00405D3C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شخص پر تعجب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 w:rsidR="00816B77" w:rsidRPr="00816B77">
        <w:rPr>
          <w:rtl/>
          <w:lang w:bidi="ur-PK"/>
        </w:rPr>
        <w:t>ا</w:t>
      </w:r>
      <w:r>
        <w:rPr>
          <w:rtl/>
        </w:rPr>
        <w:t>رت</w:t>
      </w:r>
      <w:r w:rsidR="00816B77" w:rsidRPr="00816B77">
        <w:rPr>
          <w:rtl/>
          <w:lang w:bidi="ur-PK"/>
        </w:rPr>
        <w:t>ا</w:t>
      </w:r>
      <w:r>
        <w:rPr>
          <w:rtl/>
        </w:rPr>
        <w:t>ہے جبکہ وہ خود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سز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مستحق ہےہ</w:t>
      </w:r>
      <w:r w:rsidR="00816B77" w:rsidRPr="00816B77">
        <w:rPr>
          <w:rtl/>
          <w:lang w:bidi="ur-PK"/>
        </w:rPr>
        <w:t>ا</w:t>
      </w:r>
      <w:r>
        <w:rPr>
          <w:rtl/>
        </w:rPr>
        <w:t>ں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نو!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سے نہ م</w:t>
      </w:r>
      <w:r w:rsidR="00816B77" w:rsidRPr="00816B77">
        <w:rPr>
          <w:rtl/>
          <w:lang w:bidi="ur-PK"/>
        </w:rPr>
        <w:t>ا</w:t>
      </w:r>
      <w:r>
        <w:rPr>
          <w:rtl/>
        </w:rPr>
        <w:t>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>ن کو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پر مجبور ہوج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ننگے رکھ کر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ئدے م</w:t>
      </w:r>
      <w:r>
        <w:rPr>
          <w:rFonts w:hint="cs"/>
          <w:rtl/>
        </w:rPr>
        <w:t>ی</w:t>
      </w:r>
      <w:r>
        <w:rPr>
          <w:rtl/>
        </w:rPr>
        <w:t>ں ہے</w:t>
      </w:r>
    </w:p>
    <w:p w:rsidR="00405D3C" w:rsidRDefault="00405D3C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05D3C" w:rsidRDefault="00405D3C" w:rsidP="00F6727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67274" w:rsidRPr="00F67274">
        <w:rPr>
          <w:rtl/>
          <w:lang w:bidi="fa-IR"/>
        </w:rPr>
        <w:t xml:space="preserve"> </w:t>
      </w:r>
      <w:r w:rsidR="00F67274" w:rsidRPr="00F67274">
        <w:rPr>
          <w:rtl/>
        </w:rPr>
        <w:t>بح</w:t>
      </w:r>
      <w:r w:rsidR="00816B77" w:rsidRPr="00816B77">
        <w:rPr>
          <w:rtl/>
        </w:rPr>
        <w:t>ا</w:t>
      </w:r>
      <w:r w:rsidR="00F67274" w:rsidRPr="00F67274">
        <w:rPr>
          <w:rtl/>
        </w:rPr>
        <w:t xml:space="preserve">ر،ج </w:t>
      </w:r>
      <w:r w:rsidR="00F67274" w:rsidRPr="00F67274">
        <w:rPr>
          <w:rtl/>
          <w:lang w:bidi="fa-IR"/>
        </w:rPr>
        <w:t>۱۰۰</w:t>
      </w:r>
      <w:r w:rsidR="00F67274" w:rsidRPr="00F67274">
        <w:rPr>
          <w:rtl/>
        </w:rPr>
        <w:t>، ص</w:t>
      </w:r>
      <w:r w:rsidR="00F67274" w:rsidRPr="00F67274">
        <w:rPr>
          <w:rtl/>
          <w:lang w:bidi="fa-IR"/>
        </w:rPr>
        <w:t>۲۴۹</w:t>
      </w:r>
      <w:r w:rsidR="00F67274" w:rsidRPr="00F67274">
        <w:rPr>
          <w:rtl/>
        </w:rPr>
        <w:t xml:space="preserve">  </w:t>
      </w:r>
    </w:p>
    <w:p w:rsidR="00405D3C" w:rsidRDefault="00405D3C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tl/>
          <w:lang w:bidi="ur-PK"/>
        </w:rPr>
        <w:lastRenderedPageBreak/>
        <w:t>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حد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فہ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تفس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رہے</w:t>
      </w:r>
      <w:r w:rsidR="005A2492">
        <w:rPr>
          <w:rtl/>
        </w:rPr>
        <w:t xml:space="preserve"> جس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</w:t>
      </w:r>
    </w:p>
    <w:p w:rsidR="005A2492" w:rsidRDefault="005A2492" w:rsidP="00405D3C">
      <w:pPr>
        <w:pStyle w:val="libAie"/>
        <w:rPr>
          <w:rtl/>
        </w:rPr>
      </w:pPr>
      <w:r>
        <w:rPr>
          <w:rtl/>
        </w:rPr>
        <w:t xml:space="preserve"> وَ </w:t>
      </w:r>
      <w:r w:rsidR="00CF3D62" w:rsidRPr="00CF3D62">
        <w:rPr>
          <w:rtl/>
        </w:rPr>
        <w:t>ا</w:t>
      </w:r>
      <w:r>
        <w:rPr>
          <w:rtl/>
        </w:rPr>
        <w:t>لَّ</w:t>
      </w:r>
      <w:r w:rsidR="00CF3D62" w:rsidRPr="00CF3D62">
        <w:rPr>
          <w:rtl/>
        </w:rPr>
        <w:t>ا</w:t>
      </w:r>
      <w:r>
        <w:rPr>
          <w:rtl/>
        </w:rPr>
        <w:t>ت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تخَ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فُونَ نُشُوزَ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ُنَّ فَعِظُو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ُنَّ وَ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هْ</w:t>
      </w:r>
      <w:r>
        <w:rPr>
          <w:rFonts w:hint="cs"/>
          <w:rtl/>
        </w:rPr>
        <w:t>جُرُو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ُنَّ ف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مَضَ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جِعِ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ض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رِبُو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ُنَّ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طَع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فَلَ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غُو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عَلَ</w:t>
      </w:r>
      <w:r w:rsidRPr="00371684">
        <w:rPr>
          <w:rFonts w:hint="cs"/>
          <w:rtl/>
        </w:rPr>
        <w:t>يهْ</w:t>
      </w:r>
      <w:r>
        <w:rPr>
          <w:rFonts w:hint="cs"/>
          <w:rtl/>
        </w:rPr>
        <w:t>نَّ سَبِ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Pr="00371684">
        <w:rPr>
          <w:rFonts w:hint="cs"/>
          <w:rtl/>
        </w:rPr>
        <w:t>ك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عَلِ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ًّ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رً</w:t>
      </w:r>
      <w:r w:rsidR="00CF3D62" w:rsidRPr="00CF3D62">
        <w:rPr>
          <w:rFonts w:hint="cs"/>
          <w:rtl/>
        </w:rPr>
        <w:t>ا</w:t>
      </w:r>
      <w:r w:rsidR="00405D3C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جن عورتوں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سرکش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تمہ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خوف ہو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حت</w:t>
      </w:r>
      <w:r w:rsidR="005A2492">
        <w:rPr>
          <w:rtl/>
        </w:rPr>
        <w:t xml:space="preserve"> کرو </w:t>
      </w:r>
      <w:r w:rsidRPr="00816B77">
        <w:rPr>
          <w:rtl/>
          <w:lang w:bidi="ur-PK"/>
        </w:rPr>
        <w:t>ا</w:t>
      </w:r>
      <w:r w:rsidR="005A2492">
        <w:rPr>
          <w:rtl/>
        </w:rPr>
        <w:t>گر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 نہ 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 خو</w:t>
      </w:r>
      <w:r w:rsidRPr="00816B77">
        <w:rPr>
          <w:rtl/>
          <w:lang w:bidi="ur-PK"/>
        </w:rPr>
        <w:t>ا</w:t>
      </w:r>
      <w:r w:rsidR="005A2492">
        <w:rPr>
          <w:rtl/>
        </w:rPr>
        <w:t>ب 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 </w:t>
      </w:r>
      <w:r w:rsidRPr="00816B77">
        <w:rPr>
          <w:rtl/>
          <w:lang w:bidi="ur-PK"/>
        </w:rPr>
        <w:t>ا</w:t>
      </w:r>
      <w:r w:rsidR="005A2492">
        <w:rPr>
          <w:rtl/>
        </w:rPr>
        <w:t>لگ کردو(</w:t>
      </w:r>
      <w:r w:rsidRPr="00816B77">
        <w:rPr>
          <w:rtl/>
          <w:lang w:bidi="ur-PK"/>
        </w:rPr>
        <w:t>ا</w:t>
      </w:r>
      <w:r w:rsidR="005A2492">
        <w:rPr>
          <w:rtl/>
        </w:rPr>
        <w:t>ور پھر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ز نہ 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)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رو، پھر </w:t>
      </w:r>
      <w:r w:rsidRPr="00816B77">
        <w:rPr>
          <w:rtl/>
          <w:lang w:bidi="ur-PK"/>
        </w:rPr>
        <w:t>ا</w:t>
      </w:r>
      <w:r w:rsidR="005A2492">
        <w:rPr>
          <w:rtl/>
        </w:rPr>
        <w:t>گر وہ تمہ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نبرد</w:t>
      </w:r>
      <w:r w:rsidRPr="00816B77">
        <w:rPr>
          <w:rtl/>
          <w:lang w:bidi="ur-PK"/>
        </w:rPr>
        <w:t>ا</w:t>
      </w:r>
      <w:r w:rsidR="005A2492">
        <w:rPr>
          <w:rtl/>
        </w:rPr>
        <w:t>ر ہو ج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خل</w:t>
      </w:r>
      <w:r w:rsidRPr="00816B77">
        <w:rPr>
          <w:rtl/>
          <w:lang w:bidi="ur-PK"/>
        </w:rPr>
        <w:t>ا</w:t>
      </w:r>
      <w:r w:rsidR="005A2492">
        <w:rPr>
          <w:rtl/>
        </w:rPr>
        <w:t>ف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نہ تل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ش نہ کرو کہ خد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بلند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بزرگ ہے</w:t>
      </w:r>
    </w:p>
    <w:p w:rsidR="005A2492" w:rsidRDefault="005A2492" w:rsidP="00A21BC5">
      <w:pPr>
        <w:pStyle w:val="Heading1"/>
        <w:rPr>
          <w:rtl/>
        </w:rPr>
      </w:pPr>
      <w:bookmarkStart w:id="181" w:name="_Toc393190606"/>
      <w:r>
        <w:rPr>
          <w:rFonts w:hint="eastAsia"/>
          <w:rtl/>
        </w:rPr>
        <w:t>شوہر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bookmarkEnd w:id="181"/>
    </w:p>
    <w:p w:rsidR="005A2492" w:rsidRDefault="005A2492" w:rsidP="00A21BC5">
      <w:pPr>
        <w:pStyle w:val="Heading1"/>
        <w:rPr>
          <w:rtl/>
        </w:rPr>
      </w:pPr>
      <w:bookmarkStart w:id="182" w:name="_Toc393190607"/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و دولت</w:t>
      </w:r>
      <w:bookmarkEnd w:id="182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وسکو 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بنت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 لہذ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لوگوں کو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معقول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مشروع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رزق و روز</w:t>
      </w:r>
      <w:r>
        <w:rPr>
          <w:rFonts w:hint="cs"/>
          <w:rtl/>
        </w:rPr>
        <w:t>ی</w:t>
      </w:r>
      <w:r>
        <w:rPr>
          <w:rtl/>
        </w:rPr>
        <w:t xml:space="preserve"> کے لئے کوشش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تل</w:t>
      </w:r>
      <w:r w:rsidR="00816B77" w:rsidRPr="00816B77">
        <w:rPr>
          <w:rtl/>
          <w:lang w:bidi="ur-PK"/>
        </w:rPr>
        <w:t>ا</w:t>
      </w:r>
      <w:r>
        <w:rPr>
          <w:rtl/>
        </w:rPr>
        <w:t>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گھر و</w:t>
      </w:r>
      <w:r w:rsidR="00816B77" w:rsidRPr="00816B77">
        <w:rPr>
          <w:rtl/>
          <w:lang w:bidi="ur-PK"/>
        </w:rPr>
        <w:t>ا</w:t>
      </w:r>
      <w:r>
        <w:rPr>
          <w:rtl/>
        </w:rPr>
        <w:t>لوں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A21BC5">
      <w:pPr>
        <w:pStyle w:val="Heading1"/>
        <w:rPr>
          <w:rtl/>
        </w:rPr>
      </w:pPr>
      <w:bookmarkStart w:id="183" w:name="_Toc393190608"/>
      <w:r>
        <w:rPr>
          <w:rFonts w:hint="eastAsia"/>
          <w:rtl/>
        </w:rPr>
        <w:t>قدرت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bookmarkEnd w:id="183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مرد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نگہب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مح</w:t>
      </w:r>
      <w:r w:rsidR="00816B77" w:rsidRPr="00816B77">
        <w:rPr>
          <w:rtl/>
          <w:lang w:bidi="ur-PK"/>
        </w:rPr>
        <w:t>ا</w:t>
      </w:r>
      <w:r>
        <w:rPr>
          <w:rtl/>
        </w:rPr>
        <w:t>فظ سمجھت</w:t>
      </w:r>
      <w:r>
        <w:rPr>
          <w:rFonts w:hint="cs"/>
          <w:rtl/>
        </w:rPr>
        <w:t>ی</w:t>
      </w:r>
      <w:r>
        <w:rPr>
          <w:rtl/>
        </w:rPr>
        <w:t xml:space="preserve"> ہے لہذ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مح</w:t>
      </w:r>
      <w:r w:rsidR="00816B77" w:rsidRPr="00816B77">
        <w:rPr>
          <w:rtl/>
          <w:lang w:bidi="ur-PK"/>
        </w:rPr>
        <w:t>ا</w:t>
      </w:r>
      <w:r>
        <w:rPr>
          <w:rtl/>
        </w:rPr>
        <w:t>فظ کو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مضبوط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</w:t>
      </w:r>
    </w:p>
    <w:p w:rsidR="005A2492" w:rsidRDefault="005A2492" w:rsidP="00A21BC5">
      <w:pPr>
        <w:pStyle w:val="Heading1"/>
        <w:rPr>
          <w:rtl/>
        </w:rPr>
      </w:pPr>
      <w:bookmarkStart w:id="184" w:name="_Toc393190609"/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</w:t>
      </w:r>
      <w:bookmarkEnd w:id="184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ہر ک</w:t>
      </w:r>
      <w:r w:rsidR="00816B77" w:rsidRPr="00816B77">
        <w:rPr>
          <w:rtl/>
          <w:lang w:bidi="ur-PK"/>
        </w:rPr>
        <w:t>ا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مردوں سے کمزور نہ رہےخو</w:t>
      </w:r>
      <w:r w:rsidR="00816B77" w:rsidRPr="00816B77">
        <w:rPr>
          <w:rtl/>
          <w:lang w:bidi="ur-PK"/>
        </w:rPr>
        <w:t>ا</w:t>
      </w:r>
      <w:r>
        <w:rPr>
          <w:rtl/>
        </w:rPr>
        <w:t>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نہ ہو تو وہ شخص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سست ہوگ</w:t>
      </w:r>
      <w:r w:rsidR="00816B77" w:rsidRPr="00816B77">
        <w:rPr>
          <w:rtl/>
          <w:lang w:bidi="ur-PK"/>
        </w:rPr>
        <w:t>ا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05D3C" w:rsidRDefault="00405D3C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05D3C" w:rsidRDefault="00405D3C" w:rsidP="00F6727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67274" w:rsidRPr="00F67274">
        <w:rPr>
          <w:rtl/>
        </w:rPr>
        <w:t xml:space="preserve"> نس</w:t>
      </w:r>
      <w:r w:rsidR="00816B77" w:rsidRPr="00816B77">
        <w:rPr>
          <w:rtl/>
        </w:rPr>
        <w:t>ا</w:t>
      </w:r>
      <w:r w:rsidR="00F67274" w:rsidRPr="00F67274">
        <w:rPr>
          <w:rtl/>
        </w:rPr>
        <w:t xml:space="preserve">ء  </w:t>
      </w:r>
      <w:r w:rsidR="00F67274" w:rsidRPr="00F67274">
        <w:rPr>
          <w:rtl/>
          <w:lang w:bidi="fa-IR"/>
        </w:rPr>
        <w:t>۳۴</w:t>
      </w:r>
    </w:p>
    <w:p w:rsidR="00405D3C" w:rsidRDefault="00405D3C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85" w:name="_Toc393190610"/>
      <w:r>
        <w:rPr>
          <w:rFonts w:hint="eastAsia"/>
          <w:rtl/>
        </w:rPr>
        <w:lastRenderedPageBreak/>
        <w:t>مستقل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رے</w:t>
      </w:r>
      <w:bookmarkEnd w:id="185"/>
    </w:p>
    <w:p w:rsidR="005A2492" w:rsidRDefault="005A2492" w:rsidP="00F6727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خود مستقل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کس</w:t>
      </w:r>
      <w:r>
        <w:rPr>
          <w:rFonts w:hint="cs"/>
          <w:rtl/>
        </w:rPr>
        <w:t>ی</w:t>
      </w:r>
      <w:r>
        <w:rPr>
          <w:rtl/>
        </w:rPr>
        <w:t xml:space="preserve"> پر محت</w:t>
      </w:r>
      <w:r w:rsidR="00816B77" w:rsidRPr="00816B77">
        <w:rPr>
          <w:rtl/>
          <w:lang w:bidi="ur-PK"/>
        </w:rPr>
        <w:t>ا</w:t>
      </w:r>
      <w:r>
        <w:rPr>
          <w:rtl/>
        </w:rPr>
        <w:t>ج نہ ہو، ت</w:t>
      </w:r>
      <w:r w:rsidR="00816B77" w:rsidRPr="00816B77">
        <w:rPr>
          <w:rtl/>
          <w:lang w:bidi="ur-PK"/>
        </w:rPr>
        <w:t>ا</w:t>
      </w:r>
      <w:r>
        <w:rPr>
          <w:rtl/>
        </w:rPr>
        <w:t>کہ دوسرے ک</w:t>
      </w:r>
      <w:r>
        <w:rPr>
          <w:rFonts w:hint="cs"/>
          <w:rtl/>
        </w:rPr>
        <w:t>ی</w:t>
      </w:r>
      <w:r>
        <w:rPr>
          <w:rtl/>
        </w:rPr>
        <w:t xml:space="preserve"> منّت و سم</w:t>
      </w:r>
      <w:r w:rsidR="00816B77" w:rsidRPr="00816B77">
        <w:rPr>
          <w:rtl/>
          <w:lang w:bidi="ur-PK"/>
        </w:rPr>
        <w:t>ا</w:t>
      </w:r>
      <w:r>
        <w:rPr>
          <w:rtl/>
        </w:rPr>
        <w:t>جت نہ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پڑے </w:t>
      </w:r>
    </w:p>
    <w:p w:rsidR="005A2492" w:rsidRDefault="005A2492" w:rsidP="00A21BC5">
      <w:pPr>
        <w:pStyle w:val="Heading1"/>
        <w:rPr>
          <w:rtl/>
        </w:rPr>
      </w:pPr>
      <w:bookmarkStart w:id="186" w:name="_Toc393190611"/>
      <w:r>
        <w:rPr>
          <w:rFonts w:hint="eastAsia"/>
          <w:rtl/>
        </w:rPr>
        <w:t>مع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شرے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معززہو</w:t>
      </w:r>
      <w:bookmarkEnd w:id="186"/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 ہوت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معزز ہو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عزت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عزت سمجھت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A21BC5">
      <w:pPr>
        <w:pStyle w:val="Heading1"/>
        <w:rPr>
          <w:rtl/>
        </w:rPr>
      </w:pPr>
      <w:bookmarkStart w:id="187" w:name="_Toc393190612"/>
      <w:r>
        <w:rPr>
          <w:rFonts w:hint="eastAsia"/>
          <w:rtl/>
        </w:rPr>
        <w:t>نرم</w:t>
      </w:r>
      <w:r>
        <w:rPr>
          <w:rtl/>
        </w:rPr>
        <w:t xml:space="preserve"> مز</w:t>
      </w:r>
      <w:r w:rsidR="00816B77" w:rsidRPr="00816B77">
        <w:rPr>
          <w:rtl/>
          <w:lang w:bidi="ur-PK"/>
        </w:rPr>
        <w:t>ا</w:t>
      </w:r>
      <w:r>
        <w:rPr>
          <w:rtl/>
        </w:rPr>
        <w:t>ج ہو</w:t>
      </w:r>
      <w:bookmarkEnd w:id="187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خ</w:t>
      </w:r>
      <w:r w:rsidR="00816B77" w:rsidRPr="00816B77">
        <w:rPr>
          <w:rtl/>
          <w:lang w:bidi="ur-PK"/>
        </w:rPr>
        <w:t>ا</w:t>
      </w:r>
      <w:r>
        <w:rPr>
          <w:rtl/>
        </w:rPr>
        <w:t>موش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موش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سے عورت کو سخت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لہذ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نرم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رہے</w:t>
      </w:r>
    </w:p>
    <w:p w:rsidR="005A2492" w:rsidRDefault="005A2492" w:rsidP="00A21BC5">
      <w:pPr>
        <w:pStyle w:val="Heading1"/>
        <w:rPr>
          <w:rtl/>
        </w:rPr>
      </w:pPr>
      <w:bookmarkStart w:id="188" w:name="_Toc393190613"/>
      <w:r>
        <w:rPr>
          <w:rFonts w:hint="eastAsia"/>
          <w:rtl/>
        </w:rPr>
        <w:t>ص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ف</w:t>
      </w:r>
      <w:r>
        <w:rPr>
          <w:rtl/>
        </w:rPr>
        <w:t xml:space="preserve"> ستھر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رہے</w:t>
      </w:r>
      <w:bookmarkEnd w:id="188"/>
    </w:p>
    <w:p w:rsidR="00405D3C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ہر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نے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صف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کو پسند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گندگ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غل</w:t>
      </w:r>
      <w:r w:rsidR="00816B77" w:rsidRPr="00816B77">
        <w:rPr>
          <w:rtl/>
          <w:lang w:bidi="ur-PK"/>
        </w:rPr>
        <w:t>ا</w:t>
      </w:r>
      <w:r>
        <w:rPr>
          <w:rtl/>
        </w:rPr>
        <w:t>ظت سے نفرت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س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لنض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فة من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>صف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نصف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ہے عورت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شوہر کو پ</w:t>
      </w:r>
      <w:r w:rsidR="00816B77" w:rsidRPr="00816B77">
        <w:rPr>
          <w:rtl/>
          <w:lang w:bidi="ur-PK"/>
        </w:rPr>
        <w:t>ا</w:t>
      </w:r>
      <w:r>
        <w:rPr>
          <w:rtl/>
        </w:rPr>
        <w:t>ک و ص</w:t>
      </w:r>
      <w:r w:rsidR="00816B77" w:rsidRPr="00816B77">
        <w:rPr>
          <w:rtl/>
          <w:lang w:bidi="ur-PK"/>
        </w:rPr>
        <w:t>ا</w:t>
      </w:r>
      <w:r>
        <w:rPr>
          <w:rtl/>
        </w:rPr>
        <w:t>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پسند کرت</w:t>
      </w:r>
      <w:r>
        <w:rPr>
          <w:rFonts w:hint="cs"/>
          <w:rtl/>
        </w:rPr>
        <w:t>ی</w:t>
      </w:r>
      <w:r>
        <w:rPr>
          <w:rtl/>
        </w:rPr>
        <w:t xml:space="preserve"> ہے، لہذ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مر</w:t>
      </w:r>
      <w:r>
        <w:rPr>
          <w:rFonts w:hint="eastAsia"/>
          <w:rtl/>
        </w:rPr>
        <w:t>دوں</w:t>
      </w:r>
      <w:r>
        <w:rPr>
          <w:rtl/>
        </w:rPr>
        <w:t xml:space="preserve"> کو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16B77" w:rsidRPr="00816B77">
        <w:rPr>
          <w:rtl/>
          <w:lang w:bidi="ur-PK"/>
        </w:rPr>
        <w:t>ا</w:t>
      </w:r>
      <w:r>
        <w:rPr>
          <w:rtl/>
        </w:rPr>
        <w:t>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 w:rsidR="00816B77" w:rsidRPr="00816B77">
        <w:rPr>
          <w:rtl/>
          <w:lang w:bidi="ur-PK"/>
        </w:rPr>
        <w:t>ا</w:t>
      </w:r>
      <w:r>
        <w:rPr>
          <w:rtl/>
        </w:rPr>
        <w:t>ح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خوشبو </w:t>
      </w:r>
      <w:r w:rsidR="00816B77" w:rsidRPr="00816B77">
        <w:rPr>
          <w:rtl/>
          <w:lang w:bidi="ur-PK"/>
        </w:rPr>
        <w:t>ا</w:t>
      </w:r>
      <w:r>
        <w:rPr>
          <w:rtl/>
        </w:rPr>
        <w:t>ستعم</w:t>
      </w:r>
      <w:r w:rsidR="00816B77" w:rsidRPr="00816B77">
        <w:rPr>
          <w:rtl/>
          <w:lang w:bidi="ur-PK"/>
        </w:rPr>
        <w:t>ا</w:t>
      </w:r>
      <w:r>
        <w:rPr>
          <w:rtl/>
        </w:rPr>
        <w:t>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درس ملت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</w:p>
    <w:p w:rsidR="00405D3C" w:rsidRDefault="00405D3C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A21BC5">
      <w:pPr>
        <w:pStyle w:val="Heading1"/>
        <w:rPr>
          <w:rtl/>
        </w:rPr>
      </w:pPr>
      <w:bookmarkStart w:id="189" w:name="_Toc393190614"/>
      <w:r>
        <w:rPr>
          <w:rFonts w:hint="eastAsia"/>
          <w:rtl/>
        </w:rPr>
        <w:lastRenderedPageBreak/>
        <w:t>خوش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</w:t>
      </w:r>
      <w:bookmarkEnd w:id="189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وہ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کرے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شوہر سر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غ</w:t>
      </w:r>
      <w:r w:rsidR="00816B77" w:rsidRPr="00816B77">
        <w:rPr>
          <w:rtl/>
          <w:lang w:bidi="ur-PK"/>
        </w:rPr>
        <w:t>ا</w:t>
      </w:r>
      <w:r>
        <w:rPr>
          <w:rtl/>
        </w:rPr>
        <w:t>فل نہ رہے</w:t>
      </w:r>
      <w:r w:rsidR="00816B77" w:rsidRPr="00816B77">
        <w:rPr>
          <w:rtl/>
          <w:lang w:bidi="ur-PK"/>
        </w:rPr>
        <w:t>ا</w:t>
      </w:r>
      <w:r>
        <w:rPr>
          <w:rtl/>
        </w:rPr>
        <w:t>گر بچےّ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نظم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 w:rsidR="00816B77" w:rsidRPr="00816B77">
        <w:rPr>
          <w:rtl/>
          <w:lang w:bidi="ur-PK"/>
        </w:rPr>
        <w:t>ا</w:t>
      </w:r>
      <w:r>
        <w:rPr>
          <w:rtl/>
        </w:rPr>
        <w:t>ح کرے</w:t>
      </w:r>
      <w:r w:rsidR="00816B77" w:rsidRPr="00816B77">
        <w:rPr>
          <w:rtl/>
          <w:lang w:bidi="ur-PK"/>
        </w:rPr>
        <w:t>ا</w:t>
      </w:r>
      <w:r>
        <w:rPr>
          <w:rtl/>
        </w:rPr>
        <w:t>ور منظّم کرے</w:t>
      </w:r>
    </w:p>
    <w:p w:rsidR="005A2492" w:rsidRDefault="005A2492" w:rsidP="00A21BC5">
      <w:pPr>
        <w:pStyle w:val="Heading1"/>
        <w:rPr>
          <w:rtl/>
        </w:rPr>
      </w:pPr>
      <w:bookmarkStart w:id="190" w:name="_Toc393190615"/>
      <w:r>
        <w:rPr>
          <w:rFonts w:hint="eastAsia"/>
          <w:rtl/>
        </w:rPr>
        <w:t>مؤمن</w:t>
      </w:r>
      <w:r>
        <w:rPr>
          <w:rtl/>
        </w:rPr>
        <w:t xml:space="preserve"> ہو</w:t>
      </w:r>
      <w:bookmarkEnd w:id="190"/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ہے تو  سب کچھ  ہے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نہ ہو تو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ہے جو تم</w:t>
      </w:r>
      <w:r w:rsidR="00816B77" w:rsidRPr="00816B77">
        <w:rPr>
          <w:rtl/>
          <w:lang w:bidi="ur-PK"/>
        </w:rPr>
        <w:t>ا</w:t>
      </w:r>
      <w:r>
        <w:rPr>
          <w:rtl/>
        </w:rPr>
        <w:t>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ہےلہذ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ستہ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رب </w:t>
      </w:r>
      <w:r w:rsidR="00816B77" w:rsidRPr="00816B77">
        <w:rPr>
          <w:rtl/>
          <w:lang w:bidi="ur-PK"/>
        </w:rPr>
        <w:t>ا</w:t>
      </w:r>
      <w:r>
        <w:rPr>
          <w:rtl/>
        </w:rPr>
        <w:t>لع</w:t>
      </w:r>
      <w:r w:rsidR="00816B77" w:rsidRPr="00816B77">
        <w:rPr>
          <w:rtl/>
          <w:lang w:bidi="ur-PK"/>
        </w:rPr>
        <w:t>ا</w:t>
      </w:r>
      <w:r>
        <w:rPr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405D3C" w:rsidRDefault="00405D3C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60743E">
      <w:pPr>
        <w:pStyle w:val="Heading1Center"/>
        <w:rPr>
          <w:rtl/>
        </w:rPr>
      </w:pPr>
      <w:bookmarkStart w:id="191" w:name="_Toc393190616"/>
      <w:r>
        <w:rPr>
          <w:rFonts w:hint="eastAsia"/>
          <w:rtl/>
        </w:rPr>
        <w:lastRenderedPageBreak/>
        <w:t>دوسر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حصہ</w:t>
      </w:r>
      <w:bookmarkEnd w:id="191"/>
    </w:p>
    <w:p w:rsidR="005A2492" w:rsidRDefault="005A2492" w:rsidP="0060743E">
      <w:pPr>
        <w:pStyle w:val="Heading1Center"/>
        <w:rPr>
          <w:rtl/>
        </w:rPr>
      </w:pPr>
    </w:p>
    <w:p w:rsidR="001A240E" w:rsidRDefault="005A2492" w:rsidP="0060743E">
      <w:pPr>
        <w:pStyle w:val="Heading1Center"/>
        <w:rPr>
          <w:rtl/>
        </w:rPr>
      </w:pPr>
      <w:bookmarkStart w:id="192" w:name="_Toc393190617"/>
      <w:r>
        <w:rPr>
          <w:rFonts w:hint="eastAsia"/>
          <w:rtl/>
        </w:rPr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ور حقوق</w:t>
      </w:r>
      <w:bookmarkEnd w:id="192"/>
    </w:p>
    <w:p w:rsidR="001A240E" w:rsidRDefault="001A240E" w:rsidP="00506B29">
      <w:pPr>
        <w:pStyle w:val="libNormal"/>
        <w:rPr>
          <w:rtl/>
        </w:rPr>
      </w:pPr>
      <w:r>
        <w:rPr>
          <w:rtl/>
        </w:rPr>
        <w:br w:type="page"/>
      </w:r>
    </w:p>
    <w:p w:rsidR="001A240E" w:rsidRDefault="005A2492" w:rsidP="0038081D">
      <w:pPr>
        <w:pStyle w:val="Heading1Center"/>
        <w:rPr>
          <w:rtl/>
        </w:rPr>
      </w:pPr>
      <w:bookmarkStart w:id="193" w:name="_Toc393190618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93"/>
      <w:r>
        <w:rPr>
          <w:rtl/>
        </w:rPr>
        <w:t xml:space="preserve"> </w:t>
      </w:r>
    </w:p>
    <w:p w:rsidR="005A2492" w:rsidRDefault="005A2492" w:rsidP="0038081D">
      <w:pPr>
        <w:pStyle w:val="Heading1Center"/>
        <w:rPr>
          <w:rtl/>
        </w:rPr>
      </w:pPr>
      <w:bookmarkStart w:id="194" w:name="_Toc393190619"/>
      <w:r>
        <w:rPr>
          <w:rtl/>
        </w:rPr>
        <w:t>عورت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816B77" w:rsidRPr="00816B77">
        <w:rPr>
          <w:rtl/>
          <w:lang w:bidi="ur-PK"/>
        </w:rPr>
        <w:t>ا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94"/>
    </w:p>
    <w:p w:rsidR="005A2492" w:rsidRDefault="005A2492" w:rsidP="0038081D">
      <w:pPr>
        <w:pStyle w:val="Heading1"/>
        <w:rPr>
          <w:rtl/>
        </w:rPr>
      </w:pPr>
      <w:bookmarkStart w:id="195" w:name="_Toc393190620"/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مرتبہ</w:t>
      </w:r>
      <w:bookmarkEnd w:id="195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صل</w:t>
      </w:r>
      <w:r w:rsidR="005A2492">
        <w:rPr>
          <w:rtl/>
        </w:rPr>
        <w:t xml:space="preserve"> موضوع "عورتوں کے حقوق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نگ</w:t>
      </w:r>
      <w:r w:rsidRPr="00816B77">
        <w:rPr>
          <w:rtl/>
          <w:lang w:bidi="ur-PK"/>
        </w:rPr>
        <w:t>ا</w:t>
      </w:r>
      <w:r w:rsidR="005A2492">
        <w:rPr>
          <w:rtl/>
        </w:rPr>
        <w:t>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" پر گفتگو کرنے سے پہلے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سے قبل عورتوں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لت </w:t>
      </w:r>
      <w:r w:rsidRPr="00816B77">
        <w:rPr>
          <w:rtl/>
          <w:lang w:bidi="ur-PK"/>
        </w:rPr>
        <w:t>ا</w:t>
      </w:r>
      <w:r w:rsidR="005A2492">
        <w:rPr>
          <w:rtl/>
        </w:rPr>
        <w:t>ور موقع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مختصر مط</w:t>
      </w:r>
      <w:r w:rsidRPr="00816B77">
        <w:rPr>
          <w:rtl/>
          <w:lang w:bidi="ur-PK"/>
        </w:rPr>
        <w:t>ا</w:t>
      </w:r>
      <w:r w:rsidR="005A2492">
        <w:rPr>
          <w:rtl/>
        </w:rPr>
        <w:t>لعہ ضرور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</w:t>
      </w:r>
      <w:r w:rsidRPr="00816B77">
        <w:rPr>
          <w:rtl/>
          <w:lang w:bidi="ur-PK"/>
        </w:rPr>
        <w:t>ا</w:t>
      </w:r>
      <w:r w:rsidR="005A2492">
        <w:rPr>
          <w:rtl/>
        </w:rPr>
        <w:t>کہ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 سمجھ سکے کہ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نے کتن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زحمت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برد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شت کرکے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حقوق دوب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رہ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دل</w:t>
      </w:r>
      <w:r w:rsidRPr="00816B77">
        <w:rPr>
          <w:rtl/>
          <w:lang w:bidi="ur-PK"/>
        </w:rPr>
        <w:t>ا</w:t>
      </w:r>
      <w:r w:rsidR="005A2492">
        <w:rPr>
          <w:rtl/>
        </w:rPr>
        <w:t>دئے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816B77" w:rsidP="0038081D">
      <w:pPr>
        <w:pStyle w:val="Heading1"/>
        <w:rPr>
          <w:rtl/>
        </w:rPr>
      </w:pPr>
      <w:bookmarkStart w:id="196" w:name="_Toc393190621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بتد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دورم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bookmarkEnd w:id="196"/>
    </w:p>
    <w:p w:rsidR="0038081D" w:rsidRDefault="005A2492" w:rsidP="001A240E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 w:rsidR="00816B77" w:rsidRPr="00816B77">
        <w:rPr>
          <w:rtl/>
          <w:lang w:bidi="ur-PK"/>
        </w:rPr>
        <w:t>ا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مم</w:t>
      </w:r>
      <w:r w:rsidR="00816B77" w:rsidRPr="00816B77">
        <w:rPr>
          <w:rtl/>
          <w:lang w:bidi="ur-PK"/>
        </w:rPr>
        <w:t>ا</w:t>
      </w:r>
      <w:r>
        <w:rPr>
          <w:rtl/>
        </w:rPr>
        <w:t>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پرلوگ عورتوں پر حکومت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ور رسوم ح</w:t>
      </w:r>
      <w:r w:rsidR="00816B77" w:rsidRPr="00816B77">
        <w:rPr>
          <w:rtl/>
          <w:lang w:bidi="ur-PK"/>
        </w:rPr>
        <w:t>ا</w:t>
      </w:r>
      <w:r>
        <w:rPr>
          <w:rtl/>
        </w:rPr>
        <w:t>کم تھے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ق</w:t>
      </w:r>
      <w:r w:rsidR="00816B77" w:rsidRPr="00816B77">
        <w:rPr>
          <w:rtl/>
          <w:lang w:bidi="ur-PK"/>
        </w:rPr>
        <w:t>ا</w:t>
      </w:r>
      <w:r>
        <w:rPr>
          <w:rtl/>
        </w:rPr>
        <w:t>نون</w:t>
      </w:r>
      <w:r>
        <w:rPr>
          <w:rFonts w:hint="cs"/>
          <w:rtl/>
        </w:rPr>
        <w:t>ی</w:t>
      </w:r>
      <w:r>
        <w:rPr>
          <w:rtl/>
        </w:rPr>
        <w:t xml:space="preserve"> نہ تھے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ب و رسوم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بلکہ ج</w:t>
      </w:r>
      <w:r w:rsidR="00816B77" w:rsidRPr="00816B77">
        <w:rPr>
          <w:rtl/>
          <w:lang w:bidi="ur-PK"/>
        </w:rPr>
        <w:t>ا</w:t>
      </w:r>
      <w:r>
        <w:rPr>
          <w:rtl/>
        </w:rPr>
        <w:t>نوروں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رل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جس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ڑس</w:t>
      </w:r>
      <w:r>
        <w:rPr>
          <w:rtl/>
        </w:rPr>
        <w:t xml:space="preserve"> بک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گوشت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طر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فروخت  کے لئے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لتے تھے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عورتوں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</w:t>
      </w:r>
      <w:r w:rsidR="00816B77" w:rsidRPr="00816B77">
        <w:rPr>
          <w:rtl/>
          <w:lang w:bidi="ur-PK"/>
        </w:rPr>
        <w:t>ا</w:t>
      </w:r>
      <w:r>
        <w:rPr>
          <w:rtl/>
        </w:rPr>
        <w:t>ت کو پور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کرو</w:t>
      </w:r>
      <w:r w:rsidR="00816B77" w:rsidRPr="00816B77">
        <w:rPr>
          <w:rtl/>
          <w:lang w:bidi="ur-PK"/>
        </w:rPr>
        <w:t>ا</w:t>
      </w:r>
      <w:r>
        <w:rPr>
          <w:rtl/>
        </w:rPr>
        <w:t>نے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طور پر سنبھ</w:t>
      </w:r>
      <w:r w:rsidR="00816B77" w:rsidRPr="00816B77">
        <w:rPr>
          <w:rtl/>
          <w:lang w:bidi="ur-PK"/>
        </w:rPr>
        <w:t>ا</w:t>
      </w:r>
      <w:r>
        <w:rPr>
          <w:rtl/>
        </w:rPr>
        <w:t>ل کر رکھتے تھے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قحط پڑج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ذبح کرکے عورتوں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گوشت کھ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کرتے تھےعورت صرف شوہر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</w:t>
      </w:r>
      <w:r w:rsidR="00816B77" w:rsidRPr="00816B77">
        <w:rPr>
          <w:rtl/>
          <w:lang w:bidi="ur-PK"/>
        </w:rPr>
        <w:t>ا</w:t>
      </w:r>
      <w:r>
        <w:rPr>
          <w:rtl/>
        </w:rPr>
        <w:t>پ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مظلوم تھ</w:t>
      </w:r>
      <w:r>
        <w:rPr>
          <w:rFonts w:hint="cs"/>
          <w:rtl/>
        </w:rPr>
        <w:t>ی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شوہر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اا</w:t>
      </w:r>
      <w:r>
        <w:rPr>
          <w:rtl/>
        </w:rPr>
        <w:t>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816B77" w:rsidRPr="00816B77">
        <w:rPr>
          <w:rtl/>
          <w:lang w:bidi="ur-PK"/>
        </w:rPr>
        <w:t>ا</w:t>
      </w:r>
      <w:r>
        <w:rPr>
          <w:rtl/>
        </w:rPr>
        <w:t>ور شوہر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tl/>
        </w:rPr>
        <w:t>ملہ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گھر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ہو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شوہر،جسے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ہے </w:t>
      </w:r>
      <w:r w:rsidR="00816B77" w:rsidRPr="00816B77">
        <w:rPr>
          <w:rtl/>
          <w:lang w:bidi="ur-PK"/>
        </w:rPr>
        <w:t>ا</w:t>
      </w:r>
      <w:r>
        <w:rPr>
          <w:rtl/>
        </w:rPr>
        <w:t>سے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فروخت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فقط 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عنو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نسل بڑھ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خدمت گز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لئے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کو ع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سے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رہ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چند مم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38081D" w:rsidRDefault="0038081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C75FD7">
      <w:pPr>
        <w:pStyle w:val="Heading1"/>
        <w:rPr>
          <w:rtl/>
        </w:rPr>
      </w:pPr>
      <w:bookmarkStart w:id="197" w:name="_Toc393190622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ون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97"/>
    </w:p>
    <w:p w:rsidR="005A2492" w:rsidRDefault="005A2492" w:rsidP="00F5414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روم کو متمدن مم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رفتہ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شرہ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</w:t>
      </w:r>
      <w:r w:rsidR="00816B77" w:rsidRPr="00816B77">
        <w:rPr>
          <w:rtl/>
          <w:lang w:bidi="ur-PK"/>
        </w:rPr>
        <w:t>ا</w:t>
      </w:r>
      <w:r>
        <w:rPr>
          <w:rtl/>
        </w:rPr>
        <w:t>ں پر بھ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زبون ح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</w:t>
      </w:r>
      <w:r w:rsidR="00816B77" w:rsidRPr="00816B77">
        <w:rPr>
          <w:rtl/>
          <w:lang w:bidi="ur-PK"/>
        </w:rPr>
        <w:t>ا</w:t>
      </w:r>
      <w:r>
        <w:rPr>
          <w:rtl/>
        </w:rPr>
        <w:t>ور نجس سمجھ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تں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سپرٹ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 (عورت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کوت</w:t>
      </w:r>
      <w:r w:rsidR="00816B77" w:rsidRPr="00816B77">
        <w:rPr>
          <w:rtl/>
          <w:lang w:bidi="ur-PK"/>
        </w:rPr>
        <w:t>ا</w:t>
      </w:r>
      <w:r>
        <w:rPr>
          <w:rtl/>
        </w:rPr>
        <w:t>ہ فکر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ہے)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مقولہ 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مشہور ہوگ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کہ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ضرب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لمثل کے طور پر </w:t>
      </w:r>
      <w:r w:rsidR="00816B77" w:rsidRPr="00816B77">
        <w:rPr>
          <w:rtl/>
          <w:lang w:bidi="ur-PK"/>
        </w:rPr>
        <w:t>ا</w:t>
      </w:r>
      <w:r>
        <w:rPr>
          <w:rtl/>
        </w:rPr>
        <w:t>ستعم</w:t>
      </w:r>
      <w:r w:rsidR="00816B77" w:rsidRPr="00816B77">
        <w:rPr>
          <w:rtl/>
          <w:lang w:bidi="ur-PK"/>
        </w:rPr>
        <w:t>ا</w:t>
      </w:r>
      <w:r>
        <w:rPr>
          <w:rtl/>
        </w:rPr>
        <w:t>ل ہونے لگ</w:t>
      </w:r>
      <w:r w:rsidR="00816B77" w:rsidRPr="00816B77">
        <w:rPr>
          <w:rtl/>
          <w:lang w:bidi="ur-PK"/>
        </w:rPr>
        <w:t>اا</w:t>
      </w:r>
      <w:r>
        <w:rPr>
          <w:rtl/>
        </w:rPr>
        <w:t>لمرئة 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لشعر وقص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لفکر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لے جب بھ</w:t>
      </w:r>
      <w:r>
        <w:rPr>
          <w:rFonts w:hint="cs"/>
          <w:rtl/>
        </w:rPr>
        <w:t>ی</w:t>
      </w:r>
      <w:r>
        <w:rPr>
          <w:rtl/>
        </w:rPr>
        <w:t xml:space="preserve"> عورت کے بچہ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موت ک</w:t>
      </w:r>
      <w:r>
        <w:rPr>
          <w:rFonts w:hint="eastAsia"/>
          <w:rtl/>
        </w:rPr>
        <w:t>ے</w:t>
      </w:r>
      <w:r>
        <w:rPr>
          <w:rtl/>
        </w:rPr>
        <w:t xml:space="preserve"> گھ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ٹ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کے 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ضرب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مث</w:t>
      </w:r>
      <w:r w:rsidR="00816B77" w:rsidRPr="00816B77">
        <w:rPr>
          <w:rtl/>
          <w:lang w:bidi="ur-PK"/>
        </w:rPr>
        <w:t>ا</w:t>
      </w:r>
      <w:r>
        <w:rPr>
          <w:rtl/>
        </w:rPr>
        <w:t>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شر: طوف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ن،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نہ کرو </w:t>
      </w:r>
      <w:r w:rsidR="00816B77" w:rsidRPr="00816B77">
        <w:rPr>
          <w:rtl/>
          <w:lang w:bidi="ur-PK"/>
        </w:rPr>
        <w:t>ا</w:t>
      </w:r>
      <w:r>
        <w:rPr>
          <w:rtl/>
        </w:rPr>
        <w:t>گر کرل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ح</w:t>
      </w:r>
      <w:r w:rsidR="00816B77" w:rsidRPr="00816B77">
        <w:rPr>
          <w:rtl/>
          <w:lang w:bidi="ur-PK"/>
        </w:rPr>
        <w:t>ا</w:t>
      </w:r>
      <w:r>
        <w:rPr>
          <w:rtl/>
        </w:rPr>
        <w:t>کم نہ  نب</w:t>
      </w:r>
      <w:r w:rsidR="00816B77" w:rsidRPr="00816B77">
        <w:rPr>
          <w:rtl/>
          <w:lang w:bidi="ur-PK"/>
        </w:rPr>
        <w:t>ا</w:t>
      </w:r>
      <w:r>
        <w:rPr>
          <w:rtl/>
        </w:rPr>
        <w:t>ؤ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عورت کو جھوٹ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کتے کو ہڈ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دونوں کو کوڑے ک</w:t>
      </w:r>
      <w:r>
        <w:rPr>
          <w:rFonts w:hint="cs"/>
          <w:rtl/>
        </w:rPr>
        <w:t>ی</w:t>
      </w:r>
      <w:r>
        <w:rPr>
          <w:rtl/>
        </w:rPr>
        <w:t xml:space="preserve"> ضرورت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شوہر ک</w:t>
      </w:r>
      <w:r>
        <w:rPr>
          <w:rFonts w:hint="cs"/>
          <w:rtl/>
        </w:rPr>
        <w:t>ی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ہوش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رہو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tl/>
        </w:rPr>
        <w:t>عتم</w:t>
      </w:r>
      <w:r w:rsidR="00816B77" w:rsidRPr="00816B77">
        <w:rPr>
          <w:rtl/>
          <w:lang w:bidi="ur-PK"/>
        </w:rPr>
        <w:t>ا</w:t>
      </w:r>
      <w:r>
        <w:rPr>
          <w:rtl/>
        </w:rPr>
        <w:t>د نہ کرو</w:t>
      </w:r>
    </w:p>
    <w:p w:rsidR="005A2492" w:rsidRDefault="005A2492" w:rsidP="001A240E">
      <w:pPr>
        <w:pStyle w:val="libNormal"/>
        <w:rPr>
          <w:rtl/>
        </w:rPr>
      </w:pPr>
      <w:r>
        <w:t>o</w:t>
      </w:r>
      <w:r>
        <w:rPr>
          <w:rtl/>
        </w:rPr>
        <w:tab/>
        <w:t>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 جس کے لئے لوگ دع</w:t>
      </w:r>
      <w:r w:rsidR="00816B77" w:rsidRPr="00816B77">
        <w:rPr>
          <w:rtl/>
          <w:lang w:bidi="ur-PK"/>
        </w:rPr>
        <w:t>ا</w:t>
      </w:r>
      <w:r>
        <w:rPr>
          <w:rtl/>
        </w:rPr>
        <w:t>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A240E" w:rsidRPr="007741D8">
        <w:rPr>
          <w:rStyle w:val="libFootnotenumChar"/>
          <w:rFonts w:hint="cs"/>
          <w:rtl/>
        </w:rPr>
        <w:t>(1)</w:t>
      </w:r>
    </w:p>
    <w:p w:rsidR="005A2492" w:rsidRDefault="00816B77" w:rsidP="00C75FD7">
      <w:pPr>
        <w:pStyle w:val="Heading1"/>
        <w:rPr>
          <w:rtl/>
        </w:rPr>
      </w:pPr>
      <w:bookmarkStart w:id="198" w:name="_Toc393190623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ٹل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bookmarkEnd w:id="198"/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ہ</w:t>
      </w:r>
      <w:r>
        <w:rPr>
          <w:rFonts w:hint="cs"/>
          <w:rtl/>
        </w:rPr>
        <w:t>ی</w:t>
      </w:r>
      <w:r>
        <w:rPr>
          <w:rtl/>
        </w:rPr>
        <w:t xml:space="preserve"> شہر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ؤں سے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 کرو</w:t>
      </w:r>
    </w:p>
    <w:p w:rsidR="00F5414E" w:rsidRDefault="005A2492" w:rsidP="00F5414E">
      <w:pPr>
        <w:pStyle w:val="libNormal"/>
        <w:rPr>
          <w:rtl/>
        </w:rPr>
      </w:pPr>
      <w:r>
        <w:t>o</w:t>
      </w:r>
      <w:r>
        <w:rPr>
          <w:rtl/>
        </w:rPr>
        <w:tab/>
        <w:t>خوبصورت 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مسکر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شوہر کے بٹوے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F5414E" w:rsidRPr="00F5414E">
        <w:t xml:space="preserve"> </w:t>
      </w:r>
      <w:r w:rsidR="00F5414E">
        <w:t>o</w:t>
      </w:r>
      <w:r w:rsidR="00F5414E">
        <w:rPr>
          <w:rtl/>
        </w:rPr>
        <w:tab/>
        <w:t>ت</w:t>
      </w:r>
      <w:r w:rsidR="00F5414E">
        <w:rPr>
          <w:rFonts w:hint="cs"/>
          <w:rtl/>
        </w:rPr>
        <w:t>ی</w:t>
      </w:r>
      <w:r w:rsidR="00F5414E">
        <w:rPr>
          <w:rFonts w:hint="eastAsia"/>
          <w:rtl/>
        </w:rPr>
        <w:t>ن</w:t>
      </w:r>
      <w:r w:rsidR="00F5414E">
        <w:rPr>
          <w:rtl/>
        </w:rPr>
        <w:t xml:space="preserve"> چ</w:t>
      </w:r>
      <w:r w:rsidR="00F5414E">
        <w:rPr>
          <w:rFonts w:hint="cs"/>
          <w:rtl/>
        </w:rPr>
        <w:t>ی</w:t>
      </w:r>
      <w:r w:rsidR="00F5414E">
        <w:rPr>
          <w:rFonts w:hint="eastAsia"/>
          <w:rtl/>
        </w:rPr>
        <w:t>ز</w:t>
      </w:r>
      <w:r w:rsidR="00F5414E">
        <w:rPr>
          <w:rFonts w:hint="cs"/>
          <w:rtl/>
        </w:rPr>
        <w:t>ی</w:t>
      </w:r>
      <w:r w:rsidR="00F5414E">
        <w:rPr>
          <w:rFonts w:hint="eastAsia"/>
          <w:rtl/>
        </w:rPr>
        <w:t>ں</w:t>
      </w:r>
      <w:r w:rsidR="00F5414E">
        <w:rPr>
          <w:rtl/>
        </w:rPr>
        <w:t xml:space="preserve"> ق</w:t>
      </w:r>
      <w:r w:rsidR="00816B77" w:rsidRPr="00816B77">
        <w:rPr>
          <w:rtl/>
          <w:lang w:bidi="ur-PK"/>
        </w:rPr>
        <w:t>ا</w:t>
      </w:r>
      <w:r w:rsidR="00F5414E">
        <w:rPr>
          <w:rtl/>
        </w:rPr>
        <w:t>نون سے ب</w:t>
      </w:r>
      <w:r w:rsidR="00816B77" w:rsidRPr="00816B77">
        <w:rPr>
          <w:rtl/>
          <w:lang w:bidi="ur-PK"/>
        </w:rPr>
        <w:t>ا</w:t>
      </w:r>
      <w:r w:rsidR="00F5414E">
        <w:rPr>
          <w:rtl/>
        </w:rPr>
        <w:t>ل</w:t>
      </w:r>
      <w:r w:rsidR="00816B77" w:rsidRPr="00816B77">
        <w:rPr>
          <w:rtl/>
          <w:lang w:bidi="ur-PK"/>
        </w:rPr>
        <w:t>ا</w:t>
      </w:r>
      <w:r w:rsidR="00F5414E">
        <w:rPr>
          <w:rtl/>
        </w:rPr>
        <w:t>تر ہ</w:t>
      </w:r>
      <w:r w:rsidR="009B349E" w:rsidRPr="009B349E">
        <w:rPr>
          <w:rFonts w:hint="cs"/>
          <w:rtl/>
          <w:lang w:bidi="ur-PK"/>
        </w:rPr>
        <w:t>ی</w:t>
      </w:r>
      <w:r w:rsidR="00F5414E" w:rsidRPr="00E67D25">
        <w:rPr>
          <w:rFonts w:hint="cs"/>
          <w:rtl/>
        </w:rPr>
        <w:t>ں: عورت، خچر،</w:t>
      </w:r>
      <w:r w:rsidR="00816B77" w:rsidRPr="00E67D25">
        <w:rPr>
          <w:rFonts w:hint="cs"/>
          <w:rtl/>
        </w:rPr>
        <w:t>ا</w:t>
      </w:r>
      <w:r w:rsidR="00F5414E" w:rsidRPr="00E67D25">
        <w:rPr>
          <w:rFonts w:hint="cs"/>
          <w:rtl/>
        </w:rPr>
        <w:t>ور سور</w:t>
      </w:r>
    </w:p>
    <w:p w:rsidR="001A240E" w:rsidRDefault="001A240E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240E" w:rsidRDefault="001A240E" w:rsidP="00F5414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5414E" w:rsidRPr="00F5414E">
        <w:rPr>
          <w:rtl/>
        </w:rPr>
        <w:t xml:space="preserve"> بہشت خ</w:t>
      </w:r>
      <w:r w:rsidR="00816B77" w:rsidRPr="00816B77">
        <w:rPr>
          <w:rtl/>
        </w:rPr>
        <w:t>ا</w:t>
      </w:r>
      <w:r w:rsidR="00F5414E" w:rsidRPr="00F5414E">
        <w:rPr>
          <w:rtl/>
        </w:rPr>
        <w:t>نو</w:t>
      </w:r>
      <w:r w:rsidR="00816B77" w:rsidRPr="00816B77">
        <w:rPr>
          <w:rtl/>
        </w:rPr>
        <w:t>ا</w:t>
      </w:r>
      <w:r w:rsidR="00F5414E" w:rsidRPr="00F5414E">
        <w:rPr>
          <w:rtl/>
        </w:rPr>
        <w:t xml:space="preserve">دہ، ص </w:t>
      </w:r>
      <w:r w:rsidR="00F5414E" w:rsidRPr="00F5414E">
        <w:rPr>
          <w:rtl/>
          <w:lang w:bidi="fa-IR"/>
        </w:rPr>
        <w:t>۳۳۵</w:t>
      </w:r>
    </w:p>
    <w:p w:rsidR="001A240E" w:rsidRPr="001A240E" w:rsidRDefault="001A240E" w:rsidP="00A60F54">
      <w:pPr>
        <w:pStyle w:val="libPoemTini"/>
        <w:rPr>
          <w:rtl/>
        </w:rPr>
      </w:pPr>
      <w:r w:rsidRPr="001A240E">
        <w:rPr>
          <w:rtl/>
        </w:rPr>
        <w:br w:type="page"/>
      </w:r>
    </w:p>
    <w:p w:rsidR="00F5414E" w:rsidRDefault="00F5414E" w:rsidP="00F5414E">
      <w:pPr>
        <w:pStyle w:val="libNormal"/>
        <w:rPr>
          <w:rtl/>
        </w:rPr>
      </w:pPr>
      <w:r>
        <w:lastRenderedPageBreak/>
        <w:t>o</w:t>
      </w:r>
      <w:r>
        <w:rPr>
          <w:rtl/>
        </w:rPr>
        <w:tab/>
        <w:t>خوک بکرے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حم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ن دونوں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</w:p>
    <w:p w:rsidR="00F5414E" w:rsidRDefault="00F5414E" w:rsidP="00F5414E">
      <w:pPr>
        <w:pStyle w:val="libNormal"/>
        <w:rPr>
          <w:rtl/>
        </w:rPr>
      </w:pPr>
      <w:r>
        <w:t>o</w:t>
      </w: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عورت خنجر کو کہ</w:t>
      </w:r>
      <w:r w:rsidR="00816B77" w:rsidRPr="00816B77">
        <w:rPr>
          <w:rtl/>
          <w:lang w:bidi="ur-PK"/>
        </w:rPr>
        <w:t>ا</w:t>
      </w:r>
      <w:r>
        <w:rPr>
          <w:rtl/>
        </w:rPr>
        <w:t>ں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5414E" w:rsidRDefault="00F5414E" w:rsidP="00F5414E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گر س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دوش پر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تے رہو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رکھو  تو کہے گ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تھک گئ</w:t>
      </w:r>
      <w:r>
        <w:rPr>
          <w:rFonts w:hint="cs"/>
          <w:rtl/>
        </w:rPr>
        <w:t>ی</w:t>
      </w:r>
      <w:r>
        <w:rPr>
          <w:rtl/>
        </w:rPr>
        <w:t xml:space="preserve"> ہوں</w:t>
      </w:r>
    </w:p>
    <w:p w:rsidR="005A2492" w:rsidRDefault="00816B77" w:rsidP="00C75FD7">
      <w:pPr>
        <w:pStyle w:val="Heading1"/>
        <w:rPr>
          <w:rtl/>
        </w:rPr>
      </w:pPr>
      <w:bookmarkStart w:id="199" w:name="_Toc393190624"/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ست</w:t>
      </w:r>
      <w:r w:rsidRPr="00816B77">
        <w:rPr>
          <w:rtl/>
          <w:lang w:bidi="ur-PK"/>
        </w:rPr>
        <w:t>ا</w:t>
      </w:r>
      <w:r w:rsidR="005A2492">
        <w:rPr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bookmarkEnd w:id="199"/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 xml:space="preserve">عورت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بل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ہرگھر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ہون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ضرور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>گھوڑ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،تلو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سے وف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 xml:space="preserve">عورت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ژدھ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دونوں مٹ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ندر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چھے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>عورت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شوہر ہے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>عورت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نہ ہے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شوہر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Fonts w:hint="cs"/>
          <w:rtl/>
        </w:rPr>
        <w:t>ی</w:t>
      </w:r>
    </w:p>
    <w:p w:rsidR="005A2492" w:rsidRDefault="00DB2203" w:rsidP="00F5414E">
      <w:pPr>
        <w:pStyle w:val="libNormal"/>
        <w:rPr>
          <w:rtl/>
        </w:rPr>
      </w:pPr>
      <w:r w:rsidRPr="00DB2203">
        <w:rPr>
          <w:rFonts w:hint="cs"/>
          <w:rtl/>
          <w:lang w:bidi="ur-PK"/>
        </w:rPr>
        <w:t>&lt;</w:t>
      </w:r>
      <w:r w:rsidR="005A2492">
        <w:rPr>
          <w:rtl/>
        </w:rPr>
        <w:tab/>
        <w:t>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ک،</w:t>
      </w:r>
      <w:r w:rsidR="005A2492"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دو خصوص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مشترک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:1.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للہ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پسند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عورت بھ</w:t>
      </w:r>
      <w:r w:rsidR="005A2492">
        <w:rPr>
          <w:rFonts w:hint="cs"/>
          <w:rtl/>
        </w:rPr>
        <w:t>ی</w:t>
      </w:r>
      <w:r w:rsidR="005A2492">
        <w:rPr>
          <w:rtl/>
        </w:rPr>
        <w:t>2.</w:t>
      </w:r>
      <w:r w:rsidR="00F5414E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للہ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موت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عورت بھ</w:t>
      </w:r>
      <w:r w:rsidR="005A2492">
        <w:rPr>
          <w:rFonts w:hint="cs"/>
          <w:rtl/>
        </w:rPr>
        <w:t>ی</w:t>
      </w:r>
    </w:p>
    <w:p w:rsidR="005A2492" w:rsidRDefault="005A2492" w:rsidP="00C75FD7">
      <w:pPr>
        <w:pStyle w:val="Heading1"/>
        <w:rPr>
          <w:rtl/>
        </w:rPr>
      </w:pPr>
      <w:bookmarkStart w:id="200" w:name="_Toc393190625"/>
      <w:r>
        <w:rPr>
          <w:rFonts w:hint="eastAsia"/>
          <w:rtl/>
        </w:rPr>
        <w:t>روم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00"/>
    </w:p>
    <w:p w:rsidR="005A2492" w:rsidRDefault="005A2492" w:rsidP="00F5414E">
      <w:pPr>
        <w:pStyle w:val="libNormal"/>
        <w:rPr>
          <w:rtl/>
        </w:rPr>
      </w:pPr>
      <w:r>
        <w:rPr>
          <w:rFonts w:hint="eastAsia"/>
          <w:rtl/>
        </w:rPr>
        <w:t>روم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لے </w:t>
      </w:r>
      <w:r w:rsidR="00816B77" w:rsidRPr="00816B77">
        <w:rPr>
          <w:rtl/>
          <w:lang w:bidi="ur-PK"/>
        </w:rPr>
        <w:t>ا</w:t>
      </w:r>
      <w:r>
        <w:rPr>
          <w:rtl/>
        </w:rPr>
        <w:t>گرچہ قو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کرچکے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عورتوں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>م لوگوں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خشونت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ورسر سخت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چونکہ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ںے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لہذ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مت</w:t>
      </w:r>
      <w:r>
        <w:rPr>
          <w:rtl/>
        </w:rPr>
        <w:t xml:space="preserve"> دوب</w:t>
      </w:r>
      <w:r w:rsidR="00816B77" w:rsidRPr="00816B77">
        <w:rPr>
          <w:rtl/>
          <w:lang w:bidi="ur-PK"/>
        </w:rPr>
        <w:t>ا</w:t>
      </w:r>
      <w:r>
        <w:rPr>
          <w:rtl/>
        </w:rPr>
        <w:t>رہ محشور ہونے کے ل</w:t>
      </w:r>
      <w:r w:rsidR="00816B77" w:rsidRPr="00816B77">
        <w:rPr>
          <w:rtl/>
          <w:lang w:bidi="ur-PK"/>
        </w:rPr>
        <w:t>ا</w:t>
      </w:r>
      <w:r>
        <w:rPr>
          <w:rtl/>
        </w:rPr>
        <w:t>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وہ مکمل طور پر ش</w:t>
      </w:r>
      <w:r>
        <w:rPr>
          <w:rFonts w:hint="cs"/>
          <w:rtl/>
        </w:rPr>
        <w:t>ی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مختلف روحوں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مظہر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سلئے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ہنسنے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16B77" w:rsidRPr="00816B77">
        <w:rPr>
          <w:rtl/>
          <w:lang w:bidi="ur-PK"/>
        </w:rPr>
        <w:t>ا</w:t>
      </w:r>
      <w:r>
        <w:rPr>
          <w:rtl/>
        </w:rPr>
        <w:t>ت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ںروم</w:t>
      </w:r>
      <w:r>
        <w:rPr>
          <w:rFonts w:hint="cs"/>
          <w:rtl/>
        </w:rPr>
        <w:t>ی</w:t>
      </w:r>
      <w:r>
        <w:rPr>
          <w:rtl/>
        </w:rPr>
        <w:t xml:space="preserve"> عورت کو م</w:t>
      </w:r>
      <w:r w:rsidR="00816B77" w:rsidRPr="00816B77">
        <w:rPr>
          <w:rtl/>
          <w:lang w:bidi="ur-PK"/>
        </w:rPr>
        <w:t>ا</w:t>
      </w:r>
      <w:r>
        <w:rPr>
          <w:rtl/>
        </w:rPr>
        <w:t>ل تج</w:t>
      </w:r>
      <w:r w:rsidR="00816B77" w:rsidRPr="00816B77">
        <w:rPr>
          <w:rtl/>
          <w:lang w:bidi="ur-PK"/>
        </w:rPr>
        <w:t>ا</w:t>
      </w:r>
      <w:r>
        <w:rPr>
          <w:rtl/>
        </w:rPr>
        <w:t>رت شم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کرتے تھے </w:t>
      </w:r>
      <w:r w:rsidR="00816B77" w:rsidRPr="00816B77">
        <w:rPr>
          <w:rtl/>
          <w:lang w:bidi="ur-PK"/>
        </w:rPr>
        <w:t>ا</w:t>
      </w:r>
      <w:r>
        <w:rPr>
          <w:rtl/>
        </w:rPr>
        <w:t>سلئے جب بھ</w:t>
      </w:r>
      <w:r>
        <w:rPr>
          <w:rFonts w:hint="cs"/>
          <w:rtl/>
        </w:rPr>
        <w:t>ی</w:t>
      </w:r>
      <w:r>
        <w:rPr>
          <w:rtl/>
        </w:rPr>
        <w:t xml:space="preserve"> گھر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سرد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لک مرج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عورتوں کو ور</w:t>
      </w:r>
      <w:r w:rsidR="00816B77" w:rsidRPr="00816B77">
        <w:rPr>
          <w:rtl/>
          <w:lang w:bidi="ur-PK"/>
        </w:rPr>
        <w:t>ا</w:t>
      </w:r>
      <w:r>
        <w:rPr>
          <w:rtl/>
        </w:rPr>
        <w:t>ثت کے طور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تھے</w:t>
      </w:r>
      <w:r w:rsidR="001A240E" w:rsidRPr="007741D8">
        <w:rPr>
          <w:rStyle w:val="libFootnotenumChar"/>
          <w:rFonts w:hint="cs"/>
          <w:rtl/>
        </w:rPr>
        <w:t>(1)</w:t>
      </w:r>
    </w:p>
    <w:p w:rsidR="001A240E" w:rsidRDefault="001A240E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240E" w:rsidRDefault="001A240E" w:rsidP="00F5414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5414E" w:rsidRPr="00F5414E">
        <w:rPr>
          <w:rtl/>
        </w:rPr>
        <w:t xml:space="preserve"> حقوق زن در </w:t>
      </w:r>
      <w:r w:rsidR="00816B77" w:rsidRPr="00816B77">
        <w:rPr>
          <w:rtl/>
        </w:rPr>
        <w:t>ا</w:t>
      </w:r>
      <w:r w:rsidR="00F5414E" w:rsidRPr="00F5414E">
        <w:rPr>
          <w:rtl/>
        </w:rPr>
        <w:t>سل</w:t>
      </w:r>
      <w:r w:rsidR="00816B77" w:rsidRPr="00816B77">
        <w:rPr>
          <w:rtl/>
        </w:rPr>
        <w:t>ا</w:t>
      </w:r>
      <w:r w:rsidR="00F5414E" w:rsidRPr="00F5414E">
        <w:rPr>
          <w:rtl/>
        </w:rPr>
        <w:t>م و جہ</w:t>
      </w:r>
      <w:r w:rsidR="00816B77" w:rsidRPr="00816B77">
        <w:rPr>
          <w:rtl/>
        </w:rPr>
        <w:t>ا</w:t>
      </w:r>
      <w:r w:rsidR="00F5414E" w:rsidRPr="00F5414E">
        <w:rPr>
          <w:rtl/>
        </w:rPr>
        <w:t>ن،ص</w:t>
      </w:r>
      <w:r w:rsidR="00816B77" w:rsidRPr="00816B77">
        <w:rPr>
          <w:rFonts w:hint="cs"/>
          <w:rtl/>
        </w:rPr>
        <w:t>9</w:t>
      </w:r>
      <w:r w:rsidR="00F5414E" w:rsidRPr="00816B77">
        <w:rPr>
          <w:rFonts w:hint="cs"/>
          <w:rtl/>
        </w:rPr>
        <w:t xml:space="preserve"> </w:t>
      </w:r>
    </w:p>
    <w:p w:rsidR="001A240E" w:rsidRPr="00F5414E" w:rsidRDefault="001A240E" w:rsidP="00F5414E">
      <w:pPr>
        <w:pStyle w:val="libPoemTini"/>
        <w:rPr>
          <w:rtl/>
        </w:rPr>
      </w:pPr>
      <w:r w:rsidRPr="00F5414E">
        <w:rPr>
          <w:rtl/>
        </w:rPr>
        <w:br w:type="page"/>
      </w:r>
    </w:p>
    <w:p w:rsidR="005A2492" w:rsidRDefault="005A2492" w:rsidP="00C75FD7">
      <w:pPr>
        <w:pStyle w:val="Heading1"/>
        <w:rPr>
          <w:rtl/>
        </w:rPr>
      </w:pPr>
      <w:bookmarkStart w:id="201" w:name="_Toc393190626"/>
      <w:r>
        <w:rPr>
          <w:rFonts w:hint="eastAsia"/>
          <w:rtl/>
        </w:rPr>
        <w:lastRenderedPageBreak/>
        <w:t>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201"/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کوصرف رون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</w:t>
      </w:r>
      <w:r w:rsidR="00816B77" w:rsidRPr="00816B77">
        <w:rPr>
          <w:rtl/>
          <w:lang w:bidi="ur-PK"/>
        </w:rPr>
        <w:t>ا</w:t>
      </w:r>
      <w:r>
        <w:rPr>
          <w:rtl/>
        </w:rPr>
        <w:t>کہ وہ جھوٹ بول سکے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لہ ک</w:t>
      </w:r>
      <w:r w:rsidR="00816B77" w:rsidRPr="00816B77">
        <w:rPr>
          <w:rtl/>
          <w:lang w:bidi="ur-PK"/>
        </w:rPr>
        <w:t>ا</w:t>
      </w:r>
      <w:r>
        <w:rPr>
          <w:rtl/>
        </w:rPr>
        <w:t>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گر بوڑھ</w:t>
      </w:r>
      <w:r>
        <w:rPr>
          <w:rFonts w:hint="cs"/>
          <w:rtl/>
        </w:rPr>
        <w:t>ی</w:t>
      </w:r>
      <w:r>
        <w:rPr>
          <w:rtl/>
        </w:rPr>
        <w:t xml:space="preserve"> عورت کو دھوکہ دے سکے تو سمجھ لو 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عورت صرف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چھپ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بکر</w:t>
      </w:r>
      <w:r>
        <w:rPr>
          <w:rFonts w:hint="cs"/>
          <w:rtl/>
        </w:rPr>
        <w:t>ی</w:t>
      </w:r>
      <w:r>
        <w:rPr>
          <w:rtl/>
        </w:rPr>
        <w:t xml:space="preserve"> کو جلد ہ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ہئے، ورنہ وہ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816B77" w:rsidRPr="00816B77">
        <w:rPr>
          <w:rtl/>
          <w:lang w:bidi="ur-PK"/>
        </w:rPr>
        <w:t>ا</w:t>
      </w:r>
      <w:r>
        <w:rPr>
          <w:rtl/>
        </w:rPr>
        <w:t>ر ہونگ</w:t>
      </w:r>
      <w:r>
        <w:rPr>
          <w:rFonts w:hint="cs"/>
          <w:rtl/>
        </w:rPr>
        <w:t>ی</w:t>
      </w:r>
    </w:p>
    <w:p w:rsidR="005A2492" w:rsidRDefault="005A2492" w:rsidP="00C75FD7">
      <w:pPr>
        <w:pStyle w:val="Heading1"/>
        <w:rPr>
          <w:rtl/>
        </w:rPr>
      </w:pPr>
      <w:bookmarkStart w:id="202" w:name="_Toc393190627"/>
      <w:r>
        <w:rPr>
          <w:rFonts w:hint="eastAsia"/>
          <w:rtl/>
        </w:rPr>
        <w:t>قرون</w:t>
      </w:r>
      <w:r>
        <w:rPr>
          <w:rtl/>
        </w:rPr>
        <w:t xml:space="preserve"> وسط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bookmarkEnd w:id="202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قرون</w:t>
      </w:r>
      <w:r>
        <w:rPr>
          <w:rtl/>
        </w:rPr>
        <w:t xml:space="preserve"> وسط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 کو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حقوق 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صل نہ تھےبلکہ وہ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بردہ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عورت کو ع</w:t>
      </w:r>
      <w:r w:rsidR="00816B77" w:rsidRPr="00816B77">
        <w:rPr>
          <w:rtl/>
          <w:lang w:bidi="ur-PK"/>
        </w:rPr>
        <w:t>ا</w:t>
      </w:r>
      <w:r>
        <w:rPr>
          <w:rtl/>
        </w:rPr>
        <w:t>مل فس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منفور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تصور کرتے تھے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معتقد تھے کہ </w:t>
      </w:r>
      <w:r w:rsidR="00816B77" w:rsidRPr="00816B77">
        <w:rPr>
          <w:rtl/>
          <w:lang w:bidi="ur-PK"/>
        </w:rPr>
        <w:t>ا</w:t>
      </w:r>
      <w:r>
        <w:rPr>
          <w:rtl/>
        </w:rPr>
        <w:t>دم کو بھشت سے نک</w:t>
      </w:r>
      <w:r w:rsidR="00816B77" w:rsidRPr="00816B77">
        <w:rPr>
          <w:rtl/>
          <w:lang w:bidi="ur-PK"/>
        </w:rPr>
        <w:t>ا</w:t>
      </w:r>
      <w:r>
        <w:rPr>
          <w:rtl/>
        </w:rPr>
        <w:t>لنے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</w:p>
    <w:p w:rsidR="005A2492" w:rsidRDefault="005A2492" w:rsidP="001A240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قرون وسط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پوچھ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</w:t>
      </w:r>
      <w:r w:rsidR="00816B77" w:rsidRPr="00816B77">
        <w:rPr>
          <w:rtl/>
          <w:lang w:bidi="ur-PK"/>
        </w:rPr>
        <w:t>ا</w:t>
      </w:r>
      <w:r>
        <w:rPr>
          <w:rtl/>
        </w:rPr>
        <w:t>خل ہوسکت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محرم عورت موجود ہو؟  جو</w:t>
      </w:r>
      <w:r w:rsidR="00816B77" w:rsidRPr="00816B77">
        <w:rPr>
          <w:rtl/>
          <w:lang w:bidi="ur-PK"/>
        </w:rPr>
        <w:t>ا</w:t>
      </w:r>
      <w:r>
        <w:rPr>
          <w:rtl/>
        </w:rPr>
        <w:t>ب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ہرگز ہرگزحت</w:t>
      </w:r>
      <w:r>
        <w:rPr>
          <w:rFonts w:hint="cs"/>
          <w:rtl/>
        </w:rPr>
        <w:t>ی</w:t>
      </w:r>
      <w:r>
        <w:rPr>
          <w:rtl/>
        </w:rPr>
        <w:t xml:space="preserve"> محرم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خل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ئے، تب بھ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ہے </w:t>
      </w:r>
      <w:r w:rsidR="00816B77" w:rsidRPr="00816B77">
        <w:rPr>
          <w:rtl/>
          <w:lang w:bidi="ur-PK"/>
        </w:rPr>
        <w:t>ا</w:t>
      </w:r>
      <w:r>
        <w:rPr>
          <w:rtl/>
        </w:rPr>
        <w:t>گرچہ نگ</w:t>
      </w:r>
      <w:r w:rsidR="00816B77" w:rsidRPr="00816B77">
        <w:rPr>
          <w:rtl/>
          <w:lang w:bidi="ur-PK"/>
        </w:rPr>
        <w:t>ا</w:t>
      </w:r>
      <w:r>
        <w:rPr>
          <w:rtl/>
        </w:rPr>
        <w:t>ہ نہ بھ</w:t>
      </w:r>
      <w:r>
        <w:rPr>
          <w:rFonts w:hint="cs"/>
          <w:rtl/>
        </w:rPr>
        <w:t>ی</w:t>
      </w:r>
      <w:r>
        <w:rPr>
          <w:rtl/>
        </w:rPr>
        <w:t xml:space="preserve"> کرے</w:t>
      </w:r>
      <w:r w:rsidR="001A240E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7B6DC7" w:rsidRPr="007B6DC7">
        <w:rPr>
          <w:rtl/>
          <w:lang w:bidi="ur-PK"/>
        </w:rPr>
        <w:t>(ع)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عورت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نہ کرے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>(روح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پ) زندگ</w:t>
      </w:r>
      <w:r>
        <w:rPr>
          <w:rFonts w:hint="cs"/>
          <w:rtl/>
        </w:rPr>
        <w:t>ی</w:t>
      </w:r>
      <w:r>
        <w:rPr>
          <w:rtl/>
        </w:rPr>
        <w:t xml:space="preserve"> بھر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 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ض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ک</w:t>
      </w:r>
      <w:r>
        <w:rPr>
          <w:rFonts w:hint="cs"/>
          <w:rtl/>
        </w:rPr>
        <w:t>ی</w:t>
      </w:r>
      <w:r>
        <w:rPr>
          <w:rtl/>
        </w:rPr>
        <w:t xml:space="preserve"> محبت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>ور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شدہ روح </w:t>
      </w:r>
      <w:r w:rsidR="00816B77" w:rsidRPr="00816B77">
        <w:rPr>
          <w:rtl/>
          <w:lang w:bidi="ur-PK"/>
        </w:rPr>
        <w:t>ا</w:t>
      </w:r>
      <w:r>
        <w:rPr>
          <w:rtl/>
        </w:rPr>
        <w:t>لقدس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 w:rsidR="00816B77" w:rsidRPr="00816B77">
        <w:rPr>
          <w:rtl/>
          <w:lang w:bidi="ur-PK"/>
        </w:rPr>
        <w:t>ا</w:t>
      </w:r>
    </w:p>
    <w:p w:rsidR="005A2492" w:rsidRDefault="005A2492" w:rsidP="00C75FD7">
      <w:pPr>
        <w:pStyle w:val="Heading1"/>
        <w:rPr>
          <w:rtl/>
        </w:rPr>
      </w:pPr>
      <w:bookmarkStart w:id="203" w:name="_Toc393190628"/>
      <w:r>
        <w:rPr>
          <w:rFonts w:hint="eastAsia"/>
          <w:rtl/>
        </w:rPr>
        <w:t>روس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03"/>
    </w:p>
    <w:p w:rsidR="005A2492" w:rsidRPr="00E67D25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</w:t>
      </w:r>
      <w:r w:rsidR="00816B77" w:rsidRPr="00816B77">
        <w:rPr>
          <w:rtl/>
          <w:lang w:bidi="ur-PK"/>
        </w:rPr>
        <w:t>ا</w:t>
      </w:r>
      <w:r>
        <w:rPr>
          <w:rtl/>
        </w:rPr>
        <w:t>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 کو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</w:t>
      </w:r>
      <w:r w:rsidR="00816B77" w:rsidRPr="00816B77">
        <w:rPr>
          <w:rtl/>
          <w:lang w:bidi="ur-PK"/>
        </w:rPr>
        <w:t>ا</w:t>
      </w:r>
      <w:r>
        <w:rPr>
          <w:rtl/>
        </w:rPr>
        <w:t>ن  ک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ں:</w:t>
      </w:r>
    </w:p>
    <w:p w:rsidR="001A240E" w:rsidRDefault="001A240E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240E" w:rsidRPr="00816B77" w:rsidRDefault="001A240E" w:rsidP="009B349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A259B2" w:rsidRPr="00A259B2">
        <w:rPr>
          <w:rtl/>
        </w:rPr>
        <w:t xml:space="preserve"> عل</w:t>
      </w:r>
      <w:r w:rsidR="00A259B2" w:rsidRPr="00A259B2">
        <w:rPr>
          <w:rFonts w:hint="cs"/>
          <w:rtl/>
        </w:rPr>
        <w:t>ی</w:t>
      </w:r>
      <w:r w:rsidR="00A259B2" w:rsidRPr="00A259B2">
        <w:rPr>
          <w:rtl/>
        </w:rPr>
        <w:t xml:space="preserve"> شر</w:t>
      </w:r>
      <w:r w:rsidR="00A259B2" w:rsidRPr="00A259B2">
        <w:rPr>
          <w:rFonts w:hint="cs"/>
          <w:rtl/>
        </w:rPr>
        <w:t>ی</w:t>
      </w:r>
      <w:r w:rsidR="00A259B2" w:rsidRPr="00A259B2">
        <w:rPr>
          <w:rFonts w:hint="eastAsia"/>
          <w:rtl/>
        </w:rPr>
        <w:t>عت</w:t>
      </w:r>
      <w:r w:rsidR="00A259B2" w:rsidRPr="00A259B2">
        <w:rPr>
          <w:rFonts w:hint="cs"/>
          <w:rtl/>
        </w:rPr>
        <w:t>ی</w:t>
      </w:r>
      <w:r w:rsidR="00A259B2" w:rsidRPr="00A259B2">
        <w:rPr>
          <w:rFonts w:hint="eastAsia"/>
          <w:rtl/>
        </w:rPr>
        <w:t>؛</w:t>
      </w:r>
      <w:r w:rsidR="00A259B2" w:rsidRPr="00A259B2">
        <w:rPr>
          <w:rtl/>
        </w:rPr>
        <w:t xml:space="preserve"> ف</w:t>
      </w:r>
      <w:r w:rsidR="00816B77" w:rsidRPr="00816B77">
        <w:rPr>
          <w:rtl/>
        </w:rPr>
        <w:t>ا</w:t>
      </w:r>
      <w:r w:rsidR="00A259B2" w:rsidRPr="00A259B2">
        <w:rPr>
          <w:rtl/>
        </w:rPr>
        <w:t>طمہ ف</w:t>
      </w:r>
      <w:r w:rsidR="00816B77" w:rsidRPr="00816B77">
        <w:rPr>
          <w:rtl/>
        </w:rPr>
        <w:t>ا</w:t>
      </w:r>
      <w:r w:rsidR="00A259B2" w:rsidRPr="00A259B2">
        <w:rPr>
          <w:rtl/>
        </w:rPr>
        <w:t xml:space="preserve">طمہ </w:t>
      </w:r>
      <w:r w:rsidR="00816B77" w:rsidRPr="00816B77">
        <w:rPr>
          <w:rtl/>
        </w:rPr>
        <w:t>ا</w:t>
      </w:r>
      <w:r w:rsidR="00A259B2" w:rsidRPr="00A259B2">
        <w:rPr>
          <w:rtl/>
        </w:rPr>
        <w:t xml:space="preserve">ست،ص </w:t>
      </w:r>
      <w:r w:rsidR="009B349E" w:rsidRPr="009B349E">
        <w:rPr>
          <w:rFonts w:hint="cs"/>
          <w:rtl/>
        </w:rPr>
        <w:t>5</w:t>
      </w:r>
      <w:r w:rsidR="00816B77" w:rsidRPr="009B349E">
        <w:rPr>
          <w:rFonts w:hint="cs"/>
          <w:rtl/>
        </w:rPr>
        <w:t>9</w:t>
      </w:r>
    </w:p>
    <w:p w:rsidR="001A240E" w:rsidRDefault="001A240E" w:rsidP="00A259B2">
      <w:pPr>
        <w:pStyle w:val="libPoemTini"/>
        <w:rPr>
          <w:rtl/>
        </w:rPr>
      </w:pPr>
      <w:r>
        <w:rPr>
          <w:rtl/>
        </w:rPr>
        <w:br w:type="page"/>
      </w:r>
    </w:p>
    <w:p w:rsidR="005A2492" w:rsidRDefault="001A240E" w:rsidP="001A240E">
      <w:pPr>
        <w:pStyle w:val="libNormal"/>
        <w:rPr>
          <w:rtl/>
        </w:rPr>
      </w:pPr>
      <w:r>
        <w:lastRenderedPageBreak/>
        <w:t>O</w:t>
      </w:r>
      <w:r>
        <w:rPr>
          <w:rFonts w:hint="cs"/>
          <w:rtl/>
        </w:rPr>
        <w:t>:-</w:t>
      </w:r>
      <w:r w:rsidR="005A2492">
        <w:rPr>
          <w:rtl/>
        </w:rPr>
        <w:t>نہ چوزے کو مرغ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کہہ سکتے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نہ عورت کو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t>o</w:t>
      </w:r>
      <w:r>
        <w:rPr>
          <w:rFonts w:hint="cs"/>
          <w:rtl/>
        </w:rPr>
        <w:t>:-</w:t>
      </w:r>
      <w:r w:rsidR="005A2492">
        <w:rPr>
          <w:rtl/>
        </w:rPr>
        <w:t>جب بچ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دت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رونے لگت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1A240E" w:rsidP="001A240E">
      <w:pPr>
        <w:pStyle w:val="libNormal"/>
        <w:rPr>
          <w:rtl/>
        </w:rPr>
      </w:pPr>
      <w:r>
        <w:t>o</w:t>
      </w:r>
      <w:r>
        <w:rPr>
          <w:rFonts w:hint="cs"/>
          <w:rtl/>
        </w:rPr>
        <w:t>:-</w:t>
      </w:r>
      <w:r w:rsidR="005A2492">
        <w:rPr>
          <w:rtl/>
        </w:rPr>
        <w:t>عورت س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نند ہے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کے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چھے</w:t>
      </w:r>
      <w:r w:rsidR="005A2492">
        <w:rPr>
          <w:rtl/>
        </w:rPr>
        <w:t xml:space="preserve"> دوڑ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تو وہ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تگ ج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سے دور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 تو وہ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چھے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چھے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نے لگت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جس نے جو</w:t>
      </w:r>
      <w:r w:rsidR="00816B77" w:rsidRPr="00816B77">
        <w:rPr>
          <w:rtl/>
          <w:lang w:bidi="ur-PK"/>
        </w:rPr>
        <w:t>ا</w:t>
      </w:r>
      <w:r>
        <w:rPr>
          <w:rtl/>
        </w:rPr>
        <w:t>ن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عورت سے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بدبخت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کھ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کے ب</w:t>
      </w:r>
      <w:r w:rsidR="00816B77" w:rsidRPr="00816B77">
        <w:rPr>
          <w:rtl/>
          <w:lang w:bidi="ur-PK"/>
        </w:rPr>
        <w:t>ا</w:t>
      </w:r>
      <w:r>
        <w:rPr>
          <w:rtl/>
        </w:rPr>
        <w:t>ل لمبے 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ں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عقل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>پ چ</w:t>
      </w:r>
      <w:r w:rsidR="00816B77" w:rsidRPr="00816B77">
        <w:rPr>
          <w:rtl/>
          <w:lang w:bidi="ur-PK"/>
        </w:rPr>
        <w:t>ا</w:t>
      </w:r>
      <w:r>
        <w:rPr>
          <w:rtl/>
        </w:rPr>
        <w:t>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خبر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سن</w:t>
      </w:r>
      <w:r w:rsidR="00816B77" w:rsidRPr="00816B77">
        <w:rPr>
          <w:rtl/>
          <w:lang w:bidi="ur-PK"/>
        </w:rPr>
        <w:t>ا</w:t>
      </w:r>
      <w:r>
        <w:rPr>
          <w:rtl/>
        </w:rPr>
        <w:t>ؤ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 خوبصورت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نکھوں کے لئے  جنت ہے، روح  کے لئے جہنم </w:t>
      </w:r>
      <w:r w:rsidR="00816B77" w:rsidRPr="00816B77">
        <w:rPr>
          <w:rtl/>
          <w:lang w:bidi="ur-PK"/>
        </w:rPr>
        <w:t>ا</w:t>
      </w:r>
      <w:r>
        <w:rPr>
          <w:rtl/>
        </w:rPr>
        <w:t>ور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لئے برزخ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سد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صرف دو دن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ہے: جس دن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 پہل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قدم رکھے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جس دن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سے دفن کردے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ڈر</w:t>
      </w:r>
      <w:r w:rsidR="00816B77" w:rsidRPr="00816B77">
        <w:rPr>
          <w:rtl/>
          <w:lang w:bidi="ur-PK"/>
        </w:rPr>
        <w:t>ا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کوت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 کرو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جتن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رو گے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غذ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کھ</w:t>
      </w:r>
      <w:r w:rsidR="00816B77" w:rsidRPr="00816B77">
        <w:rPr>
          <w:rtl/>
          <w:lang w:bidi="ur-PK"/>
        </w:rPr>
        <w:t>ا</w:t>
      </w:r>
      <w:r>
        <w:rPr>
          <w:rtl/>
        </w:rPr>
        <w:t>ؤ گے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عورت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>
        <w:rPr>
          <w:rtl/>
          <w:lang w:bidi="fa-IR"/>
        </w:rPr>
        <w:t>۷۷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بےج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شک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ہے، عمد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جھوٹ بولت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 w:rsidR="00816B77" w:rsidRPr="00816B77">
        <w:rPr>
          <w:rtl/>
          <w:lang w:bidi="ur-PK"/>
        </w:rPr>
        <w:t>ا</w:t>
      </w:r>
      <w:r>
        <w:rPr>
          <w:rtl/>
        </w:rPr>
        <w:t>شک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چھپ چھپ  کے خوش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عورت کے رونے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کتے کے لنگڑ</w:t>
      </w:r>
      <w:r w:rsidR="00816B77" w:rsidRPr="00816B77">
        <w:rPr>
          <w:rtl/>
          <w:lang w:bidi="ur-PK"/>
        </w:rPr>
        <w:t>ا</w:t>
      </w:r>
      <w:r>
        <w:rPr>
          <w:rtl/>
        </w:rPr>
        <w:t>نے سے دھوکہ نہ کھ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شوہر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خوبصورت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ر نہ م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چھت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وپر ج</w:t>
      </w:r>
      <w:r w:rsidR="00816B77" w:rsidRPr="00816B77">
        <w:rPr>
          <w:rtl/>
          <w:lang w:bidi="ur-PK"/>
        </w:rPr>
        <w:t>ا</w:t>
      </w:r>
      <w:r>
        <w:rPr>
          <w:rtl/>
        </w:rPr>
        <w:t>نے لگت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قل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عورت کے رونے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5A2492" w:rsidP="001A240E">
      <w:pPr>
        <w:pStyle w:val="libNormal"/>
        <w:rPr>
          <w:rtl/>
        </w:rPr>
      </w:pPr>
      <w:r>
        <w:t>o</w:t>
      </w:r>
      <w:r>
        <w:rPr>
          <w:rtl/>
        </w:rPr>
        <w:tab/>
        <w:t>عورت کو ہتھوڑ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سونے کے 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عل</w:t>
      </w:r>
      <w:r w:rsidR="00816B77" w:rsidRPr="00816B77">
        <w:rPr>
          <w:rtl/>
          <w:lang w:bidi="ur-PK"/>
        </w:rPr>
        <w:t>ا</w:t>
      </w:r>
      <w:r>
        <w:rPr>
          <w:rtl/>
        </w:rPr>
        <w:t>ج کرو</w:t>
      </w:r>
      <w:r w:rsidR="001A240E" w:rsidRPr="007741D8">
        <w:rPr>
          <w:rStyle w:val="libFootnotenumChar"/>
          <w:rFonts w:hint="cs"/>
          <w:rtl/>
        </w:rPr>
        <w:t>(1)</w:t>
      </w:r>
    </w:p>
    <w:p w:rsidR="001A240E" w:rsidRDefault="001A240E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240E" w:rsidRDefault="001A240E" w:rsidP="00CF594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CF5947" w:rsidRPr="00CF5947">
        <w:rPr>
          <w:rtl/>
        </w:rPr>
        <w:t xml:space="preserve"> بہشت خ</w:t>
      </w:r>
      <w:r w:rsidR="00816B77" w:rsidRPr="00816B77">
        <w:rPr>
          <w:rtl/>
        </w:rPr>
        <w:t>ا</w:t>
      </w:r>
      <w:r w:rsidR="00CF5947" w:rsidRPr="00CF5947">
        <w:rPr>
          <w:rtl/>
        </w:rPr>
        <w:t>نو</w:t>
      </w:r>
      <w:r w:rsidR="00816B77" w:rsidRPr="00816B77">
        <w:rPr>
          <w:rtl/>
        </w:rPr>
        <w:t>ا</w:t>
      </w:r>
      <w:r w:rsidR="00CF5947" w:rsidRPr="00CF5947">
        <w:rPr>
          <w:rtl/>
        </w:rPr>
        <w:t xml:space="preserve">دہ، ص </w:t>
      </w:r>
      <w:r w:rsidR="00CF5947" w:rsidRPr="00CF5947">
        <w:rPr>
          <w:rtl/>
          <w:lang w:bidi="fa-IR"/>
        </w:rPr>
        <w:t>۳۲۹</w:t>
      </w:r>
    </w:p>
    <w:p w:rsidR="001A240E" w:rsidRPr="001A240E" w:rsidRDefault="001A240E" w:rsidP="00A60F54">
      <w:pPr>
        <w:pStyle w:val="libPoemTini"/>
        <w:rPr>
          <w:rtl/>
        </w:rPr>
      </w:pPr>
      <w:r w:rsidRPr="001A240E">
        <w:rPr>
          <w:rtl/>
        </w:rPr>
        <w:br w:type="page"/>
      </w:r>
    </w:p>
    <w:p w:rsidR="005A2492" w:rsidRDefault="005A2492" w:rsidP="00C75FD7">
      <w:pPr>
        <w:pStyle w:val="Heading1"/>
        <w:rPr>
          <w:rtl/>
        </w:rPr>
      </w:pPr>
      <w:bookmarkStart w:id="204" w:name="_Toc393190629"/>
      <w:r>
        <w:rPr>
          <w:rFonts w:hint="eastAsia"/>
          <w:rtl/>
        </w:rPr>
        <w:lastRenderedPageBreak/>
        <w:t>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04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فر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مم</w:t>
      </w:r>
      <w:r w:rsidR="00816B77" w:rsidRPr="00816B77">
        <w:rPr>
          <w:rtl/>
          <w:lang w:bidi="ur-PK"/>
        </w:rPr>
        <w:t>ا</w:t>
      </w:r>
      <w:r>
        <w:rPr>
          <w:rtl/>
        </w:rPr>
        <w:t>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تمدن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گہو</w:t>
      </w:r>
      <w:r w:rsidR="00816B77" w:rsidRPr="00816B77">
        <w:rPr>
          <w:rtl/>
          <w:lang w:bidi="ur-PK"/>
        </w:rPr>
        <w:t>ا</w:t>
      </w:r>
      <w:r>
        <w:rPr>
          <w:rtl/>
        </w:rPr>
        <w:t>رہ کے ن</w:t>
      </w:r>
      <w:r w:rsidR="00816B77" w:rsidRPr="00816B77">
        <w:rPr>
          <w:rtl/>
          <w:lang w:bidi="ur-PK"/>
        </w:rPr>
        <w:t>ا</w:t>
      </w:r>
      <w:r>
        <w:rPr>
          <w:rtl/>
        </w:rPr>
        <w:t>م سے مشہور ہے</w:t>
      </w:r>
      <w:r w:rsidR="00816B77" w:rsidRPr="00816B77">
        <w:rPr>
          <w:rtl/>
          <w:lang w:bidi="ur-PK"/>
        </w:rPr>
        <w:t>ا</w:t>
      </w:r>
      <w:r>
        <w:rPr>
          <w:rtl/>
        </w:rPr>
        <w:t>ن مم</w:t>
      </w:r>
      <w:r w:rsidR="00816B77" w:rsidRPr="00816B77">
        <w:rPr>
          <w:rtl/>
          <w:lang w:bidi="ur-PK"/>
        </w:rPr>
        <w:t>ا</w:t>
      </w:r>
      <w:r>
        <w:rPr>
          <w:rtl/>
        </w:rPr>
        <w:t>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صرف </w:t>
      </w:r>
      <w:r w:rsidR="00816B77" w:rsidRPr="00816B77">
        <w:rPr>
          <w:rtl/>
          <w:lang w:bidi="ur-PK"/>
        </w:rPr>
        <w:t>ا</w:t>
      </w:r>
      <w:r>
        <w:rPr>
          <w:rtl/>
        </w:rPr>
        <w:t>س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سے 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زہ لگ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جب بھ</w:t>
      </w:r>
      <w:r>
        <w:rPr>
          <w:rFonts w:hint="cs"/>
          <w:rtl/>
        </w:rPr>
        <w:t>ی</w:t>
      </w:r>
      <w:r>
        <w:rPr>
          <w:rtl/>
        </w:rPr>
        <w:t xml:space="preserve"> عورت شوہر سے جد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طل</w:t>
      </w:r>
      <w:r w:rsidR="00816B77" w:rsidRPr="00816B77">
        <w:rPr>
          <w:rtl/>
          <w:lang w:bidi="ur-PK"/>
        </w:rPr>
        <w:t>ا</w:t>
      </w:r>
      <w:r>
        <w:rPr>
          <w:rtl/>
        </w:rPr>
        <w:t>ق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زرّہ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بچوّں پر حق ح</w:t>
      </w:r>
      <w:r w:rsidR="00816B77" w:rsidRPr="00816B77">
        <w:rPr>
          <w:rtl/>
          <w:lang w:bidi="ur-PK"/>
        </w:rPr>
        <w:t>ا</w:t>
      </w:r>
      <w:r>
        <w:rPr>
          <w:rtl/>
        </w:rPr>
        <w:t>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>ف ہے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عطوفت کو پ</w:t>
      </w:r>
      <w:r>
        <w:rPr>
          <w:rFonts w:hint="eastAsia"/>
          <w:rtl/>
        </w:rPr>
        <w:t>س</w:t>
      </w:r>
      <w:r>
        <w:rPr>
          <w:rtl/>
        </w:rPr>
        <w:t xml:space="preserve"> پشت ڈ</w:t>
      </w:r>
      <w:r w:rsidR="00816B77" w:rsidRPr="00816B77">
        <w:rPr>
          <w:rtl/>
          <w:lang w:bidi="ur-PK"/>
        </w:rPr>
        <w:t>ا</w:t>
      </w:r>
      <w:r>
        <w:rPr>
          <w:rtl/>
        </w:rPr>
        <w:t>ل کر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دہ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جو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بطہ ق</w:t>
      </w:r>
      <w:r w:rsidR="00816B77" w:rsidRPr="00816B77">
        <w:rPr>
          <w:rtl/>
          <w:lang w:bidi="ur-PK"/>
        </w:rPr>
        <w:t>ا</w:t>
      </w:r>
      <w:r>
        <w:rPr>
          <w:rtl/>
        </w:rPr>
        <w:t>ئم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 م</w:t>
      </w:r>
      <w:r w:rsidR="00816B77" w:rsidRPr="00816B77">
        <w:rPr>
          <w:rtl/>
          <w:lang w:bidi="ur-PK"/>
        </w:rPr>
        <w:t>ا</w:t>
      </w:r>
      <w:r>
        <w:rPr>
          <w:rtl/>
        </w:rPr>
        <w:t>ں کو 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صل نہ ہو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لخت جگر سے مل سکے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 تو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توحّش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وحشت گر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1A240E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تور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کوموت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تلخ معرف</w:t>
      </w:r>
      <w:r>
        <w:rPr>
          <w:rFonts w:hint="cs"/>
          <w:rtl/>
        </w:rPr>
        <w:t>ی</w:t>
      </w:r>
      <w:r>
        <w:rPr>
          <w:rtl/>
        </w:rPr>
        <w:t xml:space="preserve"> کرتے ہوئے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عورت کم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پ کو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 w:rsidR="00816B77" w:rsidRPr="00816B77">
        <w:rPr>
          <w:rtl/>
          <w:lang w:bidi="ur-PK"/>
        </w:rPr>
        <w:t>ا</w:t>
      </w:r>
      <w:r>
        <w:rPr>
          <w:rtl/>
        </w:rPr>
        <w:t>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کہل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عورتوں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نذر،قسم، قبول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نہ </w:t>
      </w:r>
      <w:r w:rsidR="00816B77" w:rsidRPr="00816B77">
        <w:rPr>
          <w:rtl/>
          <w:lang w:bidi="ur-PK"/>
        </w:rPr>
        <w:t>ا</w:t>
      </w:r>
      <w:r>
        <w:rPr>
          <w:rtl/>
        </w:rPr>
        <w:t>رث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مستحق</w:t>
      </w:r>
      <w:r w:rsidR="001A240E" w:rsidRPr="007741D8">
        <w:rPr>
          <w:rStyle w:val="libFootnotenumChar"/>
          <w:rFonts w:hint="cs"/>
          <w:rtl/>
        </w:rPr>
        <w:t>(1)</w:t>
      </w:r>
    </w:p>
    <w:p w:rsidR="005A2492" w:rsidRDefault="005A2492" w:rsidP="00C75FD7">
      <w:pPr>
        <w:pStyle w:val="Heading1"/>
        <w:rPr>
          <w:rtl/>
        </w:rPr>
      </w:pPr>
      <w:bookmarkStart w:id="205" w:name="_Toc393190630"/>
      <w:r>
        <w:rPr>
          <w:rFonts w:hint="eastAsia"/>
          <w:rtl/>
        </w:rPr>
        <w:t>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205"/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مردوں کے لئے ص</w:t>
      </w:r>
      <w:r w:rsidR="00816B77" w:rsidRPr="00816B77">
        <w:rPr>
          <w:rtl/>
          <w:lang w:bidi="ur-PK"/>
        </w:rPr>
        <w:t>ا</w:t>
      </w:r>
      <w:r>
        <w:rPr>
          <w:rtl/>
        </w:rPr>
        <w:t>بن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رکھت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مرد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بوڑھ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9B349E" w:rsidRPr="009B349E">
        <w:rPr>
          <w:rFonts w:hint="cs"/>
          <w:rtl/>
          <w:lang w:bidi="ur-PK"/>
        </w:rPr>
        <w:t>ی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بدشکل عورت عشق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ہندو</w:t>
      </w:r>
      <w:r w:rsidR="00816B77" w:rsidRPr="00816B77">
        <w:rPr>
          <w:rtl/>
          <w:lang w:bidi="ur-PK"/>
        </w:rPr>
        <w:t>ا</w:t>
      </w:r>
      <w:r>
        <w:rPr>
          <w:rtl/>
        </w:rPr>
        <w:t>نہ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مشکل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دم بھرنے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عورت پر </w:t>
      </w:r>
      <w:r w:rsidR="00816B77" w:rsidRPr="00816B77">
        <w:rPr>
          <w:rtl/>
          <w:lang w:bidi="ur-PK"/>
        </w:rPr>
        <w:t>ا</w:t>
      </w:r>
      <w:r>
        <w:rPr>
          <w:rtl/>
        </w:rPr>
        <w:t>عتم</w:t>
      </w:r>
      <w:r w:rsidR="00816B77" w:rsidRPr="00816B77">
        <w:rPr>
          <w:rtl/>
          <w:lang w:bidi="ur-PK"/>
        </w:rPr>
        <w:t>ا</w:t>
      </w:r>
      <w:r>
        <w:rPr>
          <w:rtl/>
        </w:rPr>
        <w:t>د نہ کرو</w:t>
      </w:r>
    </w:p>
    <w:p w:rsidR="001A240E" w:rsidRDefault="001A240E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240E" w:rsidRDefault="001A240E" w:rsidP="00CF594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CF5947" w:rsidRPr="00CF5947">
        <w:rPr>
          <w:rtl/>
        </w:rPr>
        <w:t xml:space="preserve"> محمد تق</w:t>
      </w:r>
      <w:r w:rsidR="00CF5947" w:rsidRPr="00CF5947">
        <w:rPr>
          <w:rFonts w:hint="cs"/>
          <w:rtl/>
        </w:rPr>
        <w:t>ی</w:t>
      </w:r>
      <w:r w:rsidR="00CF5947" w:rsidRPr="00CF5947">
        <w:rPr>
          <w:rtl/>
        </w:rPr>
        <w:t xml:space="preserve"> سج</w:t>
      </w:r>
      <w:r w:rsidR="00816B77" w:rsidRPr="00816B77">
        <w:rPr>
          <w:rtl/>
        </w:rPr>
        <w:t>ا</w:t>
      </w:r>
      <w:r w:rsidR="00CF5947" w:rsidRPr="00CF5947">
        <w:rPr>
          <w:rtl/>
        </w:rPr>
        <w:t>د</w:t>
      </w:r>
      <w:r w:rsidR="00CF5947" w:rsidRPr="00CF5947">
        <w:rPr>
          <w:rFonts w:hint="cs"/>
          <w:rtl/>
        </w:rPr>
        <w:t>ی</w:t>
      </w:r>
      <w:r w:rsidR="00CF5947" w:rsidRPr="00CF5947">
        <w:rPr>
          <w:rFonts w:hint="eastAsia"/>
          <w:rtl/>
        </w:rPr>
        <w:t>؛س</w:t>
      </w:r>
      <w:r w:rsidR="00CF5947" w:rsidRPr="00CF5947">
        <w:rPr>
          <w:rFonts w:hint="cs"/>
          <w:rtl/>
        </w:rPr>
        <w:t>ی</w:t>
      </w:r>
      <w:r w:rsidR="00CF5947" w:rsidRPr="00CF5947">
        <w:rPr>
          <w:rFonts w:hint="eastAsia"/>
          <w:rtl/>
        </w:rPr>
        <w:t>ر</w:t>
      </w:r>
      <w:r w:rsidR="00CF5947" w:rsidRPr="00CF5947">
        <w:rPr>
          <w:rFonts w:hint="cs"/>
          <w:rtl/>
        </w:rPr>
        <w:t>ی</w:t>
      </w:r>
      <w:r w:rsidR="00CF5947" w:rsidRPr="00CF5947">
        <w:rPr>
          <w:rtl/>
        </w:rPr>
        <w:t xml:space="preserve"> کوت</w:t>
      </w:r>
      <w:r w:rsidR="00816B77" w:rsidRPr="00816B77">
        <w:rPr>
          <w:rtl/>
        </w:rPr>
        <w:t>ا</w:t>
      </w:r>
      <w:r w:rsidR="00CF5947" w:rsidRPr="00CF5947">
        <w:rPr>
          <w:rtl/>
        </w:rPr>
        <w:t>ہ در زندگ</w:t>
      </w:r>
      <w:r w:rsidR="00816B77" w:rsidRPr="00816B77">
        <w:rPr>
          <w:rtl/>
        </w:rPr>
        <w:t>ا</w:t>
      </w:r>
      <w:r w:rsidR="00CF5947" w:rsidRPr="00CF5947">
        <w:rPr>
          <w:rtl/>
        </w:rPr>
        <w:t>ن</w:t>
      </w:r>
      <w:r w:rsidR="00CF5947" w:rsidRPr="00CF5947">
        <w:rPr>
          <w:rFonts w:hint="cs"/>
          <w:rtl/>
        </w:rPr>
        <w:t>ی</w:t>
      </w:r>
      <w:r w:rsidR="00CF5947" w:rsidRPr="00CF5947">
        <w:rPr>
          <w:rtl/>
        </w:rPr>
        <w:t xml:space="preserve"> ف</w:t>
      </w:r>
      <w:r w:rsidR="00816B77" w:rsidRPr="00816B77">
        <w:rPr>
          <w:rtl/>
        </w:rPr>
        <w:t>ا</w:t>
      </w:r>
      <w:r w:rsidR="00CF5947" w:rsidRPr="00CF5947">
        <w:rPr>
          <w:rtl/>
        </w:rPr>
        <w:t>طمہ ،ص</w:t>
      </w:r>
      <w:r w:rsidR="00C15B30" w:rsidRPr="00C15B30">
        <w:rPr>
          <w:rFonts w:hint="cs"/>
          <w:rtl/>
        </w:rPr>
        <w:t>23</w:t>
      </w:r>
    </w:p>
    <w:p w:rsidR="001A240E" w:rsidRDefault="001A240E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C75FD7">
      <w:pPr>
        <w:pStyle w:val="Heading1"/>
        <w:rPr>
          <w:rtl/>
        </w:rPr>
      </w:pPr>
      <w:bookmarkStart w:id="206" w:name="_Toc393190631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نگلست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bookmarkEnd w:id="206"/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شر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ورضرورت بھ</w:t>
      </w:r>
      <w:r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بندر  خر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خود شوہر  مسؤل ہے 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کے پ</w:t>
      </w:r>
      <w:r w:rsidR="00816B77" w:rsidRPr="00816B77">
        <w:rPr>
          <w:rtl/>
          <w:lang w:bidi="ur-PK"/>
        </w:rPr>
        <w:t>ا</w:t>
      </w:r>
      <w:r>
        <w:rPr>
          <w:rtl/>
        </w:rPr>
        <w:t>س زب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سلحہ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بدشکل عورت درد دل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خوبصورت عورت دردسر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دس س</w:t>
      </w:r>
      <w:r w:rsidR="00816B77" w:rsidRPr="00816B77">
        <w:rPr>
          <w:rtl/>
          <w:lang w:bidi="ur-PK"/>
        </w:rPr>
        <w:t>ا</w:t>
      </w:r>
      <w:r>
        <w:rPr>
          <w:rtl/>
        </w:rPr>
        <w:t>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فرشتہ، پندرہ س</w:t>
      </w:r>
      <w:r w:rsidR="00816B77" w:rsidRPr="00816B77">
        <w:rPr>
          <w:rtl/>
          <w:lang w:bidi="ur-PK"/>
        </w:rPr>
        <w:t>ا</w:t>
      </w:r>
      <w:r>
        <w:rPr>
          <w:rtl/>
        </w:rPr>
        <w:t>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</w:t>
      </w:r>
      <w:r w:rsidR="00816B77" w:rsidRPr="00816B77">
        <w:rPr>
          <w:rtl/>
          <w:lang w:bidi="ur-PK"/>
        </w:rPr>
        <w:t>ا</w:t>
      </w:r>
      <w:r>
        <w:rPr>
          <w:rtl/>
        </w:rPr>
        <w:t>ہرہ، چ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بعد عفر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(چ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ک )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جسے  عورت سے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سورن</w:t>
      </w:r>
      <w:r>
        <w:rPr>
          <w:rFonts w:hint="cs"/>
          <w:rtl/>
        </w:rPr>
        <w:t>ی</w:t>
      </w:r>
      <w:r>
        <w:rPr>
          <w:rtl/>
        </w:rPr>
        <w:t xml:space="preserve"> کے پست</w:t>
      </w:r>
      <w:r w:rsidR="00816B77" w:rsidRPr="00816B77">
        <w:rPr>
          <w:rtl/>
          <w:lang w:bidi="ur-PK"/>
        </w:rPr>
        <w:t>ا</w:t>
      </w:r>
      <w:r>
        <w:rPr>
          <w:rtl/>
        </w:rPr>
        <w:t>ن سے دودھ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بل </w:t>
      </w:r>
      <w:r w:rsidR="00816B77" w:rsidRPr="00816B77">
        <w:rPr>
          <w:rtl/>
          <w:lang w:bidi="ur-PK"/>
        </w:rPr>
        <w:t>ا</w:t>
      </w:r>
      <w:r>
        <w:rPr>
          <w:rtl/>
        </w:rPr>
        <w:t>عتم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پہل</w:t>
      </w:r>
      <w:r>
        <w:rPr>
          <w:rFonts w:hint="cs"/>
          <w:rtl/>
        </w:rPr>
        <w:t>ی</w:t>
      </w:r>
      <w:r>
        <w:rPr>
          <w:rtl/>
        </w:rPr>
        <w:t xml:space="preserve"> فرصت ملنے تک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منے مسکر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گلہ ک</w:t>
      </w:r>
      <w:r w:rsidR="00816B77" w:rsidRPr="00816B77">
        <w:rPr>
          <w:rtl/>
          <w:lang w:bidi="ur-PK"/>
        </w:rPr>
        <w:t>ا</w:t>
      </w:r>
      <w:r>
        <w:rPr>
          <w:rtl/>
        </w:rPr>
        <w:t>ٹت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کہو :ب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خوبصورت ہو، ت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کہ وہ خوش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 ج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عورت جس قدر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شکل وصورت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دقت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 وہ گھر 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</w:t>
      </w:r>
      <w:r>
        <w:rPr>
          <w:rFonts w:hint="cs"/>
          <w:rtl/>
        </w:rPr>
        <w:t>ی</w:t>
      </w:r>
      <w:r>
        <w:rPr>
          <w:rtl/>
        </w:rPr>
        <w:t xml:space="preserve"> مث</w:t>
      </w:r>
      <w:r w:rsidR="00816B77" w:rsidRPr="00816B77">
        <w:rPr>
          <w:rtl/>
          <w:lang w:bidi="ur-PK"/>
        </w:rPr>
        <w:t>ا</w:t>
      </w:r>
      <w:r>
        <w:rPr>
          <w:rtl/>
        </w:rPr>
        <w:t>ل کشت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دنم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رخ جس طرف پھرج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پھر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ہم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تو وہ 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پ</w:t>
      </w:r>
      <w:r w:rsidR="00816B77" w:rsidRPr="00816B77">
        <w:rPr>
          <w:rtl/>
          <w:lang w:bidi="ur-PK"/>
        </w:rPr>
        <w:t>ا</w:t>
      </w:r>
      <w:r>
        <w:rPr>
          <w:rtl/>
        </w:rPr>
        <w:t>گل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جب چ</w:t>
      </w:r>
      <w:r w:rsidR="00816B77" w:rsidRPr="00816B77">
        <w:rPr>
          <w:rtl/>
          <w:lang w:bidi="ur-PK"/>
        </w:rPr>
        <w:t>ا</w:t>
      </w:r>
      <w:r>
        <w:rPr>
          <w:rtl/>
        </w:rPr>
        <w:t>ہے خوب روت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جب چ</w:t>
      </w:r>
      <w:r w:rsidR="00816B77" w:rsidRPr="00816B77">
        <w:rPr>
          <w:rtl/>
          <w:lang w:bidi="ur-PK"/>
        </w:rPr>
        <w:t>ا</w:t>
      </w:r>
      <w:r>
        <w:rPr>
          <w:rtl/>
        </w:rPr>
        <w:t>ہے خوب ہنست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گرچہ عورت کے پ</w:t>
      </w:r>
      <w:r w:rsidR="00816B77" w:rsidRPr="00816B77">
        <w:rPr>
          <w:rtl/>
          <w:lang w:bidi="ur-PK"/>
        </w:rPr>
        <w:t>ا</w:t>
      </w:r>
      <w:r>
        <w:rPr>
          <w:rtl/>
        </w:rPr>
        <w:t>س منطق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 ہ</w:t>
      </w:r>
      <w:r>
        <w:rPr>
          <w:rFonts w:hint="cs"/>
          <w:rtl/>
        </w:rPr>
        <w:t>ی</w:t>
      </w:r>
      <w:r>
        <w:rPr>
          <w:rtl/>
        </w:rPr>
        <w:t xml:space="preserve"> حرف </w:t>
      </w:r>
      <w:r w:rsidR="00816B77" w:rsidRPr="00816B77">
        <w:rPr>
          <w:rtl/>
          <w:lang w:bidi="ur-PK"/>
        </w:rPr>
        <w:t>ا</w:t>
      </w:r>
      <w:r>
        <w:rPr>
          <w:rtl/>
        </w:rPr>
        <w:t>خر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تم نے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کوخچر بن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تو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="00816B77" w:rsidRPr="00816B77">
        <w:rPr>
          <w:rtl/>
          <w:lang w:bidi="ur-PK"/>
        </w:rPr>
        <w:t>ا</w:t>
      </w:r>
      <w:r>
        <w:rPr>
          <w:rtl/>
        </w:rPr>
        <w:t>ئے بن</w:t>
      </w:r>
      <w:r w:rsidR="00816B77" w:rsidRPr="00816B77">
        <w:rPr>
          <w:rtl/>
          <w:lang w:bidi="ur-PK"/>
        </w:rPr>
        <w:t>ا</w:t>
      </w:r>
      <w:r>
        <w:rPr>
          <w:rtl/>
        </w:rPr>
        <w:t>دے گ</w:t>
      </w:r>
      <w:r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چھے شوہر ک</w:t>
      </w:r>
      <w:r>
        <w:rPr>
          <w:rFonts w:hint="cs"/>
          <w:rtl/>
        </w:rPr>
        <w:t>ی</w:t>
      </w:r>
      <w:r>
        <w:rPr>
          <w:rtl/>
        </w:rPr>
        <w:t xml:space="preserve"> مرہون منت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عورت سے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نہ کرو،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پہلے  شوہر کو پھ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 </w:t>
      </w:r>
    </w:p>
    <w:p w:rsidR="001A240E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جس نے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ر بچوں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عورت سے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چ</w:t>
      </w:r>
      <w:r w:rsidR="00816B77" w:rsidRPr="00816B77">
        <w:rPr>
          <w:rtl/>
          <w:lang w:bidi="ur-PK"/>
        </w:rPr>
        <w:t>ا</w:t>
      </w:r>
      <w:r>
        <w:rPr>
          <w:rtl/>
        </w:rPr>
        <w:t>ر چوروں سے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1A240E" w:rsidRPr="001A240E" w:rsidRDefault="001A240E" w:rsidP="00A60F54">
      <w:pPr>
        <w:pStyle w:val="libPoemTini"/>
        <w:rPr>
          <w:rtl/>
        </w:rPr>
      </w:pPr>
      <w:r w:rsidRPr="001A240E">
        <w:rPr>
          <w:rtl/>
        </w:rPr>
        <w:br w:type="page"/>
      </w:r>
    </w:p>
    <w:p w:rsidR="005A2492" w:rsidRDefault="005A2492" w:rsidP="00C75FD7">
      <w:pPr>
        <w:pStyle w:val="Heading1"/>
        <w:rPr>
          <w:rtl/>
        </w:rPr>
      </w:pPr>
      <w:bookmarkStart w:id="207" w:name="_Toc393190632"/>
      <w:r>
        <w:rPr>
          <w:rFonts w:hint="eastAsia"/>
          <w:rtl/>
        </w:rPr>
        <w:lastRenderedPageBreak/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07"/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بدصورت عورت  و</w:t>
      </w:r>
      <w:r w:rsidR="00816B77" w:rsidRPr="00816B77">
        <w:rPr>
          <w:rtl/>
          <w:lang w:bidi="ur-PK"/>
        </w:rPr>
        <w:t>ا</w:t>
      </w:r>
      <w:r>
        <w:rPr>
          <w:rtl/>
        </w:rPr>
        <w:t>لے شوہر کو مح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فظ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قلعہ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بسترم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کرو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جس طرح گندم کے د</w:t>
      </w:r>
      <w:r w:rsidR="00816B77" w:rsidRPr="00816B77">
        <w:rPr>
          <w:rtl/>
          <w:lang w:bidi="ur-PK"/>
        </w:rPr>
        <w:t>ا</w:t>
      </w:r>
      <w:r>
        <w:rPr>
          <w:rtl/>
        </w:rPr>
        <w:t>نے توے پر پھولتے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عورت گھر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ر</w:t>
      </w:r>
      <w:r w:rsidR="00816B77" w:rsidRPr="00816B77">
        <w:rPr>
          <w:rtl/>
          <w:lang w:bidi="ur-PK"/>
        </w:rPr>
        <w:t>ا</w:t>
      </w:r>
      <w:r>
        <w:rPr>
          <w:rtl/>
        </w:rPr>
        <w:t>ز  ف</w:t>
      </w:r>
      <w:r w:rsidR="00816B77" w:rsidRPr="00816B77">
        <w:rPr>
          <w:rtl/>
          <w:lang w:bidi="ur-PK"/>
        </w:rPr>
        <w:t>ا</w:t>
      </w:r>
      <w:r>
        <w:rPr>
          <w:rtl/>
        </w:rPr>
        <w:t>ش کر کےپھولت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عورت پر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نہ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 عورت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ع</w:t>
      </w:r>
      <w:r w:rsidR="00816B77" w:rsidRPr="00816B77">
        <w:rPr>
          <w:rtl/>
          <w:lang w:bidi="ur-PK"/>
        </w:rPr>
        <w:t>ا</w:t>
      </w:r>
      <w:r>
        <w:rPr>
          <w:rtl/>
        </w:rPr>
        <w:t>قل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عورت جب منہ سے </w:t>
      </w:r>
      <w:r w:rsidR="00816B77" w:rsidRPr="00816B77">
        <w:rPr>
          <w:rtl/>
          <w:lang w:bidi="ur-PK"/>
        </w:rPr>
        <w:t>ا</w:t>
      </w:r>
      <w:r>
        <w:rPr>
          <w:rtl/>
        </w:rPr>
        <w:t>نک</w:t>
      </w:r>
      <w:r w:rsidR="00816B77" w:rsidRPr="00816B77">
        <w:rPr>
          <w:rtl/>
          <w:lang w:bidi="ur-PK"/>
        </w:rPr>
        <w:t>ا</w:t>
      </w:r>
      <w:r>
        <w:rPr>
          <w:rtl/>
        </w:rPr>
        <w:t>ر کر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 w:rsidR="00816B77" w:rsidRPr="00816B77">
        <w:rPr>
          <w:rtl/>
          <w:lang w:bidi="ur-PK"/>
        </w:rPr>
        <w:t>ا</w:t>
      </w:r>
      <w:r>
        <w:rPr>
          <w:rtl/>
        </w:rPr>
        <w:t>نکھوں سے وہ ہ</w:t>
      </w:r>
      <w:r w:rsidR="00816B77" w:rsidRPr="00816B77">
        <w:rPr>
          <w:rtl/>
          <w:lang w:bidi="ur-PK"/>
        </w:rPr>
        <w:t>ا</w:t>
      </w:r>
      <w:r>
        <w:rPr>
          <w:rtl/>
        </w:rPr>
        <w:t>ں کر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C75FD7">
      <w:pPr>
        <w:pStyle w:val="Heading1"/>
        <w:rPr>
          <w:rtl/>
        </w:rPr>
      </w:pPr>
      <w:bookmarkStart w:id="208" w:name="_Toc393190633"/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08"/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تلو</w:t>
      </w:r>
      <w:r w:rsidR="00816B77" w:rsidRPr="00816B77">
        <w:rPr>
          <w:rtl/>
          <w:lang w:bidi="ur-PK"/>
        </w:rPr>
        <w:t>ا</w:t>
      </w:r>
      <w:r>
        <w:rPr>
          <w:rtl/>
        </w:rPr>
        <w:t>ر ہے جسے کبھ</w:t>
      </w:r>
      <w:r>
        <w:rPr>
          <w:rFonts w:hint="cs"/>
          <w:rtl/>
        </w:rPr>
        <w:t>ی</w:t>
      </w:r>
      <w:r>
        <w:rPr>
          <w:rtl/>
        </w:rPr>
        <w:t xml:space="preserve"> زنگ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جوشخص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 w:rsidR="00816B77" w:rsidRPr="00816B77">
        <w:rPr>
          <w:rtl/>
          <w:lang w:bidi="ur-PK"/>
        </w:rPr>
        <w:t>ا</w:t>
      </w:r>
      <w:r>
        <w:rPr>
          <w:rtl/>
        </w:rPr>
        <w:t>رت</w:t>
      </w:r>
      <w:r w:rsidR="00816B77" w:rsidRPr="00816B77">
        <w:rPr>
          <w:rtl/>
          <w:lang w:bidi="ur-PK"/>
        </w:rPr>
        <w:t>ا</w:t>
      </w:r>
      <w:r>
        <w:rPr>
          <w:rtl/>
        </w:rPr>
        <w:t>ہے تو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بھوک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رہت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ت، عشق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کودھوکے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</w:t>
      </w:r>
      <w:r w:rsidR="00816B77" w:rsidRPr="00816B77">
        <w:rPr>
          <w:rtl/>
          <w:lang w:bidi="ur-PK"/>
        </w:rPr>
        <w:t>ا</w:t>
      </w:r>
      <w:r>
        <w:rPr>
          <w:rtl/>
        </w:rPr>
        <w:t>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B349E" w:rsidRPr="009B349E">
        <w:rPr>
          <w:rFonts w:hint="cs"/>
          <w:rtl/>
          <w:lang w:bidi="ur-PK"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وف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ورمہرب</w:t>
      </w:r>
      <w:r w:rsidR="00816B77" w:rsidRPr="00816B77">
        <w:rPr>
          <w:rtl/>
          <w:lang w:bidi="ur-PK"/>
        </w:rPr>
        <w:t>ا</w:t>
      </w:r>
      <w:r>
        <w:rPr>
          <w:rtl/>
        </w:rPr>
        <w:t>ن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 وہ  دولت مند 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جب تک گندم کو گود</w:t>
      </w:r>
      <w:r w:rsidR="00816B77" w:rsidRPr="00816B77">
        <w:rPr>
          <w:rtl/>
          <w:lang w:bidi="ur-PK"/>
        </w:rPr>
        <w:t>ا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رے </w:t>
      </w:r>
      <w:r w:rsidR="00816B77" w:rsidRPr="00816B77">
        <w:rPr>
          <w:rtl/>
          <w:lang w:bidi="ur-PK"/>
        </w:rPr>
        <w:t>ا</w:t>
      </w:r>
      <w:r>
        <w:rPr>
          <w:rtl/>
        </w:rPr>
        <w:t>عتم</w:t>
      </w:r>
      <w:r w:rsidR="00816B77" w:rsidRPr="00816B77">
        <w:rPr>
          <w:rtl/>
          <w:lang w:bidi="ur-PK"/>
        </w:rPr>
        <w:t>ا</w:t>
      </w:r>
      <w:r>
        <w:rPr>
          <w:rtl/>
        </w:rPr>
        <w:t>د نہ کرو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جب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غضب ن</w:t>
      </w:r>
      <w:r w:rsidR="00816B77" w:rsidRPr="00816B77">
        <w:rPr>
          <w:rtl/>
          <w:lang w:bidi="ur-PK"/>
        </w:rPr>
        <w:t>ا</w:t>
      </w:r>
      <w:r>
        <w:rPr>
          <w:rtl/>
        </w:rPr>
        <w:t>زل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ح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کر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C75FD7">
      <w:pPr>
        <w:pStyle w:val="Heading1"/>
        <w:rPr>
          <w:rtl/>
        </w:rPr>
      </w:pPr>
      <w:bookmarkStart w:id="209" w:name="_Toc393190634"/>
      <w:r>
        <w:rPr>
          <w:rFonts w:hint="eastAsia"/>
          <w:rtl/>
        </w:rPr>
        <w:t>جرمن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09"/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جہ</w:t>
      </w:r>
      <w:r w:rsidR="00816B77" w:rsidRPr="00816B77">
        <w:rPr>
          <w:rtl/>
          <w:lang w:bidi="ur-PK"/>
        </w:rPr>
        <w:t>ا</w:t>
      </w:r>
      <w:r>
        <w:rPr>
          <w:rtl/>
        </w:rPr>
        <w:t>ں عورت ک</w:t>
      </w:r>
      <w:r>
        <w:rPr>
          <w:rFonts w:hint="cs"/>
          <w:rtl/>
        </w:rPr>
        <w:t>ی</w:t>
      </w:r>
      <w:r>
        <w:rPr>
          <w:rtl/>
        </w:rPr>
        <w:t xml:space="preserve"> حکومت ہے وہ</w:t>
      </w:r>
      <w:r w:rsidR="00816B77" w:rsidRPr="00816B77">
        <w:rPr>
          <w:rtl/>
          <w:lang w:bidi="ur-PK"/>
        </w:rPr>
        <w:t>ا</w:t>
      </w:r>
      <w:r>
        <w:rPr>
          <w:rtl/>
        </w:rPr>
        <w:t>ں 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ط</w:t>
      </w:r>
      <w:r w:rsidR="00816B77" w:rsidRPr="00816B77">
        <w:rPr>
          <w:rtl/>
          <w:lang w:bidi="ur-PK"/>
        </w:rPr>
        <w:t>ا</w:t>
      </w:r>
      <w:r>
        <w:rPr>
          <w:rtl/>
        </w:rPr>
        <w:t>عت کے لئے 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 شکل سے فرشتہ ، دل سے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نپ </w:t>
      </w:r>
      <w:r w:rsidR="00816B77" w:rsidRPr="00816B77">
        <w:rPr>
          <w:rtl/>
          <w:lang w:bidi="ur-PK"/>
        </w:rPr>
        <w:t>ا</w:t>
      </w:r>
      <w:r>
        <w:rPr>
          <w:rtl/>
        </w:rPr>
        <w:t>ورعقل کے لح</w:t>
      </w:r>
      <w:r w:rsidR="00816B77" w:rsidRPr="00816B77">
        <w:rPr>
          <w:rtl/>
          <w:lang w:bidi="ur-PK"/>
        </w:rPr>
        <w:t>ا</w:t>
      </w:r>
      <w:r>
        <w:rPr>
          <w:rtl/>
        </w:rPr>
        <w:t>ظ سے گدھ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جوشخص م</w:t>
      </w:r>
      <w:r w:rsidR="00816B77" w:rsidRPr="00816B77">
        <w:rPr>
          <w:rtl/>
          <w:lang w:bidi="ur-PK"/>
        </w:rPr>
        <w:t>ا</w:t>
      </w:r>
      <w:r>
        <w:rPr>
          <w:rtl/>
        </w:rPr>
        <w:t>ل د</w:t>
      </w:r>
      <w:r w:rsidR="00816B77" w:rsidRPr="00816B77">
        <w:rPr>
          <w:rtl/>
          <w:lang w:bidi="ur-PK"/>
        </w:rPr>
        <w:t>ا</w:t>
      </w:r>
      <w:r>
        <w:rPr>
          <w:rtl/>
        </w:rPr>
        <w:t>ر عورت سے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غل</w:t>
      </w:r>
      <w:r w:rsidR="00816B77" w:rsidRPr="00816B77">
        <w:rPr>
          <w:rtl/>
          <w:lang w:bidi="ur-PK"/>
        </w:rPr>
        <w:t>ا</w:t>
      </w:r>
      <w:r>
        <w:rPr>
          <w:rtl/>
        </w:rPr>
        <w:t>م ہوگ</w:t>
      </w:r>
      <w:r w:rsidR="00816B77" w:rsidRPr="00816B77">
        <w:rPr>
          <w:rtl/>
          <w:lang w:bidi="ur-PK"/>
        </w:rPr>
        <w:t>ا</w:t>
      </w:r>
    </w:p>
    <w:p w:rsidR="001A240E" w:rsidRPr="001A240E" w:rsidRDefault="001A240E" w:rsidP="00A60F54">
      <w:pPr>
        <w:pStyle w:val="libPoemTini"/>
        <w:rPr>
          <w:rtl/>
        </w:rPr>
      </w:pPr>
      <w:r w:rsidRPr="001A240E">
        <w:rPr>
          <w:rtl/>
        </w:rPr>
        <w:br w:type="page"/>
      </w:r>
    </w:p>
    <w:p w:rsidR="00283744" w:rsidRDefault="005A2492" w:rsidP="00283744">
      <w:pPr>
        <w:pStyle w:val="libNormal"/>
        <w:rPr>
          <w:rtl/>
        </w:rPr>
      </w:pPr>
      <w:r>
        <w:lastRenderedPageBreak/>
        <w:t>o</w:t>
      </w:r>
      <w:r w:rsidR="00283744">
        <w:rPr>
          <w:rtl/>
        </w:rPr>
        <w:tab/>
        <w:t xml:space="preserve">جب </w:t>
      </w:r>
      <w:r w:rsidR="00816B77" w:rsidRPr="00816B77">
        <w:rPr>
          <w:rtl/>
          <w:lang w:bidi="ur-PK"/>
        </w:rPr>
        <w:t>ا</w:t>
      </w:r>
      <w:r w:rsidR="00283744">
        <w:rPr>
          <w:rFonts w:hint="cs"/>
          <w:rtl/>
        </w:rPr>
        <w:t>ی</w:t>
      </w:r>
      <w:r w:rsidR="00283744">
        <w:rPr>
          <w:rFonts w:hint="eastAsia"/>
          <w:rtl/>
        </w:rPr>
        <w:t>ک</w:t>
      </w:r>
      <w:r w:rsidR="00283744">
        <w:rPr>
          <w:rtl/>
        </w:rPr>
        <w:t xml:space="preserve"> عورت مرج</w:t>
      </w:r>
      <w:r w:rsidR="00816B77" w:rsidRPr="00816B77">
        <w:rPr>
          <w:rtl/>
          <w:lang w:bidi="ur-PK"/>
        </w:rPr>
        <w:t>ا</w:t>
      </w:r>
      <w:r w:rsidR="00283744">
        <w:rPr>
          <w:rtl/>
        </w:rPr>
        <w:t>ت</w:t>
      </w:r>
      <w:r w:rsidR="00283744">
        <w:rPr>
          <w:rFonts w:hint="cs"/>
          <w:rtl/>
        </w:rPr>
        <w:t>ی</w:t>
      </w:r>
      <w:r w:rsidR="00283744">
        <w:rPr>
          <w:rtl/>
        </w:rPr>
        <w:t xml:space="preserve"> ہے تو </w:t>
      </w:r>
      <w:r w:rsidR="00816B77" w:rsidRPr="00816B77">
        <w:rPr>
          <w:rtl/>
          <w:lang w:bidi="ur-PK"/>
        </w:rPr>
        <w:t>ا</w:t>
      </w:r>
      <w:r w:rsidR="00283744">
        <w:rPr>
          <w:rFonts w:hint="cs"/>
          <w:rtl/>
        </w:rPr>
        <w:t>ی</w:t>
      </w:r>
      <w:r w:rsidR="00283744">
        <w:rPr>
          <w:rFonts w:hint="eastAsia"/>
          <w:rtl/>
        </w:rPr>
        <w:t>ک</w:t>
      </w:r>
      <w:r w:rsidR="00283744">
        <w:rPr>
          <w:rtl/>
        </w:rPr>
        <w:t xml:space="preserve"> فس</w:t>
      </w:r>
      <w:r w:rsidR="00816B77" w:rsidRPr="00816B77">
        <w:rPr>
          <w:rtl/>
          <w:lang w:bidi="ur-PK"/>
        </w:rPr>
        <w:t>ا</w:t>
      </w:r>
      <w:r w:rsidR="00283744">
        <w:rPr>
          <w:rtl/>
        </w:rPr>
        <w:t xml:space="preserve">د </w:t>
      </w:r>
      <w:r w:rsidR="00283744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283744">
        <w:rPr>
          <w:rtl/>
        </w:rPr>
        <w:t xml:space="preserve"> فتنہ ختم ہوج</w:t>
      </w:r>
      <w:r w:rsidR="00816B77" w:rsidRPr="00816B77">
        <w:rPr>
          <w:rtl/>
          <w:lang w:bidi="ur-PK"/>
        </w:rPr>
        <w:t>ا</w:t>
      </w:r>
      <w:r w:rsidR="00283744">
        <w:rPr>
          <w:rtl/>
        </w:rPr>
        <w:t>ت</w:t>
      </w:r>
      <w:r w:rsidR="00816B77" w:rsidRPr="00816B77">
        <w:rPr>
          <w:rtl/>
          <w:lang w:bidi="ur-PK"/>
        </w:rPr>
        <w:t>ا</w:t>
      </w:r>
      <w:r w:rsidR="00283744">
        <w:rPr>
          <w:rtl/>
        </w:rPr>
        <w:t xml:space="preserve"> ہے</w:t>
      </w:r>
    </w:p>
    <w:p w:rsidR="00283744" w:rsidRDefault="00283744" w:rsidP="00283744">
      <w:pPr>
        <w:pStyle w:val="libNormal"/>
        <w:rPr>
          <w:rtl/>
        </w:rPr>
      </w:pPr>
      <w:r>
        <w:t>o</w:t>
      </w:r>
      <w:r>
        <w:rPr>
          <w:rtl/>
        </w:rPr>
        <w:tab/>
        <w:t>بوڑھ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مرد </w:t>
      </w:r>
      <w:r w:rsidR="00816B77" w:rsidRPr="00816B77">
        <w:rPr>
          <w:rtl/>
          <w:lang w:bidi="ur-PK"/>
        </w:rPr>
        <w:t>ا</w:t>
      </w:r>
      <w:r>
        <w:rPr>
          <w:rtl/>
        </w:rPr>
        <w:t>گر جو</w:t>
      </w:r>
      <w:r w:rsidR="00816B77" w:rsidRPr="00816B77">
        <w:rPr>
          <w:rtl/>
          <w:lang w:bidi="ur-PK"/>
        </w:rPr>
        <w:t>ا</w:t>
      </w:r>
      <w:r>
        <w:rPr>
          <w:rtl/>
        </w:rPr>
        <w:t>ن لڑک</w:t>
      </w:r>
      <w:r>
        <w:rPr>
          <w:rFonts w:hint="cs"/>
          <w:rtl/>
        </w:rPr>
        <w:t>ی</w:t>
      </w:r>
      <w:r>
        <w:rPr>
          <w:rtl/>
        </w:rPr>
        <w:t xml:space="preserve"> سے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موت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قہقہ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283744" w:rsidP="005A2492">
      <w:pPr>
        <w:pStyle w:val="libNormal"/>
        <w:rPr>
          <w:rtl/>
        </w:rPr>
      </w:pPr>
      <w:r>
        <w:t>o</w:t>
      </w:r>
      <w:r w:rsidR="005A2492">
        <w:rPr>
          <w:rtl/>
        </w:rPr>
        <w:tab/>
        <w:t>عورت کے، 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نہ کرنے کے درم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سوئ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بر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بر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صلہ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منہ کبھ</w:t>
      </w:r>
      <w:r>
        <w:rPr>
          <w:rFonts w:hint="cs"/>
          <w:rtl/>
        </w:rPr>
        <w:t>ی</w:t>
      </w:r>
      <w:r>
        <w:rPr>
          <w:rtl/>
        </w:rPr>
        <w:t xml:space="preserve">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گمر</w:t>
      </w:r>
      <w:r w:rsidR="00816B77" w:rsidRPr="00816B77">
        <w:rPr>
          <w:rtl/>
          <w:lang w:bidi="ur-PK"/>
        </w:rPr>
        <w:t>ا</w:t>
      </w:r>
      <w:r>
        <w:rPr>
          <w:rtl/>
        </w:rPr>
        <w:t>ہ کرنے کے لئے دس گھنٹے ک</w:t>
      </w:r>
      <w:r>
        <w:rPr>
          <w:rFonts w:hint="cs"/>
          <w:rtl/>
        </w:rPr>
        <w:t>ی</w:t>
      </w:r>
      <w:r>
        <w:rPr>
          <w:rtl/>
        </w:rPr>
        <w:t xml:space="preserve"> ضرورت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عورت کو دس مرد گمر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  کے لئے 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درک</w:t>
      </w:r>
      <w:r w:rsidR="00816B77" w:rsidRPr="00816B77">
        <w:rPr>
          <w:rtl/>
          <w:lang w:bidi="ur-PK"/>
        </w:rPr>
        <w:t>ا</w:t>
      </w:r>
      <w:r>
        <w:rPr>
          <w:rtl/>
        </w:rPr>
        <w:t>ر ہے</w:t>
      </w:r>
    </w:p>
    <w:p w:rsidR="005A2492" w:rsidRDefault="005A2492" w:rsidP="001A240E">
      <w:pPr>
        <w:pStyle w:val="libNormal"/>
        <w:rPr>
          <w:rtl/>
        </w:rPr>
      </w:pPr>
      <w:r>
        <w:t>o</w:t>
      </w:r>
      <w:r>
        <w:rPr>
          <w:rtl/>
        </w:rPr>
        <w:tab/>
        <w:t>عورت جب رورہ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چھپ کر ہنس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1A240E" w:rsidRPr="007741D8">
        <w:rPr>
          <w:rStyle w:val="libFootnotenumChar"/>
          <w:rFonts w:hint="cs"/>
          <w:rtl/>
        </w:rPr>
        <w:t>(1)</w:t>
      </w:r>
    </w:p>
    <w:p w:rsidR="005A2492" w:rsidRDefault="005A2492" w:rsidP="00C75FD7">
      <w:pPr>
        <w:pStyle w:val="Heading1"/>
        <w:rPr>
          <w:rtl/>
        </w:rPr>
      </w:pPr>
      <w:bookmarkStart w:id="210" w:name="_Toc393190635"/>
      <w:r>
        <w:rPr>
          <w:rFonts w:hint="eastAsia"/>
          <w:rtl/>
        </w:rPr>
        <w:t>ہندوست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1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ہندو</w:t>
      </w:r>
      <w:r>
        <w:rPr>
          <w:rtl/>
        </w:rPr>
        <w:t xml:space="preserve">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عورت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 w:rsidR="00816B77" w:rsidRPr="00816B77">
        <w:rPr>
          <w:rtl/>
          <w:lang w:bidi="ur-PK"/>
        </w:rPr>
        <w:t>ا</w:t>
      </w:r>
      <w:r>
        <w:rPr>
          <w:rtl/>
        </w:rPr>
        <w:t>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>ور کوئ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سلئے جب بھ</w:t>
      </w:r>
      <w:r>
        <w:rPr>
          <w:rFonts w:hint="cs"/>
          <w:rtl/>
        </w:rPr>
        <w:t>ی</w:t>
      </w:r>
      <w:r>
        <w:rPr>
          <w:rtl/>
        </w:rPr>
        <w:t xml:space="preserve"> شوہر مرج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تو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 w:rsidR="00816B77" w:rsidRPr="00816B77">
        <w:rPr>
          <w:rtl/>
          <w:lang w:bidi="ur-PK"/>
        </w:rPr>
        <w:t>ا</w:t>
      </w:r>
      <w:r>
        <w:rPr>
          <w:rtl/>
        </w:rPr>
        <w:t>تے تھے</w:t>
      </w:r>
      <w:r w:rsidR="00816B77" w:rsidRPr="00816B77">
        <w:rPr>
          <w:rtl/>
          <w:lang w:bidi="ur-PK"/>
        </w:rPr>
        <w:t>ا</w:t>
      </w:r>
      <w:r>
        <w:rPr>
          <w:rtl/>
        </w:rPr>
        <w:t>ور شوہر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طور پر قرب</w:t>
      </w:r>
      <w:r w:rsidR="00816B77" w:rsidRPr="00816B77">
        <w:rPr>
          <w:rtl/>
          <w:lang w:bidi="ur-PK"/>
        </w:rPr>
        <w:t>ا</w:t>
      </w:r>
      <w:r>
        <w:rPr>
          <w:rtl/>
        </w:rPr>
        <w:t>ن کرتے تھے</w:t>
      </w:r>
      <w:r w:rsidR="00816B77" w:rsidRPr="00816B77">
        <w:rPr>
          <w:rtl/>
          <w:lang w:bidi="ur-PK"/>
        </w:rPr>
        <w:t>ا</w:t>
      </w:r>
      <w:r>
        <w:rPr>
          <w:rtl/>
        </w:rPr>
        <w:t>س سنت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 ست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sati</w:t>
      </w:r>
      <w:r>
        <w:rPr>
          <w:rtl/>
        </w:rPr>
        <w:t xml:space="preserve">) ہے گذشتہ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</w:t>
      </w:r>
      <w:r>
        <w:rPr>
          <w:rFonts w:hint="eastAsia"/>
          <w:rtl/>
        </w:rPr>
        <w:t>تک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 ج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ب بھ</w:t>
      </w:r>
      <w:r>
        <w:rPr>
          <w:rFonts w:hint="cs"/>
          <w:rtl/>
        </w:rPr>
        <w:t>ی</w:t>
      </w:r>
      <w:r>
        <w:rPr>
          <w:rtl/>
        </w:rPr>
        <w:t xml:space="preserve"> بعض متعصب ہندو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سنت کو </w:t>
      </w:r>
      <w:r w:rsidR="00816B77" w:rsidRPr="00816B77">
        <w:rPr>
          <w:rtl/>
          <w:lang w:bidi="ur-PK"/>
        </w:rPr>
        <w:t>ا</w:t>
      </w:r>
      <w:r>
        <w:rPr>
          <w:rtl/>
        </w:rPr>
        <w:t>نج</w:t>
      </w:r>
      <w:r w:rsidR="00816B77" w:rsidRPr="00816B77">
        <w:rPr>
          <w:rtl/>
          <w:lang w:bidi="ur-PK"/>
        </w:rPr>
        <w:t>ا</w:t>
      </w:r>
      <w:r>
        <w:rPr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C75FD7">
      <w:pPr>
        <w:pStyle w:val="Heading1"/>
        <w:rPr>
          <w:rtl/>
        </w:rPr>
      </w:pPr>
      <w:bookmarkStart w:id="211" w:name="_Toc393190636"/>
      <w:r>
        <w:rPr>
          <w:rFonts w:hint="eastAsia"/>
          <w:rtl/>
        </w:rPr>
        <w:t>کہ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211"/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بندر کے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خنجر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متر</w:t>
      </w:r>
      <w:r w:rsidR="00816B77" w:rsidRPr="00816B77">
        <w:rPr>
          <w:rtl/>
          <w:lang w:bidi="ur-PK"/>
        </w:rPr>
        <w:t>ا</w:t>
      </w:r>
      <w:r>
        <w:rPr>
          <w:rtl/>
        </w:rPr>
        <w:t>دف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رہنے  ک</w:t>
      </w:r>
      <w:r>
        <w:rPr>
          <w:rFonts w:hint="cs"/>
          <w:rtl/>
        </w:rPr>
        <w:t>ی</w:t>
      </w:r>
      <w:r>
        <w:rPr>
          <w:rtl/>
        </w:rPr>
        <w:t xml:space="preserve"> جگہ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خل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بتد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1A240E" w:rsidRDefault="001A240E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240E" w:rsidRDefault="001A240E" w:rsidP="0028374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83744" w:rsidRPr="00283744">
        <w:rPr>
          <w:rtl/>
        </w:rPr>
        <w:t xml:space="preserve"> بہشت خ</w:t>
      </w:r>
      <w:r w:rsidR="00816B77" w:rsidRPr="00816B77">
        <w:rPr>
          <w:rtl/>
        </w:rPr>
        <w:t>ا</w:t>
      </w:r>
      <w:r w:rsidR="00283744" w:rsidRPr="00283744">
        <w:rPr>
          <w:rtl/>
        </w:rPr>
        <w:t>نو</w:t>
      </w:r>
      <w:r w:rsidR="00816B77" w:rsidRPr="00816B77">
        <w:rPr>
          <w:rtl/>
        </w:rPr>
        <w:t>ا</w:t>
      </w:r>
      <w:r w:rsidR="00283744" w:rsidRPr="00283744">
        <w:rPr>
          <w:rtl/>
        </w:rPr>
        <w:t>دہ،ص</w:t>
      </w:r>
      <w:r w:rsidR="00283744" w:rsidRPr="00283744">
        <w:rPr>
          <w:rtl/>
          <w:lang w:bidi="fa-IR"/>
        </w:rPr>
        <w:t>۳۲۱</w:t>
      </w:r>
    </w:p>
    <w:p w:rsidR="001A240E" w:rsidRPr="001A240E" w:rsidRDefault="001A240E" w:rsidP="00A60F54">
      <w:pPr>
        <w:pStyle w:val="libPoemTini"/>
        <w:rPr>
          <w:rtl/>
        </w:rPr>
      </w:pPr>
      <w:r w:rsidRPr="001A240E">
        <w:rPr>
          <w:rtl/>
        </w:rPr>
        <w:br w:type="page"/>
      </w:r>
    </w:p>
    <w:p w:rsidR="00283744" w:rsidRDefault="005A2492" w:rsidP="00283744">
      <w:pPr>
        <w:pStyle w:val="libNormal"/>
        <w:rPr>
          <w:rtl/>
        </w:rPr>
      </w:pPr>
      <w:r>
        <w:lastRenderedPageBreak/>
        <w:t>o</w:t>
      </w:r>
      <w:r w:rsidR="00283744">
        <w:rPr>
          <w:rtl/>
        </w:rPr>
        <w:tab/>
        <w:t>عورت شوہر ک</w:t>
      </w:r>
      <w:r w:rsidR="00283744">
        <w:rPr>
          <w:rFonts w:hint="cs"/>
          <w:rtl/>
        </w:rPr>
        <w:t>ی</w:t>
      </w:r>
      <w:r w:rsidR="00283744">
        <w:rPr>
          <w:rtl/>
        </w:rPr>
        <w:t xml:space="preserve"> عدم موجودگ</w:t>
      </w:r>
      <w:r w:rsidR="00283744">
        <w:rPr>
          <w:rFonts w:hint="cs"/>
          <w:rtl/>
        </w:rPr>
        <w:t>ی</w:t>
      </w:r>
      <w:r w:rsidR="00283744">
        <w:rPr>
          <w:rtl/>
        </w:rPr>
        <w:t xml:space="preserve"> م</w:t>
      </w:r>
      <w:r w:rsidR="00283744">
        <w:rPr>
          <w:rFonts w:hint="cs"/>
          <w:rtl/>
        </w:rPr>
        <w:t>ی</w:t>
      </w:r>
      <w:r w:rsidR="00283744">
        <w:rPr>
          <w:rFonts w:hint="eastAsia"/>
          <w:rtl/>
        </w:rPr>
        <w:t>ں</w:t>
      </w:r>
      <w:r w:rsidR="00283744">
        <w:rPr>
          <w:rtl/>
        </w:rPr>
        <w:t xml:space="preserve"> روت</w:t>
      </w:r>
      <w:r w:rsidR="00283744">
        <w:rPr>
          <w:rFonts w:hint="cs"/>
          <w:rtl/>
        </w:rPr>
        <w:t>ی</w:t>
      </w:r>
      <w:r w:rsidR="00283744">
        <w:rPr>
          <w:rtl/>
        </w:rPr>
        <w:t xml:space="preserve"> رہت</w:t>
      </w:r>
      <w:r w:rsidR="00283744">
        <w:rPr>
          <w:rFonts w:hint="cs"/>
          <w:rtl/>
        </w:rPr>
        <w:t>ی</w:t>
      </w:r>
      <w:r w:rsidR="00283744"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 w:rsidR="00283744">
        <w:rPr>
          <w:rtl/>
        </w:rPr>
        <w:t>ور زم</w:t>
      </w:r>
      <w:r w:rsidR="00283744">
        <w:rPr>
          <w:rFonts w:hint="cs"/>
          <w:rtl/>
        </w:rPr>
        <w:t>ی</w:t>
      </w:r>
      <w:r w:rsidR="00283744">
        <w:rPr>
          <w:rFonts w:hint="eastAsia"/>
          <w:rtl/>
        </w:rPr>
        <w:t>ن</w:t>
      </w:r>
      <w:r w:rsidR="00283744">
        <w:rPr>
          <w:rtl/>
        </w:rPr>
        <w:t xml:space="preserve">  پ</w:t>
      </w:r>
      <w:r w:rsidR="00816B77" w:rsidRPr="00816B77">
        <w:rPr>
          <w:rtl/>
          <w:lang w:bidi="ur-PK"/>
        </w:rPr>
        <w:t>ا</w:t>
      </w:r>
      <w:r w:rsidR="00283744">
        <w:rPr>
          <w:rtl/>
        </w:rPr>
        <w:t>ن</w:t>
      </w:r>
      <w:r w:rsidR="00283744">
        <w:rPr>
          <w:rFonts w:hint="cs"/>
          <w:rtl/>
        </w:rPr>
        <w:t>ی</w:t>
      </w:r>
      <w:r w:rsidR="00283744">
        <w:rPr>
          <w:rtl/>
        </w:rPr>
        <w:t xml:space="preserve"> کے نہ ہونے پر روت</w:t>
      </w:r>
      <w:r w:rsidR="00283744">
        <w:rPr>
          <w:rFonts w:hint="cs"/>
          <w:rtl/>
        </w:rPr>
        <w:t>ی</w:t>
      </w:r>
      <w:r w:rsidR="00283744">
        <w:rPr>
          <w:rtl/>
        </w:rPr>
        <w:t xml:space="preserve"> رہت</w:t>
      </w:r>
      <w:r w:rsidR="00283744">
        <w:rPr>
          <w:rFonts w:hint="cs"/>
          <w:rtl/>
        </w:rPr>
        <w:t>ی</w:t>
      </w:r>
      <w:r w:rsidR="00283744">
        <w:rPr>
          <w:rtl/>
        </w:rPr>
        <w:t xml:space="preserve"> ہے</w:t>
      </w:r>
    </w:p>
    <w:p w:rsidR="00283744" w:rsidRDefault="00283744" w:rsidP="00283744">
      <w:pPr>
        <w:pStyle w:val="libNormal"/>
        <w:rPr>
          <w:rtl/>
        </w:rPr>
      </w:pPr>
      <w:r>
        <w:t>o</w:t>
      </w:r>
      <w:r>
        <w:rPr>
          <w:rtl/>
        </w:rPr>
        <w:tab/>
        <w:t>ہز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پر متفق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نوں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ق ہون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مح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 ہے</w:t>
      </w:r>
    </w:p>
    <w:p w:rsidR="00283744" w:rsidRDefault="00283744" w:rsidP="00283744">
      <w:pPr>
        <w:pStyle w:val="libNormal"/>
        <w:rPr>
          <w:rtl/>
        </w:rPr>
      </w:pPr>
      <w:r>
        <w:t>o</w:t>
      </w:r>
      <w:r>
        <w:rPr>
          <w:rtl/>
        </w:rPr>
        <w:tab/>
        <w:t>مرد کوشہوت سے دلچسپ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کو مرد سے</w:t>
      </w:r>
    </w:p>
    <w:p w:rsidR="00283744" w:rsidRDefault="00283744" w:rsidP="00283744">
      <w:pPr>
        <w:pStyle w:val="libNormal"/>
        <w:rPr>
          <w:rtl/>
        </w:rPr>
      </w:pPr>
      <w:r>
        <w:t>o</w:t>
      </w:r>
      <w:r>
        <w:rPr>
          <w:rtl/>
        </w:rPr>
        <w:tab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بٹو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سخت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ندھ کر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لے کر ج</w:t>
      </w:r>
      <w:r w:rsidR="00816B77" w:rsidRPr="00816B77">
        <w:rPr>
          <w:rtl/>
          <w:lang w:bidi="ur-PK"/>
        </w:rPr>
        <w:t>ا</w:t>
      </w:r>
      <w:r>
        <w:rPr>
          <w:rtl/>
        </w:rPr>
        <w:t>ؤ</w:t>
      </w:r>
    </w:p>
    <w:p w:rsidR="005A2492" w:rsidRDefault="00283744" w:rsidP="005A2492">
      <w:pPr>
        <w:pStyle w:val="libNormal"/>
        <w:rPr>
          <w:rtl/>
        </w:rPr>
      </w:pPr>
      <w:r>
        <w:t>o</w:t>
      </w:r>
      <w:r w:rsidR="005A2492">
        <w:rPr>
          <w:rtl/>
        </w:rPr>
        <w:tab/>
        <w:t>خوبصورت عورت سب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بدشکل عورت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عورت وہ ہے جو 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پہ</w:t>
      </w:r>
      <w:r w:rsidR="00816B77" w:rsidRPr="00816B77">
        <w:rPr>
          <w:rtl/>
          <w:lang w:bidi="ur-PK"/>
        </w:rPr>
        <w:t>ا</w:t>
      </w:r>
      <w:r>
        <w:rPr>
          <w:rtl/>
        </w:rPr>
        <w:t>ڑ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نند ہے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ہرم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نند</w:t>
      </w:r>
    </w:p>
    <w:p w:rsidR="005A2492" w:rsidRDefault="005A2492" w:rsidP="00C75FD7">
      <w:pPr>
        <w:pStyle w:val="Heading1"/>
        <w:rPr>
          <w:rtl/>
        </w:rPr>
      </w:pPr>
      <w:bookmarkStart w:id="212" w:name="_Toc393190637"/>
      <w:r>
        <w:rPr>
          <w:rFonts w:hint="eastAsia"/>
          <w:rtl/>
        </w:rPr>
        <w:t>عصر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12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سے پہلے عصر ج</w:t>
      </w:r>
      <w:r w:rsidRPr="00816B77">
        <w:rPr>
          <w:rtl/>
          <w:lang w:bidi="ur-PK"/>
        </w:rPr>
        <w:t>ا</w:t>
      </w:r>
      <w:r w:rsidR="005A2492">
        <w:rPr>
          <w:rtl/>
        </w:rPr>
        <w:t>ہل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نہ فقط </w:t>
      </w:r>
      <w:r w:rsidRPr="00816B77">
        <w:rPr>
          <w:rtl/>
          <w:lang w:bidi="ur-PK"/>
        </w:rPr>
        <w:t>ا</w:t>
      </w:r>
      <w:r w:rsidR="005A2492">
        <w:rPr>
          <w:rtl/>
        </w:rPr>
        <w:t>بتد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حقوق (روٹ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کپڑ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مک</w:t>
      </w:r>
      <w:r w:rsidRPr="00816B77">
        <w:rPr>
          <w:rtl/>
          <w:lang w:bidi="ur-PK"/>
        </w:rPr>
        <w:t>ا</w:t>
      </w:r>
      <w:r w:rsidR="005A2492">
        <w:rPr>
          <w:rtl/>
        </w:rPr>
        <w:t>ن) سے محروم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بلکہ ہر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نوں</w:t>
      </w:r>
      <w:r w:rsidR="005A2492">
        <w:rPr>
          <w:rtl/>
        </w:rPr>
        <w:t xml:space="preserve"> سے پست تر </w:t>
      </w:r>
      <w:r w:rsidRPr="00816B77">
        <w:rPr>
          <w:rtl/>
          <w:lang w:bidi="ur-PK"/>
        </w:rPr>
        <w:t>ا</w:t>
      </w:r>
      <w:r w:rsidR="005A2492">
        <w:rPr>
          <w:rtl/>
        </w:rPr>
        <w:t>ور بدتر شم</w:t>
      </w:r>
      <w:r w:rsidRPr="00816B77">
        <w:rPr>
          <w:rtl/>
          <w:lang w:bidi="ur-PK"/>
        </w:rPr>
        <w:t>ا</w:t>
      </w:r>
      <w:r w:rsidR="005A2492">
        <w:rPr>
          <w:rtl/>
        </w:rPr>
        <w:t>ر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ش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ئے</w:t>
      </w:r>
      <w:r w:rsidR="005A2492">
        <w:rPr>
          <w:rtl/>
        </w:rPr>
        <w:t xml:space="preserve"> فروخت کے طور پر ب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و فروخت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>بعض وجوہ</w:t>
      </w:r>
      <w:r w:rsidRPr="00816B77">
        <w:rPr>
          <w:rtl/>
          <w:lang w:bidi="ur-PK"/>
        </w:rPr>
        <w:t>ا</w:t>
      </w:r>
      <w:r w:rsidR="005A2492">
        <w:rPr>
          <w:rtl/>
        </w:rPr>
        <w:t>ت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فقر و تنگدست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جنگوں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شکست کے موقع پر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رہونے</w:t>
      </w:r>
      <w:r w:rsidR="005A2492">
        <w:rPr>
          <w:rtl/>
        </w:rPr>
        <w:t xml:space="preserve"> کے خوف سے موت کے گھ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ٹ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>ور لوگ 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کے وجود کو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لئے ننگ وع</w:t>
      </w:r>
      <w:r w:rsidRPr="00816B77">
        <w:rPr>
          <w:rtl/>
          <w:lang w:bidi="ur-PK"/>
        </w:rPr>
        <w:t>ا</w:t>
      </w:r>
      <w:r w:rsidR="005A2492">
        <w:rPr>
          <w:rtl/>
        </w:rPr>
        <w:t>رسمجھتے ہوئے زندہ درگور کرتے تھے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زندہ درگور کرن</w:t>
      </w:r>
      <w:r w:rsidR="00816B77" w:rsidRPr="00816B77">
        <w:rPr>
          <w:rtl/>
          <w:lang w:bidi="ur-PK"/>
        </w:rPr>
        <w:t>ا</w:t>
      </w:r>
      <w:r>
        <w:rPr>
          <w:rtl/>
        </w:rPr>
        <w:t>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>م رو</w:t>
      </w:r>
      <w:r w:rsidR="00816B77" w:rsidRPr="00816B77">
        <w:rPr>
          <w:rtl/>
          <w:lang w:bidi="ur-PK"/>
        </w:rPr>
        <w:t>ا</w:t>
      </w:r>
      <w:r>
        <w:rPr>
          <w:rtl/>
        </w:rPr>
        <w:t>ج بن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بعض لوگ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سر قلم کرتے تھے تو بعض لوگ پہ</w:t>
      </w:r>
      <w:r w:rsidR="00816B77" w:rsidRPr="00816B77">
        <w:rPr>
          <w:rtl/>
          <w:lang w:bidi="ur-PK"/>
        </w:rPr>
        <w:t>ا</w:t>
      </w:r>
      <w:r>
        <w:rPr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وپر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تھےتو بعض لوگ 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بعض لوگ زندہ درگور کرتے تھے</w:t>
      </w:r>
    </w:p>
    <w:p w:rsidR="001A240E" w:rsidRPr="00E67D25" w:rsidRDefault="005A2492" w:rsidP="003403C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 بچہ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گڑھ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دوسر</w:t>
      </w:r>
      <w:r>
        <w:rPr>
          <w:rFonts w:hint="cs"/>
          <w:rtl/>
        </w:rPr>
        <w:t>ی</w:t>
      </w:r>
      <w:r>
        <w:rPr>
          <w:rtl/>
        </w:rPr>
        <w:t xml:space="preserve"> طرف بچےّ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لب</w:t>
      </w:r>
      <w:r w:rsidR="00816B77" w:rsidRPr="00816B77">
        <w:rPr>
          <w:rtl/>
          <w:lang w:bidi="ur-PK"/>
        </w:rPr>
        <w:t>ا</w:t>
      </w:r>
      <w:r>
        <w:rPr>
          <w:rtl/>
        </w:rPr>
        <w:t>س 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رکھ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</w:t>
      </w:r>
      <w:r w:rsidR="00816B77" w:rsidRPr="00816B77">
        <w:rPr>
          <w:rtl/>
          <w:lang w:bidi="ur-PK"/>
        </w:rPr>
        <w:t>ا</w:t>
      </w:r>
      <w:r>
        <w:rPr>
          <w:rtl/>
        </w:rPr>
        <w:t>گر بچ</w:t>
      </w:r>
      <w:r>
        <w:rPr>
          <w:rFonts w:hint="cs"/>
          <w:rtl/>
        </w:rPr>
        <w:t>ی</w:t>
      </w:r>
      <w:r>
        <w:rPr>
          <w:rtl/>
        </w:rPr>
        <w:t xml:space="preserve"> ہوتو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</w:t>
      </w:r>
      <w:r w:rsidR="00816B77" w:rsidRPr="00816B77">
        <w:rPr>
          <w:rtl/>
          <w:lang w:bidi="ur-PK"/>
        </w:rPr>
        <w:t>ا</w:t>
      </w:r>
      <w:r>
        <w:rPr>
          <w:rtl/>
        </w:rPr>
        <w:t>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بچّہ ہو تو </w:t>
      </w:r>
      <w:r w:rsidR="00816B77" w:rsidRPr="00816B77">
        <w:rPr>
          <w:rtl/>
          <w:lang w:bidi="ur-PK"/>
        </w:rPr>
        <w:t>ا</w:t>
      </w:r>
      <w:r>
        <w:rPr>
          <w:rtl/>
        </w:rPr>
        <w:t>سے ف</w:t>
      </w:r>
      <w:r w:rsidR="00816B77" w:rsidRPr="00816B77">
        <w:rPr>
          <w:rtl/>
          <w:lang w:bidi="ur-PK"/>
        </w:rPr>
        <w:t>ا</w:t>
      </w:r>
      <w:r>
        <w:rPr>
          <w:rtl/>
        </w:rPr>
        <w:t>خر</w:t>
      </w:r>
      <w:r w:rsidR="00816B77" w:rsidRPr="00816B77">
        <w:rPr>
          <w:rtl/>
          <w:lang w:bidi="ur-PK"/>
        </w:rPr>
        <w:t>ا</w:t>
      </w:r>
      <w:r>
        <w:rPr>
          <w:rtl/>
        </w:rPr>
        <w:t>نہ لب</w:t>
      </w:r>
      <w:r w:rsidR="00816B77" w:rsidRPr="00816B77">
        <w:rPr>
          <w:rtl/>
          <w:lang w:bidi="ur-PK"/>
        </w:rPr>
        <w:t>ا</w:t>
      </w:r>
      <w:r>
        <w:rPr>
          <w:rtl/>
        </w:rPr>
        <w:t>س پہن</w:t>
      </w:r>
      <w:r w:rsidR="00816B77" w:rsidRPr="00816B77">
        <w:rPr>
          <w:rtl/>
          <w:lang w:bidi="ur-PK"/>
        </w:rPr>
        <w:t>ا</w:t>
      </w:r>
      <w:r>
        <w:rPr>
          <w:rtl/>
        </w:rPr>
        <w:t>تے تھے</w:t>
      </w:r>
      <w:r w:rsidRPr="00E67D25">
        <w:rPr>
          <w:rFonts w:hint="eastAsia"/>
          <w:rtl/>
        </w:rPr>
        <w:t>د</w:t>
      </w:r>
      <w:r w:rsidR="00816B77" w:rsidRPr="00E67D25">
        <w:rPr>
          <w:rFonts w:hint="eastAsia"/>
          <w:rtl/>
        </w:rPr>
        <w:t>ا</w:t>
      </w:r>
      <w:r w:rsidRPr="00E67D25">
        <w:rPr>
          <w:rFonts w:hint="eastAsia"/>
          <w:rtl/>
        </w:rPr>
        <w:t>ست</w:t>
      </w:r>
      <w:r w:rsidR="00816B77" w:rsidRPr="00E67D25">
        <w:rPr>
          <w:rFonts w:hint="eastAsia"/>
          <w:rtl/>
        </w:rPr>
        <w:t>ا</w:t>
      </w:r>
      <w:r w:rsidRPr="00E67D25">
        <w:rPr>
          <w:rFonts w:hint="eastAsia"/>
          <w:rtl/>
        </w:rPr>
        <w:t>ن</w:t>
      </w:r>
      <w:r w:rsidRPr="00E67D25">
        <w:rPr>
          <w:rtl/>
        </w:rPr>
        <w:t xml:space="preserve"> ق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س</w:t>
      </w:r>
      <w:r w:rsidRPr="00E67D25">
        <w:rPr>
          <w:rtl/>
        </w:rPr>
        <w:t xml:space="preserve"> قس</w:t>
      </w:r>
      <w:r w:rsidR="00816B77" w:rsidRPr="00E67D25">
        <w:rPr>
          <w:rtl/>
        </w:rPr>
        <w:t>ا</w:t>
      </w:r>
      <w:r w:rsidRPr="00E67D25">
        <w:rPr>
          <w:rtl/>
        </w:rPr>
        <w:t xml:space="preserve">وت </w:t>
      </w:r>
      <w:r w:rsidR="00816B77" w:rsidRPr="00E67D25">
        <w:rPr>
          <w:rtl/>
        </w:rPr>
        <w:t>ا</w:t>
      </w:r>
      <w:r w:rsidRPr="00E67D25">
        <w:rPr>
          <w:rtl/>
        </w:rPr>
        <w:t>ور سنگدل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ک</w:t>
      </w:r>
      <w:r w:rsidR="00816B77" w:rsidRPr="00E67D25">
        <w:rPr>
          <w:rtl/>
        </w:rPr>
        <w:t>ا</w:t>
      </w:r>
      <w:r w:rsidRPr="00E67D25">
        <w:rPr>
          <w:rtl/>
        </w:rPr>
        <w:t>منہ بولت</w:t>
      </w:r>
      <w:r w:rsidR="00816B77" w:rsidRPr="00E67D25">
        <w:rPr>
          <w:rtl/>
        </w:rPr>
        <w:t>ا</w:t>
      </w:r>
      <w:r w:rsidRPr="00E67D25">
        <w:rPr>
          <w:rtl/>
        </w:rPr>
        <w:t xml:space="preserve"> ثبوت ہے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ہ</w:t>
      </w:r>
      <w:r w:rsidRPr="00E67D25">
        <w:rPr>
          <w:rtl/>
        </w:rPr>
        <w:t xml:space="preserve"> شخص پ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غمبر</w:t>
      </w:r>
      <w:r w:rsidRPr="00E67D25">
        <w:rPr>
          <w:rtl/>
        </w:rPr>
        <w:t xml:space="preserve"> </w:t>
      </w:r>
      <w:r w:rsidR="00816B77" w:rsidRPr="00E67D25">
        <w:rPr>
          <w:rtl/>
        </w:rPr>
        <w:t>ا</w:t>
      </w:r>
      <w:r w:rsidRPr="00E67D25">
        <w:rPr>
          <w:rtl/>
        </w:rPr>
        <w:t>سل</w:t>
      </w:r>
      <w:r w:rsidR="00816B77" w:rsidRPr="00E67D25">
        <w:rPr>
          <w:rtl/>
        </w:rPr>
        <w:t>ا</w:t>
      </w:r>
      <w:r w:rsidRPr="00E67D25">
        <w:rPr>
          <w:rtl/>
        </w:rPr>
        <w:t>م</w:t>
      </w:r>
      <w:r w:rsidR="000B1FC0" w:rsidRPr="00E67D25">
        <w:rPr>
          <w:rtl/>
        </w:rPr>
        <w:t>(ص)</w:t>
      </w:r>
      <w:r w:rsidRPr="00E67D25">
        <w:rPr>
          <w:rtl/>
        </w:rPr>
        <w:t xml:space="preserve"> پر </w:t>
      </w:r>
      <w:r w:rsidR="00816B77" w:rsidRPr="00E67D25">
        <w:rPr>
          <w:rtl/>
        </w:rPr>
        <w:t>ا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م</w:t>
      </w:r>
      <w:r w:rsidR="00816B77" w:rsidRPr="00E67D25">
        <w:rPr>
          <w:rFonts w:hint="eastAsia"/>
          <w:rtl/>
        </w:rPr>
        <w:t>ا</w:t>
      </w:r>
      <w:r w:rsidRPr="00E67D25">
        <w:rPr>
          <w:rFonts w:hint="eastAsia"/>
          <w:rtl/>
        </w:rPr>
        <w:t>ن</w:t>
      </w:r>
      <w:r w:rsidRPr="00E67D25">
        <w:rPr>
          <w:rtl/>
        </w:rPr>
        <w:t xml:space="preserve"> ل</w:t>
      </w:r>
      <w:r w:rsidR="00816B77" w:rsidRPr="00E67D25">
        <w:rPr>
          <w:rtl/>
        </w:rPr>
        <w:t>ا</w:t>
      </w:r>
      <w:r w:rsidRPr="00E67D25">
        <w:rPr>
          <w:rtl/>
        </w:rPr>
        <w:t>نے کے بعد رو رہ</w:t>
      </w:r>
      <w:r w:rsidR="00816B77" w:rsidRPr="00E67D25">
        <w:rPr>
          <w:rtl/>
        </w:rPr>
        <w:t>ا</w:t>
      </w:r>
      <w:r w:rsidRPr="00E67D25">
        <w:rPr>
          <w:rtl/>
        </w:rPr>
        <w:t xml:space="preserve"> تھ</w:t>
      </w:r>
      <w:r w:rsidR="00816B77" w:rsidRPr="00E67D25">
        <w:rPr>
          <w:rtl/>
        </w:rPr>
        <w:t>ا</w:t>
      </w:r>
      <w:r w:rsidRPr="00E67D25">
        <w:rPr>
          <w:rtl/>
        </w:rPr>
        <w:t xml:space="preserve"> پ</w:t>
      </w:r>
      <w:r w:rsidRPr="00E67D25">
        <w:rPr>
          <w:rFonts w:hint="cs"/>
          <w:rtl/>
        </w:rPr>
        <w:t>ی</w:t>
      </w:r>
      <w:r w:rsidRPr="00E67D25">
        <w:rPr>
          <w:rFonts w:hint="eastAsia"/>
          <w:rtl/>
        </w:rPr>
        <w:t>غمبر</w:t>
      </w:r>
      <w:r w:rsidRPr="00E67D25">
        <w:rPr>
          <w:rtl/>
        </w:rPr>
        <w:t xml:space="preserve"> </w:t>
      </w:r>
      <w:r w:rsidR="00816B77" w:rsidRPr="00E67D25">
        <w:rPr>
          <w:rtl/>
        </w:rPr>
        <w:t>ا</w:t>
      </w:r>
      <w:r w:rsidRPr="00E67D25">
        <w:rPr>
          <w:rtl/>
        </w:rPr>
        <w:t>سل</w:t>
      </w:r>
      <w:r w:rsidR="00816B77" w:rsidRPr="00E67D25">
        <w:rPr>
          <w:rtl/>
        </w:rPr>
        <w:t>ا</w:t>
      </w:r>
      <w:r w:rsidRPr="00E67D25">
        <w:rPr>
          <w:rtl/>
        </w:rPr>
        <w:t xml:space="preserve">م </w:t>
      </w:r>
      <w:r w:rsidR="000B1FC0" w:rsidRPr="00E67D25">
        <w:rPr>
          <w:rtl/>
        </w:rPr>
        <w:t>(ص)</w:t>
      </w:r>
      <w:r w:rsidRPr="00E67D25">
        <w:rPr>
          <w:rtl/>
        </w:rPr>
        <w:t>نے وجہ در</w:t>
      </w:r>
      <w:r w:rsidRPr="00E67D25">
        <w:rPr>
          <w:rFonts w:hint="cs"/>
          <w:rtl/>
        </w:rPr>
        <w:t>ی</w:t>
      </w:r>
      <w:r w:rsidR="00816B77" w:rsidRPr="00E67D25">
        <w:rPr>
          <w:rFonts w:hint="eastAsia"/>
          <w:rtl/>
        </w:rPr>
        <w:t>ا</w:t>
      </w:r>
      <w:r w:rsidRPr="00E67D25">
        <w:rPr>
          <w:rFonts w:hint="eastAsia"/>
          <w:rtl/>
        </w:rPr>
        <w:t>فت</w:t>
      </w:r>
      <w:r w:rsidRPr="00E67D25">
        <w:rPr>
          <w:rtl/>
        </w:rPr>
        <w:t xml:space="preserve"> ک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تو کہ</w:t>
      </w:r>
      <w:r w:rsidR="00816B77" w:rsidRPr="00E67D25">
        <w:rPr>
          <w:rtl/>
        </w:rPr>
        <w:t>ا</w:t>
      </w:r>
      <w:r w:rsidRPr="00E67D25">
        <w:rPr>
          <w:rtl/>
        </w:rPr>
        <w:t>:</w:t>
      </w:r>
      <w:r w:rsidRPr="00E67D25">
        <w:rPr>
          <w:rFonts w:hint="cs"/>
          <w:rtl/>
        </w:rPr>
        <w:t>ی</w:t>
      </w:r>
      <w:r w:rsidR="00816B77" w:rsidRPr="00E67D25">
        <w:rPr>
          <w:rFonts w:hint="eastAsia"/>
          <w:rtl/>
        </w:rPr>
        <w:t>ا</w:t>
      </w:r>
      <w:r w:rsidRPr="00E67D25">
        <w:rPr>
          <w:rtl/>
        </w:rPr>
        <w:t xml:space="preserve"> رسول </w:t>
      </w:r>
      <w:r w:rsidR="00816B77" w:rsidRPr="00E67D25">
        <w:rPr>
          <w:rtl/>
        </w:rPr>
        <w:t>ا</w:t>
      </w:r>
      <w:r w:rsidRPr="00E67D25">
        <w:rPr>
          <w:rtl/>
        </w:rPr>
        <w:t>للہ</w:t>
      </w:r>
      <w:r w:rsidR="000B1FC0" w:rsidRPr="00E67D25">
        <w:rPr>
          <w:rtl/>
        </w:rPr>
        <w:t>(ص)</w:t>
      </w:r>
      <w:r w:rsidRPr="00E67D25">
        <w:rPr>
          <w:rtl/>
        </w:rPr>
        <w:t xml:space="preserve"> </w:t>
      </w:r>
      <w:r w:rsidR="00816B77" w:rsidRPr="00E67D25">
        <w:rPr>
          <w:rtl/>
        </w:rPr>
        <w:t>ا</w:t>
      </w:r>
      <w:r w:rsidRPr="00E67D25">
        <w:rPr>
          <w:rtl/>
        </w:rPr>
        <w:t>س ب</w:t>
      </w:r>
      <w:r w:rsidR="00816B77" w:rsidRPr="00E67D25">
        <w:rPr>
          <w:rtl/>
        </w:rPr>
        <w:t>ا</w:t>
      </w:r>
      <w:r w:rsidRPr="00E67D25">
        <w:rPr>
          <w:rtl/>
        </w:rPr>
        <w:t xml:space="preserve">ت پر </w:t>
      </w:r>
      <w:r w:rsidR="00816B77" w:rsidRPr="00E67D25">
        <w:rPr>
          <w:rtl/>
        </w:rPr>
        <w:t>ا</w:t>
      </w:r>
      <w:r w:rsidRPr="00E67D25">
        <w:rPr>
          <w:rtl/>
        </w:rPr>
        <w:t>فسوس کر رہ</w:t>
      </w:r>
      <w:r w:rsidR="00816B77" w:rsidRPr="00E67D25">
        <w:rPr>
          <w:rtl/>
        </w:rPr>
        <w:t>ا</w:t>
      </w:r>
      <w:r w:rsidRPr="00E67D25">
        <w:rPr>
          <w:rtl/>
        </w:rPr>
        <w:t xml:space="preserve"> ہوں </w:t>
      </w:r>
      <w:r w:rsidR="00816B77" w:rsidRPr="00E67D25">
        <w:rPr>
          <w:rtl/>
        </w:rPr>
        <w:t>ا</w:t>
      </w:r>
      <w:r w:rsidRPr="00E67D25">
        <w:rPr>
          <w:rtl/>
        </w:rPr>
        <w:t>ے ک</w:t>
      </w:r>
      <w:r w:rsidR="00816B77" w:rsidRPr="00E67D25">
        <w:rPr>
          <w:rtl/>
        </w:rPr>
        <w:t>ا</w:t>
      </w:r>
      <w:r w:rsidRPr="00E67D25">
        <w:rPr>
          <w:rtl/>
        </w:rPr>
        <w:t xml:space="preserve">ش!دعوت </w:t>
      </w:r>
      <w:r w:rsidR="00816B77" w:rsidRPr="00E67D25">
        <w:rPr>
          <w:rtl/>
        </w:rPr>
        <w:t>ا</w:t>
      </w:r>
      <w:r w:rsidRPr="00E67D25">
        <w:rPr>
          <w:rtl/>
        </w:rPr>
        <w:t>سل</w:t>
      </w:r>
      <w:r w:rsidR="00816B77" w:rsidRPr="00E67D25">
        <w:rPr>
          <w:rtl/>
        </w:rPr>
        <w:t>ا</w:t>
      </w:r>
      <w:r w:rsidRPr="00E67D25">
        <w:rPr>
          <w:rtl/>
        </w:rPr>
        <w:t>م کچھ س</w:t>
      </w:r>
      <w:r w:rsidR="00816B77" w:rsidRPr="00E67D25">
        <w:rPr>
          <w:rtl/>
        </w:rPr>
        <w:t>ا</w:t>
      </w:r>
      <w:r w:rsidRPr="00E67D25">
        <w:rPr>
          <w:rtl/>
        </w:rPr>
        <w:t>ل پہلے ہم تک پہنچ ج</w:t>
      </w:r>
      <w:r w:rsidR="00816B77" w:rsidRPr="00E67D25">
        <w:rPr>
          <w:rtl/>
        </w:rPr>
        <w:t>ا</w:t>
      </w:r>
      <w:r w:rsidRPr="00E67D25">
        <w:rPr>
          <w:rtl/>
        </w:rPr>
        <w:t>ت</w:t>
      </w:r>
      <w:r w:rsidRPr="00E67D25">
        <w:rPr>
          <w:rFonts w:hint="cs"/>
          <w:rtl/>
        </w:rPr>
        <w:t>ی</w:t>
      </w:r>
      <w:r w:rsidRPr="00E67D25">
        <w:rPr>
          <w:rtl/>
        </w:rPr>
        <w:t xml:space="preserve"> تو </w:t>
      </w:r>
    </w:p>
    <w:p w:rsidR="001A240E" w:rsidRDefault="001A240E" w:rsidP="003403CE">
      <w:pPr>
        <w:pStyle w:val="libPoemTini"/>
        <w:rPr>
          <w:rtl/>
        </w:rPr>
      </w:pPr>
      <w:r>
        <w:rPr>
          <w:rtl/>
        </w:rPr>
        <w:br w:type="page"/>
      </w:r>
    </w:p>
    <w:p w:rsidR="005A2492" w:rsidRDefault="00283744" w:rsidP="005A2492">
      <w:pPr>
        <w:pStyle w:val="libNormal"/>
        <w:rPr>
          <w:rtl/>
        </w:rPr>
      </w:pP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زندہ در</w:t>
      </w:r>
      <w:r>
        <w:rPr>
          <w:rFonts w:hint="eastAsia"/>
          <w:rtl/>
        </w:rPr>
        <w:t>گور</w:t>
      </w:r>
      <w:r>
        <w:rPr>
          <w:rtl/>
        </w:rPr>
        <w:t xml:space="preserve"> نہ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زندہ درگور کرچک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کے دور</w:t>
      </w:r>
      <w:r w:rsidR="00816B77" w:rsidRPr="00816B77">
        <w:rPr>
          <w:rtl/>
          <w:lang w:bidi="ur-PK"/>
        </w:rPr>
        <w:t>ا</w:t>
      </w:r>
      <w:r>
        <w:rPr>
          <w:rtl/>
        </w:rPr>
        <w:t>ن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مجھ سے چھپ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کس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ہ</w:t>
      </w:r>
      <w:r w:rsidR="00816B77" w:rsidRPr="00816B77">
        <w:rPr>
          <w:rtl/>
          <w:lang w:bidi="ur-PK"/>
        </w:rPr>
        <w:t>ا</w:t>
      </w:r>
      <w:r>
        <w:rPr>
          <w:rtl/>
        </w:rPr>
        <w:t>ں رکھ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مجھ سے کہنے لگ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مر 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پر </w:t>
      </w:r>
      <w:r w:rsidR="00816B77" w:rsidRPr="00816B77">
        <w:rPr>
          <w:rtl/>
          <w:lang w:bidi="ur-PK"/>
        </w:rPr>
        <w:t>ا</w:t>
      </w:r>
      <w:r>
        <w:rPr>
          <w:rtl/>
        </w:rPr>
        <w:t>طمن</w:t>
      </w:r>
      <w:r w:rsidR="00816B77" w:rsidRPr="00816B77">
        <w:rPr>
          <w:rtl/>
          <w:lang w:bidi="ur-PK"/>
        </w:rPr>
        <w:t>ا</w:t>
      </w:r>
      <w:r>
        <w:rPr>
          <w:rtl/>
        </w:rPr>
        <w:t>ن کر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کچھ س</w:t>
      </w:r>
      <w:r w:rsidR="00816B77" w:rsidRPr="00816B77">
        <w:rPr>
          <w:rtl/>
          <w:lang w:bidi="ur-PK"/>
        </w:rPr>
        <w:t>ا</w:t>
      </w:r>
      <w:r>
        <w:rPr>
          <w:rtl/>
        </w:rPr>
        <w:t>ل گزرنے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سفر سے جب و</w:t>
      </w:r>
      <w:r w:rsidR="00816B77" w:rsidRPr="00816B77">
        <w:rPr>
          <w:rtl/>
          <w:lang w:bidi="ur-PK"/>
        </w:rPr>
        <w:t>ا</w:t>
      </w:r>
      <w:r>
        <w:rPr>
          <w:rtl/>
        </w:rPr>
        <w:t>پس گھر پہنچ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خوبصورت بچ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کون ہے؟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نے تردد کے </w:t>
      </w:r>
      <w:r w:rsidR="005A2492">
        <w:rPr>
          <w:rtl/>
        </w:rPr>
        <w:t>س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تھ جو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 د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تمہ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سے فور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 گھس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tl/>
        </w:rPr>
        <w:t xml:space="preserve"> گھس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tl/>
        </w:rPr>
        <w:t xml:space="preserve">  کر محلے سے د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لے ج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تھ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ز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 ز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 رورہ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کہہ رہ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تھ</w:t>
      </w:r>
      <w:r w:rsidR="005A2492">
        <w:rPr>
          <w:rFonts w:hint="cs"/>
          <w:rtl/>
        </w:rPr>
        <w:t>ی</w:t>
      </w:r>
      <w:r w:rsidR="005A2492">
        <w:rPr>
          <w:rtl/>
        </w:rPr>
        <w:t>:ب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 سے کچھ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نگوں 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نہ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 کے دسترخو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پر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ٹھوں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نہ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 سے لب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نگوں گ</w:t>
      </w:r>
      <w:r w:rsidR="005A2492"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رحم نہ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سےبھ</w:t>
      </w:r>
      <w:r>
        <w:rPr>
          <w:rFonts w:hint="cs"/>
          <w:rtl/>
        </w:rPr>
        <w:t>ی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جر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نسو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tl/>
        </w:rPr>
        <w:t>نے لگے: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Pr="00283744">
        <w:rPr>
          <w:rStyle w:val="libArabicChar"/>
          <w:rtl/>
        </w:rPr>
        <w:t>من ل</w:t>
      </w:r>
      <w:r w:rsidR="00CF3D62" w:rsidRPr="00CF3D62">
        <w:rPr>
          <w:rStyle w:val="libArabicChar"/>
          <w:rtl/>
        </w:rPr>
        <w:t>ا</w:t>
      </w:r>
      <w:r w:rsidRPr="00283744">
        <w:rPr>
          <w:rStyle w:val="libArabicChar"/>
          <w:rtl/>
        </w:rPr>
        <w:t xml:space="preserve"> </w:t>
      </w:r>
      <w:r w:rsidRPr="00283744">
        <w:rPr>
          <w:rStyle w:val="libArabicChar"/>
          <w:rFonts w:hint="cs"/>
          <w:rtl/>
        </w:rPr>
        <w:t>یَ</w:t>
      </w:r>
      <w:r w:rsidRPr="00283744">
        <w:rPr>
          <w:rStyle w:val="libArabicChar"/>
          <w:rFonts w:hint="eastAsia"/>
          <w:rtl/>
        </w:rPr>
        <w:t>رحم</w:t>
      </w:r>
      <w:r w:rsidRPr="00283744">
        <w:rPr>
          <w:rStyle w:val="libArabicChar"/>
          <w:rtl/>
        </w:rPr>
        <w:t xml:space="preserve"> ل</w:t>
      </w:r>
      <w:r w:rsidR="00CF3D62" w:rsidRPr="00CF3D62">
        <w:rPr>
          <w:rStyle w:val="libArabicChar"/>
          <w:rtl/>
        </w:rPr>
        <w:t>ا</w:t>
      </w:r>
      <w:r w:rsidRPr="00283744">
        <w:rPr>
          <w:rStyle w:val="libArabicChar"/>
          <w:rtl/>
        </w:rPr>
        <w:t xml:space="preserve"> </w:t>
      </w:r>
      <w:r w:rsidRPr="00283744">
        <w:rPr>
          <w:rStyle w:val="libArabicChar"/>
          <w:rFonts w:hint="cs"/>
          <w:rtl/>
        </w:rPr>
        <w:t>یُ</w:t>
      </w:r>
      <w:r w:rsidRPr="00283744">
        <w:rPr>
          <w:rStyle w:val="libArabicChar"/>
          <w:rFonts w:hint="eastAsia"/>
          <w:rtl/>
        </w:rPr>
        <w:t>رحم</w:t>
      </w:r>
      <w:r>
        <w:rPr>
          <w:rtl/>
        </w:rPr>
        <w:t xml:space="preserve"> جو دوسروں پر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!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لئے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دن </w:t>
      </w:r>
      <w:r w:rsidR="00816B77" w:rsidRPr="00816B77">
        <w:rPr>
          <w:rtl/>
          <w:lang w:bidi="ur-PK"/>
        </w:rPr>
        <w:t>ا</w:t>
      </w:r>
      <w:r>
        <w:rPr>
          <w:rtl/>
        </w:rPr>
        <w:t>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مول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گن</w:t>
      </w:r>
      <w:r w:rsidR="00816B77" w:rsidRPr="00816B77">
        <w:rPr>
          <w:rtl/>
          <w:lang w:bidi="ur-PK"/>
        </w:rPr>
        <w:t>ا</w:t>
      </w:r>
      <w:r>
        <w:rPr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کم کرنے کے لئے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 ؟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وقت رسول </w:t>
      </w:r>
      <w:r w:rsidR="00816B77" w:rsidRPr="00816B77">
        <w:rPr>
          <w:rtl/>
          <w:lang w:bidi="ur-PK"/>
        </w:rPr>
        <w:t>ا</w:t>
      </w:r>
      <w:r>
        <w:rPr>
          <w:rtl/>
        </w:rPr>
        <w:t>للہ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CF3D62" w:rsidP="00371684">
      <w:pPr>
        <w:pStyle w:val="libArabic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عتق</w:t>
      </w:r>
      <w:r w:rsidR="005A2492">
        <w:rPr>
          <w:rtl/>
        </w:rPr>
        <w:t xml:space="preserve"> عن کلّ مولودةٍ نسمةً</w:t>
      </w:r>
    </w:p>
    <w:p w:rsidR="005A2492" w:rsidRDefault="005A2492" w:rsidP="005B13F1">
      <w:pPr>
        <w:pStyle w:val="libNormal"/>
        <w:rPr>
          <w:rStyle w:val="libFootnotenumChar"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 w:rsidR="00816B77" w:rsidRPr="00816B77">
        <w:rPr>
          <w:rtl/>
          <w:lang w:bidi="ur-PK"/>
        </w:rPr>
        <w:t>ا</w:t>
      </w:r>
      <w:r>
        <w:rPr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نے زندہ درگور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ہے،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 کرو</w:t>
      </w:r>
      <w:r w:rsidR="005B13F1" w:rsidRPr="007741D8">
        <w:rPr>
          <w:rStyle w:val="libFootnotenumChar"/>
          <w:rFonts w:hint="cs"/>
          <w:rtl/>
        </w:rPr>
        <w:t>(1)</w:t>
      </w:r>
    </w:p>
    <w:p w:rsidR="00283744" w:rsidRDefault="00283744" w:rsidP="0028374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83744" w:rsidRDefault="00283744" w:rsidP="0028374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283744">
        <w:rPr>
          <w:rtl/>
        </w:rPr>
        <w:t xml:space="preserve">   حقوق زن در </w:t>
      </w:r>
      <w:r w:rsidR="00816B77" w:rsidRPr="00816B77">
        <w:rPr>
          <w:rtl/>
        </w:rPr>
        <w:t>ا</w:t>
      </w:r>
      <w:r w:rsidRPr="00283744">
        <w:rPr>
          <w:rtl/>
        </w:rPr>
        <w:t>سل</w:t>
      </w:r>
      <w:r w:rsidR="00816B77" w:rsidRPr="00816B77">
        <w:rPr>
          <w:rtl/>
        </w:rPr>
        <w:t>ا</w:t>
      </w:r>
      <w:r w:rsidRPr="00283744">
        <w:rPr>
          <w:rtl/>
        </w:rPr>
        <w:t>م،ص</w:t>
      </w:r>
      <w:r w:rsidR="00C15B30" w:rsidRPr="00C15B30">
        <w:rPr>
          <w:rFonts w:hint="cs"/>
          <w:rtl/>
        </w:rPr>
        <w:t>15</w:t>
      </w:r>
    </w:p>
    <w:p w:rsidR="00283744" w:rsidRDefault="00283744" w:rsidP="002937DD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F63864">
      <w:pPr>
        <w:pStyle w:val="Heading1Center"/>
        <w:rPr>
          <w:rtl/>
        </w:rPr>
      </w:pPr>
      <w:bookmarkStart w:id="213" w:name="_Toc393190638"/>
      <w:r>
        <w:rPr>
          <w:rFonts w:hint="eastAsia"/>
          <w:rtl/>
        </w:rPr>
        <w:lastRenderedPageBreak/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ئز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bookmarkEnd w:id="213"/>
    </w:p>
    <w:p w:rsidR="005A2492" w:rsidRDefault="005A2492" w:rsidP="00C75FD7">
      <w:pPr>
        <w:pStyle w:val="Heading1"/>
        <w:rPr>
          <w:rtl/>
        </w:rPr>
      </w:pPr>
      <w:bookmarkStart w:id="214" w:name="_Toc393190639"/>
      <w:r>
        <w:rPr>
          <w:rFonts w:hint="eastAsia"/>
          <w:rtl/>
        </w:rPr>
        <w:t>مس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ع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bookmarkEnd w:id="214"/>
    </w:p>
    <w:p w:rsidR="005A2492" w:rsidRDefault="005A2492" w:rsidP="0028374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دردمند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نہ موت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قتل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 w:rsidR="00816B77" w:rsidRPr="00816B77">
        <w:rPr>
          <w:rtl/>
          <w:lang w:bidi="ur-PK"/>
        </w:rPr>
        <w:t>ا</w:t>
      </w:r>
      <w:r>
        <w:rPr>
          <w:rtl/>
        </w:rPr>
        <w:t>د کم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کے لئے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ممکن تھ</w:t>
      </w:r>
      <w:r w:rsidR="00816B77" w:rsidRPr="00816B77">
        <w:rPr>
          <w:rtl/>
          <w:lang w:bidi="ur-PK"/>
        </w:rPr>
        <w:t>ا</w:t>
      </w:r>
      <w:r>
        <w:rPr>
          <w:rtl/>
        </w:rPr>
        <w:t>،جس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نتہ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چوپ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کر</w:t>
      </w:r>
      <w:r w:rsidR="00816B77" w:rsidRPr="00816B77">
        <w:rPr>
          <w:rtl/>
          <w:lang w:bidi="ur-PK"/>
        </w:rPr>
        <w:t>ا</w:t>
      </w:r>
      <w:r>
        <w:rPr>
          <w:rtl/>
        </w:rPr>
        <w:t>ئے پر 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! عبد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للہ</w:t>
      </w:r>
      <w:r>
        <w:rPr>
          <w:rtl/>
        </w:rPr>
        <w:t xml:space="preserve"> بن جدع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عبد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بن 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کر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دےکر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بڑے 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 بن گئے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رسم تھ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گر مقروض قرض نہ چک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سک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تو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لے کر زن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پر مجبور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زن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قرض و</w:t>
      </w:r>
      <w:r w:rsidR="00816B77" w:rsidRPr="00816B77">
        <w:rPr>
          <w:rtl/>
          <w:lang w:bidi="ur-PK"/>
        </w:rPr>
        <w:t>ا</w:t>
      </w:r>
      <w:r>
        <w:rPr>
          <w:rtl/>
        </w:rPr>
        <w:t>پس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(مس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 w:rsidR="00816B77" w:rsidRPr="00816B77">
        <w:rPr>
          <w:rtl/>
          <w:lang w:bidi="ur-PK"/>
        </w:rPr>
        <w:t>ا</w:t>
      </w:r>
      <w:r>
        <w:rPr>
          <w:rtl/>
        </w:rPr>
        <w:t>ت ) کے ن</w:t>
      </w:r>
      <w:r w:rsidR="00816B77" w:rsidRPr="00816B77">
        <w:rPr>
          <w:rtl/>
          <w:lang w:bidi="ur-PK"/>
        </w:rPr>
        <w:t>ا</w:t>
      </w:r>
      <w:r>
        <w:rPr>
          <w:rtl/>
        </w:rPr>
        <w:t>م سے مشہور تھ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مختلف قسم کے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مشروع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ذلّت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ح ر</w:t>
      </w:r>
      <w:r w:rsidR="00816B77" w:rsidRPr="00816B77">
        <w:rPr>
          <w:rtl/>
          <w:lang w:bidi="ur-PK"/>
        </w:rPr>
        <w:t>ا</w:t>
      </w:r>
      <w:r>
        <w:rPr>
          <w:rtl/>
        </w:rPr>
        <w:t>ئج تھےجن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2492" w:rsidRDefault="005A2492" w:rsidP="00C75FD7">
      <w:pPr>
        <w:pStyle w:val="Heading1"/>
        <w:rPr>
          <w:rtl/>
        </w:rPr>
      </w:pPr>
      <w:bookmarkStart w:id="215" w:name="_Toc393190640"/>
      <w:r>
        <w:rPr>
          <w:rFonts w:hint="eastAsia"/>
          <w:rtl/>
        </w:rPr>
        <w:t>نک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ع</w:t>
      </w:r>
      <w:bookmarkEnd w:id="215"/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ح شرم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ح ہے</w:t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شج</w:t>
      </w:r>
      <w:r w:rsidR="00816B77" w:rsidRPr="00816B77">
        <w:rPr>
          <w:rtl/>
          <w:lang w:bidi="ur-PK"/>
        </w:rPr>
        <w:t>ا</w:t>
      </w:r>
      <w:r>
        <w:rPr>
          <w:rtl/>
        </w:rPr>
        <w:t>ع،دل</w:t>
      </w:r>
      <w:r>
        <w:rPr>
          <w:rFonts w:hint="cs"/>
          <w:rtl/>
        </w:rPr>
        <w:t>ی</w:t>
      </w:r>
      <w:r>
        <w:rPr>
          <w:rFonts w:hint="eastAsia"/>
          <w:rtl/>
        </w:rPr>
        <w:t>ر،خوبصورت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ورن</w:t>
      </w:r>
      <w:r w:rsidR="00816B77" w:rsidRPr="00816B77">
        <w:rPr>
          <w:rtl/>
          <w:lang w:bidi="ur-PK"/>
        </w:rPr>
        <w:t>ا</w:t>
      </w:r>
      <w:r>
        <w:rPr>
          <w:rtl/>
        </w:rPr>
        <w:t>مور شخص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ہمشکل فرزند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>ں ہو تو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شرم و ح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 کے م</w:t>
      </w:r>
      <w:r w:rsidR="00816B77" w:rsidRPr="00816B77">
        <w:rPr>
          <w:rtl/>
          <w:lang w:bidi="ur-PK"/>
        </w:rPr>
        <w:t>ا</w:t>
      </w:r>
      <w:r>
        <w:rPr>
          <w:rtl/>
        </w:rPr>
        <w:t>لک فرد کے پ</w:t>
      </w:r>
      <w:r w:rsidR="00816B77" w:rsidRPr="00816B77">
        <w:rPr>
          <w:rtl/>
          <w:lang w:bidi="ur-PK"/>
        </w:rPr>
        <w:t>ا</w:t>
      </w:r>
      <w:r>
        <w:rPr>
          <w:rtl/>
        </w:rPr>
        <w:t>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اا</w:t>
      </w:r>
      <w:r>
        <w:rPr>
          <w:rtl/>
        </w:rPr>
        <w:t>ور جب 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ملہ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زن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ز</w:t>
      </w:r>
      <w:r w:rsidR="00816B77" w:rsidRPr="00816B77">
        <w:rPr>
          <w:rtl/>
          <w:lang w:bidi="ur-PK"/>
        </w:rPr>
        <w:t>ا</w:t>
      </w:r>
      <w:r>
        <w:rPr>
          <w:rtl/>
        </w:rPr>
        <w:t>دہ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 ج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تورسم ورو</w:t>
      </w:r>
      <w:r w:rsidR="00816B77" w:rsidRPr="00816B77">
        <w:rPr>
          <w:rtl/>
          <w:lang w:bidi="ur-PK"/>
        </w:rPr>
        <w:t>ا</w:t>
      </w:r>
      <w:r>
        <w:rPr>
          <w:rtl/>
        </w:rPr>
        <w:t>ج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بق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شوہر </w:t>
      </w:r>
      <w:r>
        <w:rPr>
          <w:rFonts w:hint="eastAsia"/>
          <w:rtl/>
        </w:rPr>
        <w:t>ک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سمجھ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!</w:t>
      </w:r>
    </w:p>
    <w:p w:rsidR="005A2492" w:rsidRDefault="005A2492" w:rsidP="00C75FD7">
      <w:pPr>
        <w:pStyle w:val="Heading1"/>
        <w:rPr>
          <w:rtl/>
        </w:rPr>
      </w:pPr>
      <w:bookmarkStart w:id="216" w:name="_Toc393190641"/>
      <w:r>
        <w:rPr>
          <w:rFonts w:hint="eastAsia"/>
          <w:rtl/>
        </w:rPr>
        <w:t>نک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لرہط</w:t>
      </w:r>
      <w:bookmarkEnd w:id="216"/>
    </w:p>
    <w:p w:rsidR="00283744" w:rsidRDefault="005A2492" w:rsidP="0028374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ح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گروہ</w:t>
      </w:r>
      <w:r>
        <w:rPr>
          <w:rFonts w:hint="cs"/>
          <w:rtl/>
        </w:rPr>
        <w:t>ی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ح کہل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دس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پر مشتمل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ہمبستر</w:t>
      </w:r>
      <w:r>
        <w:rPr>
          <w:rFonts w:hint="cs"/>
          <w:rtl/>
        </w:rPr>
        <w:t>ی</w:t>
      </w:r>
      <w:r>
        <w:rPr>
          <w:rtl/>
        </w:rPr>
        <w:t xml:space="preserve"> کرتے تھے</w:t>
      </w:r>
      <w:r w:rsidR="00816B77" w:rsidRPr="00816B77">
        <w:rPr>
          <w:rtl/>
          <w:lang w:bidi="ur-PK"/>
        </w:rPr>
        <w:t>ا</w:t>
      </w:r>
      <w:r>
        <w:rPr>
          <w:rtl/>
        </w:rPr>
        <w:t>گر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وہ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خرچہ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عل</w:t>
      </w:r>
      <w:r w:rsidR="00816B77" w:rsidRPr="00816B77">
        <w:rPr>
          <w:rtl/>
          <w:lang w:bidi="ur-PK"/>
        </w:rPr>
        <w:t>ا</w:t>
      </w:r>
      <w:r>
        <w:rPr>
          <w:rtl/>
        </w:rPr>
        <w:t>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قبول کرنے کے لئے 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عمروبن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ص جس </w:t>
      </w:r>
    </w:p>
    <w:p w:rsidR="00283744" w:rsidRDefault="00283744" w:rsidP="002937DD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283744">
      <w:pPr>
        <w:pStyle w:val="libNormal"/>
        <w:rPr>
          <w:rtl/>
        </w:rPr>
      </w:pPr>
      <w:r>
        <w:rPr>
          <w:rtl/>
        </w:rPr>
        <w:lastRenderedPageBreak/>
        <w:t>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کرکے خل</w:t>
      </w:r>
      <w:r w:rsidR="00816B77" w:rsidRPr="00816B77">
        <w:rPr>
          <w:rtl/>
          <w:lang w:bidi="ur-PK"/>
        </w:rPr>
        <w:t>ا</w:t>
      </w:r>
      <w:r>
        <w:rPr>
          <w:rtl/>
        </w:rPr>
        <w:t>فت کو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>
        <w:rPr>
          <w:rtl/>
        </w:rPr>
        <w:t>سے لے کر مع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برقر</w:t>
      </w:r>
      <w:r w:rsidR="00816B77" w:rsidRPr="00816B77">
        <w:rPr>
          <w:rtl/>
          <w:lang w:bidi="ur-PK"/>
        </w:rPr>
        <w:t>ا</w:t>
      </w:r>
      <w:r>
        <w:rPr>
          <w:rtl/>
        </w:rPr>
        <w:t>ررکھ</w:t>
      </w:r>
      <w:r w:rsidR="00816B77" w:rsidRPr="00816B77">
        <w:rPr>
          <w:rtl/>
          <w:lang w:bidi="ur-PK"/>
        </w:rPr>
        <w:t>ا</w:t>
      </w:r>
      <w:r>
        <w:rPr>
          <w:rtl/>
        </w:rPr>
        <w:t>،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سے ع</w:t>
      </w:r>
      <w:r w:rsidR="00816B77" w:rsidRPr="00816B77">
        <w:rPr>
          <w:rtl/>
          <w:lang w:bidi="ur-PK"/>
        </w:rPr>
        <w:t>ا</w:t>
      </w:r>
      <w:r>
        <w:rPr>
          <w:rtl/>
        </w:rPr>
        <w:t>ص بن و</w:t>
      </w:r>
      <w:r w:rsidR="00816B77" w:rsidRPr="00816B77">
        <w:rPr>
          <w:rtl/>
          <w:lang w:bidi="ur-PK"/>
        </w:rPr>
        <w:t>ا</w:t>
      </w:r>
      <w:r>
        <w:rPr>
          <w:rtl/>
        </w:rPr>
        <w:t>ئل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جبکہ </w:t>
      </w:r>
      <w:r w:rsidR="00816B77" w:rsidRPr="00816B77">
        <w:rPr>
          <w:rtl/>
          <w:lang w:bidi="ur-PK"/>
        </w:rPr>
        <w:t>ا</w:t>
      </w:r>
      <w:r>
        <w:rPr>
          <w:rtl/>
        </w:rPr>
        <w:t>بو سف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دم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عمرو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ص</w:t>
      </w:r>
      <w:r>
        <w:rPr>
          <w:rtl/>
        </w:rPr>
        <w:t xml:space="preserve"> بن و</w:t>
      </w:r>
      <w:r w:rsidR="00816B77" w:rsidRPr="00816B77">
        <w:rPr>
          <w:rtl/>
          <w:lang w:bidi="ur-PK"/>
        </w:rPr>
        <w:t>ا</w:t>
      </w:r>
      <w:r>
        <w:rPr>
          <w:rtl/>
        </w:rPr>
        <w:t>ئل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لئے </w:t>
      </w:r>
      <w:r w:rsidR="00816B77" w:rsidRPr="00816B77">
        <w:rPr>
          <w:rtl/>
          <w:lang w:bidi="ur-PK"/>
        </w:rPr>
        <w:t>ا</w:t>
      </w:r>
      <w:r>
        <w:rPr>
          <w:rtl/>
        </w:rPr>
        <w:t>سے بعنو</w:t>
      </w:r>
      <w:r w:rsidR="00816B77" w:rsidRPr="00816B77">
        <w:rPr>
          <w:rtl/>
          <w:lang w:bidi="ur-PK"/>
        </w:rPr>
        <w:t>ا</w:t>
      </w:r>
      <w:r>
        <w:rPr>
          <w:rtl/>
        </w:rPr>
        <w:t>ن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5A2492" w:rsidP="00C75FD7">
      <w:pPr>
        <w:pStyle w:val="Heading1"/>
        <w:rPr>
          <w:rtl/>
        </w:rPr>
      </w:pPr>
      <w:bookmarkStart w:id="217" w:name="_Toc393190642"/>
      <w:r>
        <w:rPr>
          <w:rFonts w:hint="eastAsia"/>
          <w:rtl/>
        </w:rPr>
        <w:t>نک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لبدل</w:t>
      </w:r>
      <w:bookmarkEnd w:id="217"/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دوسرےکےپ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پ</w:t>
      </w:r>
      <w:r w:rsidR="00816B77" w:rsidRPr="00816B77">
        <w:rPr>
          <w:rtl/>
          <w:lang w:bidi="ur-PK"/>
        </w:rPr>
        <w:t>ا</w:t>
      </w:r>
      <w:r>
        <w:rPr>
          <w:rtl/>
        </w:rPr>
        <w:t>س ل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ص جملے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مب</w:t>
      </w:r>
      <w:r w:rsidR="00816B77" w:rsidRPr="00816B77">
        <w:rPr>
          <w:rtl/>
          <w:lang w:bidi="ur-PK"/>
        </w:rPr>
        <w:t>ا</w:t>
      </w:r>
      <w:r>
        <w:rPr>
          <w:rtl/>
        </w:rPr>
        <w:t>دلہ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</w:p>
    <w:p w:rsidR="005A2492" w:rsidRDefault="00CF3D62" w:rsidP="005B13F1">
      <w:pPr>
        <w:pStyle w:val="libArabic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نزل</w:t>
      </w:r>
      <w:r w:rsidR="005A2492">
        <w:rPr>
          <w:rtl/>
        </w:rPr>
        <w:t xml:space="preserve"> </w:t>
      </w:r>
      <w:r w:rsidRPr="00CF3D62">
        <w:rPr>
          <w:rtl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یّ</w:t>
      </w:r>
      <w:r w:rsidR="005A2492">
        <w:rPr>
          <w:rtl/>
        </w:rPr>
        <w:t xml:space="preserve"> عن </w:t>
      </w:r>
      <w:r w:rsidRPr="00CF3D62">
        <w:rPr>
          <w:rtl/>
        </w:rPr>
        <w:t>ا</w:t>
      </w:r>
      <w:r w:rsidR="005A2492">
        <w:rPr>
          <w:rtl/>
        </w:rPr>
        <w:t>مر</w:t>
      </w:r>
      <w:r w:rsidRPr="00CF3D62">
        <w:rPr>
          <w:rtl/>
        </w:rPr>
        <w:t>ا</w:t>
      </w:r>
      <w:r w:rsidR="005A2492">
        <w:rPr>
          <w:rtl/>
        </w:rPr>
        <w:t xml:space="preserve">ئتک و </w:t>
      </w:r>
      <w:r w:rsidRPr="00CF3D62">
        <w:rPr>
          <w:rtl/>
        </w:rPr>
        <w:t>ا</w:t>
      </w:r>
      <w:r w:rsidR="005A2492">
        <w:rPr>
          <w:rtl/>
        </w:rPr>
        <w:t xml:space="preserve">نزل لک عن </w:t>
      </w:r>
      <w:r w:rsidRPr="00CF3D62">
        <w:rPr>
          <w:rtl/>
        </w:rPr>
        <w:t>ا</w:t>
      </w:r>
      <w:r w:rsidR="005A2492">
        <w:rPr>
          <w:rtl/>
        </w:rPr>
        <w:t>مر</w:t>
      </w:r>
      <w:r w:rsidRPr="00CF3D62">
        <w:rPr>
          <w:rtl/>
        </w:rPr>
        <w:t>ا</w:t>
      </w:r>
      <w:r w:rsidR="005A2492">
        <w:rPr>
          <w:rtl/>
        </w:rPr>
        <w:t>ئت</w:t>
      </w:r>
      <w:r w:rsidR="005A2492">
        <w:rPr>
          <w:rFonts w:hint="cs"/>
          <w:rtl/>
        </w:rPr>
        <w:t>ی</w:t>
      </w:r>
    </w:p>
    <w:p w:rsidR="005A2492" w:rsidRDefault="005A2492" w:rsidP="00C75FD7">
      <w:pPr>
        <w:pStyle w:val="Heading1"/>
        <w:rPr>
          <w:rtl/>
        </w:rPr>
      </w:pPr>
      <w:bookmarkStart w:id="218" w:name="_Toc393190643"/>
      <w:r>
        <w:rPr>
          <w:rFonts w:hint="eastAsia"/>
          <w:rtl/>
        </w:rPr>
        <w:t>نک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لمقت</w:t>
      </w:r>
      <w:bookmarkEnd w:id="218"/>
    </w:p>
    <w:p w:rsidR="005A2492" w:rsidRDefault="005A2492" w:rsidP="0028374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ئج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کوئ</w:t>
      </w:r>
      <w:r>
        <w:rPr>
          <w:rFonts w:hint="cs"/>
          <w:rtl/>
        </w:rPr>
        <w:t>ی</w:t>
      </w:r>
      <w:r>
        <w:rPr>
          <w:rtl/>
        </w:rPr>
        <w:t xml:space="preserve"> شخص مر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رث کے طور پر بڑ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اا</w:t>
      </w:r>
      <w:r>
        <w:rPr>
          <w:rtl/>
        </w:rPr>
        <w:t>گر سوت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B349E" w:rsidRPr="009B349E">
        <w:rPr>
          <w:rFonts w:hint="cs"/>
          <w:rtl/>
          <w:lang w:bidi="ur-PK"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جو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و خوبصورت ہوتو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سے </w:t>
      </w:r>
      <w:r w:rsidR="00816B77" w:rsidRPr="00816B77">
        <w:rPr>
          <w:rtl/>
          <w:lang w:bidi="ur-PK"/>
        </w:rPr>
        <w:t>ا</w:t>
      </w:r>
      <w:r>
        <w:rPr>
          <w:rtl/>
        </w:rPr>
        <w:t>ستمت</w:t>
      </w:r>
      <w:r w:rsidR="00816B77" w:rsidRPr="00816B77">
        <w:rPr>
          <w:rtl/>
          <w:lang w:bidi="ur-PK"/>
        </w:rPr>
        <w:t>ا</w:t>
      </w:r>
      <w:r>
        <w:rPr>
          <w:rtl/>
        </w:rPr>
        <w:t>ع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کو دےد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سے معلوم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عور</w:t>
      </w:r>
      <w:r>
        <w:rPr>
          <w:rFonts w:hint="eastAsia"/>
          <w:rtl/>
        </w:rPr>
        <w:t>ت</w:t>
      </w:r>
      <w:r>
        <w:rPr>
          <w:rtl/>
        </w:rPr>
        <w:t xml:space="preserve"> کس قدر بےبس </w:t>
      </w:r>
      <w:r w:rsidR="00816B77" w:rsidRPr="00816B77">
        <w:rPr>
          <w:rtl/>
          <w:lang w:bidi="ur-PK"/>
        </w:rPr>
        <w:t>ا</w:t>
      </w:r>
      <w:r>
        <w:rPr>
          <w:rtl/>
        </w:rPr>
        <w:t>ورمظلوم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ح کوتسل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کے سو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کچھ نہ کر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س قسم کے نک</w:t>
      </w:r>
      <w:r w:rsidR="00816B77" w:rsidRPr="00816B77">
        <w:rPr>
          <w:rtl/>
          <w:lang w:bidi="ur-PK"/>
        </w:rPr>
        <w:t>ا</w:t>
      </w:r>
      <w:r>
        <w:rPr>
          <w:rtl/>
        </w:rPr>
        <w:t>ح کرنے سے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منع کرتے ہوئے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5B13F1">
      <w:pPr>
        <w:pStyle w:val="libAie"/>
        <w:rPr>
          <w:rtl/>
        </w:rPr>
      </w:pPr>
      <w:r>
        <w:rPr>
          <w:rFonts w:hint="eastAsia"/>
          <w:rtl/>
        </w:rPr>
        <w:t>وَل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تَن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ِحُو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نَ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َحَ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ؤُ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ُم مِّنَ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قَد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سَلَفَ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حِشَةً وَمَق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تً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 سَبِ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.</w:t>
      </w:r>
      <w:r w:rsidR="005B13F1" w:rsidRPr="007741D8">
        <w:rPr>
          <w:rStyle w:val="libFootnotenumChar"/>
          <w:rFonts w:hint="cs"/>
          <w:rtl/>
        </w:rPr>
        <w:t>(1)</w:t>
      </w:r>
    </w:p>
    <w:p w:rsidR="005A2492" w:rsidRDefault="00816B77" w:rsidP="005B13F1">
      <w:pPr>
        <w:pStyle w:val="libVar0"/>
        <w:rPr>
          <w:rtl/>
        </w:rPr>
      </w:pP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تم نک</w:t>
      </w:r>
      <w:r w:rsidRPr="00816B77">
        <w:rPr>
          <w:rtl/>
          <w:lang w:bidi="ur-PK"/>
        </w:rPr>
        <w:t>ا</w:t>
      </w:r>
      <w:r w:rsidR="005A2492">
        <w:rPr>
          <w:rtl/>
        </w:rPr>
        <w:t>ح نہ کرو جن سے تمہ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رے 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ء و </w:t>
      </w:r>
      <w:r w:rsidRPr="00816B77">
        <w:rPr>
          <w:rtl/>
          <w:lang w:bidi="ur-PK"/>
        </w:rPr>
        <w:t>ا</w:t>
      </w:r>
      <w:r w:rsidR="005A2492">
        <w:rPr>
          <w:rtl/>
        </w:rPr>
        <w:t>جد</w:t>
      </w:r>
      <w:r w:rsidRPr="00816B77">
        <w:rPr>
          <w:rtl/>
          <w:lang w:bidi="ur-PK"/>
        </w:rPr>
        <w:t>ا</w:t>
      </w:r>
      <w:r w:rsidR="005A2492">
        <w:rPr>
          <w:rtl/>
        </w:rPr>
        <w:t>د نے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شک</w:t>
      </w:r>
      <w:r w:rsidR="005A2492">
        <w:rPr>
          <w:rtl/>
        </w:rPr>
        <w:t xml:space="preserve"> کھل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بر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پروردگ</w:t>
      </w:r>
      <w:r w:rsidRPr="00816B77">
        <w:rPr>
          <w:rtl/>
          <w:lang w:bidi="ur-PK"/>
        </w:rPr>
        <w:t>ا</w:t>
      </w:r>
      <w:r w:rsidR="005A2492">
        <w:rPr>
          <w:rtl/>
        </w:rPr>
        <w:t>ر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غضب </w:t>
      </w:r>
      <w:r w:rsidRPr="00816B77">
        <w:rPr>
          <w:rtl/>
          <w:lang w:bidi="ur-PK"/>
        </w:rPr>
        <w:t>ا</w:t>
      </w:r>
      <w:r w:rsidR="005A2492">
        <w:rPr>
          <w:rtl/>
        </w:rPr>
        <w:t>ور بدتر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ستہ ہے </w:t>
      </w:r>
    </w:p>
    <w:p w:rsidR="005A2492" w:rsidRDefault="005A2492" w:rsidP="00C75FD7">
      <w:pPr>
        <w:pStyle w:val="Heading1"/>
        <w:rPr>
          <w:rtl/>
        </w:rPr>
      </w:pPr>
      <w:bookmarkStart w:id="219" w:name="_Toc393190644"/>
      <w:r>
        <w:rPr>
          <w:rFonts w:hint="eastAsia"/>
          <w:rtl/>
        </w:rPr>
        <w:t>نک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لجمع</w:t>
      </w:r>
      <w:bookmarkEnd w:id="219"/>
    </w:p>
    <w:p w:rsidR="00283744" w:rsidRDefault="005A2492" w:rsidP="00283744">
      <w:pPr>
        <w:pStyle w:val="libFootnote0"/>
      </w:pPr>
      <w:r>
        <w:rPr>
          <w:rFonts w:hint="eastAsia"/>
          <w:rtl/>
        </w:rPr>
        <w:t>عرب</w:t>
      </w:r>
      <w:r>
        <w:rPr>
          <w:rtl/>
        </w:rPr>
        <w:t xml:space="preserve"> کے ثروتمند لوگ </w:t>
      </w:r>
      <w:r w:rsidR="00816B77" w:rsidRPr="00816B77">
        <w:rPr>
          <w:rtl/>
        </w:rPr>
        <w:t>ا</w:t>
      </w:r>
      <w:r>
        <w:rPr>
          <w:rtl/>
        </w:rPr>
        <w:t>پنے م</w:t>
      </w:r>
      <w:r w:rsidR="00816B77" w:rsidRPr="00816B77">
        <w:rPr>
          <w:rtl/>
        </w:rPr>
        <w:t>ا</w:t>
      </w:r>
      <w:r>
        <w:rPr>
          <w:rtl/>
        </w:rPr>
        <w:t>ل و ثروت کو بڑھ</w:t>
      </w:r>
      <w:r w:rsidR="00816B77" w:rsidRPr="00816B77">
        <w:rPr>
          <w:rtl/>
        </w:rPr>
        <w:t>ا</w:t>
      </w:r>
      <w:r>
        <w:rPr>
          <w:rtl/>
        </w:rPr>
        <w:t>نے کے لئے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</w:rPr>
        <w:t>ا</w:t>
      </w:r>
      <w:r>
        <w:rPr>
          <w:rtl/>
        </w:rPr>
        <w:t xml:space="preserve"> جسم فروش عورتوں کو </w:t>
      </w:r>
      <w:r w:rsidR="00816B77" w:rsidRPr="00816B77"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 w:rsidR="00816B77" w:rsidRPr="00816B77">
        <w:rPr>
          <w:rtl/>
        </w:rPr>
        <w:t>ا</w:t>
      </w:r>
      <w:r>
        <w:rPr>
          <w:rtl/>
        </w:rPr>
        <w:t>رد</w:t>
      </w:r>
      <w:r w:rsidR="00816B77" w:rsidRPr="00816B77">
        <w:rPr>
          <w:rtl/>
        </w:rPr>
        <w:t>ا</w:t>
      </w:r>
      <w:r>
        <w:rPr>
          <w:rtl/>
        </w:rPr>
        <w:t>د کے مط</w:t>
      </w:r>
      <w:r w:rsidR="00816B77" w:rsidRPr="00816B77">
        <w:rPr>
          <w:rtl/>
        </w:rPr>
        <w:t>ا</w:t>
      </w:r>
      <w:r>
        <w:rPr>
          <w:rtl/>
        </w:rPr>
        <w:t xml:space="preserve">بق </w:t>
      </w:r>
      <w:r w:rsidR="00816B77" w:rsidRPr="00816B77">
        <w:rPr>
          <w:rtl/>
        </w:rPr>
        <w:t>ا</w:t>
      </w:r>
      <w:r>
        <w:rPr>
          <w:rtl/>
        </w:rPr>
        <w:t>کٹھ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816B77" w:rsidRPr="00816B77">
        <w:rPr>
          <w:rtl/>
        </w:rPr>
        <w:t>ا</w:t>
      </w:r>
      <w:r>
        <w:rPr>
          <w:rtl/>
        </w:rPr>
        <w:t xml:space="preserve">ور </w:t>
      </w:r>
      <w:r w:rsidR="00816B77" w:rsidRPr="00816B77">
        <w:rPr>
          <w:rtl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</w:rPr>
        <w:t>ا</w:t>
      </w:r>
      <w:r>
        <w:rPr>
          <w:rtl/>
        </w:rPr>
        <w:t>ہل فن و</w:t>
      </w:r>
      <w:r w:rsidR="00816B77" w:rsidRPr="00816B77">
        <w:rPr>
          <w:rtl/>
        </w:rPr>
        <w:t>ا</w:t>
      </w:r>
      <w:r>
        <w:rPr>
          <w:rtl/>
        </w:rPr>
        <w:t>دب،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816B77" w:rsidRPr="00816B77">
        <w:rPr>
          <w:rFonts w:hint="eastAsia"/>
          <w:rtl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</w:rPr>
        <w:t>ا</w:t>
      </w:r>
      <w:r>
        <w:rPr>
          <w:rtl/>
        </w:rPr>
        <w:t>ور عشوہ گرکے ہ</w:t>
      </w:r>
      <w:r w:rsidR="00816B77" w:rsidRPr="00816B77">
        <w:rPr>
          <w:rtl/>
        </w:rPr>
        <w:t>ا</w:t>
      </w:r>
      <w:r>
        <w:rPr>
          <w:rtl/>
        </w:rPr>
        <w:t>ں ب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 ت</w:t>
      </w:r>
      <w:r w:rsidR="00816B77" w:rsidRPr="00816B77">
        <w:rPr>
          <w:rtl/>
        </w:rPr>
        <w:t>ا</w:t>
      </w:r>
      <w:r>
        <w:rPr>
          <w:rtl/>
        </w:rPr>
        <w:t>کہ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سےکم</w:t>
      </w:r>
      <w:r w:rsidR="00816B77" w:rsidRPr="00816B77">
        <w:rPr>
          <w:rFonts w:hint="eastAsia"/>
          <w:rtl/>
        </w:rPr>
        <w:t>ا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</w:rPr>
        <w:t>ا</w:t>
      </w:r>
      <w:r>
        <w:rPr>
          <w:rtl/>
        </w:rPr>
        <w:t xml:space="preserve">ور </w:t>
      </w:r>
      <w:r w:rsidR="00816B77" w:rsidRPr="00816B77">
        <w:rPr>
          <w:rtl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</w:t>
      </w:r>
      <w:r w:rsidR="00816B77" w:rsidRPr="00816B77"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</w:t>
      </w:r>
    </w:p>
    <w:p w:rsidR="00283744" w:rsidRDefault="00283744" w:rsidP="0028374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83744" w:rsidRDefault="00283744" w:rsidP="0028374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283744">
        <w:rPr>
          <w:rtl/>
        </w:rPr>
        <w:t xml:space="preserve"> </w:t>
      </w:r>
      <w:r w:rsidR="00F5509F" w:rsidRPr="00F5509F">
        <w:rPr>
          <w:rtl/>
        </w:rPr>
        <w:t>سورہ</w:t>
      </w:r>
      <w:r w:rsidRPr="00816B77">
        <w:rPr>
          <w:rFonts w:hint="cs"/>
          <w:rtl/>
        </w:rPr>
        <w:t xml:space="preserve"> نس</w:t>
      </w:r>
      <w:r w:rsidR="00816B77" w:rsidRPr="00816B77">
        <w:rPr>
          <w:rFonts w:hint="cs"/>
          <w:rtl/>
        </w:rPr>
        <w:t>ا</w:t>
      </w:r>
      <w:r w:rsidRPr="00816B77">
        <w:rPr>
          <w:rFonts w:hint="cs"/>
          <w:rtl/>
        </w:rPr>
        <w:t xml:space="preserve">ء </w:t>
      </w:r>
      <w:r w:rsidRPr="00283744">
        <w:rPr>
          <w:rtl/>
          <w:lang w:bidi="fa-IR"/>
        </w:rPr>
        <w:t>۲۲</w:t>
      </w:r>
    </w:p>
    <w:p w:rsidR="00283744" w:rsidRDefault="00283744" w:rsidP="002937DD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 xml:space="preserve">لئے </w:t>
      </w:r>
      <w:r w:rsidR="00816B77" w:rsidRPr="00816B77">
        <w:rPr>
          <w:rtl/>
          <w:lang w:bidi="ur-PK"/>
        </w:rPr>
        <w:t>ا</w:t>
      </w:r>
      <w:r>
        <w:rPr>
          <w:rtl/>
        </w:rPr>
        <w:t>لگ گھر مہ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کرکے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د</w:t>
      </w:r>
      <w:r>
        <w:rPr>
          <w:rFonts w:hint="eastAsia"/>
          <w:rtl/>
        </w:rPr>
        <w:t>رو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زے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ص قسم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جنڈے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کھڑ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کرتے جو </w:t>
      </w:r>
      <w:r w:rsidR="00816B77" w:rsidRPr="00816B77">
        <w:rPr>
          <w:rtl/>
          <w:lang w:bidi="ur-PK"/>
        </w:rPr>
        <w:t>ا</w:t>
      </w:r>
      <w:r>
        <w:rPr>
          <w:rtl/>
        </w:rPr>
        <w:t>س ب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ہر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خل ہوکر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ہش</w:t>
      </w:r>
      <w:r w:rsidR="00816B77" w:rsidRPr="00816B77">
        <w:rPr>
          <w:rtl/>
          <w:lang w:bidi="ur-PK"/>
        </w:rPr>
        <w:t>ا</w:t>
      </w:r>
      <w:r>
        <w:rPr>
          <w:rtl/>
        </w:rPr>
        <w:t>ت کو پور</w:t>
      </w:r>
      <w:r>
        <w:rPr>
          <w:rFonts w:hint="cs"/>
          <w:rtl/>
        </w:rPr>
        <w:t>ی</w:t>
      </w:r>
      <w:r>
        <w:rPr>
          <w:rtl/>
        </w:rPr>
        <w:t xml:space="preserve"> کرسکت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کے ن</w:t>
      </w:r>
      <w:r w:rsidR="00816B77" w:rsidRPr="00816B77">
        <w:rPr>
          <w:rtl/>
          <w:lang w:bidi="ur-PK"/>
        </w:rPr>
        <w:t>ا</w:t>
      </w:r>
      <w:r>
        <w:rPr>
          <w:rtl/>
        </w:rPr>
        <w:t>م سے مشہور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C75FD7">
      <w:pPr>
        <w:pStyle w:val="Heading1"/>
        <w:rPr>
          <w:rtl/>
        </w:rPr>
      </w:pPr>
      <w:bookmarkStart w:id="220" w:name="_Toc393190645"/>
      <w:r>
        <w:rPr>
          <w:rFonts w:hint="eastAsia"/>
          <w:rtl/>
        </w:rPr>
        <w:t>نک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لخدن</w:t>
      </w:r>
      <w:bookmarkEnd w:id="22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خدن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معشوقہ کو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معشوقہ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محرم</w:t>
      </w:r>
      <w:r w:rsidR="00816B77" w:rsidRPr="00816B77">
        <w:rPr>
          <w:rtl/>
          <w:lang w:bidi="ur-PK"/>
        </w:rPr>
        <w:t>ا</w:t>
      </w:r>
      <w:r>
        <w:rPr>
          <w:rtl/>
        </w:rPr>
        <w:t>نہ ر</w:t>
      </w:r>
      <w:r w:rsidR="00816B77" w:rsidRPr="00816B77">
        <w:rPr>
          <w:rtl/>
          <w:lang w:bidi="ur-PK"/>
        </w:rPr>
        <w:t>ا</w:t>
      </w:r>
      <w:r>
        <w:rPr>
          <w:rtl/>
        </w:rPr>
        <w:t>بطہ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کرکےزن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مرتکب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عرف ج</w:t>
      </w:r>
      <w:r w:rsidR="00816B77" w:rsidRPr="00816B77">
        <w:rPr>
          <w:rtl/>
          <w:lang w:bidi="ur-PK"/>
        </w:rPr>
        <w:t>ا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رسم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ق</w:t>
      </w:r>
      <w:r w:rsidR="00816B77" w:rsidRPr="00816B77">
        <w:rPr>
          <w:rtl/>
          <w:lang w:bidi="ur-PK"/>
        </w:rPr>
        <w:t>ا</w:t>
      </w:r>
      <w:r>
        <w:rPr>
          <w:rtl/>
        </w:rPr>
        <w:t>نون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جبکہ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>س قسم کے رو</w:t>
      </w:r>
      <w:r w:rsidR="00816B77" w:rsidRPr="00816B77">
        <w:rPr>
          <w:rtl/>
          <w:lang w:bidi="ur-PK"/>
        </w:rPr>
        <w:t>ا</w:t>
      </w:r>
      <w:r>
        <w:rPr>
          <w:rtl/>
        </w:rPr>
        <w:t>بط سے منع کرتے ہو 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5B13F1">
      <w:pPr>
        <w:pStyle w:val="libAie"/>
        <w:rPr>
          <w:rtl/>
        </w:rPr>
      </w:pPr>
      <w:r>
        <w:rPr>
          <w:rFonts w:hint="eastAsia"/>
          <w:rtl/>
        </w:rPr>
        <w:t>مُح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صَنَ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تٍ</w:t>
      </w:r>
      <w:r>
        <w:rPr>
          <w:rtl/>
        </w:rPr>
        <w:t xml:space="preserve"> غَ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رَ مُسَ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فِحَ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تٍ وَل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مُت</w:t>
      </w:r>
      <w:r>
        <w:rPr>
          <w:rtl/>
        </w:rPr>
        <w:t>َّخِذَ</w:t>
      </w:r>
      <w:r w:rsidR="00CF3D62" w:rsidRPr="00CF3D62">
        <w:rPr>
          <w:rtl/>
        </w:rPr>
        <w:t>ا</w:t>
      </w:r>
      <w:r>
        <w:rPr>
          <w:rtl/>
        </w:rPr>
        <w:t xml:space="preserve">تِ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نٍ </w:t>
      </w:r>
      <w:r w:rsidR="005B13F1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کرو جوپ</w:t>
      </w:r>
      <w:r w:rsidR="00816B77" w:rsidRPr="00816B77">
        <w:rPr>
          <w:rtl/>
          <w:lang w:bidi="ur-PK"/>
        </w:rPr>
        <w:t>ا</w:t>
      </w:r>
      <w:r>
        <w:rPr>
          <w:rtl/>
        </w:rPr>
        <w:t>کد</w:t>
      </w:r>
      <w:r w:rsidR="00816B77" w:rsidRPr="00816B77">
        <w:rPr>
          <w:rtl/>
          <w:lang w:bidi="ur-PK"/>
        </w:rPr>
        <w:t>ا</w:t>
      </w:r>
      <w:r>
        <w:rPr>
          <w:rtl/>
        </w:rPr>
        <w:t>من ہوں نہ کہ کھلم کھل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زن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ہوں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نہ چور</w:t>
      </w:r>
      <w:r>
        <w:rPr>
          <w:rFonts w:hint="cs"/>
          <w:rtl/>
        </w:rPr>
        <w:t>ی</w:t>
      </w:r>
      <w:r>
        <w:rPr>
          <w:rtl/>
        </w:rPr>
        <w:t xml:space="preserve"> چھپے دوست</w:t>
      </w:r>
      <w:r>
        <w:rPr>
          <w:rFonts w:hint="cs"/>
          <w:rtl/>
        </w:rPr>
        <w:t>ی</w:t>
      </w:r>
      <w:r>
        <w:rPr>
          <w:rtl/>
        </w:rPr>
        <w:t xml:space="preserve">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ہوں</w:t>
      </w:r>
    </w:p>
    <w:p w:rsidR="005A2492" w:rsidRDefault="005A2492" w:rsidP="00C75FD7">
      <w:pPr>
        <w:pStyle w:val="Heading1"/>
        <w:rPr>
          <w:rtl/>
        </w:rPr>
      </w:pPr>
      <w:bookmarkStart w:id="221" w:name="_Toc393190646"/>
      <w:r>
        <w:rPr>
          <w:rFonts w:hint="eastAsia"/>
          <w:rtl/>
        </w:rPr>
        <w:t>نک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لشغ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bookmarkEnd w:id="221"/>
    </w:p>
    <w:p w:rsidR="005A2492" w:rsidRDefault="005A2492" w:rsidP="0028374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ح مب</w:t>
      </w:r>
      <w:r w:rsidR="00816B77" w:rsidRPr="00816B77">
        <w:rPr>
          <w:rtl/>
          <w:lang w:bidi="ur-PK"/>
        </w:rPr>
        <w:t>ا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مہر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tl/>
        </w:rPr>
        <w:t>ملہ بھ</w:t>
      </w:r>
      <w:r>
        <w:rPr>
          <w:rFonts w:hint="cs"/>
          <w:rtl/>
        </w:rPr>
        <w:t>ی</w:t>
      </w:r>
      <w:r>
        <w:rPr>
          <w:rtl/>
        </w:rPr>
        <w:t xml:space="preserve"> دو مردوں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B13F1" w:rsidRPr="007741D8">
        <w:rPr>
          <w:rStyle w:val="libFootnotenumChar"/>
          <w:rFonts w:hint="cs"/>
          <w:rtl/>
        </w:rPr>
        <w:t>(</w:t>
      </w:r>
      <w:r w:rsidR="00283744">
        <w:rPr>
          <w:rStyle w:val="libFootnotenumChar"/>
          <w:rFonts w:hint="cs"/>
          <w:rtl/>
        </w:rPr>
        <w:t>2</w:t>
      </w:r>
      <w:r w:rsidR="005B13F1" w:rsidRPr="007741D8">
        <w:rPr>
          <w:rStyle w:val="libFootnotenumChar"/>
          <w:rFonts w:hint="cs"/>
          <w:rtl/>
        </w:rPr>
        <w:t>)</w:t>
      </w:r>
    </w:p>
    <w:p w:rsidR="005A2492" w:rsidRDefault="005B13F1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83744" w:rsidRDefault="005B13F1" w:rsidP="00F5509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83744">
        <w:rPr>
          <w:rtl/>
        </w:rPr>
        <w:t xml:space="preserve"> سور</w:t>
      </w:r>
      <w:r w:rsidR="00F5509F" w:rsidRPr="00F5509F">
        <w:rPr>
          <w:rFonts w:hint="cs"/>
          <w:rtl/>
        </w:rPr>
        <w:t>ہ</w:t>
      </w:r>
      <w:r w:rsidR="00283744" w:rsidRPr="00816B77">
        <w:rPr>
          <w:rFonts w:hint="cs"/>
          <w:rtl/>
        </w:rPr>
        <w:t xml:space="preserve"> نس</w:t>
      </w:r>
      <w:r w:rsidR="00816B77" w:rsidRPr="00816B77">
        <w:rPr>
          <w:rFonts w:hint="cs"/>
          <w:rtl/>
        </w:rPr>
        <w:t>ا</w:t>
      </w:r>
      <w:r w:rsidR="00283744" w:rsidRPr="00816B77">
        <w:rPr>
          <w:rFonts w:hint="cs"/>
          <w:rtl/>
        </w:rPr>
        <w:t xml:space="preserve">ء </w:t>
      </w:r>
      <w:r w:rsidR="00283744">
        <w:rPr>
          <w:rtl/>
          <w:lang w:bidi="fa-IR"/>
        </w:rPr>
        <w:t>۲۵</w:t>
      </w:r>
    </w:p>
    <w:p w:rsidR="005B13F1" w:rsidRDefault="005B13F1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283744" w:rsidRPr="00283744">
        <w:rPr>
          <w:rtl/>
        </w:rPr>
        <w:t xml:space="preserve"> </w:t>
      </w:r>
      <w:r w:rsidR="00283744">
        <w:rPr>
          <w:rtl/>
        </w:rPr>
        <w:t xml:space="preserve">حقوق زن در </w:t>
      </w:r>
      <w:r w:rsidR="00816B77" w:rsidRPr="00816B77">
        <w:rPr>
          <w:rtl/>
        </w:rPr>
        <w:t>ا</w:t>
      </w:r>
      <w:r w:rsidR="00283744">
        <w:rPr>
          <w:rtl/>
        </w:rPr>
        <w:t>سل</w:t>
      </w:r>
      <w:r w:rsidR="00816B77" w:rsidRPr="00816B77">
        <w:rPr>
          <w:rtl/>
        </w:rPr>
        <w:t>ا</w:t>
      </w:r>
      <w:r w:rsidR="00283744">
        <w:rPr>
          <w:rtl/>
        </w:rPr>
        <w:t>م و جہ</w:t>
      </w:r>
      <w:r w:rsidR="00816B77" w:rsidRPr="00816B77">
        <w:rPr>
          <w:rtl/>
        </w:rPr>
        <w:t>ا</w:t>
      </w:r>
      <w:r w:rsidR="00283744">
        <w:rPr>
          <w:rtl/>
        </w:rPr>
        <w:t>ن،ص</w:t>
      </w:r>
      <w:r w:rsidR="00C15B30" w:rsidRPr="00C15B30">
        <w:rPr>
          <w:rFonts w:hint="cs"/>
          <w:rtl/>
        </w:rPr>
        <w:t>37</w:t>
      </w:r>
    </w:p>
    <w:p w:rsidR="005B13F1" w:rsidRPr="005B13F1" w:rsidRDefault="005B13F1" w:rsidP="00A60F54">
      <w:pPr>
        <w:pStyle w:val="libPoemTini"/>
        <w:rPr>
          <w:rtl/>
        </w:rPr>
      </w:pPr>
      <w:r w:rsidRPr="005B13F1">
        <w:rPr>
          <w:rtl/>
        </w:rPr>
        <w:br w:type="page"/>
      </w:r>
    </w:p>
    <w:p w:rsidR="005A2492" w:rsidRDefault="005A2492" w:rsidP="00F63864">
      <w:pPr>
        <w:pStyle w:val="Heading1Center"/>
        <w:rPr>
          <w:rtl/>
        </w:rPr>
      </w:pPr>
      <w:bookmarkStart w:id="222" w:name="_Toc393190647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22"/>
    </w:p>
    <w:p w:rsidR="005A2492" w:rsidRDefault="00816B77" w:rsidP="00F63864">
      <w:pPr>
        <w:pStyle w:val="Heading1Center"/>
        <w:rPr>
          <w:rtl/>
        </w:rPr>
      </w:pPr>
      <w:bookmarkStart w:id="223" w:name="_Toc393190648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قدر و منزلت</w:t>
      </w:r>
      <w:bookmarkEnd w:id="223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شرے مختلف قسم کے </w:t>
      </w:r>
      <w:r w:rsidR="00816B77" w:rsidRPr="00816B77">
        <w:rPr>
          <w:rtl/>
          <w:lang w:bidi="ur-PK"/>
        </w:rPr>
        <w:t>ا</w:t>
      </w:r>
      <w:r>
        <w:rPr>
          <w:rtl/>
        </w:rPr>
        <w:t>نحر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گرے ہوئے تھے، بعض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شرہ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سوس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زکثرت</w:t>
      </w:r>
      <w:r>
        <w:rPr>
          <w:rtl/>
        </w:rPr>
        <w:t xml:space="preserve"> شہوت ک</w:t>
      </w:r>
      <w:r>
        <w:rPr>
          <w:rFonts w:hint="cs"/>
          <w:rtl/>
        </w:rPr>
        <w:t>ی</w:t>
      </w:r>
      <w:r>
        <w:rPr>
          <w:rtl/>
        </w:rPr>
        <w:t xml:space="preserve"> وجہ سے عورت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معبود بن</w:t>
      </w:r>
      <w:r w:rsidR="00816B77" w:rsidRPr="00816B77">
        <w:rPr>
          <w:rtl/>
          <w:lang w:bidi="ur-PK"/>
        </w:rPr>
        <w:t>ا</w:t>
      </w:r>
      <w:r>
        <w:rPr>
          <w:rtl/>
        </w:rPr>
        <w:t>چکے تھے تو بعض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شرہ  غفلت ک</w:t>
      </w:r>
      <w:r>
        <w:rPr>
          <w:rFonts w:hint="cs"/>
          <w:rtl/>
        </w:rPr>
        <w:t>ی</w:t>
      </w:r>
      <w:r>
        <w:rPr>
          <w:rtl/>
        </w:rPr>
        <w:t xml:space="preserve"> وجہ سے عورت کو بے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دہ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سمجھتے تھے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کہتے تھے کہ عورت روح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سےخ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لہذ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ق</w:t>
      </w:r>
      <w:r w:rsidR="00816B77" w:rsidRPr="00816B77">
        <w:rPr>
          <w:rtl/>
          <w:lang w:bidi="ur-PK"/>
        </w:rPr>
        <w:t>ا</w:t>
      </w:r>
      <w:r>
        <w:rPr>
          <w:rtl/>
        </w:rPr>
        <w:t>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مظلوم عورت بھ</w:t>
      </w:r>
      <w:r>
        <w:rPr>
          <w:rFonts w:hint="cs"/>
          <w:rtl/>
        </w:rPr>
        <w:t>ی</w:t>
      </w:r>
      <w:r>
        <w:rPr>
          <w:rtl/>
        </w:rPr>
        <w:t xml:space="preserve"> جہ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چ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</w:t>
      </w:r>
      <w:r w:rsidR="00816B77" w:rsidRPr="00816B77">
        <w:rPr>
          <w:rtl/>
          <w:lang w:bidi="ur-PK"/>
        </w:rPr>
        <w:t>ا</w:t>
      </w:r>
      <w:r>
        <w:rPr>
          <w:rtl/>
        </w:rPr>
        <w:t>موش رہت</w:t>
      </w:r>
      <w:r>
        <w:rPr>
          <w:rFonts w:hint="cs"/>
          <w:rtl/>
        </w:rPr>
        <w:t>ی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موقع پر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،رحمة للع</w:t>
      </w:r>
      <w:r w:rsidRPr="00816B77">
        <w:rPr>
          <w:rtl/>
          <w:lang w:bidi="ur-PK"/>
        </w:rPr>
        <w:t>ا</w:t>
      </w:r>
      <w:r w:rsidR="005A2492">
        <w:rPr>
          <w:rtl/>
        </w:rPr>
        <w:t>لم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بن کر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سے مبعوث ہوئے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 تم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غلط </w:t>
      </w:r>
      <w:r w:rsidRPr="00816B77">
        <w:rPr>
          <w:rtl/>
          <w:lang w:bidi="ur-PK"/>
        </w:rPr>
        <w:t>ا</w:t>
      </w:r>
      <w:r w:rsidR="005A2492">
        <w:rPr>
          <w:rtl/>
        </w:rPr>
        <w:t>ور 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ئز رسوم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ئز تج</w:t>
      </w:r>
      <w:r w:rsidRPr="00816B77">
        <w:rPr>
          <w:rtl/>
          <w:lang w:bidi="ur-PK"/>
        </w:rPr>
        <w:t>ا</w:t>
      </w:r>
      <w:r w:rsidR="005A2492">
        <w:rPr>
          <w:rtl/>
        </w:rPr>
        <w:t>وز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 کو ختم کرکے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 نے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شرہ تشک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عورت کو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حق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مرد کو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حق دےکر ظلم و ستم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بے </w:t>
      </w:r>
      <w:r w:rsidRPr="00816B77">
        <w:rPr>
          <w:rtl/>
          <w:lang w:bidi="ur-PK"/>
        </w:rPr>
        <w:t>ا</w:t>
      </w:r>
      <w:r w:rsidR="005A2492">
        <w:rPr>
          <w:rtl/>
        </w:rPr>
        <w:t>نص</w:t>
      </w:r>
      <w:r w:rsidRPr="00816B77">
        <w:rPr>
          <w:rtl/>
          <w:lang w:bidi="ur-PK"/>
        </w:rPr>
        <w:t>ا</w:t>
      </w:r>
      <w:r w:rsidR="005A2492">
        <w:rPr>
          <w:rtl/>
        </w:rPr>
        <w:t>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تمہ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وہ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ہے جو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ورعورت کے لئے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 w:rsidR="00816B77" w:rsidRPr="00816B77">
        <w:rPr>
          <w:rtl/>
          <w:lang w:bidi="ur-PK"/>
        </w:rPr>
        <w:t>ا</w:t>
      </w:r>
      <w:r>
        <w:rPr>
          <w:rtl/>
        </w:rPr>
        <w:t>ئل ہو</w:t>
      </w:r>
      <w:r w:rsidR="00816B77" w:rsidRPr="00816B77">
        <w:rPr>
          <w:rtl/>
          <w:lang w:bidi="ur-PK"/>
        </w:rPr>
        <w:t>اا</w:t>
      </w:r>
      <w:r>
        <w:rPr>
          <w:rtl/>
        </w:rPr>
        <w:t>ور عورت کو حق م</w:t>
      </w:r>
      <w:r w:rsidR="00816B77" w:rsidRPr="00816B77">
        <w:rPr>
          <w:rtl/>
          <w:lang w:bidi="ur-PK"/>
        </w:rPr>
        <w:t>ا</w:t>
      </w:r>
      <w:r>
        <w:rPr>
          <w:rtl/>
        </w:rPr>
        <w:t>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ستقل</w:t>
      </w:r>
      <w:r w:rsidR="00816B77" w:rsidRPr="00816B77">
        <w:rPr>
          <w:rtl/>
          <w:lang w:bidi="ur-PK"/>
        </w:rPr>
        <w:t>ا</w:t>
      </w:r>
      <w:r>
        <w:rPr>
          <w:rtl/>
        </w:rPr>
        <w:t>ل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خود کرسکے نہ صرف حق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بلکہ </w:t>
      </w:r>
      <w:r w:rsidR="00816B77" w:rsidRPr="00816B77">
        <w:rPr>
          <w:rtl/>
          <w:lang w:bidi="ur-PK"/>
        </w:rPr>
        <w:t>ا</w:t>
      </w:r>
      <w:r>
        <w:rPr>
          <w:rtl/>
        </w:rPr>
        <w:t>س سےبھ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تر کہ مرد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قدر و منزلت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ق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ئل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:مرد کوعورت پر کوئ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برتر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صرف تقو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قر</w:t>
      </w:r>
      <w:r w:rsidR="00816B77" w:rsidRPr="00816B77">
        <w:rPr>
          <w:rtl/>
          <w:lang w:bidi="ur-PK"/>
        </w:rPr>
        <w:t>ا</w:t>
      </w:r>
      <w:r>
        <w:rPr>
          <w:rtl/>
        </w:rPr>
        <w:t>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5A2492" w:rsidP="00EA7846">
      <w:pPr>
        <w:pStyle w:val="libNormal"/>
        <w:rPr>
          <w:rtl/>
        </w:rPr>
      </w:pPr>
      <w:r w:rsidRPr="00371684">
        <w:rPr>
          <w:rStyle w:val="libAieChar"/>
          <w:rFonts w:hint="cs"/>
          <w:rtl/>
        </w:rPr>
        <w:t>يَ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>يهُّ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tl/>
        </w:rPr>
        <w:t xml:space="preserve"> </w:t>
      </w:r>
      <w:r w:rsidR="00CF3D62" w:rsidRPr="00CF3D62">
        <w:rPr>
          <w:rStyle w:val="libAieChar"/>
          <w:rtl/>
        </w:rPr>
        <w:t>ا</w:t>
      </w:r>
      <w:r w:rsidRPr="00371684">
        <w:rPr>
          <w:rStyle w:val="libAieChar"/>
          <w:rtl/>
        </w:rPr>
        <w:t>لنَّ</w:t>
      </w:r>
      <w:r w:rsidR="00CF3D62" w:rsidRPr="00CF3D62">
        <w:rPr>
          <w:rStyle w:val="libAieChar"/>
          <w:rtl/>
        </w:rPr>
        <w:t>ا</w:t>
      </w:r>
      <w:r w:rsidRPr="00371684">
        <w:rPr>
          <w:rStyle w:val="libAieChar"/>
          <w:rtl/>
        </w:rPr>
        <w:t xml:space="preserve">سُ 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>نَّ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 xml:space="preserve"> خَلَقْنَ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 xml:space="preserve">كمُ مِّن ذَكَرٍ وَ 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>نث</w:t>
      </w:r>
      <w:r w:rsidR="009B349E" w:rsidRPr="009B349E">
        <w:rPr>
          <w:rStyle w:val="libAieChar"/>
          <w:rFonts w:hint="cs"/>
          <w:rtl/>
          <w:lang w:bidi="ur-PK"/>
        </w:rPr>
        <w:t>ی</w:t>
      </w:r>
      <w:r w:rsidRPr="00371684">
        <w:rPr>
          <w:rStyle w:val="libAieChar"/>
          <w:rFonts w:hint="cs"/>
          <w:rtl/>
        </w:rPr>
        <w:t>‏ وَ جَعَلْنَ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>كمُ‏ْ شُعُوبً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 xml:space="preserve"> وَ قَبَ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 xml:space="preserve">ئلَ </w:t>
      </w:r>
      <w:r w:rsidRPr="00371684">
        <w:rPr>
          <w:rStyle w:val="libAieChar"/>
          <w:rtl/>
        </w:rPr>
        <w:t>لِتَعَ</w:t>
      </w:r>
      <w:r w:rsidR="00CF3D62" w:rsidRPr="00CF3D62">
        <w:rPr>
          <w:rStyle w:val="libAieChar"/>
          <w:rtl/>
        </w:rPr>
        <w:t>ا</w:t>
      </w:r>
      <w:r w:rsidRPr="00371684">
        <w:rPr>
          <w:rStyle w:val="libAieChar"/>
          <w:rtl/>
        </w:rPr>
        <w:t>رَفُو</w:t>
      </w:r>
      <w:r w:rsidR="00CF3D62" w:rsidRPr="00CF3D62">
        <w:rPr>
          <w:rStyle w:val="libAieChar"/>
          <w:rtl/>
        </w:rPr>
        <w:t>ا</w:t>
      </w:r>
      <w:r w:rsidRPr="00371684">
        <w:rPr>
          <w:rStyle w:val="libAieChar"/>
          <w:rFonts w:hint="cs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 xml:space="preserve">نَّ 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 xml:space="preserve">كْرَمَكمُ‏ْ عِندَ 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 xml:space="preserve">للهِ 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 xml:space="preserve">تْقَئكُمْ  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 xml:space="preserve">نَّ </w:t>
      </w:r>
      <w:r w:rsidR="00CF3D62" w:rsidRPr="00CF3D62">
        <w:rPr>
          <w:rStyle w:val="libAieChar"/>
          <w:rFonts w:hint="cs"/>
          <w:rtl/>
        </w:rPr>
        <w:t>ا</w:t>
      </w:r>
      <w:r w:rsidRPr="00371684">
        <w:rPr>
          <w:rStyle w:val="libAieChar"/>
          <w:rFonts w:hint="cs"/>
          <w:rtl/>
        </w:rPr>
        <w:t>للهَ عَلِيمٌ خَبِيرٌ</w:t>
      </w:r>
      <w:r w:rsidR="00EA7846" w:rsidRPr="00C15B30">
        <w:rPr>
          <w:rStyle w:val="libAieChar"/>
          <w:rFonts w:hint="cs"/>
          <w:rtl/>
        </w:rPr>
        <w:t>"</w:t>
      </w:r>
      <w:r w:rsidR="00EA7846" w:rsidRPr="00051BD5">
        <w:rPr>
          <w:rStyle w:val="libAieChar"/>
          <w:rFonts w:hint="cs"/>
          <w:rtl/>
        </w:rPr>
        <w:t xml:space="preserve"> </w:t>
      </w:r>
      <w:r w:rsidR="00EA7846" w:rsidRPr="007741D8">
        <w:rPr>
          <w:rStyle w:val="libFootnotenumChar"/>
          <w:rFonts w:hint="cs"/>
          <w:rtl/>
        </w:rPr>
        <w:t>(1)</w:t>
      </w:r>
      <w:r w:rsidR="00EA7846"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ے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نو! ہم نے تم کو 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eastAsia"/>
          <w:rtl/>
        </w:rPr>
        <w:t>پھر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کہ </w:t>
      </w:r>
      <w:r w:rsidR="00816B77" w:rsidRPr="00816B77">
        <w:rPr>
          <w:rtl/>
          <w:lang w:bidi="ur-PK"/>
        </w:rPr>
        <w:t>ا</w:t>
      </w:r>
      <w:r>
        <w:rPr>
          <w:rtl/>
        </w:rPr>
        <w:t>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پہچ</w:t>
      </w:r>
      <w:r w:rsidR="00816B77" w:rsidRPr="00816B77">
        <w:rPr>
          <w:rtl/>
          <w:lang w:bidi="ur-PK"/>
        </w:rPr>
        <w:t>ا</w:t>
      </w:r>
      <w:r>
        <w:rPr>
          <w:rtl/>
        </w:rPr>
        <w:t>ن سکو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محترم وہ</w:t>
      </w:r>
      <w:r>
        <w:rPr>
          <w:rFonts w:hint="cs"/>
          <w:rtl/>
        </w:rPr>
        <w:t>ی</w:t>
      </w:r>
      <w:r>
        <w:rPr>
          <w:rtl/>
        </w:rPr>
        <w:t xml:space="preserve"> ہے جو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رہے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للہ ہر شے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ہر ب</w:t>
      </w:r>
      <w:r w:rsidR="00816B77" w:rsidRPr="00816B77">
        <w:rPr>
          <w:rtl/>
          <w:lang w:bidi="ur-PK"/>
        </w:rPr>
        <w:t>ا</w:t>
      </w:r>
      <w:r>
        <w:rPr>
          <w:rtl/>
        </w:rPr>
        <w:t>ت سے ب</w:t>
      </w:r>
      <w:r w:rsidR="00816B77" w:rsidRPr="00816B77">
        <w:rPr>
          <w:rtl/>
          <w:lang w:bidi="ur-PK"/>
        </w:rPr>
        <w:t>ا</w:t>
      </w:r>
      <w:r>
        <w:rPr>
          <w:rtl/>
        </w:rPr>
        <w:t>خبر ہے"</w:t>
      </w:r>
    </w:p>
    <w:p w:rsidR="00EA7846" w:rsidRPr="00D62CF7" w:rsidRDefault="00EA7846" w:rsidP="00D62CF7">
      <w:pPr>
        <w:pStyle w:val="libFootnote0"/>
        <w:rPr>
          <w:rtl/>
        </w:rPr>
      </w:pPr>
      <w:r w:rsidRPr="00D62CF7">
        <w:rPr>
          <w:rFonts w:hint="cs"/>
          <w:rtl/>
        </w:rPr>
        <w:t>--------------</w:t>
      </w:r>
    </w:p>
    <w:p w:rsidR="00EA7846" w:rsidRPr="00D62CF7" w:rsidRDefault="00EA7846" w:rsidP="00D62CF7">
      <w:pPr>
        <w:pStyle w:val="libFootnote0"/>
        <w:rPr>
          <w:rtl/>
        </w:rPr>
      </w:pPr>
      <w:r w:rsidRPr="00D62CF7">
        <w:rPr>
          <w:rFonts w:hint="cs"/>
          <w:rtl/>
        </w:rPr>
        <w:t>(1):-</w:t>
      </w:r>
      <w:r w:rsidR="00C20FF9" w:rsidRPr="00D62CF7">
        <w:rPr>
          <w:rtl/>
        </w:rPr>
        <w:t xml:space="preserve"> </w:t>
      </w:r>
      <w:r w:rsidR="00816B77" w:rsidRPr="00816B77">
        <w:rPr>
          <w:rtl/>
        </w:rPr>
        <w:t>ا</w:t>
      </w:r>
      <w:r w:rsidR="00C20FF9" w:rsidRPr="00D62CF7">
        <w:rPr>
          <w:rtl/>
        </w:rPr>
        <w:t>لحجر</w:t>
      </w:r>
      <w:r w:rsidR="00816B77" w:rsidRPr="00816B77">
        <w:rPr>
          <w:rtl/>
        </w:rPr>
        <w:t>ا</w:t>
      </w:r>
      <w:r w:rsidR="00C20FF9" w:rsidRPr="00D62CF7">
        <w:rPr>
          <w:rtl/>
        </w:rPr>
        <w:t>ت</w:t>
      </w:r>
      <w:r w:rsidR="00C15B30" w:rsidRPr="00C15B30">
        <w:rPr>
          <w:rFonts w:hint="cs"/>
          <w:rtl/>
        </w:rPr>
        <w:t>13</w:t>
      </w:r>
    </w:p>
    <w:p w:rsidR="00EA7846" w:rsidRDefault="00EA7846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فہ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س ف</w:t>
      </w:r>
      <w:r w:rsidRPr="00816B77">
        <w:rPr>
          <w:rtl/>
          <w:lang w:bidi="ur-PK"/>
        </w:rPr>
        <w:t>ا</w:t>
      </w:r>
      <w:r w:rsidR="005A2492">
        <w:rPr>
          <w:rtl/>
        </w:rPr>
        <w:t>سد عق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قلع قمع ہوج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جس کے بعض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شرہ ق</w:t>
      </w:r>
      <w:r w:rsidRPr="00816B77">
        <w:rPr>
          <w:rtl/>
          <w:lang w:bidi="ur-PK"/>
        </w:rPr>
        <w:t>ا</w:t>
      </w:r>
      <w:r w:rsidR="005A2492">
        <w:rPr>
          <w:rtl/>
        </w:rPr>
        <w:t>ئل تھے کہ عورت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دن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شت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Pr="00816B77">
        <w:rPr>
          <w:rtl/>
          <w:lang w:bidi="ur-PK"/>
        </w:rPr>
        <w:t>ا</w:t>
      </w:r>
      <w:r w:rsidR="005A2492">
        <w:rPr>
          <w:rtl/>
        </w:rPr>
        <w:t>خل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 سکت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روح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وہ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کو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شت سے نک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لنے 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ہےوہ 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ط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نسل ہے جسے صرف مرد کے وجود کے لئے </w:t>
      </w:r>
      <w:r w:rsidR="005A2492">
        <w:rPr>
          <w:rFonts w:hint="eastAsia"/>
          <w:rtl/>
        </w:rPr>
        <w:t>مقدمہ</w:t>
      </w:r>
      <w:r w:rsidR="005A2492">
        <w:rPr>
          <w:rtl/>
        </w:rPr>
        <w:t xml:space="preserve"> کے طور پر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نے خلق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رش</w:t>
      </w:r>
      <w:r w:rsidR="00816B77" w:rsidRPr="00816B77">
        <w:rPr>
          <w:rtl/>
          <w:lang w:bidi="ur-PK"/>
        </w:rPr>
        <w:t>ا</w:t>
      </w:r>
      <w:r>
        <w:rPr>
          <w:rtl/>
        </w:rPr>
        <w:t>د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EA7846">
      <w:pPr>
        <w:pStyle w:val="libAie"/>
        <w:rPr>
          <w:rtl/>
        </w:rPr>
      </w:pPr>
      <w:r>
        <w:rPr>
          <w:rFonts w:hint="eastAsia"/>
          <w:rtl/>
        </w:rPr>
        <w:t>خَلَقَ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>
        <w:rPr>
          <w:rtl/>
        </w:rPr>
        <w:t xml:space="preserve"> مِّن نَّف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سٍ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حِدَةٍ ثُمَّ جَعَلَ مِن</w:t>
      </w:r>
      <w:r w:rsidRPr="00371684">
        <w:rPr>
          <w:rFonts w:hint="cs"/>
          <w:rtl/>
        </w:rPr>
        <w:t>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زَو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جَ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 w:rsidR="00EA7846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"عورت بھ</w:t>
      </w:r>
      <w:r>
        <w:rPr>
          <w:rFonts w:hint="cs"/>
          <w:rtl/>
        </w:rPr>
        <w:t>ی</w:t>
      </w:r>
      <w:r>
        <w:rPr>
          <w:rtl/>
        </w:rPr>
        <w:t xml:space="preserve"> مرد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ہم جنس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بدن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حصہ ہے"</w:t>
      </w:r>
      <w:r w:rsidR="00816B77" w:rsidRPr="00816B77">
        <w:rPr>
          <w:rtl/>
          <w:lang w:bidi="ur-PK"/>
        </w:rPr>
        <w:t>ا</w:t>
      </w:r>
      <w:r>
        <w:rPr>
          <w:rtl/>
        </w:rPr>
        <w:t>ور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CF3D62" w:rsidP="00EA7846">
      <w:pPr>
        <w:pStyle w:val="libAie"/>
        <w:rPr>
          <w:rtl/>
        </w:rPr>
      </w:pP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حِلَّ</w:t>
      </w:r>
      <w:r w:rsidR="005A2492">
        <w:rPr>
          <w:rtl/>
        </w:rPr>
        <w:t xml:space="preserve"> لَ</w:t>
      </w:r>
      <w:r w:rsidR="005A2492" w:rsidRPr="00371684">
        <w:rPr>
          <w:rFonts w:hint="cs"/>
          <w:rtl/>
        </w:rPr>
        <w:t>ك</w:t>
      </w:r>
      <w:r w:rsidR="005A2492">
        <w:rPr>
          <w:rFonts w:hint="cs"/>
          <w:rtl/>
        </w:rPr>
        <w:t>ُم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 xml:space="preserve"> لَ</w:t>
      </w:r>
      <w:r w:rsidR="005A2492" w:rsidRPr="00371684">
        <w:rPr>
          <w:rFonts w:hint="cs"/>
          <w:rtl/>
        </w:rPr>
        <w:t>يْ</w:t>
      </w:r>
      <w:r w:rsidR="005A2492">
        <w:rPr>
          <w:rFonts w:hint="cs"/>
          <w:rtl/>
        </w:rPr>
        <w:t xml:space="preserve">لَةَ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لصِّ</w:t>
      </w:r>
      <w:r w:rsidR="005A2492" w:rsidRPr="00371684">
        <w:rPr>
          <w:rFonts w:hint="cs"/>
          <w:rtl/>
        </w:rPr>
        <w:t>ي</w:t>
      </w:r>
      <w:r w:rsidR="005A2492">
        <w:rPr>
          <w:rFonts w:hint="cs"/>
          <w:rtl/>
        </w:rPr>
        <w:t>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مِ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 xml:space="preserve">لرَّفَثُ 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 w:rsidR="005A2492">
        <w:rPr>
          <w:rFonts w:hint="cs"/>
          <w:rtl/>
        </w:rPr>
        <w:t xml:space="preserve"> نِسَ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ئِ</w:t>
      </w:r>
      <w:r w:rsidR="005A2492" w:rsidRPr="00371684">
        <w:rPr>
          <w:rFonts w:hint="cs"/>
          <w:rtl/>
        </w:rPr>
        <w:t>ك</w:t>
      </w:r>
      <w:r w:rsidR="005A2492">
        <w:rPr>
          <w:rFonts w:hint="cs"/>
          <w:rtl/>
        </w:rPr>
        <w:t>ُم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 xml:space="preserve"> </w:t>
      </w:r>
      <w:r w:rsidR="005A2492" w:rsidRPr="00371684">
        <w:rPr>
          <w:rFonts w:hint="cs"/>
          <w:rtl/>
        </w:rPr>
        <w:t>ه</w:t>
      </w:r>
      <w:r w:rsidR="005A2492">
        <w:rPr>
          <w:rFonts w:hint="cs"/>
          <w:rtl/>
        </w:rPr>
        <w:t>ُنَّ لِبَ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سٌ لَّ</w:t>
      </w:r>
      <w:r w:rsidR="005A2492" w:rsidRPr="00371684">
        <w:rPr>
          <w:rFonts w:hint="cs"/>
          <w:rtl/>
        </w:rPr>
        <w:t>ك</w:t>
      </w:r>
      <w:r w:rsidR="005A2492">
        <w:rPr>
          <w:rFonts w:hint="cs"/>
          <w:rtl/>
        </w:rPr>
        <w:t>ُم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 xml:space="preserve"> وَ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نتُم</w:t>
      </w:r>
      <w:r w:rsidR="005A2492" w:rsidRPr="00371684">
        <w:rPr>
          <w:rFonts w:hint="cs"/>
          <w:rtl/>
        </w:rPr>
        <w:t>ْ</w:t>
      </w:r>
      <w:r w:rsidR="005A2492">
        <w:rPr>
          <w:rFonts w:hint="cs"/>
          <w:rtl/>
        </w:rPr>
        <w:t xml:space="preserve"> لِبَ</w:t>
      </w:r>
      <w:r w:rsidRPr="00CF3D62">
        <w:rPr>
          <w:rFonts w:hint="cs"/>
          <w:rtl/>
        </w:rPr>
        <w:t>ا</w:t>
      </w:r>
      <w:r w:rsidR="005A2492">
        <w:rPr>
          <w:rFonts w:hint="cs"/>
          <w:rtl/>
        </w:rPr>
        <w:t>سٌ لَّ</w:t>
      </w:r>
      <w:r w:rsidR="005A2492" w:rsidRPr="00371684">
        <w:rPr>
          <w:rFonts w:hint="cs"/>
          <w:rtl/>
        </w:rPr>
        <w:t>ه</w:t>
      </w:r>
      <w:r w:rsidR="005A2492">
        <w:rPr>
          <w:rFonts w:hint="cs"/>
          <w:rtl/>
        </w:rPr>
        <w:t>ُنَّ</w:t>
      </w:r>
      <w:r w:rsidR="00EA7846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لئے م</w:t>
      </w:r>
      <w:r w:rsidR="00816B77" w:rsidRPr="00816B77">
        <w:rPr>
          <w:rtl/>
          <w:lang w:bidi="ur-PK"/>
        </w:rPr>
        <w:t>ا</w:t>
      </w:r>
      <w:r>
        <w:rPr>
          <w:rtl/>
        </w:rPr>
        <w:t>ہ رمض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</w:t>
      </w:r>
      <w:r w:rsidR="00816B77" w:rsidRPr="00816B77">
        <w:rPr>
          <w:rtl/>
          <w:lang w:bidi="ur-PK"/>
        </w:rPr>
        <w:t>ا</w:t>
      </w:r>
      <w:r>
        <w:rPr>
          <w:rtl/>
        </w:rPr>
        <w:t>س ج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حل</w:t>
      </w:r>
      <w:r w:rsidR="00816B77" w:rsidRPr="00816B77">
        <w:rPr>
          <w:rtl/>
          <w:lang w:bidi="ur-PK"/>
        </w:rPr>
        <w:t>ا</w:t>
      </w:r>
      <w:r>
        <w:rPr>
          <w:rtl/>
        </w:rPr>
        <w:t>ل کر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ہےعورت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لئے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چھپ</w:t>
      </w:r>
      <w:r w:rsidR="00816B77" w:rsidRPr="00816B77">
        <w:rPr>
          <w:rtl/>
          <w:lang w:bidi="ur-PK"/>
        </w:rPr>
        <w:t>ا</w:t>
      </w:r>
      <w:r>
        <w:rPr>
          <w:rtl/>
        </w:rPr>
        <w:t>نے کے لئے لب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ہے جس طرح تم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چھپ</w:t>
      </w:r>
      <w:r w:rsidR="00816B77" w:rsidRPr="00816B77">
        <w:rPr>
          <w:rtl/>
          <w:lang w:bidi="ur-PK"/>
        </w:rPr>
        <w:t>ا</w:t>
      </w:r>
      <w:r>
        <w:rPr>
          <w:rtl/>
        </w:rPr>
        <w:t>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ہے"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لح</w:t>
      </w:r>
      <w:r w:rsidRPr="00816B77">
        <w:rPr>
          <w:rtl/>
          <w:lang w:bidi="ur-PK"/>
        </w:rPr>
        <w:t>ا</w:t>
      </w:r>
      <w:r w:rsidR="005A2492">
        <w:rPr>
          <w:rtl/>
        </w:rPr>
        <w:t>ظ سے دونوں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فرق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جب عورت کو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لک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سمجھت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وقت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EA7846">
      <w:pPr>
        <w:pStyle w:val="libAie"/>
        <w:rPr>
          <w:rtl/>
        </w:rPr>
      </w:pPr>
      <w:r>
        <w:rPr>
          <w:rFonts w:hint="eastAsia"/>
          <w:rtl/>
        </w:rPr>
        <w:t>وَل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تَتَمَنَّو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فَضَّلَ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 بِ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بَع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ضَ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بَع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ضٍ لِّلرِّجَ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 نَصِ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بٌ</w:t>
      </w:r>
      <w:r>
        <w:rPr>
          <w:rtl/>
        </w:rPr>
        <w:t xml:space="preserve"> مِّمَّ</w:t>
      </w:r>
      <w:r w:rsidR="00CF3D62" w:rsidRPr="00CF3D62">
        <w:rPr>
          <w:rtl/>
        </w:rPr>
        <w:t>ا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 w:rsidRPr="00371684">
        <w:rPr>
          <w:rFonts w:hint="cs"/>
          <w:rtl/>
        </w:rPr>
        <w:t>كْ</w:t>
      </w:r>
      <w:r>
        <w:rPr>
          <w:rFonts w:hint="cs"/>
          <w:rtl/>
        </w:rPr>
        <w:t>تَسَبُو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وَلِلنِّسَ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 نَصِ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بٌ مِّمَّ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كْ</w:t>
      </w:r>
      <w:r>
        <w:rPr>
          <w:rFonts w:hint="cs"/>
          <w:rtl/>
        </w:rPr>
        <w:t>تَسَب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</w:t>
      </w:r>
      <w:r w:rsidR="00EA7846" w:rsidRPr="007741D8">
        <w:rPr>
          <w:rStyle w:val="libFootnotenumChar"/>
          <w:rFonts w:hint="cs"/>
          <w:rtl/>
        </w:rPr>
        <w:t>(3)</w:t>
      </w:r>
    </w:p>
    <w:p w:rsidR="00D62CF7" w:rsidRDefault="005A2492" w:rsidP="005A2492">
      <w:pPr>
        <w:pStyle w:val="libNormal"/>
        <w:rPr>
          <w:rtl/>
        </w:rPr>
      </w:pPr>
      <w:r>
        <w:rPr>
          <w:rtl/>
        </w:rPr>
        <w:t>"</w:t>
      </w:r>
      <w:r w:rsidR="00816B77" w:rsidRPr="00816B77">
        <w:rPr>
          <w:rtl/>
          <w:lang w:bidi="ur-PK"/>
        </w:rPr>
        <w:t>ا</w:t>
      </w:r>
      <w:r>
        <w:rPr>
          <w:rtl/>
        </w:rPr>
        <w:t>ور خبرد</w:t>
      </w:r>
      <w:r w:rsidR="00816B77" w:rsidRPr="00816B77">
        <w:rPr>
          <w:rtl/>
          <w:lang w:bidi="ur-PK"/>
        </w:rPr>
        <w:t>ا</w:t>
      </w:r>
      <w:r>
        <w:rPr>
          <w:rtl/>
        </w:rPr>
        <w:t>ر جو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بعض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 w:rsidR="00816B77" w:rsidRPr="00816B77">
        <w:rPr>
          <w:rtl/>
          <w:lang w:bidi="ur-PK"/>
        </w:rPr>
        <w:t>ا</w:t>
      </w:r>
      <w:r>
        <w:rPr>
          <w:rtl/>
        </w:rPr>
        <w:t>د کو بعض سے کچھ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تمنّ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رزو نہ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مردوں کے لئے وہ حصہّ ہے جو </w:t>
      </w:r>
      <w:r w:rsidR="00816B77" w:rsidRPr="00816B77">
        <w:rPr>
          <w:rtl/>
          <w:lang w:bidi="ur-PK"/>
        </w:rPr>
        <w:t>ا</w:t>
      </w:r>
      <w:r>
        <w:rPr>
          <w:rtl/>
        </w:rPr>
        <w:t>نہوں نے کم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عورتوں کے ئے وہ حصہ ہے جو </w:t>
      </w:r>
      <w:r w:rsidR="00816B77" w:rsidRPr="00816B77">
        <w:rPr>
          <w:rtl/>
          <w:lang w:bidi="ur-PK"/>
        </w:rPr>
        <w:t>ا</w:t>
      </w:r>
      <w:r>
        <w:rPr>
          <w:rtl/>
        </w:rPr>
        <w:t>نہوں نے کم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ہے"</w:t>
      </w:r>
    </w:p>
    <w:p w:rsidR="005A2492" w:rsidRDefault="00D62CF7" w:rsidP="005A2492">
      <w:pPr>
        <w:pStyle w:val="libNormal"/>
        <w:rPr>
          <w:rtl/>
        </w:rPr>
      </w:pPr>
      <w:r w:rsidRPr="00D62CF7">
        <w:rPr>
          <w:rFonts w:hint="eastAsia"/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عورت کو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وقت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نےعورت کو بھ</w:t>
      </w:r>
      <w:r>
        <w:rPr>
          <w:rFonts w:hint="cs"/>
          <w:rtl/>
        </w:rPr>
        <w:t>ی</w:t>
      </w:r>
      <w:r>
        <w:rPr>
          <w:rtl/>
        </w:rPr>
        <w:t xml:space="preserve"> مرد کے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بر 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</w:p>
    <w:p w:rsidR="00EA7846" w:rsidRDefault="00EA784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62CF7" w:rsidRDefault="00EA7846" w:rsidP="00D62CF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D62CF7">
        <w:rPr>
          <w:rtl/>
        </w:rPr>
        <w:t xml:space="preserve"> </w:t>
      </w:r>
      <w:r w:rsidR="00816B77" w:rsidRPr="00816B77">
        <w:rPr>
          <w:rtl/>
        </w:rPr>
        <w:t>ا</w:t>
      </w:r>
      <w:r w:rsidR="00D62CF7">
        <w:rPr>
          <w:rtl/>
        </w:rPr>
        <w:t xml:space="preserve">لزمر </w:t>
      </w:r>
      <w:r w:rsidR="00D62CF7">
        <w:rPr>
          <w:rtl/>
          <w:lang w:bidi="fa-IR"/>
        </w:rPr>
        <w:t>۶</w:t>
      </w:r>
    </w:p>
    <w:p w:rsidR="00EA7846" w:rsidRDefault="00EA7846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D62CF7" w:rsidRPr="00D62CF7">
        <w:rPr>
          <w:rtl/>
        </w:rPr>
        <w:t xml:space="preserve"> </w:t>
      </w:r>
      <w:r w:rsidR="00816B77" w:rsidRPr="00816B77">
        <w:rPr>
          <w:rtl/>
        </w:rPr>
        <w:t>ا</w:t>
      </w:r>
      <w:r w:rsidR="00D62CF7">
        <w:rPr>
          <w:rtl/>
        </w:rPr>
        <w:t xml:space="preserve">لبقرہ </w:t>
      </w:r>
      <w:r w:rsidR="00D62CF7">
        <w:rPr>
          <w:rtl/>
          <w:lang w:bidi="fa-IR"/>
        </w:rPr>
        <w:t>۱۸۷</w:t>
      </w:r>
    </w:p>
    <w:p w:rsidR="00EA7846" w:rsidRDefault="00EA7846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D62CF7" w:rsidRPr="00D62CF7">
        <w:rPr>
          <w:rtl/>
        </w:rPr>
        <w:t xml:space="preserve"> </w:t>
      </w:r>
      <w:r w:rsidR="00816B77" w:rsidRPr="00816B77">
        <w:rPr>
          <w:rtl/>
        </w:rPr>
        <w:t>ا</w:t>
      </w:r>
      <w:r w:rsidR="00D62CF7">
        <w:rPr>
          <w:rtl/>
        </w:rPr>
        <w:t>لنس</w:t>
      </w:r>
      <w:r w:rsidR="00816B77" w:rsidRPr="00816B77">
        <w:rPr>
          <w:rtl/>
        </w:rPr>
        <w:t>ا</w:t>
      </w:r>
      <w:r w:rsidR="00D62CF7">
        <w:rPr>
          <w:rtl/>
        </w:rPr>
        <w:t xml:space="preserve">ء  </w:t>
      </w:r>
      <w:r w:rsidR="00D62CF7">
        <w:rPr>
          <w:rtl/>
          <w:lang w:bidi="fa-IR"/>
        </w:rPr>
        <w:t>۳۲</w:t>
      </w:r>
    </w:p>
    <w:p w:rsidR="00EA7846" w:rsidRDefault="00EA7846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tl/>
          <w:lang w:bidi="ur-PK"/>
        </w:rPr>
        <w:lastRenderedPageBreak/>
        <w:t>ا</w:t>
      </w:r>
      <w:r w:rsidR="005A2492">
        <w:rPr>
          <w:rtl/>
        </w:rPr>
        <w:t>جتم</w:t>
      </w:r>
      <w:r w:rsidRPr="00816B77">
        <w:rPr>
          <w:rtl/>
          <w:lang w:bidi="ur-PK"/>
        </w:rPr>
        <w:t>ا</w:t>
      </w:r>
      <w:r w:rsidR="005A2492">
        <w:rPr>
          <w:rtl/>
        </w:rPr>
        <w:t>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ٹ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ھر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تے ہوئے فرم</w:t>
      </w:r>
      <w:r w:rsidRPr="00E67D25">
        <w:rPr>
          <w:rFonts w:hint="cs"/>
          <w:rtl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: </w:t>
      </w:r>
    </w:p>
    <w:p w:rsidR="005A2492" w:rsidRDefault="005A2492" w:rsidP="00EA7846">
      <w:pPr>
        <w:pStyle w:val="libAie"/>
        <w:rPr>
          <w:rtl/>
        </w:rPr>
      </w:pPr>
      <w:r>
        <w:rPr>
          <w:rFonts w:hint="eastAsia"/>
          <w:rtl/>
        </w:rPr>
        <w:t>وَ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مِنُونَ</w:t>
      </w:r>
      <w:r>
        <w:rPr>
          <w:rtl/>
        </w:rPr>
        <w:t xml:space="preserve"> وَ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مِنَ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تُ بَع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ضُ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 بَع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ضٍ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مُرُونَ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رُوفِ وَ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َن</w:t>
      </w:r>
      <w:r w:rsidRPr="00371684">
        <w:rPr>
          <w:rFonts w:hint="cs"/>
          <w:rtl/>
        </w:rPr>
        <w:t>ْه</w:t>
      </w:r>
      <w:r>
        <w:rPr>
          <w:rFonts w:hint="cs"/>
          <w:rtl/>
        </w:rPr>
        <w:t>َو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نَ عَنِ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tl/>
        </w:rPr>
        <w:t>مُن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َرِ</w:t>
      </w:r>
      <w:r w:rsidR="00EA7846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"مؤمن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مؤمن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مددگ</w:t>
      </w:r>
      <w:r w:rsidR="00816B77" w:rsidRPr="00816B77">
        <w:rPr>
          <w:rtl/>
          <w:lang w:bidi="ur-PK"/>
        </w:rPr>
        <w:t>ا</w:t>
      </w:r>
      <w:r>
        <w:rPr>
          <w:rtl/>
        </w:rPr>
        <w:t>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بر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طرح متعدد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قدر ومنزلت کو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تو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تو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موس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Fonts w:hint="eastAsia"/>
          <w:rtl/>
        </w:rPr>
        <w:t>،دن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پر و</w:t>
      </w:r>
      <w:r w:rsidR="00816B77" w:rsidRPr="00816B77">
        <w:rPr>
          <w:rtl/>
          <w:lang w:bidi="ur-PK"/>
        </w:rPr>
        <w:t>ا</w:t>
      </w:r>
      <w:r>
        <w:rPr>
          <w:rtl/>
        </w:rPr>
        <w:t>ضح کرد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ن</w:t>
      </w:r>
      <w:r w:rsidR="00816B77" w:rsidRPr="00816B77">
        <w:rPr>
          <w:rtl/>
          <w:lang w:bidi="ur-PK"/>
        </w:rPr>
        <w:t>ا</w:t>
      </w:r>
      <w:r>
        <w:rPr>
          <w:rtl/>
        </w:rPr>
        <w:t>موس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مرحلہ ضرور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تون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ہے تو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>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ن ہے تو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 تم</w:t>
      </w:r>
      <w:r w:rsidRPr="00816B77">
        <w:rPr>
          <w:rtl/>
          <w:lang w:bidi="ur-PK"/>
        </w:rPr>
        <w:t>ا</w:t>
      </w:r>
      <w:r w:rsidR="005A2492">
        <w:rPr>
          <w:rtl/>
        </w:rPr>
        <w:t>م مر</w:t>
      </w:r>
      <w:r w:rsidRPr="00816B77">
        <w:rPr>
          <w:rtl/>
          <w:lang w:bidi="ur-PK"/>
        </w:rPr>
        <w:t>ا</w:t>
      </w:r>
      <w:r w:rsidR="005A2492">
        <w:rPr>
          <w:rtl/>
        </w:rPr>
        <w:t>حل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Pr="00816B77">
        <w:rPr>
          <w:rtl/>
          <w:lang w:bidi="ur-PK"/>
        </w:rPr>
        <w:t>ا</w:t>
      </w:r>
      <w:r w:rsidR="005A2492">
        <w:rPr>
          <w:rtl/>
        </w:rPr>
        <w:t>ص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رکھتے ہوئے عورت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شخص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گر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ہےہم </w:t>
      </w:r>
      <w:r w:rsidRPr="00816B77">
        <w:rPr>
          <w:rtl/>
          <w:lang w:bidi="ur-PK"/>
        </w:rPr>
        <w:t>ا</w:t>
      </w:r>
      <w:r w:rsidR="005A2492">
        <w:rPr>
          <w:rtl/>
        </w:rPr>
        <w:t>ن مر</w:t>
      </w:r>
      <w:r w:rsidRPr="00816B77">
        <w:rPr>
          <w:rtl/>
          <w:lang w:bidi="ur-PK"/>
        </w:rPr>
        <w:t>ا</w:t>
      </w:r>
      <w:r w:rsidR="005A2492">
        <w:rPr>
          <w:rtl/>
        </w:rPr>
        <w:t>حل کو سلسلہ و</w:t>
      </w:r>
      <w:r w:rsidRPr="00816B77">
        <w:rPr>
          <w:rtl/>
          <w:lang w:bidi="ur-PK"/>
        </w:rPr>
        <w:t>ا</w:t>
      </w:r>
      <w:r w:rsidR="005A2492">
        <w:rPr>
          <w:rtl/>
        </w:rPr>
        <w:t>ر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گے، ت</w:t>
      </w:r>
      <w:r w:rsidRPr="00816B77">
        <w:rPr>
          <w:rtl/>
          <w:lang w:bidi="ur-PK"/>
        </w:rPr>
        <w:t>ا</w:t>
      </w:r>
      <w:r w:rsidR="005A2492">
        <w:rPr>
          <w:rtl/>
        </w:rPr>
        <w:t>کہ عورتوں کے حقوق کو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 طر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قے</w:t>
      </w:r>
      <w:r w:rsidR="005A2492">
        <w:rPr>
          <w:rtl/>
        </w:rPr>
        <w:t xml:space="preserve"> سے سمجھ سک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ں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کوت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 ہونے پ</w:t>
      </w:r>
      <w:r w:rsidRPr="00816B77">
        <w:rPr>
          <w:rtl/>
          <w:lang w:bidi="ur-PK"/>
        </w:rPr>
        <w:t>ا</w:t>
      </w:r>
      <w:r w:rsidR="005A2492">
        <w:rPr>
          <w:rtl/>
        </w:rPr>
        <w:t>ئے</w:t>
      </w:r>
    </w:p>
    <w:p w:rsidR="005A2492" w:rsidRDefault="00816B77" w:rsidP="00C75FD7">
      <w:pPr>
        <w:pStyle w:val="Heading1"/>
        <w:rPr>
          <w:rtl/>
        </w:rPr>
      </w:pPr>
      <w:bookmarkStart w:id="224" w:name="_Toc393190649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مق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bookmarkEnd w:id="224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مہر و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 w:rsidR="00816B77" w:rsidRPr="00816B77">
        <w:rPr>
          <w:rtl/>
          <w:lang w:bidi="ur-PK"/>
        </w:rPr>
        <w:t>ا</w:t>
      </w:r>
      <w:r>
        <w:rPr>
          <w:rtl/>
        </w:rPr>
        <w:t>رش کرتے ہوئے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 </w:t>
      </w:r>
    </w:p>
    <w:p w:rsidR="005A2492" w:rsidRDefault="005A2492" w:rsidP="00EA7846">
      <w:pPr>
        <w:pStyle w:val="libArabic"/>
        <w:rPr>
          <w:rtl/>
        </w:rPr>
      </w:pPr>
      <w:r>
        <w:rPr>
          <w:rFonts w:hint="eastAsia"/>
          <w:rtl/>
        </w:rPr>
        <w:t>حُبِّبَت</w:t>
      </w:r>
      <w:r w:rsidRPr="00371684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ءُ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لطِّ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بُ وَ جُعِلَت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لصَّلَ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ةِ قُرَّةُ عَ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نِ</w:t>
      </w:r>
      <w:r w:rsidRPr="00371684">
        <w:rPr>
          <w:rFonts w:hint="cs"/>
          <w:rtl/>
        </w:rPr>
        <w:t>ي</w:t>
      </w:r>
      <w:r w:rsidR="00EA7846" w:rsidRPr="007741D8">
        <w:rPr>
          <w:rStyle w:val="libFootnotenumChar"/>
          <w:rFonts w:hint="cs"/>
          <w:rtl/>
        </w:rPr>
        <w:t>(2)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محبت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ہوں:عطر،عورت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نم</w:t>
      </w:r>
      <w:r w:rsidR="00816B77" w:rsidRPr="00816B77">
        <w:rPr>
          <w:rtl/>
          <w:lang w:bidi="ur-PK"/>
        </w:rPr>
        <w:t>ا</w:t>
      </w:r>
      <w:r>
        <w:rPr>
          <w:rtl/>
        </w:rPr>
        <w:t>ز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نکھوں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ہے" </w:t>
      </w:r>
    </w:p>
    <w:p w:rsidR="00EA7846" w:rsidRDefault="005A2492" w:rsidP="00EA7846">
      <w:pPr>
        <w:pStyle w:val="libFootnote0"/>
        <w:rPr>
          <w:rtl/>
        </w:rPr>
      </w:pPr>
      <w:r>
        <w:rPr>
          <w:rFonts w:hint="cs"/>
          <w:rtl/>
        </w:rPr>
        <w:t>ی</w:t>
      </w:r>
      <w:r w:rsidR="00816B77" w:rsidRPr="00816B77">
        <w:rPr>
          <w:rFonts w:hint="eastAsia"/>
          <w:rtl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رہے </w:t>
      </w:r>
      <w:r w:rsidR="00816B77" w:rsidRPr="00816B77">
        <w:rPr>
          <w:rtl/>
        </w:rPr>
        <w:t>ا</w:t>
      </w:r>
      <w:r>
        <w:rPr>
          <w:rtl/>
        </w:rPr>
        <w:t>پ</w:t>
      </w:r>
      <w:r w:rsidR="000B1FC0" w:rsidRPr="000B1FC0">
        <w:rPr>
          <w:rtl/>
        </w:rPr>
        <w:t>(ص)</w:t>
      </w:r>
      <w:r>
        <w:rPr>
          <w:rtl/>
        </w:rPr>
        <w:t xml:space="preserve"> ک</w:t>
      </w:r>
      <w:r w:rsidR="00816B77" w:rsidRPr="00816B77">
        <w:rPr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</w:t>
      </w:r>
      <w:r w:rsidR="00816B77" w:rsidRPr="00816B77">
        <w:rPr>
          <w:rtl/>
        </w:rPr>
        <w:t>ا</w:t>
      </w:r>
      <w:r>
        <w:rPr>
          <w:rtl/>
        </w:rPr>
        <w:t>ن</w:t>
      </w:r>
      <w:r w:rsidR="00816B77" w:rsidRPr="00816B77">
        <w:rPr>
          <w:rtl/>
        </w:rPr>
        <w:t>ا</w:t>
      </w:r>
      <w:r>
        <w:rPr>
          <w:rtl/>
        </w:rPr>
        <w:t xml:space="preserve"> شہوت وغر</w:t>
      </w:r>
      <w:r w:rsidR="00816B77" w:rsidRPr="00816B77">
        <w:rPr>
          <w:rtl/>
        </w:rPr>
        <w:t>ا</w:t>
      </w:r>
      <w:r>
        <w:rPr>
          <w:rtl/>
        </w:rPr>
        <w:t>ئز جنس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 w:rsidR="00816B77" w:rsidRPr="00816B77">
        <w:rPr>
          <w:rtl/>
        </w:rPr>
        <w:t>ا</w:t>
      </w:r>
      <w:r>
        <w:rPr>
          <w:rtl/>
        </w:rPr>
        <w:t xml:space="preserve">پ </w:t>
      </w:r>
      <w:r w:rsidR="00816B77" w:rsidRPr="00816B77"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</w:t>
      </w:r>
      <w:r w:rsidR="00816B77" w:rsidRPr="00816B77">
        <w:rPr>
          <w:rtl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عےعورت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منزلت </w:t>
      </w:r>
      <w:r w:rsidR="00816B77" w:rsidRPr="00816B77">
        <w:rPr>
          <w:rtl/>
        </w:rPr>
        <w:t>ا</w:t>
      </w:r>
      <w:r>
        <w:rPr>
          <w:rtl/>
        </w:rPr>
        <w:t>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 w:rsidR="00816B77" w:rsidRPr="00816B77">
        <w:rPr>
          <w:rtl/>
        </w:rPr>
        <w:t>ا</w:t>
      </w:r>
      <w:r>
        <w:rPr>
          <w:rtl/>
        </w:rPr>
        <w:t>ج</w:t>
      </w:r>
      <w:r w:rsidR="00816B77" w:rsidRPr="00816B77">
        <w:rPr>
          <w:rtl/>
        </w:rPr>
        <w:t>ا</w:t>
      </w:r>
      <w:r>
        <w:rPr>
          <w:rtl/>
        </w:rPr>
        <w:t>گر کرن</w:t>
      </w:r>
      <w:r w:rsidR="00816B77" w:rsidRPr="00816B77">
        <w:rPr>
          <w:rtl/>
        </w:rPr>
        <w:t>ا</w:t>
      </w:r>
      <w:r>
        <w:rPr>
          <w:rtl/>
        </w:rPr>
        <w:t xml:space="preserve"> چ</w:t>
      </w:r>
      <w:r w:rsidR="00816B77" w:rsidRPr="00816B77">
        <w:rPr>
          <w:rtl/>
        </w:rPr>
        <w:t>ا</w:t>
      </w:r>
      <w:r>
        <w:rPr>
          <w:rtl/>
        </w:rPr>
        <w:t>ہتےہ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</w:rPr>
        <w:t>ا</w:t>
      </w:r>
      <w:r>
        <w:rPr>
          <w:rtl/>
        </w:rPr>
        <w:t>س عرب ج</w:t>
      </w:r>
      <w:r w:rsidR="00816B77" w:rsidRPr="00816B77">
        <w:rPr>
          <w:rtl/>
        </w:rPr>
        <w:t>ا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ہر قسم کے حقوق سے محروم تھ</w:t>
      </w:r>
      <w:r>
        <w:rPr>
          <w:rFonts w:hint="cs"/>
          <w:rtl/>
        </w:rPr>
        <w:t>ی</w:t>
      </w:r>
      <w:r w:rsidR="00816B77" w:rsidRPr="00816B77">
        <w:rPr>
          <w:rtl/>
        </w:rPr>
        <w:t>ا</w:t>
      </w:r>
      <w:r>
        <w:rPr>
          <w:rtl/>
        </w:rPr>
        <w:t>ن کے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</w:rPr>
        <w:t>ا</w:t>
      </w:r>
      <w:r>
        <w:rPr>
          <w:rtl/>
        </w:rPr>
        <w:t>چھے عمل ک</w:t>
      </w:r>
      <w:r>
        <w:rPr>
          <w:rFonts w:hint="eastAsia"/>
          <w:rtl/>
        </w:rPr>
        <w:t>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816B77" w:rsidRPr="00816B77">
        <w:rPr>
          <w:rtl/>
        </w:rPr>
        <w:t>ا</w:t>
      </w:r>
      <w:r>
        <w:rPr>
          <w:rtl/>
        </w:rPr>
        <w:t>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 w:rsidR="00816B77" w:rsidRPr="00816B77">
        <w:rPr>
          <w:rtl/>
        </w:rPr>
        <w:t>ا</w:t>
      </w:r>
      <w:r>
        <w:rPr>
          <w:rtl/>
        </w:rPr>
        <w:t>سل</w:t>
      </w:r>
      <w:r w:rsidR="00816B77" w:rsidRPr="00816B77">
        <w:rPr>
          <w:rtl/>
        </w:rPr>
        <w:t>ا</w:t>
      </w:r>
      <w:r>
        <w:rPr>
          <w:rtl/>
        </w:rPr>
        <w:t>م ک</w:t>
      </w:r>
      <w:r w:rsidR="00816B77" w:rsidRPr="00816B77">
        <w:rPr>
          <w:rtl/>
        </w:rPr>
        <w:t>ا</w:t>
      </w:r>
      <w:r>
        <w:rPr>
          <w:rtl/>
        </w:rPr>
        <w:t xml:space="preserve"> ظہور ہو</w:t>
      </w:r>
      <w:r w:rsidR="00816B77" w:rsidRPr="00816B77">
        <w:rPr>
          <w:rtl/>
        </w:rPr>
        <w:t>ا</w:t>
      </w:r>
      <w:r>
        <w:rPr>
          <w:rtl/>
        </w:rPr>
        <w:t xml:space="preserve"> جس نے </w:t>
      </w:r>
    </w:p>
    <w:p w:rsidR="00EA7846" w:rsidRDefault="00EA784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412E9" w:rsidRDefault="00EA7846" w:rsidP="009412E9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9412E9">
        <w:rPr>
          <w:rtl/>
        </w:rPr>
        <w:t xml:space="preserve"> توبہ </w:t>
      </w:r>
      <w:r w:rsidR="009412E9">
        <w:rPr>
          <w:rtl/>
          <w:lang w:bidi="fa-IR"/>
        </w:rPr>
        <w:t>۷۱</w:t>
      </w:r>
    </w:p>
    <w:p w:rsidR="00EA7846" w:rsidRDefault="00EA7846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9412E9" w:rsidRPr="009412E9">
        <w:rPr>
          <w:rtl/>
        </w:rPr>
        <w:t xml:space="preserve"> </w:t>
      </w:r>
      <w:r w:rsidR="009412E9">
        <w:rPr>
          <w:rtl/>
        </w:rPr>
        <w:t>وس</w:t>
      </w:r>
      <w:r w:rsidR="00816B77" w:rsidRPr="00816B77">
        <w:rPr>
          <w:rtl/>
        </w:rPr>
        <w:t>ا</w:t>
      </w:r>
      <w:r w:rsidR="009412E9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9412E9">
        <w:rPr>
          <w:rFonts w:hint="eastAsia"/>
          <w:rtl/>
        </w:rPr>
        <w:t>،</w:t>
      </w:r>
      <w:r w:rsidR="009412E9">
        <w:rPr>
          <w:rtl/>
        </w:rPr>
        <w:t xml:space="preserve"> ج</w:t>
      </w:r>
      <w:r w:rsidR="009412E9">
        <w:rPr>
          <w:rtl/>
          <w:lang w:bidi="fa-IR"/>
        </w:rPr>
        <w:t>۸</w:t>
      </w:r>
      <w:r w:rsidR="009412E9">
        <w:rPr>
          <w:rtl/>
        </w:rPr>
        <w:t>، ص</w:t>
      </w:r>
      <w:r w:rsidR="009412E9">
        <w:rPr>
          <w:rtl/>
          <w:lang w:bidi="fa-IR"/>
        </w:rPr>
        <w:t>۱۱۶</w:t>
      </w:r>
      <w:r w:rsidR="009412E9">
        <w:rPr>
          <w:rtl/>
        </w:rPr>
        <w:tab/>
      </w:r>
    </w:p>
    <w:p w:rsidR="00EA7846" w:rsidRDefault="00EA7846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کو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مق</w:t>
      </w:r>
      <w:r w:rsidR="00816B77" w:rsidRPr="00816B77">
        <w:rPr>
          <w:rtl/>
          <w:lang w:bidi="ur-PK"/>
        </w:rPr>
        <w:t>ا</w:t>
      </w:r>
      <w:r>
        <w:rPr>
          <w:rtl/>
        </w:rPr>
        <w:t>م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مؤمنہ عورت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7B6DC7" w:rsidRPr="007B6DC7">
        <w:rPr>
          <w:rtl/>
          <w:lang w:bidi="ur-PK"/>
        </w:rPr>
        <w:t>(ع)</w:t>
      </w:r>
      <w:r>
        <w:rPr>
          <w:rtl/>
        </w:rPr>
        <w:t>نےفرم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CF3D62" w:rsidP="00EA7846">
      <w:pPr>
        <w:pStyle w:val="libArabic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لمر</w:t>
      </w: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ة</w:t>
      </w:r>
      <w:r w:rsidR="005A2492">
        <w:rPr>
          <w:rtl/>
        </w:rPr>
        <w:t xml:space="preserve"> </w:t>
      </w:r>
      <w:r w:rsidRPr="00CF3D62">
        <w:rPr>
          <w:rtl/>
        </w:rPr>
        <w:t>ا</w:t>
      </w:r>
      <w:r w:rsidR="005A2492">
        <w:rPr>
          <w:rtl/>
        </w:rPr>
        <w:t>لص</w:t>
      </w:r>
      <w:r w:rsidRPr="00CF3D62">
        <w:rPr>
          <w:rtl/>
        </w:rPr>
        <w:t>ا</w:t>
      </w:r>
      <w:r w:rsidR="005A2492">
        <w:rPr>
          <w:rtl/>
        </w:rPr>
        <w:t>لحة 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من </w:t>
      </w:r>
      <w:r w:rsidRPr="00CF3D62">
        <w:rPr>
          <w:rtl/>
        </w:rPr>
        <w:t>ا</w:t>
      </w:r>
      <w:r w:rsidR="005A2492">
        <w:rPr>
          <w:rtl/>
        </w:rPr>
        <w:t>لف  رجل 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ص</w:t>
      </w:r>
      <w:r w:rsidRPr="00CF3D62">
        <w:rPr>
          <w:rtl/>
        </w:rPr>
        <w:t>ا</w:t>
      </w:r>
      <w:r w:rsidR="005A2492">
        <w:rPr>
          <w:rtl/>
        </w:rPr>
        <w:t>لحٍ</w:t>
      </w:r>
      <w:r w:rsidR="00EA7846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ک د</w:t>
      </w:r>
      <w:r w:rsidR="00816B77" w:rsidRPr="00816B77">
        <w:rPr>
          <w:rtl/>
          <w:lang w:bidi="ur-PK"/>
        </w:rPr>
        <w:t>ا</w:t>
      </w:r>
      <w:r>
        <w:rPr>
          <w:rtl/>
        </w:rPr>
        <w:t>من عورت ہز</w:t>
      </w:r>
      <w:r w:rsidR="00816B77" w:rsidRPr="00816B77">
        <w:rPr>
          <w:rtl/>
          <w:lang w:bidi="ur-PK"/>
        </w:rPr>
        <w:t>ا</w:t>
      </w:r>
      <w:r>
        <w:rPr>
          <w:rtl/>
        </w:rPr>
        <w:t>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ک د</w:t>
      </w:r>
      <w:r w:rsidR="00816B77" w:rsidRPr="00816B77">
        <w:rPr>
          <w:rtl/>
          <w:lang w:bidi="ur-PK"/>
        </w:rPr>
        <w:t>ا</w:t>
      </w:r>
      <w:r>
        <w:rPr>
          <w:rtl/>
        </w:rPr>
        <w:t>من مرد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 ہے"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سے محبت کرنے کو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نش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بت</w:t>
      </w:r>
      <w:r w:rsidRPr="00816B77">
        <w:rPr>
          <w:rtl/>
          <w:lang w:bidi="ur-PK"/>
        </w:rPr>
        <w:t>ا</w:t>
      </w:r>
      <w:r w:rsidR="005A2492">
        <w:rPr>
          <w:rtl/>
        </w:rPr>
        <w:t>تے ہوئے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</w:p>
    <w:p w:rsidR="005A2492" w:rsidRDefault="005A2492" w:rsidP="00EA7846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371684">
        <w:rPr>
          <w:rFonts w:hint="cs"/>
          <w:rtl/>
        </w:rPr>
        <w:t>ْ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ظُنُّ رَجُلً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َز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دُ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 خَ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ز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دَ حُبّ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لِلنِّسَ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</w:t>
      </w:r>
      <w:r w:rsidR="00EA7846" w:rsidRPr="007741D8">
        <w:rPr>
          <w:rStyle w:val="libFootnotenumChar"/>
          <w:rFonts w:hint="cs"/>
          <w:rtl/>
        </w:rPr>
        <w:t>(2)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tl/>
          <w:lang w:bidi="ur-PK"/>
        </w:rPr>
        <w:t>“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ہے کہ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فہ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مگر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مقد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سے محبت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فہ ہو ج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ئے</w:t>
      </w:r>
      <w:r w:rsidRPr="00DB2203">
        <w:rPr>
          <w:rtl/>
          <w:lang w:bidi="ur-PK"/>
        </w:rPr>
        <w:t>”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سے ظ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ہر  ہوت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ہے کہ جتن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ض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فہ ہوگ</w:t>
      </w:r>
      <w:r w:rsidR="00816B77" w:rsidRPr="00816B77">
        <w:rPr>
          <w:rtl/>
          <w:lang w:bidi="ur-PK"/>
        </w:rPr>
        <w:t>اا</w:t>
      </w:r>
      <w:r w:rsidR="005A2492">
        <w:rPr>
          <w:rtl/>
        </w:rPr>
        <w:t>تن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سے محبت ہوگ</w:t>
      </w:r>
      <w:r w:rsidR="005A2492">
        <w:rPr>
          <w:rFonts w:hint="cs"/>
          <w:rtl/>
        </w:rPr>
        <w:t>ی</w:t>
      </w:r>
    </w:p>
    <w:p w:rsidR="005A2492" w:rsidRDefault="00816B77" w:rsidP="00C75FD7">
      <w:pPr>
        <w:pStyle w:val="Heading1"/>
        <w:rPr>
          <w:rtl/>
        </w:rPr>
      </w:pPr>
      <w:bookmarkStart w:id="225" w:name="_Toc393190650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نگ</w:t>
      </w:r>
      <w:r w:rsidRPr="00816B77">
        <w:rPr>
          <w:rtl/>
          <w:lang w:bidi="ur-PK"/>
        </w:rPr>
        <w:t>ا</w:t>
      </w:r>
      <w:r w:rsidR="005A2492">
        <w:rPr>
          <w:rtl/>
        </w:rPr>
        <w:t>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مرتبہ</w:t>
      </w:r>
      <w:bookmarkEnd w:id="225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نگ</w:t>
      </w:r>
      <w:r w:rsidRPr="00816B77">
        <w:rPr>
          <w:rtl/>
          <w:lang w:bidi="ur-PK"/>
        </w:rPr>
        <w:t>ا</w:t>
      </w:r>
      <w:r w:rsidR="005A2492">
        <w:rPr>
          <w:rtl/>
        </w:rPr>
        <w:t>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Pr="00816B77">
        <w:rPr>
          <w:rtl/>
          <w:lang w:bidi="ur-PK"/>
        </w:rPr>
        <w:t>ا</w:t>
      </w:r>
      <w:r w:rsidR="005A2492">
        <w:rPr>
          <w:rtl/>
        </w:rPr>
        <w:t>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مرتبہ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بلند ہے خد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تع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کے بعد دوسر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مرتبہ م</w:t>
      </w:r>
      <w:r w:rsidRPr="00816B77">
        <w:rPr>
          <w:rtl/>
          <w:lang w:bidi="ur-PK"/>
        </w:rPr>
        <w:t>ا</w:t>
      </w:r>
      <w:r w:rsidR="005A2492">
        <w:rPr>
          <w:rtl/>
        </w:rPr>
        <w:t>ں کو ح</w:t>
      </w:r>
      <w:r w:rsidRPr="00816B77">
        <w:rPr>
          <w:rtl/>
          <w:lang w:bidi="ur-PK"/>
        </w:rPr>
        <w:t>ا</w:t>
      </w:r>
      <w:r w:rsidR="005A2492">
        <w:rPr>
          <w:rtl/>
        </w:rPr>
        <w:t>صل ہےچن</w:t>
      </w:r>
      <w:r w:rsidRPr="00816B77">
        <w:rPr>
          <w:rtl/>
          <w:lang w:bidi="ur-PK"/>
        </w:rPr>
        <w:t>ا</w:t>
      </w:r>
      <w:r w:rsidR="005A2492">
        <w:rPr>
          <w:rtl/>
        </w:rPr>
        <w:t>نچہ رسول خد</w:t>
      </w:r>
      <w:r w:rsidRPr="00816B77">
        <w:rPr>
          <w:rtl/>
          <w:lang w:bidi="ur-PK"/>
        </w:rPr>
        <w:t>ا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سے متعدد رو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نقل ہوئ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ر بن حک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د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سے نقل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ہے:</w:t>
      </w:r>
    </w:p>
    <w:p w:rsidR="005A2492" w:rsidRDefault="005A2492" w:rsidP="00EA7846">
      <w:pPr>
        <w:pStyle w:val="libArabic"/>
        <w:rPr>
          <w:rtl/>
        </w:rPr>
      </w:pPr>
      <w:r>
        <w:rPr>
          <w:rFonts w:hint="eastAsia"/>
          <w:rtl/>
        </w:rPr>
        <w:t>جَ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ءَ</w:t>
      </w:r>
      <w:r>
        <w:rPr>
          <w:rtl/>
        </w:rPr>
        <w:t xml:space="preserve"> رَجُلٌ </w:t>
      </w:r>
      <w:r w:rsidR="00CF3D62" w:rsidRPr="00CF3D62">
        <w:rPr>
          <w:rtl/>
        </w:rPr>
        <w:t>ا</w:t>
      </w:r>
      <w:r>
        <w:rPr>
          <w:rtl/>
        </w:rPr>
        <w:t>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لنَّبِ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ِّ ص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رَسُولَ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مَن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بَرُّ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ثُمَّ مَن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ثُمَّ مَن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مَّ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 ثُمَّ مَن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</w:t>
      </w:r>
      <w:r w:rsidR="00EA7846" w:rsidRPr="007741D8">
        <w:rPr>
          <w:rStyle w:val="libFootnotenumChar"/>
          <w:rFonts w:hint="cs"/>
          <w:rtl/>
        </w:rPr>
        <w:t>(3)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کروں ؟ تو </w:t>
      </w:r>
      <w:r w:rsidR="00816B77" w:rsidRPr="00816B77">
        <w:rPr>
          <w:rtl/>
          <w:lang w:bidi="ur-PK"/>
        </w:rPr>
        <w:t>ا</w:t>
      </w:r>
      <w:r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کرو، </w:t>
      </w:r>
      <w:r w:rsidR="00816B77" w:rsidRPr="00816B77">
        <w:rPr>
          <w:rtl/>
          <w:lang w:bidi="ur-PK"/>
        </w:rPr>
        <w:t>ا</w:t>
      </w:r>
      <w:r>
        <w:rPr>
          <w:rtl/>
        </w:rPr>
        <w:t>ور چوتھ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ر جب پوچھ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سو</w:t>
      </w:r>
      <w:r w:rsidR="00816B77" w:rsidRPr="00816B77">
        <w:rPr>
          <w:rtl/>
          <w:lang w:bidi="ur-PK"/>
        </w:rPr>
        <w:t>ا</w:t>
      </w:r>
      <w:r>
        <w:rPr>
          <w:rtl/>
        </w:rPr>
        <w:t>ل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س</w:t>
      </w:r>
      <w:r w:rsidR="00816B77" w:rsidRPr="00816B77">
        <w:rPr>
          <w:rtl/>
          <w:lang w:bidi="ur-PK"/>
        </w:rPr>
        <w:t>ا</w:t>
      </w:r>
      <w:r>
        <w:rPr>
          <w:rtl/>
        </w:rPr>
        <w:t>رے خل</w:t>
      </w:r>
      <w:r w:rsidR="00816B77" w:rsidRPr="00816B77">
        <w:rPr>
          <w:rtl/>
          <w:lang w:bidi="ur-PK"/>
        </w:rPr>
        <w:t>ا</w:t>
      </w:r>
      <w:r>
        <w:rPr>
          <w:rtl/>
        </w:rPr>
        <w:t>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سب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حسن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مستحق ہے؟ تو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</w:t>
      </w:r>
      <w:r w:rsidR="00816B77" w:rsidRPr="00816B77">
        <w:rPr>
          <w:rtl/>
          <w:lang w:bidi="ur-PK"/>
        </w:rPr>
        <w:t>ا</w:t>
      </w:r>
      <w:r>
        <w:rPr>
          <w:rtl/>
        </w:rPr>
        <w:t>ں م</w:t>
      </w:r>
      <w:r w:rsidR="00816B77" w:rsidRPr="00816B77">
        <w:rPr>
          <w:rtl/>
          <w:lang w:bidi="ur-PK"/>
        </w:rPr>
        <w:t>ا</w:t>
      </w:r>
      <w:r>
        <w:rPr>
          <w:rtl/>
        </w:rPr>
        <w:t>ں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>
        <w:rPr>
          <w:rtl/>
        </w:rPr>
        <w:t>ور چوتھ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فرم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ب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</w:p>
    <w:p w:rsidR="00EA7846" w:rsidRDefault="00EA784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A420A" w:rsidRDefault="00EA7846" w:rsidP="00FA420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A420A">
        <w:rPr>
          <w:rtl/>
        </w:rPr>
        <w:t xml:space="preserve"> وس</w:t>
      </w:r>
      <w:r w:rsidR="00816B77" w:rsidRPr="00816B77">
        <w:rPr>
          <w:rtl/>
        </w:rPr>
        <w:t>ا</w:t>
      </w:r>
      <w:r w:rsidR="00FA420A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FA420A">
        <w:rPr>
          <w:rFonts w:hint="eastAsia"/>
          <w:rtl/>
        </w:rPr>
        <w:t>،ج</w:t>
      </w:r>
      <w:r w:rsidR="00C15B30" w:rsidRPr="00C15B30">
        <w:rPr>
          <w:rFonts w:hint="cs"/>
          <w:rtl/>
        </w:rPr>
        <w:t>14</w:t>
      </w:r>
      <w:r w:rsidR="00FA420A" w:rsidRPr="00816B77">
        <w:rPr>
          <w:rFonts w:hint="cs"/>
          <w:rtl/>
        </w:rPr>
        <w:t>،</w:t>
      </w:r>
      <w:r w:rsidR="00C15B30" w:rsidRPr="00C15B30">
        <w:rPr>
          <w:rFonts w:hint="cs"/>
          <w:rtl/>
        </w:rPr>
        <w:t>123</w:t>
      </w:r>
      <w:r w:rsidR="00FA420A" w:rsidRPr="00816B77">
        <w:rPr>
          <w:rFonts w:hint="cs"/>
          <w:rtl/>
        </w:rPr>
        <w:t xml:space="preserve">    </w:t>
      </w:r>
    </w:p>
    <w:p w:rsidR="00EA7846" w:rsidRDefault="00EA7846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FA420A" w:rsidRPr="00FA420A">
        <w:rPr>
          <w:rtl/>
        </w:rPr>
        <w:t xml:space="preserve"> </w:t>
      </w:r>
      <w:r w:rsidR="00816B77" w:rsidRPr="00816B77">
        <w:rPr>
          <w:rtl/>
        </w:rPr>
        <w:t>ا</w:t>
      </w:r>
      <w:r w:rsidR="00FA420A">
        <w:rPr>
          <w:rtl/>
        </w:rPr>
        <w:t>ل</w:t>
      </w:r>
      <w:r w:rsidR="00DB2203" w:rsidRPr="00DB2203">
        <w:rPr>
          <w:rtl/>
        </w:rPr>
        <w:t xml:space="preserve">کافی </w:t>
      </w:r>
      <w:r w:rsidR="00FA420A">
        <w:rPr>
          <w:rFonts w:hint="eastAsia"/>
          <w:rtl/>
        </w:rPr>
        <w:t>،ج</w:t>
      </w:r>
      <w:r w:rsidR="00FA420A">
        <w:rPr>
          <w:rtl/>
          <w:lang w:bidi="fa-IR"/>
        </w:rPr>
        <w:t>۵</w:t>
      </w:r>
      <w:r w:rsidR="00FA420A">
        <w:rPr>
          <w:rtl/>
        </w:rPr>
        <w:t>، ص</w:t>
      </w:r>
      <w:r w:rsidR="00FA420A">
        <w:rPr>
          <w:rtl/>
          <w:lang w:bidi="fa-IR"/>
        </w:rPr>
        <w:t>۳۲۰</w:t>
      </w:r>
      <w:r w:rsidR="00FA420A">
        <w:rPr>
          <w:rtl/>
        </w:rPr>
        <w:t xml:space="preserve">   </w:t>
      </w:r>
    </w:p>
    <w:p w:rsidR="00FA420A" w:rsidRDefault="00EA7846" w:rsidP="00FA420A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FA420A" w:rsidRPr="00FA420A">
        <w:rPr>
          <w:rtl/>
        </w:rPr>
        <w:t xml:space="preserve"> </w:t>
      </w:r>
      <w:r w:rsidR="00816B77" w:rsidRPr="00816B77">
        <w:rPr>
          <w:rtl/>
        </w:rPr>
        <w:t>ا</w:t>
      </w:r>
      <w:r w:rsidR="00FA420A">
        <w:rPr>
          <w:rtl/>
        </w:rPr>
        <w:t>ل</w:t>
      </w:r>
      <w:r w:rsidR="00DB2203" w:rsidRPr="00DB2203">
        <w:rPr>
          <w:rtl/>
        </w:rPr>
        <w:t xml:space="preserve">کافی </w:t>
      </w:r>
      <w:r w:rsidR="00FA420A">
        <w:rPr>
          <w:rFonts w:hint="eastAsia"/>
          <w:rtl/>
        </w:rPr>
        <w:t>،ج</w:t>
      </w:r>
      <w:r w:rsidR="00FA420A">
        <w:rPr>
          <w:rtl/>
          <w:lang w:bidi="fa-IR"/>
        </w:rPr>
        <w:t>۲</w:t>
      </w:r>
      <w:r w:rsidR="00FA420A">
        <w:rPr>
          <w:rtl/>
        </w:rPr>
        <w:t xml:space="preserve">، ص </w:t>
      </w:r>
      <w:r w:rsidR="00FA420A">
        <w:rPr>
          <w:rtl/>
          <w:lang w:bidi="fa-IR"/>
        </w:rPr>
        <w:t>۱۵۹</w:t>
      </w:r>
    </w:p>
    <w:p w:rsidR="002F6F4D" w:rsidRDefault="002F6F4D" w:rsidP="00FA420A">
      <w:pPr>
        <w:pStyle w:val="libPoemTini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مز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EA7846">
        <w:rPr>
          <w:rStyle w:val="libArabicChar"/>
          <w:rFonts w:hint="cs"/>
          <w:rtl/>
        </w:rPr>
        <w:t xml:space="preserve">لجنة تحت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EA7846">
        <w:rPr>
          <w:rStyle w:val="libArabicChar"/>
          <w:rFonts w:hint="cs"/>
          <w:rtl/>
        </w:rPr>
        <w:t>قد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EA7846">
        <w:rPr>
          <w:rStyle w:val="libArabicChar"/>
          <w:rFonts w:hint="cs"/>
          <w:rtl/>
        </w:rPr>
        <w:t xml:space="preserve">م 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EA7846">
        <w:rPr>
          <w:rStyle w:val="libArabicChar"/>
          <w:rFonts w:hint="cs"/>
          <w:rtl/>
        </w:rPr>
        <w:t>ل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EA7846">
        <w:rPr>
          <w:rStyle w:val="libArabicChar"/>
          <w:rFonts w:hint="cs"/>
          <w:rtl/>
        </w:rPr>
        <w:t>مه</w:t>
      </w:r>
      <w:r w:rsidR="00CF3D62" w:rsidRPr="00CF3D62">
        <w:rPr>
          <w:rStyle w:val="libArabicChar"/>
          <w:rFonts w:hint="cs"/>
          <w:rtl/>
        </w:rPr>
        <w:t>ا</w:t>
      </w:r>
      <w:r w:rsidR="005A2492" w:rsidRPr="00EA7846">
        <w:rPr>
          <w:rStyle w:val="libArabicChar"/>
          <w:rFonts w:hint="cs"/>
          <w:rtl/>
        </w:rPr>
        <w:t>ت</w:t>
      </w:r>
      <w:r w:rsidR="005A2492" w:rsidRPr="00C15B30">
        <w:rPr>
          <w:rStyle w:val="libArabicChar"/>
          <w:rFonts w:hint="cs"/>
          <w:rtl/>
        </w:rPr>
        <w:t xml:space="preserve"> </w:t>
      </w:r>
      <w:r w:rsidR="005A2492" w:rsidRPr="00E67D25">
        <w:rPr>
          <w:rFonts w:hint="cs"/>
          <w:rtl/>
        </w:rPr>
        <w:t>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ؤں کے قدموں تلے جنت ہے</w:t>
      </w:r>
    </w:p>
    <w:p w:rsidR="005A2492" w:rsidRDefault="00816B77" w:rsidP="002F6F4D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CF3D62" w:rsidRPr="00CF3D62">
        <w:rPr>
          <w:rStyle w:val="libArabicChar"/>
          <w:rtl/>
        </w:rPr>
        <w:t>ا</w:t>
      </w:r>
      <w:r w:rsidR="005A2492" w:rsidRPr="00371684">
        <w:rPr>
          <w:rStyle w:val="libArabicChar"/>
          <w:rtl/>
        </w:rPr>
        <w:t>ذ</w:t>
      </w:r>
      <w:r w:rsidR="00CF3D62" w:rsidRPr="00CF3D62">
        <w:rPr>
          <w:rStyle w:val="libArabicChar"/>
          <w:rtl/>
        </w:rPr>
        <w:t>ا</w:t>
      </w:r>
      <w:r w:rsidR="005A2492" w:rsidRPr="00371684">
        <w:rPr>
          <w:rStyle w:val="libArabicChar"/>
          <w:rtl/>
        </w:rPr>
        <w:t xml:space="preserve"> دع</w:t>
      </w:r>
      <w:r w:rsidR="00CF3D62" w:rsidRPr="00CF3D62">
        <w:rPr>
          <w:rStyle w:val="libArabicChar"/>
          <w:rtl/>
        </w:rPr>
        <w:t>ا</w:t>
      </w:r>
      <w:r w:rsidR="005A2492" w:rsidRPr="00371684">
        <w:rPr>
          <w:rStyle w:val="libArabicChar"/>
          <w:rtl/>
        </w:rPr>
        <w:t xml:space="preserve">ک </w:t>
      </w:r>
      <w:r w:rsidR="00CF3D62" w:rsidRPr="00CF3D62">
        <w:rPr>
          <w:rStyle w:val="libArabicChar"/>
          <w:rtl/>
        </w:rPr>
        <w:t>ا</w:t>
      </w:r>
      <w:r w:rsidR="005A2492" w:rsidRPr="00371684">
        <w:rPr>
          <w:rStyle w:val="libArabicChar"/>
          <w:rtl/>
        </w:rPr>
        <w:t>بو</w:t>
      </w:r>
      <w:r w:rsidR="00CF3D62" w:rsidRPr="00CF3D62">
        <w:rPr>
          <w:rStyle w:val="libArabicChar"/>
          <w:rtl/>
        </w:rPr>
        <w:t>ا</w:t>
      </w:r>
      <w:r w:rsidR="005A2492" w:rsidRPr="00371684">
        <w:rPr>
          <w:rStyle w:val="libArabicChar"/>
          <w:rtl/>
        </w:rPr>
        <w:t>ک، ف</w:t>
      </w:r>
      <w:r w:rsidR="00CF3D62" w:rsidRPr="00CF3D62">
        <w:rPr>
          <w:rStyle w:val="libArabicChar"/>
          <w:rtl/>
        </w:rPr>
        <w:t>ا</w:t>
      </w:r>
      <w:r w:rsidR="005A2492" w:rsidRPr="00371684">
        <w:rPr>
          <w:rStyle w:val="libArabicChar"/>
          <w:rtl/>
        </w:rPr>
        <w:t xml:space="preserve">جب </w:t>
      </w:r>
      <w:r w:rsidR="00CF3D62" w:rsidRPr="00CF3D62">
        <w:rPr>
          <w:rStyle w:val="libArabicChar"/>
          <w:rtl/>
        </w:rPr>
        <w:t>ا</w:t>
      </w:r>
      <w:r w:rsidR="005A2492" w:rsidRPr="00371684">
        <w:rPr>
          <w:rStyle w:val="libArabicChar"/>
          <w:rtl/>
        </w:rPr>
        <w:t>مّک</w:t>
      </w:r>
      <w:r w:rsidR="002F6F4D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دونوں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ت</w:t>
      </w:r>
      <w:r>
        <w:rPr>
          <w:rFonts w:hint="cs"/>
          <w:rtl/>
        </w:rPr>
        <w:t>ی</w:t>
      </w:r>
      <w:r>
        <w:rPr>
          <w:rFonts w:hint="eastAsia"/>
          <w:rtl/>
        </w:rPr>
        <w:t>ںئ</w:t>
      </w:r>
      <w:r>
        <w:rPr>
          <w:rtl/>
        </w:rPr>
        <w:t xml:space="preserve">  بل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 w:rsidR="00816B77" w:rsidRPr="00816B77">
        <w:rPr>
          <w:rtl/>
          <w:lang w:bidi="ur-PK"/>
        </w:rPr>
        <w:t>ا</w:t>
      </w:r>
      <w:r>
        <w:rPr>
          <w:rtl/>
        </w:rPr>
        <w:t>ں کو مقدّم رکھو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 م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گھر و</w:t>
      </w:r>
      <w:r w:rsidR="00816B77" w:rsidRPr="00816B77">
        <w:rPr>
          <w:rtl/>
          <w:lang w:bidi="ur-PK"/>
        </w:rPr>
        <w:t>ا</w:t>
      </w:r>
      <w:r>
        <w:rPr>
          <w:rtl/>
        </w:rPr>
        <w:t>لوں پر ج</w:t>
      </w:r>
      <w:r w:rsidR="00816B77" w:rsidRPr="00816B77">
        <w:rPr>
          <w:rtl/>
          <w:lang w:bidi="ur-PK"/>
        </w:rPr>
        <w:t>ا</w:t>
      </w:r>
      <w:r>
        <w:rPr>
          <w:rtl/>
        </w:rPr>
        <w:t>ن نث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خدمت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 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ش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عر 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مطلب کو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طرح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شع</w:t>
      </w:r>
      <w:r w:rsidR="00816B77" w:rsidRPr="00816B77">
        <w:rPr>
          <w:rtl/>
          <w:lang w:bidi="ur-PK"/>
        </w:rPr>
        <w:t>ا</w:t>
      </w:r>
      <w:r>
        <w:rPr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ہے: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کرت</w:t>
      </w:r>
      <w:r>
        <w:rPr>
          <w:rFonts w:hint="cs"/>
          <w:rtl/>
        </w:rPr>
        <w:t>ی</w:t>
      </w:r>
      <w:r>
        <w:rPr>
          <w:rtl/>
        </w:rPr>
        <w:t xml:space="preserve"> ہے          خ</w:t>
      </w:r>
      <w:r w:rsidR="00816B77" w:rsidRPr="00816B77">
        <w:rPr>
          <w:rtl/>
          <w:lang w:bidi="ur-PK"/>
        </w:rPr>
        <w:t>ا</w:t>
      </w:r>
      <w:r>
        <w:rPr>
          <w:rtl/>
        </w:rPr>
        <w:t>ر کو پھول تو ذروں کو گہر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ئش ہر ش</w:t>
      </w:r>
      <w:r w:rsidR="00816B77" w:rsidRPr="00816B77">
        <w:rPr>
          <w:rtl/>
          <w:lang w:bidi="ur-PK"/>
        </w:rPr>
        <w:t>ا</w:t>
      </w:r>
      <w:r>
        <w:rPr>
          <w:rtl/>
        </w:rPr>
        <w:t>م و سحر کرت</w:t>
      </w:r>
      <w:r>
        <w:rPr>
          <w:rFonts w:hint="cs"/>
          <w:rtl/>
        </w:rPr>
        <w:t>ی</w:t>
      </w:r>
      <w:r>
        <w:rPr>
          <w:rtl/>
        </w:rPr>
        <w:t xml:space="preserve"> ہے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ہست</w:t>
      </w:r>
      <w:r>
        <w:rPr>
          <w:rFonts w:hint="cs"/>
          <w:rtl/>
        </w:rPr>
        <w:t>ی</w:t>
      </w:r>
      <w:r>
        <w:rPr>
          <w:rtl/>
        </w:rPr>
        <w:t xml:space="preserve"> ہے جو 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نے</w:t>
      </w:r>
      <w:r>
        <w:rPr>
          <w:rtl/>
        </w:rPr>
        <w:t xml:space="preserve"> کو گھر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2F6F4D">
      <w:pPr>
        <w:pStyle w:val="libNormal"/>
        <w:rPr>
          <w:rtl/>
        </w:rPr>
      </w:pPr>
      <w:r>
        <w:rPr>
          <w:rFonts w:hint="eastAsia"/>
          <w:rtl/>
        </w:rPr>
        <w:t>کتنے</w:t>
      </w:r>
      <w:r>
        <w:rPr>
          <w:rtl/>
        </w:rPr>
        <w:t xml:space="preserve"> صحر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 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جنت </w:t>
      </w:r>
      <w:r w:rsidR="00816B77" w:rsidRPr="00816B77">
        <w:rPr>
          <w:rtl/>
          <w:lang w:bidi="ur-PK"/>
        </w:rPr>
        <w:t>ا</w:t>
      </w:r>
      <w:r>
        <w:rPr>
          <w:rtl/>
        </w:rPr>
        <w:t>س نے     کرد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فرد کو دودن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عت </w:t>
      </w:r>
      <w:r w:rsidR="00816B77" w:rsidRPr="00816B77">
        <w:rPr>
          <w:rtl/>
          <w:lang w:bidi="ur-PK"/>
        </w:rPr>
        <w:t>ا</w:t>
      </w:r>
      <w:r>
        <w:rPr>
          <w:rtl/>
        </w:rPr>
        <w:t>س نے</w:t>
      </w:r>
      <w:r w:rsidR="002F6F4D" w:rsidRPr="007741D8">
        <w:rPr>
          <w:rStyle w:val="libFootnotenumChar"/>
          <w:rFonts w:hint="cs"/>
          <w:rtl/>
        </w:rPr>
        <w:t>(2)</w:t>
      </w:r>
    </w:p>
    <w:p w:rsidR="005A2492" w:rsidRDefault="00816B77" w:rsidP="00C75FD7">
      <w:pPr>
        <w:pStyle w:val="Heading1"/>
        <w:rPr>
          <w:rtl/>
        </w:rPr>
      </w:pPr>
      <w:bookmarkStart w:id="226" w:name="_Toc393190651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نظر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مرتبہ</w:t>
      </w:r>
      <w:bookmarkEnd w:id="226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مقدمہ کے </w:t>
      </w:r>
      <w:r w:rsidR="00816B77" w:rsidRPr="00816B77">
        <w:rPr>
          <w:rtl/>
          <w:lang w:bidi="ur-PK"/>
        </w:rPr>
        <w:t>ا</w:t>
      </w:r>
      <w:r>
        <w:rPr>
          <w:rtl/>
        </w:rPr>
        <w:t>ح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ترجمہ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چلوں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کر ہر مسلم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ندر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ورمسرت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کرنے لگت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و</w:t>
      </w:r>
      <w:r w:rsidR="00816B77" w:rsidRPr="00816B77">
        <w:rPr>
          <w:rtl/>
          <w:lang w:bidi="ur-PK"/>
        </w:rPr>
        <w:t>ا</w:t>
      </w:r>
      <w:r>
        <w:rPr>
          <w:rtl/>
        </w:rPr>
        <w:t>قع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ہم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رہبر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فقط مہر ومحبت،شفقت،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درس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ٔن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A2492" w:rsidRDefault="005A2492" w:rsidP="002F6F4D">
      <w:pPr>
        <w:pStyle w:val="libArabic"/>
        <w:rPr>
          <w:rtl/>
        </w:rPr>
      </w:pPr>
      <w:r>
        <w:rPr>
          <w:rFonts w:hint="eastAsia"/>
          <w:rtl/>
        </w:rPr>
        <w:t>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رَسُولُ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371684">
        <w:rPr>
          <w:rFonts w:hint="cs"/>
          <w:rtl/>
        </w:rPr>
        <w:t>ه</w:t>
      </w:r>
      <w:r w:rsidRPr="00C15B30">
        <w:rPr>
          <w:rFonts w:hint="cs"/>
          <w:rtl/>
        </w:rPr>
        <w:t>ِ ص خَ</w:t>
      </w:r>
      <w:r w:rsidRPr="00371684">
        <w:rPr>
          <w:rFonts w:hint="cs"/>
          <w:rtl/>
        </w:rPr>
        <w:t>يْ</w:t>
      </w:r>
      <w:r w:rsidRPr="00C15B30">
        <w:rPr>
          <w:rFonts w:hint="cs"/>
          <w:rtl/>
        </w:rPr>
        <w:t xml:space="preserve">رُ 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>و</w:t>
      </w:r>
      <w:r w:rsidRPr="00371684">
        <w:rPr>
          <w:rFonts w:hint="cs"/>
          <w:rtl/>
        </w:rPr>
        <w:t>ْ</w:t>
      </w:r>
      <w:r w:rsidRPr="00C15B30">
        <w:rPr>
          <w:rFonts w:hint="cs"/>
          <w:rtl/>
        </w:rPr>
        <w:t>لَ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>دِ</w:t>
      </w:r>
      <w:r w:rsidRPr="00371684">
        <w:rPr>
          <w:rFonts w:hint="cs"/>
          <w:rtl/>
        </w:rPr>
        <w:t>ك</w:t>
      </w:r>
      <w:r w:rsidRPr="00C15B30">
        <w:rPr>
          <w:rFonts w:hint="cs"/>
          <w:rtl/>
        </w:rPr>
        <w:t xml:space="preserve">ُمُ 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 w:rsidRPr="00C15B30">
        <w:rPr>
          <w:rFonts w:hint="cs"/>
          <w:rtl/>
        </w:rPr>
        <w:t>بَنَ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تُ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لمر</w:t>
      </w:r>
      <w:r w:rsidR="00CF3D62" w:rsidRPr="00CF3D62">
        <w:rPr>
          <w:rtl/>
        </w:rPr>
        <w:t>ا</w:t>
      </w:r>
      <w:r>
        <w:rPr>
          <w:rtl/>
        </w:rPr>
        <w:t xml:space="preserve">ة </w:t>
      </w:r>
      <w:r w:rsidR="00CF3D62" w:rsidRPr="00CF3D62">
        <w:rPr>
          <w:rtl/>
        </w:rPr>
        <w:t>ا</w:t>
      </w:r>
      <w:r>
        <w:rPr>
          <w:rtl/>
        </w:rPr>
        <w:t xml:space="preserve">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بکر</w:t>
      </w:r>
      <w:r w:rsidRPr="00371684">
        <w:rPr>
          <w:rFonts w:hint="cs"/>
          <w:rtl/>
        </w:rPr>
        <w:t>ه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 ج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2F6F4D" w:rsidRPr="007741D8">
        <w:rPr>
          <w:rStyle w:val="libFootnotenumChar"/>
          <w:rFonts w:hint="cs"/>
          <w:rtl/>
        </w:rPr>
        <w:t>(3)</w:t>
      </w:r>
      <w:r w:rsidRPr="00C15B30">
        <w:rPr>
          <w:rFonts w:hint="cs"/>
          <w:rtl/>
        </w:rPr>
        <w:t xml:space="preserve"> </w:t>
      </w:r>
    </w:p>
    <w:p w:rsidR="005A2492" w:rsidRDefault="005A2492" w:rsidP="002F6F4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ک</w:t>
      </w:r>
      <w:r>
        <w:rPr>
          <w:rFonts w:hint="cs"/>
          <w:rtl/>
        </w:rPr>
        <w:t>ی</w:t>
      </w:r>
      <w:r>
        <w:rPr>
          <w:rtl/>
        </w:rPr>
        <w:t xml:space="preserve"> خوش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 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5A2492" w:rsidP="002F6F4D">
      <w:pPr>
        <w:pStyle w:val="libArabic"/>
        <w:rPr>
          <w:rtl/>
        </w:rPr>
      </w:pPr>
      <w:r>
        <w:rPr>
          <w:rtl/>
        </w:rPr>
        <w:t xml:space="preserve"> عَن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بَنَ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تُ حَسَنَ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تٌ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بَنُونَ نِع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مَةٌ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حَسَنَ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تُ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ُثَ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بُ عَلَ</w:t>
      </w:r>
      <w:r w:rsidRPr="00371684">
        <w:rPr>
          <w:rFonts w:hint="cs"/>
          <w:rtl/>
        </w:rPr>
        <w:t>يْه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مَةُ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ُس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لُ عَن</w:t>
      </w:r>
      <w:r w:rsidRPr="00371684">
        <w:rPr>
          <w:rFonts w:hint="cs"/>
          <w:rtl/>
        </w:rPr>
        <w:t>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 w:rsidR="002F6F4D" w:rsidRPr="007741D8">
        <w:rPr>
          <w:rStyle w:val="libFootnotenumChar"/>
          <w:rFonts w:hint="cs"/>
          <w:rtl/>
        </w:rPr>
        <w:t>(4)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حسنہ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نعمت ہ</w:t>
      </w:r>
      <w:r>
        <w:rPr>
          <w:rFonts w:hint="cs"/>
          <w:rtl/>
        </w:rPr>
        <w:t>ی</w:t>
      </w:r>
      <w:r>
        <w:rPr>
          <w:rFonts w:hint="eastAsia"/>
          <w:rtl/>
        </w:rPr>
        <w:t>ں،حسن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پر ثو</w:t>
      </w:r>
      <w:r w:rsidR="00816B77" w:rsidRPr="00816B77">
        <w:rPr>
          <w:rtl/>
          <w:lang w:bidi="ur-PK"/>
        </w:rPr>
        <w:t>ا</w:t>
      </w:r>
      <w:r>
        <w:rPr>
          <w:rtl/>
        </w:rPr>
        <w:t>ب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نعمتوں پر حس</w:t>
      </w:r>
      <w:r w:rsidR="00816B77" w:rsidRPr="00816B77">
        <w:rPr>
          <w:rtl/>
          <w:lang w:bidi="ur-PK"/>
        </w:rPr>
        <w:t>ا</w:t>
      </w:r>
      <w:r>
        <w:rPr>
          <w:rtl/>
        </w:rPr>
        <w:t>ب 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ہے"</w:t>
      </w:r>
    </w:p>
    <w:p w:rsidR="002F6F4D" w:rsidRDefault="002F6F4D" w:rsidP="00051606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EB466D" w:rsidRDefault="002F6F4D" w:rsidP="00EB466D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EB466D">
        <w:rPr>
          <w:rtl/>
        </w:rPr>
        <w:t xml:space="preserve"> </w:t>
      </w:r>
      <w:r w:rsidR="00816B77" w:rsidRPr="00816B77">
        <w:rPr>
          <w:rtl/>
        </w:rPr>
        <w:t>ا</w:t>
      </w:r>
      <w:r w:rsidR="00EB466D">
        <w:rPr>
          <w:rtl/>
        </w:rPr>
        <w:t>ل</w:t>
      </w:r>
      <w:r w:rsidR="00DB2203" w:rsidRPr="00DB2203">
        <w:rPr>
          <w:rtl/>
        </w:rPr>
        <w:t xml:space="preserve">کافی </w:t>
      </w:r>
      <w:r w:rsidR="00EB466D">
        <w:rPr>
          <w:rFonts w:hint="eastAsia"/>
          <w:rtl/>
        </w:rPr>
        <w:t>،ج</w:t>
      </w:r>
      <w:r w:rsidR="00EB466D">
        <w:rPr>
          <w:rtl/>
          <w:lang w:bidi="fa-IR"/>
        </w:rPr>
        <w:t>۲</w:t>
      </w:r>
      <w:r w:rsidR="00EB466D">
        <w:rPr>
          <w:rtl/>
        </w:rPr>
        <w:t xml:space="preserve">، ص </w:t>
      </w:r>
      <w:r w:rsidR="00EB466D">
        <w:rPr>
          <w:rtl/>
          <w:lang w:bidi="fa-IR"/>
        </w:rPr>
        <w:t>۱۵۹</w:t>
      </w:r>
    </w:p>
    <w:p w:rsidR="002F6F4D" w:rsidRDefault="002F6F4D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EB466D" w:rsidRPr="00EB466D">
        <w:rPr>
          <w:rtl/>
        </w:rPr>
        <w:t xml:space="preserve"> </w:t>
      </w:r>
      <w:r w:rsidR="00EB466D">
        <w:rPr>
          <w:rtl/>
        </w:rPr>
        <w:t>ڈ</w:t>
      </w:r>
      <w:r w:rsidR="00816B77" w:rsidRPr="00816B77">
        <w:rPr>
          <w:rtl/>
        </w:rPr>
        <w:t>ا</w:t>
      </w:r>
      <w:r w:rsidR="00EB466D">
        <w:rPr>
          <w:rtl/>
        </w:rPr>
        <w:t>کٹر پ</w:t>
      </w:r>
      <w:r w:rsidR="00EB466D">
        <w:rPr>
          <w:rFonts w:hint="cs"/>
          <w:rtl/>
        </w:rPr>
        <w:t>ی</w:t>
      </w:r>
      <w:r w:rsidR="00816B77" w:rsidRPr="00816B77">
        <w:rPr>
          <w:rFonts w:hint="eastAsia"/>
          <w:rtl/>
        </w:rPr>
        <w:t>ا</w:t>
      </w:r>
      <w:r w:rsidR="00EB466D">
        <w:rPr>
          <w:rFonts w:hint="eastAsia"/>
          <w:rtl/>
        </w:rPr>
        <w:t>م</w:t>
      </w:r>
      <w:r w:rsidR="00EB466D">
        <w:rPr>
          <w:rtl/>
        </w:rPr>
        <w:t xml:space="preserve"> </w:t>
      </w:r>
      <w:r w:rsidR="00816B77" w:rsidRPr="00816B77">
        <w:rPr>
          <w:rtl/>
        </w:rPr>
        <w:t>ا</w:t>
      </w:r>
      <w:r w:rsidR="00EB466D">
        <w:rPr>
          <w:rtl/>
        </w:rPr>
        <w:t>عظم</w:t>
      </w:r>
      <w:r w:rsidR="00EB466D">
        <w:rPr>
          <w:rFonts w:hint="cs"/>
          <w:rtl/>
        </w:rPr>
        <w:t>ی</w:t>
      </w:r>
      <w:r w:rsidR="00EB466D">
        <w:rPr>
          <w:rFonts w:hint="eastAsia"/>
          <w:rtl/>
        </w:rPr>
        <w:t>،</w:t>
      </w:r>
      <w:r w:rsidR="00EB466D">
        <w:rPr>
          <w:rtl/>
        </w:rPr>
        <w:t xml:space="preserve"> و</w:t>
      </w:r>
      <w:r w:rsidR="00816B77" w:rsidRPr="00816B77">
        <w:rPr>
          <w:rtl/>
        </w:rPr>
        <w:t>ا</w:t>
      </w:r>
      <w:r w:rsidR="00EB466D">
        <w:rPr>
          <w:rtl/>
        </w:rPr>
        <w:t>لفجر، تنظ</w:t>
      </w:r>
      <w:r w:rsidR="00EB466D">
        <w:rPr>
          <w:rFonts w:hint="cs"/>
          <w:rtl/>
        </w:rPr>
        <w:t>ی</w:t>
      </w:r>
      <w:r w:rsidR="00EB466D">
        <w:rPr>
          <w:rFonts w:hint="eastAsia"/>
          <w:rtl/>
        </w:rPr>
        <w:t>م</w:t>
      </w:r>
      <w:r w:rsidR="00EB466D">
        <w:rPr>
          <w:rtl/>
        </w:rPr>
        <w:t xml:space="preserve"> </w:t>
      </w:r>
      <w:r w:rsidR="00816B77" w:rsidRPr="00816B77">
        <w:rPr>
          <w:rtl/>
        </w:rPr>
        <w:t>ا</w:t>
      </w:r>
      <w:r w:rsidR="00EB466D">
        <w:rPr>
          <w:rtl/>
        </w:rPr>
        <w:t>لمک</w:t>
      </w:r>
      <w:r w:rsidR="00816B77" w:rsidRPr="00816B77">
        <w:rPr>
          <w:rtl/>
        </w:rPr>
        <w:t>ا</w:t>
      </w:r>
      <w:r w:rsidR="00EB466D">
        <w:rPr>
          <w:rtl/>
        </w:rPr>
        <w:t>تب، لکھنؤ،ہندوست</w:t>
      </w:r>
      <w:r w:rsidR="00816B77" w:rsidRPr="00816B77">
        <w:rPr>
          <w:rtl/>
        </w:rPr>
        <w:t>ا</w:t>
      </w:r>
      <w:r w:rsidR="00EB466D">
        <w:rPr>
          <w:rtl/>
        </w:rPr>
        <w:t>ن،</w:t>
      </w:r>
      <w:r w:rsidR="00EB466D">
        <w:rPr>
          <w:rtl/>
          <w:lang w:bidi="fa-IR"/>
        </w:rPr>
        <w:t>۱۹۹۸</w:t>
      </w:r>
    </w:p>
    <w:p w:rsidR="00EB466D" w:rsidRDefault="002F6F4D" w:rsidP="00A17C0F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EB466D" w:rsidRPr="00EB466D">
        <w:rPr>
          <w:rtl/>
        </w:rPr>
        <w:t xml:space="preserve"> </w:t>
      </w:r>
      <w:r w:rsidR="00EB466D">
        <w:rPr>
          <w:rtl/>
        </w:rPr>
        <w:t xml:space="preserve">مستدرک </w:t>
      </w:r>
      <w:r w:rsidR="00816B77" w:rsidRPr="00816B77">
        <w:rPr>
          <w:rtl/>
        </w:rPr>
        <w:t>ا</w:t>
      </w:r>
      <w:r w:rsidR="00EB466D">
        <w:rPr>
          <w:rtl/>
        </w:rPr>
        <w:t>لوس</w:t>
      </w:r>
      <w:r w:rsidR="00816B77" w:rsidRPr="00816B77">
        <w:rPr>
          <w:rtl/>
        </w:rPr>
        <w:t>ا</w:t>
      </w:r>
      <w:r w:rsidR="00EB466D">
        <w:rPr>
          <w:rtl/>
        </w:rPr>
        <w:t>ئل،ج</w:t>
      </w:r>
      <w:r w:rsidR="00C15B30" w:rsidRPr="00C15B30">
        <w:rPr>
          <w:rFonts w:hint="cs"/>
          <w:rtl/>
        </w:rPr>
        <w:t>2</w:t>
      </w:r>
      <w:r w:rsidR="00EB466D" w:rsidRPr="00816B77">
        <w:rPr>
          <w:rFonts w:hint="cs"/>
          <w:rtl/>
        </w:rPr>
        <w:t xml:space="preserve">،ص </w:t>
      </w:r>
      <w:r w:rsidR="00C15B30" w:rsidRPr="00C15B30">
        <w:rPr>
          <w:rFonts w:hint="cs"/>
          <w:rtl/>
        </w:rPr>
        <w:t>615614</w:t>
      </w:r>
      <w:r w:rsidR="00EB466D" w:rsidRPr="00816B77">
        <w:rPr>
          <w:rFonts w:hint="cs"/>
          <w:rtl/>
        </w:rPr>
        <w:t xml:space="preserve"> </w:t>
      </w:r>
    </w:p>
    <w:p w:rsidR="00EB466D" w:rsidRDefault="002F6F4D" w:rsidP="00EB466D">
      <w:pPr>
        <w:pStyle w:val="libFootnote0"/>
        <w:rPr>
          <w:rtl/>
        </w:rPr>
      </w:pPr>
      <w:r>
        <w:rPr>
          <w:rFonts w:hint="cs"/>
          <w:rtl/>
        </w:rPr>
        <w:t>(4):-</w:t>
      </w:r>
      <w:r w:rsidR="00EB466D" w:rsidRPr="00EB466D">
        <w:rPr>
          <w:rtl/>
        </w:rPr>
        <w:t xml:space="preserve"> </w:t>
      </w:r>
      <w:r w:rsidR="00EB466D">
        <w:rPr>
          <w:rtl/>
        </w:rPr>
        <w:t>وس</w:t>
      </w:r>
      <w:r w:rsidR="00816B77" w:rsidRPr="00816B77">
        <w:rPr>
          <w:rtl/>
        </w:rPr>
        <w:t>ا</w:t>
      </w:r>
      <w:r w:rsidR="00EB466D">
        <w:rPr>
          <w:rtl/>
        </w:rPr>
        <w:t xml:space="preserve">ئل </w:t>
      </w:r>
      <w:r w:rsidR="00DB2203" w:rsidRPr="00DB2203">
        <w:rPr>
          <w:rtl/>
        </w:rPr>
        <w:t xml:space="preserve">الشیعہ </w:t>
      </w:r>
      <w:r w:rsidR="00EB466D">
        <w:rPr>
          <w:rFonts w:hint="eastAsia"/>
          <w:rtl/>
        </w:rPr>
        <w:t>،جج</w:t>
      </w:r>
      <w:r w:rsidR="00C15B30" w:rsidRPr="00C15B30">
        <w:rPr>
          <w:rFonts w:hint="cs"/>
          <w:rtl/>
        </w:rPr>
        <w:t>15</w:t>
      </w:r>
      <w:r w:rsidR="00EB466D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1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4</w:t>
      </w:r>
      <w:r w:rsidR="00EB466D" w:rsidRPr="00816B77">
        <w:rPr>
          <w:rFonts w:hint="cs"/>
          <w:rtl/>
        </w:rPr>
        <w:t>، من ل</w:t>
      </w:r>
      <w:r w:rsidR="00816B77" w:rsidRPr="00816B77">
        <w:rPr>
          <w:rFonts w:hint="cs"/>
          <w:rtl/>
        </w:rPr>
        <w:t>ا</w:t>
      </w:r>
      <w:r w:rsidR="00EB466D">
        <w:rPr>
          <w:rFonts w:hint="cs"/>
          <w:rtl/>
        </w:rPr>
        <w:t>ی</w:t>
      </w:r>
      <w:r w:rsidR="00EB466D">
        <w:rPr>
          <w:rFonts w:hint="eastAsia"/>
          <w:rtl/>
        </w:rPr>
        <w:t>حضر،ج</w:t>
      </w:r>
      <w:r w:rsidR="00EB466D">
        <w:rPr>
          <w:rtl/>
          <w:lang w:bidi="fa-IR"/>
        </w:rPr>
        <w:t>۳</w:t>
      </w:r>
      <w:r w:rsidR="00EB466D">
        <w:rPr>
          <w:rtl/>
        </w:rPr>
        <w:t>، ص</w:t>
      </w:r>
      <w:r w:rsidR="00EB466D">
        <w:rPr>
          <w:rtl/>
          <w:lang w:bidi="fa-IR"/>
        </w:rPr>
        <w:t>۴۸۱</w:t>
      </w:r>
    </w:p>
    <w:p w:rsidR="002F6F4D" w:rsidRPr="002F6F4D" w:rsidRDefault="002F6F4D" w:rsidP="00A60F54">
      <w:pPr>
        <w:pStyle w:val="libPoemTini"/>
        <w:rPr>
          <w:rtl/>
        </w:rPr>
      </w:pPr>
      <w:r w:rsidRPr="002F6F4D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بن</w:t>
      </w:r>
      <w:r w:rsidR="005A2492">
        <w:rPr>
          <w:rtl/>
        </w:rPr>
        <w:t xml:space="preserve"> عب</w:t>
      </w:r>
      <w:r w:rsidRPr="00816B77">
        <w:rPr>
          <w:rtl/>
          <w:lang w:bidi="ur-PK"/>
        </w:rPr>
        <w:t>ا</w:t>
      </w:r>
      <w:r w:rsidR="005A2492">
        <w:rPr>
          <w:rtl/>
        </w:rPr>
        <w:t>س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سے نقل کرتے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پ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؛</w:t>
      </w:r>
      <w:r w:rsidR="005A2492">
        <w:rPr>
          <w:rtl/>
        </w:rPr>
        <w:t xml:space="preserve"> وہ شخص جس کے ہ</w:t>
      </w:r>
      <w:r w:rsidRPr="00816B77">
        <w:rPr>
          <w:rtl/>
          <w:lang w:bidi="ur-PK"/>
        </w:rPr>
        <w:t>ا</w:t>
      </w:r>
      <w:r w:rsidR="005A2492">
        <w:rPr>
          <w:rtl/>
        </w:rPr>
        <w:t>ں لڑک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</w:t>
      </w:r>
      <w:r w:rsidRPr="00816B77">
        <w:rPr>
          <w:rtl/>
          <w:lang w:bidi="ur-PK"/>
        </w:rPr>
        <w:t>ا</w:t>
      </w:r>
      <w:r w:rsidR="005A2492">
        <w:rPr>
          <w:rtl/>
        </w:rPr>
        <w:t>ورکبھ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Pr="00816B77">
        <w:rPr>
          <w:rtl/>
          <w:lang w:bidi="ur-PK"/>
        </w:rPr>
        <w:t>ا</w:t>
      </w:r>
      <w:r w:rsidR="005A2492">
        <w:rPr>
          <w:rtl/>
        </w:rPr>
        <w:t>نت نہ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</w:t>
      </w:r>
      <w:r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ٹے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>س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پر ترج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ح</w:t>
      </w:r>
      <w:r w:rsidR="005A2492">
        <w:rPr>
          <w:rtl/>
        </w:rPr>
        <w:t xml:space="preserve"> نہ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 تو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وند </w:t>
      </w:r>
      <w:r w:rsidRPr="00816B77">
        <w:rPr>
          <w:rtl/>
          <w:lang w:bidi="ur-PK"/>
        </w:rPr>
        <w:t>ا</w:t>
      </w:r>
      <w:r w:rsidR="005A2492">
        <w:rPr>
          <w:rtl/>
        </w:rPr>
        <w:t>سے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شت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جگہ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</w:p>
    <w:p w:rsidR="005A2492" w:rsidRDefault="00816B77" w:rsidP="002F6F4D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شخص ب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ر سے بچوّں کے لئے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خر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گھر م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ں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ئے تو سب سے پہلے بچ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دو</w:t>
      </w:r>
      <w:r w:rsidR="005A2492">
        <w:rPr>
          <w:rtl/>
        </w:rPr>
        <w:t xml:space="preserve"> بعد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بچےّ کوجس ب</w:t>
      </w:r>
      <w:r w:rsidRPr="00816B77">
        <w:rPr>
          <w:rtl/>
          <w:lang w:bidi="ur-PK"/>
        </w:rPr>
        <w:t>ا</w:t>
      </w:r>
      <w:r w:rsidR="005A2492">
        <w:rPr>
          <w:rtl/>
        </w:rPr>
        <w:t>پ نے بچ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کو خوش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سے خوف 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رونے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Pr="00816B77">
        <w:rPr>
          <w:rtl/>
          <w:lang w:bidi="ur-PK"/>
        </w:rPr>
        <w:t>ا</w:t>
      </w:r>
      <w:r w:rsidR="005A2492">
        <w:rPr>
          <w:rtl/>
        </w:rPr>
        <w:t>ب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قرب </w:t>
      </w:r>
      <w:r w:rsidRPr="00816B77">
        <w:rPr>
          <w:rtl/>
          <w:lang w:bidi="ur-PK"/>
        </w:rPr>
        <w:t>ا</w:t>
      </w:r>
      <w:r w:rsidR="005A2492">
        <w:rPr>
          <w:rtl/>
        </w:rPr>
        <w:t>لٰہ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Pr="00816B77">
        <w:rPr>
          <w:rtl/>
          <w:lang w:bidi="ur-PK"/>
        </w:rPr>
        <w:t>ا</w:t>
      </w:r>
      <w:r w:rsidR="005A2492">
        <w:rPr>
          <w:rtl/>
        </w:rPr>
        <w:t>صل ہوگ</w:t>
      </w:r>
      <w:r w:rsidRPr="00816B77">
        <w:rPr>
          <w:rtl/>
          <w:lang w:bidi="ur-PK"/>
        </w:rPr>
        <w:t>ا</w:t>
      </w:r>
      <w:r w:rsidR="002F6F4D" w:rsidRPr="007741D8">
        <w:rPr>
          <w:rStyle w:val="libFootnotenumChar"/>
          <w:rFonts w:hint="cs"/>
          <w:rtl/>
        </w:rPr>
        <w:t>(1)</w:t>
      </w:r>
    </w:p>
    <w:p w:rsidR="005A2492" w:rsidRDefault="005A2492" w:rsidP="002F6F4D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:جس شخص نے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نوں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خرچہ برد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شت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شت و</w:t>
      </w:r>
      <w:r w:rsidR="00816B77" w:rsidRPr="00816B77">
        <w:rPr>
          <w:rtl/>
          <w:lang w:bidi="ur-PK"/>
        </w:rPr>
        <w:t>ا</w:t>
      </w:r>
      <w:r>
        <w:rPr>
          <w:rtl/>
        </w:rPr>
        <w:t>جب ہے</w:t>
      </w:r>
      <w:r w:rsidR="002F6F4D" w:rsidRPr="00EB466D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حضرت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سگ</w:t>
      </w:r>
      <w:r w:rsidR="00816B77" w:rsidRPr="00816B77">
        <w:rPr>
          <w:rtl/>
          <w:lang w:bidi="ur-PK"/>
        </w:rPr>
        <w:t>ا</w:t>
      </w:r>
      <w:r>
        <w:rPr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ئے توب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وجود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کہ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صر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ن وم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کرنے ک</w:t>
      </w:r>
      <w:r>
        <w:rPr>
          <w:rFonts w:hint="cs"/>
          <w:rtl/>
        </w:rPr>
        <w:t>ی</w:t>
      </w:r>
      <w:r>
        <w:rPr>
          <w:rtl/>
        </w:rPr>
        <w:t xml:space="preserve"> مکمل طور پر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د</w:t>
      </w:r>
      <w:r>
        <w:rPr>
          <w:rFonts w:hint="cs"/>
          <w:rtl/>
        </w:rPr>
        <w:t>ی</w:t>
      </w:r>
      <w:r>
        <w:rPr>
          <w:rtl/>
        </w:rPr>
        <w:t xml:space="preserve"> ہے،ف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طر </w:t>
      </w:r>
      <w:r w:rsidR="00816B77" w:rsidRPr="00816B77">
        <w:rPr>
          <w:rtl/>
          <w:lang w:bidi="ur-PK"/>
        </w:rPr>
        <w:t>ا</w:t>
      </w:r>
      <w:r>
        <w:rPr>
          <w:rtl/>
        </w:rPr>
        <w:t>پ سے مشورہ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 کرنے کے بعد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کو ہ</w:t>
      </w:r>
      <w:r w:rsidR="00816B77" w:rsidRPr="00816B77">
        <w:rPr>
          <w:rtl/>
          <w:lang w:bidi="ur-PK"/>
        </w:rPr>
        <w:t>ا</w:t>
      </w:r>
      <w:r>
        <w:rPr>
          <w:rtl/>
        </w:rPr>
        <w:t>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جس سے دور ج</w:t>
      </w:r>
      <w:r w:rsidR="00816B77" w:rsidRPr="00816B77">
        <w:rPr>
          <w:rtl/>
          <w:lang w:bidi="ur-PK"/>
        </w:rPr>
        <w:t>ا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لوں پر و</w:t>
      </w:r>
      <w:r w:rsidR="00816B77" w:rsidRPr="00816B77">
        <w:rPr>
          <w:rtl/>
          <w:lang w:bidi="ur-PK"/>
        </w:rPr>
        <w:t>ا</w:t>
      </w:r>
      <w:r>
        <w:rPr>
          <w:rtl/>
        </w:rPr>
        <w:t>ضح ہوج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عورتوں کو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کس طرح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ہےکہ مشترک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غ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زدو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ج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شو</w:t>
      </w:r>
      <w:r>
        <w:rPr>
          <w:rFonts w:hint="eastAsia"/>
          <w:rtl/>
        </w:rPr>
        <w:t>ہر</w:t>
      </w:r>
      <w:r>
        <w:rPr>
          <w:rtl/>
        </w:rPr>
        <w:t xml:space="preserve"> کے ہ</w:t>
      </w:r>
      <w:r w:rsidR="00816B77" w:rsidRPr="00816B77">
        <w:rPr>
          <w:rtl/>
          <w:lang w:bidi="ur-PK"/>
        </w:rPr>
        <w:t>ا</w:t>
      </w:r>
      <w:r>
        <w:rPr>
          <w:rtl/>
        </w:rPr>
        <w:t>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سکتے</w:t>
      </w:r>
    </w:p>
    <w:p w:rsidR="005A2492" w:rsidRDefault="00816B77" w:rsidP="00C75FD7">
      <w:pPr>
        <w:pStyle w:val="Heading1"/>
        <w:rPr>
          <w:rtl/>
        </w:rPr>
      </w:pPr>
      <w:bookmarkStart w:id="227" w:name="_Toc393190652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مرتبہ</w:t>
      </w:r>
      <w:bookmarkEnd w:id="227"/>
    </w:p>
    <w:p w:rsidR="002F6F4D" w:rsidRDefault="005A2492" w:rsidP="002F6F4D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موجودہ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تر ظلم وستم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سے متعلق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مج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ت بھ</w:t>
      </w:r>
      <w:r>
        <w:rPr>
          <w:rFonts w:hint="cs"/>
          <w:rtl/>
        </w:rPr>
        <w:t>ی</w:t>
      </w:r>
      <w:r>
        <w:rPr>
          <w:rtl/>
        </w:rPr>
        <w:t xml:space="preserve"> وضع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خ</w:t>
      </w:r>
      <w:r w:rsidR="00816B77" w:rsidRPr="00816B77">
        <w:rPr>
          <w:rtl/>
          <w:lang w:bidi="ur-PK"/>
        </w:rPr>
        <w:t>ا</w:t>
      </w:r>
      <w:r>
        <w:rPr>
          <w:rtl/>
        </w:rPr>
        <w:t>ص عن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F6F4D">
        <w:rPr>
          <w:rtl/>
        </w:rPr>
        <w:t>ہےچن</w:t>
      </w:r>
      <w:r w:rsidR="00816B77" w:rsidRPr="00816B77">
        <w:rPr>
          <w:rtl/>
          <w:lang w:bidi="ur-PK"/>
        </w:rPr>
        <w:t>ا</w:t>
      </w:r>
      <w:r w:rsidR="002F6F4D">
        <w:rPr>
          <w:rtl/>
        </w:rPr>
        <w:t>نچہ قر</w:t>
      </w:r>
      <w:r w:rsidR="00816B77" w:rsidRPr="00816B77">
        <w:rPr>
          <w:rtl/>
          <w:lang w:bidi="ur-PK"/>
        </w:rPr>
        <w:t>ا</w:t>
      </w:r>
      <w:r w:rsidR="002F6F4D">
        <w:rPr>
          <w:rtl/>
        </w:rPr>
        <w:t>ن مج</w:t>
      </w:r>
      <w:r w:rsidR="002F6F4D">
        <w:rPr>
          <w:rFonts w:hint="cs"/>
          <w:rtl/>
        </w:rPr>
        <w:t>ی</w:t>
      </w:r>
      <w:r w:rsidR="002F6F4D">
        <w:rPr>
          <w:rFonts w:hint="eastAsia"/>
          <w:rtl/>
        </w:rPr>
        <w:t>د</w:t>
      </w:r>
      <w:r w:rsidR="002F6F4D">
        <w:rPr>
          <w:rtl/>
        </w:rPr>
        <w:t xml:space="preserve"> نے حکم د</w:t>
      </w:r>
      <w:r w:rsidR="002F6F4D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2F6F4D">
        <w:rPr>
          <w:rtl/>
        </w:rPr>
        <w:t xml:space="preserve">: </w:t>
      </w:r>
    </w:p>
    <w:p w:rsidR="002F6F4D" w:rsidRDefault="002F6F4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94B0D" w:rsidRDefault="002F6F4D" w:rsidP="00D94B0D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D94B0D">
        <w:rPr>
          <w:rtl/>
        </w:rPr>
        <w:t xml:space="preserve"> محمد خ</w:t>
      </w:r>
      <w:r w:rsidR="00816B77" w:rsidRPr="00816B77">
        <w:rPr>
          <w:rtl/>
        </w:rPr>
        <w:t>ا</w:t>
      </w:r>
      <w:r w:rsidR="00D94B0D">
        <w:rPr>
          <w:rtl/>
        </w:rPr>
        <w:t>تم پ</w:t>
      </w:r>
      <w:r w:rsidR="00D94B0D">
        <w:rPr>
          <w:rFonts w:hint="cs"/>
          <w:rtl/>
        </w:rPr>
        <w:t>ی</w:t>
      </w:r>
      <w:r w:rsidR="00D94B0D">
        <w:rPr>
          <w:rFonts w:hint="eastAsia"/>
          <w:rtl/>
        </w:rPr>
        <w:t>غمبر</w:t>
      </w:r>
      <w:r w:rsidR="00816B77" w:rsidRPr="00816B77">
        <w:rPr>
          <w:rFonts w:hint="eastAsia"/>
          <w:rtl/>
        </w:rPr>
        <w:t>ا</w:t>
      </w:r>
      <w:r w:rsidR="00D94B0D">
        <w:rPr>
          <w:rFonts w:hint="eastAsia"/>
          <w:rtl/>
        </w:rPr>
        <w:t>ن،ج</w:t>
      </w:r>
      <w:r w:rsidR="00C15B30" w:rsidRPr="00C15B30">
        <w:rPr>
          <w:rFonts w:hint="cs"/>
          <w:rtl/>
        </w:rPr>
        <w:t>1</w:t>
      </w:r>
      <w:r w:rsidR="00D94B0D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183</w:t>
      </w:r>
    </w:p>
    <w:p w:rsidR="002F6F4D" w:rsidRDefault="002F6F4D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D94B0D" w:rsidRPr="00D94B0D">
        <w:rPr>
          <w:rtl/>
        </w:rPr>
        <w:t xml:space="preserve"> </w:t>
      </w:r>
      <w:r w:rsidR="00816B77" w:rsidRPr="00816B77">
        <w:rPr>
          <w:rtl/>
        </w:rPr>
        <w:t>ا</w:t>
      </w:r>
      <w:r w:rsidR="00D94B0D">
        <w:rPr>
          <w:rtl/>
        </w:rPr>
        <w:t>ئ</w:t>
      </w:r>
      <w:r w:rsidR="00D94B0D">
        <w:rPr>
          <w:rFonts w:hint="cs"/>
          <w:rtl/>
        </w:rPr>
        <w:t>ی</w:t>
      </w:r>
      <w:r w:rsidR="00D94B0D">
        <w:rPr>
          <w:rFonts w:hint="eastAsia"/>
          <w:rtl/>
        </w:rPr>
        <w:t>ن</w:t>
      </w:r>
      <w:r w:rsidR="00D94B0D">
        <w:rPr>
          <w:rtl/>
        </w:rPr>
        <w:t xml:space="preserve"> ہمسر د</w:t>
      </w:r>
      <w:r w:rsidR="00816B77" w:rsidRPr="00816B77">
        <w:rPr>
          <w:rtl/>
        </w:rPr>
        <w:t>ا</w:t>
      </w:r>
      <w:r w:rsidR="00D94B0D">
        <w:rPr>
          <w:rtl/>
        </w:rPr>
        <w:t>ر</w:t>
      </w:r>
      <w:r w:rsidR="00D94B0D">
        <w:rPr>
          <w:rFonts w:hint="cs"/>
          <w:rtl/>
        </w:rPr>
        <w:t>ی</w:t>
      </w:r>
      <w:r w:rsidR="00D94B0D">
        <w:rPr>
          <w:rFonts w:hint="eastAsia"/>
          <w:rtl/>
        </w:rPr>
        <w:t>،ص</w:t>
      </w:r>
      <w:r w:rsidR="00C15B30" w:rsidRPr="00C15B30">
        <w:rPr>
          <w:rFonts w:hint="cs"/>
          <w:rtl/>
        </w:rPr>
        <w:t>5</w:t>
      </w:r>
      <w:r w:rsidR="0035346A" w:rsidRPr="0035346A">
        <w:rPr>
          <w:rFonts w:hint="cs"/>
          <w:rtl/>
        </w:rPr>
        <w:t>0</w:t>
      </w:r>
      <w:r w:rsidR="00C15B30" w:rsidRPr="00C15B30">
        <w:rPr>
          <w:rFonts w:hint="cs"/>
          <w:rtl/>
        </w:rPr>
        <w:t>4</w:t>
      </w:r>
      <w:r w:rsidR="00D94B0D" w:rsidRPr="00816B77">
        <w:rPr>
          <w:rFonts w:hint="cs"/>
          <w:rtl/>
        </w:rPr>
        <w:t xml:space="preserve"> </w:t>
      </w:r>
    </w:p>
    <w:p w:rsidR="002F6F4D" w:rsidRDefault="002F6F4D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2F6F4D">
      <w:pPr>
        <w:pStyle w:val="libAie"/>
        <w:rPr>
          <w:rtl/>
        </w:rPr>
      </w:pPr>
      <w:r>
        <w:rPr>
          <w:rFonts w:hint="eastAsia"/>
          <w:rtl/>
        </w:rPr>
        <w:lastRenderedPageBreak/>
        <w:t>وَعَ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شِرُو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ُنَّ</w:t>
      </w:r>
      <w:r>
        <w:rPr>
          <w:rtl/>
        </w:rPr>
        <w:t xml:space="preserve"> بِ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رُوفِ </w:t>
      </w:r>
      <w:r w:rsidR="002F6F4D" w:rsidRPr="007741D8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، 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ُنَّ لِبَ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سٌ لَّ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نتُم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لِبَ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سٌ لَّ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ُنَّ</w:t>
      </w:r>
      <w:r w:rsidR="002F6F4D" w:rsidRPr="007741D8">
        <w:rPr>
          <w:rStyle w:val="libFootnotenumChar"/>
          <w:rFonts w:hint="cs"/>
          <w:rtl/>
        </w:rPr>
        <w:t>(2)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 مہرب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کرو، وہ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لئے لب</w:t>
      </w:r>
      <w:r w:rsidR="00816B77" w:rsidRPr="00816B77">
        <w:rPr>
          <w:rtl/>
          <w:lang w:bidi="ur-PK"/>
        </w:rPr>
        <w:t>ا</w:t>
      </w:r>
      <w:r>
        <w:rPr>
          <w:rtl/>
        </w:rPr>
        <w:t>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تم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لب</w:t>
      </w:r>
      <w:r w:rsidR="00816B77" w:rsidRPr="00816B77">
        <w:rPr>
          <w:rtl/>
          <w:lang w:bidi="ur-PK"/>
        </w:rPr>
        <w:t>ا</w:t>
      </w:r>
      <w:r>
        <w:rPr>
          <w:rtl/>
        </w:rPr>
        <w:t>س ہوپ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CF3D62" w:rsidP="00C15B30">
      <w:pPr>
        <w:pStyle w:val="libArabic"/>
        <w:rPr>
          <w:rtl/>
        </w:rPr>
      </w:pP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قربکم</w:t>
      </w:r>
      <w:r w:rsidR="005A2492">
        <w:rPr>
          <w:rtl/>
        </w:rPr>
        <w:t xml:space="preserve"> منّ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مجلس</w:t>
      </w:r>
      <w:r w:rsidRPr="00CF3D62">
        <w:rPr>
          <w:rtl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وم</w:t>
      </w:r>
      <w:r w:rsidR="005A2492">
        <w:rPr>
          <w:rtl/>
        </w:rPr>
        <w:t xml:space="preserve"> </w:t>
      </w:r>
      <w:r w:rsidRPr="00CF3D62">
        <w:rPr>
          <w:rtl/>
        </w:rPr>
        <w:t>ا</w:t>
      </w:r>
      <w:r w:rsidR="005A2492">
        <w:rPr>
          <w:rtl/>
        </w:rPr>
        <w:t>لق</w:t>
      </w:r>
      <w:r w:rsidR="005A2492">
        <w:rPr>
          <w:rFonts w:hint="cs"/>
          <w:rtl/>
        </w:rPr>
        <w:t>ی</w:t>
      </w:r>
      <w:r w:rsidRPr="00CF3D62">
        <w:rPr>
          <w:rFonts w:hint="eastAsia"/>
          <w:rtl/>
        </w:rPr>
        <w:t>ا</w:t>
      </w:r>
      <w:r w:rsidR="005A2492">
        <w:rPr>
          <w:rFonts w:hint="eastAsia"/>
          <w:rtl/>
        </w:rPr>
        <w:t>مة</w:t>
      </w:r>
      <w:r w:rsidR="005A2492" w:rsidRPr="00C15B30">
        <w:rPr>
          <w:rFonts w:hint="cs"/>
          <w:rtl/>
        </w:rPr>
        <w:t>خ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رکم</w:t>
      </w:r>
      <w:r w:rsidR="005A2492">
        <w:rPr>
          <w:rtl/>
        </w:rPr>
        <w:t xml:space="preserve"> </w:t>
      </w:r>
      <w:r w:rsidR="005A2492" w:rsidRPr="00C15B30">
        <w:rPr>
          <w:rtl/>
        </w:rPr>
        <w:t>ل</w:t>
      </w:r>
      <w:r w:rsidRPr="00CF3D62">
        <w:rPr>
          <w:rtl/>
        </w:rPr>
        <w:t>ا</w:t>
      </w:r>
      <w:r w:rsidR="00C15B30" w:rsidRPr="00C15B30">
        <w:rPr>
          <w:rFonts w:hint="cs"/>
          <w:rtl/>
        </w:rPr>
        <w:t>ه</w:t>
      </w:r>
      <w:r w:rsidR="005A2492" w:rsidRPr="00C15B30">
        <w:rPr>
          <w:rFonts w:hint="cs"/>
          <w:rtl/>
        </w:rPr>
        <w:t>ل</w:t>
      </w:r>
      <w:r w:rsidR="00C15B30" w:rsidRPr="00C15B30">
        <w:rPr>
          <w:rFonts w:hint="cs"/>
          <w:rtl/>
        </w:rPr>
        <w:t>ه</w:t>
      </w:r>
      <w:r w:rsidR="002F6F4D" w:rsidRPr="007741D8">
        <w:rPr>
          <w:rStyle w:val="libFootnotenumChar"/>
          <w:rFonts w:hint="cs"/>
          <w:rtl/>
        </w:rPr>
        <w:t>(3)</w:t>
      </w:r>
    </w:p>
    <w:p w:rsidR="005A2492" w:rsidRDefault="005A2492" w:rsidP="00D50CD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مت</w:t>
      </w:r>
      <w:r>
        <w:rPr>
          <w:rtl/>
        </w:rPr>
        <w:t xml:space="preserve"> کےدن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 ہو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پنےع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مہرب</w:t>
      </w:r>
      <w:r w:rsidR="00816B77" w:rsidRPr="00816B77">
        <w:rPr>
          <w:rtl/>
          <w:lang w:bidi="ur-PK"/>
        </w:rPr>
        <w:t>ا</w:t>
      </w:r>
      <w:r>
        <w:rPr>
          <w:rtl/>
        </w:rPr>
        <w:t>ن ہوگ</w:t>
      </w:r>
      <w:r w:rsidR="00816B77" w:rsidRPr="00816B77">
        <w:rPr>
          <w:rtl/>
          <w:lang w:bidi="ur-PK"/>
        </w:rPr>
        <w:t>ا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  <w:r w:rsidRPr="002F6F4D">
        <w:rPr>
          <w:rStyle w:val="libArabicChar"/>
          <w:rtl/>
        </w:rPr>
        <w:t xml:space="preserve">من </w:t>
      </w:r>
      <w:r w:rsidR="00CF3D62" w:rsidRPr="00CF3D62">
        <w:rPr>
          <w:rStyle w:val="libArabicChar"/>
          <w:rtl/>
        </w:rPr>
        <w:t>ا</w:t>
      </w:r>
      <w:r w:rsidRPr="002F6F4D">
        <w:rPr>
          <w:rStyle w:val="libArabicChar"/>
          <w:rtl/>
        </w:rPr>
        <w:t>خل</w:t>
      </w:r>
      <w:r w:rsidR="00CF3D62" w:rsidRPr="00CF3D62">
        <w:rPr>
          <w:rStyle w:val="libArabicChar"/>
          <w:rtl/>
        </w:rPr>
        <w:t>ا</w:t>
      </w:r>
      <w:r w:rsidRPr="002F6F4D">
        <w:rPr>
          <w:rStyle w:val="libArabicChar"/>
          <w:rtl/>
        </w:rPr>
        <w:t xml:space="preserve">ق </w:t>
      </w:r>
      <w:r w:rsidR="00CF3D62" w:rsidRPr="00CF3D62">
        <w:rPr>
          <w:rStyle w:val="libArabicChar"/>
          <w:rtl/>
        </w:rPr>
        <w:t>ا</w:t>
      </w:r>
      <w:r w:rsidRPr="002F6F4D">
        <w:rPr>
          <w:rStyle w:val="libArabicChar"/>
          <w:rtl/>
        </w:rPr>
        <w:t>ل</w:t>
      </w:r>
      <w:r w:rsidR="00CF3D62" w:rsidRPr="00CF3D62">
        <w:rPr>
          <w:rStyle w:val="libArabicChar"/>
          <w:rtl/>
        </w:rPr>
        <w:t>ا</w:t>
      </w:r>
      <w:r w:rsidRPr="002F6F4D">
        <w:rPr>
          <w:rStyle w:val="libArabicChar"/>
          <w:rtl/>
        </w:rPr>
        <w:t>نب</w:t>
      </w:r>
      <w:r w:rsidRPr="002F6F4D">
        <w:rPr>
          <w:rStyle w:val="libArabicChar"/>
          <w:rFonts w:hint="cs"/>
          <w:rtl/>
        </w:rPr>
        <w:t>ی</w:t>
      </w:r>
      <w:r w:rsidR="00CF3D62" w:rsidRPr="00CF3D62">
        <w:rPr>
          <w:rStyle w:val="libArabicChar"/>
          <w:rFonts w:hint="eastAsia"/>
          <w:rtl/>
        </w:rPr>
        <w:t>ا</w:t>
      </w:r>
      <w:r w:rsidRPr="002F6F4D">
        <w:rPr>
          <w:rStyle w:val="libArabicChar"/>
          <w:rFonts w:hint="eastAsia"/>
          <w:rtl/>
        </w:rPr>
        <w:t>ء</w:t>
      </w:r>
      <w:r w:rsidRPr="002F6F4D">
        <w:rPr>
          <w:rStyle w:val="libArabicChar"/>
          <w:rtl/>
        </w:rPr>
        <w:t xml:space="preserve"> حبّ </w:t>
      </w:r>
      <w:r w:rsidR="00CF3D62" w:rsidRPr="00CF3D62">
        <w:rPr>
          <w:rStyle w:val="libArabicChar"/>
          <w:rtl/>
        </w:rPr>
        <w:t>ا</w:t>
      </w:r>
      <w:r w:rsidRPr="002F6F4D">
        <w:rPr>
          <w:rStyle w:val="libArabicChar"/>
          <w:rtl/>
        </w:rPr>
        <w:t>لنس</w:t>
      </w:r>
      <w:r w:rsidR="00CF3D62" w:rsidRPr="00CF3D62">
        <w:rPr>
          <w:rStyle w:val="libArabicChar"/>
          <w:rtl/>
        </w:rPr>
        <w:t>ا</w:t>
      </w:r>
      <w:r w:rsidRPr="002F6F4D">
        <w:rPr>
          <w:rStyle w:val="libArabicChar"/>
          <w:rtl/>
        </w:rPr>
        <w:t>ء</w:t>
      </w:r>
      <w:r w:rsidR="002F6F4D" w:rsidRPr="007741D8">
        <w:rPr>
          <w:rStyle w:val="libFootnotenumChar"/>
          <w:rFonts w:hint="cs"/>
          <w:rtl/>
        </w:rPr>
        <w:t>(4)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عورت سے محبت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 </w:t>
      </w:r>
      <w:r w:rsidR="00816B77" w:rsidRPr="00816B77">
        <w:rPr>
          <w:rtl/>
          <w:lang w:bidi="ur-PK"/>
        </w:rPr>
        <w:t>ا</w:t>
      </w:r>
      <w:r>
        <w:rPr>
          <w:rtl/>
        </w:rPr>
        <w:t>نب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D6D4F" w:rsidRPr="008D6D4F">
        <w:rPr>
          <w:rtl/>
          <w:lang w:bidi="ur-PK"/>
        </w:rPr>
        <w:t>(ع)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</w:t>
      </w:r>
    </w:p>
    <w:p w:rsidR="005A2492" w:rsidRDefault="00CF3D62" w:rsidP="002F6F4D">
      <w:pPr>
        <w:pStyle w:val="libNormal"/>
        <w:rPr>
          <w:rtl/>
        </w:rPr>
      </w:pPr>
      <w:r w:rsidRPr="00CF3D62">
        <w:rPr>
          <w:rStyle w:val="libArabicChar"/>
          <w:rFonts w:hint="eastAsia"/>
          <w:rtl/>
        </w:rPr>
        <w:t>ا</w:t>
      </w:r>
      <w:r w:rsidR="005A2492" w:rsidRPr="002F6F4D">
        <w:rPr>
          <w:rStyle w:val="libArabicChar"/>
          <w:rFonts w:hint="eastAsia"/>
          <w:rtl/>
        </w:rPr>
        <w:t>حسن</w:t>
      </w:r>
      <w:r w:rsidR="005A2492" w:rsidRPr="002F6F4D">
        <w:rPr>
          <w:rStyle w:val="libArabicChar"/>
          <w:rtl/>
        </w:rPr>
        <w:t xml:space="preserve"> </w:t>
      </w:r>
      <w:r w:rsidRPr="00CF3D62">
        <w:rPr>
          <w:rStyle w:val="libArabicChar"/>
          <w:rtl/>
        </w:rPr>
        <w:t>ا</w:t>
      </w:r>
      <w:r w:rsidR="005A2492" w:rsidRPr="002F6F4D">
        <w:rPr>
          <w:rStyle w:val="libArabicChar"/>
          <w:rtl/>
        </w:rPr>
        <w:t>لن</w:t>
      </w:r>
      <w:r w:rsidRPr="00CF3D62">
        <w:rPr>
          <w:rStyle w:val="libArabicChar"/>
          <w:rtl/>
        </w:rPr>
        <w:t>ا</w:t>
      </w:r>
      <w:r w:rsidR="005A2492" w:rsidRPr="002F6F4D">
        <w:rPr>
          <w:rStyle w:val="libArabicChar"/>
          <w:rtl/>
        </w:rPr>
        <w:t xml:space="preserve">س </w:t>
      </w:r>
      <w:r w:rsidRPr="00CF3D62">
        <w:rPr>
          <w:rStyle w:val="libArabicChar"/>
          <w:rtl/>
        </w:rPr>
        <w:t>ا</w:t>
      </w:r>
      <w:r w:rsidR="005A2492" w:rsidRPr="002F6F4D">
        <w:rPr>
          <w:rStyle w:val="libArabicChar"/>
          <w:rFonts w:hint="cs"/>
          <w:rtl/>
        </w:rPr>
        <w:t>ی</w:t>
      </w:r>
      <w:r w:rsidR="005A2492" w:rsidRPr="002F6F4D">
        <w:rPr>
          <w:rStyle w:val="libArabicChar"/>
          <w:rFonts w:hint="eastAsia"/>
          <w:rtl/>
        </w:rPr>
        <w:t>م</w:t>
      </w:r>
      <w:r w:rsidRPr="00CF3D62">
        <w:rPr>
          <w:rStyle w:val="libArabicChar"/>
          <w:rFonts w:hint="eastAsia"/>
          <w:rtl/>
        </w:rPr>
        <w:t>ا</w:t>
      </w:r>
      <w:r w:rsidR="005A2492" w:rsidRPr="002F6F4D">
        <w:rPr>
          <w:rStyle w:val="libArabicChar"/>
          <w:rFonts w:hint="eastAsia"/>
          <w:rtl/>
        </w:rPr>
        <w:t>ن</w:t>
      </w:r>
      <w:r w:rsidRPr="00CF3D62">
        <w:rPr>
          <w:rStyle w:val="libArabicChar"/>
          <w:rFonts w:hint="eastAsia"/>
          <w:rtl/>
        </w:rPr>
        <w:t>ا</w:t>
      </w:r>
      <w:r w:rsidRPr="00CF3D62">
        <w:rPr>
          <w:rStyle w:val="libArabicChar"/>
          <w:rFonts w:hint="cs"/>
          <w:rtl/>
        </w:rPr>
        <w:t>ا</w:t>
      </w:r>
      <w:r w:rsidR="005A2492" w:rsidRPr="00C15B30">
        <w:rPr>
          <w:rStyle w:val="libArabicChar"/>
          <w:rFonts w:hint="cs"/>
          <w:rtl/>
        </w:rPr>
        <w:t>لطفم ب</w:t>
      </w:r>
      <w:r w:rsidRPr="00CF3D62">
        <w:rPr>
          <w:rStyle w:val="libArabicChar"/>
          <w:rFonts w:hint="cs"/>
          <w:rtl/>
        </w:rPr>
        <w:t>ا</w:t>
      </w:r>
      <w:r w:rsidR="005A2492" w:rsidRPr="002F6F4D">
        <w:rPr>
          <w:rStyle w:val="libArabicChar"/>
          <w:rFonts w:hint="cs"/>
          <w:rtl/>
        </w:rPr>
        <w:t>هله و</w:t>
      </w:r>
      <w:r w:rsidRPr="00CF3D62">
        <w:rPr>
          <w:rStyle w:val="libArabicChar"/>
          <w:rFonts w:hint="cs"/>
          <w:rtl/>
        </w:rPr>
        <w:t>ا</w:t>
      </w:r>
      <w:r w:rsidR="005A2492" w:rsidRPr="002F6F4D">
        <w:rPr>
          <w:rStyle w:val="libArabicChar"/>
          <w:rFonts w:hint="cs"/>
          <w:rtl/>
        </w:rPr>
        <w:t>ن</w:t>
      </w:r>
      <w:r w:rsidRPr="00CF3D62">
        <w:rPr>
          <w:rStyle w:val="libArabicChar"/>
          <w:rFonts w:hint="cs"/>
          <w:rtl/>
        </w:rPr>
        <w:t>ا</w:t>
      </w:r>
      <w:r w:rsidR="005A2492" w:rsidRPr="002F6F4D">
        <w:rPr>
          <w:rStyle w:val="libArabicChar"/>
          <w:rFonts w:hint="cs"/>
          <w:rtl/>
        </w:rPr>
        <w:t xml:space="preserve"> </w:t>
      </w:r>
      <w:r w:rsidRPr="00CF3D62">
        <w:rPr>
          <w:rStyle w:val="libArabicChar"/>
          <w:rFonts w:hint="cs"/>
          <w:rtl/>
        </w:rPr>
        <w:t>ا</w:t>
      </w:r>
      <w:r w:rsidR="005A2492" w:rsidRPr="002F6F4D">
        <w:rPr>
          <w:rStyle w:val="libArabicChar"/>
          <w:rFonts w:hint="cs"/>
          <w:rtl/>
        </w:rPr>
        <w:t>لطفکم ب</w:t>
      </w:r>
      <w:r w:rsidRPr="00CF3D62">
        <w:rPr>
          <w:rStyle w:val="libArabicChar"/>
          <w:rFonts w:hint="cs"/>
          <w:rtl/>
        </w:rPr>
        <w:t>ا</w:t>
      </w:r>
      <w:r w:rsidR="005A2492" w:rsidRPr="002F6F4D">
        <w:rPr>
          <w:rStyle w:val="libArabicChar"/>
          <w:rFonts w:hint="cs"/>
          <w:rtl/>
        </w:rPr>
        <w:t>هلي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لح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ظ سے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شخص وہ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جو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ہل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نسبت ز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مہرب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ہو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مونہ</w:t>
      </w:r>
      <w:r w:rsidR="005A2492">
        <w:rPr>
          <w:rtl/>
        </w:rPr>
        <w:t xml:space="preserve"> ہمسر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نے رسول 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سے سن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تے تھے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مّت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شخص وہ ہے جو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سلوک کرے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عورت وہ ہے جو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پنے شوہر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گفت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 و کرد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کرے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جب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ح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ملہ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</w:t>
      </w:r>
      <w:r w:rsidR="00816B77" w:rsidRPr="00816B77">
        <w:rPr>
          <w:rtl/>
          <w:lang w:bidi="ur-PK"/>
        </w:rPr>
        <w:t>ا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ہر دن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 ہز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ر شہ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دوں</w:t>
      </w:r>
      <w:r w:rsidR="005A2492"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 ملت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جو شخص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سلوک کرے تو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ہر دن سو شہ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دوں</w:t>
      </w:r>
      <w:r w:rsidR="005A2492"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ثو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 ملت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ہے</w:t>
      </w:r>
      <w:r w:rsidR="005A2492">
        <w:rPr>
          <w:rFonts w:hint="eastAsia"/>
          <w:rtl/>
        </w:rPr>
        <w:t>عمر</w:t>
      </w:r>
      <w:r w:rsidR="005A2492">
        <w:rPr>
          <w:rtl/>
        </w:rPr>
        <w:t xml:space="preserve"> نے سو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 ک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رسول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للہ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 xml:space="preserve">مرد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عورت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فرق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وں؟</w:t>
      </w:r>
      <w:r w:rsidR="005A2492"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 نے فرم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:ج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لو 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کے نزد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عورتوں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جر مردوں کے مق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ز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ہےخد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قسم شوہر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پر ستم کرن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شرک کے بعد سب سے بڑ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گن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ہ ہے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ے لوگو! دو ضع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فوں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نسبت 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خوف کرو: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دوسر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>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ق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مت</w:t>
      </w:r>
      <w:r w:rsidR="005A2492">
        <w:rPr>
          <w:rtl/>
        </w:rPr>
        <w:t xml:space="preserve"> کے دن تم سے پوچھے 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جو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دونوں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،رحمت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لٰہ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سے نص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ہوگ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جو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دونوں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بر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کرے 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ظ</w:t>
      </w:r>
      <w:r w:rsidR="005A2492">
        <w:rPr>
          <w:rtl/>
        </w:rPr>
        <w:t xml:space="preserve"> و غضب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پر 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زل ہوگ</w:t>
      </w:r>
      <w:r w:rsidR="00816B77" w:rsidRPr="00816B77">
        <w:rPr>
          <w:rtl/>
          <w:lang w:bidi="ur-PK"/>
        </w:rPr>
        <w:t>ا</w:t>
      </w:r>
      <w:r w:rsidR="002F6F4D" w:rsidRPr="007741D8">
        <w:rPr>
          <w:rStyle w:val="libFootnotenumChar"/>
          <w:rFonts w:hint="cs"/>
          <w:rtl/>
        </w:rPr>
        <w:t>(5)</w:t>
      </w:r>
    </w:p>
    <w:p w:rsidR="002F6F4D" w:rsidRDefault="002F6F4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50CD4" w:rsidRDefault="002F6F4D" w:rsidP="00D50CD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D50CD4">
        <w:rPr>
          <w:rtl/>
        </w:rPr>
        <w:t xml:space="preserve"> نس</w:t>
      </w:r>
      <w:r w:rsidR="00816B77" w:rsidRPr="00816B77">
        <w:rPr>
          <w:rtl/>
        </w:rPr>
        <w:t>ا</w:t>
      </w:r>
      <w:r w:rsidR="00D50CD4">
        <w:rPr>
          <w:rtl/>
        </w:rPr>
        <w:t>ء،</w:t>
      </w:r>
      <w:r w:rsidR="00D50CD4">
        <w:rPr>
          <w:rtl/>
          <w:lang w:bidi="fa-IR"/>
        </w:rPr>
        <w:t>۱۹</w:t>
      </w:r>
    </w:p>
    <w:p w:rsidR="002F6F4D" w:rsidRDefault="002F6F4D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D50CD4" w:rsidRPr="00D50CD4">
        <w:rPr>
          <w:rtl/>
        </w:rPr>
        <w:t xml:space="preserve"> </w:t>
      </w:r>
      <w:r w:rsidR="00D50CD4">
        <w:rPr>
          <w:rtl/>
        </w:rPr>
        <w:t>نس</w:t>
      </w:r>
      <w:r w:rsidR="00816B77" w:rsidRPr="00816B77">
        <w:rPr>
          <w:rtl/>
        </w:rPr>
        <w:t>ا</w:t>
      </w:r>
      <w:r w:rsidR="00D50CD4">
        <w:rPr>
          <w:rtl/>
        </w:rPr>
        <w:t xml:space="preserve">ء </w:t>
      </w:r>
      <w:r w:rsidR="00D50CD4">
        <w:rPr>
          <w:rtl/>
          <w:lang w:bidi="fa-IR"/>
        </w:rPr>
        <w:t>۱۸۷</w:t>
      </w:r>
    </w:p>
    <w:p w:rsidR="002F6F4D" w:rsidRDefault="002F6F4D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D50CD4" w:rsidRPr="00D50CD4">
        <w:rPr>
          <w:rtl/>
        </w:rPr>
        <w:t xml:space="preserve"> </w:t>
      </w:r>
      <w:r w:rsidR="00D50CD4">
        <w:rPr>
          <w:rtl/>
        </w:rPr>
        <w:t xml:space="preserve">فروع </w:t>
      </w:r>
      <w:r w:rsidR="00DB2203" w:rsidRPr="00DB2203">
        <w:rPr>
          <w:rtl/>
        </w:rPr>
        <w:t xml:space="preserve">کافی </w:t>
      </w:r>
      <w:r w:rsidR="00D50CD4">
        <w:rPr>
          <w:rFonts w:hint="eastAsia"/>
          <w:rtl/>
        </w:rPr>
        <w:t>،ج</w:t>
      </w:r>
      <w:r w:rsidR="00D50CD4">
        <w:rPr>
          <w:rtl/>
        </w:rPr>
        <w:t xml:space="preserve"> </w:t>
      </w:r>
      <w:r w:rsidR="00C15B30" w:rsidRPr="00C15B30">
        <w:rPr>
          <w:rFonts w:hint="cs"/>
          <w:rtl/>
        </w:rPr>
        <w:t>5</w:t>
      </w:r>
      <w:r w:rsidR="00D50CD4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32</w:t>
      </w:r>
      <w:r w:rsidR="0035346A" w:rsidRPr="0035346A">
        <w:rPr>
          <w:rFonts w:hint="cs"/>
          <w:rtl/>
        </w:rPr>
        <w:t>0</w:t>
      </w:r>
    </w:p>
    <w:p w:rsidR="002F6F4D" w:rsidRDefault="002F6F4D" w:rsidP="00051606">
      <w:pPr>
        <w:pStyle w:val="libFootnote0"/>
        <w:rPr>
          <w:rtl/>
        </w:rPr>
      </w:pPr>
      <w:r>
        <w:rPr>
          <w:rFonts w:hint="cs"/>
          <w:rtl/>
        </w:rPr>
        <w:t>(4):-</w:t>
      </w:r>
      <w:r w:rsidR="00D50CD4" w:rsidRPr="00D50CD4">
        <w:rPr>
          <w:rtl/>
        </w:rPr>
        <w:t xml:space="preserve"> </w:t>
      </w:r>
      <w:r w:rsidR="00D50CD4">
        <w:rPr>
          <w:rtl/>
        </w:rPr>
        <w:t xml:space="preserve">فروع </w:t>
      </w:r>
      <w:r w:rsidR="00DB2203" w:rsidRPr="00DB2203">
        <w:rPr>
          <w:rtl/>
        </w:rPr>
        <w:t xml:space="preserve">کافی </w:t>
      </w:r>
      <w:r w:rsidR="00D50CD4">
        <w:rPr>
          <w:rFonts w:hint="eastAsia"/>
          <w:rtl/>
        </w:rPr>
        <w:t>،ج</w:t>
      </w:r>
      <w:r w:rsidR="00C15B30" w:rsidRPr="00C15B30">
        <w:rPr>
          <w:rFonts w:hint="cs"/>
          <w:rtl/>
        </w:rPr>
        <w:t>5</w:t>
      </w:r>
      <w:r w:rsidR="00D50CD4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32</w:t>
      </w:r>
      <w:r w:rsidR="0035346A" w:rsidRPr="0035346A">
        <w:rPr>
          <w:rFonts w:hint="cs"/>
          <w:rtl/>
        </w:rPr>
        <w:t>0</w:t>
      </w:r>
      <w:r w:rsidR="00D50CD4" w:rsidRPr="00816B77">
        <w:rPr>
          <w:rFonts w:hint="cs"/>
          <w:rtl/>
        </w:rPr>
        <w:t xml:space="preserve">   </w:t>
      </w:r>
    </w:p>
    <w:p w:rsidR="002F6F4D" w:rsidRDefault="002F6F4D" w:rsidP="00051606">
      <w:pPr>
        <w:pStyle w:val="libFootnote0"/>
        <w:rPr>
          <w:rtl/>
        </w:rPr>
      </w:pPr>
      <w:r>
        <w:rPr>
          <w:rFonts w:hint="cs"/>
          <w:rtl/>
        </w:rPr>
        <w:t>(5):-</w:t>
      </w:r>
      <w:r w:rsidR="00D50CD4" w:rsidRPr="00D50CD4">
        <w:rPr>
          <w:rtl/>
        </w:rPr>
        <w:t xml:space="preserve"> </w:t>
      </w:r>
      <w:r w:rsidR="00D50CD4">
        <w:rPr>
          <w:rtl/>
        </w:rPr>
        <w:t>س</w:t>
      </w:r>
      <w:r w:rsidR="00D50CD4">
        <w:rPr>
          <w:rFonts w:hint="cs"/>
          <w:rtl/>
        </w:rPr>
        <w:t>ی</w:t>
      </w:r>
      <w:r w:rsidR="00D50CD4">
        <w:rPr>
          <w:rFonts w:hint="eastAsia"/>
          <w:rtl/>
        </w:rPr>
        <w:t>ر</w:t>
      </w:r>
      <w:r w:rsidR="00D50CD4">
        <w:rPr>
          <w:rFonts w:hint="cs"/>
          <w:rtl/>
        </w:rPr>
        <w:t>ی</w:t>
      </w:r>
      <w:r w:rsidR="00D50CD4">
        <w:rPr>
          <w:rtl/>
        </w:rPr>
        <w:t xml:space="preserve"> در زندگ</w:t>
      </w:r>
      <w:r w:rsidR="00816B77" w:rsidRPr="00816B77">
        <w:rPr>
          <w:rtl/>
        </w:rPr>
        <w:t>ا</w:t>
      </w:r>
      <w:r w:rsidR="00D50CD4">
        <w:rPr>
          <w:rtl/>
        </w:rPr>
        <w:t>ن</w:t>
      </w:r>
      <w:r w:rsidR="00D50CD4">
        <w:rPr>
          <w:rFonts w:hint="cs"/>
          <w:rtl/>
        </w:rPr>
        <w:t>ی</w:t>
      </w:r>
      <w:r w:rsidR="00D50CD4">
        <w:rPr>
          <w:rtl/>
        </w:rPr>
        <w:t xml:space="preserve"> حضرت زہر</w:t>
      </w:r>
      <w:r w:rsidR="00816B77" w:rsidRPr="00816B77">
        <w:rPr>
          <w:rtl/>
        </w:rPr>
        <w:t>ا</w:t>
      </w:r>
      <w:r w:rsidR="00D50CD4">
        <w:rPr>
          <w:rtl/>
        </w:rPr>
        <w:t>،</w:t>
      </w:r>
      <w:r w:rsidR="00C15B30" w:rsidRPr="00C15B30">
        <w:rPr>
          <w:rFonts w:hint="cs"/>
          <w:rtl/>
        </w:rPr>
        <w:t>37</w:t>
      </w:r>
    </w:p>
    <w:p w:rsidR="002F6F4D" w:rsidRPr="002F6F4D" w:rsidRDefault="002F6F4D" w:rsidP="00A60F54">
      <w:pPr>
        <w:pStyle w:val="libPoemTini"/>
        <w:rPr>
          <w:rtl/>
        </w:rPr>
      </w:pPr>
      <w:r w:rsidRPr="002F6F4D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گے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: </w:t>
      </w:r>
    </w:p>
    <w:p w:rsidR="005A2492" w:rsidRDefault="005A2492" w:rsidP="00C24AAD">
      <w:pPr>
        <w:pStyle w:val="libArabic"/>
        <w:rPr>
          <w:rtl/>
        </w:rPr>
      </w:pPr>
      <w:r>
        <w:rPr>
          <w:rFonts w:hint="eastAsia"/>
          <w:rtl/>
        </w:rPr>
        <w:t>خ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ر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م</w:t>
      </w:r>
      <w:r>
        <w:rPr>
          <w:rtl/>
        </w:rPr>
        <w:t xml:space="preserve"> خ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ر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م ل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خ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ر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م ل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م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رم</w:t>
      </w:r>
      <w:r w:rsidRPr="00371684">
        <w:rPr>
          <w:rFonts w:hint="cs"/>
          <w:rtl/>
        </w:rPr>
        <w:t>‏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لنّس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>
        <w:rPr>
          <w:rtl/>
        </w:rPr>
        <w:t>ّ</w:t>
      </w:r>
      <w:r w:rsidR="00CF3D62" w:rsidRPr="00CF3D62">
        <w:rPr>
          <w:rtl/>
        </w:rPr>
        <w:t>ا</w:t>
      </w:r>
      <w:r>
        <w:rPr>
          <w:rtl/>
        </w:rPr>
        <w:t xml:space="preserve">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ر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م</w:t>
      </w:r>
      <w:r w:rsidRPr="00371684">
        <w:rPr>
          <w:rFonts w:hint="cs"/>
          <w:rtl/>
        </w:rPr>
        <w:t>‏</w:t>
      </w:r>
      <w:r>
        <w:rPr>
          <w:rFonts w:hint="cs"/>
          <w:rtl/>
        </w:rPr>
        <w:t xml:space="preserve"> و 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نّ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لئ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م</w:t>
      </w:r>
      <w:r w:rsidR="00C24AAD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لنفس ہے وہ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جو عورتوں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حتر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کرے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پست فطرت ہے وہ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جو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>نت کرے</w:t>
      </w:r>
    </w:p>
    <w:p w:rsidR="005A2492" w:rsidRDefault="005A2492" w:rsidP="005263B2">
      <w:pPr>
        <w:pStyle w:val="libNormal"/>
        <w:rPr>
          <w:rtl/>
        </w:rPr>
      </w:pPr>
      <w:r>
        <w:rPr>
          <w:rFonts w:hint="eastAsia"/>
          <w:rtl/>
        </w:rPr>
        <w:t>فرم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 مجھے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عورتوں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 w:rsidR="00816B77" w:rsidRPr="00816B77">
        <w:rPr>
          <w:rtl/>
          <w:lang w:bidi="ur-PK"/>
        </w:rPr>
        <w:t>ا</w:t>
      </w:r>
      <w:r>
        <w:rPr>
          <w:rtl/>
        </w:rPr>
        <w:t>رش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گم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"</w:t>
      </w:r>
      <w:r w:rsidR="00816B77" w:rsidRPr="00816B77">
        <w:rPr>
          <w:rtl/>
          <w:lang w:bidi="ur-PK"/>
        </w:rPr>
        <w:t>ا</w:t>
      </w:r>
      <w:r>
        <w:rPr>
          <w:rtl/>
        </w:rPr>
        <w:t>ف" تک کہن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محمد </w:t>
      </w:r>
      <w:r>
        <w:rPr>
          <w:rFonts w:hint="cs"/>
          <w:rtl/>
        </w:rPr>
        <w:t>ﷺ</w:t>
      </w:r>
      <w:r>
        <w:rPr>
          <w:rtl/>
        </w:rPr>
        <w:t xml:space="preserve">! عورتوں کے متعلق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سے ڈروک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لوگ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یٰٰ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بطور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نت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کل</w:t>
      </w:r>
      <w:r w:rsidR="00816B77" w:rsidRPr="00816B77">
        <w:rPr>
          <w:rtl/>
          <w:lang w:bidi="ur-PK"/>
        </w:rPr>
        <w:t>ا</w:t>
      </w:r>
      <w:r>
        <w:rPr>
          <w:rtl/>
        </w:rPr>
        <w:t>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محمد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بن عبد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پس تم پر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کچھ حقوق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تم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نفوس پر م</w:t>
      </w:r>
      <w:r w:rsidR="00816B77" w:rsidRPr="00816B77">
        <w:rPr>
          <w:rtl/>
          <w:lang w:bidi="ur-PK"/>
        </w:rPr>
        <w:t>ا</w:t>
      </w:r>
      <w:r>
        <w:rPr>
          <w:rtl/>
        </w:rPr>
        <w:t>لک بنے ہو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</w:t>
      </w:r>
      <w:r w:rsidR="00816B77" w:rsidRPr="00816B77">
        <w:rPr>
          <w:rtl/>
          <w:lang w:bidi="ur-PK"/>
        </w:rPr>
        <w:t>ا</w:t>
      </w:r>
      <w:r>
        <w:rPr>
          <w:rtl/>
        </w:rPr>
        <w:t>ن پر رحم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حقوق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بستر </w:t>
      </w:r>
      <w:r w:rsidR="00816B77" w:rsidRPr="00816B77">
        <w:rPr>
          <w:rtl/>
          <w:lang w:bidi="ur-PK"/>
        </w:rPr>
        <w:t>ا</w:t>
      </w:r>
      <w:r>
        <w:rPr>
          <w:rtl/>
        </w:rPr>
        <w:t>حتض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پر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م فرم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حس</w:t>
      </w:r>
      <w:r w:rsidR="00816B77" w:rsidRPr="00816B77">
        <w:rPr>
          <w:rtl/>
          <w:lang w:bidi="ur-PK"/>
        </w:rPr>
        <w:t>ا</w:t>
      </w:r>
      <w:r>
        <w:rPr>
          <w:rtl/>
        </w:rPr>
        <w:t>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لب کو مختصر </w:t>
      </w:r>
      <w:r w:rsidR="00816B77" w:rsidRPr="00816B77">
        <w:rPr>
          <w:rtl/>
          <w:lang w:bidi="ur-PK"/>
        </w:rPr>
        <w:t>ا</w:t>
      </w:r>
      <w:r>
        <w:rPr>
          <w:rtl/>
        </w:rPr>
        <w:t>ور 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لف</w:t>
      </w:r>
      <w:r w:rsidR="00816B77" w:rsidRPr="00816B77">
        <w:rPr>
          <w:rtl/>
          <w:lang w:bidi="ur-PK"/>
        </w:rPr>
        <w:t>ا</w:t>
      </w:r>
      <w:r>
        <w:rPr>
          <w:rtl/>
        </w:rPr>
        <w:t>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مت کے لئے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من جملہ عورتوں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شوہروں سے مخ</w:t>
      </w:r>
      <w:r w:rsidR="00816B77" w:rsidRPr="00816B77">
        <w:rPr>
          <w:rtl/>
          <w:lang w:bidi="ur-PK"/>
        </w:rPr>
        <w:t>ا</w:t>
      </w:r>
      <w:r>
        <w:rPr>
          <w:rtl/>
        </w:rPr>
        <w:t>طب ہوکر فرم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2492" w:rsidRDefault="005A2492" w:rsidP="00C24AAD">
      <w:pPr>
        <w:pStyle w:val="libArabic"/>
        <w:rPr>
          <w:rtl/>
        </w:rPr>
      </w:pP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 وَ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مَلَ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َت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خِرَ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َلَّمَ بِ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نَبِ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ُّ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ع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وصِ</w:t>
      </w:r>
      <w:r w:rsidRPr="00371684">
        <w:rPr>
          <w:rFonts w:hint="cs"/>
          <w:rtl/>
        </w:rPr>
        <w:t>يك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لضَّعِ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فَ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 xml:space="preserve">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 وَ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مَلَ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َت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‏‏</w:t>
      </w:r>
      <w:r w:rsidR="00C24AAD" w:rsidRPr="007741D8">
        <w:rPr>
          <w:rStyle w:val="libFootnotenumChar"/>
          <w:rFonts w:hint="cs"/>
          <w:rtl/>
        </w:rPr>
        <w:t>(2)</w:t>
      </w:r>
    </w:p>
    <w:p w:rsidR="005A2492" w:rsidRDefault="005A2492" w:rsidP="00C24AAD">
      <w:pPr>
        <w:pStyle w:val="libNormal"/>
        <w:rPr>
          <w:rtl/>
        </w:rPr>
      </w:pPr>
      <w:r>
        <w:rPr>
          <w:rtl/>
        </w:rPr>
        <w:t xml:space="preserve"> دوسر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جگ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فرم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:</w:t>
      </w:r>
      <w:r w:rsidRPr="00C24AAD">
        <w:rPr>
          <w:rStyle w:val="libArabicChar"/>
          <w:rFonts w:hint="cs"/>
          <w:rtl/>
        </w:rPr>
        <w:t xml:space="preserve"> 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 xml:space="preserve">لله 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 xml:space="preserve">لله في 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>لنس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 xml:space="preserve">ء 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>نهن عو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 xml:space="preserve">ن بين 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 xml:space="preserve">يکديکم 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>خذتموهن ب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>م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 xml:space="preserve">نة 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>لله ق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>ل ه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 xml:space="preserve"> حتي تلجلج لس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 xml:space="preserve">نه و 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>نقطع کل</w:t>
      </w:r>
      <w:r w:rsidR="00CF3D62" w:rsidRPr="00CF3D62">
        <w:rPr>
          <w:rStyle w:val="libArabicChar"/>
          <w:rFonts w:hint="cs"/>
          <w:rtl/>
        </w:rPr>
        <w:t>ا</w:t>
      </w:r>
      <w:r w:rsidRPr="00C24AAD">
        <w:rPr>
          <w:rStyle w:val="libArabicChar"/>
          <w:rFonts w:hint="cs"/>
          <w:rtl/>
        </w:rPr>
        <w:t>مه</w:t>
      </w:r>
      <w:r w:rsidR="00C24AAD" w:rsidRPr="007741D8">
        <w:rPr>
          <w:rStyle w:val="libFootnotenumChar"/>
          <w:rFonts w:hint="cs"/>
          <w:rtl/>
        </w:rPr>
        <w:t>(3)</w:t>
      </w:r>
    </w:p>
    <w:p w:rsidR="005A2492" w:rsidRDefault="005A2492" w:rsidP="005263B2">
      <w:pPr>
        <w:pStyle w:val="libNormal"/>
        <w:rPr>
          <w:rtl/>
        </w:rPr>
      </w:pPr>
      <w:r>
        <w:rPr>
          <w:rFonts w:hint="eastAsia"/>
          <w:rtl/>
        </w:rPr>
        <w:t>عورتوں</w:t>
      </w:r>
      <w:r>
        <w:rPr>
          <w:rtl/>
        </w:rPr>
        <w:t xml:space="preserve">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 فر</w:t>
      </w:r>
      <w:r w:rsidR="00816B77" w:rsidRPr="00816B77">
        <w:rPr>
          <w:rtl/>
          <w:lang w:bidi="ur-PK"/>
        </w:rPr>
        <w:t>ا</w:t>
      </w:r>
      <w:r>
        <w:rPr>
          <w:rtl/>
        </w:rPr>
        <w:t>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کرو،ظلم نہ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تمہ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کف</w:t>
      </w:r>
      <w:r w:rsidR="00816B77" w:rsidRPr="00816B77">
        <w:rPr>
          <w:rtl/>
          <w:lang w:bidi="ur-PK"/>
        </w:rPr>
        <w:t>ا</w:t>
      </w:r>
      <w:r>
        <w:rPr>
          <w:rtl/>
        </w:rPr>
        <w:t>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تو نے وعدہ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،عد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لت،مہرومحبت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</w:p>
    <w:p w:rsidR="00C24AAD" w:rsidRDefault="00C24AAD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50CD4" w:rsidRDefault="00C24AAD" w:rsidP="00D50CD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D50CD4">
        <w:rPr>
          <w:rtl/>
        </w:rPr>
        <w:t xml:space="preserve"> </w:t>
      </w:r>
      <w:r w:rsidR="00D50CD4" w:rsidRPr="00F5509F">
        <w:rPr>
          <w:rStyle w:val="libFootNoteArabicChar"/>
          <w:rtl/>
        </w:rPr>
        <w:t>ن</w:t>
      </w:r>
      <w:r w:rsidR="00D50CD4" w:rsidRPr="00F5509F">
        <w:rPr>
          <w:rStyle w:val="libFootNoteArabicChar"/>
          <w:rFonts w:hint="cs"/>
          <w:rtl/>
        </w:rPr>
        <w:t xml:space="preserve">هج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50CD4" w:rsidRPr="00F5509F">
        <w:rPr>
          <w:rStyle w:val="libFootNoteArabicChar"/>
          <w:rFonts w:hint="cs"/>
          <w:rtl/>
        </w:rPr>
        <w:t>لفص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50CD4" w:rsidRPr="00F5509F">
        <w:rPr>
          <w:rStyle w:val="libFootNoteArabicChar"/>
          <w:rFonts w:hint="cs"/>
          <w:rtl/>
        </w:rPr>
        <w:t>حة (مجموعه كلم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50CD4" w:rsidRPr="00F5509F">
        <w:rPr>
          <w:rStyle w:val="libFootNoteArabicChar"/>
          <w:rFonts w:hint="cs"/>
          <w:rtl/>
        </w:rPr>
        <w:t>ت قص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50CD4" w:rsidRPr="00F5509F">
        <w:rPr>
          <w:rStyle w:val="libFootNoteArabicChar"/>
          <w:rFonts w:hint="cs"/>
          <w:rtl/>
        </w:rPr>
        <w:t xml:space="preserve">ر حضرت رسول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50CD4" w:rsidRPr="00F5509F">
        <w:rPr>
          <w:rStyle w:val="libFootNoteArabicChar"/>
          <w:rFonts w:hint="cs"/>
          <w:rtl/>
        </w:rPr>
        <w:t>كرم ،ص472</w:t>
      </w:r>
      <w:r w:rsidR="00D50CD4" w:rsidRPr="00816B77">
        <w:rPr>
          <w:rFonts w:hint="cs"/>
          <w:rtl/>
        </w:rPr>
        <w:t xml:space="preserve"> </w:t>
      </w:r>
    </w:p>
    <w:p w:rsidR="00C24AAD" w:rsidRPr="00F5509F" w:rsidRDefault="00C24AAD" w:rsidP="00051606">
      <w:pPr>
        <w:pStyle w:val="libFootnote0"/>
        <w:rPr>
          <w:rStyle w:val="libFootNoteArabicChar"/>
          <w:rtl/>
        </w:rPr>
      </w:pPr>
      <w:r>
        <w:rPr>
          <w:rFonts w:hint="cs"/>
          <w:rtl/>
        </w:rPr>
        <w:t>(2):-</w:t>
      </w:r>
      <w:r w:rsidR="00D50CD4" w:rsidRPr="00D50CD4">
        <w:rPr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D50CD4" w:rsidRPr="00F5509F">
        <w:rPr>
          <w:rStyle w:val="libFootNoteArabicChar"/>
          <w:rtl/>
        </w:rPr>
        <w:t>ل</w:t>
      </w:r>
      <w:r w:rsidR="00D50CD4" w:rsidRPr="00F5509F">
        <w:rPr>
          <w:rStyle w:val="libFootNoteArabicChar"/>
          <w:rFonts w:hint="cs"/>
          <w:rtl/>
        </w:rPr>
        <w:t>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50CD4" w:rsidRPr="00F5509F">
        <w:rPr>
          <w:rStyle w:val="libFootNoteArabicChar"/>
          <w:rFonts w:hint="cs"/>
          <w:rtl/>
        </w:rPr>
        <w:t>في،ج</w:t>
      </w:r>
      <w:r w:rsidR="00D50CD4" w:rsidRPr="00F5509F">
        <w:rPr>
          <w:rStyle w:val="libFootNoteArabicChar"/>
          <w:rtl/>
        </w:rPr>
        <w:t>۷،ص51،ب</w:t>
      </w:r>
      <w:r w:rsidR="00CF3D62" w:rsidRPr="00CF3D62">
        <w:rPr>
          <w:rStyle w:val="libFootNoteArabicChar"/>
          <w:rtl/>
          <w:lang w:bidi="ar-SA"/>
        </w:rPr>
        <w:t>ا</w:t>
      </w:r>
      <w:r w:rsidR="00D50CD4" w:rsidRPr="00F5509F">
        <w:rPr>
          <w:rStyle w:val="libFootNoteArabicChar"/>
          <w:rtl/>
        </w:rPr>
        <w:t>ب صدق</w:t>
      </w:r>
      <w:r w:rsidR="00CF3D62" w:rsidRPr="00CF3D62">
        <w:rPr>
          <w:rStyle w:val="libFootNoteArabicChar"/>
          <w:rtl/>
          <w:lang w:bidi="ar-SA"/>
        </w:rPr>
        <w:t>ا</w:t>
      </w:r>
      <w:r w:rsidR="00D50CD4" w:rsidRPr="00F5509F">
        <w:rPr>
          <w:rStyle w:val="libFootNoteArabicChar"/>
          <w:rtl/>
        </w:rPr>
        <w:t xml:space="preserve">ت </w:t>
      </w:r>
      <w:r w:rsidR="00CF3D62" w:rsidRPr="00CF3D62">
        <w:rPr>
          <w:rStyle w:val="libFootNoteArabicChar"/>
          <w:rtl/>
          <w:lang w:bidi="ar-SA"/>
        </w:rPr>
        <w:t>ا</w:t>
      </w:r>
      <w:r w:rsidR="00D50CD4" w:rsidRPr="00F5509F">
        <w:rPr>
          <w:rStyle w:val="libFootNoteArabicChar"/>
          <w:rtl/>
        </w:rPr>
        <w:t>لنب</w:t>
      </w:r>
      <w:r w:rsidR="00D50CD4" w:rsidRPr="00F5509F">
        <w:rPr>
          <w:rStyle w:val="libFootNoteArabicChar"/>
          <w:rFonts w:hint="cs"/>
          <w:rtl/>
        </w:rPr>
        <w:t>ي  و ف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50CD4" w:rsidRPr="00F5509F">
        <w:rPr>
          <w:rStyle w:val="libFootNoteArabicChar"/>
          <w:rFonts w:hint="cs"/>
          <w:rtl/>
        </w:rPr>
        <w:t xml:space="preserve">طمة و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50CD4" w:rsidRPr="00F5509F">
        <w:rPr>
          <w:rStyle w:val="libFootNoteArabicChar"/>
          <w:rFonts w:hint="cs"/>
          <w:rtl/>
        </w:rPr>
        <w:t>ل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D50CD4" w:rsidRPr="00F5509F">
        <w:rPr>
          <w:rStyle w:val="libFootNoteArabicChar"/>
          <w:rFonts w:hint="cs"/>
          <w:rtl/>
        </w:rPr>
        <w:t xml:space="preserve">ئمة </w:t>
      </w:r>
    </w:p>
    <w:p w:rsidR="00C24AAD" w:rsidRDefault="00C24AAD" w:rsidP="00051606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D50CD4" w:rsidRPr="00D50CD4">
        <w:rPr>
          <w:rtl/>
        </w:rPr>
        <w:t xml:space="preserve"> </w:t>
      </w:r>
      <w:r w:rsidR="00D50CD4">
        <w:rPr>
          <w:rtl/>
        </w:rPr>
        <w:t xml:space="preserve">تحف </w:t>
      </w:r>
      <w:r w:rsidR="00816B77" w:rsidRPr="00816B77">
        <w:rPr>
          <w:rtl/>
        </w:rPr>
        <w:t>ا</w:t>
      </w:r>
      <w:r w:rsidR="00D50CD4">
        <w:rPr>
          <w:rtl/>
        </w:rPr>
        <w:t>لعقول،ص</w:t>
      </w:r>
      <w:r w:rsidR="00D50CD4">
        <w:rPr>
          <w:rtl/>
          <w:lang w:bidi="fa-IR"/>
        </w:rPr>
        <w:t>۳۰</w:t>
      </w:r>
    </w:p>
    <w:p w:rsidR="00C24AAD" w:rsidRPr="005263B2" w:rsidRDefault="00C24AAD" w:rsidP="00A60F54">
      <w:pPr>
        <w:pStyle w:val="libPoemTini"/>
        <w:rPr>
          <w:rtl/>
        </w:rPr>
      </w:pPr>
      <w:r w:rsidRPr="00C24AAD">
        <w:rPr>
          <w:rtl/>
        </w:rPr>
        <w:br w:type="page"/>
      </w:r>
    </w:p>
    <w:p w:rsidR="005A2492" w:rsidRDefault="00816B77" w:rsidP="00051BD5">
      <w:pPr>
        <w:pStyle w:val="libNormal"/>
        <w:rPr>
          <w:rtl/>
        </w:rPr>
      </w:pPr>
      <w:r w:rsidRPr="00816B77">
        <w:rPr>
          <w:rtl/>
          <w:lang w:bidi="ur-PK"/>
        </w:rPr>
        <w:lastRenderedPageBreak/>
        <w:t>ا</w:t>
      </w:r>
      <w:r w:rsidR="005263B2">
        <w:rPr>
          <w:rtl/>
        </w:rPr>
        <w:t>ئ</w:t>
      </w:r>
      <w:r w:rsidR="005263B2">
        <w:rPr>
          <w:rFonts w:hint="cs"/>
          <w:rtl/>
        </w:rPr>
        <w:t>ی</w:t>
      </w:r>
      <w:r w:rsidR="005263B2">
        <w:rPr>
          <w:rFonts w:hint="eastAsia"/>
          <w:rtl/>
        </w:rPr>
        <w:t>ں</w:t>
      </w:r>
      <w:r w:rsidR="005263B2">
        <w:rPr>
          <w:rtl/>
        </w:rPr>
        <w:t xml:space="preserve"> گے </w:t>
      </w:r>
      <w:r w:rsidR="00C24AAD">
        <w:rPr>
          <w:rtl/>
        </w:rPr>
        <w:t>ک</w:t>
      </w:r>
      <w:r w:rsidR="00C24AAD">
        <w:rPr>
          <w:rFonts w:hint="cs"/>
          <w:rtl/>
        </w:rPr>
        <w:t>ی</w:t>
      </w:r>
      <w:r w:rsidR="00C24AAD">
        <w:rPr>
          <w:rFonts w:hint="eastAsia"/>
          <w:rtl/>
        </w:rPr>
        <w:t>ونکہ</w:t>
      </w:r>
      <w:r w:rsidR="00C24AAD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C24AAD">
        <w:rPr>
          <w:rtl/>
        </w:rPr>
        <w:t>ن خد</w:t>
      </w:r>
      <w:r w:rsidRPr="00816B77">
        <w:rPr>
          <w:rtl/>
          <w:lang w:bidi="ur-PK"/>
        </w:rPr>
        <w:t>ا</w:t>
      </w:r>
      <w:r w:rsidR="00C24AAD">
        <w:rPr>
          <w:rtl/>
        </w:rPr>
        <w:t>و</w:t>
      </w:r>
      <w:r w:rsidR="00C24AAD">
        <w:rPr>
          <w:rFonts w:hint="eastAsia"/>
          <w:rtl/>
        </w:rPr>
        <w:t>ند</w:t>
      </w:r>
      <w:r w:rsidR="00C24AAD">
        <w:rPr>
          <w:rFonts w:hint="cs"/>
          <w:rtl/>
        </w:rPr>
        <w:t>ی</w:t>
      </w:r>
      <w:r w:rsidR="00C24AAD">
        <w:rPr>
          <w:rtl/>
        </w:rPr>
        <w:t xml:space="preserve"> بھ</w:t>
      </w:r>
      <w:r w:rsidR="00C24AAD">
        <w:rPr>
          <w:rFonts w:hint="cs"/>
          <w:rtl/>
        </w:rPr>
        <w:t>ی</w:t>
      </w:r>
      <w:r w:rsidR="00C24AAD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C24AAD">
        <w:rPr>
          <w:rtl/>
        </w:rPr>
        <w:t>ن وعدوں کو نہ بھل</w:t>
      </w:r>
      <w:r w:rsidRPr="00816B77">
        <w:rPr>
          <w:rtl/>
          <w:lang w:bidi="ur-PK"/>
        </w:rPr>
        <w:t>ا</w:t>
      </w:r>
      <w:r w:rsidR="00C24AAD">
        <w:rPr>
          <w:rtl/>
        </w:rPr>
        <w:t>ؤ</w:t>
      </w:r>
      <w:r w:rsidR="00C24AAD">
        <w:rPr>
          <w:rFonts w:hint="cs"/>
          <w:rtl/>
        </w:rPr>
        <w:t>ی</w:t>
      </w:r>
      <w:r w:rsidR="00C24AAD">
        <w:rPr>
          <w:rFonts w:hint="eastAsia"/>
          <w:rtl/>
        </w:rPr>
        <w:t>ہ</w:t>
      </w:r>
      <w:r w:rsidR="00C24AAD">
        <w:rPr>
          <w:rtl/>
        </w:rPr>
        <w:t xml:space="preserve"> کلم</w:t>
      </w:r>
      <w:r w:rsidRPr="00816B77">
        <w:rPr>
          <w:rtl/>
          <w:lang w:bidi="ur-PK"/>
        </w:rPr>
        <w:t>ا</w:t>
      </w:r>
      <w:r w:rsidR="00C24AAD">
        <w:rPr>
          <w:rtl/>
        </w:rPr>
        <w:t>ت زب</w:t>
      </w:r>
      <w:r w:rsidRPr="00816B77">
        <w:rPr>
          <w:rtl/>
          <w:lang w:bidi="ur-PK"/>
        </w:rPr>
        <w:t>ا</w:t>
      </w:r>
      <w:r w:rsidR="00C24AAD">
        <w:rPr>
          <w:rtl/>
        </w:rPr>
        <w:t>ن مب</w:t>
      </w:r>
      <w:r w:rsidRPr="00816B77">
        <w:rPr>
          <w:rtl/>
          <w:lang w:bidi="ur-PK"/>
        </w:rPr>
        <w:t>ا</w:t>
      </w:r>
      <w:r w:rsidR="00C24AAD">
        <w:rPr>
          <w:rtl/>
        </w:rPr>
        <w:t>رک پر ج</w:t>
      </w:r>
      <w:r w:rsidRPr="00816B77">
        <w:rPr>
          <w:rtl/>
          <w:lang w:bidi="ur-PK"/>
        </w:rPr>
        <w:t>ا</w:t>
      </w:r>
      <w:r w:rsidR="00C24AAD">
        <w:rPr>
          <w:rtl/>
        </w:rPr>
        <w:t>ر</w:t>
      </w:r>
      <w:r w:rsidR="00C24AAD">
        <w:rPr>
          <w:rFonts w:hint="cs"/>
          <w:rtl/>
        </w:rPr>
        <w:t>ی</w:t>
      </w:r>
      <w:r w:rsidR="00C24AAD">
        <w:rPr>
          <w:rtl/>
        </w:rPr>
        <w:t xml:space="preserve"> رکھتے ہوئے </w:t>
      </w:r>
      <w:r w:rsidRPr="00816B77">
        <w:rPr>
          <w:rtl/>
          <w:lang w:bidi="ur-PK"/>
        </w:rPr>
        <w:t>ا</w:t>
      </w:r>
      <w:r w:rsidR="00C24AAD">
        <w:rPr>
          <w:rtl/>
        </w:rPr>
        <w:t>پ ک</w:t>
      </w:r>
      <w:r w:rsidR="00C24AAD">
        <w:rPr>
          <w:rFonts w:hint="cs"/>
          <w:rtl/>
        </w:rPr>
        <w:t>ی</w:t>
      </w:r>
      <w:r w:rsidR="00C24AAD">
        <w:rPr>
          <w:rtl/>
        </w:rPr>
        <w:t xml:space="preserve"> روح مب</w:t>
      </w:r>
      <w:r w:rsidRPr="00816B77">
        <w:rPr>
          <w:rtl/>
          <w:lang w:bidi="ur-PK"/>
        </w:rPr>
        <w:t>ا</w:t>
      </w:r>
      <w:r w:rsidR="00C24AAD">
        <w:rPr>
          <w:rtl/>
        </w:rPr>
        <w:t>رک بدن عنصر</w:t>
      </w:r>
      <w:r w:rsidR="00C24AAD">
        <w:rPr>
          <w:rFonts w:hint="cs"/>
          <w:rtl/>
        </w:rPr>
        <w:t>ی</w:t>
      </w:r>
      <w:r w:rsidR="00C24AAD">
        <w:rPr>
          <w:rtl/>
        </w:rPr>
        <w:t xml:space="preserve"> سے پرو</w:t>
      </w:r>
      <w:r w:rsidRPr="00816B77">
        <w:rPr>
          <w:rtl/>
          <w:lang w:bidi="ur-PK"/>
        </w:rPr>
        <w:t>ا</w:t>
      </w:r>
      <w:r w:rsidR="00C24AAD">
        <w:rPr>
          <w:rtl/>
        </w:rPr>
        <w:t>ز کر گ</w:t>
      </w:r>
      <w:r w:rsidR="00C24AAD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C24AAD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C24AAD">
        <w:rPr>
          <w:rtl/>
        </w:rPr>
        <w:t>ور ہم</w:t>
      </w:r>
      <w:r w:rsidR="00C24AAD">
        <w:rPr>
          <w:rFonts w:hint="cs"/>
          <w:rtl/>
        </w:rPr>
        <w:t>ی</w:t>
      </w:r>
      <w:r w:rsidR="00C24AAD">
        <w:rPr>
          <w:rFonts w:hint="eastAsia"/>
          <w:rtl/>
        </w:rPr>
        <w:t>شہ</w:t>
      </w:r>
      <w:r w:rsidR="00C24AAD">
        <w:rPr>
          <w:rtl/>
        </w:rPr>
        <w:t xml:space="preserve"> کے لئے خ</w:t>
      </w:r>
      <w:r w:rsidRPr="00816B77">
        <w:rPr>
          <w:rtl/>
          <w:lang w:bidi="ur-PK"/>
        </w:rPr>
        <w:t>ا</w:t>
      </w:r>
      <w:r w:rsidR="00C24AAD">
        <w:rPr>
          <w:rtl/>
        </w:rPr>
        <w:t>موش ہو گئے</w:t>
      </w:r>
      <w:r w:rsidR="00CF3D62" w:rsidRPr="00CF3D62">
        <w:rPr>
          <w:rStyle w:val="libAieChar"/>
          <w:rtl/>
        </w:rPr>
        <w:t>ا</w:t>
      </w:r>
      <w:r w:rsidR="00C24AAD" w:rsidRPr="00051BD5">
        <w:rPr>
          <w:rStyle w:val="libAieChar"/>
          <w:rtl/>
        </w:rPr>
        <w:t>ن</w:t>
      </w:r>
      <w:r w:rsidR="00CF3D62" w:rsidRPr="00CF3D62">
        <w:rPr>
          <w:rStyle w:val="libAieChar"/>
          <w:rtl/>
        </w:rPr>
        <w:t>ا</w:t>
      </w:r>
      <w:r w:rsidR="00C24AAD" w:rsidRPr="00051BD5">
        <w:rPr>
          <w:rStyle w:val="libAieChar"/>
          <w:rtl/>
        </w:rPr>
        <w:t xml:space="preserve"> لل</w:t>
      </w:r>
      <w:r w:rsidR="00051BD5" w:rsidRPr="00051BD5">
        <w:rPr>
          <w:rStyle w:val="libAieChar"/>
          <w:rFonts w:hint="cs"/>
          <w:rtl/>
        </w:rPr>
        <w:t>ه</w:t>
      </w:r>
      <w:r w:rsidR="00C24AAD" w:rsidRPr="00051BD5">
        <w:rPr>
          <w:rStyle w:val="libAieChar"/>
          <w:rFonts w:hint="cs"/>
          <w:rtl/>
        </w:rPr>
        <w:t xml:space="preserve"> و</w:t>
      </w:r>
      <w:r w:rsidR="00CF3D62" w:rsidRPr="00CF3D62">
        <w:rPr>
          <w:rStyle w:val="libAieChar"/>
          <w:rFonts w:hint="cs"/>
          <w:rtl/>
        </w:rPr>
        <w:t>ا</w:t>
      </w:r>
      <w:r w:rsidR="00C24AAD" w:rsidRPr="00051BD5">
        <w:rPr>
          <w:rStyle w:val="libAieChar"/>
          <w:rFonts w:hint="cs"/>
          <w:rtl/>
        </w:rPr>
        <w:t>ن</w:t>
      </w:r>
      <w:r w:rsidR="00CF3D62" w:rsidRPr="00CF3D62">
        <w:rPr>
          <w:rStyle w:val="libAieChar"/>
          <w:rFonts w:hint="cs"/>
          <w:rtl/>
        </w:rPr>
        <w:t>ا</w:t>
      </w:r>
      <w:r w:rsidR="00C24AAD" w:rsidRPr="00051BD5">
        <w:rPr>
          <w:rStyle w:val="libAieChar"/>
          <w:rFonts w:hint="cs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="00C24AAD" w:rsidRPr="00051BD5">
        <w:rPr>
          <w:rStyle w:val="libAieChar"/>
          <w:rFonts w:hint="cs"/>
          <w:rtl/>
        </w:rPr>
        <w:t>لی</w:t>
      </w:r>
      <w:r w:rsidR="00051BD5" w:rsidRPr="00051BD5">
        <w:rPr>
          <w:rStyle w:val="libAieChar"/>
          <w:rFonts w:hint="cs"/>
          <w:rtl/>
        </w:rPr>
        <w:t>ه</w:t>
      </w:r>
      <w:r w:rsidR="00C24AAD" w:rsidRPr="00051BD5">
        <w:rPr>
          <w:rStyle w:val="libAieChar"/>
          <w:rtl/>
        </w:rPr>
        <w:t xml:space="preserve"> ر</w:t>
      </w:r>
      <w:r w:rsidR="00CF3D62" w:rsidRPr="00CF3D62">
        <w:rPr>
          <w:rStyle w:val="libAieChar"/>
          <w:rtl/>
        </w:rPr>
        <w:t>ا</w:t>
      </w:r>
      <w:r w:rsidR="00C24AAD" w:rsidRPr="00051BD5">
        <w:rPr>
          <w:rStyle w:val="libAieChar"/>
          <w:rtl/>
        </w:rPr>
        <w:t>جعون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لمؤمن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 w:rsidR="005A2492">
        <w:rPr>
          <w:rtl/>
        </w:rPr>
        <w:t>نے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="005A2492">
        <w:rPr>
          <w:rFonts w:hint="cs"/>
          <w:rtl/>
        </w:rPr>
        <w:t>ﷺ</w:t>
      </w:r>
      <w:r w:rsidR="005A2492">
        <w:rPr>
          <w:rtl/>
        </w:rPr>
        <w:t xml:space="preserve"> کے نقش قدم پر چلتے ہوئے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خر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کے ب</w:t>
      </w:r>
      <w:r w:rsidRPr="00816B77">
        <w:rPr>
          <w:rtl/>
          <w:lang w:bidi="ur-PK"/>
        </w:rPr>
        <w:t>ا</w:t>
      </w:r>
      <w:r w:rsidR="005A2492">
        <w:rPr>
          <w:rtl/>
        </w:rPr>
        <w:t>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سف</w:t>
      </w:r>
      <w:r w:rsidRPr="00816B77">
        <w:rPr>
          <w:rtl/>
          <w:lang w:bidi="ur-PK"/>
        </w:rPr>
        <w:t>ا</w:t>
      </w:r>
      <w:r w:rsidR="005A2492">
        <w:rPr>
          <w:rtl/>
        </w:rPr>
        <w:t>رش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: </w:t>
      </w:r>
    </w:p>
    <w:p w:rsidR="005A2492" w:rsidRDefault="005A2492" w:rsidP="00112D4F">
      <w:pPr>
        <w:pStyle w:val="libArabic"/>
        <w:rPr>
          <w:rtl/>
        </w:rPr>
      </w:pPr>
      <w:r>
        <w:rPr>
          <w:rtl/>
        </w:rPr>
        <w:t xml:space="preserve"> قَ</w:t>
      </w:r>
      <w:r w:rsidR="00CF3D62" w:rsidRPr="00CF3D62">
        <w:rPr>
          <w:rtl/>
        </w:rPr>
        <w:t>ا</w:t>
      </w:r>
      <w:r>
        <w:rPr>
          <w:rtl/>
        </w:rPr>
        <w:t xml:space="preserve">لَ ع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 وَ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مَلَ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َت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خِرَ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َلَّمَ بِ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نَبِ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ُّ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وصِ</w:t>
      </w:r>
      <w:r w:rsidRPr="00371684">
        <w:rPr>
          <w:rFonts w:hint="cs"/>
          <w:rtl/>
        </w:rPr>
        <w:t>يك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لضَّعِ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فَ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 xml:space="preserve">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ءِ وَ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مَلَ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َت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نُ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 w:rsidR="00112D4F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"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عورتوں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غل</w:t>
      </w:r>
      <w:r w:rsidR="00816B77" w:rsidRPr="00816B77">
        <w:rPr>
          <w:rtl/>
          <w:lang w:bidi="ur-PK"/>
        </w:rPr>
        <w:t>ا</w:t>
      </w:r>
      <w:r>
        <w:rPr>
          <w:rtl/>
        </w:rPr>
        <w:t>موں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کو فر</w:t>
      </w:r>
      <w:r w:rsidR="00816B77" w:rsidRPr="00816B77">
        <w:rPr>
          <w:rtl/>
          <w:lang w:bidi="ur-PK"/>
        </w:rPr>
        <w:t>ا</w:t>
      </w:r>
      <w:r>
        <w:rPr>
          <w:rtl/>
        </w:rPr>
        <w:t>موش نہ کرو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س</w:t>
      </w:r>
      <w:r w:rsidR="00816B77" w:rsidRPr="00816B77">
        <w:rPr>
          <w:rtl/>
          <w:lang w:bidi="ur-PK"/>
        </w:rPr>
        <w:t>ا</w:t>
      </w:r>
      <w:r>
        <w:rPr>
          <w:rtl/>
        </w:rPr>
        <w:t>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</w:t>
      </w:r>
      <w:r w:rsidR="00816B77" w:rsidRPr="00816B77">
        <w:rPr>
          <w:rtl/>
          <w:lang w:bidi="ur-PK"/>
        </w:rPr>
        <w:t>ا</w:t>
      </w:r>
      <w:r>
        <w:rPr>
          <w:rtl/>
        </w:rPr>
        <w:t>رے  نب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  </w:t>
      </w:r>
      <w:r>
        <w:rPr>
          <w:rFonts w:hint="cs"/>
          <w:rtl/>
        </w:rPr>
        <w:t>ﷺ</w:t>
      </w:r>
      <w:r>
        <w:rPr>
          <w:rtl/>
        </w:rPr>
        <w:t xml:space="preserve"> نے 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ت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 دوضع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(عورت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غل</w:t>
      </w:r>
      <w:r w:rsidR="00816B77" w:rsidRPr="00816B77">
        <w:rPr>
          <w:rtl/>
          <w:lang w:bidi="ur-PK"/>
        </w:rPr>
        <w:t>ا</w:t>
      </w:r>
      <w:r>
        <w:rPr>
          <w:rtl/>
        </w:rPr>
        <w:t>م )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رکھ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ئے"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ہ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A2492" w:rsidRDefault="005A2492" w:rsidP="00112D4F">
      <w:pPr>
        <w:pStyle w:val="libArabic"/>
        <w:rPr>
          <w:rtl/>
        </w:rPr>
      </w:pPr>
      <w:r>
        <w:rPr>
          <w:rFonts w:hint="eastAsia"/>
          <w:rtl/>
        </w:rPr>
        <w:t>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نَّ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مَر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ةَ رَ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حَ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نَةٌ وَ لَ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سَت</w:t>
      </w:r>
      <w:r w:rsidRPr="00371684">
        <w:rPr>
          <w:rFonts w:hint="cs"/>
          <w:rtl/>
        </w:rPr>
        <w:t>ْ‏</w:t>
      </w:r>
      <w:r>
        <w:rPr>
          <w:rFonts w:hint="cs"/>
          <w:rtl/>
        </w:rPr>
        <w:t xml:space="preserve"> بِقَ</w:t>
      </w:r>
      <w:r w:rsidRPr="00371684">
        <w:rPr>
          <w:rFonts w:hint="cs"/>
          <w:rtl/>
        </w:rPr>
        <w:t>هْ</w:t>
      </w:r>
      <w:r>
        <w:rPr>
          <w:rFonts w:hint="cs"/>
          <w:rtl/>
        </w:rPr>
        <w:t>رَمَ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نَة</w:t>
      </w:r>
      <w:r w:rsidR="00112D4F" w:rsidRPr="007741D8">
        <w:rPr>
          <w:rStyle w:val="libFootnotenumChar"/>
          <w:rFonts w:hint="cs"/>
          <w:rtl/>
        </w:rPr>
        <w:t>(2)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"عورت پھول ہے نہ پہلو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ن" پس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پھولوں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816B77" w:rsidRPr="00816B77">
        <w:rPr>
          <w:rtl/>
          <w:lang w:bidi="ur-PK"/>
        </w:rPr>
        <w:t>ا</w:t>
      </w:r>
      <w:r>
        <w:rPr>
          <w:rtl/>
        </w:rPr>
        <w:t>ر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کرو"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ک</w:t>
      </w:r>
      <w:r w:rsidR="00816B77" w:rsidRPr="00816B77">
        <w:rPr>
          <w:rtl/>
          <w:lang w:bidi="ur-PK"/>
        </w:rPr>
        <w:t>ا</w:t>
      </w:r>
      <w:r>
        <w:rPr>
          <w:rtl/>
        </w:rPr>
        <w:t>م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من</w:t>
      </w:r>
      <w:r w:rsidR="00816B77" w:rsidRPr="00816B77">
        <w:rPr>
          <w:rtl/>
          <w:lang w:bidi="ur-PK"/>
        </w:rPr>
        <w:t>ا</w:t>
      </w:r>
      <w:r>
        <w:rPr>
          <w:rtl/>
        </w:rPr>
        <w:t>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گرچہ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نے عورت کو مکمل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وہ کم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ہے تو کم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سکت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ہے،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تج</w:t>
      </w:r>
      <w:r w:rsidRPr="00816B77">
        <w:rPr>
          <w:rtl/>
          <w:lang w:bidi="ur-PK"/>
        </w:rPr>
        <w:t>ا</w:t>
      </w:r>
      <w:r w:rsidR="005A2492">
        <w:rPr>
          <w:rtl/>
        </w:rPr>
        <w:t>رت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ہے تو تج</w:t>
      </w:r>
      <w:r w:rsidRPr="00816B77">
        <w:rPr>
          <w:rtl/>
          <w:lang w:bidi="ur-PK"/>
        </w:rPr>
        <w:t>ا</w:t>
      </w:r>
      <w:r w:rsidR="005A2492">
        <w:rPr>
          <w:rtl/>
        </w:rPr>
        <w:t>رت کر سکت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مصلحت کے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</w:t>
      </w:r>
      <w:r w:rsidR="005A2492">
        <w:rPr>
          <w:rtl/>
        </w:rPr>
        <w:t xml:space="preserve"> نظر </w:t>
      </w:r>
      <w:r w:rsidRPr="00816B77">
        <w:rPr>
          <w:rtl/>
          <w:lang w:bidi="ur-PK"/>
        </w:rPr>
        <w:t>ا</w:t>
      </w:r>
      <w:r w:rsidR="005A2492">
        <w:rPr>
          <w:rtl/>
        </w:rPr>
        <w:t>ن کو کچھ جگہوں پر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کرنے سے منع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ہے: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جہ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شتغ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وجہ سے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فت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کر</w:t>
      </w:r>
      <w:r w:rsidR="00816B77" w:rsidRPr="00816B77">
        <w:rPr>
          <w:rtl/>
          <w:lang w:bidi="ur-PK"/>
        </w:rPr>
        <w:t>ا</w:t>
      </w:r>
      <w:r>
        <w:rPr>
          <w:rtl/>
        </w:rPr>
        <w:t>مت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سؤ</w:t>
      </w:r>
      <w:r w:rsidR="00816B77" w:rsidRPr="00816B77">
        <w:rPr>
          <w:rtl/>
          <w:lang w:bidi="ur-PK"/>
        </w:rPr>
        <w:t>ا</w:t>
      </w:r>
      <w:r>
        <w:rPr>
          <w:rtl/>
        </w:rPr>
        <w:t>ل چل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جہ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شتغ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وجہ سے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سب سے بڑ</w:t>
      </w:r>
      <w:r>
        <w:rPr>
          <w:rFonts w:hint="cs"/>
          <w:rtl/>
        </w:rPr>
        <w:t>ی</w:t>
      </w:r>
      <w:r>
        <w:rPr>
          <w:rtl/>
        </w:rPr>
        <w:t xml:space="preserve">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م</w:t>
      </w:r>
      <w:r w:rsidR="00816B77" w:rsidRPr="00816B77">
        <w:rPr>
          <w:rtl/>
          <w:lang w:bidi="ur-PK"/>
        </w:rPr>
        <w:t>ا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816B77" w:rsidRPr="00816B77">
        <w:rPr>
          <w:rtl/>
          <w:lang w:bidi="ur-PK"/>
        </w:rPr>
        <w:t>ا</w:t>
      </w:r>
      <w:r>
        <w:rPr>
          <w:rtl/>
        </w:rPr>
        <w:t>نچ پڑے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جہ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شوہر </w:t>
      </w:r>
      <w:r w:rsidR="00816B77" w:rsidRPr="00816B77">
        <w:rPr>
          <w:rtl/>
          <w:lang w:bidi="ur-PK"/>
        </w:rPr>
        <w:t>ا</w:t>
      </w:r>
      <w:r>
        <w:rPr>
          <w:rtl/>
        </w:rPr>
        <w:t>سے ج</w:t>
      </w:r>
      <w:r w:rsidR="00816B77" w:rsidRPr="00816B77">
        <w:rPr>
          <w:rtl/>
          <w:lang w:bidi="ur-PK"/>
        </w:rPr>
        <w:t>ا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زت  نہ دے </w:t>
      </w:r>
    </w:p>
    <w:p w:rsidR="00112D4F" w:rsidRPr="00D50CD4" w:rsidRDefault="00112D4F" w:rsidP="00D50CD4">
      <w:pPr>
        <w:pStyle w:val="libFootnote0"/>
        <w:rPr>
          <w:rtl/>
        </w:rPr>
      </w:pPr>
      <w:r w:rsidRPr="00D50CD4">
        <w:rPr>
          <w:rFonts w:hint="cs"/>
          <w:rtl/>
        </w:rPr>
        <w:t>--------------</w:t>
      </w:r>
    </w:p>
    <w:p w:rsidR="00D50CD4" w:rsidRPr="00D50CD4" w:rsidRDefault="00112D4F" w:rsidP="00D50CD4">
      <w:pPr>
        <w:pStyle w:val="libFootnote0"/>
        <w:rPr>
          <w:rtl/>
        </w:rPr>
      </w:pPr>
      <w:r w:rsidRPr="00D50CD4">
        <w:rPr>
          <w:rFonts w:hint="cs"/>
          <w:rtl/>
        </w:rPr>
        <w:t>(1):-</w:t>
      </w:r>
      <w:r w:rsidR="00D50CD4" w:rsidRPr="00D50CD4">
        <w:rPr>
          <w:rtl/>
        </w:rPr>
        <w:t xml:space="preserve"> مستدرک </w:t>
      </w:r>
      <w:r w:rsidR="00816B77" w:rsidRPr="00816B77">
        <w:rPr>
          <w:rtl/>
        </w:rPr>
        <w:t>ا</w:t>
      </w:r>
      <w:r w:rsidR="00D50CD4" w:rsidRPr="00D50CD4">
        <w:rPr>
          <w:rtl/>
        </w:rPr>
        <w:t>لوس</w:t>
      </w:r>
      <w:r w:rsidR="00816B77" w:rsidRPr="00816B77">
        <w:rPr>
          <w:rtl/>
        </w:rPr>
        <w:t>ا</w:t>
      </w:r>
      <w:r w:rsidR="00D50CD4" w:rsidRPr="00D50CD4">
        <w:rPr>
          <w:rtl/>
        </w:rPr>
        <w:t>ئل ،ج</w:t>
      </w:r>
      <w:r w:rsidR="00D50CD4" w:rsidRPr="00D50CD4">
        <w:rPr>
          <w:rtl/>
          <w:lang w:bidi="fa-IR"/>
        </w:rPr>
        <w:t>۱۴</w:t>
      </w:r>
      <w:r w:rsidR="00D50CD4" w:rsidRPr="00D50CD4">
        <w:rPr>
          <w:rtl/>
        </w:rPr>
        <w:t xml:space="preserve">، ص </w:t>
      </w:r>
      <w:r w:rsidR="00D50CD4" w:rsidRPr="00D50CD4">
        <w:rPr>
          <w:rtl/>
          <w:lang w:bidi="fa-IR"/>
        </w:rPr>
        <w:t>۲۵۴</w:t>
      </w:r>
    </w:p>
    <w:p w:rsidR="00112D4F" w:rsidRPr="00D50CD4" w:rsidRDefault="00112D4F" w:rsidP="00D50CD4">
      <w:pPr>
        <w:pStyle w:val="libFootnote0"/>
        <w:rPr>
          <w:rtl/>
        </w:rPr>
      </w:pPr>
      <w:r w:rsidRPr="00D50CD4">
        <w:rPr>
          <w:rFonts w:hint="cs"/>
          <w:rtl/>
        </w:rPr>
        <w:t>(2):-</w:t>
      </w:r>
      <w:r w:rsidR="00D50CD4" w:rsidRPr="00D50CD4">
        <w:rPr>
          <w:rtl/>
        </w:rPr>
        <w:t xml:space="preserve"> نہج </w:t>
      </w:r>
      <w:r w:rsidR="00816B77" w:rsidRPr="00816B77">
        <w:rPr>
          <w:rtl/>
        </w:rPr>
        <w:t>ا</w:t>
      </w:r>
      <w:r w:rsidR="00D50CD4" w:rsidRPr="00D50CD4">
        <w:rPr>
          <w:rtl/>
        </w:rPr>
        <w:t>لبل</w:t>
      </w:r>
      <w:r w:rsidR="00816B77" w:rsidRPr="00816B77">
        <w:rPr>
          <w:rtl/>
        </w:rPr>
        <w:t>ا</w:t>
      </w:r>
      <w:r w:rsidR="00D50CD4" w:rsidRPr="00D50CD4">
        <w:rPr>
          <w:rtl/>
        </w:rPr>
        <w:t>غہ ن</w:t>
      </w:r>
      <w:r w:rsidR="00816B77" w:rsidRPr="00816B77">
        <w:rPr>
          <w:rtl/>
        </w:rPr>
        <w:t>ا</w:t>
      </w:r>
      <w:r w:rsidR="00D50CD4" w:rsidRPr="00D50CD4">
        <w:rPr>
          <w:rtl/>
        </w:rPr>
        <w:t xml:space="preserve">مہ </w:t>
      </w:r>
      <w:r w:rsidR="00C15B30" w:rsidRPr="00C15B30">
        <w:rPr>
          <w:rFonts w:hint="cs"/>
          <w:rtl/>
        </w:rPr>
        <w:t>31</w:t>
      </w:r>
      <w:r w:rsidR="00D50CD4" w:rsidRPr="00D50CD4">
        <w:rPr>
          <w:rtl/>
        </w:rPr>
        <w:t xml:space="preserve">   </w:t>
      </w:r>
    </w:p>
    <w:p w:rsidR="00112D4F" w:rsidRPr="00112D4F" w:rsidRDefault="00112D4F" w:rsidP="00A60F54">
      <w:pPr>
        <w:pStyle w:val="libPoemTini"/>
        <w:rPr>
          <w:rtl/>
        </w:rPr>
      </w:pPr>
      <w:r w:rsidRPr="00112D4F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lastRenderedPageBreak/>
        <w:t>o</w:t>
      </w:r>
      <w:r>
        <w:rPr>
          <w:rtl/>
        </w:rPr>
        <w:tab/>
        <w:t>جہ</w:t>
      </w:r>
      <w:r w:rsidR="00816B77" w:rsidRPr="00816B77">
        <w:rPr>
          <w:rtl/>
          <w:lang w:bidi="ur-PK"/>
        </w:rPr>
        <w:t>ا</w:t>
      </w:r>
      <w:r>
        <w:rPr>
          <w:rtl/>
        </w:rPr>
        <w:t>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شتغ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حول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سب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جو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 w:rsidR="00816B77" w:rsidRPr="00816B77">
        <w:rPr>
          <w:rtl/>
          <w:lang w:bidi="ur-PK"/>
        </w:rPr>
        <w:t>ا</w:t>
      </w:r>
      <w:r>
        <w:rPr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کے لئے خطرہ ہو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گر خود عورت کے لئے م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ضرورت نہ ہو تو  ک</w:t>
      </w:r>
      <w:r w:rsidR="00816B77" w:rsidRPr="00816B77">
        <w:rPr>
          <w:rtl/>
          <w:lang w:bidi="ur-PK"/>
        </w:rPr>
        <w:t>ا</w:t>
      </w:r>
      <w:r>
        <w:rPr>
          <w:rtl/>
        </w:rPr>
        <w:t>م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من</w:t>
      </w:r>
      <w:r w:rsidR="00816B77" w:rsidRPr="00816B77">
        <w:rPr>
          <w:rtl/>
          <w:lang w:bidi="ur-PK"/>
        </w:rPr>
        <w:t>ا</w:t>
      </w:r>
      <w:r>
        <w:rPr>
          <w:rtl/>
        </w:rPr>
        <w:t>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D6D4F" w:rsidRPr="008D6D4F">
        <w:rPr>
          <w:rtl/>
          <w:lang w:bidi="ur-PK"/>
        </w:rPr>
        <w:t>(رح)</w:t>
      </w:r>
      <w:r w:rsidR="005A2492">
        <w:rPr>
          <w:rtl/>
        </w:rPr>
        <w:t>نے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لبتہ دفتروں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ممنوع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شرط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کہ حج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خ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رکھ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ئے</w:t>
      </w:r>
    </w:p>
    <w:p w:rsidR="005A2492" w:rsidRDefault="00816B77" w:rsidP="00C75FD7">
      <w:pPr>
        <w:pStyle w:val="Heading1"/>
        <w:rPr>
          <w:rtl/>
        </w:rPr>
      </w:pPr>
      <w:bookmarkStart w:id="228" w:name="_Toc393190653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جتم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رو</w:t>
      </w:r>
      <w:r w:rsidRPr="00816B77">
        <w:rPr>
          <w:rtl/>
          <w:lang w:bidi="ur-PK"/>
        </w:rPr>
        <w:t>ا</w:t>
      </w:r>
      <w:r w:rsidR="005A2492">
        <w:rPr>
          <w:rtl/>
        </w:rPr>
        <w:t>بط کے حدود</w:t>
      </w:r>
      <w:bookmarkEnd w:id="228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کے درم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 w:rsidR="00816B77" w:rsidRPr="00816B77">
        <w:rPr>
          <w:rtl/>
          <w:lang w:bidi="ur-PK"/>
        </w:rPr>
        <w:t>ا</w:t>
      </w:r>
      <w:r>
        <w:rPr>
          <w:rtl/>
        </w:rPr>
        <w:t>بط کے لئے شرط رکھ</w:t>
      </w:r>
      <w:r>
        <w:rPr>
          <w:rFonts w:hint="cs"/>
          <w:rtl/>
        </w:rPr>
        <w:t>ی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 ہو</w:t>
      </w:r>
      <w:r w:rsidR="00816B77" w:rsidRPr="00816B77">
        <w:rPr>
          <w:rtl/>
          <w:lang w:bidi="ur-PK"/>
        </w:rPr>
        <w:t>ا</w:t>
      </w:r>
      <w:r>
        <w:rPr>
          <w:rtl/>
        </w:rPr>
        <w:t>گر وہ ہر قسم ک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سے دور ہو کر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عفت و کر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ظت کرتے ہوئے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ہے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م</w:t>
      </w:r>
      <w:r w:rsidR="00816B77" w:rsidRPr="00816B77">
        <w:rPr>
          <w:rtl/>
          <w:lang w:bidi="ur-PK"/>
        </w:rPr>
        <w:t>ا</w:t>
      </w:r>
      <w:r>
        <w:rPr>
          <w:rtl/>
        </w:rPr>
        <w:t>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</w:t>
      </w:r>
      <w:r>
        <w:rPr>
          <w:rFonts w:hint="eastAsia"/>
          <w:rtl/>
        </w:rPr>
        <w:t>کت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5A2492" w:rsidP="00C75FD7">
      <w:pPr>
        <w:pStyle w:val="Heading1"/>
        <w:rPr>
          <w:rtl/>
        </w:rPr>
      </w:pPr>
      <w:bookmarkStart w:id="229" w:name="_Toc393190654"/>
      <w:r>
        <w:rPr>
          <w:rFonts w:hint="eastAsia"/>
          <w:rtl/>
        </w:rPr>
        <w:t>جہ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پر رع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</w:t>
      </w:r>
      <w:bookmarkEnd w:id="229"/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1.</w:t>
      </w:r>
      <w:r>
        <w:rPr>
          <w:rtl/>
        </w:rPr>
        <w:tab/>
        <w:t>رو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بط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</w:t>
      </w:r>
      <w:r w:rsidR="00816B77" w:rsidRPr="00816B77">
        <w:rPr>
          <w:rtl/>
          <w:lang w:bidi="ur-PK"/>
        </w:rPr>
        <w:t>ا</w:t>
      </w:r>
      <w:r>
        <w:rPr>
          <w:rtl/>
        </w:rPr>
        <w:t>ب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جب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محرموں</w:t>
      </w:r>
      <w:r>
        <w:rPr>
          <w:rtl/>
        </w:rPr>
        <w:t xml:space="preserve"> پر نگ</w:t>
      </w:r>
      <w:r w:rsidR="00816B77" w:rsidRPr="00816B77">
        <w:rPr>
          <w:rtl/>
          <w:lang w:bidi="ur-PK"/>
        </w:rPr>
        <w:t>ا</w:t>
      </w:r>
      <w:r>
        <w:rPr>
          <w:rtl/>
        </w:rPr>
        <w:t>ہ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حر</w:t>
      </w:r>
      <w:r w:rsidR="00816B77" w:rsidRPr="00816B77">
        <w:rPr>
          <w:rtl/>
          <w:lang w:bidi="ur-PK"/>
        </w:rPr>
        <w:t>ا</w:t>
      </w:r>
      <w:r>
        <w:rPr>
          <w:rtl/>
        </w:rPr>
        <w:t>م ہے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منع کرتےہوئے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0B70F9">
      <w:pPr>
        <w:pStyle w:val="libArabic"/>
        <w:rPr>
          <w:rtl/>
        </w:rPr>
      </w:pPr>
      <w:r w:rsidRPr="007A49C3">
        <w:rPr>
          <w:rStyle w:val="libAieChar"/>
          <w:rFonts w:hint="eastAsia"/>
          <w:rtl/>
        </w:rPr>
        <w:t>قُل</w:t>
      </w:r>
      <w:r w:rsidRPr="007A49C3">
        <w:rPr>
          <w:rStyle w:val="libAieChar"/>
          <w:rtl/>
        </w:rPr>
        <w:t xml:space="preserve"> لِّل</w:t>
      </w:r>
      <w:r w:rsidRPr="007A49C3">
        <w:rPr>
          <w:rStyle w:val="libAieChar"/>
          <w:rFonts w:hint="cs"/>
          <w:rtl/>
        </w:rPr>
        <w:t>ْمُؤْمِنِينَ يَغُضُّو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 xml:space="preserve"> مِنْ 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>بْصَ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>رِهِمْ وَيَحْفَظُو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 xml:space="preserve"> فُرُوجَهُمْ ذَلِكَ 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>زْكَ</w:t>
      </w:r>
      <w:r w:rsidR="009B349E" w:rsidRPr="009B349E">
        <w:rPr>
          <w:rStyle w:val="libAieChar"/>
          <w:rFonts w:hint="cs"/>
          <w:rtl/>
          <w:lang w:bidi="ur-PK"/>
        </w:rPr>
        <w:t>ی</w:t>
      </w:r>
      <w:r w:rsidRPr="007A49C3">
        <w:rPr>
          <w:rStyle w:val="libAieChar"/>
          <w:rFonts w:hint="cs"/>
          <w:rtl/>
        </w:rPr>
        <w:t xml:space="preserve"> لَهُمْ 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 xml:space="preserve">نَّ 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>للهَ خَبِيرٌ بِمَ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 xml:space="preserve"> يَصْنَعُونَ وَقُل لِّلْمُؤْمِنَ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 xml:space="preserve">تِ يَغْضُضْنَ مِنْ 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>بْصَ</w:t>
      </w:r>
      <w:r w:rsidR="00CF3D62" w:rsidRPr="00CF3D62">
        <w:rPr>
          <w:rStyle w:val="libAieChar"/>
          <w:rFonts w:hint="cs"/>
          <w:rtl/>
        </w:rPr>
        <w:t>ا</w:t>
      </w:r>
      <w:r w:rsidRPr="007A49C3">
        <w:rPr>
          <w:rStyle w:val="libAieChar"/>
          <w:rFonts w:hint="cs"/>
          <w:rtl/>
        </w:rPr>
        <w:t>رِهِنَّ وَيَحْفَظْنَ فُرُوجَهُنَّ</w:t>
      </w:r>
      <w:r w:rsidR="000B70F9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</w:t>
      </w:r>
      <w:r w:rsidR="00816B77" w:rsidRPr="00816B77">
        <w:rPr>
          <w:rtl/>
          <w:lang w:bidi="ur-PK"/>
        </w:rPr>
        <w:t>ا</w:t>
      </w:r>
      <w:r>
        <w:rPr>
          <w:rtl/>
        </w:rPr>
        <w:t>پ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شرمگ</w:t>
      </w:r>
      <w:r w:rsidR="00816B77" w:rsidRPr="00816B77">
        <w:rPr>
          <w:rtl/>
          <w:lang w:bidi="ur-PK"/>
        </w:rPr>
        <w:t>ا</w:t>
      </w:r>
      <w:r>
        <w:rPr>
          <w:rtl/>
        </w:rPr>
        <w:t>ہوں کو بچ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پ</w:t>
      </w:r>
      <w:r w:rsidR="00816B77" w:rsidRPr="00816B77">
        <w:rPr>
          <w:rtl/>
          <w:lang w:bidi="ur-PK"/>
        </w:rPr>
        <w:t>ا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عث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کو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</w:t>
      </w:r>
      <w:r w:rsidR="00816B77" w:rsidRPr="00816B77">
        <w:rPr>
          <w:rtl/>
          <w:lang w:bidi="ur-PK"/>
        </w:rPr>
        <w:t>ا</w:t>
      </w:r>
      <w:r>
        <w:rPr>
          <w:rtl/>
        </w:rPr>
        <w:t>عم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خوب علم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مؤمنہ عورتوں سے بھ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وہ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شرمگ</w:t>
      </w:r>
      <w:r w:rsidR="00816B77" w:rsidRPr="00816B77">
        <w:rPr>
          <w:rtl/>
          <w:lang w:bidi="ur-PK"/>
        </w:rPr>
        <w:t>ا</w:t>
      </w:r>
      <w:r>
        <w:rPr>
          <w:rtl/>
        </w:rPr>
        <w:t>ہوں کو بچ</w:t>
      </w:r>
      <w:r w:rsidR="00816B77" w:rsidRPr="00816B77">
        <w:rPr>
          <w:rtl/>
          <w:lang w:bidi="ur-PK"/>
        </w:rPr>
        <w:t>ا</w:t>
      </w:r>
      <w:r>
        <w:rPr>
          <w:rtl/>
        </w:rPr>
        <w:t>ئے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</w:t>
      </w:r>
    </w:p>
    <w:p w:rsidR="000B70F9" w:rsidRDefault="000B70F9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B70F9" w:rsidRDefault="000B70F9" w:rsidP="007A49C3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7A49C3" w:rsidRPr="007A49C3">
        <w:rPr>
          <w:rtl/>
        </w:rPr>
        <w:t xml:space="preserve"> نور  </w:t>
      </w:r>
      <w:r w:rsidR="007A49C3" w:rsidRPr="007A49C3">
        <w:rPr>
          <w:rtl/>
          <w:lang w:bidi="fa-IR"/>
        </w:rPr>
        <w:t>۳۰۳۱</w:t>
      </w:r>
    </w:p>
    <w:p w:rsidR="000B70F9" w:rsidRDefault="000B70F9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0B70F9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:</w:t>
      </w:r>
      <w:r w:rsidRPr="00371684">
        <w:rPr>
          <w:rStyle w:val="libArabicChar"/>
          <w:rFonts w:hint="cs"/>
          <w:rtl/>
        </w:rPr>
        <w:t xml:space="preserve">وَ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لنَّظَرَ ف</w:t>
      </w:r>
      <w:r w:rsidRPr="00371684">
        <w:rPr>
          <w:rStyle w:val="libArabicChar"/>
          <w:rtl/>
        </w:rPr>
        <w:t>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نَّهَ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 سَهْمٌ مِنْ سِهَ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مِ‏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بْلِيس</w:t>
      </w:r>
      <w:r w:rsidR="000B70F9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"حر</w:t>
      </w:r>
      <w:r w:rsidR="00816B77" w:rsidRPr="00816B77">
        <w:rPr>
          <w:rtl/>
          <w:lang w:bidi="ur-PK"/>
        </w:rPr>
        <w:t>ا</w:t>
      </w:r>
      <w:r>
        <w:rPr>
          <w:rtl/>
        </w:rPr>
        <w:t>م نگ</w:t>
      </w:r>
      <w:r w:rsidR="00816B77" w:rsidRPr="00816B77">
        <w:rPr>
          <w:rtl/>
          <w:lang w:bidi="ur-PK"/>
        </w:rPr>
        <w:t>ا</w:t>
      </w:r>
      <w:r>
        <w:rPr>
          <w:rtl/>
        </w:rPr>
        <w:t>ہ 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زہر </w:t>
      </w:r>
      <w:r w:rsidR="00816B77" w:rsidRPr="00816B77">
        <w:rPr>
          <w:rtl/>
          <w:lang w:bidi="ur-PK"/>
        </w:rPr>
        <w:t>ا</w:t>
      </w:r>
      <w:r>
        <w:rPr>
          <w:rtl/>
        </w:rPr>
        <w:t>لود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ہے"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816B77" w:rsidRPr="00816B77">
        <w:rPr>
          <w:rtl/>
          <w:lang w:bidi="ur-PK"/>
        </w:rPr>
        <w:t>ا</w:t>
      </w:r>
      <w:r>
        <w:rPr>
          <w:rtl/>
        </w:rPr>
        <w:t>ہ جنس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بنت</w:t>
      </w:r>
      <w:r>
        <w:rPr>
          <w:rFonts w:hint="cs"/>
          <w:rtl/>
        </w:rPr>
        <w:t>ی</w:t>
      </w:r>
      <w:r>
        <w:rPr>
          <w:rtl/>
        </w:rPr>
        <w:t xml:space="preserve"> ہےچن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نچہ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مث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5A2492" w:rsidRDefault="005A2492" w:rsidP="00515F47">
      <w:pPr>
        <w:pStyle w:val="libArabic"/>
        <w:rPr>
          <w:rtl/>
        </w:rPr>
      </w:pPr>
      <w:r w:rsidRPr="00515F47">
        <w:rPr>
          <w:rStyle w:val="libAieChar"/>
          <w:rFonts w:hint="eastAsia"/>
          <w:rtl/>
        </w:rPr>
        <w:t>فَلَمَّ</w:t>
      </w:r>
      <w:r w:rsidR="00CF3D62" w:rsidRPr="00CF3D62">
        <w:rPr>
          <w:rStyle w:val="libAieChar"/>
          <w:rFonts w:hint="eastAsia"/>
          <w:rtl/>
        </w:rPr>
        <w:t>ا</w:t>
      </w:r>
      <w:r w:rsidRPr="00515F47">
        <w:rPr>
          <w:rStyle w:val="libAieChar"/>
          <w:rtl/>
        </w:rPr>
        <w:t xml:space="preserve"> سَمِعَت</w:t>
      </w:r>
      <w:r w:rsidRPr="00515F47">
        <w:rPr>
          <w:rStyle w:val="libAieChar"/>
          <w:rFonts w:hint="cs"/>
          <w:rtl/>
        </w:rPr>
        <w:t xml:space="preserve">ْ بِمَكْرِهِنَّ 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رْسَلَتْ 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لَيْهِنَّ وَ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عْتَدَتْ لَهُنَّ مُتَّكَ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وَ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تَتْ كُلَّ وَ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حِدَةٍ مِّنْهُنَّ سِكِّينً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وَقَ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لَتِ 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خْرُجْ عَلَيْهِنَّ فَلَمَّ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رَ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يْنَهُ 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كْبَرْنَهُ وَقَطَّعْنَ 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يْدِيَهُنَّ وَقُلْنَ حَ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شَ لِلّهِ مَ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هَذَ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بَشَ</w:t>
      </w:r>
      <w:r w:rsidRPr="00515F47">
        <w:rPr>
          <w:rStyle w:val="libAieChar"/>
          <w:rFonts w:hint="eastAsia"/>
          <w:rtl/>
        </w:rPr>
        <w:t>رً</w:t>
      </w:r>
      <w:r w:rsidR="00CF3D62" w:rsidRPr="00CF3D62">
        <w:rPr>
          <w:rStyle w:val="libAieChar"/>
          <w:rFonts w:hint="eastAsia"/>
          <w:rtl/>
        </w:rPr>
        <w:t>ا</w:t>
      </w:r>
      <w:r w:rsidRPr="00515F47">
        <w:rPr>
          <w:rStyle w:val="libAieChar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نْ</w:t>
      </w:r>
      <w:r w:rsidRPr="00515F47">
        <w:rPr>
          <w:rStyle w:val="libAieChar"/>
          <w:rtl/>
        </w:rPr>
        <w:t xml:space="preserve"> </w:t>
      </w:r>
      <w:r w:rsidRPr="00515F47">
        <w:rPr>
          <w:rStyle w:val="libAieChar"/>
          <w:rFonts w:hint="cs"/>
          <w:rtl/>
        </w:rPr>
        <w:t>هَذَ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ل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مَلَكٌ كَرِيمٌ</w:t>
      </w:r>
      <w:r w:rsidR="000B70F9" w:rsidRPr="007741D8">
        <w:rPr>
          <w:rStyle w:val="libFootnotenumChar"/>
          <w:rFonts w:hint="cs"/>
          <w:rtl/>
        </w:rPr>
        <w:t>(</w:t>
      </w:r>
      <w:r w:rsidR="00515F47">
        <w:rPr>
          <w:rStyle w:val="libFootnotenumChar"/>
          <w:rFonts w:hint="cs"/>
          <w:rtl/>
        </w:rPr>
        <w:t>2</w:t>
      </w:r>
      <w:r w:rsidR="000B70F9" w:rsidRPr="007741D8">
        <w:rPr>
          <w:rStyle w:val="libFootnotenumChar"/>
          <w:rFonts w:hint="cs"/>
          <w:rtl/>
        </w:rPr>
        <w:t>)</w:t>
      </w:r>
      <w:r w:rsidRPr="00C15B30">
        <w:rPr>
          <w:rFonts w:hint="cs"/>
          <w:rtl/>
        </w:rPr>
        <w:t xml:space="preserve"> </w:t>
      </w:r>
    </w:p>
    <w:p w:rsidR="005A2492" w:rsidRDefault="005A2492" w:rsidP="00A15871">
      <w:pPr>
        <w:pStyle w:val="libNormal"/>
        <w:rPr>
          <w:rtl/>
        </w:rPr>
      </w:pPr>
      <w:r>
        <w:rPr>
          <w:rtl/>
        </w:rPr>
        <w:t>" جب زل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نے مصر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مذمت سن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محفل سج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</w:t>
      </w:r>
      <w:r w:rsidR="00816B77" w:rsidRPr="00816B77">
        <w:rPr>
          <w:rtl/>
          <w:lang w:bidi="ur-PK"/>
        </w:rPr>
        <w:t>ا</w:t>
      </w:r>
      <w:r>
        <w:rPr>
          <w:rtl/>
        </w:rPr>
        <w:t>ہ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 w:rsidR="00816B77" w:rsidRPr="00816B77">
        <w:rPr>
          <w:rtl/>
          <w:lang w:bidi="ur-PK"/>
        </w:rPr>
        <w:t>ا</w:t>
      </w:r>
      <w:r>
        <w:rPr>
          <w:rtl/>
        </w:rPr>
        <w:t>ہم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تھ ہ</w:t>
      </w:r>
      <w:r>
        <w:rPr>
          <w:rFonts w:hint="cs"/>
          <w:rtl/>
        </w:rPr>
        <w:t>ی</w:t>
      </w:r>
      <w:r>
        <w:rPr>
          <w:rtl/>
        </w:rPr>
        <w:t xml:space="preserve"> ہر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پھل بھ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کے بعد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0B1FC0" w:rsidRPr="000B1FC0">
        <w:rPr>
          <w:rtl/>
          <w:lang w:bidi="ur-PK"/>
        </w:rPr>
        <w:t>(ع)</w:t>
      </w:r>
      <w:r>
        <w:rPr>
          <w:rtl/>
        </w:rPr>
        <w:t>کو سجھ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 </w:t>
      </w:r>
      <w:r w:rsidR="00816B77" w:rsidRPr="00816B77">
        <w:rPr>
          <w:rtl/>
          <w:lang w:bidi="ur-PK"/>
        </w:rPr>
        <w:t>ا</w:t>
      </w:r>
      <w:r>
        <w:rPr>
          <w:rtl/>
        </w:rPr>
        <w:t>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جب </w:t>
      </w:r>
      <w:r>
        <w:rPr>
          <w:rFonts w:hint="eastAsia"/>
          <w:rtl/>
        </w:rPr>
        <w:t>مصر</w:t>
      </w:r>
      <w:r>
        <w:rPr>
          <w:rFonts w:hint="cs"/>
          <w:rtl/>
        </w:rPr>
        <w:t>ی</w:t>
      </w:r>
      <w:r>
        <w:rPr>
          <w:rtl/>
        </w:rPr>
        <w:t xml:space="preserve"> عورتوں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>حسن وجم</w:t>
      </w:r>
      <w:r w:rsidR="00816B77" w:rsidRPr="00816B77">
        <w:rPr>
          <w:rtl/>
          <w:lang w:bidi="ur-PK"/>
        </w:rPr>
        <w:t>ا</w:t>
      </w:r>
      <w:r>
        <w:rPr>
          <w:rtl/>
        </w:rPr>
        <w:t>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کے ع</w:t>
      </w:r>
      <w:r w:rsidR="00816B77" w:rsidRPr="00816B77">
        <w:rPr>
          <w:rtl/>
          <w:lang w:bidi="ur-PK"/>
        </w:rPr>
        <w:t>ا</w:t>
      </w:r>
      <w:r>
        <w:rPr>
          <w:rtl/>
        </w:rPr>
        <w:t>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ترنج (پھل) کے بج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کو زخم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:تب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رک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فرشتہ ہے"</w:t>
      </w: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کن ہے وہ مصر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7B6DC7" w:rsidRPr="007B6DC7">
        <w:rPr>
          <w:rtl/>
          <w:lang w:bidi="ur-PK"/>
        </w:rPr>
        <w:t>(ع)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 w:rsidR="00816B77" w:rsidRPr="00816B77">
        <w:rPr>
          <w:rtl/>
          <w:lang w:bidi="ur-PK"/>
        </w:rPr>
        <w:t>ا</w:t>
      </w:r>
      <w:r>
        <w:rPr>
          <w:rtl/>
        </w:rPr>
        <w:t>پنے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کو زخم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نظر 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پنے کنٹرول سے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ہر ہوکر </w:t>
      </w:r>
      <w:r w:rsidR="00816B77" w:rsidRPr="00816B77">
        <w:rPr>
          <w:rtl/>
          <w:lang w:bidi="ur-PK"/>
        </w:rPr>
        <w:t>ا</w:t>
      </w:r>
      <w:r>
        <w:rPr>
          <w:rtl/>
        </w:rPr>
        <w:t>نس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روح ورو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 w:rsidR="00816B77" w:rsidRPr="00816B77">
        <w:rPr>
          <w:rtl/>
          <w:lang w:bidi="ur-PK"/>
        </w:rPr>
        <w:t>ا</w:t>
      </w:r>
      <w:r>
        <w:rPr>
          <w:rtl/>
        </w:rPr>
        <w:t>مت سے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وقت زل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تح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نہ 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کہنے لگ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5A2492" w:rsidRDefault="005A2492" w:rsidP="00371684">
      <w:pPr>
        <w:pStyle w:val="libArabic"/>
        <w:rPr>
          <w:rtl/>
        </w:rPr>
      </w:pPr>
      <w:r>
        <w:rPr>
          <w:rFonts w:hint="eastAsia"/>
          <w:rtl/>
        </w:rPr>
        <w:t>ق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لَت</w:t>
      </w:r>
      <w:r w:rsidRPr="00371684">
        <w:rPr>
          <w:rFonts w:hint="cs"/>
          <w:rtl/>
        </w:rPr>
        <w:t>ْ</w:t>
      </w:r>
      <w:r>
        <w:rPr>
          <w:rtl/>
        </w:rPr>
        <w:t xml:space="preserve"> فَذلِ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ُنَّ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لَّذ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لُم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تُنَّن</w:t>
      </w:r>
      <w:r w:rsidRPr="00371684">
        <w:rPr>
          <w:rFonts w:hint="cs"/>
          <w:rtl/>
        </w:rPr>
        <w:t>ي‏</w:t>
      </w:r>
      <w:r>
        <w:rPr>
          <w:rFonts w:hint="cs"/>
          <w:rtl/>
        </w:rPr>
        <w:t xml:space="preserve"> ف</w:t>
      </w:r>
      <w:r w:rsidRPr="00371684">
        <w:rPr>
          <w:rFonts w:hint="cs"/>
          <w:rtl/>
        </w:rPr>
        <w:t>يه</w:t>
      </w:r>
      <w:r>
        <w:rPr>
          <w:rFonts w:hint="cs"/>
          <w:rtl/>
        </w:rPr>
        <w:t>ِ وَ لَقَد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وَد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تُ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 عَن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نَف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سِ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وہ غل</w:t>
      </w:r>
      <w:r w:rsidR="00816B77" w:rsidRPr="00816B77">
        <w:rPr>
          <w:rtl/>
          <w:lang w:bidi="ur-PK"/>
        </w:rPr>
        <w:t>ا</w:t>
      </w:r>
      <w:r>
        <w:rPr>
          <w:rtl/>
        </w:rPr>
        <w:t>م جس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مجھے مل</w:t>
      </w:r>
      <w:r w:rsidR="00816B77" w:rsidRPr="00816B77">
        <w:rPr>
          <w:rtl/>
          <w:lang w:bidi="ur-PK"/>
        </w:rPr>
        <w:t>ا</w:t>
      </w:r>
      <w:r>
        <w:rPr>
          <w:rtl/>
        </w:rPr>
        <w:t>مت کرت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2.</w:t>
      </w:r>
      <w:r>
        <w:rPr>
          <w:rtl/>
        </w:rPr>
        <w:tab/>
        <w:t>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نتوں</w:t>
      </w:r>
      <w:r>
        <w:rPr>
          <w:rtl/>
        </w:rPr>
        <w:t xml:space="preserve"> کو رو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بط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محرموں سے چھپ</w:t>
      </w:r>
      <w:r w:rsidR="00816B77" w:rsidRPr="00816B77">
        <w:rPr>
          <w:rtl/>
          <w:lang w:bidi="ur-PK"/>
        </w:rPr>
        <w:t>ا</w:t>
      </w:r>
      <w:r>
        <w:rPr>
          <w:rtl/>
        </w:rPr>
        <w:t>ئے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A2492" w:rsidRPr="00C15B30" w:rsidRDefault="005A2492" w:rsidP="00515F47">
      <w:pPr>
        <w:pStyle w:val="libArabic"/>
        <w:rPr>
          <w:rtl/>
        </w:rPr>
      </w:pPr>
      <w:r w:rsidRPr="00515F47">
        <w:rPr>
          <w:rStyle w:val="libAieChar"/>
          <w:rFonts w:hint="eastAsia"/>
          <w:rtl/>
        </w:rPr>
        <w:t>وَ</w:t>
      </w:r>
      <w:r w:rsidRPr="00515F47">
        <w:rPr>
          <w:rStyle w:val="libAieChar"/>
          <w:rtl/>
        </w:rPr>
        <w:t xml:space="preserve"> ل</w:t>
      </w:r>
      <w:r w:rsidR="00CF3D62" w:rsidRPr="00CF3D62">
        <w:rPr>
          <w:rStyle w:val="libAieChar"/>
          <w:rtl/>
        </w:rPr>
        <w:t>ا</w:t>
      </w:r>
      <w:r w:rsidRPr="00515F47">
        <w:rPr>
          <w:rStyle w:val="libAieChar"/>
          <w:rtl/>
        </w:rPr>
        <w:t xml:space="preserve"> </w:t>
      </w:r>
      <w:r w:rsidRPr="00515F47">
        <w:rPr>
          <w:rStyle w:val="libAieChar"/>
          <w:rFonts w:hint="cs"/>
          <w:rtl/>
        </w:rPr>
        <w:t xml:space="preserve">يُبْدينَ زينَتَهُنَّ 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>ل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م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ظَهَرَ مِنْه</w:t>
      </w:r>
      <w:r w:rsidR="00CF3D62" w:rsidRPr="00CF3D62">
        <w:rPr>
          <w:rStyle w:val="libAieChar"/>
          <w:rFonts w:hint="cs"/>
          <w:rtl/>
        </w:rPr>
        <w:t>ا</w:t>
      </w:r>
      <w:r w:rsidRPr="00515F47">
        <w:rPr>
          <w:rStyle w:val="libAieChar"/>
          <w:rFonts w:hint="cs"/>
          <w:rtl/>
        </w:rPr>
        <w:t xml:space="preserve"> وَ لْيَضْرِبْنَ بِخُمُرِهِنَّ عَل</w:t>
      </w:r>
      <w:r w:rsidR="009B349E" w:rsidRPr="009B349E">
        <w:rPr>
          <w:rStyle w:val="libAieChar"/>
          <w:rFonts w:hint="cs"/>
          <w:rtl/>
          <w:lang w:bidi="ur-PK"/>
        </w:rPr>
        <w:t>ی</w:t>
      </w:r>
      <w:r w:rsidRPr="00515F47">
        <w:rPr>
          <w:rStyle w:val="libAieChar"/>
          <w:rFonts w:hint="cs"/>
          <w:rtl/>
        </w:rPr>
        <w:t xml:space="preserve"> جُيُوبِهِن</w:t>
      </w:r>
      <w:r w:rsidR="000B70F9" w:rsidRPr="007741D8">
        <w:rPr>
          <w:rStyle w:val="libFootnotenumChar"/>
          <w:rFonts w:hint="cs"/>
          <w:rtl/>
        </w:rPr>
        <w:t>(</w:t>
      </w:r>
      <w:r w:rsidR="00515F47">
        <w:rPr>
          <w:rStyle w:val="libFootnotenumChar"/>
          <w:rFonts w:hint="cs"/>
          <w:rtl/>
        </w:rPr>
        <w:t>3</w:t>
      </w:r>
      <w:r w:rsidR="000B70F9" w:rsidRPr="007741D8">
        <w:rPr>
          <w:rStyle w:val="libFootnotenumChar"/>
          <w:rFonts w:hint="cs"/>
          <w:rtl/>
        </w:rPr>
        <w:t>)</w:t>
      </w:r>
      <w:r w:rsidRPr="00C15B30">
        <w:rPr>
          <w:rFonts w:hint="cs"/>
          <w:rtl/>
        </w:rPr>
        <w:t xml:space="preserve">  </w:t>
      </w:r>
    </w:p>
    <w:p w:rsidR="00515F47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--------------</w:t>
      </w:r>
      <w:r w:rsidR="00515F47" w:rsidRPr="00515F47">
        <w:rPr>
          <w:rtl/>
        </w:rPr>
        <w:t xml:space="preserve"> </w:t>
      </w:r>
    </w:p>
    <w:p w:rsidR="00515F47" w:rsidRDefault="00515F47" w:rsidP="00515F4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15F47">
        <w:rPr>
          <w:rtl/>
          <w:lang w:bidi="ar-SA"/>
        </w:rPr>
        <w:t xml:space="preserve">  نہج </w:t>
      </w:r>
      <w:r w:rsidR="00816B77" w:rsidRPr="00816B77">
        <w:rPr>
          <w:rtl/>
        </w:rPr>
        <w:t>ا</w:t>
      </w:r>
      <w:r w:rsidRPr="00515F47">
        <w:rPr>
          <w:rtl/>
          <w:lang w:bidi="ar-SA"/>
        </w:rPr>
        <w:t>لفص</w:t>
      </w:r>
      <w:r w:rsidR="00816B77" w:rsidRPr="00816B77">
        <w:rPr>
          <w:rtl/>
        </w:rPr>
        <w:t>ا</w:t>
      </w:r>
      <w:r w:rsidRPr="00515F47">
        <w:rPr>
          <w:rtl/>
          <w:lang w:bidi="ar-SA"/>
        </w:rPr>
        <w:t>حہ</w:t>
      </w:r>
      <w:r w:rsidR="00C15B30" w:rsidRPr="00C15B30">
        <w:rPr>
          <w:rFonts w:hint="cs"/>
          <w:rtl/>
        </w:rPr>
        <w:t>3115</w:t>
      </w:r>
    </w:p>
    <w:p w:rsidR="00515F47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15F47">
        <w:rPr>
          <w:rFonts w:hint="cs"/>
          <w:rtl/>
        </w:rPr>
        <w:t>2</w:t>
      </w:r>
      <w:r>
        <w:rPr>
          <w:rFonts w:hint="cs"/>
          <w:rtl/>
        </w:rPr>
        <w:t>):-</w:t>
      </w:r>
      <w:r w:rsidR="00515F47" w:rsidRPr="00515F47">
        <w:rPr>
          <w:rtl/>
        </w:rPr>
        <w:t xml:space="preserve"> </w:t>
      </w:r>
      <w:r w:rsidR="00515F47">
        <w:rPr>
          <w:rFonts w:hint="cs"/>
          <w:rtl/>
        </w:rPr>
        <w:t>ی</w:t>
      </w:r>
      <w:r w:rsidR="00515F47">
        <w:rPr>
          <w:rFonts w:hint="eastAsia"/>
          <w:rtl/>
        </w:rPr>
        <w:t>وسف</w:t>
      </w:r>
      <w:r w:rsidR="00515F47">
        <w:rPr>
          <w:rtl/>
        </w:rPr>
        <w:t xml:space="preserve">  </w:t>
      </w:r>
      <w:r w:rsidR="00515F47">
        <w:rPr>
          <w:rtl/>
          <w:lang w:bidi="fa-IR"/>
        </w:rPr>
        <w:t>۳۱</w:t>
      </w:r>
    </w:p>
    <w:p w:rsidR="000B70F9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15F47">
        <w:rPr>
          <w:rFonts w:hint="cs"/>
          <w:rtl/>
        </w:rPr>
        <w:t>3</w:t>
      </w:r>
      <w:r>
        <w:rPr>
          <w:rFonts w:hint="cs"/>
          <w:rtl/>
        </w:rPr>
        <w:t>):-</w:t>
      </w:r>
      <w:r w:rsidR="00515F47" w:rsidRPr="00515F47">
        <w:rPr>
          <w:rtl/>
        </w:rPr>
        <w:t xml:space="preserve"> </w:t>
      </w:r>
      <w:r w:rsidR="00515F47">
        <w:rPr>
          <w:rtl/>
        </w:rPr>
        <w:t xml:space="preserve">نور  </w:t>
      </w:r>
      <w:r w:rsidR="00515F47">
        <w:rPr>
          <w:rtl/>
          <w:lang w:bidi="fa-IR"/>
        </w:rPr>
        <w:t>۳۱</w:t>
      </w:r>
    </w:p>
    <w:p w:rsidR="000B70F9" w:rsidRPr="000B70F9" w:rsidRDefault="000B70F9" w:rsidP="00A60F54">
      <w:pPr>
        <w:pStyle w:val="libPoemTini"/>
        <w:rPr>
          <w:rtl/>
        </w:rPr>
      </w:pPr>
      <w:r w:rsidRPr="000B70F9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محرموں کو عورت ک</w:t>
      </w:r>
      <w:r>
        <w:rPr>
          <w:rFonts w:hint="cs"/>
          <w:rtl/>
        </w:rPr>
        <w:t>ی</w:t>
      </w:r>
      <w:r>
        <w:rPr>
          <w:rtl/>
        </w:rPr>
        <w:t xml:space="preserve"> طرف جلب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سبب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تلذذ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لئے حر</w:t>
      </w:r>
      <w:r w:rsidR="00816B77" w:rsidRPr="00816B77">
        <w:rPr>
          <w:rtl/>
          <w:lang w:bidi="ur-PK"/>
        </w:rPr>
        <w:t>ا</w:t>
      </w:r>
      <w:r>
        <w:rPr>
          <w:rtl/>
        </w:rPr>
        <w:t>م قر</w:t>
      </w:r>
      <w:r w:rsidR="00816B77" w:rsidRPr="00816B77">
        <w:rPr>
          <w:rtl/>
          <w:lang w:bidi="ur-PK"/>
        </w:rPr>
        <w:t>ا</w:t>
      </w:r>
      <w:r>
        <w:rPr>
          <w:rtl/>
        </w:rPr>
        <w:t>رد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لئے فقہ</w:t>
      </w:r>
      <w:r w:rsidR="00816B77" w:rsidRPr="00816B77">
        <w:rPr>
          <w:rtl/>
          <w:lang w:bidi="ur-PK"/>
        </w:rPr>
        <w:t>ا</w:t>
      </w:r>
      <w:r>
        <w:rPr>
          <w:rtl/>
        </w:rPr>
        <w:t>ء و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ہے کہ عورت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چررہ </w:t>
      </w:r>
      <w:r w:rsidR="00816B77" w:rsidRPr="00816B77">
        <w:rPr>
          <w:rtl/>
          <w:lang w:bidi="ur-PK"/>
        </w:rPr>
        <w:t>ا</w:t>
      </w:r>
      <w:r>
        <w:rPr>
          <w:rtl/>
        </w:rPr>
        <w:t>ور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>وہ س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بدن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جس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محرموں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>منے ظ</w:t>
      </w:r>
      <w:r w:rsidR="00816B77" w:rsidRPr="00816B77">
        <w:rPr>
          <w:rtl/>
          <w:lang w:bidi="ur-PK"/>
        </w:rPr>
        <w:t>ا</w:t>
      </w:r>
      <w:r>
        <w:rPr>
          <w:rtl/>
        </w:rPr>
        <w:t>ہر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3.</w:t>
      </w:r>
      <w:r>
        <w:rPr>
          <w:rtl/>
        </w:rPr>
        <w:tab/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>ت کرنے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ہنگ ہ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ہو 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قر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حکم ہے: </w:t>
      </w:r>
    </w:p>
    <w:p w:rsidR="005A2492" w:rsidRDefault="005A2492" w:rsidP="000B70F9">
      <w:pPr>
        <w:pStyle w:val="libArabic"/>
        <w:rPr>
          <w:rtl/>
        </w:rPr>
      </w:pPr>
      <w:r w:rsidRPr="00515F47">
        <w:rPr>
          <w:rStyle w:val="libAieChar"/>
          <w:rFonts w:hint="eastAsia"/>
          <w:rtl/>
        </w:rPr>
        <w:t>فل</w:t>
      </w:r>
      <w:r w:rsidR="00CF3D62" w:rsidRPr="00CF3D62">
        <w:rPr>
          <w:rStyle w:val="libAieChar"/>
          <w:rFonts w:hint="eastAsia"/>
          <w:rtl/>
        </w:rPr>
        <w:t>ا</w:t>
      </w:r>
      <w:r w:rsidRPr="00515F47">
        <w:rPr>
          <w:rStyle w:val="libAieChar"/>
          <w:rFonts w:hint="eastAsia"/>
          <w:rtl/>
        </w:rPr>
        <w:t>تخضعن</w:t>
      </w:r>
      <w:r w:rsidRPr="00515F47">
        <w:rPr>
          <w:rStyle w:val="libAieChar"/>
          <w:rtl/>
        </w:rPr>
        <w:t xml:space="preserve"> ب</w:t>
      </w:r>
      <w:r w:rsidR="00CF3D62" w:rsidRPr="00CF3D62">
        <w:rPr>
          <w:rStyle w:val="libAieChar"/>
          <w:rtl/>
        </w:rPr>
        <w:t>ا</w:t>
      </w:r>
      <w:r w:rsidRPr="00515F47">
        <w:rPr>
          <w:rStyle w:val="libAieChar"/>
          <w:rtl/>
        </w:rPr>
        <w:t>لقول ف</w:t>
      </w:r>
      <w:r w:rsidRPr="00515F47">
        <w:rPr>
          <w:rStyle w:val="libAieChar"/>
          <w:rFonts w:hint="cs"/>
          <w:rtl/>
        </w:rPr>
        <w:t>ی</w:t>
      </w:r>
      <w:r w:rsidRPr="00515F47">
        <w:rPr>
          <w:rStyle w:val="libAieChar"/>
          <w:rFonts w:hint="eastAsia"/>
          <w:rtl/>
        </w:rPr>
        <w:t>طمع</w:t>
      </w:r>
      <w:r w:rsidRPr="00515F47">
        <w:rPr>
          <w:rStyle w:val="libAieChar"/>
          <w:rtl/>
        </w:rPr>
        <w:t xml:space="preserve"> </w:t>
      </w:r>
      <w:r w:rsidR="00CF3D62" w:rsidRPr="00CF3D62">
        <w:rPr>
          <w:rStyle w:val="libAieChar"/>
          <w:rtl/>
        </w:rPr>
        <w:t>ا</w:t>
      </w:r>
      <w:r w:rsidRPr="00515F47">
        <w:rPr>
          <w:rStyle w:val="libAieChar"/>
          <w:rtl/>
        </w:rPr>
        <w:t>لذ</w:t>
      </w:r>
      <w:r w:rsidRPr="00515F47">
        <w:rPr>
          <w:rStyle w:val="libAieChar"/>
          <w:rFonts w:hint="cs"/>
          <w:rtl/>
        </w:rPr>
        <w:t>ی</w:t>
      </w:r>
      <w:r w:rsidRPr="00515F47">
        <w:rPr>
          <w:rStyle w:val="libAieChar"/>
          <w:rtl/>
        </w:rPr>
        <w:t xml:space="preserve"> ف</w:t>
      </w:r>
      <w:r w:rsidRPr="00515F47">
        <w:rPr>
          <w:rStyle w:val="libAieChar"/>
          <w:rFonts w:hint="cs"/>
          <w:rtl/>
        </w:rPr>
        <w:t>ی</w:t>
      </w:r>
      <w:r w:rsidRPr="00515F47">
        <w:rPr>
          <w:rStyle w:val="libAieChar"/>
          <w:rtl/>
        </w:rPr>
        <w:t xml:space="preserve"> قلب</w:t>
      </w:r>
      <w:r w:rsidRPr="00515F47">
        <w:rPr>
          <w:rStyle w:val="libAieChar"/>
          <w:rFonts w:hint="cs"/>
          <w:rtl/>
        </w:rPr>
        <w:t>ه مرض</w:t>
      </w:r>
      <w:r w:rsidR="000B70F9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</w:t>
      </w:r>
      <w:r w:rsidR="00816B77" w:rsidRPr="00816B77">
        <w:rPr>
          <w:rtl/>
          <w:lang w:bidi="ur-PK"/>
        </w:rPr>
        <w:t>ا</w:t>
      </w:r>
      <w:r>
        <w:rPr>
          <w:rtl/>
        </w:rPr>
        <w:t>ہ ہوج</w:t>
      </w:r>
      <w:r w:rsidR="00816B77" w:rsidRPr="00816B77">
        <w:rPr>
          <w:rtl/>
          <w:lang w:bidi="ur-PK"/>
        </w:rPr>
        <w:t>ا</w:t>
      </w:r>
      <w:r>
        <w:rPr>
          <w:rtl/>
        </w:rPr>
        <w:t>ؤ مردوں کے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تھ نرم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زک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ت نہ کروکہ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نہ ہو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دل و</w:t>
      </w:r>
      <w:r w:rsidR="00816B77" w:rsidRPr="00816B77">
        <w:rPr>
          <w:rtl/>
          <w:lang w:bidi="ur-PK"/>
        </w:rPr>
        <w:t>ا</w:t>
      </w:r>
      <w:r>
        <w:rPr>
          <w:rtl/>
        </w:rPr>
        <w:t>لے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4.</w:t>
      </w:r>
      <w:r>
        <w:rPr>
          <w:rtl/>
        </w:rPr>
        <w:tab/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>محرموں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816B77" w:rsidRPr="00816B77">
        <w:rPr>
          <w:rtl/>
          <w:lang w:bidi="ur-PK"/>
        </w:rPr>
        <w:t>ا</w:t>
      </w:r>
      <w:r>
        <w:rPr>
          <w:rtl/>
        </w:rPr>
        <w:t>ق نہ کرو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>نے فرم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: </w:t>
      </w:r>
    </w:p>
    <w:p w:rsidR="005A2492" w:rsidRDefault="005A2492" w:rsidP="000B70F9">
      <w:pPr>
        <w:pStyle w:val="libArabic"/>
        <w:rPr>
          <w:rtl/>
        </w:rPr>
      </w:pPr>
      <w:r>
        <w:rPr>
          <w:rFonts w:hint="eastAsia"/>
          <w:rtl/>
        </w:rPr>
        <w:t>مَن</w:t>
      </w:r>
      <w:r w:rsidRPr="00371684">
        <w:rPr>
          <w:rFonts w:hint="cs"/>
          <w:rtl/>
        </w:rPr>
        <w:t>ْ</w:t>
      </w:r>
      <w:r>
        <w:rPr>
          <w:rtl/>
        </w:rPr>
        <w:t xml:space="preserve"> فَ</w:t>
      </w:r>
      <w:r w:rsidR="00CF3D62" w:rsidRPr="00CF3D62">
        <w:rPr>
          <w:rtl/>
        </w:rPr>
        <w:t>ا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ةً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حُبِسَ بِ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ُلِّ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َلِمَةٍ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َلَّمَ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فِ</w:t>
      </w:r>
      <w:r w:rsidRPr="00371684">
        <w:rPr>
          <w:rFonts w:hint="cs"/>
          <w:rtl/>
        </w:rPr>
        <w:t>ي‏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لدُّن</w:t>
      </w:r>
      <w:r w:rsidRPr="00371684">
        <w:rPr>
          <w:rFonts w:hint="cs"/>
          <w:rtl/>
        </w:rPr>
        <w:t>ْي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فَ عَ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مٍ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</w:t>
      </w:r>
      <w:r w:rsidR="000B70F9" w:rsidRPr="007741D8">
        <w:rPr>
          <w:rStyle w:val="libFootnotenumChar"/>
          <w:rFonts w:hint="cs"/>
          <w:rtl/>
        </w:rPr>
        <w:t>(2)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ن</w:t>
      </w:r>
      <w:r w:rsidR="00816B77" w:rsidRPr="00816B77">
        <w:rPr>
          <w:rtl/>
          <w:lang w:bidi="ur-PK"/>
        </w:rPr>
        <w:t>ا</w:t>
      </w:r>
      <w:r>
        <w:rPr>
          <w:rtl/>
        </w:rPr>
        <w:t>محرم عورت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مذ</w:t>
      </w:r>
      <w:r w:rsidR="00816B77" w:rsidRPr="00816B77">
        <w:rPr>
          <w:rtl/>
          <w:lang w:bidi="ur-PK"/>
        </w:rPr>
        <w:t>ا</w:t>
      </w:r>
      <w:r>
        <w:rPr>
          <w:rtl/>
        </w:rPr>
        <w:t>ق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وند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ہر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کلمے کے مق</w:t>
      </w:r>
      <w:r w:rsidR="00816B77" w:rsidRPr="00816B77">
        <w:rPr>
          <w:rtl/>
          <w:lang w:bidi="ur-PK"/>
        </w:rPr>
        <w:t>ا</w:t>
      </w:r>
      <w:r>
        <w:rPr>
          <w:rtl/>
        </w:rPr>
        <w:t>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</w:t>
      </w:r>
      <w:r w:rsidR="00816B77" w:rsidRPr="00816B77">
        <w:rPr>
          <w:rtl/>
          <w:lang w:bidi="ur-PK"/>
        </w:rPr>
        <w:t>ا</w:t>
      </w:r>
      <w:r>
        <w:rPr>
          <w:rtl/>
        </w:rPr>
        <w:t>رس</w:t>
      </w:r>
      <w:r w:rsidR="00816B77" w:rsidRPr="00816B77">
        <w:rPr>
          <w:rtl/>
          <w:lang w:bidi="ur-PK"/>
        </w:rPr>
        <w:t>ا</w:t>
      </w:r>
      <w:r>
        <w:rPr>
          <w:rtl/>
        </w:rPr>
        <w:t>ل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816B77" w:rsidRPr="00816B77">
        <w:rPr>
          <w:rFonts w:hint="eastAsia"/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5.</w:t>
      </w:r>
      <w:r>
        <w:rPr>
          <w:rtl/>
        </w:rPr>
        <w:tab/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 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زک لب</w:t>
      </w:r>
      <w:r w:rsidR="00816B77" w:rsidRPr="00816B77">
        <w:rPr>
          <w:rtl/>
          <w:lang w:bidi="ur-PK"/>
        </w:rPr>
        <w:t>ا</w:t>
      </w:r>
      <w:r>
        <w:rPr>
          <w:rtl/>
        </w:rPr>
        <w:t>س نہ پہن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</w:t>
      </w:r>
      <w:r w:rsidR="00816B77" w:rsidRPr="00816B77">
        <w:rPr>
          <w:rtl/>
          <w:lang w:bidi="ur-PK"/>
        </w:rPr>
        <w:t>ا</w:t>
      </w:r>
      <w:r>
        <w:rPr>
          <w:rtl/>
        </w:rPr>
        <w:t>ہم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تون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خد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ن  محرم</w:t>
      </w:r>
      <w:r w:rsidR="00816B77" w:rsidRPr="00816B77">
        <w:rPr>
          <w:rtl/>
          <w:lang w:bidi="ur-PK"/>
        </w:rPr>
        <w:t>ا</w:t>
      </w:r>
      <w:r>
        <w:rPr>
          <w:rtl/>
        </w:rPr>
        <w:t>ت سے دور رہ کر برقر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رکھے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 w:rsidR="00816B77" w:rsidRPr="00816B77">
        <w:rPr>
          <w:rtl/>
          <w:lang w:bidi="ur-PK"/>
        </w:rPr>
        <w:t>ا</w:t>
      </w:r>
      <w:r>
        <w:rPr>
          <w:rtl/>
        </w:rPr>
        <w:t>ش کرت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رہے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مط</w:t>
      </w:r>
      <w:r w:rsidR="00816B77" w:rsidRPr="00816B77">
        <w:rPr>
          <w:rtl/>
          <w:lang w:bidi="ur-PK"/>
        </w:rPr>
        <w:t>ا</w:t>
      </w:r>
      <w:r>
        <w:rPr>
          <w:rtl/>
        </w:rPr>
        <w:t>لعہ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ہئے کہ کون س</w:t>
      </w:r>
      <w:r>
        <w:rPr>
          <w:rFonts w:hint="cs"/>
          <w:rtl/>
        </w:rPr>
        <w:t>ی</w:t>
      </w:r>
      <w:r>
        <w:rPr>
          <w:rtl/>
        </w:rPr>
        <w:t xml:space="preserve"> عورت جو حج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بند ہے،بے عفت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ہتک عزت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شک</w:t>
      </w:r>
      <w:r w:rsidR="00816B77" w:rsidRPr="00816B77">
        <w:rPr>
          <w:rtl/>
          <w:lang w:bidi="ur-PK"/>
        </w:rPr>
        <w:t>ا</w:t>
      </w:r>
      <w:r>
        <w:rPr>
          <w:rtl/>
        </w:rPr>
        <w:t>ر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بے پردہ عورت؟ کون س</w:t>
      </w:r>
      <w:r>
        <w:rPr>
          <w:rFonts w:hint="cs"/>
          <w:rtl/>
        </w:rPr>
        <w:t>ی</w:t>
      </w:r>
      <w:r>
        <w:rPr>
          <w:rtl/>
        </w:rPr>
        <w:t xml:space="preserve"> عورت جنس</w:t>
      </w:r>
      <w:r>
        <w:rPr>
          <w:rFonts w:hint="cs"/>
          <w:rtl/>
        </w:rPr>
        <w:t>ی</w:t>
      </w:r>
      <w:r>
        <w:rPr>
          <w:rtl/>
        </w:rPr>
        <w:t xml:space="preserve"> فس</w:t>
      </w:r>
      <w:r w:rsidR="00816B77" w:rsidRPr="00816B77">
        <w:rPr>
          <w:rtl/>
          <w:lang w:bidi="ur-PK"/>
        </w:rPr>
        <w:t>ا</w:t>
      </w:r>
      <w:r>
        <w:rPr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وہوس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شک</w:t>
      </w:r>
      <w:r w:rsidR="00816B77" w:rsidRPr="00816B77">
        <w:rPr>
          <w:rtl/>
          <w:lang w:bidi="ur-PK"/>
        </w:rPr>
        <w:t>ا</w:t>
      </w:r>
      <w:r>
        <w:rPr>
          <w:rtl/>
        </w:rPr>
        <w:t>ر ہوت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بے پردہ عورت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نے حج</w:t>
      </w:r>
      <w:r w:rsidR="00816B77" w:rsidRPr="00816B77">
        <w:rPr>
          <w:rtl/>
          <w:lang w:bidi="ur-PK"/>
        </w:rPr>
        <w:t>ا</w:t>
      </w:r>
      <w:r>
        <w:rPr>
          <w:rtl/>
        </w:rPr>
        <w:t>ب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ت،حرمت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eastAsia"/>
          <w:rtl/>
        </w:rPr>
        <w:t>ر</w:t>
      </w:r>
      <w:r>
        <w:rPr>
          <w:rtl/>
        </w:rPr>
        <w:t xml:space="preserve"> عزت بچ</w:t>
      </w:r>
      <w:r w:rsidR="00816B77" w:rsidRPr="00816B77">
        <w:rPr>
          <w:rtl/>
          <w:lang w:bidi="ur-PK"/>
        </w:rPr>
        <w:t>ا</w:t>
      </w:r>
      <w:r>
        <w:rPr>
          <w:rtl/>
        </w:rPr>
        <w:t>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ہتم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</w:p>
    <w:p w:rsidR="000B70F9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515F47" w:rsidRPr="00515F47" w:rsidRDefault="00515F47" w:rsidP="00515F4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15F47">
        <w:rPr>
          <w:rtl/>
        </w:rPr>
        <w:t xml:space="preserve"> </w:t>
      </w:r>
      <w:r w:rsidR="00816B77" w:rsidRPr="00816B77">
        <w:rPr>
          <w:rtl/>
        </w:rPr>
        <w:t>ا</w:t>
      </w:r>
      <w:r>
        <w:rPr>
          <w:rtl/>
        </w:rPr>
        <w:t>حز</w:t>
      </w:r>
      <w:r w:rsidR="00816B77" w:rsidRPr="00816B77">
        <w:rPr>
          <w:rtl/>
        </w:rPr>
        <w:t>ا</w:t>
      </w:r>
      <w:r>
        <w:rPr>
          <w:rtl/>
        </w:rPr>
        <w:t xml:space="preserve">ب </w:t>
      </w:r>
      <w:r>
        <w:rPr>
          <w:rtl/>
          <w:lang w:bidi="fa-IR"/>
        </w:rPr>
        <w:t>۳۲</w:t>
      </w:r>
    </w:p>
    <w:p w:rsidR="000B70F9" w:rsidRDefault="000B70F9" w:rsidP="00515F47">
      <w:pPr>
        <w:pStyle w:val="libFootnote0"/>
        <w:rPr>
          <w:rtl/>
          <w:lang w:bidi="ar-SA"/>
        </w:rPr>
      </w:pPr>
      <w:r>
        <w:rPr>
          <w:rFonts w:hint="cs"/>
          <w:rtl/>
        </w:rPr>
        <w:t>(</w:t>
      </w:r>
      <w:r w:rsidR="00515F47">
        <w:rPr>
          <w:rFonts w:hint="cs"/>
          <w:rtl/>
        </w:rPr>
        <w:t>2</w:t>
      </w:r>
      <w:r>
        <w:rPr>
          <w:rFonts w:hint="cs"/>
          <w:rtl/>
        </w:rPr>
        <w:t>):-</w:t>
      </w:r>
      <w:r w:rsidR="00515F47" w:rsidRPr="00515F47">
        <w:rPr>
          <w:rtl/>
        </w:rPr>
        <w:t xml:space="preserve"> </w:t>
      </w:r>
      <w:r w:rsidR="00515F47">
        <w:rPr>
          <w:rtl/>
        </w:rPr>
        <w:t>ثو</w:t>
      </w:r>
      <w:r w:rsidR="00816B77" w:rsidRPr="00816B77">
        <w:rPr>
          <w:rtl/>
        </w:rPr>
        <w:t>ا</w:t>
      </w:r>
      <w:r w:rsidR="00515F47">
        <w:rPr>
          <w:rtl/>
        </w:rPr>
        <w:t xml:space="preserve">ب </w:t>
      </w:r>
      <w:r w:rsidR="00816B77" w:rsidRPr="00816B77">
        <w:rPr>
          <w:rtl/>
        </w:rPr>
        <w:t>ا</w:t>
      </w:r>
      <w:r w:rsidR="00515F47">
        <w:rPr>
          <w:rtl/>
        </w:rPr>
        <w:t>ل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>عم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>ل و عق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 xml:space="preserve">ب 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>ل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>عم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 xml:space="preserve">ل       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>لنص       283       عق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>ب مجمع عقوب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 xml:space="preserve">ت 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>ل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>عم</w:t>
      </w:r>
      <w:r w:rsidR="00816B77" w:rsidRPr="00816B77">
        <w:rPr>
          <w:rFonts w:hint="cs"/>
          <w:rtl/>
        </w:rPr>
        <w:t>ا</w:t>
      </w:r>
      <w:r w:rsidR="00515F47" w:rsidRPr="00816B77">
        <w:rPr>
          <w:rFonts w:hint="cs"/>
          <w:rtl/>
        </w:rPr>
        <w:t>ل ، ص : 280</w:t>
      </w:r>
    </w:p>
    <w:p w:rsidR="000B70F9" w:rsidRDefault="000B70F9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C75FD7">
      <w:pPr>
        <w:pStyle w:val="Heading1"/>
        <w:rPr>
          <w:rtl/>
        </w:rPr>
      </w:pPr>
      <w:bookmarkStart w:id="230" w:name="_Toc393190655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ضرب 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>مث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bookmarkEnd w:id="230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مب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حث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لے مب</w:t>
      </w:r>
      <w:r w:rsidR="00816B77" w:rsidRPr="00816B77">
        <w:rPr>
          <w:rtl/>
          <w:lang w:bidi="ur-PK"/>
        </w:rPr>
        <w:t>ا</w:t>
      </w:r>
      <w:r>
        <w:rPr>
          <w:rtl/>
        </w:rPr>
        <w:t>حث سے کل</w:t>
      </w:r>
      <w:r>
        <w:rPr>
          <w:rFonts w:hint="cs"/>
          <w:rtl/>
        </w:rPr>
        <w:t>ی</w:t>
      </w:r>
      <w:r>
        <w:rPr>
          <w:rtl/>
        </w:rPr>
        <w:t xml:space="preserve"> طور پر جو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ہے،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کو ضرب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مث</w:t>
      </w:r>
      <w:r w:rsidR="00816B77" w:rsidRPr="00816B77">
        <w:rPr>
          <w:rtl/>
          <w:lang w:bidi="ur-PK"/>
        </w:rPr>
        <w:t>ا</w:t>
      </w:r>
      <w:r>
        <w:rPr>
          <w:rtl/>
        </w:rPr>
        <w:t>ل کے طور پر ذکر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جو مرتبہ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منزلت عورت کو د</w:t>
      </w:r>
      <w:r>
        <w:rPr>
          <w:rFonts w:hint="cs"/>
          <w:rtl/>
        </w:rPr>
        <w:t>ی</w:t>
      </w:r>
      <w:r>
        <w:rPr>
          <w:rtl/>
        </w:rPr>
        <w:t xml:space="preserve"> ہے وہ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شرہ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مکتب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مذہب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چن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نچہ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 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شوہر کے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نت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ور شوہر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لئے لب</w:t>
      </w:r>
      <w:r w:rsidR="00816B77" w:rsidRPr="00816B77">
        <w:rPr>
          <w:rtl/>
          <w:lang w:bidi="ur-PK"/>
        </w:rPr>
        <w:t>ا</w:t>
      </w:r>
      <w:r>
        <w:rPr>
          <w:rtl/>
        </w:rPr>
        <w:t>س 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پھول ہے نہ پہلو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وہ بچھو ہے جس کے ک</w:t>
      </w:r>
      <w:r w:rsidR="00816B77" w:rsidRPr="00816B77">
        <w:rPr>
          <w:rtl/>
          <w:lang w:bidi="ur-PK"/>
        </w:rPr>
        <w:t>ا</w:t>
      </w:r>
      <w:r>
        <w:rPr>
          <w:rtl/>
        </w:rPr>
        <w:t>ٹنے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لذت ملت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عورت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جس سے فر</w:t>
      </w:r>
      <w:r w:rsidR="00816B77" w:rsidRPr="00816B77">
        <w:rPr>
          <w:rtl/>
          <w:lang w:bidi="ur-PK"/>
        </w:rPr>
        <w:t>ا</w:t>
      </w:r>
      <w:r>
        <w:rPr>
          <w:rtl/>
        </w:rPr>
        <w:t>ر بھ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 ٹ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ہے تو وہ ٹوٹ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 xml:space="preserve">وہ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ہے جو رفت</w:t>
      </w:r>
      <w:r w:rsidR="00816B77" w:rsidRPr="00816B77">
        <w:rPr>
          <w:rtl/>
          <w:lang w:bidi="ur-PK"/>
        </w:rPr>
        <w:t>ا</w:t>
      </w:r>
      <w:r>
        <w:rPr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مغرور،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ڈرپوک ہو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فقط عقل مند عورتوں سے مشورہ کرو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مرد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دکھ</w:t>
      </w:r>
      <w:r w:rsidR="00816B77" w:rsidRPr="00816B77">
        <w:rPr>
          <w:rtl/>
          <w:lang w:bidi="ur-PK"/>
        </w:rPr>
        <w:t>ا</w:t>
      </w:r>
      <w:r>
        <w:rPr>
          <w:rtl/>
        </w:rPr>
        <w:t>نے سے عورت بر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C75FD7">
      <w:pPr>
        <w:pStyle w:val="Heading1"/>
        <w:rPr>
          <w:rtl/>
        </w:rPr>
      </w:pPr>
      <w:bookmarkStart w:id="231" w:name="_Toc393190656"/>
      <w:r>
        <w:rPr>
          <w:rFonts w:hint="eastAsia"/>
          <w:rtl/>
        </w:rPr>
        <w:t>کچھ</w:t>
      </w:r>
      <w:r>
        <w:rPr>
          <w:rtl/>
        </w:rPr>
        <w:t xml:space="preserve"> نک</w:t>
      </w:r>
      <w:r w:rsidR="00816B77" w:rsidRPr="00816B77">
        <w:rPr>
          <w:rtl/>
          <w:lang w:bidi="ur-PK"/>
        </w:rPr>
        <w:t>ا</w:t>
      </w:r>
      <w:r>
        <w:rPr>
          <w:rtl/>
        </w:rPr>
        <w:t>ت:</w:t>
      </w:r>
      <w:bookmarkEnd w:id="231"/>
    </w:p>
    <w:p w:rsidR="005A2492" w:rsidRDefault="00DB2203" w:rsidP="005A2492">
      <w:pPr>
        <w:pStyle w:val="libNormal"/>
        <w:rPr>
          <w:rtl/>
        </w:rPr>
      </w:pPr>
      <w:r w:rsidRPr="00DB2203">
        <w:rPr>
          <w:rtl/>
          <w:lang w:bidi="ur-PK"/>
        </w:rPr>
        <w:t>&lt;</w:t>
      </w:r>
      <w:r w:rsidR="005A2492">
        <w:rPr>
          <w:rtl/>
        </w:rPr>
        <w:tab/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ن ضرب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لمث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بعض حق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ئق پر مشتمل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کن</w:t>
      </w:r>
      <w:r w:rsidR="005A2492">
        <w:rPr>
          <w:rtl/>
        </w:rPr>
        <w:t xml:space="preserve"> بعض بے ہودہ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tl/>
          <w:lang w:bidi="ur-PK"/>
        </w:rPr>
        <w:t>&lt;</w:t>
      </w:r>
      <w:r w:rsidR="005A2492">
        <w:rPr>
          <w:rtl/>
        </w:rPr>
        <w:tab/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ن ضرب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لمث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بعض  ق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بل تخص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ص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tl/>
          <w:lang w:bidi="ur-PK"/>
        </w:rPr>
        <w:t>&lt;</w:t>
      </w:r>
      <w:r w:rsidR="005A2492">
        <w:rPr>
          <w:rtl/>
        </w:rPr>
        <w:tab/>
        <w:t>بعض مث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لوں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عورت منفور 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مخلوق وکو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س وقت کے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ورپ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لک  قبول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</w:t>
      </w:r>
      <w:r w:rsidR="005A2492">
        <w:rPr>
          <w:rtl/>
        </w:rPr>
        <w:t xml:space="preserve"> بلکہ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ورپ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نقل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ب سے پہلے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ت ہے </w:t>
      </w:r>
    </w:p>
    <w:p w:rsidR="000B70F9" w:rsidRPr="005F1771" w:rsidRDefault="000B70F9" w:rsidP="005F1771">
      <w:pPr>
        <w:pStyle w:val="libNormal"/>
      </w:pPr>
      <w:r w:rsidRPr="005F1771">
        <w:br w:type="page"/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tl/>
          <w:lang w:bidi="ur-PK"/>
        </w:rPr>
        <w:lastRenderedPageBreak/>
        <w:t>&lt;</w:t>
      </w:r>
      <w:r w:rsidR="005A2492">
        <w:rPr>
          <w:rtl/>
        </w:rPr>
        <w:tab/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مث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کثر تن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قض پ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tl/>
          <w:lang w:bidi="ur-PK"/>
        </w:rPr>
        <w:t>&lt;</w:t>
      </w:r>
      <w:r w:rsidR="005A2492">
        <w:rPr>
          <w:rtl/>
        </w:rPr>
        <w:tab/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کثر مث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لوں کو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 قبول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</w:p>
    <w:p w:rsidR="005A2492" w:rsidRDefault="00DB2203" w:rsidP="005A2492">
      <w:pPr>
        <w:pStyle w:val="libNormal"/>
        <w:rPr>
          <w:rtl/>
        </w:rPr>
      </w:pPr>
      <w:r w:rsidRPr="00DB2203">
        <w:rPr>
          <w:rtl/>
          <w:lang w:bidi="ur-PK"/>
        </w:rPr>
        <w:t>&lt;</w:t>
      </w:r>
      <w:r w:rsidR="005A2492">
        <w:rPr>
          <w:rtl/>
        </w:rPr>
        <w:tab/>
        <w:t>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ضرب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لمثل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ضرب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لمثل (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نت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لٰہ</w:t>
      </w:r>
      <w:r w:rsidR="005A2492">
        <w:rPr>
          <w:rFonts w:hint="cs"/>
          <w:rtl/>
        </w:rPr>
        <w:t>ی</w:t>
      </w:r>
      <w:r w:rsidR="005A2492">
        <w:rPr>
          <w:rtl/>
        </w:rPr>
        <w:t>)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عظمت کو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پہنچت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دفعہ ن</w:t>
      </w:r>
      <w:r w:rsidR="00816B77" w:rsidRPr="00816B77">
        <w:rPr>
          <w:rtl/>
          <w:lang w:bidi="ur-PK"/>
        </w:rPr>
        <w:t>ا</w:t>
      </w:r>
      <w:r>
        <w:rPr>
          <w:rtl/>
        </w:rPr>
        <w:t>شن</w:t>
      </w:r>
      <w:r w:rsidR="00816B77" w:rsidRPr="00816B77">
        <w:rPr>
          <w:rtl/>
          <w:lang w:bidi="ur-PK"/>
        </w:rPr>
        <w:t>ا</w:t>
      </w:r>
      <w:r>
        <w:rPr>
          <w:rtl/>
        </w:rPr>
        <w:t>س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 بھ</w:t>
      </w:r>
      <w:r>
        <w:rPr>
          <w:rFonts w:hint="cs"/>
          <w:rtl/>
        </w:rPr>
        <w:t>ی</w:t>
      </w:r>
      <w:r>
        <w:rPr>
          <w:rtl/>
        </w:rPr>
        <w:t xml:space="preserve"> عورت کو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قدر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مق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مرتبہ سے گر</w:t>
      </w:r>
      <w:r w:rsidR="00816B77" w:rsidRPr="00816B77">
        <w:rPr>
          <w:rtl/>
          <w:lang w:bidi="ur-PK"/>
        </w:rPr>
        <w:t>ا</w:t>
      </w:r>
      <w:r>
        <w:rPr>
          <w:rtl/>
        </w:rPr>
        <w:t>کر ح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نوں</w:t>
      </w:r>
      <w:r>
        <w:rPr>
          <w:rtl/>
        </w:rPr>
        <w:t xml:space="preserve"> کے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</w:t>
      </w:r>
      <w:r w:rsidR="00816B77" w:rsidRPr="00816B77">
        <w:rPr>
          <w:rtl/>
          <w:lang w:bidi="ur-PK"/>
        </w:rPr>
        <w:t>ا</w:t>
      </w:r>
      <w:r>
        <w:rPr>
          <w:rtl/>
        </w:rPr>
        <w:t>ر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5A2492" w:rsidP="000B70F9">
      <w:pPr>
        <w:pStyle w:val="libNormal"/>
        <w:rPr>
          <w:rtl/>
        </w:rPr>
      </w:pPr>
      <w:r>
        <w:rPr>
          <w:rFonts w:hint="eastAsia"/>
          <w:rtl/>
        </w:rPr>
        <w:t>چن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نچہ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</w:t>
      </w:r>
      <w:r w:rsidRPr="00371684">
        <w:rPr>
          <w:rStyle w:val="libArabicChar"/>
          <w:rFonts w:hint="cs"/>
          <w:rtl/>
        </w:rPr>
        <w:t xml:space="preserve">«يقطع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لصل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ة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لمر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ة و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لحم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 xml:space="preserve">ر و </w:t>
      </w:r>
      <w:r w:rsidR="00CF3D62" w:rsidRPr="00CF3D62">
        <w:rPr>
          <w:rStyle w:val="libArabicChar"/>
          <w:rFonts w:hint="cs"/>
          <w:rtl/>
        </w:rPr>
        <w:t>ا</w:t>
      </w:r>
      <w:r w:rsidRPr="00371684">
        <w:rPr>
          <w:rStyle w:val="libArabicChar"/>
          <w:rFonts w:hint="cs"/>
          <w:rtl/>
        </w:rPr>
        <w:t>لكلب»</w:t>
      </w:r>
      <w:r w:rsidR="000B70F9" w:rsidRPr="007741D8">
        <w:rPr>
          <w:rStyle w:val="libFootnotenumChar"/>
          <w:rFonts w:hint="cs"/>
          <w:rtl/>
        </w:rPr>
        <w:t>(1)</w:t>
      </w:r>
      <w:r w:rsidRPr="00E67D25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گر نم</w:t>
      </w:r>
      <w:r w:rsidR="00816B77" w:rsidRPr="00816B77">
        <w:rPr>
          <w:rtl/>
          <w:lang w:bidi="ur-PK"/>
        </w:rPr>
        <w:t>ا</w:t>
      </w:r>
      <w:r>
        <w:rPr>
          <w:rtl/>
        </w:rPr>
        <w:t>ز گز</w:t>
      </w:r>
      <w:r w:rsidR="00816B77" w:rsidRPr="00816B77">
        <w:rPr>
          <w:rtl/>
          <w:lang w:bidi="ur-PK"/>
        </w:rPr>
        <w:t>ا</w:t>
      </w:r>
      <w:r>
        <w:rPr>
          <w:rtl/>
        </w:rPr>
        <w:t>ر کے س</w:t>
      </w:r>
      <w:r w:rsidR="00816B77" w:rsidRPr="00816B77">
        <w:rPr>
          <w:rtl/>
          <w:lang w:bidi="ur-PK"/>
        </w:rPr>
        <w:t>ا</w:t>
      </w:r>
      <w:r>
        <w:rPr>
          <w:rtl/>
        </w:rPr>
        <w:t>منے سے عورت،گدھ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گذرے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>ز ٹوٹ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گے کہت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: </w:t>
      </w:r>
    </w:p>
    <w:p w:rsidR="005A2492" w:rsidRDefault="005A2492" w:rsidP="000B70F9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 xml:space="preserve">لظُعن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مرُّون ب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د</w:t>
      </w:r>
      <w:r w:rsidRPr="00371684">
        <w:rPr>
          <w:rFonts w:hint="cs"/>
          <w:rtl/>
        </w:rPr>
        <w:t>يه</w:t>
      </w:r>
      <w:r>
        <w:rPr>
          <w:rFonts w:hint="cs"/>
          <w:rtl/>
        </w:rPr>
        <w:t xml:space="preserve">: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لمر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لحم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ر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لبع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ر</w:t>
      </w:r>
      <w:r w:rsidR="000B70F9" w:rsidRPr="007741D8">
        <w:rPr>
          <w:rStyle w:val="libFootnotenumChar"/>
          <w:rFonts w:hint="cs"/>
          <w:rtl/>
        </w:rPr>
        <w:t>(2)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 س</w:t>
      </w:r>
      <w:r w:rsidR="00816B77" w:rsidRPr="00816B77">
        <w:rPr>
          <w:rtl/>
          <w:lang w:bidi="ur-PK"/>
        </w:rPr>
        <w:t>ا</w:t>
      </w:r>
      <w:r>
        <w:rPr>
          <w:rtl/>
        </w:rPr>
        <w:t>منے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رکھے تو عورت،گدھ</w:t>
      </w:r>
      <w:r w:rsidR="00816B77" w:rsidRPr="00816B77">
        <w:rPr>
          <w:rtl/>
          <w:lang w:bidi="ur-PK"/>
        </w:rPr>
        <w:t>ا</w:t>
      </w:r>
      <w:r>
        <w:rPr>
          <w:rtl/>
        </w:rPr>
        <w:t>،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ونٹ کے گذرنے سے نم</w:t>
      </w:r>
      <w:r w:rsidR="00816B77" w:rsidRPr="00816B77">
        <w:rPr>
          <w:rtl/>
          <w:lang w:bidi="ur-PK"/>
        </w:rPr>
        <w:t>ا</w:t>
      </w:r>
      <w:r>
        <w:rPr>
          <w:rtl/>
        </w:rPr>
        <w:t>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ٹوٹت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جگہ کہ</w:t>
      </w:r>
      <w:r w:rsidR="00816B77" w:rsidRPr="00816B77">
        <w:rPr>
          <w:rtl/>
          <w:lang w:bidi="ur-PK"/>
        </w:rPr>
        <w:t>ا</w:t>
      </w:r>
      <w:r>
        <w:rPr>
          <w:rtl/>
        </w:rPr>
        <w:t>:</w:t>
      </w:r>
    </w:p>
    <w:p w:rsidR="005A2492" w:rsidRDefault="005A2492" w:rsidP="000B70F9">
      <w:pPr>
        <w:pStyle w:val="libArabic"/>
        <w:rPr>
          <w:rtl/>
        </w:rPr>
      </w:pPr>
      <w:r>
        <w:rPr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قطع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ك</w:t>
      </w:r>
      <w:r>
        <w:rPr>
          <w:rtl/>
        </w:rPr>
        <w:t xml:space="preserve">لب </w:t>
      </w:r>
      <w:r w:rsidR="00CF3D62" w:rsidRPr="00CF3D62">
        <w:rPr>
          <w:rtl/>
        </w:rPr>
        <w:t>ا</w:t>
      </w:r>
      <w:r>
        <w:rPr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سود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لحم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ر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لمر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ة</w:t>
      </w:r>
      <w:r w:rsidR="000B70F9" w:rsidRPr="007741D8">
        <w:rPr>
          <w:rStyle w:val="libFootnotenumChar"/>
          <w:rFonts w:hint="cs"/>
          <w:rtl/>
        </w:rPr>
        <w:t>(3)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عورت،گدھ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گذرنے سے نم</w:t>
      </w:r>
      <w:r w:rsidR="00816B77" w:rsidRPr="00816B77">
        <w:rPr>
          <w:rtl/>
          <w:lang w:bidi="ur-PK"/>
        </w:rPr>
        <w:t>ا</w:t>
      </w:r>
      <w:r>
        <w:rPr>
          <w:rtl/>
        </w:rPr>
        <w:t>ز ٹوٹ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جن</w:t>
      </w:r>
      <w:r w:rsidR="00816B77" w:rsidRPr="00816B77">
        <w:rPr>
          <w:rtl/>
          <w:lang w:bidi="ur-PK"/>
        </w:rPr>
        <w:t>ا</w:t>
      </w:r>
      <w:r>
        <w:rPr>
          <w:rtl/>
        </w:rPr>
        <w:t>ب ع</w:t>
      </w:r>
      <w:r w:rsidR="00816B77" w:rsidRPr="00816B77">
        <w:rPr>
          <w:rtl/>
          <w:lang w:bidi="ur-PK"/>
        </w:rPr>
        <w:t>ا</w:t>
      </w:r>
      <w:r>
        <w:rPr>
          <w:rtl/>
        </w:rPr>
        <w:t>ئشہ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0B70F9">
      <w:pPr>
        <w:pStyle w:val="libArabic"/>
        <w:rPr>
          <w:rtl/>
        </w:rPr>
      </w:pPr>
      <w:r>
        <w:rPr>
          <w:rFonts w:hint="eastAsia"/>
          <w:rtl/>
        </w:rPr>
        <w:t>جعلتمون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بمنزلة 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371684">
        <w:rPr>
          <w:rFonts w:hint="cs"/>
          <w:rtl/>
        </w:rPr>
        <w:t>ك</w:t>
      </w:r>
      <w:r w:rsidRPr="00C15B30">
        <w:rPr>
          <w:rFonts w:hint="cs"/>
          <w:rtl/>
        </w:rPr>
        <w:t xml:space="preserve">لب و 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>لحم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>ر</w:t>
      </w:r>
      <w:r w:rsidRPr="00371684">
        <w:rPr>
          <w:rFonts w:hint="cs"/>
          <w:rtl/>
        </w:rPr>
        <w:t>»</w:t>
      </w:r>
      <w:r w:rsidR="000B70F9" w:rsidRPr="007741D8">
        <w:rPr>
          <w:rStyle w:val="libFootnotenumChar"/>
          <w:rFonts w:hint="cs"/>
          <w:rtl/>
        </w:rPr>
        <w:t>(4)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نےگدھ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کتے کے ل</w:t>
      </w:r>
      <w:r w:rsidR="00816B77" w:rsidRPr="00816B77">
        <w:rPr>
          <w:rtl/>
          <w:lang w:bidi="ur-PK"/>
        </w:rPr>
        <w:t>ا</w:t>
      </w:r>
      <w:r>
        <w:rPr>
          <w:rtl/>
        </w:rPr>
        <w:t>ئن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0B70F9" w:rsidRDefault="000B70F9" w:rsidP="00051606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515F47" w:rsidRPr="0035346A" w:rsidRDefault="000B70F9" w:rsidP="00515F47">
      <w:pPr>
        <w:pStyle w:val="libFootnote0"/>
        <w:rPr>
          <w:rStyle w:val="libFootNoteArabicChar"/>
          <w:rtl/>
        </w:rPr>
      </w:pPr>
      <w:r>
        <w:rPr>
          <w:rFonts w:hint="cs"/>
          <w:rtl/>
        </w:rPr>
        <w:t>(1):-</w:t>
      </w:r>
      <w:r w:rsidR="00515F47" w:rsidRPr="00515F47">
        <w:rPr>
          <w:rtl/>
        </w:rPr>
        <w:t xml:space="preserve"> </w:t>
      </w:r>
      <w:r w:rsidR="00515F47" w:rsidRPr="0035346A">
        <w:rPr>
          <w:rStyle w:val="libFootNoteArabicChar"/>
          <w:rtl/>
        </w:rPr>
        <w:t>صح</w:t>
      </w:r>
      <w:r w:rsidR="00515F47" w:rsidRPr="0035346A">
        <w:rPr>
          <w:rStyle w:val="libFootNoteArabicChar"/>
          <w:rFonts w:hint="cs"/>
          <w:rtl/>
        </w:rPr>
        <w:t xml:space="preserve">يح مسلم 1: 145 ـ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515F47" w:rsidRPr="0035346A">
        <w:rPr>
          <w:rStyle w:val="libFootNoteArabicChar"/>
          <w:rFonts w:hint="cs"/>
          <w:rtl/>
        </w:rPr>
        <w:t>لمحل</w:t>
      </w:r>
      <w:r w:rsidR="009B349E" w:rsidRPr="009B349E">
        <w:rPr>
          <w:rStyle w:val="libFootNoteArabicChar"/>
          <w:rFonts w:hint="cs"/>
          <w:rtl/>
        </w:rPr>
        <w:t>ی</w:t>
      </w:r>
      <w:r w:rsidR="00515F47" w:rsidRPr="0035346A">
        <w:rPr>
          <w:rStyle w:val="libFootNoteArabicChar"/>
          <w:rFonts w:hint="cs"/>
          <w:rtl/>
        </w:rPr>
        <w:t xml:space="preserve"> 4: 8</w:t>
      </w:r>
    </w:p>
    <w:p w:rsidR="000B70F9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515F47" w:rsidRPr="00515F47">
        <w:rPr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515F47" w:rsidRPr="0035346A">
        <w:rPr>
          <w:rStyle w:val="libFootNoteArabicChar"/>
          <w:rtl/>
        </w:rPr>
        <w:t xml:space="preserve">لسنن </w:t>
      </w:r>
      <w:r w:rsidR="00CF3D62" w:rsidRPr="00CF3D62">
        <w:rPr>
          <w:rStyle w:val="libFootNoteArabicChar"/>
          <w:rtl/>
          <w:lang w:bidi="ar-SA"/>
        </w:rPr>
        <w:t>ا</w:t>
      </w:r>
      <w:r w:rsidR="00515F47" w:rsidRPr="0035346A">
        <w:rPr>
          <w:rStyle w:val="libFootNoteArabicChar"/>
          <w:rtl/>
        </w:rPr>
        <w:t>ل</w:t>
      </w:r>
      <w:r w:rsidR="00515F47" w:rsidRPr="0035346A">
        <w:rPr>
          <w:rStyle w:val="libFootNoteArabicChar"/>
          <w:rFonts w:hint="cs"/>
          <w:rtl/>
        </w:rPr>
        <w:t>كبر</w:t>
      </w:r>
      <w:r w:rsidR="009B349E" w:rsidRPr="009B349E">
        <w:rPr>
          <w:rStyle w:val="libFootNoteArabicChar"/>
          <w:rFonts w:hint="cs"/>
          <w:rtl/>
        </w:rPr>
        <w:t>ی</w:t>
      </w:r>
      <w:r w:rsidR="00515F47" w:rsidRPr="0035346A">
        <w:rPr>
          <w:rStyle w:val="libFootNoteArabicChar"/>
          <w:rFonts w:hint="cs"/>
          <w:rtl/>
        </w:rPr>
        <w:t xml:space="preserve"> 3: </w:t>
      </w:r>
      <w:r w:rsidR="00515F47" w:rsidRPr="0035346A">
        <w:rPr>
          <w:rStyle w:val="libFootNoteArabicChar"/>
          <w:rtl/>
        </w:rPr>
        <w:t xml:space="preserve">۱۶۶ و 3554 ـ مصنف </w:t>
      </w:r>
      <w:r w:rsidR="00CF3D62" w:rsidRPr="00CF3D62">
        <w:rPr>
          <w:rStyle w:val="libFootNoteArabicChar"/>
          <w:rtl/>
          <w:lang w:bidi="ar-SA"/>
        </w:rPr>
        <w:t>ا</w:t>
      </w:r>
      <w:r w:rsidR="00515F47" w:rsidRPr="0035346A">
        <w:rPr>
          <w:rStyle w:val="libFootNoteArabicChar"/>
          <w:rtl/>
        </w:rPr>
        <w:t xml:space="preserve">بن </w:t>
      </w:r>
      <w:r w:rsidR="00CF3D62" w:rsidRPr="00CF3D62">
        <w:rPr>
          <w:rStyle w:val="libFootNoteArabicChar"/>
          <w:rtl/>
          <w:lang w:bidi="ar-SA"/>
        </w:rPr>
        <w:t>ا</w:t>
      </w:r>
      <w:r w:rsidR="00515F47" w:rsidRPr="0035346A">
        <w:rPr>
          <w:rStyle w:val="libFootNoteArabicChar"/>
          <w:rtl/>
        </w:rPr>
        <w:t>ب</w:t>
      </w:r>
      <w:r w:rsidR="00515F47" w:rsidRPr="0035346A">
        <w:rPr>
          <w:rStyle w:val="libFootNoteArabicChar"/>
          <w:rFonts w:hint="cs"/>
          <w:rtl/>
        </w:rPr>
        <w:t>ي شيبه 1: 315</w:t>
      </w:r>
    </w:p>
    <w:p w:rsidR="000B70F9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515F47">
        <w:rPr>
          <w:rtl/>
        </w:rPr>
        <w:t xml:space="preserve"> </w:t>
      </w:r>
      <w:r w:rsidR="00CF3D62" w:rsidRPr="00CF3D62">
        <w:rPr>
          <w:rStyle w:val="libFootNoteArabicChar"/>
          <w:rtl/>
          <w:lang w:bidi="ar-SA"/>
        </w:rPr>
        <w:t>ا</w:t>
      </w:r>
      <w:r w:rsidR="00515F47" w:rsidRPr="0035346A">
        <w:rPr>
          <w:rStyle w:val="libFootNoteArabicChar"/>
          <w:rtl/>
        </w:rPr>
        <w:t>لمحل</w:t>
      </w:r>
      <w:r w:rsidR="009B349E" w:rsidRPr="009B349E">
        <w:rPr>
          <w:rStyle w:val="libFootNoteArabicChar"/>
          <w:rFonts w:hint="cs"/>
          <w:rtl/>
        </w:rPr>
        <w:t>ی</w:t>
      </w:r>
      <w:r w:rsidR="00515F47" w:rsidRPr="0035346A">
        <w:rPr>
          <w:rStyle w:val="libFootNoteArabicChar"/>
          <w:rFonts w:hint="cs"/>
          <w:rtl/>
        </w:rPr>
        <w:t xml:space="preserve"> 4: 11</w:t>
      </w:r>
    </w:p>
    <w:p w:rsidR="000B70F9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(4):-</w:t>
      </w:r>
      <w:r w:rsidR="00515F47" w:rsidRPr="00515F47">
        <w:rPr>
          <w:rtl/>
        </w:rPr>
        <w:t xml:space="preserve"> </w:t>
      </w:r>
      <w:r w:rsidR="00515F47" w:rsidRPr="0035346A">
        <w:rPr>
          <w:rStyle w:val="libFootNoteArabicChar"/>
          <w:rtl/>
        </w:rPr>
        <w:t xml:space="preserve">مصنف </w:t>
      </w:r>
      <w:r w:rsidR="00CF3D62" w:rsidRPr="00CF3D62">
        <w:rPr>
          <w:rStyle w:val="libFootNoteArabicChar"/>
          <w:rtl/>
          <w:lang w:bidi="ar-SA"/>
        </w:rPr>
        <w:t>ا</w:t>
      </w:r>
      <w:r w:rsidR="00515F47" w:rsidRPr="0035346A">
        <w:rPr>
          <w:rStyle w:val="libFootNoteArabicChar"/>
          <w:rtl/>
        </w:rPr>
        <w:t xml:space="preserve">بن </w:t>
      </w:r>
      <w:r w:rsidR="00CF3D62" w:rsidRPr="00CF3D62">
        <w:rPr>
          <w:rStyle w:val="libFootNoteArabicChar"/>
          <w:rtl/>
          <w:lang w:bidi="ar-SA"/>
        </w:rPr>
        <w:t>ا</w:t>
      </w:r>
      <w:r w:rsidR="00515F47" w:rsidRPr="0035346A">
        <w:rPr>
          <w:rStyle w:val="libFootNoteArabicChar"/>
          <w:rtl/>
        </w:rPr>
        <w:t>ب</w:t>
      </w:r>
      <w:r w:rsidR="009B349E" w:rsidRPr="009B349E">
        <w:rPr>
          <w:rStyle w:val="libFootNoteArabicChar"/>
          <w:rFonts w:hint="cs"/>
          <w:rtl/>
        </w:rPr>
        <w:t>ی</w:t>
      </w:r>
      <w:r w:rsidR="00515F47" w:rsidRPr="0035346A">
        <w:rPr>
          <w:rStyle w:val="libFootNoteArabicChar"/>
          <w:rFonts w:hint="cs"/>
          <w:rtl/>
        </w:rPr>
        <w:t xml:space="preserve"> شيبه 1: 315</w:t>
      </w:r>
    </w:p>
    <w:p w:rsidR="000B70F9" w:rsidRDefault="000B70F9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عکرمہ</w:t>
      </w:r>
      <w:r>
        <w:rPr>
          <w:rtl/>
        </w:rPr>
        <w:t xml:space="preserve"> نے کہ</w:t>
      </w:r>
      <w:r w:rsidR="00816B77" w:rsidRPr="00816B77">
        <w:rPr>
          <w:rtl/>
          <w:lang w:bidi="ur-PK"/>
        </w:rPr>
        <w:t>ا</w:t>
      </w:r>
      <w:r>
        <w:rPr>
          <w:rtl/>
        </w:rPr>
        <w:t>:عورت،کت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گدھ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عل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،نصر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مجوس</w:t>
      </w:r>
      <w:r>
        <w:rPr>
          <w:rFonts w:hint="cs"/>
          <w:rtl/>
        </w:rPr>
        <w:t>ی</w:t>
      </w:r>
      <w:r>
        <w:rPr>
          <w:rtl/>
        </w:rPr>
        <w:t xml:space="preserve"> کے گذرنے سے بھ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>ز ٹوٹ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A2492" w:rsidRDefault="005A2492" w:rsidP="000B70F9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رمة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قطع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لصل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لب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لمر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ة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لخنز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ر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لحم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ر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يه</w:t>
      </w:r>
      <w:r>
        <w:rPr>
          <w:rFonts w:hint="cs"/>
          <w:rtl/>
        </w:rPr>
        <w:t>ود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لنصر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و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لمجوس</w:t>
      </w:r>
      <w:r w:rsidR="009B349E" w:rsidRPr="009B349E">
        <w:rPr>
          <w:rFonts w:hint="cs"/>
          <w:rtl/>
          <w:lang w:bidi="ur-PK"/>
        </w:rPr>
        <w:t>ی</w:t>
      </w:r>
      <w:r w:rsidR="000B70F9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لئے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سے  عبرت  ح</w:t>
      </w:r>
      <w:r w:rsidR="00816B77" w:rsidRPr="00816B77">
        <w:rPr>
          <w:rtl/>
          <w:lang w:bidi="ur-PK"/>
        </w:rPr>
        <w:t>ا</w:t>
      </w:r>
      <w:r>
        <w:rPr>
          <w:rtl/>
        </w:rPr>
        <w:t>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5A2492" w:rsidRDefault="005A2492" w:rsidP="000B70F9">
      <w:pPr>
        <w:pStyle w:val="libAie"/>
        <w:rPr>
          <w:rtl/>
        </w:rPr>
      </w:pPr>
      <w:r>
        <w:rPr>
          <w:rFonts w:hint="eastAsia"/>
          <w:rtl/>
        </w:rPr>
        <w:t>وَتِل</w:t>
      </w:r>
      <w:r w:rsidRPr="00371684">
        <w:rPr>
          <w:rFonts w:hint="cs"/>
          <w:rtl/>
        </w:rPr>
        <w:t>ْك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ل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ثَ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لُ نَض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رِبُ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لِلنَّ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سِ لَعَلَّ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َتَفَ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َّرُونَ</w:t>
      </w:r>
      <w:r w:rsidR="000B70F9" w:rsidRPr="007741D8">
        <w:rPr>
          <w:rStyle w:val="libFootnotenumChar"/>
          <w:rFonts w:hint="cs"/>
          <w:rtl/>
        </w:rPr>
        <w:t>(2)</w:t>
      </w:r>
      <w:r>
        <w:rPr>
          <w:rtl/>
        </w:rPr>
        <w:t xml:space="preserve"> </w:t>
      </w:r>
    </w:p>
    <w:p w:rsidR="005A2492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15F47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15F47" w:rsidRPr="00515F47">
        <w:rPr>
          <w:rtl/>
        </w:rPr>
        <w:t xml:space="preserve"> </w:t>
      </w:r>
      <w:r w:rsidR="00515F47">
        <w:rPr>
          <w:rtl/>
        </w:rPr>
        <w:t>ہم</w:t>
      </w:r>
      <w:r w:rsidR="00816B77" w:rsidRPr="00816B77">
        <w:rPr>
          <w:rtl/>
        </w:rPr>
        <w:t>ا</w:t>
      </w:r>
      <w:r w:rsidR="00515F47">
        <w:rPr>
          <w:rtl/>
        </w:rPr>
        <w:t>ن</w:t>
      </w:r>
    </w:p>
    <w:p w:rsidR="00515F47" w:rsidRDefault="000B70F9" w:rsidP="00515F47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515F47" w:rsidRPr="00515F47">
        <w:rPr>
          <w:rtl/>
        </w:rPr>
        <w:t xml:space="preserve"> </w:t>
      </w:r>
      <w:r w:rsidR="00515F47">
        <w:rPr>
          <w:rtl/>
        </w:rPr>
        <w:t xml:space="preserve">سورہ حشر، </w:t>
      </w:r>
      <w:r w:rsidR="00515F47">
        <w:rPr>
          <w:rtl/>
          <w:lang w:bidi="fa-IR"/>
        </w:rPr>
        <w:t>۲۱</w:t>
      </w:r>
    </w:p>
    <w:p w:rsidR="000B70F9" w:rsidRDefault="000B70F9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F63864">
      <w:pPr>
        <w:pStyle w:val="Heading1Center"/>
        <w:rPr>
          <w:rtl/>
        </w:rPr>
      </w:pPr>
      <w:bookmarkStart w:id="232" w:name="_Toc393190657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32"/>
    </w:p>
    <w:p w:rsidR="005A2492" w:rsidRDefault="005A2492" w:rsidP="00F63864">
      <w:pPr>
        <w:pStyle w:val="Heading1Center"/>
        <w:rPr>
          <w:rtl/>
        </w:rPr>
      </w:pPr>
      <w:bookmarkStart w:id="233" w:name="_Toc393190658"/>
      <w:r>
        <w:rPr>
          <w:rFonts w:hint="eastAsia"/>
          <w:rtl/>
        </w:rPr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حقوق</w:t>
      </w:r>
      <w:bookmarkEnd w:id="233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قر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مرد وعورت کو </w:t>
      </w:r>
      <w:r w:rsidR="00816B77" w:rsidRPr="00816B77">
        <w:rPr>
          <w:rtl/>
          <w:lang w:bidi="ur-PK"/>
        </w:rPr>
        <w:t>ا</w:t>
      </w:r>
      <w:r>
        <w:rPr>
          <w:rtl/>
        </w:rPr>
        <w:t>بتد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خلقت سے لے کر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</w:t>
      </w:r>
      <w:r w:rsidR="00816B77" w:rsidRPr="00816B77">
        <w:rPr>
          <w:rtl/>
          <w:lang w:bidi="ur-PK"/>
        </w:rPr>
        <w:t>ا</w:t>
      </w:r>
      <w:r>
        <w:rPr>
          <w:rtl/>
        </w:rPr>
        <w:t>خت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کرنے تک بر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مؤمنہ عورتوں کو ع</w:t>
      </w:r>
      <w:r w:rsidR="00816B77" w:rsidRPr="00816B77">
        <w:rPr>
          <w:rtl/>
          <w:lang w:bidi="ur-PK"/>
        </w:rPr>
        <w:t>ا</w:t>
      </w:r>
      <w:r>
        <w:rPr>
          <w:rtl/>
        </w:rPr>
        <w:t>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بعنو</w:t>
      </w:r>
      <w:r w:rsidR="00816B77" w:rsidRPr="00816B77">
        <w:rPr>
          <w:rtl/>
          <w:lang w:bidi="ur-PK"/>
        </w:rPr>
        <w:t>ا</w:t>
      </w:r>
      <w:r>
        <w:rPr>
          <w:rtl/>
        </w:rPr>
        <w:t>ن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ہے: حضرت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0B1FC0" w:rsidRPr="000B1FC0">
        <w:rPr>
          <w:rtl/>
          <w:lang w:bidi="ur-PK"/>
        </w:rPr>
        <w:t>(س)</w:t>
      </w:r>
      <w:r>
        <w:rPr>
          <w:rtl/>
        </w:rPr>
        <w:t xml:space="preserve"> (فرعون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B1FC0" w:rsidRPr="000B1FC0">
        <w:rPr>
          <w:rtl/>
          <w:lang w:bidi="ur-PK"/>
        </w:rPr>
        <w:t>(س)</w:t>
      </w:r>
      <w:r>
        <w:rPr>
          <w:rtl/>
        </w:rPr>
        <w:t xml:space="preserve"> کو تم</w:t>
      </w:r>
      <w:r w:rsidR="00816B77" w:rsidRPr="00816B77">
        <w:rPr>
          <w:rtl/>
          <w:lang w:bidi="ur-PK"/>
        </w:rPr>
        <w:t>ا</w:t>
      </w:r>
      <w:r>
        <w:rPr>
          <w:rtl/>
        </w:rPr>
        <w:t>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نمونہ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ن</w:t>
      </w:r>
      <w:r>
        <w:rPr>
          <w:rFonts w:hint="eastAsia"/>
          <w:rtl/>
        </w:rPr>
        <w:t>ے</w:t>
      </w:r>
      <w:r>
        <w:rPr>
          <w:rtl/>
        </w:rPr>
        <w:t xml:space="preserve"> رحمت،مودت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محبت کو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فلسفہ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و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ن کرنے کو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 w:rsidR="00816B77" w:rsidRPr="00816B77">
        <w:rPr>
          <w:rtl/>
          <w:lang w:bidi="ur-PK"/>
        </w:rPr>
        <w:t>ا</w:t>
      </w:r>
      <w:r>
        <w:rPr>
          <w:rtl/>
        </w:rPr>
        <w:t>دت کرنے کے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 سمجھ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رکت کو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کرتے ہوئے ملکۂ سب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ع</w:t>
      </w:r>
      <w:r w:rsidR="00816B77" w:rsidRPr="00816B77">
        <w:rPr>
          <w:rtl/>
          <w:lang w:bidi="ur-PK"/>
        </w:rPr>
        <w:t>ا</w:t>
      </w:r>
      <w:r>
        <w:rPr>
          <w:rtl/>
        </w:rPr>
        <w:t>قل</w:t>
      </w:r>
      <w:r w:rsidR="00816B77" w:rsidRPr="00816B77">
        <w:rPr>
          <w:rtl/>
          <w:lang w:bidi="ur-PK"/>
        </w:rPr>
        <w:t>ا</w:t>
      </w:r>
      <w:r>
        <w:rPr>
          <w:rtl/>
        </w:rPr>
        <w:t>نہ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0B1FC0" w:rsidRPr="000B1FC0">
        <w:rPr>
          <w:rtl/>
          <w:lang w:bidi="ur-PK"/>
        </w:rPr>
        <w:t>(ع)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شرم وح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</w:t>
      </w:r>
      <w:r w:rsidR="00816B77" w:rsidRPr="00816B77">
        <w:rPr>
          <w:rtl/>
          <w:lang w:bidi="ur-PK"/>
        </w:rPr>
        <w:t>ا</w:t>
      </w:r>
      <w:r>
        <w:rPr>
          <w:rtl/>
        </w:rPr>
        <w:t>ر و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طور پر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C75FD7">
      <w:pPr>
        <w:pStyle w:val="Heading1"/>
        <w:rPr>
          <w:rtl/>
        </w:rPr>
      </w:pPr>
      <w:bookmarkStart w:id="234" w:name="_Toc393190659"/>
      <w:r>
        <w:rPr>
          <w:rFonts w:hint="eastAsia"/>
          <w:rtl/>
        </w:rPr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حقوق</w:t>
      </w:r>
      <w:bookmarkEnd w:id="234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مکمل طور پر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حقوق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 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حق ح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ت،حق</w:t>
      </w:r>
      <w:r w:rsidR="005A2492">
        <w:rPr>
          <w:rtl/>
        </w:rPr>
        <w:t xml:space="preserve"> تعل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وتعلم،حق م</w:t>
      </w:r>
      <w:r w:rsidRPr="00816B77">
        <w:rPr>
          <w:rtl/>
          <w:lang w:bidi="ur-PK"/>
        </w:rPr>
        <w:t>ا</w:t>
      </w:r>
      <w:r w:rsidR="005A2492">
        <w:rPr>
          <w:rtl/>
        </w:rPr>
        <w:t>لک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ت،حق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حق </w:t>
      </w:r>
      <w:r w:rsidRPr="00816B77">
        <w:rPr>
          <w:rtl/>
          <w:lang w:bidi="ur-PK"/>
        </w:rPr>
        <w:t>ا</w:t>
      </w:r>
      <w:r w:rsidR="005A2492">
        <w:rPr>
          <w:rtl/>
        </w:rPr>
        <w:t>نتخ</w:t>
      </w:r>
      <w:r w:rsidRPr="00816B77">
        <w:rPr>
          <w:rtl/>
          <w:lang w:bidi="ur-PK"/>
        </w:rPr>
        <w:t>ا</w:t>
      </w:r>
      <w:r w:rsidR="005A2492">
        <w:rPr>
          <w:rtl/>
        </w:rPr>
        <w:t>ب، حق مع</w:t>
      </w:r>
      <w:r w:rsidRPr="00816B77">
        <w:rPr>
          <w:rtl/>
          <w:lang w:bidi="ur-PK"/>
        </w:rPr>
        <w:t>ا</w:t>
      </w:r>
      <w:r w:rsidR="005A2492">
        <w:rPr>
          <w:rtl/>
        </w:rPr>
        <w:t>ملہ وتج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رت،حق تصرف،حق نفقہ،حق </w:t>
      </w:r>
      <w:r w:rsidRPr="00816B77">
        <w:rPr>
          <w:rtl/>
          <w:lang w:bidi="ur-PK"/>
        </w:rPr>
        <w:t>ا</w:t>
      </w:r>
      <w:r w:rsidR="005A2492">
        <w:rPr>
          <w:rtl/>
        </w:rPr>
        <w:t>رث وم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ر و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مردوں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حقوق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نتظ</w:t>
      </w:r>
      <w:r w:rsidRPr="00816B77">
        <w:rPr>
          <w:rtl/>
          <w:lang w:bidi="ur-PK"/>
        </w:rPr>
        <w:t>ا</w:t>
      </w:r>
      <w:r w:rsidR="005A2492">
        <w:rPr>
          <w:rtl/>
        </w:rPr>
        <w:t>م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5A2492" w:rsidRDefault="005A2492" w:rsidP="00A60F54">
      <w:pPr>
        <w:pStyle w:val="Heading1"/>
        <w:rPr>
          <w:rtl/>
        </w:rPr>
      </w:pPr>
      <w:bookmarkStart w:id="235" w:name="_Toc393190660"/>
      <w:r>
        <w:rPr>
          <w:rFonts w:hint="eastAsia"/>
          <w:rtl/>
        </w:rPr>
        <w:t>عورتوں</w:t>
      </w:r>
      <w:r>
        <w:rPr>
          <w:rtl/>
        </w:rPr>
        <w:t xml:space="preserve"> کے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ور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235"/>
      <w:r>
        <w:rPr>
          <w:rtl/>
        </w:rPr>
        <w:t xml:space="preserve">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جمہور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ق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نون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کے حقوق کو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مشخص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ہے: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عورتوں کے م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معنو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رشدونکھ</w:t>
      </w:r>
      <w:r w:rsidR="00816B77" w:rsidRPr="00816B77">
        <w:rPr>
          <w:rtl/>
          <w:lang w:bidi="ur-PK"/>
        </w:rPr>
        <w:t>ا</w:t>
      </w:r>
      <w:r>
        <w:rPr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کرنے کے لئے من</w:t>
      </w:r>
      <w:r w:rsidR="00816B77" w:rsidRPr="00816B77">
        <w:rPr>
          <w:rtl/>
          <w:lang w:bidi="ur-PK"/>
        </w:rPr>
        <w:t>ا</w:t>
      </w:r>
      <w:r>
        <w:rPr>
          <w:rtl/>
        </w:rPr>
        <w:t>سب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</w:t>
      </w:r>
      <w:r w:rsidR="00816B77" w:rsidRPr="00816B77">
        <w:rPr>
          <w:rtl/>
          <w:lang w:bidi="ur-PK"/>
        </w:rPr>
        <w:t>ا</w:t>
      </w:r>
      <w:r>
        <w:rPr>
          <w:rtl/>
        </w:rPr>
        <w:t>ہم کرن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ؤں ک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ت،خصوص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ملگ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بچوّں ک</w:t>
      </w:r>
      <w:r>
        <w:rPr>
          <w:rFonts w:hint="cs"/>
          <w:rtl/>
        </w:rPr>
        <w:t>ی</w:t>
      </w:r>
      <w:r>
        <w:rPr>
          <w:rtl/>
        </w:rPr>
        <w:t xml:space="preserve"> حض</w:t>
      </w:r>
      <w:r w:rsidR="00816B77" w:rsidRPr="00816B77">
        <w:rPr>
          <w:rtl/>
          <w:lang w:bidi="ur-PK"/>
        </w:rPr>
        <w:t>ا</w:t>
      </w:r>
      <w:r>
        <w:rPr>
          <w:rtl/>
        </w:rPr>
        <w:t>نت کے دور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ص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رکھن</w:t>
      </w:r>
      <w:r w:rsidR="00816B77" w:rsidRPr="00816B77">
        <w:rPr>
          <w:rtl/>
          <w:lang w:bidi="ur-PK"/>
        </w:rPr>
        <w:t>اا</w:t>
      </w:r>
      <w:r>
        <w:rPr>
          <w:rtl/>
        </w:rPr>
        <w:t>ور بچوّں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کے حو</w:t>
      </w:r>
      <w:r w:rsidR="00816B77" w:rsidRPr="00816B77">
        <w:rPr>
          <w:rtl/>
          <w:lang w:bidi="ur-PK"/>
        </w:rPr>
        <w:t>ا</w:t>
      </w:r>
      <w:r>
        <w:rPr>
          <w:rtl/>
        </w:rPr>
        <w:t>لے سے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دفع کرن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t>o</w:t>
      </w:r>
      <w:r>
        <w:rPr>
          <w:rtl/>
        </w:rPr>
        <w:tab/>
        <w:t>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کے لئے ص</w:t>
      </w:r>
      <w:r w:rsidR="00816B77" w:rsidRPr="00816B77">
        <w:rPr>
          <w:rtl/>
          <w:lang w:bidi="ur-PK"/>
        </w:rPr>
        <w:t>ا</w:t>
      </w:r>
      <w:r>
        <w:rPr>
          <w:rtl/>
        </w:rPr>
        <w:t>لح عد</w:t>
      </w:r>
      <w:r w:rsidR="00816B77" w:rsidRPr="00816B77">
        <w:rPr>
          <w:rtl/>
          <w:lang w:bidi="ur-PK"/>
        </w:rPr>
        <w:t>ا</w:t>
      </w:r>
      <w:r>
        <w:rPr>
          <w:rtl/>
        </w:rPr>
        <w:t>لت گ</w:t>
      </w:r>
      <w:r w:rsidR="00816B77" w:rsidRPr="00816B77">
        <w:rPr>
          <w:rtl/>
          <w:lang w:bidi="ur-PK"/>
        </w:rPr>
        <w:t>ا</w:t>
      </w:r>
      <w:r>
        <w:rPr>
          <w:rtl/>
        </w:rPr>
        <w:t>ہ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نعق</w:t>
      </w:r>
      <w:r w:rsidR="00816B77" w:rsidRPr="00816B77">
        <w:rPr>
          <w:rtl/>
          <w:lang w:bidi="ur-PK"/>
        </w:rPr>
        <w:t>ا</w:t>
      </w:r>
      <w:r>
        <w:rPr>
          <w:rtl/>
        </w:rPr>
        <w:t>د کرن</w:t>
      </w:r>
      <w:r w:rsidR="00816B77" w:rsidRPr="00816B77">
        <w:rPr>
          <w:rtl/>
          <w:lang w:bidi="ur-PK"/>
        </w:rPr>
        <w:t>ا</w:t>
      </w:r>
    </w:p>
    <w:p w:rsidR="00AD7646" w:rsidRDefault="00AD7646" w:rsidP="003403CE">
      <w:pPr>
        <w:pStyle w:val="libPoemTini"/>
      </w:pPr>
      <w:r>
        <w:br w:type="page"/>
      </w:r>
    </w:p>
    <w:p w:rsidR="005A2492" w:rsidRDefault="005A2492" w:rsidP="005A2492">
      <w:pPr>
        <w:pStyle w:val="libNormal"/>
        <w:rPr>
          <w:rtl/>
        </w:rPr>
      </w:pPr>
      <w:r>
        <w:lastRenderedPageBreak/>
        <w:t>o</w:t>
      </w:r>
      <w:r>
        <w:rPr>
          <w:rtl/>
        </w:rPr>
        <w:tab/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ؤں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عورتوں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بے سرپرستوں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نشورنس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</w:p>
    <w:p w:rsidR="005A2492" w:rsidRDefault="00816B77" w:rsidP="00A60F54">
      <w:pPr>
        <w:pStyle w:val="Heading1"/>
        <w:rPr>
          <w:rtl/>
        </w:rPr>
      </w:pPr>
      <w:bookmarkStart w:id="236" w:name="_Toc393190661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خبر نگ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کو </w:t>
      </w:r>
      <w:r w:rsidRPr="00816B77">
        <w:rPr>
          <w:rtl/>
          <w:lang w:bidi="ur-PK"/>
        </w:rPr>
        <w:t>ا</w:t>
      </w:r>
      <w:r w:rsidR="005A2492">
        <w:rPr>
          <w:rtl/>
        </w:rPr>
        <w:t>نٹرو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bookmarkEnd w:id="236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8D6D4F" w:rsidRPr="008D6D4F">
        <w:rPr>
          <w:rtl/>
          <w:lang w:bidi="ur-PK"/>
        </w:rPr>
        <w:t>(رح)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Pr="00816B77">
        <w:rPr>
          <w:rtl/>
          <w:lang w:bidi="ur-PK"/>
        </w:rPr>
        <w:t>ا</w:t>
      </w:r>
      <w:r w:rsidR="005A2492">
        <w:rPr>
          <w:rtl/>
        </w:rPr>
        <w:t>نجلس ٹ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ئمزمفسر کو </w:t>
      </w:r>
      <w:r w:rsidR="00C15B30" w:rsidRPr="00C15B30">
        <w:rPr>
          <w:rFonts w:hint="cs"/>
          <w:rtl/>
          <w:lang w:bidi="ur-PK"/>
        </w:rPr>
        <w:t>1357</w:t>
      </w:r>
      <w:r w:rsidR="005A2492" w:rsidRPr="00E67D25">
        <w:rPr>
          <w:rFonts w:hint="cs"/>
          <w:rtl/>
        </w:rPr>
        <w:t>ش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نٹرو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tl/>
        </w:rPr>
        <w:t xml:space="preserve"> دے رہے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 xml:space="preserve">: عورتوں کے </w:t>
      </w:r>
      <w:r w:rsidR="00816B77" w:rsidRPr="00816B77">
        <w:rPr>
          <w:rtl/>
          <w:lang w:bidi="ur-PK"/>
        </w:rPr>
        <w:t>ا</w:t>
      </w:r>
      <w:r>
        <w:rPr>
          <w:rtl/>
        </w:rPr>
        <w:t>جتم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 w:rsidR="00816B77" w:rsidRPr="00816B77">
        <w:rPr>
          <w:rtl/>
          <w:lang w:bidi="ur-PK"/>
        </w:rPr>
        <w:t>ا</w:t>
      </w:r>
      <w:r>
        <w:rPr>
          <w:rtl/>
        </w:rPr>
        <w:t>ئل ج</w:t>
      </w:r>
      <w:r>
        <w:rPr>
          <w:rFonts w:hint="cs"/>
          <w:rtl/>
        </w:rPr>
        <w:t>ی</w:t>
      </w:r>
      <w:r>
        <w:rPr>
          <w:rFonts w:hint="eastAsia"/>
          <w:rtl/>
        </w:rPr>
        <w:t>سے،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صل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ہے؟ </w:t>
      </w:r>
    </w:p>
    <w:p w:rsidR="005A2492" w:rsidRDefault="00816B77" w:rsidP="00AD7646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</w:t>
      </w:r>
      <w:r w:rsidR="005A2492">
        <w:rPr>
          <w:rtl/>
        </w:rPr>
        <w:t xml:space="preserve"> نے جو</w:t>
      </w:r>
      <w:r w:rsidRPr="00816B77">
        <w:rPr>
          <w:rtl/>
          <w:lang w:bidi="ur-PK"/>
        </w:rPr>
        <w:t>ا</w:t>
      </w:r>
      <w:r w:rsidR="005A2492">
        <w:rPr>
          <w:rtl/>
        </w:rPr>
        <w:t>ب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>: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ورسٹ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دوسرے سرک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>روں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کرنے سے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روک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جس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سے روک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سکت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وہ </w:t>
      </w:r>
      <w:r w:rsidRPr="00816B77">
        <w:rPr>
          <w:rtl/>
          <w:lang w:bidi="ur-PK"/>
        </w:rPr>
        <w:t>ا</w:t>
      </w:r>
      <w:r w:rsidR="005A2492">
        <w:rPr>
          <w:rtl/>
        </w:rPr>
        <w:t>خل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مف</w:t>
      </w:r>
      <w:r w:rsidRPr="00816B77">
        <w:rPr>
          <w:rtl/>
          <w:lang w:bidi="ur-PK"/>
        </w:rPr>
        <w:t>ا</w:t>
      </w:r>
      <w:r w:rsidR="005A2492">
        <w:rPr>
          <w:rtl/>
        </w:rPr>
        <w:t>سد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جو مرد </w:t>
      </w:r>
      <w:r w:rsidRPr="00816B77">
        <w:rPr>
          <w:rtl/>
          <w:lang w:bidi="ur-PK"/>
        </w:rPr>
        <w:t>ا</w:t>
      </w:r>
      <w:r w:rsidR="005A2492">
        <w:rPr>
          <w:rtl/>
        </w:rPr>
        <w:t>ور عورت دونوں پر حر</w:t>
      </w:r>
      <w:r w:rsidRPr="00816B77">
        <w:rPr>
          <w:rtl/>
          <w:lang w:bidi="ur-PK"/>
        </w:rPr>
        <w:t>ا</w:t>
      </w:r>
      <w:r w:rsidR="005A2492">
        <w:rPr>
          <w:rtl/>
        </w:rPr>
        <w:t>م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</w:t>
      </w:r>
      <w:r w:rsidR="00AD7646" w:rsidRPr="007741D8">
        <w:rPr>
          <w:rStyle w:val="libFootnotenumChar"/>
          <w:rFonts w:hint="cs"/>
          <w:rtl/>
        </w:rPr>
        <w:t>(1)</w:t>
      </w:r>
    </w:p>
    <w:p w:rsidR="005A2492" w:rsidRDefault="005A2492" w:rsidP="00C75FD7">
      <w:pPr>
        <w:pStyle w:val="Heading1"/>
        <w:rPr>
          <w:rtl/>
        </w:rPr>
      </w:pPr>
      <w:bookmarkStart w:id="237" w:name="_Toc393190662"/>
      <w:r>
        <w:rPr>
          <w:rFonts w:hint="eastAsia"/>
          <w:rtl/>
        </w:rPr>
        <w:t>متخصص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و</w:t>
      </w:r>
      <w:r w:rsidR="00816B77" w:rsidRPr="00816B77">
        <w:rPr>
          <w:rtl/>
          <w:lang w:bidi="ur-PK"/>
        </w:rPr>
        <w:t>ا</w:t>
      </w:r>
      <w:r>
        <w:rPr>
          <w:rtl/>
        </w:rPr>
        <w:t>جب کف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bookmarkEnd w:id="237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نہ صرف عورتوں کو ک</w:t>
      </w:r>
      <w:r w:rsidRPr="00816B77">
        <w:rPr>
          <w:rtl/>
          <w:lang w:bidi="ur-PK"/>
        </w:rPr>
        <w:t>ا</w:t>
      </w:r>
      <w:r w:rsidR="005A2492">
        <w:rPr>
          <w:rtl/>
        </w:rPr>
        <w:t>م کرنے سےنہ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روک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بلکہ بعض مق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پر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موجودگ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و</w:t>
      </w:r>
      <w:r w:rsidRPr="00816B77">
        <w:rPr>
          <w:rtl/>
          <w:lang w:bidi="ur-PK"/>
        </w:rPr>
        <w:t>ا</w:t>
      </w:r>
      <w:r w:rsidR="005A2492">
        <w:rPr>
          <w:rtl/>
        </w:rPr>
        <w:t>جب کف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قر</w:t>
      </w:r>
      <w:r w:rsidRPr="00816B77">
        <w:rPr>
          <w:rtl/>
          <w:lang w:bidi="ur-PK"/>
        </w:rPr>
        <w:t>ا</w:t>
      </w:r>
      <w:r w:rsidR="005A2492">
        <w:rPr>
          <w:rtl/>
        </w:rPr>
        <w:t>رد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ڈ</w:t>
      </w:r>
      <w:r w:rsidRPr="00816B77">
        <w:rPr>
          <w:rtl/>
          <w:lang w:bidi="ur-PK"/>
        </w:rPr>
        <w:t>ا</w:t>
      </w:r>
      <w:r w:rsidR="005A2492">
        <w:rPr>
          <w:rtl/>
        </w:rPr>
        <w:t>کٹرن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جر</w:t>
      </w:r>
      <w:r w:rsidRPr="00816B77">
        <w:rPr>
          <w:rtl/>
          <w:lang w:bidi="ur-PK"/>
        </w:rPr>
        <w:t>ا</w:t>
      </w:r>
      <w:r w:rsidR="005A2492">
        <w:rPr>
          <w:rtl/>
        </w:rPr>
        <w:t>ح عورت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ہسپت</w:t>
      </w:r>
      <w:r w:rsidRPr="00816B77">
        <w:rPr>
          <w:rtl/>
          <w:lang w:bidi="ur-PK"/>
        </w:rPr>
        <w:t>ا</w:t>
      </w:r>
      <w:r w:rsidR="005A2492">
        <w:rPr>
          <w:rtl/>
        </w:rPr>
        <w:t>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ہون</w:t>
      </w:r>
      <w:r w:rsidRPr="00816B77">
        <w:rPr>
          <w:rtl/>
          <w:lang w:bidi="ur-PK"/>
        </w:rPr>
        <w:t>ا</w:t>
      </w:r>
      <w:r w:rsidR="005A2492">
        <w:rPr>
          <w:rtl/>
        </w:rPr>
        <w:t>،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</w:t>
      </w:r>
      <w:r w:rsidRPr="00816B77">
        <w:rPr>
          <w:rtl/>
          <w:lang w:bidi="ur-PK"/>
        </w:rPr>
        <w:t>ا</w:t>
      </w:r>
      <w:r w:rsidR="005A2492">
        <w:rPr>
          <w:rtl/>
        </w:rPr>
        <w:t>ست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کے سکول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ہون</w:t>
      </w:r>
      <w:r w:rsidRPr="00816B77">
        <w:rPr>
          <w:rtl/>
          <w:lang w:bidi="ur-PK"/>
        </w:rPr>
        <w:t>ا</w:t>
      </w:r>
      <w:r w:rsidR="005A2492">
        <w:rPr>
          <w:rtl/>
        </w:rPr>
        <w:t>،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لئے درز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مو</w:t>
      </w:r>
      <w:r w:rsidRPr="00816B77">
        <w:rPr>
          <w:rtl/>
          <w:lang w:bidi="ur-PK"/>
        </w:rPr>
        <w:t>ا</w:t>
      </w:r>
      <w:r w:rsidR="005A2492">
        <w:rPr>
          <w:rtl/>
        </w:rPr>
        <w:t>رد جہ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ں خود عورتوں کے 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ہو، وہ</w:t>
      </w:r>
      <w:r w:rsidRPr="00816B77">
        <w:rPr>
          <w:rtl/>
          <w:lang w:bidi="ur-PK"/>
        </w:rPr>
        <w:t>ا</w:t>
      </w:r>
      <w:r w:rsidR="005A2492">
        <w:rPr>
          <w:rtl/>
        </w:rPr>
        <w:t>ں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موجودگ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و</w:t>
      </w:r>
      <w:r w:rsidRPr="00816B77">
        <w:rPr>
          <w:rtl/>
          <w:lang w:bidi="ur-PK"/>
        </w:rPr>
        <w:t>ا</w:t>
      </w:r>
      <w:r w:rsidR="005A2492">
        <w:rPr>
          <w:rtl/>
        </w:rPr>
        <w:t>جب کف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سمجھت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5A2492" w:rsidRDefault="005A2492" w:rsidP="00C75FD7">
      <w:pPr>
        <w:pStyle w:val="Heading1"/>
        <w:rPr>
          <w:rtl/>
        </w:rPr>
      </w:pPr>
      <w:bookmarkStart w:id="238" w:name="_Toc393190663"/>
      <w:r>
        <w:rPr>
          <w:rFonts w:hint="eastAsia"/>
          <w:rtl/>
        </w:rPr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ثق</w:t>
      </w:r>
      <w:r w:rsidR="00816B77" w:rsidRPr="00816B77">
        <w:rPr>
          <w:rtl/>
          <w:lang w:bidi="ur-PK"/>
        </w:rPr>
        <w:t>ا</w:t>
      </w:r>
      <w:r>
        <w:rPr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حقوق</w:t>
      </w:r>
      <w:bookmarkEnd w:id="238"/>
    </w:p>
    <w:p w:rsidR="00AD7646" w:rsidRDefault="005A2492" w:rsidP="00BA14D2">
      <w:pPr>
        <w:pStyle w:val="libNormal"/>
        <w:rPr>
          <w:rtl/>
        </w:rPr>
      </w:pPr>
      <w:r>
        <w:rPr>
          <w:rFonts w:hint="eastAsia"/>
          <w:rtl/>
        </w:rPr>
        <w:t>فرہنگ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ہنر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ہےخصوص</w:t>
      </w:r>
      <w:r w:rsidR="00816B77" w:rsidRPr="00816B77">
        <w:rPr>
          <w:rtl/>
          <w:lang w:bidi="ur-PK"/>
        </w:rPr>
        <w:t>ا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 w:rsidR="00816B77" w:rsidRPr="00816B77">
        <w:rPr>
          <w:rtl/>
          <w:lang w:bidi="ur-PK"/>
        </w:rPr>
        <w:t>ا</w:t>
      </w:r>
      <w:r>
        <w:rPr>
          <w:rtl/>
        </w:rPr>
        <w:t>حت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عورتوں پر بھ</w:t>
      </w:r>
      <w:r>
        <w:rPr>
          <w:rFonts w:hint="cs"/>
          <w:rtl/>
        </w:rPr>
        <w:t>ی</w:t>
      </w:r>
      <w:r>
        <w:rPr>
          <w:rtl/>
        </w:rPr>
        <w:t xml:space="preserve"> حصول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و</w:t>
      </w:r>
      <w:r w:rsidR="00816B77" w:rsidRPr="00816B77">
        <w:rPr>
          <w:rtl/>
          <w:lang w:bidi="ur-PK"/>
        </w:rPr>
        <w:t>ا</w:t>
      </w:r>
      <w:r>
        <w:rPr>
          <w:rtl/>
        </w:rPr>
        <w:t>جب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جس طرح مردوں پر و</w:t>
      </w:r>
      <w:r w:rsidR="00816B77" w:rsidRPr="00816B77">
        <w:rPr>
          <w:rtl/>
          <w:lang w:bidi="ur-PK"/>
        </w:rPr>
        <w:t>ا</w:t>
      </w:r>
      <w:r>
        <w:rPr>
          <w:rtl/>
        </w:rPr>
        <w:t>جب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</w:t>
      </w:r>
      <w:r w:rsidRPr="00BA14D2">
        <w:rPr>
          <w:rStyle w:val="libArabicChar"/>
          <w:rFonts w:hint="eastAsia"/>
          <w:rtl/>
        </w:rPr>
        <w:t>ق</w:t>
      </w:r>
      <w:r w:rsidR="00816B77" w:rsidRPr="00BA14D2">
        <w:rPr>
          <w:rStyle w:val="libArabicChar"/>
          <w:rFonts w:hint="eastAsia"/>
          <w:rtl/>
        </w:rPr>
        <w:t>ا</w:t>
      </w:r>
      <w:r w:rsidRPr="00BA14D2">
        <w:rPr>
          <w:rStyle w:val="libArabicChar"/>
          <w:rFonts w:hint="eastAsia"/>
          <w:rtl/>
        </w:rPr>
        <w:t>ل</w:t>
      </w:r>
      <w:r w:rsidRPr="00BA14D2">
        <w:rPr>
          <w:rStyle w:val="libArabicChar"/>
          <w:rtl/>
        </w:rPr>
        <w:t>:قَ</w:t>
      </w:r>
      <w:r w:rsidR="00816B77" w:rsidRPr="00BA14D2">
        <w:rPr>
          <w:rStyle w:val="libArabicChar"/>
          <w:rtl/>
        </w:rPr>
        <w:t>ا</w:t>
      </w:r>
      <w:r w:rsidRPr="00BA14D2">
        <w:rPr>
          <w:rStyle w:val="libArabicChar"/>
          <w:rtl/>
        </w:rPr>
        <w:t xml:space="preserve">لَ </w:t>
      </w:r>
      <w:r w:rsidR="00816B77" w:rsidRPr="00BA14D2">
        <w:rPr>
          <w:rStyle w:val="libArabicChar"/>
          <w:rtl/>
        </w:rPr>
        <w:t>ا</w:t>
      </w:r>
      <w:r w:rsidRPr="00BA14D2">
        <w:rPr>
          <w:rStyle w:val="libArabicChar"/>
          <w:rtl/>
        </w:rPr>
        <w:t>لنَّبِ</w:t>
      </w:r>
      <w:r w:rsidRPr="00BA14D2">
        <w:rPr>
          <w:rStyle w:val="libArabicChar"/>
          <w:rFonts w:hint="cs"/>
          <w:rtl/>
        </w:rPr>
        <w:t xml:space="preserve">يُّ ص طَلَبُ </w:t>
      </w:r>
      <w:r w:rsidR="00816B77" w:rsidRPr="00BA14D2">
        <w:rPr>
          <w:rStyle w:val="libArabicChar"/>
          <w:rFonts w:hint="cs"/>
          <w:rtl/>
        </w:rPr>
        <w:t>ا</w:t>
      </w:r>
      <w:r w:rsidRPr="00BA14D2">
        <w:rPr>
          <w:rStyle w:val="libArabicChar"/>
          <w:rFonts w:hint="cs"/>
          <w:rtl/>
        </w:rPr>
        <w:t>لْعِلْمِ‏ فَرِيضَةٌ عَلَ</w:t>
      </w:r>
      <w:r w:rsidR="009B349E" w:rsidRPr="00BA14D2">
        <w:rPr>
          <w:rStyle w:val="libArabicChar"/>
          <w:rFonts w:hint="cs"/>
          <w:rtl/>
        </w:rPr>
        <w:t>ی</w:t>
      </w:r>
      <w:r w:rsidRPr="00BA14D2">
        <w:rPr>
          <w:rStyle w:val="libArabicChar"/>
          <w:rFonts w:hint="cs"/>
          <w:rtl/>
        </w:rPr>
        <w:t xml:space="preserve"> كُلِّ مُسْلِمٍ وَ مُسْلِمَةٍ </w:t>
      </w:r>
      <w:r w:rsidR="00816B77" w:rsidRPr="00BA14D2">
        <w:rPr>
          <w:rStyle w:val="libArabicChar"/>
          <w:rFonts w:hint="cs"/>
          <w:rtl/>
        </w:rPr>
        <w:t>ا</w:t>
      </w:r>
      <w:r w:rsidRPr="00BA14D2">
        <w:rPr>
          <w:rStyle w:val="libArabicChar"/>
          <w:rFonts w:hint="cs"/>
          <w:rtl/>
        </w:rPr>
        <w:t xml:space="preserve">يْ عِلْمِ </w:t>
      </w:r>
      <w:r w:rsidR="00816B77" w:rsidRPr="00BA14D2">
        <w:rPr>
          <w:rStyle w:val="libArabicChar"/>
          <w:rFonts w:hint="cs"/>
          <w:rtl/>
        </w:rPr>
        <w:t>ا</w:t>
      </w:r>
      <w:r w:rsidRPr="00BA14D2">
        <w:rPr>
          <w:rStyle w:val="libArabicChar"/>
          <w:rFonts w:hint="cs"/>
          <w:rtl/>
        </w:rPr>
        <w:t>لتَّقْوَ</w:t>
      </w:r>
      <w:r w:rsidR="009B349E" w:rsidRPr="00BA14D2">
        <w:rPr>
          <w:rStyle w:val="libArabicChar"/>
          <w:rFonts w:hint="cs"/>
          <w:rtl/>
        </w:rPr>
        <w:t>ی</w:t>
      </w:r>
      <w:r w:rsidRPr="00BA14D2">
        <w:rPr>
          <w:rStyle w:val="libArabicChar"/>
          <w:rFonts w:hint="cs"/>
          <w:rtl/>
        </w:rPr>
        <w:t xml:space="preserve"> وَ </w:t>
      </w:r>
      <w:r w:rsidR="00816B77" w:rsidRPr="00BA14D2">
        <w:rPr>
          <w:rStyle w:val="libArabicChar"/>
          <w:rFonts w:hint="cs"/>
          <w:rtl/>
        </w:rPr>
        <w:t>ا</w:t>
      </w:r>
      <w:r w:rsidRPr="00BA14D2">
        <w:rPr>
          <w:rStyle w:val="libArabicChar"/>
          <w:rFonts w:hint="cs"/>
          <w:rtl/>
        </w:rPr>
        <w:t>لْيَقِينِ</w:t>
      </w:r>
      <w:r w:rsidR="00AD7646" w:rsidRPr="007741D8">
        <w:rPr>
          <w:rStyle w:val="libFootnotenumChar"/>
          <w:rFonts w:hint="cs"/>
          <w:rtl/>
        </w:rPr>
        <w:t>(2)</w:t>
      </w:r>
      <w:r w:rsidRPr="00C15B30">
        <w:rPr>
          <w:rFonts w:hint="cs"/>
          <w:rtl/>
        </w:rPr>
        <w:t xml:space="preserve"> 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مسئلہ پر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زور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کہ شوہربھ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وتعلم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گرچہ دوسرے مو</w:t>
      </w:r>
      <w:r w:rsidR="00816B77" w:rsidRPr="00816B77">
        <w:rPr>
          <w:rtl/>
          <w:lang w:bidi="ur-PK"/>
        </w:rPr>
        <w:t>ا</w:t>
      </w:r>
      <w:r>
        <w:rPr>
          <w:rtl/>
        </w:rPr>
        <w:t>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AD7646" w:rsidRDefault="00AD7646" w:rsidP="00051606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D7646" w:rsidRDefault="00AD7646" w:rsidP="00051606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315B7" w:rsidRPr="002315B7">
        <w:rPr>
          <w:rtl/>
          <w:lang w:bidi="ar-SA"/>
        </w:rPr>
        <w:t xml:space="preserve"> </w:t>
      </w:r>
      <w:r w:rsidR="002315B7">
        <w:rPr>
          <w:rtl/>
          <w:lang w:bidi="ar-SA"/>
        </w:rPr>
        <w:t>صح</w:t>
      </w:r>
      <w:r w:rsidR="002315B7">
        <w:rPr>
          <w:rFonts w:hint="cs"/>
          <w:rtl/>
          <w:lang w:bidi="ar-SA"/>
        </w:rPr>
        <w:t>ی</w:t>
      </w:r>
      <w:r w:rsidR="002315B7">
        <w:rPr>
          <w:rFonts w:hint="eastAsia"/>
          <w:rtl/>
          <w:lang w:bidi="ar-SA"/>
        </w:rPr>
        <w:t>فہ</w:t>
      </w:r>
      <w:r w:rsidR="002315B7">
        <w:rPr>
          <w:rtl/>
          <w:lang w:bidi="ar-SA"/>
        </w:rPr>
        <w:t xml:space="preserve"> نور،ج</w:t>
      </w:r>
      <w:r w:rsidR="00C15B30" w:rsidRPr="00C15B30">
        <w:rPr>
          <w:rFonts w:hint="cs"/>
          <w:rtl/>
        </w:rPr>
        <w:t>4</w:t>
      </w:r>
      <w:r w:rsidR="002315B7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39</w:t>
      </w:r>
    </w:p>
    <w:p w:rsidR="00AD7646" w:rsidRDefault="00AD7646" w:rsidP="00051606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2315B7" w:rsidRPr="002315B7">
        <w:rPr>
          <w:rtl/>
          <w:lang w:bidi="ar-SA"/>
        </w:rPr>
        <w:t xml:space="preserve"> </w:t>
      </w:r>
      <w:r w:rsidR="002315B7" w:rsidRPr="00F5509F">
        <w:rPr>
          <w:rStyle w:val="libFootNoteArabicChar"/>
          <w:rtl/>
        </w:rPr>
        <w:t xml:space="preserve">محجة </w:t>
      </w:r>
      <w:r w:rsidR="00CF3D62" w:rsidRPr="00CF3D62">
        <w:rPr>
          <w:rStyle w:val="libFootNoteArabicChar"/>
          <w:rtl/>
          <w:lang w:bidi="ar-SA"/>
        </w:rPr>
        <w:t>ا</w:t>
      </w:r>
      <w:r w:rsidR="002315B7" w:rsidRPr="00F5509F">
        <w:rPr>
          <w:rStyle w:val="libFootNoteArabicChar"/>
          <w:rtl/>
        </w:rPr>
        <w:t>لب</w:t>
      </w:r>
      <w:r w:rsidR="002315B7" w:rsidRPr="00F5509F">
        <w:rPr>
          <w:rStyle w:val="libFootNoteArabicChar"/>
          <w:rFonts w:hint="cs"/>
          <w:rtl/>
        </w:rPr>
        <w:t>ی</w:t>
      </w:r>
      <w:r w:rsidR="002315B7" w:rsidRPr="00F5509F">
        <w:rPr>
          <w:rStyle w:val="libFootNoteArabicChar"/>
          <w:rFonts w:hint="eastAsia"/>
          <w:rtl/>
        </w:rPr>
        <w:t>ض</w:t>
      </w:r>
      <w:r w:rsidR="00CF3D62" w:rsidRPr="00CF3D62">
        <w:rPr>
          <w:rStyle w:val="libFootNoteArabicChar"/>
          <w:rFonts w:hint="eastAsia"/>
          <w:rtl/>
          <w:lang w:bidi="ar-SA"/>
        </w:rPr>
        <w:t>ا</w:t>
      </w:r>
      <w:r w:rsidR="002315B7" w:rsidRPr="00F5509F">
        <w:rPr>
          <w:rStyle w:val="libFootNoteArabicChar"/>
          <w:rFonts w:hint="eastAsia"/>
          <w:rtl/>
        </w:rPr>
        <w:t>ء،ج</w:t>
      </w:r>
      <w:r w:rsidR="00C15B30" w:rsidRPr="00F5509F">
        <w:rPr>
          <w:rStyle w:val="libFootNoteArabicChar"/>
          <w:rFonts w:hint="cs"/>
          <w:rtl/>
        </w:rPr>
        <w:t>1</w:t>
      </w:r>
      <w:r w:rsidR="002315B7" w:rsidRPr="00F5509F">
        <w:rPr>
          <w:rStyle w:val="libFootNoteArabicChar"/>
          <w:rFonts w:hint="cs"/>
          <w:rtl/>
        </w:rPr>
        <w:t>،ص</w:t>
      </w:r>
      <w:r w:rsidR="00C15B30" w:rsidRPr="00F5509F">
        <w:rPr>
          <w:rStyle w:val="libFootNoteArabicChar"/>
          <w:rFonts w:hint="cs"/>
          <w:rtl/>
        </w:rPr>
        <w:t>18</w:t>
      </w:r>
      <w:r w:rsidR="002315B7" w:rsidRPr="00816B77">
        <w:rPr>
          <w:rFonts w:hint="cs"/>
          <w:rtl/>
        </w:rPr>
        <w:t xml:space="preserve">  </w:t>
      </w:r>
    </w:p>
    <w:p w:rsidR="00AD7646" w:rsidRPr="00AD7646" w:rsidRDefault="00AD7646" w:rsidP="00A60F54">
      <w:pPr>
        <w:pStyle w:val="libPoemTini"/>
        <w:rPr>
          <w:rtl/>
        </w:rPr>
      </w:pPr>
      <w:r w:rsidRPr="00AD7646">
        <w:rPr>
          <w:rtl/>
        </w:rPr>
        <w:br w:type="page"/>
      </w:r>
    </w:p>
    <w:p w:rsidR="005A2492" w:rsidRDefault="00AD7646" w:rsidP="00AD7646">
      <w:pPr>
        <w:pStyle w:val="libNormal"/>
        <w:rPr>
          <w:rtl/>
        </w:rPr>
      </w:pPr>
      <w:r>
        <w:rPr>
          <w:rtl/>
        </w:rPr>
        <w:lastRenderedPageBreak/>
        <w:t>شوہر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گھر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سکت</w:t>
      </w:r>
      <w:r>
        <w:rPr>
          <w:rFonts w:hint="cs"/>
          <w:rtl/>
        </w:rPr>
        <w:t>ی</w:t>
      </w:r>
      <w:r>
        <w:rPr>
          <w:rtl/>
        </w:rPr>
        <w:t>چن</w:t>
      </w:r>
      <w:r w:rsidR="00816B77" w:rsidRPr="00816B77">
        <w:rPr>
          <w:rtl/>
          <w:lang w:bidi="ur-PK"/>
        </w:rPr>
        <w:t>ا</w:t>
      </w:r>
      <w:r>
        <w:rPr>
          <w:rtl/>
        </w:rPr>
        <w:t>چہ فقہ</w:t>
      </w:r>
      <w:r w:rsidR="00816B77" w:rsidRPr="00816B77">
        <w:rPr>
          <w:rtl/>
          <w:lang w:bidi="ur-PK"/>
        </w:rPr>
        <w:t>ا</w:t>
      </w:r>
      <w:r>
        <w:rPr>
          <w:rtl/>
        </w:rPr>
        <w:t>ء نے بھ</w:t>
      </w:r>
      <w:r>
        <w:rPr>
          <w:rFonts w:hint="cs"/>
          <w:rtl/>
        </w:rPr>
        <w:t>ی</w:t>
      </w:r>
      <w:r>
        <w:rPr>
          <w:rtl/>
        </w:rPr>
        <w:t xml:space="preserve"> فتوے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="005A2492" w:rsidRPr="00AD7646">
        <w:rPr>
          <w:rStyle w:val="libArabicChar"/>
          <w:rFonts w:hint="cs"/>
          <w:rtl/>
        </w:rPr>
        <w:t>ی</w:t>
      </w:r>
      <w:r w:rsidR="005A2492" w:rsidRPr="00AD7646">
        <w:rPr>
          <w:rStyle w:val="libArabicChar"/>
          <w:rFonts w:hint="eastAsia"/>
          <w:rtl/>
        </w:rPr>
        <w:t>حرم</w:t>
      </w:r>
      <w:r w:rsidR="005A2492" w:rsidRPr="00AD7646">
        <w:rPr>
          <w:rStyle w:val="libArabicChar"/>
          <w:rtl/>
        </w:rPr>
        <w:t xml:space="preserve"> عل</w:t>
      </w:r>
      <w:r w:rsidR="005A2492" w:rsidRPr="00AD7646">
        <w:rPr>
          <w:rStyle w:val="libArabicChar"/>
          <w:rFonts w:hint="cs"/>
          <w:rtl/>
        </w:rPr>
        <w:t>ی</w:t>
      </w:r>
      <w:r w:rsidR="005A2492" w:rsidRPr="00AD7646">
        <w:rPr>
          <w:rStyle w:val="libArabicChar"/>
          <w:rtl/>
        </w:rPr>
        <w:t xml:space="preserve"> </w:t>
      </w:r>
      <w:r w:rsidR="00CF3D62" w:rsidRPr="00CF3D62">
        <w:rPr>
          <w:rStyle w:val="libArabicChar"/>
          <w:rtl/>
        </w:rPr>
        <w:t>ا</w:t>
      </w:r>
      <w:r w:rsidR="005A2492" w:rsidRPr="00AD7646">
        <w:rPr>
          <w:rStyle w:val="libArabicChar"/>
          <w:rtl/>
        </w:rPr>
        <w:t xml:space="preserve">لزوج منع </w:t>
      </w:r>
      <w:r w:rsidR="00CF3D62" w:rsidRPr="00CF3D62">
        <w:rPr>
          <w:rStyle w:val="libArabicChar"/>
          <w:rtl/>
        </w:rPr>
        <w:t>ا</w:t>
      </w:r>
      <w:r w:rsidR="005A2492" w:rsidRPr="00AD7646">
        <w:rPr>
          <w:rStyle w:val="libArabicChar"/>
          <w:rtl/>
        </w:rPr>
        <w:t xml:space="preserve">لزوجة من </w:t>
      </w:r>
      <w:r w:rsidR="00CF3D62" w:rsidRPr="00CF3D62">
        <w:rPr>
          <w:rStyle w:val="libArabicChar"/>
          <w:rtl/>
        </w:rPr>
        <w:t>ا</w:t>
      </w:r>
      <w:r w:rsidR="005A2492" w:rsidRPr="00AD7646">
        <w:rPr>
          <w:rStyle w:val="libArabicChar"/>
          <w:rtl/>
        </w:rPr>
        <w:t>لخروج للتعلم</w:t>
      </w:r>
      <w:r w:rsidRPr="007741D8">
        <w:rPr>
          <w:rStyle w:val="libFootnotenumChar"/>
          <w:rFonts w:hint="cs"/>
          <w:rtl/>
        </w:rPr>
        <w:t>(1)</w:t>
      </w:r>
      <w:r w:rsidR="005A2492">
        <w:rPr>
          <w:rtl/>
        </w:rPr>
        <w:t xml:space="preserve">  </w:t>
      </w:r>
      <w:r w:rsidR="005A2492">
        <w:rPr>
          <w:rFonts w:hint="eastAsia"/>
          <w:rtl/>
        </w:rPr>
        <w:t>حر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ہے مرد پر کہ وہ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علم 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کھنے</w:t>
      </w:r>
      <w:r w:rsidR="005A2492">
        <w:rPr>
          <w:rtl/>
        </w:rPr>
        <w:t xml:space="preserve"> کے لئے گھرسے ب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ہر ج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نے نہ دے</w:t>
      </w:r>
    </w:p>
    <w:p w:rsidR="005A2492" w:rsidRDefault="005A2492" w:rsidP="00C75FD7">
      <w:pPr>
        <w:pStyle w:val="Heading1"/>
        <w:rPr>
          <w:rtl/>
        </w:rPr>
      </w:pPr>
      <w:bookmarkStart w:id="239" w:name="_Toc393190664"/>
      <w:r>
        <w:rPr>
          <w:rFonts w:hint="eastAsia"/>
          <w:rtl/>
        </w:rPr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حقوق</w:t>
      </w:r>
      <w:bookmarkEnd w:id="239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مرد وعورت دونوں کو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جو مشترکہ س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حقوق دل</w:t>
      </w:r>
      <w:r w:rsidRPr="00816B77">
        <w:rPr>
          <w:rtl/>
          <w:lang w:bidi="ur-PK"/>
        </w:rPr>
        <w:t>ا</w:t>
      </w:r>
      <w:r w:rsidR="005A2492">
        <w:rPr>
          <w:rtl/>
        </w:rPr>
        <w:t>ئےہ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سے کچھ حقوق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:حق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عت،</w:t>
      </w:r>
      <w:r w:rsidR="005A2492">
        <w:rPr>
          <w:rtl/>
        </w:rPr>
        <w:t xml:space="preserve"> حق </w:t>
      </w:r>
      <w:r w:rsidRPr="00816B77">
        <w:rPr>
          <w:rtl/>
          <w:lang w:bidi="ur-PK"/>
        </w:rPr>
        <w:t>ا</w:t>
      </w:r>
      <w:r w:rsidR="005A2492">
        <w:rPr>
          <w:rtl/>
        </w:rPr>
        <w:t>نتخ</w:t>
      </w:r>
      <w:r w:rsidRPr="00816B77">
        <w:rPr>
          <w:rtl/>
          <w:lang w:bidi="ur-PK"/>
        </w:rPr>
        <w:t>ا</w:t>
      </w:r>
      <w:r w:rsidR="005A2492">
        <w:rPr>
          <w:rtl/>
        </w:rPr>
        <w:t>ب، حق شر</w:t>
      </w:r>
      <w:r w:rsidRPr="00816B77">
        <w:rPr>
          <w:rtl/>
          <w:lang w:bidi="ur-PK"/>
        </w:rPr>
        <w:t>ا</w:t>
      </w:r>
      <w:r w:rsidR="005A2492">
        <w:rPr>
          <w:rtl/>
        </w:rPr>
        <w:t>کت، حق ر</w:t>
      </w:r>
      <w:r w:rsidRPr="00816B77">
        <w:rPr>
          <w:rtl/>
          <w:lang w:bidi="ur-PK"/>
        </w:rPr>
        <w:t>ا</w:t>
      </w:r>
      <w:r w:rsidR="005A2492">
        <w:rPr>
          <w:rtl/>
        </w:rPr>
        <w:t>ئے دہ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حق دف</w:t>
      </w:r>
      <w:r w:rsidRPr="00816B77">
        <w:rPr>
          <w:rtl/>
          <w:lang w:bidi="ur-PK"/>
        </w:rPr>
        <w:t>ا</w:t>
      </w:r>
      <w:r w:rsidR="005A2492">
        <w:rPr>
          <w:rtl/>
        </w:rPr>
        <w:t>ع وغ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رہ</w:t>
      </w:r>
    </w:p>
    <w:p w:rsidR="005A2492" w:rsidRDefault="005A2492" w:rsidP="00C75FD7">
      <w:pPr>
        <w:pStyle w:val="Heading1"/>
        <w:rPr>
          <w:rtl/>
        </w:rPr>
      </w:pPr>
      <w:bookmarkStart w:id="240" w:name="_Toc393190665"/>
      <w:r>
        <w:rPr>
          <w:rFonts w:hint="eastAsia"/>
          <w:rtl/>
        </w:rPr>
        <w:t>حق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240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چودہ سو س</w:t>
      </w:r>
      <w:r w:rsidRPr="00816B77">
        <w:rPr>
          <w:rtl/>
          <w:lang w:bidi="ur-PK"/>
        </w:rPr>
        <w:t>ا</w:t>
      </w:r>
      <w:r w:rsidR="005A2492">
        <w:rPr>
          <w:rtl/>
        </w:rPr>
        <w:t>ل پہلے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مسئول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ستقل</w:t>
      </w:r>
      <w:r w:rsidRPr="00816B77">
        <w:rPr>
          <w:rtl/>
          <w:lang w:bidi="ur-PK"/>
        </w:rPr>
        <w:t>ا</w:t>
      </w:r>
      <w:r w:rsidR="005A2492">
        <w:rPr>
          <w:rtl/>
        </w:rPr>
        <w:t>ل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عل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تقد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بدلنے،ملک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</w:t>
      </w:r>
      <w:r w:rsidRPr="00816B77">
        <w:rPr>
          <w:rtl/>
          <w:lang w:bidi="ur-PK"/>
        </w:rPr>
        <w:t>ا</w:t>
      </w:r>
      <w:r w:rsidR="005A2492">
        <w:rPr>
          <w:rtl/>
        </w:rPr>
        <w:t>لم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کو مع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کرنے،رہبر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نتخ</w:t>
      </w:r>
      <w:r w:rsidRPr="00816B77">
        <w:rPr>
          <w:rtl/>
          <w:lang w:bidi="ur-PK"/>
        </w:rPr>
        <w:t>ا</w:t>
      </w:r>
      <w:r w:rsidR="005A2492">
        <w:rPr>
          <w:rtl/>
        </w:rPr>
        <w:t>ب کرنے کے لئے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عت</w:t>
      </w:r>
      <w:r w:rsidR="005A2492">
        <w:rPr>
          <w:rtl/>
        </w:rPr>
        <w:t xml:space="preserve"> کرے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کھل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قت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بتد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ے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غمبر</w:t>
      </w:r>
      <w:r w:rsidR="005A2492">
        <w:rPr>
          <w:rtl/>
        </w:rPr>
        <w:t xml:space="preserve"> 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</w:t>
      </w:r>
      <w:r w:rsidR="000B1FC0" w:rsidRPr="000B1FC0">
        <w:rPr>
          <w:rtl/>
          <w:lang w:bidi="ur-PK"/>
        </w:rPr>
        <w:t>(ص)</w:t>
      </w:r>
      <w:r w:rsidR="005A2492">
        <w:rPr>
          <w:rtl/>
        </w:rPr>
        <w:t>کے ہ</w:t>
      </w:r>
      <w:r w:rsidRPr="00816B77">
        <w:rPr>
          <w:rtl/>
          <w:lang w:bidi="ur-PK"/>
        </w:rPr>
        <w:t>ا</w:t>
      </w:r>
      <w:r w:rsidR="005A2492">
        <w:rPr>
          <w:rtl/>
        </w:rPr>
        <w:t>تھوں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BA14D2">
        <w:rPr>
          <w:rFonts w:hint="cs"/>
          <w:rtl/>
        </w:rPr>
        <w:t xml:space="preserve"> </w:t>
      </w:r>
      <w:r w:rsidR="005A2492">
        <w:rPr>
          <w:rtl/>
        </w:rPr>
        <w:t>چن</w:t>
      </w:r>
      <w:r w:rsidRPr="00816B77">
        <w:rPr>
          <w:rtl/>
          <w:lang w:bidi="ur-PK"/>
        </w:rPr>
        <w:t>ا</w:t>
      </w:r>
      <w:r w:rsidR="005A2492">
        <w:rPr>
          <w:rtl/>
        </w:rPr>
        <w:t>نچہ قر</w:t>
      </w:r>
      <w:r w:rsidRPr="00816B77">
        <w:rPr>
          <w:rtl/>
          <w:lang w:bidi="ur-PK"/>
        </w:rPr>
        <w:t>ا</w:t>
      </w:r>
      <w:r w:rsidR="005A2492">
        <w:rPr>
          <w:rtl/>
        </w:rPr>
        <w:t>ن فرم</w:t>
      </w:r>
      <w:r w:rsidRPr="00816B77">
        <w:rPr>
          <w:rtl/>
          <w:lang w:bidi="ur-PK"/>
        </w:rPr>
        <w:t>ا</w:t>
      </w:r>
      <w:r w:rsidR="005A2492">
        <w:rPr>
          <w:rtl/>
        </w:rPr>
        <w:t>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ہے: </w:t>
      </w:r>
    </w:p>
    <w:p w:rsidR="005A2492" w:rsidRPr="00BA14D2" w:rsidRDefault="005A2492" w:rsidP="00BA14D2">
      <w:pPr>
        <w:pStyle w:val="libAie"/>
        <w:rPr>
          <w:rStyle w:val="libNormalChar"/>
          <w:rtl/>
        </w:rPr>
      </w:pP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ُّ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لنَّبِ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ُّ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جَ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مِنَ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تُ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ُبَ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ِع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عَلَ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 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ُش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371684">
        <w:rPr>
          <w:rFonts w:hint="cs"/>
          <w:rtl/>
        </w:rPr>
        <w:t>كْ</w:t>
      </w:r>
      <w:r>
        <w:rPr>
          <w:rFonts w:hint="cs"/>
          <w:rtl/>
        </w:rPr>
        <w:t>نَ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شَ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ئً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وَلَ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َس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رِق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نَ وَلَ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َز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نَ وَلَ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َق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تُل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دَ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ُنَّ وَلَ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نَ بِبُ</w:t>
      </w:r>
      <w:r w:rsidRPr="00371684">
        <w:rPr>
          <w:rFonts w:hint="cs"/>
          <w:rtl/>
        </w:rPr>
        <w:t>هْ</w:t>
      </w:r>
      <w:r>
        <w:rPr>
          <w:rFonts w:hint="cs"/>
          <w:rtl/>
        </w:rPr>
        <w:t>تَ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نٍ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َف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تَرِ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نَ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ُ بَ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>دِ</w:t>
      </w:r>
      <w:r w:rsidRPr="00371684">
        <w:rPr>
          <w:rFonts w:hint="cs"/>
          <w:rtl/>
        </w:rPr>
        <w:t>يه</w:t>
      </w:r>
      <w:r>
        <w:rPr>
          <w:rFonts w:hint="cs"/>
          <w:rtl/>
        </w:rPr>
        <w:t>ِنَّ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جُلِ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ِنَّ وَلَ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>
        <w:rPr>
          <w:rtl/>
        </w:rPr>
        <w:t>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صِ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نَ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مَع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رُوفٍ فَبَ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ِع</w:t>
      </w:r>
      <w:r w:rsidRPr="00371684">
        <w:rPr>
          <w:rFonts w:hint="cs"/>
          <w:rtl/>
        </w:rPr>
        <w:t>ْه</w:t>
      </w:r>
      <w:r>
        <w:rPr>
          <w:rFonts w:hint="cs"/>
          <w:rtl/>
        </w:rPr>
        <w:t>ُنَّ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تَغ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فِر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ُنَّ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نَّ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 غَفُورٌ رَّحِ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مٌ</w:t>
      </w:r>
      <w:r w:rsidR="00AD7646" w:rsidRPr="007741D8">
        <w:rPr>
          <w:rStyle w:val="libFootnotenumChar"/>
          <w:rFonts w:hint="cs"/>
          <w:rtl/>
        </w:rPr>
        <w:t>(2)</w:t>
      </w:r>
      <w:r>
        <w:rPr>
          <w:rtl/>
        </w:rPr>
        <w:t>"</w:t>
      </w:r>
      <w:r w:rsidRPr="00BA14D2">
        <w:rPr>
          <w:rStyle w:val="libNormalChar"/>
          <w:rtl/>
        </w:rPr>
        <w:t>پ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غمبر</w:t>
      </w:r>
      <w:r w:rsidRPr="00BA14D2">
        <w:rPr>
          <w:rStyle w:val="libNormalChar"/>
          <w:rtl/>
        </w:rPr>
        <w:t xml:space="preserve">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گر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م</w:t>
      </w:r>
      <w:r w:rsidR="00816B77" w:rsidRPr="00BA14D2">
        <w:rPr>
          <w:rStyle w:val="libNormalChar"/>
          <w:rFonts w:hint="eastAsia"/>
          <w:rtl/>
        </w:rPr>
        <w:t>ا</w:t>
      </w:r>
      <w:r w:rsidRPr="00BA14D2">
        <w:rPr>
          <w:rStyle w:val="libNormalChar"/>
          <w:rFonts w:hint="eastAsia"/>
          <w:rtl/>
        </w:rPr>
        <w:t>ن</w:t>
      </w:r>
      <w:r w:rsidRPr="00BA14D2">
        <w:rPr>
          <w:rStyle w:val="libNormalChar"/>
          <w:rtl/>
        </w:rPr>
        <w:t xml:space="preserve"> ل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نے و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ل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عورت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پ کے پ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س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س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مر پر ب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عت</w:t>
      </w:r>
      <w:r w:rsidRPr="00BA14D2">
        <w:rPr>
          <w:rStyle w:val="libNormalChar"/>
          <w:rtl/>
        </w:rPr>
        <w:t xml:space="preserve"> کرنے کے لئے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ئ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کہ کس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کو خد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 ک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 شر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ک</w:t>
      </w:r>
      <w:r w:rsidRPr="00BA14D2">
        <w:rPr>
          <w:rStyle w:val="libNormalChar"/>
          <w:rtl/>
        </w:rPr>
        <w:t xml:space="preserve"> نہ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بن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ئ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گ</w:t>
      </w:r>
      <w:r w:rsidRPr="00BA14D2">
        <w:rPr>
          <w:rStyle w:val="libNormalChar"/>
          <w:rFonts w:hint="cs"/>
          <w:rtl/>
        </w:rPr>
        <w:t>ی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ور چور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نہ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کر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گ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>زن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 نہ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کر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گ</w:t>
      </w:r>
      <w:r w:rsidRPr="00BA14D2">
        <w:rPr>
          <w:rStyle w:val="libNormalChar"/>
          <w:rFonts w:hint="cs"/>
          <w:rtl/>
        </w:rPr>
        <w:t>ی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ول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د کو قتل نہ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کر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گ</w:t>
      </w:r>
      <w:r w:rsidRPr="00BA14D2">
        <w:rPr>
          <w:rStyle w:val="libNormalChar"/>
          <w:rFonts w:hint="cs"/>
          <w:rtl/>
        </w:rPr>
        <w:t>ی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ور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پنے ہ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تھ پ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ؤں  کے س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منے سے کوئ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ب</w:t>
      </w:r>
      <w:r w:rsidR="008D6D4F" w:rsidRPr="00BA14D2">
        <w:rPr>
          <w:rStyle w:val="libNormalChar"/>
          <w:rFonts w:hint="cs"/>
          <w:rtl/>
        </w:rPr>
        <w:t>ہ</w:t>
      </w:r>
      <w:r w:rsidRPr="00BA14D2">
        <w:rPr>
          <w:rStyle w:val="libNormalChar"/>
          <w:rFonts w:hint="cs"/>
          <w:rtl/>
        </w:rPr>
        <w:t>ت</w:t>
      </w:r>
      <w:r w:rsidR="00816B77" w:rsidRPr="00BA14D2">
        <w:rPr>
          <w:rStyle w:val="libNormalChar"/>
          <w:rFonts w:hint="cs"/>
          <w:rtl/>
        </w:rPr>
        <w:t>ا</w:t>
      </w:r>
      <w:r w:rsidRPr="00BA14D2">
        <w:rPr>
          <w:rStyle w:val="libNormalChar"/>
          <w:rFonts w:hint="cs"/>
          <w:rtl/>
        </w:rPr>
        <w:t>ن (لڑک</w:t>
      </w:r>
      <w:r w:rsidR="00816B77" w:rsidRPr="00BA14D2">
        <w:rPr>
          <w:rStyle w:val="libNormalChar"/>
          <w:rFonts w:hint="cs"/>
          <w:rtl/>
        </w:rPr>
        <w:t>ا</w:t>
      </w:r>
      <w:r w:rsidRPr="00BA14D2">
        <w:rPr>
          <w:rStyle w:val="libNormalChar"/>
          <w:rFonts w:hint="cs"/>
          <w:rtl/>
        </w:rPr>
        <w:t>) لے کر نہی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ئ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گ</w:t>
      </w:r>
      <w:r w:rsidRPr="00BA14D2">
        <w:rPr>
          <w:rStyle w:val="libNormalChar"/>
          <w:rFonts w:hint="cs"/>
          <w:rtl/>
        </w:rPr>
        <w:t>ی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ور کس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ن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ک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م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پ ک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مخ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لفت نہ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کر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گ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تو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پ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ن سے ب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عت</w:t>
      </w:r>
      <w:r w:rsidRPr="00BA14D2">
        <w:rPr>
          <w:rStyle w:val="libNormalChar"/>
          <w:rtl/>
        </w:rPr>
        <w:t xml:space="preserve"> ک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 مع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ملہ کر ل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ور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ن کے حق م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ستغف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ر کر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ں</w:t>
      </w:r>
      <w:r w:rsidRPr="00BA14D2">
        <w:rPr>
          <w:rStyle w:val="libNormalChar"/>
          <w:rtl/>
        </w:rPr>
        <w:t xml:space="preserve"> کہ خد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بڑ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 بخشنے و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ل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ور مہرب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ن ہے"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عن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پ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غمبر</w:t>
      </w:r>
      <w:r w:rsidRPr="00BA14D2">
        <w:rPr>
          <w:rStyle w:val="libNormalChar"/>
          <w:rtl/>
        </w:rPr>
        <w:t xml:space="preserve"> 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سل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م</w:t>
      </w:r>
      <w:r w:rsidR="000B1FC0" w:rsidRPr="00BA14D2">
        <w:rPr>
          <w:rStyle w:val="libNormalChar"/>
          <w:rtl/>
        </w:rPr>
        <w:t>(ص)</w:t>
      </w:r>
      <w:r w:rsidRPr="00BA14D2">
        <w:rPr>
          <w:rStyle w:val="libNormalChar"/>
          <w:rtl/>
        </w:rPr>
        <w:t xml:space="preserve"> خد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 xml:space="preserve"> ک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طرف سے م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ٔمور تھے کہ مردوں ک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س</w:t>
      </w:r>
      <w:r w:rsidR="00816B77" w:rsidRPr="00BA14D2">
        <w:rPr>
          <w:rStyle w:val="libNormalChar"/>
          <w:rFonts w:hint="eastAsia"/>
          <w:rtl/>
        </w:rPr>
        <w:t>ا</w:t>
      </w:r>
      <w:r w:rsidRPr="00BA14D2">
        <w:rPr>
          <w:rStyle w:val="libNormalChar"/>
          <w:rFonts w:hint="eastAsia"/>
          <w:rtl/>
        </w:rPr>
        <w:t>تھ</w:t>
      </w:r>
      <w:r w:rsidRPr="00BA14D2">
        <w:rPr>
          <w:rStyle w:val="libNormalChar"/>
          <w:rtl/>
        </w:rPr>
        <w:t xml:space="preserve"> س</w:t>
      </w:r>
      <w:r w:rsidR="00816B77" w:rsidRPr="00BA14D2">
        <w:rPr>
          <w:rStyle w:val="libNormalChar"/>
          <w:rtl/>
        </w:rPr>
        <w:t>ا</w:t>
      </w:r>
      <w:r w:rsidRPr="00BA14D2">
        <w:rPr>
          <w:rStyle w:val="libNormalChar"/>
          <w:rtl/>
        </w:rPr>
        <w:t>تھ عورتوں سے بھ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tl/>
        </w:rPr>
        <w:t xml:space="preserve"> ب</w:t>
      </w:r>
      <w:r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eastAsia"/>
          <w:rtl/>
        </w:rPr>
        <w:t>عت</w:t>
      </w:r>
      <w:r w:rsidRPr="00BA14D2">
        <w:rPr>
          <w:rStyle w:val="libNormalChar"/>
          <w:rtl/>
        </w:rPr>
        <w:t xml:space="preserve"> ل</w:t>
      </w:r>
      <w:r w:rsidR="009B349E" w:rsidRPr="00BA14D2">
        <w:rPr>
          <w:rStyle w:val="libNormalChar"/>
          <w:rFonts w:hint="cs"/>
          <w:rtl/>
        </w:rPr>
        <w:t>ی</w:t>
      </w:r>
      <w:r w:rsidRPr="00BA14D2">
        <w:rPr>
          <w:rStyle w:val="libNormalChar"/>
          <w:rFonts w:hint="cs"/>
          <w:rtl/>
        </w:rPr>
        <w:t>ں</w:t>
      </w:r>
    </w:p>
    <w:p w:rsidR="00AD7646" w:rsidRDefault="00AD7646" w:rsidP="002315B7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315B7" w:rsidRDefault="00AD7646" w:rsidP="002315B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315B7">
        <w:rPr>
          <w:rtl/>
          <w:lang w:bidi="ar-SA"/>
        </w:rPr>
        <w:t xml:space="preserve"> جو</w:t>
      </w:r>
      <w:r w:rsidR="00816B77" w:rsidRPr="00816B77">
        <w:rPr>
          <w:rtl/>
        </w:rPr>
        <w:t>ا</w:t>
      </w:r>
      <w:r w:rsidR="002315B7">
        <w:rPr>
          <w:rtl/>
          <w:lang w:bidi="ar-SA"/>
        </w:rPr>
        <w:t xml:space="preserve">ہر </w:t>
      </w:r>
      <w:r w:rsidR="00816B77" w:rsidRPr="00816B77">
        <w:rPr>
          <w:rtl/>
        </w:rPr>
        <w:t>ا</w:t>
      </w:r>
      <w:r w:rsidR="002315B7">
        <w:rPr>
          <w:rtl/>
          <w:lang w:bidi="ar-SA"/>
        </w:rPr>
        <w:t>لکل</w:t>
      </w:r>
      <w:r w:rsidR="00816B77" w:rsidRPr="00816B77">
        <w:rPr>
          <w:rtl/>
        </w:rPr>
        <w:t>ا</w:t>
      </w:r>
      <w:r w:rsidR="002315B7">
        <w:rPr>
          <w:rtl/>
          <w:lang w:bidi="ar-SA"/>
        </w:rPr>
        <w:t>م،کت</w:t>
      </w:r>
      <w:r w:rsidR="00816B77" w:rsidRPr="00816B77">
        <w:rPr>
          <w:rtl/>
        </w:rPr>
        <w:t>ا</w:t>
      </w:r>
      <w:r w:rsidR="002315B7">
        <w:rPr>
          <w:rtl/>
          <w:lang w:bidi="ar-SA"/>
        </w:rPr>
        <w:t xml:space="preserve">ب </w:t>
      </w:r>
      <w:r w:rsidR="00816B77" w:rsidRPr="00816B77">
        <w:rPr>
          <w:rtl/>
        </w:rPr>
        <w:t>ا</w:t>
      </w:r>
      <w:r w:rsidR="002315B7">
        <w:rPr>
          <w:rtl/>
          <w:lang w:bidi="ar-SA"/>
        </w:rPr>
        <w:t>لنک</w:t>
      </w:r>
      <w:r w:rsidR="00816B77" w:rsidRPr="00816B77">
        <w:rPr>
          <w:rtl/>
        </w:rPr>
        <w:t>ا</w:t>
      </w:r>
      <w:r w:rsidR="002315B7">
        <w:rPr>
          <w:rtl/>
          <w:lang w:bidi="ar-SA"/>
        </w:rPr>
        <w:t xml:space="preserve">ح  </w:t>
      </w:r>
    </w:p>
    <w:p w:rsidR="00AD7646" w:rsidRDefault="00AD7646" w:rsidP="002315B7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2315B7" w:rsidRPr="002315B7">
        <w:rPr>
          <w:rtl/>
          <w:lang w:bidi="ar-SA"/>
        </w:rPr>
        <w:t xml:space="preserve"> </w:t>
      </w:r>
      <w:r w:rsidR="00816B77" w:rsidRPr="00816B77">
        <w:rPr>
          <w:rtl/>
        </w:rPr>
        <w:t>ا</w:t>
      </w:r>
      <w:r w:rsidR="002315B7">
        <w:rPr>
          <w:rtl/>
          <w:lang w:bidi="ar-SA"/>
        </w:rPr>
        <w:t xml:space="preserve">لممتحنہ </w:t>
      </w:r>
      <w:r w:rsidR="002315B7">
        <w:rPr>
          <w:rtl/>
          <w:lang w:bidi="fa-IR"/>
        </w:rPr>
        <w:t>۱۲</w:t>
      </w:r>
    </w:p>
    <w:p w:rsidR="00AD7646" w:rsidRPr="00AD7646" w:rsidRDefault="00AD7646" w:rsidP="00A60F54">
      <w:pPr>
        <w:pStyle w:val="libPoemTini"/>
        <w:rPr>
          <w:rtl/>
        </w:rPr>
      </w:pPr>
      <w:r w:rsidRPr="00AD7646">
        <w:rPr>
          <w:rtl/>
        </w:rPr>
        <w:br w:type="page"/>
      </w:r>
    </w:p>
    <w:p w:rsidR="005A2492" w:rsidRDefault="005A2492" w:rsidP="00C75FD7">
      <w:pPr>
        <w:pStyle w:val="Heading1"/>
        <w:rPr>
          <w:rtl/>
        </w:rPr>
      </w:pPr>
      <w:bookmarkStart w:id="241" w:name="_Toc393190666"/>
      <w:r>
        <w:rPr>
          <w:rFonts w:hint="eastAsia"/>
          <w:rtl/>
        </w:rPr>
        <w:lastRenderedPageBreak/>
        <w:t>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مح</w:t>
      </w:r>
      <w:r w:rsidR="00816B77" w:rsidRPr="00816B77">
        <w:rPr>
          <w:rtl/>
          <w:lang w:bidi="ur-PK"/>
        </w:rPr>
        <w:t>ا</w:t>
      </w:r>
      <w:r>
        <w:rPr>
          <w:rtl/>
        </w:rPr>
        <w:t>فظ ول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41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</w:t>
      </w:r>
      <w:r w:rsidR="00816B77" w:rsidRPr="00816B77">
        <w:rPr>
          <w:rtl/>
          <w:lang w:bidi="ur-PK"/>
        </w:rPr>
        <w:t>ا</w:t>
      </w:r>
      <w:r>
        <w:rPr>
          <w:rtl/>
        </w:rPr>
        <w:t>ت کے بعد خل</w:t>
      </w:r>
      <w:r w:rsidR="00816B77" w:rsidRPr="00816B77">
        <w:rPr>
          <w:rtl/>
          <w:lang w:bidi="ur-PK"/>
        </w:rPr>
        <w:t>ا</w:t>
      </w:r>
      <w:r>
        <w:rPr>
          <w:rtl/>
        </w:rPr>
        <w:t>فت عل</w:t>
      </w:r>
      <w:r>
        <w:rPr>
          <w:rFonts w:hint="cs"/>
          <w:rtl/>
        </w:rPr>
        <w:t>ی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طمہؑ ک</w:t>
      </w:r>
      <w:r>
        <w:rPr>
          <w:rFonts w:hint="cs"/>
          <w:rtl/>
        </w:rPr>
        <w:t>ی</w:t>
      </w:r>
      <w:r>
        <w:rPr>
          <w:rtl/>
        </w:rPr>
        <w:t xml:space="preserve"> دن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کوشش </w:t>
      </w:r>
      <w:r w:rsidR="00816B77" w:rsidRPr="00816B77">
        <w:rPr>
          <w:rtl/>
          <w:lang w:bidi="ur-PK"/>
        </w:rPr>
        <w:t>ا</w:t>
      </w:r>
      <w:r>
        <w:rPr>
          <w:rtl/>
        </w:rPr>
        <w:t>ور مہ</w:t>
      </w:r>
      <w:r w:rsidR="00816B77" w:rsidRPr="00816B77">
        <w:rPr>
          <w:rtl/>
          <w:lang w:bidi="ur-PK"/>
        </w:rPr>
        <w:t>ا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 w:rsidR="00816B77" w:rsidRPr="00816B77">
        <w:rPr>
          <w:rtl/>
          <w:lang w:bidi="ur-PK"/>
        </w:rPr>
        <w:t>ا</w:t>
      </w:r>
      <w:r>
        <w:rPr>
          <w:rtl/>
        </w:rPr>
        <w:t>نص</w:t>
      </w:r>
      <w:r w:rsidR="00816B77" w:rsidRPr="00816B77">
        <w:rPr>
          <w:rtl/>
          <w:lang w:bidi="ur-PK"/>
        </w:rPr>
        <w:t>ا</w:t>
      </w:r>
      <w:r>
        <w:rPr>
          <w:rtl/>
        </w:rPr>
        <w:t>ر کے درو</w:t>
      </w:r>
      <w:r w:rsidR="00816B77" w:rsidRPr="00816B77">
        <w:rPr>
          <w:rtl/>
          <w:lang w:bidi="ur-PK"/>
        </w:rPr>
        <w:t>ا</w:t>
      </w:r>
      <w:r>
        <w:rPr>
          <w:rtl/>
        </w:rPr>
        <w:t>زوں پر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D6D4F" w:rsidRPr="008D6D4F">
        <w:rPr>
          <w:rtl/>
          <w:lang w:bidi="ur-PK"/>
        </w:rPr>
        <w:t>(ع)</w:t>
      </w:r>
      <w:r>
        <w:rPr>
          <w:rtl/>
        </w:rPr>
        <w:t xml:space="preserve"> کے ہ</w:t>
      </w:r>
      <w:r w:rsidR="00816B77" w:rsidRPr="00816B77">
        <w:rPr>
          <w:rtl/>
          <w:lang w:bidi="ur-PK"/>
        </w:rPr>
        <w:t>ا</w:t>
      </w:r>
      <w:r>
        <w:rPr>
          <w:rtl/>
        </w:rPr>
        <w:t>تھوں کو تھ</w:t>
      </w:r>
      <w:r w:rsidR="00816B77" w:rsidRPr="00816B77">
        <w:rPr>
          <w:rtl/>
          <w:lang w:bidi="ur-PK"/>
        </w:rPr>
        <w:t>ا</w:t>
      </w:r>
      <w:r>
        <w:rPr>
          <w:rtl/>
        </w:rPr>
        <w:t>م کر ج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قعہ</w:t>
      </w:r>
      <w:r>
        <w:rPr>
          <w:rtl/>
        </w:rPr>
        <w:t xml:space="preserve"> فدک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حق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مق</w:t>
      </w:r>
      <w:r w:rsidR="00816B77" w:rsidRPr="00816B77">
        <w:rPr>
          <w:rtl/>
          <w:lang w:bidi="ur-PK"/>
        </w:rPr>
        <w:t>ا</w:t>
      </w:r>
      <w:r>
        <w:rPr>
          <w:rtl/>
        </w:rPr>
        <w:t>م ول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</w:t>
      </w:r>
      <w:r w:rsidR="00816B77" w:rsidRPr="00816B77">
        <w:rPr>
          <w:rtl/>
          <w:lang w:bidi="ur-PK"/>
        </w:rPr>
        <w:t>ا</w:t>
      </w:r>
      <w:r>
        <w:rPr>
          <w:rtl/>
        </w:rPr>
        <w:t>شت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محسن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مجروح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ش</w:t>
      </w:r>
      <w:r w:rsidR="00816B77" w:rsidRPr="00816B77">
        <w:rPr>
          <w:rtl/>
          <w:lang w:bidi="ur-PK"/>
        </w:rPr>
        <w:t>اا</w:t>
      </w:r>
      <w:r>
        <w:rPr>
          <w:rtl/>
        </w:rPr>
        <w:t>دت پ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علم وحکمت کے ذر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مفصّل خطب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مسجد نبو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بوبکر ، عمر </w:t>
      </w:r>
      <w:r w:rsidRPr="00816B77">
        <w:rPr>
          <w:rtl/>
          <w:lang w:bidi="ur-PK"/>
        </w:rPr>
        <w:t>ا</w:t>
      </w:r>
      <w:r w:rsidR="005A2492">
        <w:rPr>
          <w:rtl/>
        </w:rPr>
        <w:t>ور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مہ</w:t>
      </w:r>
      <w:r w:rsidRPr="00816B77">
        <w:rPr>
          <w:rtl/>
          <w:lang w:bidi="ur-PK"/>
        </w:rPr>
        <w:t>ا</w:t>
      </w:r>
      <w:r w:rsidR="005A2492">
        <w:rPr>
          <w:rtl/>
        </w:rPr>
        <w:t>جر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و </w:t>
      </w:r>
      <w:r w:rsidRPr="00816B77">
        <w:rPr>
          <w:rtl/>
          <w:lang w:bidi="ur-PK"/>
        </w:rPr>
        <w:t>ا</w:t>
      </w:r>
      <w:r w:rsidR="005A2492">
        <w:rPr>
          <w:rtl/>
        </w:rPr>
        <w:t>نص</w:t>
      </w:r>
      <w:r w:rsidRPr="00816B77">
        <w:rPr>
          <w:rtl/>
          <w:lang w:bidi="ur-PK"/>
        </w:rPr>
        <w:t>ا</w:t>
      </w:r>
      <w:r w:rsidR="005A2492">
        <w:rPr>
          <w:rtl/>
        </w:rPr>
        <w:t>ر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موجودگ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جس سے مسجد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در ود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ہلنے لگ</w:t>
      </w:r>
      <w:r w:rsidR="005A2492">
        <w:rPr>
          <w:rFonts w:hint="cs"/>
          <w:rtl/>
        </w:rPr>
        <w:t>ی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نش</w:t>
      </w:r>
      <w:r w:rsidRPr="00816B77">
        <w:rPr>
          <w:rtl/>
          <w:lang w:bidi="ur-PK"/>
        </w:rPr>
        <w:t>ا</w:t>
      </w:r>
      <w:r w:rsidR="005A2492">
        <w:rPr>
          <w:rtl/>
        </w:rPr>
        <w:t>ندہ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مختصر جملے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ں تو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کہہ سکتے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حکومت و خل</w:t>
      </w:r>
      <w:r w:rsidRPr="00816B77">
        <w:rPr>
          <w:rtl/>
          <w:lang w:bidi="ur-PK"/>
        </w:rPr>
        <w:t>ا</w:t>
      </w:r>
      <w:r w:rsidR="005A2492">
        <w:rPr>
          <w:rtl/>
        </w:rPr>
        <w:t>فت کے مسئلے کو لوگوں کے س</w:t>
      </w:r>
      <w:r w:rsidRPr="00816B77">
        <w:rPr>
          <w:rtl/>
          <w:lang w:bidi="ur-PK"/>
        </w:rPr>
        <w:t>ا</w:t>
      </w:r>
      <w:r w:rsidR="005A2492">
        <w:rPr>
          <w:rtl/>
        </w:rPr>
        <w:t>منے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کرنے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پؑ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ذ</w:t>
      </w:r>
      <w:r w:rsidRPr="00816B77">
        <w:rPr>
          <w:rtl/>
          <w:lang w:bidi="ur-PK"/>
        </w:rPr>
        <w:t>ا</w:t>
      </w:r>
      <w:r w:rsidR="005A2492">
        <w:rPr>
          <w:rtl/>
        </w:rPr>
        <w:t>ت مب</w:t>
      </w:r>
      <w:r w:rsidRPr="00816B77">
        <w:rPr>
          <w:rtl/>
          <w:lang w:bidi="ur-PK"/>
        </w:rPr>
        <w:t>ا</w:t>
      </w:r>
      <w:r w:rsidR="005A2492">
        <w:rPr>
          <w:rtl/>
        </w:rPr>
        <w:t>رکہ تھ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جنگ صف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، نہرو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</w:t>
      </w:r>
      <w:r w:rsidRPr="00816B77">
        <w:rPr>
          <w:rtl/>
          <w:lang w:bidi="ur-PK"/>
        </w:rPr>
        <w:t>ا</w:t>
      </w:r>
      <w:r w:rsidR="005A2492">
        <w:rPr>
          <w:rtl/>
        </w:rPr>
        <w:t>ور جمل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حسن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عل</w:t>
      </w:r>
      <w:r w:rsidR="005A2492">
        <w:rPr>
          <w:rFonts w:hint="cs"/>
          <w:rtl/>
        </w:rPr>
        <w:t>ی</w:t>
      </w:r>
      <w:r w:rsidR="008D6D4F" w:rsidRPr="008D6D4F">
        <w:rPr>
          <w:rtl/>
          <w:lang w:bidi="ur-PK"/>
        </w:rPr>
        <w:t>(ع)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شکل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کرد</w:t>
      </w:r>
      <w:r w:rsidRPr="00816B77">
        <w:rPr>
          <w:rtl/>
          <w:lang w:bidi="ur-PK"/>
        </w:rPr>
        <w:t>ا</w:t>
      </w:r>
      <w:r w:rsidR="005A2492">
        <w:rPr>
          <w:rtl/>
        </w:rPr>
        <w:t>ر نم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ہوت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کربل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شہد</w:t>
      </w:r>
      <w:r w:rsidR="00816B77" w:rsidRPr="00816B77">
        <w:rPr>
          <w:rtl/>
          <w:lang w:bidi="ur-PK"/>
        </w:rPr>
        <w:t>ا</w:t>
      </w:r>
      <w:r>
        <w:rPr>
          <w:rtl/>
        </w:rPr>
        <w:t>ءؑ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تح</w:t>
      </w:r>
      <w:r w:rsidR="00816B77" w:rsidRPr="00816B77">
        <w:rPr>
          <w:rtl/>
          <w:lang w:bidi="ur-PK"/>
        </w:rPr>
        <w:t>ا</w:t>
      </w:r>
      <w:r>
        <w:rPr>
          <w:rtl/>
        </w:rPr>
        <w:t>نہ کرد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نظر 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ہےکوفہ و ش</w:t>
      </w:r>
      <w:r w:rsidR="00816B77" w:rsidRPr="00816B77">
        <w:rPr>
          <w:rtl/>
          <w:lang w:bidi="ur-PK"/>
        </w:rPr>
        <w:t>ا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نہ</w:t>
      </w:r>
      <w:r>
        <w:rPr>
          <w:rtl/>
        </w:rPr>
        <w:t xml:space="preserve"> نقش نظر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 متجلّ</w:t>
      </w:r>
      <w:r>
        <w:rPr>
          <w:rFonts w:hint="cs"/>
          <w:rtl/>
        </w:rPr>
        <w:t>ی</w:t>
      </w:r>
      <w:r>
        <w:rPr>
          <w:rtl/>
        </w:rPr>
        <w:t xml:space="preserve"> ہورہ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طمة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مّ 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9B349E" w:rsidRPr="009B349E">
        <w:rPr>
          <w:rFonts w:hint="cs"/>
          <w:rtl/>
          <w:lang w:bidi="ur-PK"/>
        </w:rPr>
        <w:t>ی</w:t>
      </w:r>
      <w:r w:rsidR="008D6D4F" w:rsidRPr="008D6D4F">
        <w:rPr>
          <w:rFonts w:hint="cs"/>
          <w:rtl/>
          <w:lang w:bidi="ur-PK"/>
        </w:rPr>
        <w:t>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ں سے مر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 رس</w:t>
      </w:r>
      <w:r w:rsidR="00816B77" w:rsidRPr="00816B77">
        <w:rPr>
          <w:rtl/>
          <w:lang w:bidi="ur-PK"/>
        </w:rPr>
        <w:t>ا</w:t>
      </w:r>
      <w:r>
        <w:rPr>
          <w:rtl/>
        </w:rPr>
        <w:t>لت ک</w:t>
      </w:r>
      <w:r>
        <w:rPr>
          <w:rFonts w:hint="cs"/>
          <w:rtl/>
        </w:rPr>
        <w:t>ی</w:t>
      </w:r>
      <w:r>
        <w:rPr>
          <w:rtl/>
        </w:rPr>
        <w:t xml:space="preserve"> جڑ،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محور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 w:rsidR="00816B77" w:rsidRPr="00816B77">
        <w:rPr>
          <w:rtl/>
          <w:lang w:bidi="ur-PK"/>
        </w:rPr>
        <w:t>ا</w:t>
      </w:r>
      <w:r>
        <w:rPr>
          <w:rtl/>
        </w:rPr>
        <w:t>ت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کف</w:t>
      </w:r>
      <w:r w:rsidR="00816B77" w:rsidRPr="00816B77">
        <w:rPr>
          <w:rtl/>
          <w:lang w:bidi="ur-PK"/>
        </w:rPr>
        <w:t>ا</w:t>
      </w:r>
      <w:r>
        <w:rPr>
          <w:rtl/>
        </w:rPr>
        <w:t>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کو بے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ہونے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س دل ک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>طر خد</w:t>
      </w:r>
      <w:r w:rsidR="00816B77" w:rsidRPr="00816B77">
        <w:rPr>
          <w:rtl/>
          <w:lang w:bidi="ur-PK"/>
        </w:rPr>
        <w:t>ا</w:t>
      </w:r>
      <w:r>
        <w:rPr>
          <w:rtl/>
        </w:rPr>
        <w:t>وند متع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نے </w:t>
      </w:r>
      <w:r w:rsidR="00816B77" w:rsidRPr="00816B77">
        <w:rPr>
          <w:rtl/>
          <w:lang w:bidi="ur-PK"/>
        </w:rPr>
        <w:t>ا</w:t>
      </w:r>
      <w:r>
        <w:rPr>
          <w:rtl/>
        </w:rPr>
        <w:t>پ کو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کوثر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0B1FC0" w:rsidRPr="000B1FC0">
        <w:rPr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 w:rsidR="00816B77" w:rsidRPr="00816B77">
        <w:rPr>
          <w:rtl/>
          <w:lang w:bidi="ur-PK"/>
        </w:rPr>
        <w:t>ا</w:t>
      </w:r>
      <w:r>
        <w:rPr>
          <w:rtl/>
        </w:rPr>
        <w:t>د 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مت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ء نے تو 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محور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چ</w:t>
      </w:r>
      <w:r w:rsidR="00816B77" w:rsidRPr="00816B77">
        <w:rPr>
          <w:rtl/>
          <w:lang w:bidi="ur-PK"/>
        </w:rPr>
        <w:t>ا</w:t>
      </w:r>
      <w:r>
        <w:rPr>
          <w:rtl/>
        </w:rPr>
        <w:t>ر چ</w:t>
      </w:r>
      <w:r w:rsidR="00816B77" w:rsidRPr="00816B77">
        <w:rPr>
          <w:rtl/>
          <w:lang w:bidi="ur-PK"/>
        </w:rPr>
        <w:t>ا</w:t>
      </w:r>
      <w:r>
        <w:rPr>
          <w:rtl/>
        </w:rPr>
        <w:t>ند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جب سو</w:t>
      </w:r>
      <w:r w:rsidR="00816B77" w:rsidRPr="00816B77">
        <w:rPr>
          <w:rtl/>
          <w:lang w:bidi="ur-PK"/>
        </w:rPr>
        <w:t>ا</w:t>
      </w:r>
      <w:r>
        <w:rPr>
          <w:rtl/>
        </w:rPr>
        <w:t>ل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پنجتن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جو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 </w:t>
      </w:r>
    </w:p>
    <w:p w:rsidR="005A2492" w:rsidRDefault="005A2492" w:rsidP="00371684">
      <w:pPr>
        <w:pStyle w:val="libArabic"/>
        <w:rPr>
          <w:rtl/>
        </w:rPr>
      </w:pPr>
      <w:r w:rsidRPr="00371684">
        <w:rPr>
          <w:rFonts w:hint="cs"/>
          <w:rtl/>
        </w:rPr>
        <w:t>ه</w:t>
      </w:r>
      <w:r w:rsidRPr="00C15B30">
        <w:rPr>
          <w:rFonts w:hint="cs"/>
          <w:rtl/>
        </w:rPr>
        <w:t>م</w:t>
      </w:r>
      <w:r>
        <w:rPr>
          <w:rtl/>
        </w:rPr>
        <w:t xml:space="preserve"> ف</w:t>
      </w:r>
      <w:r w:rsidR="00CF3D62" w:rsidRPr="00CF3D62">
        <w:rPr>
          <w:rtl/>
        </w:rPr>
        <w:t>ا</w:t>
      </w:r>
      <w:r>
        <w:rPr>
          <w:rtl/>
        </w:rPr>
        <w:t xml:space="preserve">طمة و </w:t>
      </w:r>
      <w:r w:rsidR="00CF3D62" w:rsidRPr="00CF3D62">
        <w:rPr>
          <w:rtl/>
        </w:rPr>
        <w:t>ا</w:t>
      </w:r>
      <w:r>
        <w:rPr>
          <w:rtl/>
        </w:rPr>
        <w:t>بو</w:t>
      </w:r>
      <w:r w:rsidRPr="00371684">
        <w:rPr>
          <w:rFonts w:hint="cs"/>
          <w:rtl/>
        </w:rPr>
        <w:t>ه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 وبعل</w:t>
      </w:r>
      <w:r w:rsidRPr="00371684">
        <w:rPr>
          <w:rFonts w:hint="cs"/>
          <w:rtl/>
        </w:rPr>
        <w:t>ه</w:t>
      </w:r>
      <w:r w:rsidR="00CF3D62" w:rsidRPr="00CF3D62">
        <w:rPr>
          <w:rFonts w:hint="cs"/>
          <w:rtl/>
        </w:rPr>
        <w:t>ا</w:t>
      </w:r>
      <w:r w:rsidRPr="00C15B30">
        <w:rPr>
          <w:rFonts w:hint="cs"/>
          <w:rtl/>
        </w:rPr>
        <w:t xml:space="preserve"> وبنو</w:t>
      </w:r>
      <w:r w:rsidRPr="00371684">
        <w:rPr>
          <w:rFonts w:hint="cs"/>
          <w:rtl/>
        </w:rPr>
        <w:t>ه</w:t>
      </w:r>
      <w:r w:rsidR="00CF3D62" w:rsidRPr="00CF3D62">
        <w:rPr>
          <w:rFonts w:hint="cs"/>
          <w:rtl/>
        </w:rPr>
        <w:t>ا</w:t>
      </w:r>
    </w:p>
    <w:p w:rsidR="00B63B8B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ف</w:t>
      </w:r>
      <w:r w:rsidRPr="00816B77">
        <w:rPr>
          <w:rtl/>
          <w:lang w:bidi="ur-PK"/>
        </w:rPr>
        <w:t>ا</w:t>
      </w:r>
      <w:r w:rsidR="005A2492">
        <w:rPr>
          <w:rtl/>
        </w:rPr>
        <w:t>طمہ زہر</w:t>
      </w:r>
      <w:r w:rsidRPr="00816B77">
        <w:rPr>
          <w:rtl/>
          <w:lang w:bidi="ur-PK"/>
        </w:rPr>
        <w:t>ا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ہنے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کرتے ہوئے ول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فق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حکومت کے ق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ہلب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</w:p>
    <w:p w:rsidR="00B63B8B" w:rsidRDefault="00B63B8B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tl/>
          <w:lang w:bidi="ur-PK"/>
        </w:rPr>
        <w:lastRenderedPageBreak/>
        <w:t>ا</w:t>
      </w:r>
      <w:r w:rsidR="005A2492">
        <w:rPr>
          <w:rtl/>
        </w:rPr>
        <w:t>طہ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8D6D4F" w:rsidRPr="008D6D4F">
        <w:rPr>
          <w:rtl/>
          <w:lang w:bidi="ur-PK"/>
        </w:rPr>
        <w:t>(ع)</w:t>
      </w:r>
      <w:r w:rsidR="005A2492">
        <w:rPr>
          <w:rtl/>
        </w:rPr>
        <w:t xml:space="preserve"> کے فر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مع</w:t>
      </w:r>
      <w:r w:rsidRPr="00816B77">
        <w:rPr>
          <w:rtl/>
          <w:lang w:bidi="ur-PK"/>
        </w:rPr>
        <w:t>ا</w:t>
      </w:r>
      <w:r w:rsidR="005A2492">
        <w:rPr>
          <w:rtl/>
        </w:rPr>
        <w:t>شرے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</w:t>
      </w:r>
      <w:r w:rsidRPr="00816B77">
        <w:rPr>
          <w:rtl/>
          <w:lang w:bidi="ur-PK"/>
        </w:rPr>
        <w:t>ا</w:t>
      </w:r>
      <w:r w:rsidR="005A2492">
        <w:rPr>
          <w:rtl/>
        </w:rPr>
        <w:t>م کرنے کے لئے بڑ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ہم کرد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ہےجنہوں نے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عز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زوں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جگر پ</w:t>
      </w:r>
      <w:r w:rsidRPr="00816B77">
        <w:rPr>
          <w:rtl/>
          <w:lang w:bidi="ur-PK"/>
        </w:rPr>
        <w:t>ا</w:t>
      </w:r>
      <w:r w:rsidR="005A2492">
        <w:rPr>
          <w:rtl/>
        </w:rPr>
        <w:t>روں کو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جنگ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جنے</w:t>
      </w:r>
      <w:r w:rsidR="005A2492">
        <w:rPr>
          <w:rtl/>
        </w:rPr>
        <w:t xml:space="preserve">  سے کبھ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tl/>
        </w:rPr>
        <w:t>ں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نہوں نے درسگ</w:t>
      </w:r>
      <w:r w:rsidRPr="00816B77">
        <w:rPr>
          <w:rtl/>
          <w:lang w:bidi="ur-PK"/>
        </w:rPr>
        <w:t>ا</w:t>
      </w:r>
      <w:r w:rsidR="005A2492">
        <w:rPr>
          <w:rtl/>
        </w:rPr>
        <w:t>ہ حضرت زہر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>سے سبق ح</w:t>
      </w:r>
      <w:r w:rsidRPr="00816B77">
        <w:rPr>
          <w:rtl/>
          <w:lang w:bidi="ur-PK"/>
        </w:rPr>
        <w:t>ا</w:t>
      </w:r>
      <w:r w:rsidR="005A2492">
        <w:rPr>
          <w:rtl/>
        </w:rPr>
        <w:t>صل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تھ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ور جس نے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ہو</w:t>
      </w:r>
      <w:r w:rsidRPr="00816B77">
        <w:rPr>
          <w:rtl/>
          <w:lang w:bidi="ur-PK"/>
        </w:rPr>
        <w:t>ا</w:t>
      </w:r>
    </w:p>
    <w:p w:rsidR="005A2492" w:rsidRDefault="00816B77" w:rsidP="008D6D4F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نقل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کھ</w:t>
      </w:r>
      <w:r w:rsidR="005A2492">
        <w:rPr>
          <w:rtl/>
        </w:rPr>
        <w:t xml:space="preserve"> 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بت شکن</w:t>
      </w:r>
      <w:r w:rsidR="008D6D4F" w:rsidRPr="008D6D4F">
        <w:rPr>
          <w:rtl/>
          <w:lang w:bidi="ur-PK"/>
        </w:rPr>
        <w:t>(رح)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شکل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نظر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جس نے سب سے پہلے ول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رہبر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وہ 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طمہ </w:t>
      </w:r>
      <w:r w:rsidR="00885B05" w:rsidRPr="00885B05">
        <w:rPr>
          <w:rtl/>
          <w:lang w:bidi="ur-PK"/>
        </w:rPr>
        <w:t>(س)</w:t>
      </w:r>
      <w:r w:rsidR="005A2492">
        <w:rPr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ذ</w:t>
      </w:r>
      <w:r w:rsidRPr="00816B77">
        <w:rPr>
          <w:rtl/>
          <w:lang w:bidi="ur-PK"/>
        </w:rPr>
        <w:t>ا</w:t>
      </w:r>
      <w:r w:rsidR="005A2492">
        <w:rPr>
          <w:rtl/>
        </w:rPr>
        <w:t>ت تھ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نعرہ تھ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کہ ول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فق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ہل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حکومت ق</w:t>
      </w:r>
      <w:r w:rsidRPr="00816B77">
        <w:rPr>
          <w:rtl/>
          <w:lang w:bidi="ur-PK"/>
        </w:rPr>
        <w:t>ا</w:t>
      </w:r>
      <w:r w:rsidR="005A2492">
        <w:rPr>
          <w:rtl/>
        </w:rPr>
        <w:t>ئم ہون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ہئے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بفضل </w:t>
      </w:r>
      <w:r w:rsidRPr="00816B77">
        <w:rPr>
          <w:rtl/>
          <w:lang w:bidi="ur-PK"/>
        </w:rPr>
        <w:t>ا</w:t>
      </w:r>
      <w:r w:rsidR="005A2492">
        <w:rPr>
          <w:rtl/>
        </w:rPr>
        <w:t>لٰ</w:t>
      </w:r>
      <w:r w:rsidR="005A2492">
        <w:rPr>
          <w:rFonts w:hint="eastAsia"/>
          <w:rtl/>
        </w:rPr>
        <w:t>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</w:t>
      </w:r>
      <w:r w:rsidRPr="00816B77">
        <w:rPr>
          <w:rtl/>
          <w:lang w:bidi="ur-PK"/>
        </w:rPr>
        <w:t>ا</w:t>
      </w:r>
      <w:r w:rsidR="005A2492">
        <w:rPr>
          <w:rtl/>
        </w:rPr>
        <w:t>ئم ہوئ</w:t>
      </w:r>
      <w:r w:rsidR="005A2492">
        <w:rPr>
          <w:rFonts w:hint="cs"/>
          <w:rtl/>
        </w:rPr>
        <w:t>ی</w:t>
      </w:r>
      <w:r w:rsidR="005A2492">
        <w:rPr>
          <w:rtl/>
        </w:rPr>
        <w:t>خد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یٰ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</w:t>
      </w:r>
      <w:r w:rsidRPr="00816B77">
        <w:rPr>
          <w:rtl/>
          <w:lang w:bidi="ur-PK"/>
        </w:rPr>
        <w:t>ا</w:t>
      </w:r>
      <w:r w:rsidR="005A2492">
        <w:rPr>
          <w:rtl/>
        </w:rPr>
        <w:t>نقل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کو  </w:t>
      </w:r>
      <w:r w:rsidRPr="00816B77">
        <w:rPr>
          <w:rtl/>
          <w:lang w:bidi="ur-PK"/>
        </w:rPr>
        <w:t>ا</w:t>
      </w:r>
      <w:r w:rsidR="005A2492">
        <w:rPr>
          <w:rtl/>
        </w:rPr>
        <w:t>نقل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Pr="00816B77">
        <w:rPr>
          <w:rtl/>
          <w:lang w:bidi="ur-PK"/>
        </w:rPr>
        <w:t>ا</w:t>
      </w:r>
      <w:r w:rsidR="005A2492">
        <w:rPr>
          <w:rtl/>
        </w:rPr>
        <w:t>م زم</w:t>
      </w:r>
      <w:r w:rsidRPr="00816B77">
        <w:rPr>
          <w:rtl/>
          <w:lang w:bidi="ur-PK"/>
        </w:rPr>
        <w:t>ا</w:t>
      </w:r>
      <w:r w:rsidR="005A2492">
        <w:rPr>
          <w:rtl/>
        </w:rPr>
        <w:t>ن(عج) سے مل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دے 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ہم سب کو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کے </w:t>
      </w:r>
      <w:r w:rsidRPr="00816B77">
        <w:rPr>
          <w:rtl/>
          <w:lang w:bidi="ur-PK"/>
        </w:rPr>
        <w:t>ا</w:t>
      </w:r>
      <w:r w:rsidR="005A2492">
        <w:rPr>
          <w:rtl/>
        </w:rPr>
        <w:t>عو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و </w:t>
      </w:r>
      <w:r w:rsidRPr="00816B77">
        <w:rPr>
          <w:rtl/>
          <w:lang w:bidi="ur-PK"/>
        </w:rPr>
        <w:t>ا</w:t>
      </w:r>
      <w:r w:rsidR="005A2492">
        <w:rPr>
          <w:rtl/>
        </w:rPr>
        <w:t>نص</w:t>
      </w:r>
      <w:r w:rsidRPr="00816B77">
        <w:rPr>
          <w:rtl/>
          <w:lang w:bidi="ur-PK"/>
        </w:rPr>
        <w:t>ا</w:t>
      </w:r>
      <w:r w:rsidR="005A2492">
        <w:rPr>
          <w:rtl/>
        </w:rPr>
        <w:t>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شم</w:t>
      </w:r>
      <w:r w:rsidRPr="00816B77">
        <w:rPr>
          <w:rtl/>
          <w:lang w:bidi="ur-PK"/>
        </w:rPr>
        <w:t>ا</w:t>
      </w:r>
      <w:r w:rsidR="005A2492">
        <w:rPr>
          <w:rtl/>
        </w:rPr>
        <w:t>ر فرم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ے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رک</w:t>
      </w:r>
      <w:r w:rsidRPr="00816B77">
        <w:rPr>
          <w:rtl/>
          <w:lang w:bidi="ur-PK"/>
        </w:rPr>
        <w:t>ا</w:t>
      </w:r>
      <w:r w:rsidR="005A2492">
        <w:rPr>
          <w:rtl/>
        </w:rPr>
        <w:t>ب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شہ</w:t>
      </w:r>
      <w:r w:rsidRPr="00816B77">
        <w:rPr>
          <w:rtl/>
          <w:lang w:bidi="ur-PK"/>
        </w:rPr>
        <w:t>ا</w:t>
      </w:r>
      <w:r w:rsidR="005A2492">
        <w:rPr>
          <w:rtl/>
        </w:rPr>
        <w:t>دت نص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ے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</w:p>
    <w:p w:rsidR="005A2492" w:rsidRDefault="00816B77" w:rsidP="008D6D4F">
      <w:pPr>
        <w:pStyle w:val="Heading1"/>
        <w:rPr>
          <w:rtl/>
        </w:rPr>
      </w:pPr>
      <w:bookmarkStart w:id="242" w:name="_Toc393190667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کےس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مس</w:t>
      </w:r>
      <w:r w:rsidRPr="00816B77">
        <w:rPr>
          <w:rtl/>
          <w:lang w:bidi="ur-PK"/>
        </w:rPr>
        <w:t>ا</w:t>
      </w:r>
      <w:r w:rsidR="005A2492">
        <w:rPr>
          <w:rtl/>
        </w:rPr>
        <w:t>ئل</w:t>
      </w:r>
      <w:bookmarkEnd w:id="242"/>
    </w:p>
    <w:p w:rsidR="005A2492" w:rsidRDefault="00816B77" w:rsidP="008D6D4F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>ہئے کہ ملک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تقد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بدلنے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قو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مرد وعورت دونوں کے مف</w:t>
      </w:r>
      <w:r w:rsidRPr="00816B77">
        <w:rPr>
          <w:rtl/>
          <w:lang w:bidi="ur-PK"/>
        </w:rPr>
        <w:t>ا</w:t>
      </w:r>
      <w:r w:rsidR="005A2492">
        <w:rPr>
          <w:rtl/>
        </w:rPr>
        <w:t>د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ہم چ</w:t>
      </w:r>
      <w:r w:rsidRPr="00816B77">
        <w:rPr>
          <w:rtl/>
          <w:lang w:bidi="ur-PK"/>
        </w:rPr>
        <w:t>ا</w:t>
      </w:r>
      <w:r w:rsidR="005A2492">
        <w:rPr>
          <w:rtl/>
        </w:rPr>
        <w:t>ہتے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کے عظ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مرتبہ پر ف</w:t>
      </w:r>
      <w:r w:rsidRPr="00816B77">
        <w:rPr>
          <w:rtl/>
          <w:lang w:bidi="ur-PK"/>
        </w:rPr>
        <w:t>ا</w:t>
      </w:r>
      <w:r w:rsidR="005A2492">
        <w:rPr>
          <w:rtl/>
        </w:rPr>
        <w:t>ئزہوں</w:t>
      </w:r>
      <w:r w:rsidRPr="00816B77">
        <w:rPr>
          <w:rtl/>
          <w:lang w:bidi="ur-PK"/>
        </w:rPr>
        <w:t>ا</w:t>
      </w:r>
      <w:r w:rsidR="005A2492">
        <w:rPr>
          <w:rtl/>
        </w:rPr>
        <w:t>پ 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رے </w:t>
      </w:r>
      <w:r w:rsidRPr="00816B77">
        <w:rPr>
          <w:rtl/>
          <w:lang w:bidi="ur-PK"/>
        </w:rPr>
        <w:t>ا</w:t>
      </w:r>
      <w:r w:rsidR="005A2492">
        <w:rPr>
          <w:rtl/>
        </w:rPr>
        <w:t>نقل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 </w:t>
      </w:r>
      <w:r w:rsidRPr="00816B77">
        <w:rPr>
          <w:rtl/>
          <w:lang w:bidi="ur-PK"/>
        </w:rPr>
        <w:t>ا</w:t>
      </w:r>
      <w:r w:rsidR="005A2492">
        <w:rPr>
          <w:rtl/>
        </w:rPr>
        <w:t>ور تحر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رہنم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ہم </w:t>
      </w:r>
      <w:r w:rsidRPr="00816B77">
        <w:rPr>
          <w:rtl/>
          <w:lang w:bidi="ur-PK"/>
        </w:rPr>
        <w:t>ا</w:t>
      </w:r>
      <w:r w:rsidR="005A2492">
        <w:rPr>
          <w:rtl/>
        </w:rPr>
        <w:t>ن کے س</w:t>
      </w:r>
      <w:r w:rsidRPr="00816B77">
        <w:rPr>
          <w:rtl/>
          <w:lang w:bidi="ur-PK"/>
        </w:rPr>
        <w:t>ا</w:t>
      </w:r>
      <w:r w:rsidR="005A2492">
        <w:rPr>
          <w:rtl/>
        </w:rPr>
        <w:t>تھ س</w:t>
      </w:r>
      <w:r w:rsidRPr="00816B77">
        <w:rPr>
          <w:rtl/>
          <w:lang w:bidi="ur-PK"/>
        </w:rPr>
        <w:t>ا</w:t>
      </w:r>
      <w:r w:rsidR="005A2492">
        <w:rPr>
          <w:rtl/>
        </w:rPr>
        <w:t>تھ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رہبر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قبول کرت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ہوں</w:t>
      </w:r>
      <w:r w:rsidR="00B63B8B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رہبر</w:t>
      </w:r>
      <w:r>
        <w:rPr>
          <w:rtl/>
        </w:rPr>
        <w:t xml:space="preserve"> معظم حضرت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للہ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منہ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tl/>
        </w:rPr>
        <w:t>(مدظلہ) 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نقل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ک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 ہے</w:t>
      </w:r>
      <w:r w:rsidR="00816B77" w:rsidRPr="00816B77">
        <w:rPr>
          <w:rtl/>
          <w:lang w:bidi="ur-PK"/>
        </w:rPr>
        <w:t>ا</w:t>
      </w:r>
      <w:r>
        <w:rPr>
          <w:rtl/>
        </w:rPr>
        <w:t>گر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نقل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ک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نہ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نہ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من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پڑ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B63B8B" w:rsidRPr="007741D8">
        <w:rPr>
          <w:rStyle w:val="libFootnotenumChar"/>
          <w:rFonts w:hint="cs"/>
          <w:rtl/>
        </w:rPr>
        <w:t>(2)</w:t>
      </w:r>
    </w:p>
    <w:p w:rsidR="00B63B8B" w:rsidRDefault="00B63B8B" w:rsidP="002315B7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315B7" w:rsidRDefault="00B63B8B" w:rsidP="002315B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2315B7">
        <w:rPr>
          <w:rtl/>
          <w:lang w:bidi="ar-SA"/>
        </w:rPr>
        <w:t xml:space="preserve"> صح</w:t>
      </w:r>
      <w:r w:rsidR="002315B7">
        <w:rPr>
          <w:rFonts w:hint="cs"/>
          <w:rtl/>
          <w:lang w:bidi="ar-SA"/>
        </w:rPr>
        <w:t>ی</w:t>
      </w:r>
      <w:r w:rsidR="002315B7">
        <w:rPr>
          <w:rFonts w:hint="eastAsia"/>
          <w:rtl/>
          <w:lang w:bidi="ar-SA"/>
        </w:rPr>
        <w:t>فہ</w:t>
      </w:r>
      <w:r w:rsidR="002315B7">
        <w:rPr>
          <w:rtl/>
          <w:lang w:bidi="ar-SA"/>
        </w:rPr>
        <w:t xml:space="preserve"> نور،ج</w:t>
      </w:r>
      <w:r w:rsidR="00C15B30" w:rsidRPr="00C15B30">
        <w:rPr>
          <w:rFonts w:hint="cs"/>
          <w:rtl/>
        </w:rPr>
        <w:t>6</w:t>
      </w:r>
      <w:r w:rsidR="002315B7" w:rsidRPr="00816B77">
        <w:rPr>
          <w:rFonts w:hint="cs"/>
          <w:rtl/>
        </w:rPr>
        <w:t>،ص</w:t>
      </w:r>
      <w:r w:rsidR="00C15B30" w:rsidRPr="00C15B30">
        <w:rPr>
          <w:rFonts w:hint="cs"/>
          <w:rtl/>
        </w:rPr>
        <w:t>85</w:t>
      </w:r>
    </w:p>
    <w:p w:rsidR="002315B7" w:rsidRDefault="00B63B8B" w:rsidP="00515F47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2315B7">
        <w:rPr>
          <w:rtl/>
          <w:lang w:bidi="ar-SA"/>
        </w:rPr>
        <w:t xml:space="preserve"> روزن</w:t>
      </w:r>
      <w:r w:rsidR="00816B77" w:rsidRPr="00816B77">
        <w:rPr>
          <w:rtl/>
        </w:rPr>
        <w:t>ا</w:t>
      </w:r>
      <w:r w:rsidR="002315B7">
        <w:rPr>
          <w:rtl/>
          <w:lang w:bidi="ar-SA"/>
        </w:rPr>
        <w:t xml:space="preserve">مہ قدس، </w:t>
      </w:r>
      <w:r w:rsidR="00C15B30" w:rsidRPr="00C15B30">
        <w:rPr>
          <w:rFonts w:hint="cs"/>
          <w:rtl/>
        </w:rPr>
        <w:t>27</w:t>
      </w:r>
      <w:r w:rsidR="002315B7" w:rsidRPr="00816B77">
        <w:rPr>
          <w:rFonts w:hint="cs"/>
          <w:rtl/>
        </w:rPr>
        <w:t xml:space="preserve"> شھر</w:t>
      </w:r>
      <w:r w:rsidR="002315B7">
        <w:rPr>
          <w:rFonts w:hint="cs"/>
          <w:rtl/>
          <w:lang w:bidi="ar-SA"/>
        </w:rPr>
        <w:t>ی</w:t>
      </w:r>
      <w:r w:rsidR="002315B7">
        <w:rPr>
          <w:rFonts w:hint="eastAsia"/>
          <w:rtl/>
          <w:lang w:bidi="ar-SA"/>
        </w:rPr>
        <w:t>ور</w:t>
      </w:r>
      <w:r w:rsidR="002315B7">
        <w:rPr>
          <w:rtl/>
          <w:lang w:bidi="ar-SA"/>
        </w:rPr>
        <w:t xml:space="preserve"> </w:t>
      </w:r>
      <w:r w:rsidR="00C15B30" w:rsidRPr="00C15B30">
        <w:rPr>
          <w:rFonts w:hint="cs"/>
          <w:rtl/>
        </w:rPr>
        <w:t>1371</w:t>
      </w:r>
      <w:r w:rsidR="002315B7" w:rsidRPr="00816B77">
        <w:rPr>
          <w:rFonts w:hint="cs"/>
          <w:rtl/>
        </w:rPr>
        <w:t>ش</w:t>
      </w:r>
    </w:p>
    <w:p w:rsidR="00B63B8B" w:rsidRDefault="00B63B8B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C75FD7">
      <w:pPr>
        <w:pStyle w:val="Heading1"/>
        <w:rPr>
          <w:rtl/>
        </w:rPr>
      </w:pPr>
      <w:bookmarkStart w:id="243" w:name="_Toc393190668"/>
      <w:r>
        <w:rPr>
          <w:rFonts w:hint="eastAsia"/>
          <w:rtl/>
        </w:rPr>
        <w:lastRenderedPageBreak/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tl/>
        </w:rPr>
        <w:t>قتص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حقوق</w:t>
      </w:r>
      <w:bookmarkEnd w:id="243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جس قدر مردوں کو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دولت </w:t>
      </w:r>
      <w:r w:rsidRPr="00816B77">
        <w:rPr>
          <w:rtl/>
          <w:lang w:bidi="ur-PK"/>
        </w:rPr>
        <w:t>ا</w:t>
      </w:r>
      <w:r w:rsidR="005A2492">
        <w:rPr>
          <w:rtl/>
        </w:rPr>
        <w:t>ور ثروت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حق تصرف 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Pr="00816B77">
        <w:rPr>
          <w:rtl/>
          <w:lang w:bidi="ur-PK"/>
        </w:rPr>
        <w:t>ا</w:t>
      </w:r>
      <w:r w:rsidR="005A2492">
        <w:rPr>
          <w:rtl/>
        </w:rPr>
        <w:t>لک ہونے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مکمل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ہےچن</w:t>
      </w:r>
      <w:r w:rsidRPr="00816B77">
        <w:rPr>
          <w:rtl/>
          <w:lang w:bidi="ur-PK"/>
        </w:rPr>
        <w:t>ا</w:t>
      </w:r>
      <w:r w:rsidR="005A2492">
        <w:rPr>
          <w:rtl/>
        </w:rPr>
        <w:t>نچہ قر</w:t>
      </w:r>
      <w:r w:rsidRPr="00816B77">
        <w:rPr>
          <w:rtl/>
          <w:lang w:bidi="ur-PK"/>
        </w:rPr>
        <w:t>ا</w:t>
      </w:r>
      <w:r w:rsidR="005A2492">
        <w:rPr>
          <w:rtl/>
        </w:rPr>
        <w:t>ن مج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صر</w:t>
      </w:r>
      <w:r w:rsidRPr="00816B77">
        <w:rPr>
          <w:rtl/>
          <w:lang w:bidi="ur-PK"/>
        </w:rPr>
        <w:t>ا</w:t>
      </w:r>
      <w:r w:rsidR="005A2492">
        <w:rPr>
          <w:rtl/>
        </w:rPr>
        <w:t>حت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ہے: </w:t>
      </w:r>
    </w:p>
    <w:p w:rsidR="005A2492" w:rsidRDefault="005A2492" w:rsidP="00B63B8B">
      <w:pPr>
        <w:pStyle w:val="libAie"/>
        <w:rPr>
          <w:rtl/>
        </w:rPr>
      </w:pPr>
      <w:r>
        <w:rPr>
          <w:rFonts w:hint="eastAsia"/>
          <w:rtl/>
        </w:rPr>
        <w:t>لِلرِّج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لِ</w:t>
      </w:r>
      <w:r>
        <w:rPr>
          <w:rtl/>
        </w:rPr>
        <w:t xml:space="preserve"> نَصِ</w:t>
      </w:r>
      <w:r w:rsidRPr="00371684">
        <w:rPr>
          <w:rFonts w:hint="cs"/>
          <w:rtl/>
        </w:rPr>
        <w:t>ي</w:t>
      </w:r>
      <w:r w:rsidRPr="00051BD5">
        <w:rPr>
          <w:rFonts w:hint="cs"/>
          <w:rtl/>
        </w:rPr>
        <w:t>بٌ مِمَّ</w:t>
      </w:r>
      <w:r w:rsidR="00CF3D62" w:rsidRPr="00CF3D62">
        <w:rPr>
          <w:rFonts w:hint="cs"/>
          <w:rtl/>
        </w:rPr>
        <w:t>ا</w:t>
      </w:r>
      <w:r w:rsidRPr="00051BD5"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كْ</w:t>
      </w:r>
      <w:r w:rsidRPr="00051BD5">
        <w:rPr>
          <w:rFonts w:hint="cs"/>
          <w:rtl/>
        </w:rPr>
        <w:t>تَسَبُو</w:t>
      </w:r>
      <w:r w:rsidR="00CF3D62" w:rsidRPr="00CF3D62">
        <w:rPr>
          <w:rFonts w:hint="cs"/>
          <w:rtl/>
        </w:rPr>
        <w:t>ا</w:t>
      </w:r>
      <w:r w:rsidRPr="00051BD5">
        <w:rPr>
          <w:rFonts w:hint="cs"/>
          <w:rtl/>
        </w:rPr>
        <w:t xml:space="preserve"> </w:t>
      </w:r>
      <w:r>
        <w:rPr>
          <w:rtl/>
        </w:rPr>
        <w:t>وَ لِلنِّس</w:t>
      </w:r>
      <w:r w:rsidR="00CF3D62" w:rsidRPr="00CF3D62">
        <w:rPr>
          <w:rtl/>
        </w:rPr>
        <w:t>ا</w:t>
      </w:r>
      <w:r>
        <w:rPr>
          <w:rtl/>
        </w:rPr>
        <w:t>ءِ نَصِ</w:t>
      </w:r>
      <w:r w:rsidRPr="00371684">
        <w:rPr>
          <w:rFonts w:hint="cs"/>
          <w:rtl/>
        </w:rPr>
        <w:t>ي</w:t>
      </w:r>
      <w:r w:rsidRPr="00051BD5">
        <w:rPr>
          <w:rFonts w:hint="cs"/>
          <w:rtl/>
        </w:rPr>
        <w:t>بٌ</w:t>
      </w:r>
      <w:r w:rsidRPr="00371684">
        <w:rPr>
          <w:rFonts w:hint="cs"/>
          <w:rtl/>
        </w:rPr>
        <w:t>‏</w:t>
      </w:r>
      <w:r w:rsidRPr="00051BD5">
        <w:rPr>
          <w:rFonts w:hint="cs"/>
          <w:rtl/>
        </w:rPr>
        <w:t xml:space="preserve"> مِمَّ</w:t>
      </w:r>
      <w:r w:rsidR="00CF3D62" w:rsidRPr="00CF3D62">
        <w:rPr>
          <w:rFonts w:hint="cs"/>
          <w:rtl/>
        </w:rPr>
        <w:t>ا</w:t>
      </w:r>
      <w:r w:rsidRPr="00051BD5"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كْ</w:t>
      </w:r>
      <w:r w:rsidRPr="00051BD5">
        <w:rPr>
          <w:rFonts w:hint="cs"/>
          <w:rtl/>
        </w:rPr>
        <w:t>تَسَب</w:t>
      </w:r>
      <w:r w:rsidRPr="00371684">
        <w:rPr>
          <w:rFonts w:hint="cs"/>
          <w:rtl/>
        </w:rPr>
        <w:t>ْ</w:t>
      </w:r>
      <w:r w:rsidRPr="00051BD5">
        <w:rPr>
          <w:rFonts w:hint="cs"/>
          <w:rtl/>
        </w:rPr>
        <w:t>ن</w:t>
      </w:r>
      <w:r w:rsidRPr="00371684">
        <w:rPr>
          <w:rFonts w:hint="cs"/>
          <w:rtl/>
        </w:rPr>
        <w:t>‏</w:t>
      </w:r>
      <w:r w:rsidR="00B63B8B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شوہر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ورکوحق تصرف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عورت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م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کرنے سے روک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A2492" w:rsidRDefault="005A2492" w:rsidP="00B63B8B">
      <w:pPr>
        <w:pStyle w:val="libAie"/>
        <w:rPr>
          <w:rtl/>
        </w:rPr>
      </w:pPr>
      <w:r>
        <w:rPr>
          <w:rFonts w:hint="eastAsia"/>
          <w:rtl/>
        </w:rPr>
        <w:t>لَ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tl/>
        </w:rPr>
        <w:t xml:space="preserve"> مَ</w:t>
      </w:r>
      <w:r w:rsidR="00CF3D62" w:rsidRPr="00CF3D62">
        <w:rPr>
          <w:rtl/>
        </w:rPr>
        <w:t>ا</w:t>
      </w:r>
      <w:r>
        <w:rPr>
          <w:rtl/>
        </w:rPr>
        <w:t xml:space="preserve">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َسَبَت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وَعَلَ</w:t>
      </w:r>
      <w:r w:rsidRPr="00371684">
        <w:rPr>
          <w:rFonts w:hint="cs"/>
          <w:rtl/>
        </w:rPr>
        <w:t>يْه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كْ</w:t>
      </w:r>
      <w:r>
        <w:rPr>
          <w:rFonts w:hint="cs"/>
          <w:rtl/>
        </w:rPr>
        <w:t>تَسَبَت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B63B8B" w:rsidRPr="007741D8">
        <w:rPr>
          <w:rStyle w:val="libFootnotenumChar"/>
          <w:rFonts w:hint="cs"/>
          <w:rtl/>
        </w:rPr>
        <w:t>(2)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حق ہے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ہرمرد وعورت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tl/>
        </w:rPr>
        <w:t>مو</w:t>
      </w:r>
      <w:r w:rsidR="00816B77" w:rsidRPr="00816B77">
        <w:rPr>
          <w:rtl/>
          <w:lang w:bidi="ur-PK"/>
        </w:rPr>
        <w:t>ا</w:t>
      </w:r>
      <w:r>
        <w:rPr>
          <w:rtl/>
        </w:rPr>
        <w:t>ل پر خودحق تصرف رکھت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ہےعورت بھ</w:t>
      </w:r>
      <w:r>
        <w:rPr>
          <w:rFonts w:hint="cs"/>
          <w:rtl/>
        </w:rPr>
        <w:t>ی</w:t>
      </w:r>
      <w:r>
        <w:rPr>
          <w:rtl/>
        </w:rPr>
        <w:t xml:space="preserve"> مشروع </w:t>
      </w:r>
      <w:r w:rsidR="00816B77" w:rsidRPr="00816B77">
        <w:rPr>
          <w:rtl/>
          <w:lang w:bidi="ur-PK"/>
        </w:rPr>
        <w:t>ا</w:t>
      </w:r>
      <w:r>
        <w:rPr>
          <w:rtl/>
        </w:rPr>
        <w:t>ور ج</w:t>
      </w:r>
      <w:r w:rsidR="00816B77" w:rsidRPr="00816B77">
        <w:rPr>
          <w:rtl/>
          <w:lang w:bidi="ur-PK"/>
        </w:rPr>
        <w:t>ا</w:t>
      </w:r>
      <w:r>
        <w:rPr>
          <w:rtl/>
        </w:rPr>
        <w:t>ئزتج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رت </w:t>
      </w:r>
      <w:r w:rsidR="00816B77" w:rsidRPr="00816B77">
        <w:rPr>
          <w:rtl/>
          <w:lang w:bidi="ur-PK"/>
        </w:rPr>
        <w:t>ا</w:t>
      </w:r>
      <w:r>
        <w:rPr>
          <w:rtl/>
        </w:rPr>
        <w:t>ور کسب وک</w:t>
      </w:r>
      <w:r w:rsidR="00816B77" w:rsidRPr="00816B77">
        <w:rPr>
          <w:rtl/>
          <w:lang w:bidi="ur-PK"/>
        </w:rPr>
        <w:t>ا</w:t>
      </w:r>
      <w:r>
        <w:rPr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 ہےحت</w:t>
      </w:r>
      <w:r>
        <w:rPr>
          <w:rFonts w:hint="cs"/>
          <w:rtl/>
        </w:rPr>
        <w:t>ی</w:t>
      </w:r>
      <w:r>
        <w:rPr>
          <w:rtl/>
        </w:rPr>
        <w:t xml:space="preserve"> بعض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ستعد</w:t>
      </w:r>
      <w:r w:rsidR="00816B77" w:rsidRPr="00816B77">
        <w:rPr>
          <w:rtl/>
          <w:lang w:bidi="ur-PK"/>
        </w:rPr>
        <w:t>ا</w:t>
      </w:r>
      <w:r>
        <w:rPr>
          <w:rtl/>
        </w:rPr>
        <w:t>د کے لئے من</w:t>
      </w:r>
      <w:r w:rsidR="00816B77" w:rsidRPr="00816B77">
        <w:rPr>
          <w:rtl/>
          <w:lang w:bidi="ur-PK"/>
        </w:rPr>
        <w:t>ا</w:t>
      </w:r>
      <w:r>
        <w:rPr>
          <w:rtl/>
        </w:rPr>
        <w:t>سب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 شر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ئط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ں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تر ہ</w:t>
      </w:r>
      <w:r>
        <w:rPr>
          <w:rFonts w:hint="eastAsia"/>
          <w:rtl/>
        </w:rPr>
        <w:t>ے</w:t>
      </w:r>
    </w:p>
    <w:p w:rsidR="005A2492" w:rsidRDefault="005A2492" w:rsidP="00C75FD7">
      <w:pPr>
        <w:pStyle w:val="Heading1"/>
        <w:rPr>
          <w:rtl/>
        </w:rPr>
      </w:pPr>
      <w:bookmarkStart w:id="244" w:name="_Toc393190669"/>
      <w:r>
        <w:rPr>
          <w:rFonts w:hint="eastAsia"/>
          <w:rtl/>
        </w:rPr>
        <w:t>ملک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bookmarkEnd w:id="244"/>
    </w:p>
    <w:p w:rsidR="005A2492" w:rsidRDefault="00816B77" w:rsidP="008D6D4F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8D6D4F">
        <w:rPr>
          <w:rFonts w:hint="cs"/>
          <w:rtl/>
        </w:rPr>
        <w:t xml:space="preserve"> </w:t>
      </w:r>
      <w:r w:rsidR="005A2492">
        <w:rPr>
          <w:rtl/>
        </w:rPr>
        <w:t>فرم</w:t>
      </w:r>
      <w:r w:rsidRPr="00816B77">
        <w:rPr>
          <w:rtl/>
          <w:lang w:bidi="ur-PK"/>
        </w:rPr>
        <w:t>ا</w:t>
      </w:r>
      <w:r w:rsidR="005A2492">
        <w:rPr>
          <w:rtl/>
        </w:rPr>
        <w:t>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ملک س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بڑ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کرد</w:t>
      </w:r>
      <w:r w:rsidRPr="00816B77">
        <w:rPr>
          <w:rtl/>
          <w:lang w:bidi="ur-PK"/>
        </w:rPr>
        <w:t>ا</w:t>
      </w:r>
      <w:r w:rsidR="005A2492">
        <w:rPr>
          <w:rtl/>
        </w:rPr>
        <w:t>ر 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ہےجب 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نک</w:t>
      </w:r>
      <w:r w:rsidRPr="00816B77">
        <w:rPr>
          <w:rtl/>
          <w:lang w:bidi="ur-PK"/>
        </w:rPr>
        <w:t>ا</w:t>
      </w:r>
      <w:r w:rsidR="005A2492">
        <w:rPr>
          <w:rtl/>
        </w:rPr>
        <w:t>ل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تقر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فرم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: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ے 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کے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و حضر</w:t>
      </w:r>
      <w:r w:rsidRPr="00816B77">
        <w:rPr>
          <w:rtl/>
          <w:lang w:bidi="ur-PK"/>
        </w:rPr>
        <w:t>ا</w:t>
      </w:r>
      <w:r w:rsidR="005A2492">
        <w:rPr>
          <w:rtl/>
        </w:rPr>
        <w:t>ت!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ؤ ہم سب مل کر </w:t>
      </w:r>
      <w:r w:rsidRPr="00816B77">
        <w:rPr>
          <w:rtl/>
          <w:lang w:bidi="ur-PK"/>
        </w:rPr>
        <w:t>ا</w:t>
      </w:r>
      <w:r w:rsidR="005A2492">
        <w:rPr>
          <w:rtl/>
        </w:rPr>
        <w:t>س کھنڈر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تبد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tl/>
        </w:rPr>
        <w:t xml:space="preserve"> شدہ ملک کو دوب</w:t>
      </w:r>
      <w:r w:rsidRPr="00816B77">
        <w:rPr>
          <w:rtl/>
          <w:lang w:bidi="ur-PK"/>
        </w:rPr>
        <w:t>ا</w:t>
      </w:r>
      <w:r w:rsidR="005A2492">
        <w:rPr>
          <w:rtl/>
        </w:rPr>
        <w:t>رہ تعم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کرتے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جس طرح </w:t>
      </w:r>
      <w:r w:rsidRPr="00816B77">
        <w:rPr>
          <w:rtl/>
          <w:lang w:bidi="ur-PK"/>
        </w:rPr>
        <w:t>ا</w:t>
      </w:r>
      <w:r w:rsidR="005A2492">
        <w:rPr>
          <w:rtl/>
        </w:rPr>
        <w:t>پ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نقل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ب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حصہ د</w:t>
      </w:r>
      <w:r w:rsidRPr="00816B77">
        <w:rPr>
          <w:rtl/>
          <w:lang w:bidi="ur-PK"/>
        </w:rPr>
        <w:t>ا</w:t>
      </w:r>
      <w:r w:rsidR="005A2492">
        <w:rPr>
          <w:rtl/>
        </w:rPr>
        <w:t>ر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</w:t>
      </w:r>
      <w:r w:rsidRPr="00816B77">
        <w:rPr>
          <w:rtl/>
          <w:lang w:bidi="ur-PK"/>
        </w:rPr>
        <w:t>ا</w:t>
      </w:r>
      <w:r w:rsidR="005A2492">
        <w:rPr>
          <w:rtl/>
        </w:rPr>
        <w:t>س خر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تعم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حصہ د</w:t>
      </w:r>
      <w:r w:rsidRPr="00816B77">
        <w:rPr>
          <w:rtl/>
          <w:lang w:bidi="ur-PK"/>
        </w:rPr>
        <w:t>ا</w:t>
      </w:r>
      <w:r w:rsidR="005A2492">
        <w:rPr>
          <w:rtl/>
        </w:rPr>
        <w:t>ر بن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مردوں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</w:t>
      </w:r>
      <w:r w:rsidRPr="00816B77">
        <w:rPr>
          <w:rtl/>
          <w:lang w:bidi="ur-PK"/>
        </w:rPr>
        <w:t>ا</w:t>
      </w:r>
      <w:r w:rsidR="005A2492">
        <w:rPr>
          <w:rtl/>
        </w:rPr>
        <w:t>تھ بٹ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B63B8B" w:rsidRPr="00A730C5">
        <w:rPr>
          <w:rStyle w:val="libFootnotenumChar"/>
          <w:rFonts w:hint="cs"/>
          <w:rtl/>
        </w:rPr>
        <w:t>(3)</w:t>
      </w:r>
    </w:p>
    <w:p w:rsidR="00B63B8B" w:rsidRDefault="00B63B8B" w:rsidP="00A730C5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730C5" w:rsidRDefault="00B63B8B" w:rsidP="00A730C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A730C5" w:rsidRPr="00A730C5">
        <w:rPr>
          <w:rtl/>
        </w:rPr>
        <w:t xml:space="preserve"> </w:t>
      </w:r>
      <w:r w:rsidR="00A730C5">
        <w:rPr>
          <w:rtl/>
          <w:lang w:bidi="ar-SA"/>
        </w:rPr>
        <w:t>نس</w:t>
      </w:r>
      <w:r w:rsidR="00816B77" w:rsidRPr="00816B77">
        <w:rPr>
          <w:rtl/>
        </w:rPr>
        <w:t>ا</w:t>
      </w:r>
      <w:r w:rsidR="00A730C5">
        <w:rPr>
          <w:rtl/>
          <w:lang w:bidi="ar-SA"/>
        </w:rPr>
        <w:t xml:space="preserve">ء </w:t>
      </w:r>
      <w:r w:rsidR="00A730C5">
        <w:rPr>
          <w:rtl/>
          <w:lang w:bidi="fa-IR"/>
        </w:rPr>
        <w:t>۳۱</w:t>
      </w:r>
    </w:p>
    <w:p w:rsidR="00B63B8B" w:rsidRDefault="00B63B8B" w:rsidP="00A730C5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A730C5" w:rsidRPr="00A730C5">
        <w:rPr>
          <w:rtl/>
          <w:lang w:bidi="ar-SA"/>
        </w:rPr>
        <w:t xml:space="preserve"> </w:t>
      </w:r>
      <w:r w:rsidR="00A730C5">
        <w:rPr>
          <w:rtl/>
          <w:lang w:bidi="ar-SA"/>
        </w:rPr>
        <w:t xml:space="preserve">بقرہ </w:t>
      </w:r>
      <w:r w:rsidR="00A730C5">
        <w:rPr>
          <w:rtl/>
          <w:lang w:bidi="fa-IR"/>
        </w:rPr>
        <w:t>۲۸۶</w:t>
      </w:r>
    </w:p>
    <w:p w:rsidR="00B63B8B" w:rsidRDefault="00B63B8B" w:rsidP="00A730C5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A730C5" w:rsidRPr="00A730C5">
        <w:rPr>
          <w:rtl/>
          <w:lang w:bidi="ar-SA"/>
        </w:rPr>
        <w:t xml:space="preserve"> </w:t>
      </w:r>
      <w:r w:rsidR="00A730C5">
        <w:rPr>
          <w:rtl/>
          <w:lang w:bidi="ar-SA"/>
        </w:rPr>
        <w:t>صح</w:t>
      </w:r>
      <w:r w:rsidR="00A730C5">
        <w:rPr>
          <w:rFonts w:hint="cs"/>
          <w:rtl/>
          <w:lang w:bidi="ar-SA"/>
        </w:rPr>
        <w:t>ی</w:t>
      </w:r>
      <w:r w:rsidR="00A730C5">
        <w:rPr>
          <w:rFonts w:hint="eastAsia"/>
          <w:rtl/>
          <w:lang w:bidi="ar-SA"/>
        </w:rPr>
        <w:t>فہ</w:t>
      </w:r>
      <w:r w:rsidR="00A730C5">
        <w:rPr>
          <w:rtl/>
          <w:lang w:bidi="ar-SA"/>
        </w:rPr>
        <w:t xml:space="preserve"> نور،ج </w:t>
      </w:r>
      <w:r w:rsidR="00C15B30" w:rsidRPr="00C15B30">
        <w:rPr>
          <w:rFonts w:hint="cs"/>
          <w:rtl/>
        </w:rPr>
        <w:t>11</w:t>
      </w:r>
      <w:r w:rsidR="00A730C5" w:rsidRPr="00816B77">
        <w:rPr>
          <w:rFonts w:hint="cs"/>
          <w:rtl/>
        </w:rPr>
        <w:t>،</w:t>
      </w:r>
      <w:r w:rsidR="00C15B30" w:rsidRPr="00C15B30">
        <w:rPr>
          <w:rFonts w:hint="cs"/>
          <w:rtl/>
        </w:rPr>
        <w:t>254</w:t>
      </w:r>
      <w:r w:rsidR="00A730C5" w:rsidRPr="00816B77">
        <w:rPr>
          <w:rFonts w:hint="cs"/>
          <w:rtl/>
        </w:rPr>
        <w:t xml:space="preserve">  </w:t>
      </w:r>
    </w:p>
    <w:p w:rsidR="00B63B8B" w:rsidRDefault="00B63B8B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C75FD7">
      <w:pPr>
        <w:pStyle w:val="Heading1"/>
        <w:rPr>
          <w:rtl/>
        </w:rPr>
      </w:pPr>
      <w:bookmarkStart w:id="245" w:name="_Toc393190670"/>
      <w:r>
        <w:rPr>
          <w:rFonts w:hint="eastAsia"/>
          <w:rtl/>
        </w:rPr>
        <w:lastRenderedPageBreak/>
        <w:t>حق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رث</w:t>
      </w:r>
      <w:bookmarkEnd w:id="245"/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خو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قتص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حق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رث ہے کہ ظہور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سےقبل دن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کے </w:t>
      </w:r>
      <w:r w:rsidR="00816B77" w:rsidRPr="00816B77">
        <w:rPr>
          <w:rtl/>
          <w:lang w:bidi="ur-PK"/>
        </w:rPr>
        <w:t>ا</w:t>
      </w:r>
      <w:r>
        <w:rPr>
          <w:rtl/>
        </w:rPr>
        <w:t>کثر مم</w:t>
      </w:r>
      <w:r w:rsidR="00816B77" w:rsidRPr="00816B77">
        <w:rPr>
          <w:rtl/>
          <w:lang w:bidi="ur-PK"/>
        </w:rPr>
        <w:t>ا</w:t>
      </w:r>
      <w:r>
        <w:rPr>
          <w:rtl/>
        </w:rPr>
        <w:t>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س حق سے محروم تھ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عرب ج</w:t>
      </w:r>
      <w:r w:rsidR="00816B77" w:rsidRPr="00816B77">
        <w:rPr>
          <w:rtl/>
          <w:lang w:bidi="ur-PK"/>
        </w:rPr>
        <w:t>ا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رث کے طور پر  </w:t>
      </w:r>
      <w:r w:rsidR="00816B77" w:rsidRPr="00816B77">
        <w:rPr>
          <w:rtl/>
          <w:lang w:bidi="ur-PK"/>
        </w:rPr>
        <w:t>ا</w:t>
      </w:r>
      <w:r>
        <w:rPr>
          <w:rtl/>
        </w:rPr>
        <w:t>پس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کرتے</w:t>
      </w:r>
      <w:r>
        <w:rPr>
          <w:rtl/>
        </w:rPr>
        <w:t xml:space="preserve"> تھے،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</w:t>
      </w:r>
      <w:r w:rsidR="00816B77" w:rsidRPr="00816B77">
        <w:rPr>
          <w:rtl/>
          <w:lang w:bidi="ur-PK"/>
        </w:rPr>
        <w:t>ا</w:t>
      </w:r>
      <w:r>
        <w:rPr>
          <w:rtl/>
        </w:rPr>
        <w:t>کر دور ج</w:t>
      </w:r>
      <w:r w:rsidR="00816B77" w:rsidRPr="00816B77">
        <w:rPr>
          <w:rtl/>
          <w:lang w:bidi="ur-PK"/>
        </w:rPr>
        <w:t>ا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غلط رسوم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کو توڑ کر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 w:rsidR="00816B77" w:rsidRPr="00816B77">
        <w:rPr>
          <w:rtl/>
          <w:lang w:bidi="ur-PK"/>
        </w:rPr>
        <w:t>ا</w:t>
      </w:r>
      <w:r>
        <w:rPr>
          <w:rtl/>
        </w:rPr>
        <w:t>عد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رث کے طور پرمتع</w:t>
      </w:r>
      <w:r w:rsidR="00816B77" w:rsidRPr="00816B77">
        <w:rPr>
          <w:rtl/>
          <w:lang w:bidi="ur-PK"/>
        </w:rPr>
        <w:t>ا</w:t>
      </w:r>
      <w:r>
        <w:rPr>
          <w:rtl/>
        </w:rPr>
        <w:t>رف کر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چن</w:t>
      </w:r>
      <w:r w:rsidR="00816B77" w:rsidRPr="00816B77">
        <w:rPr>
          <w:rtl/>
          <w:lang w:bidi="ur-PK"/>
        </w:rPr>
        <w:t>ا</w:t>
      </w:r>
      <w:r>
        <w:rPr>
          <w:rtl/>
        </w:rPr>
        <w:t>نچہ قر</w:t>
      </w:r>
      <w:r w:rsidR="00816B77" w:rsidRPr="00816B77">
        <w:rPr>
          <w:rtl/>
          <w:lang w:bidi="ur-PK"/>
        </w:rPr>
        <w:t>ا</w:t>
      </w:r>
      <w:r>
        <w:rPr>
          <w:rtl/>
        </w:rPr>
        <w:t>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رش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 ہے: </w:t>
      </w:r>
    </w:p>
    <w:p w:rsidR="005A2492" w:rsidRDefault="005A2492" w:rsidP="00B63B8B">
      <w:pPr>
        <w:pStyle w:val="libAie"/>
        <w:rPr>
          <w:rtl/>
        </w:rPr>
      </w:pPr>
      <w:r>
        <w:rPr>
          <w:rFonts w:hint="eastAsia"/>
          <w:rtl/>
        </w:rPr>
        <w:t>لِّلرِّجَ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لِ</w:t>
      </w:r>
      <w:r>
        <w:rPr>
          <w:rtl/>
        </w:rPr>
        <w:t xml:space="preserve"> نَص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ِبٌ مِّمَّ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تَرَ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رَبُونَ وَلِلنِّسَ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ء نَصِ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بٌ مِّمَّ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تَرَ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لِدَ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نِ 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ق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رَبُونَ مِمَّ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قَلَّ مِن</w:t>
      </w:r>
      <w:r w:rsidRPr="00371684">
        <w:rPr>
          <w:rFonts w:hint="cs"/>
          <w:rtl/>
        </w:rPr>
        <w:t>ْه</w:t>
      </w:r>
      <w:r>
        <w:rPr>
          <w:rFonts w:hint="cs"/>
          <w:rtl/>
        </w:rPr>
        <w:t xml:space="preserve">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و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َثُرَ نَصِ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بً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مَّف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رُوضً</w:t>
      </w:r>
      <w:r w:rsidR="00CF3D62" w:rsidRPr="00CF3D62">
        <w:rPr>
          <w:rFonts w:hint="cs"/>
          <w:rtl/>
        </w:rPr>
        <w:t>ا</w:t>
      </w:r>
      <w:r w:rsidR="00B63B8B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"</w:t>
      </w:r>
      <w:r w:rsidR="00816B77" w:rsidRPr="00816B77">
        <w:rPr>
          <w:rtl/>
          <w:lang w:bidi="ur-PK"/>
        </w:rPr>
        <w:t>ا</w:t>
      </w:r>
      <w:r>
        <w:rPr>
          <w:rtl/>
        </w:rPr>
        <w:t>ور جو م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رشتے د</w:t>
      </w:r>
      <w:r w:rsidR="00816B77" w:rsidRPr="00816B77">
        <w:rPr>
          <w:rtl/>
          <w:lang w:bidi="ur-PK"/>
        </w:rPr>
        <w:t>ا</w:t>
      </w:r>
      <w:r>
        <w:rPr>
          <w:rtl/>
        </w:rPr>
        <w:t>ر چھوڑ 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816B77" w:rsidRPr="00816B77">
        <w:rPr>
          <w:rtl/>
          <w:lang w:bidi="ur-PK"/>
        </w:rPr>
        <w:t>ا</w:t>
      </w:r>
      <w:r>
        <w:rPr>
          <w:rtl/>
        </w:rPr>
        <w:t>ور (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) جو م</w:t>
      </w:r>
      <w:r w:rsidR="00816B77" w:rsidRPr="00816B77">
        <w:rPr>
          <w:rtl/>
          <w:lang w:bidi="ur-PK"/>
        </w:rPr>
        <w:t>ا</w:t>
      </w:r>
      <w:r>
        <w:rPr>
          <w:rtl/>
        </w:rPr>
        <w:t>ل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 w:rsidR="00816B77" w:rsidRPr="00816B77">
        <w:rPr>
          <w:rtl/>
          <w:lang w:bidi="ur-PK"/>
        </w:rPr>
        <w:t>ا</w:t>
      </w:r>
      <w:r>
        <w:rPr>
          <w:rtl/>
        </w:rPr>
        <w:t>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رشتے د</w:t>
      </w:r>
      <w:r w:rsidR="00816B77" w:rsidRPr="00816B77">
        <w:rPr>
          <w:rtl/>
          <w:lang w:bidi="ur-PK"/>
        </w:rPr>
        <w:t>ا</w:t>
      </w:r>
      <w:r>
        <w:rPr>
          <w:rtl/>
        </w:rPr>
        <w:t>ر چھوڑ ج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ت، عورتوں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طے شدہ </w:t>
      </w:r>
      <w:r w:rsidR="00816B77" w:rsidRPr="00816B77">
        <w:rPr>
          <w:rtl/>
          <w:lang w:bidi="ur-PK"/>
        </w:rPr>
        <w:t>ا</w:t>
      </w:r>
      <w:r>
        <w:rPr>
          <w:rtl/>
        </w:rPr>
        <w:t>مر ہے"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دشمن عن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صر </w:t>
      </w:r>
      <w:r w:rsidR="00816B77" w:rsidRPr="00816B77">
        <w:rPr>
          <w:rtl/>
          <w:lang w:bidi="ur-PK"/>
        </w:rPr>
        <w:t>ا</w:t>
      </w:r>
      <w:r>
        <w:rPr>
          <w:rtl/>
        </w:rPr>
        <w:t>عتر</w:t>
      </w:r>
      <w:r w:rsidR="00816B77" w:rsidRPr="00816B77">
        <w:rPr>
          <w:rtl/>
          <w:lang w:bidi="ur-PK"/>
        </w:rPr>
        <w:t>ا</w:t>
      </w:r>
      <w:r>
        <w:rPr>
          <w:rtl/>
        </w:rPr>
        <w:t>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عورت کو مرد ک</w:t>
      </w:r>
      <w:r>
        <w:rPr>
          <w:rFonts w:hint="cs"/>
          <w:rtl/>
        </w:rPr>
        <w:t>ی</w:t>
      </w:r>
      <w:r>
        <w:rPr>
          <w:rtl/>
        </w:rPr>
        <w:t xml:space="preserve"> نسبت کم </w:t>
      </w:r>
      <w:r w:rsidR="00816B77" w:rsidRPr="00816B77">
        <w:rPr>
          <w:rtl/>
          <w:lang w:bidi="ur-PK"/>
        </w:rPr>
        <w:t>ا</w:t>
      </w:r>
      <w:r>
        <w:rPr>
          <w:rtl/>
        </w:rPr>
        <w:t>رث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ہے جس نے مرد </w:t>
      </w:r>
      <w:r w:rsidR="00816B77" w:rsidRPr="00816B77">
        <w:rPr>
          <w:rtl/>
          <w:lang w:bidi="ur-PK"/>
        </w:rPr>
        <w:t>ا</w:t>
      </w:r>
      <w:r>
        <w:rPr>
          <w:rtl/>
        </w:rPr>
        <w:t>ور عورت کے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بر</w:t>
      </w:r>
      <w:r w:rsidR="00816B77" w:rsidRPr="00816B77">
        <w:rPr>
          <w:rtl/>
          <w:lang w:bidi="ur-PK"/>
        </w:rPr>
        <w:t>ا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کو نظر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زک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ہم جو</w:t>
      </w:r>
      <w:r w:rsidR="00816B77" w:rsidRPr="00816B77">
        <w:rPr>
          <w:rtl/>
          <w:lang w:bidi="ur-PK"/>
        </w:rPr>
        <w:t>ا</w:t>
      </w:r>
      <w:r>
        <w:rPr>
          <w:rtl/>
        </w:rPr>
        <w:t>ب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نہوں نے صرف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نگ</w:t>
      </w:r>
      <w:r w:rsidR="00816B77" w:rsidRPr="00816B77">
        <w:rPr>
          <w:rtl/>
          <w:lang w:bidi="ur-PK"/>
        </w:rPr>
        <w:t>ا</w:t>
      </w:r>
      <w:r>
        <w:rPr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گردوسرے ز</w:t>
      </w:r>
      <w:r w:rsidR="00816B77" w:rsidRPr="00816B77">
        <w:rPr>
          <w:rtl/>
          <w:lang w:bidi="ur-PK"/>
        </w:rPr>
        <w:t>ا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وہ خود سمجھ ج</w:t>
      </w:r>
      <w:r w:rsidR="00816B77" w:rsidRPr="00816B77">
        <w:rPr>
          <w:rtl/>
          <w:lang w:bidi="ur-PK"/>
        </w:rPr>
        <w:t>ا</w:t>
      </w:r>
      <w:r>
        <w:rPr>
          <w:rtl/>
        </w:rPr>
        <w:t>تے کہ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جو حصہ نسبت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مردوں سے کم ہے پھر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ہے!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مرد کو جو </w:t>
      </w:r>
      <w:r w:rsidR="00816B77" w:rsidRPr="00816B77">
        <w:rPr>
          <w:rtl/>
          <w:lang w:bidi="ur-PK"/>
        </w:rPr>
        <w:t>ا</w:t>
      </w:r>
      <w:r>
        <w:rPr>
          <w:rtl/>
        </w:rPr>
        <w:t>رث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وہ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بچوّں پر خرچ کرنے کے لئے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رث عورت کو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وہ خرچ کرنے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جمع کرنے کے لئے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ن و نفقہ مردوں کے ذمہ لگ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ہےدوسرے </w:t>
      </w:r>
      <w:r w:rsidR="00816B77" w:rsidRPr="00816B77">
        <w:rPr>
          <w:rtl/>
          <w:lang w:bidi="ur-PK"/>
        </w:rPr>
        <w:t>ا</w:t>
      </w:r>
      <w:r>
        <w:rPr>
          <w:rtl/>
        </w:rPr>
        <w:t>لف</w:t>
      </w:r>
      <w:r w:rsidR="00816B77" w:rsidRPr="00816B77">
        <w:rPr>
          <w:rtl/>
          <w:lang w:bidi="ur-PK"/>
        </w:rPr>
        <w:t>ا</w:t>
      </w:r>
      <w:r>
        <w:rPr>
          <w:rtl/>
        </w:rPr>
        <w:t>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کو جو </w:t>
      </w:r>
      <w:r w:rsidR="00816B77" w:rsidRPr="00816B77">
        <w:rPr>
          <w:rtl/>
          <w:lang w:bidi="ur-PK"/>
        </w:rPr>
        <w:t>ا</w:t>
      </w:r>
      <w:r>
        <w:rPr>
          <w:rtl/>
        </w:rPr>
        <w:t>رث ملت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وہ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خرچ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 </w:t>
      </w:r>
      <w:r w:rsidR="00816B77" w:rsidRPr="00816B77">
        <w:rPr>
          <w:rtl/>
          <w:lang w:bidi="ur-PK"/>
        </w:rPr>
        <w:t>ا</w:t>
      </w:r>
      <w:r>
        <w:rPr>
          <w:rtl/>
        </w:rPr>
        <w:t>عتر</w:t>
      </w:r>
      <w:r w:rsidR="00816B77" w:rsidRPr="00816B77">
        <w:rPr>
          <w:rtl/>
          <w:lang w:bidi="ur-PK"/>
        </w:rPr>
        <w:t>ا</w:t>
      </w:r>
      <w:r>
        <w:rPr>
          <w:rtl/>
        </w:rPr>
        <w:t>ض کرنے و</w:t>
      </w:r>
      <w:r w:rsidR="00816B77" w:rsidRPr="00816B77">
        <w:rPr>
          <w:rtl/>
          <w:lang w:bidi="ur-PK"/>
        </w:rPr>
        <w:t>ا</w:t>
      </w:r>
      <w:r>
        <w:rPr>
          <w:rtl/>
        </w:rPr>
        <w:t>لے خود بت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حق 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حصہ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ہے؟!</w:t>
      </w:r>
    </w:p>
    <w:p w:rsidR="005A2492" w:rsidRDefault="00B63B8B" w:rsidP="00515F47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730C5" w:rsidRDefault="00B63B8B" w:rsidP="00515F4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A730C5">
        <w:rPr>
          <w:rtl/>
        </w:rPr>
        <w:t xml:space="preserve"> نس</w:t>
      </w:r>
      <w:r w:rsidR="00816B77" w:rsidRPr="00816B77">
        <w:rPr>
          <w:rtl/>
        </w:rPr>
        <w:t>ا</w:t>
      </w:r>
      <w:r w:rsidR="00A730C5">
        <w:rPr>
          <w:rtl/>
        </w:rPr>
        <w:t xml:space="preserve">ء </w:t>
      </w:r>
      <w:r w:rsidR="00A730C5">
        <w:rPr>
          <w:rtl/>
          <w:lang w:bidi="fa-IR"/>
        </w:rPr>
        <w:t>۷</w:t>
      </w:r>
    </w:p>
    <w:p w:rsidR="00B63B8B" w:rsidRDefault="00B63B8B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F63864">
      <w:pPr>
        <w:pStyle w:val="Heading1Center"/>
        <w:rPr>
          <w:rtl/>
        </w:rPr>
      </w:pPr>
      <w:bookmarkStart w:id="246" w:name="_Toc393190671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46"/>
    </w:p>
    <w:p w:rsidR="005A2492" w:rsidRDefault="00816B77" w:rsidP="00F63864">
      <w:pPr>
        <w:pStyle w:val="Heading1Center"/>
        <w:rPr>
          <w:rtl/>
        </w:rPr>
      </w:pPr>
      <w:bookmarkStart w:id="247" w:name="_Toc393190672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نگ</w:t>
      </w:r>
      <w:r w:rsidRPr="00816B77">
        <w:rPr>
          <w:rtl/>
          <w:lang w:bidi="ur-PK"/>
        </w:rPr>
        <w:t>ا</w:t>
      </w:r>
      <w:r w:rsidR="005A2492">
        <w:rPr>
          <w:rtl/>
        </w:rPr>
        <w:t>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bookmarkEnd w:id="247"/>
    </w:p>
    <w:p w:rsidR="005A2492" w:rsidRDefault="005A2492" w:rsidP="00D11FF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عورت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سرد</w:t>
      </w:r>
      <w:r w:rsidR="00816B77" w:rsidRPr="00816B77">
        <w:rPr>
          <w:rtl/>
          <w:lang w:bidi="ur-PK"/>
        </w:rPr>
        <w:t>ا</w:t>
      </w:r>
      <w:r>
        <w:rPr>
          <w:rtl/>
        </w:rPr>
        <w:t>ر،ب</w:t>
      </w:r>
      <w:r w:rsidR="00816B77" w:rsidRPr="00816B77">
        <w:rPr>
          <w:rtl/>
          <w:lang w:bidi="ur-PK"/>
        </w:rPr>
        <w:t>ا</w:t>
      </w:r>
      <w:r>
        <w:rPr>
          <w:rtl/>
        </w:rPr>
        <w:t>پ،بھ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دوسرے لوگوں کے ظ</w:t>
      </w:r>
      <w:r w:rsidR="00816B77" w:rsidRPr="00816B77">
        <w:rPr>
          <w:rtl/>
          <w:lang w:bidi="ur-PK"/>
        </w:rPr>
        <w:t>ا</w:t>
      </w:r>
      <w:r>
        <w:rPr>
          <w:rtl/>
        </w:rPr>
        <w:t>لم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نہ 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دے کے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تحت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ہر قسم کے حقوق سے بھ</w:t>
      </w:r>
      <w:r>
        <w:rPr>
          <w:rFonts w:hint="cs"/>
          <w:rtl/>
        </w:rPr>
        <w:t>ی</w:t>
      </w:r>
      <w:r>
        <w:rPr>
          <w:rtl/>
        </w:rPr>
        <w:t xml:space="preserve"> محروم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ہمسر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 کرنے،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و دولت خرچ کرنے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ظہ</w:t>
      </w:r>
      <w:r w:rsidR="00816B77" w:rsidRPr="00816B77">
        <w:rPr>
          <w:rtl/>
          <w:lang w:bidi="ur-PK"/>
        </w:rPr>
        <w:t>ا</w:t>
      </w:r>
      <w:r>
        <w:rPr>
          <w:rtl/>
        </w:rPr>
        <w:t>ر 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ستقل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،ت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قدروق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پہچ</w:t>
      </w:r>
      <w:r w:rsidR="00816B77" w:rsidRPr="00816B77">
        <w:rPr>
          <w:rtl/>
          <w:lang w:bidi="ur-PK"/>
        </w:rPr>
        <w:t>ا</w:t>
      </w:r>
      <w:r>
        <w:rPr>
          <w:rtl/>
        </w:rPr>
        <w:t>ن سکے</w:t>
      </w: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دشمن عن</w:t>
      </w:r>
      <w:r w:rsidR="00816B77" w:rsidRPr="00816B77">
        <w:rPr>
          <w:rtl/>
          <w:lang w:bidi="ur-PK"/>
        </w:rPr>
        <w:t>ا</w:t>
      </w:r>
      <w:r>
        <w:rPr>
          <w:rtl/>
        </w:rPr>
        <w:t>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</w:t>
      </w:r>
      <w:r w:rsidR="00816B77" w:rsidRPr="00816B77">
        <w:rPr>
          <w:rtl/>
          <w:lang w:bidi="ur-PK"/>
        </w:rPr>
        <w:t>ا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tl/>
        </w:rPr>
        <w:t xml:space="preserve"> ٹھہر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خودمخت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سلب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نے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</w:t>
      </w:r>
      <w:r w:rsidR="00816B77" w:rsidRPr="00816B77">
        <w:rPr>
          <w:rtl/>
          <w:lang w:bidi="ur-PK"/>
        </w:rPr>
        <w:t>ا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tl/>
        </w:rPr>
        <w:t xml:space="preserve"> ٹھہر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فلسفہ پر نگ</w:t>
      </w:r>
      <w:r w:rsidR="00816B77" w:rsidRPr="00816B77">
        <w:rPr>
          <w:rtl/>
          <w:lang w:bidi="ur-PK"/>
        </w:rPr>
        <w:t>ا</w:t>
      </w:r>
      <w:r>
        <w:rPr>
          <w:rtl/>
        </w:rPr>
        <w:t>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خود لڑک</w:t>
      </w:r>
      <w:r>
        <w:rPr>
          <w:rFonts w:hint="cs"/>
          <w:rtl/>
        </w:rPr>
        <w:t>ی</w:t>
      </w:r>
      <w:r>
        <w:rPr>
          <w:rtl/>
        </w:rPr>
        <w:t xml:space="preserve"> کے ف</w:t>
      </w:r>
      <w:r w:rsidR="00816B77" w:rsidRPr="00816B77">
        <w:rPr>
          <w:rtl/>
          <w:lang w:bidi="ur-PK"/>
        </w:rPr>
        <w:t>ا</w:t>
      </w:r>
      <w:r>
        <w:rPr>
          <w:rtl/>
        </w:rPr>
        <w:t>ئدے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لح</w:t>
      </w:r>
      <w:r w:rsidR="00816B77" w:rsidRPr="00816B77">
        <w:rPr>
          <w:rtl/>
          <w:lang w:bidi="ur-PK"/>
        </w:rPr>
        <w:t>ا</w:t>
      </w:r>
      <w:r>
        <w:rPr>
          <w:rtl/>
        </w:rPr>
        <w:t>ظ رکھ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ہے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لڑکے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لڑک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ش</w:t>
      </w:r>
      <w:r w:rsidR="00816B77" w:rsidRPr="00816B77">
        <w:rPr>
          <w:rtl/>
          <w:lang w:bidi="ur-PK"/>
        </w:rPr>
        <w:t>ا</w:t>
      </w:r>
      <w:r>
        <w:rPr>
          <w:rtl/>
        </w:rPr>
        <w:t>عر</w:t>
      </w:r>
      <w:r w:rsidR="00816B77" w:rsidRPr="00816B77">
        <w:rPr>
          <w:rtl/>
          <w:lang w:bidi="ur-PK"/>
        </w:rPr>
        <w:t>ا</w:t>
      </w:r>
      <w:r>
        <w:rPr>
          <w:rtl/>
        </w:rPr>
        <w:t>نہ تخ</w:t>
      </w:r>
      <w:r>
        <w:rPr>
          <w:rFonts w:hint="cs"/>
          <w:rtl/>
        </w:rPr>
        <w:t>یّ</w:t>
      </w:r>
      <w:r>
        <w:rPr>
          <w:rFonts w:hint="eastAsia"/>
          <w:rtl/>
        </w:rPr>
        <w:t>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بوں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دور</w:t>
      </w:r>
      <w:r w:rsidR="00816B77" w:rsidRPr="00816B77">
        <w:rPr>
          <w:rtl/>
          <w:lang w:bidi="ur-PK"/>
        </w:rPr>
        <w:t>ا</w:t>
      </w:r>
      <w:r>
        <w:rPr>
          <w:rtl/>
        </w:rPr>
        <w:t>ن،زندگ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ز، تلخ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مٹھ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ص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جذب</w:t>
      </w:r>
      <w:r w:rsidR="00816B77" w:rsidRPr="00816B77">
        <w:rPr>
          <w:rtl/>
          <w:lang w:bidi="ur-PK"/>
        </w:rPr>
        <w:t>ا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کر </w:t>
      </w:r>
      <w:r w:rsidR="00816B77" w:rsidRPr="00816B77">
        <w:rPr>
          <w:rtl/>
          <w:lang w:bidi="ur-PK"/>
        </w:rPr>
        <w:t>ا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نفع و نقص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816B77" w:rsidRPr="00816B77">
        <w:rPr>
          <w:rtl/>
          <w:lang w:bidi="ur-PK"/>
        </w:rPr>
        <w:t>ا</w:t>
      </w:r>
      <w:r>
        <w:rPr>
          <w:rtl/>
        </w:rPr>
        <w:t>نے لگت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س ح</w:t>
      </w:r>
      <w:r w:rsidR="00816B77" w:rsidRPr="00816B77">
        <w:rPr>
          <w:rtl/>
          <w:lang w:bidi="ur-PK"/>
        </w:rPr>
        <w:t>ا</w:t>
      </w:r>
      <w:r>
        <w:rPr>
          <w:rtl/>
        </w:rPr>
        <w:t>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دلسوز، مہرب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تجرب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 نگ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ضرورت ہے جو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تجرب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لڑکے ک</w:t>
      </w:r>
      <w:r>
        <w:rPr>
          <w:rFonts w:hint="cs"/>
          <w:rtl/>
        </w:rPr>
        <w:t>ی</w:t>
      </w:r>
      <w:r>
        <w:rPr>
          <w:rtl/>
        </w:rPr>
        <w:t xml:space="preserve"> منفعت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مصلحت کے تحت قدم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گرچہ</w:t>
      </w:r>
      <w:r>
        <w:rPr>
          <w:rtl/>
        </w:rPr>
        <w:t xml:space="preserve">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بعض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 کو ضرور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7B6DC7" w:rsidRPr="007B6DC7">
        <w:rPr>
          <w:rtl/>
          <w:lang w:bidi="ur-PK"/>
        </w:rPr>
        <w:t>(ع)</w:t>
      </w:r>
      <w:r>
        <w:rPr>
          <w:rtl/>
        </w:rPr>
        <w:t>فرم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A2492" w:rsidRDefault="005A2492" w:rsidP="00D11FF9">
      <w:pPr>
        <w:pStyle w:val="libArabic"/>
        <w:rPr>
          <w:rtl/>
        </w:rPr>
      </w:pPr>
      <w:r>
        <w:rPr>
          <w:rFonts w:hint="eastAsia"/>
          <w:rtl/>
        </w:rPr>
        <w:t>عَنِ</w:t>
      </w:r>
      <w:r>
        <w:rPr>
          <w:rtl/>
        </w:rPr>
        <w:t xml:space="preserve"> </w:t>
      </w:r>
      <w:r w:rsidR="00CF3D62" w:rsidRPr="00CF3D62">
        <w:rPr>
          <w:rtl/>
        </w:rPr>
        <w:t>ا</w:t>
      </w:r>
      <w:r>
        <w:rPr>
          <w:rtl/>
        </w:rPr>
        <w:t>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فُورٍ عَن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عَب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ع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لَ: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تَزَوَّجُ</w:t>
      </w:r>
      <w:r w:rsidRPr="00371684">
        <w:rPr>
          <w:rFonts w:hint="cs"/>
          <w:rtl/>
        </w:rPr>
        <w:t>‏</w:t>
      </w:r>
      <w:r>
        <w:rPr>
          <w:rFonts w:hint="cs"/>
          <w:rtl/>
        </w:rPr>
        <w:t xml:space="preserve"> ذَوَ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تُ</w:t>
      </w:r>
      <w:r w:rsidRPr="00371684">
        <w:rPr>
          <w:rFonts w:hint="cs"/>
          <w:rtl/>
        </w:rPr>
        <w:t>‏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ءِ مِنَ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 w:rsidRPr="00371684">
        <w:rPr>
          <w:rFonts w:hint="cs"/>
          <w:rtl/>
        </w:rPr>
        <w:t>ْك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رِ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لَّ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ئِ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ِنَّ.</w:t>
      </w:r>
      <w:r w:rsidR="00D11FF9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نے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ب</w:t>
      </w:r>
      <w:r w:rsidR="00816B77" w:rsidRPr="00816B77">
        <w:rPr>
          <w:rtl/>
          <w:lang w:bidi="ur-PK"/>
        </w:rPr>
        <w:t>ا</w:t>
      </w:r>
      <w:r>
        <w:rPr>
          <w:rtl/>
        </w:rPr>
        <w:t>کرہ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ء و </w:t>
      </w:r>
      <w:r w:rsidR="00816B77" w:rsidRPr="00816B77">
        <w:rPr>
          <w:rtl/>
          <w:lang w:bidi="ur-PK"/>
        </w:rPr>
        <w:t>ا</w:t>
      </w:r>
      <w:r>
        <w:rPr>
          <w:rtl/>
        </w:rPr>
        <w:t>جد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رنہ</w:t>
      </w:r>
      <w:r>
        <w:rPr>
          <w:rtl/>
        </w:rPr>
        <w:t xml:space="preserve"> کرول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کے برعکس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5A2492" w:rsidRPr="00C15B30" w:rsidRDefault="005A2492" w:rsidP="00D11FF9">
      <w:pPr>
        <w:pStyle w:val="libArabic"/>
        <w:rPr>
          <w:rtl/>
        </w:rPr>
      </w:pPr>
      <w:r>
        <w:rPr>
          <w:rFonts w:hint="eastAsia"/>
          <w:rtl/>
        </w:rPr>
        <w:t>قَ</w:t>
      </w:r>
      <w:r w:rsidR="00CF3D62" w:rsidRPr="00CF3D62">
        <w:rPr>
          <w:rFonts w:hint="eastAsia"/>
          <w:rtl/>
        </w:rPr>
        <w:t>ا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بُو عَب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دِ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لل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ع</w:t>
      </w:r>
      <w:r w:rsidRPr="00371684">
        <w:rPr>
          <w:rFonts w:hint="cs"/>
          <w:rtl/>
        </w:rPr>
        <w:t>‏</w:t>
      </w:r>
      <w:r>
        <w:rPr>
          <w:rFonts w:hint="cs"/>
          <w:rtl/>
        </w:rPr>
        <w:t xml:space="preserve"> لَ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بَ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سَ بِتَز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وِ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جِ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كْ</w:t>
      </w:r>
      <w:r>
        <w:rPr>
          <w:rFonts w:hint="cs"/>
          <w:rtl/>
        </w:rPr>
        <w:t xml:space="preserve">رِ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رَضِ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َت</w:t>
      </w:r>
      <w:r w:rsidRPr="00371684">
        <w:rPr>
          <w:rFonts w:hint="cs"/>
          <w:rtl/>
        </w:rPr>
        <w:t>ْ‏</w:t>
      </w:r>
      <w:r>
        <w:rPr>
          <w:rFonts w:hint="cs"/>
          <w:rtl/>
        </w:rPr>
        <w:t xml:space="preserve"> مِن</w:t>
      </w:r>
      <w:r w:rsidRPr="00371684">
        <w:rPr>
          <w:rFonts w:hint="cs"/>
          <w:rtl/>
        </w:rPr>
        <w:t>ْ‏</w:t>
      </w:r>
      <w:r>
        <w:rPr>
          <w:rFonts w:hint="cs"/>
          <w:rtl/>
        </w:rPr>
        <w:t xml:space="preserve"> غَ</w:t>
      </w:r>
      <w:r w:rsidRPr="00371684">
        <w:rPr>
          <w:rFonts w:hint="cs"/>
          <w:rtl/>
        </w:rPr>
        <w:t>يْ</w:t>
      </w:r>
      <w:r>
        <w:rPr>
          <w:rFonts w:hint="cs"/>
          <w:rtl/>
        </w:rPr>
        <w:t xml:space="preserve">رِ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ذ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371684">
        <w:rPr>
          <w:rFonts w:hint="cs"/>
          <w:rtl/>
        </w:rPr>
        <w:t>‏</w:t>
      </w:r>
      <w:r>
        <w:rPr>
          <w:rFonts w:hint="cs"/>
          <w:rtl/>
        </w:rPr>
        <w:t xml:space="preserve">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بِ</w:t>
      </w:r>
      <w:r w:rsidRPr="00371684">
        <w:rPr>
          <w:rFonts w:hint="cs"/>
          <w:rtl/>
        </w:rPr>
        <w:t>يه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 w:rsidR="00D11FF9" w:rsidRPr="007741D8">
        <w:rPr>
          <w:rStyle w:val="libFootnotenumChar"/>
          <w:rFonts w:hint="cs"/>
          <w:rtl/>
        </w:rPr>
        <w:t>(2)</w:t>
      </w:r>
      <w:r w:rsidRPr="00C15B30">
        <w:rPr>
          <w:rFonts w:hint="cs"/>
          <w:rtl/>
        </w:rPr>
        <w:t xml:space="preserve">  </w:t>
      </w:r>
    </w:p>
    <w:p w:rsidR="00D11FF9" w:rsidRDefault="00D11FF9" w:rsidP="00A730C5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730C5" w:rsidRDefault="00D11FF9" w:rsidP="00A730C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A730C5">
        <w:rPr>
          <w:rtl/>
          <w:lang w:bidi="ar-SA"/>
        </w:rPr>
        <w:t xml:space="preserve"> من ل</w:t>
      </w:r>
      <w:r w:rsidR="00816B77" w:rsidRPr="00816B77">
        <w:rPr>
          <w:rtl/>
        </w:rPr>
        <w:t>ا</w:t>
      </w:r>
      <w:r w:rsidR="00A730C5">
        <w:rPr>
          <w:rFonts w:hint="cs"/>
          <w:rtl/>
          <w:lang w:bidi="ar-SA"/>
        </w:rPr>
        <w:t>ی</w:t>
      </w:r>
      <w:r w:rsidR="00A730C5">
        <w:rPr>
          <w:rFonts w:hint="eastAsia"/>
          <w:rtl/>
          <w:lang w:bidi="ar-SA"/>
        </w:rPr>
        <w:t>حضر</w:t>
      </w:r>
      <w:r w:rsidR="00816B77" w:rsidRPr="00816B77">
        <w:rPr>
          <w:rFonts w:hint="eastAsia"/>
          <w:rtl/>
        </w:rPr>
        <w:t>ا</w:t>
      </w:r>
      <w:r w:rsidR="00A730C5">
        <w:rPr>
          <w:rFonts w:hint="eastAsia"/>
          <w:rtl/>
          <w:lang w:bidi="ar-SA"/>
        </w:rPr>
        <w:t>لفق</w:t>
      </w:r>
      <w:r w:rsidR="00A730C5">
        <w:rPr>
          <w:rFonts w:hint="cs"/>
          <w:rtl/>
          <w:lang w:bidi="ar-SA"/>
        </w:rPr>
        <w:t>ی</w:t>
      </w:r>
      <w:r w:rsidR="00A730C5">
        <w:rPr>
          <w:rFonts w:hint="eastAsia"/>
          <w:rtl/>
          <w:lang w:bidi="ar-SA"/>
        </w:rPr>
        <w:t>ہ</w:t>
      </w:r>
      <w:r w:rsidR="00A730C5">
        <w:rPr>
          <w:rtl/>
          <w:lang w:bidi="ar-SA"/>
        </w:rPr>
        <w:t xml:space="preserve"> ،ج</w:t>
      </w:r>
      <w:r w:rsidR="00C15B30" w:rsidRPr="00C15B30">
        <w:rPr>
          <w:rFonts w:hint="cs"/>
          <w:rtl/>
        </w:rPr>
        <w:t>3</w:t>
      </w:r>
      <w:r w:rsidR="00A730C5" w:rsidRPr="00816B77">
        <w:rPr>
          <w:rFonts w:hint="cs"/>
          <w:rtl/>
        </w:rPr>
        <w:t>، ص</w:t>
      </w:r>
      <w:r w:rsidR="00C15B30" w:rsidRPr="00C15B30">
        <w:rPr>
          <w:rFonts w:hint="cs"/>
          <w:rtl/>
        </w:rPr>
        <w:t>395</w:t>
      </w:r>
      <w:r w:rsidR="00A730C5" w:rsidRPr="00816B77">
        <w:rPr>
          <w:rFonts w:hint="cs"/>
          <w:rtl/>
        </w:rPr>
        <w:t xml:space="preserve"> </w:t>
      </w:r>
    </w:p>
    <w:p w:rsidR="00D11FF9" w:rsidRDefault="00D11FF9" w:rsidP="00A730C5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A730C5" w:rsidRPr="00A730C5">
        <w:rPr>
          <w:rtl/>
          <w:lang w:bidi="ar-SA"/>
        </w:rPr>
        <w:t xml:space="preserve"> </w:t>
      </w:r>
      <w:r w:rsidR="00816B77" w:rsidRPr="00816B77">
        <w:rPr>
          <w:rtl/>
        </w:rPr>
        <w:t>ا</w:t>
      </w:r>
      <w:r w:rsidR="00A730C5">
        <w:rPr>
          <w:rtl/>
          <w:lang w:bidi="ar-SA"/>
        </w:rPr>
        <w:t>لتھذ</w:t>
      </w:r>
      <w:r w:rsidR="00A730C5">
        <w:rPr>
          <w:rFonts w:hint="cs"/>
          <w:rtl/>
          <w:lang w:bidi="ar-SA"/>
        </w:rPr>
        <w:t>ی</w:t>
      </w:r>
      <w:r w:rsidR="00A730C5">
        <w:rPr>
          <w:rFonts w:hint="eastAsia"/>
          <w:rtl/>
          <w:lang w:bidi="ar-SA"/>
        </w:rPr>
        <w:t>ب،ج</w:t>
      </w:r>
      <w:r w:rsidR="00C15B30" w:rsidRPr="00C15B30">
        <w:rPr>
          <w:rFonts w:hint="cs"/>
          <w:rtl/>
        </w:rPr>
        <w:t>5</w:t>
      </w:r>
      <w:r w:rsidR="00A730C5" w:rsidRPr="00816B77">
        <w:rPr>
          <w:rFonts w:hint="cs"/>
          <w:rtl/>
        </w:rPr>
        <w:t xml:space="preserve">    </w:t>
      </w:r>
    </w:p>
    <w:p w:rsidR="00D11FF9" w:rsidRPr="00D11FF9" w:rsidRDefault="00D11FF9" w:rsidP="00A60F54">
      <w:pPr>
        <w:pStyle w:val="libPoemTini"/>
        <w:rPr>
          <w:rtl/>
        </w:rPr>
      </w:pPr>
      <w:r w:rsidRPr="00D11FF9"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:ب</w:t>
      </w:r>
      <w:r w:rsidR="00816B77" w:rsidRPr="00816B77">
        <w:rPr>
          <w:rtl/>
          <w:lang w:bidi="ur-PK"/>
        </w:rPr>
        <w:t>ا</w:t>
      </w:r>
      <w:r>
        <w:rPr>
          <w:rtl/>
        </w:rPr>
        <w:t>کر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کے 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>ءو</w:t>
      </w:r>
      <w:r w:rsidR="00816B77" w:rsidRPr="00816B77">
        <w:rPr>
          <w:rtl/>
          <w:lang w:bidi="ur-PK"/>
        </w:rPr>
        <w:t>ا</w:t>
      </w:r>
      <w:r>
        <w:rPr>
          <w:rtl/>
        </w:rPr>
        <w:t>جد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زت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دونوں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گر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فقت کو لڑکے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کےس</w:t>
      </w:r>
      <w:r w:rsidR="00816B77" w:rsidRPr="00816B77">
        <w:rPr>
          <w:rtl/>
          <w:lang w:bidi="ur-PK"/>
        </w:rPr>
        <w:t>ا</w:t>
      </w:r>
      <w:r>
        <w:rPr>
          <w:rtl/>
        </w:rPr>
        <w:t>تھ ش</w:t>
      </w:r>
      <w:r w:rsidR="00816B77" w:rsidRPr="00816B77">
        <w:rPr>
          <w:rtl/>
          <w:lang w:bidi="ur-PK"/>
        </w:rPr>
        <w:t>ا</w:t>
      </w:r>
      <w:r>
        <w:rPr>
          <w:rtl/>
        </w:rPr>
        <w:t>مل کرکے عقد پڑھ سکت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7B6DC7" w:rsidRPr="007B6DC7">
        <w:rPr>
          <w:rtl/>
          <w:lang w:bidi="ur-PK"/>
        </w:rPr>
        <w:t>(ع)</w:t>
      </w:r>
      <w:r>
        <w:rPr>
          <w:rtl/>
        </w:rPr>
        <w:t xml:space="preserve">سے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7B6DC7" w:rsidRPr="007B6DC7">
        <w:rPr>
          <w:rtl/>
          <w:lang w:bidi="ur-PK"/>
        </w:rPr>
        <w:t>(ع)</w:t>
      </w:r>
      <w:r>
        <w:rPr>
          <w:rtl/>
        </w:rPr>
        <w:t>نے جو</w:t>
      </w:r>
      <w:r w:rsidR="00816B77" w:rsidRPr="00816B77">
        <w:rPr>
          <w:rtl/>
          <w:lang w:bidi="ur-PK"/>
        </w:rPr>
        <w:t>ا</w:t>
      </w:r>
      <w:r>
        <w:rPr>
          <w:rtl/>
        </w:rPr>
        <w:t>ب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>:</w:t>
      </w:r>
    </w:p>
    <w:p w:rsidR="005A2492" w:rsidRDefault="005A2492" w:rsidP="00310473">
      <w:pPr>
        <w:pStyle w:val="libArabic"/>
        <w:rPr>
          <w:rtl/>
        </w:rPr>
      </w:pPr>
      <w:r>
        <w:rPr>
          <w:rFonts w:hint="eastAsia"/>
          <w:rtl/>
        </w:rPr>
        <w:t>عَن</w:t>
      </w:r>
      <w:r w:rsidRPr="00371684">
        <w:rPr>
          <w:rFonts w:hint="cs"/>
          <w:rtl/>
        </w:rPr>
        <w:t>ْ</w:t>
      </w:r>
      <w:r>
        <w:rPr>
          <w:rtl/>
        </w:rPr>
        <w:t xml:space="preserve"> صَف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 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لَ: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س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تَشَ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رَ عَب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دُ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لرَّح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مَنِ مُوسَ</w:t>
      </w:r>
      <w:r w:rsidR="009B349E" w:rsidRPr="009B349E">
        <w:rPr>
          <w:rFonts w:hint="cs"/>
          <w:rtl/>
          <w:lang w:bidi="ur-PK"/>
        </w:rPr>
        <w:t>ی</w:t>
      </w:r>
      <w:r>
        <w:rPr>
          <w:rFonts w:hint="cs"/>
          <w:rtl/>
        </w:rPr>
        <w:t xml:space="preserve"> 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نَ جَع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فَرٍ ع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تَز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وِ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جِ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نَتِ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ِ لِ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ب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نِ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خِ</w:t>
      </w:r>
      <w:r w:rsidRPr="00371684">
        <w:rPr>
          <w:rFonts w:hint="cs"/>
          <w:rtl/>
        </w:rPr>
        <w:t>يه</w:t>
      </w:r>
      <w:r>
        <w:rPr>
          <w:rFonts w:hint="cs"/>
          <w:rtl/>
        </w:rPr>
        <w:t>ِ فَقَ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لَ 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ف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عَل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ُونَ ذَلِ</w:t>
      </w:r>
      <w:r w:rsidRPr="00371684">
        <w:rPr>
          <w:rFonts w:hint="cs"/>
          <w:rtl/>
        </w:rPr>
        <w:t>ك</w:t>
      </w:r>
      <w:r>
        <w:rPr>
          <w:rFonts w:hint="cs"/>
          <w:rtl/>
        </w:rPr>
        <w:t>َ بِرِضَ</w:t>
      </w:r>
      <w:r w:rsidR="00CF3D62" w:rsidRPr="00CF3D62">
        <w:rPr>
          <w:rFonts w:hint="cs"/>
          <w:rtl/>
        </w:rPr>
        <w:t>ا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>نَ</w:t>
      </w:r>
      <w:r w:rsidRPr="00371684">
        <w:rPr>
          <w:rFonts w:hint="cs"/>
          <w:rtl/>
        </w:rPr>
        <w:t>‏</w:t>
      </w:r>
      <w:r>
        <w:rPr>
          <w:rFonts w:hint="cs"/>
          <w:rtl/>
        </w:rPr>
        <w:t xml:space="preserve"> لَ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فِ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 xml:space="preserve"> نَف</w:t>
      </w:r>
      <w:r w:rsidRPr="00371684">
        <w:rPr>
          <w:rFonts w:hint="cs"/>
          <w:rtl/>
        </w:rPr>
        <w:t>ْ</w:t>
      </w:r>
      <w:r>
        <w:rPr>
          <w:rFonts w:hint="cs"/>
          <w:rtl/>
        </w:rPr>
        <w:t>سِ</w:t>
      </w:r>
      <w:r w:rsidRPr="00371684">
        <w:rPr>
          <w:rFonts w:hint="cs"/>
          <w:rtl/>
        </w:rPr>
        <w:t>ه</w:t>
      </w:r>
      <w:r>
        <w:rPr>
          <w:rFonts w:hint="cs"/>
          <w:rtl/>
        </w:rPr>
        <w:t>َ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نَصِ</w:t>
      </w:r>
      <w:r w:rsidRPr="00371684">
        <w:rPr>
          <w:rFonts w:hint="cs"/>
          <w:rtl/>
        </w:rPr>
        <w:t>ي</w:t>
      </w:r>
      <w:r>
        <w:rPr>
          <w:rFonts w:hint="cs"/>
          <w:rtl/>
        </w:rPr>
        <w:t>ب</w:t>
      </w:r>
      <w:r w:rsidR="00CF3D62" w:rsidRPr="00CF3D62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310473" w:rsidRPr="007741D8">
        <w:rPr>
          <w:rStyle w:val="libFootnotenumChar"/>
          <w:rFonts w:hint="cs"/>
          <w:rtl/>
        </w:rPr>
        <w:t>(1)</w:t>
      </w:r>
      <w:r w:rsidRPr="00C15B30">
        <w:rPr>
          <w:rFonts w:hint="cs"/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:تم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لڑکے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نتخ</w:t>
      </w:r>
      <w:r w:rsidR="00816B77" w:rsidRPr="00816B77">
        <w:rPr>
          <w:rtl/>
          <w:lang w:bidi="ur-PK"/>
        </w:rPr>
        <w:t>ا</w:t>
      </w:r>
      <w:r>
        <w:rPr>
          <w:rtl/>
        </w:rPr>
        <w:t>ب کر جسے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پسند کرے،</w:t>
      </w:r>
      <w:r w:rsidR="00816B77" w:rsidRPr="00816B77">
        <w:rPr>
          <w:rtl/>
          <w:lang w:bidi="ur-PK"/>
        </w:rPr>
        <w:t>ا</w:t>
      </w:r>
      <w:r>
        <w:rPr>
          <w:rtl/>
        </w:rPr>
        <w:t>ور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 کے خل</w:t>
      </w:r>
      <w:r w:rsidR="00816B77" w:rsidRPr="00816B77">
        <w:rPr>
          <w:rtl/>
          <w:lang w:bidi="ur-PK"/>
        </w:rPr>
        <w:t>ا</w:t>
      </w:r>
      <w:r>
        <w:rPr>
          <w:rtl/>
        </w:rPr>
        <w:t>ف دوسرے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دو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فر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روشن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و</w:t>
      </w:r>
      <w:r w:rsidRPr="00816B77">
        <w:rPr>
          <w:rtl/>
          <w:lang w:bidi="ur-PK"/>
        </w:rPr>
        <w:t>ا</w:t>
      </w:r>
      <w:r w:rsidR="005A2492">
        <w:rPr>
          <w:rtl/>
        </w:rPr>
        <w:t>ضح ہوج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عورتوں پر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جبر </w:t>
      </w:r>
      <w:r w:rsidRPr="00816B77">
        <w:rPr>
          <w:rtl/>
          <w:lang w:bidi="ur-PK"/>
        </w:rPr>
        <w:t>ا</w:t>
      </w:r>
      <w:r w:rsidR="005A2492">
        <w:rPr>
          <w:rtl/>
        </w:rPr>
        <w:t>ور ق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و بند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بلکہ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مقدس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نے 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مرض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ہرچ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پر مقدّم رکھتے ہوئے </w:t>
      </w:r>
      <w:r w:rsidRPr="00816B77">
        <w:rPr>
          <w:rtl/>
          <w:lang w:bidi="ur-PK"/>
        </w:rPr>
        <w:t>ا</w:t>
      </w:r>
      <w:r w:rsidR="005A2492">
        <w:rPr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مکمل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</w:p>
    <w:p w:rsidR="005A2492" w:rsidRDefault="005A2492" w:rsidP="00C75FD7">
      <w:pPr>
        <w:pStyle w:val="Heading1"/>
        <w:rPr>
          <w:rtl/>
        </w:rPr>
      </w:pPr>
      <w:bookmarkStart w:id="248" w:name="_Toc393190673"/>
      <w:r>
        <w:rPr>
          <w:rFonts w:hint="eastAsia"/>
          <w:rtl/>
        </w:rPr>
        <w:t>مسلم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مر</w:t>
      </w:r>
      <w:r w:rsidR="00816B77" w:rsidRPr="00816B77">
        <w:rPr>
          <w:rtl/>
          <w:lang w:bidi="ur-PK"/>
        </w:rPr>
        <w:t>ا</w:t>
      </w:r>
      <w:r>
        <w:rPr>
          <w:rtl/>
        </w:rPr>
        <w:t>د ؟</w:t>
      </w:r>
      <w:bookmarkEnd w:id="248"/>
    </w:p>
    <w:p w:rsidR="00310473" w:rsidRPr="00B675B7" w:rsidRDefault="00816B77" w:rsidP="00B675B7">
      <w:pPr>
        <w:pStyle w:val="libFootnote0"/>
        <w:rPr>
          <w:rtl/>
        </w:rPr>
      </w:pP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Fonts w:hint="eastAsia"/>
          <w:rtl/>
        </w:rPr>
        <w:t>سل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Fonts w:hint="eastAsia"/>
          <w:rtl/>
        </w:rPr>
        <w:t>م</w:t>
      </w:r>
      <w:r w:rsidR="005A2492" w:rsidRPr="00F63864">
        <w:rPr>
          <w:rStyle w:val="libNormalChar"/>
          <w:rtl/>
        </w:rPr>
        <w:t xml:space="preserve"> م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عورت ک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ز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د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ور حر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ت</w:t>
      </w:r>
      <w:r w:rsidR="005A2492" w:rsidRPr="00F63864">
        <w:rPr>
          <w:rStyle w:val="libNormalChar"/>
          <w:rtl/>
        </w:rPr>
        <w:t xml:space="preserve"> کے پ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ش</w:t>
      </w:r>
      <w:r w:rsidR="005A2492" w:rsidRPr="00F63864">
        <w:rPr>
          <w:rStyle w:val="libNormalChar"/>
          <w:rtl/>
        </w:rPr>
        <w:t xml:space="preserve"> نظر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سل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م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مم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لک م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خو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ت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ن</w:t>
      </w:r>
      <w:r w:rsidR="005A2492" w:rsidRPr="00F63864">
        <w:rPr>
          <w:rStyle w:val="libNormalChar"/>
          <w:rtl/>
        </w:rPr>
        <w:t xml:space="preserve"> 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،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ز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د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نعرہ بلند کرن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ک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tl/>
        </w:rPr>
        <w:t xml:space="preserve"> معن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رکھت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ہے؟ ہم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 خو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ت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ن</w:t>
      </w:r>
      <w:r w:rsidR="005A2492" w:rsidRPr="00F63864">
        <w:rPr>
          <w:rStyle w:val="libNormalChar"/>
          <w:rtl/>
        </w:rPr>
        <w:t xml:space="preserve"> سے سو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ل کرتے ہ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کہ: کس حق کے حصول کے لئے نعرہ بلند کرت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ہ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جو تم سے چھ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ن</w:t>
      </w:r>
      <w:r w:rsidR="005A2492" w:rsidRPr="00F63864">
        <w:rPr>
          <w:rStyle w:val="libNormalChar"/>
          <w:rtl/>
        </w:rPr>
        <w:t xml:space="preserve"> چک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ہے؟ کونس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مشکل ہے جسے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سل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م نے حل نہ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ک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tl/>
        </w:rPr>
        <w:t xml:space="preserve"> ہے؟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Fonts w:hint="eastAsia"/>
          <w:rtl/>
        </w:rPr>
        <w:t>گر</w:t>
      </w:r>
      <w:r w:rsidR="005A2492" w:rsidRPr="00F63864">
        <w:rPr>
          <w:rStyle w:val="libNormalChar"/>
          <w:rtl/>
        </w:rPr>
        <w:t xml:space="preserve"> مسلم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 عورتوں 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مقصد 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ہ</w:t>
      </w:r>
      <w:r w:rsidR="005A2492" w:rsidRPr="00F63864">
        <w:rPr>
          <w:rStyle w:val="libNormalChar"/>
          <w:rtl/>
        </w:rPr>
        <w:t xml:space="preserve"> ہے کہ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نہ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شر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ک</w:t>
      </w:r>
      <w:r w:rsidR="005A2492" w:rsidRPr="00F63864">
        <w:rPr>
          <w:rStyle w:val="libNormalChar"/>
          <w:rtl/>
        </w:rPr>
        <w:t xml:space="preserve"> ح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Fonts w:hint="eastAsia"/>
          <w:rtl/>
        </w:rPr>
        <w:t>ت</w:t>
      </w:r>
      <w:r w:rsidR="005A2492" w:rsidRPr="00F63864">
        <w:rPr>
          <w:rStyle w:val="libNormalChar"/>
          <w:rtl/>
        </w:rPr>
        <w:t xml:space="preserve"> 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نتخ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ب 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حق نہ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مل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ہے تو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سل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م نے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بتد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ء ہ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سے 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ہ</w:t>
      </w:r>
      <w:r w:rsidR="005A2492" w:rsidRPr="00F63864">
        <w:rPr>
          <w:rStyle w:val="libNormalChar"/>
          <w:rtl/>
        </w:rPr>
        <w:t xml:space="preserve"> حق عط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ک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Fonts w:hint="eastAsia"/>
          <w:rtl/>
        </w:rPr>
        <w:t>ہے</w:t>
      </w:r>
      <w:r w:rsidR="005A2492" w:rsidRPr="00F63864">
        <w:rPr>
          <w:rStyle w:val="libNormalChar"/>
          <w:rtl/>
        </w:rPr>
        <w:t>چن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نچہ حضرت خد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جہ</w:t>
      </w:r>
      <w:r w:rsidR="00885B05" w:rsidRPr="00885B05">
        <w:rPr>
          <w:rStyle w:val="libNormalChar"/>
          <w:rtl/>
        </w:rPr>
        <w:t>(س)</w:t>
      </w:r>
      <w:r w:rsidR="005A2492" w:rsidRPr="00F63864">
        <w:rPr>
          <w:rStyle w:val="libNormalChar"/>
          <w:rtl/>
        </w:rPr>
        <w:t xml:space="preserve">  ک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سو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نح ح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Fonts w:hint="eastAsia"/>
          <w:rtl/>
        </w:rPr>
        <w:t>ت</w:t>
      </w:r>
      <w:r w:rsidR="005A2492" w:rsidRPr="00F63864">
        <w:rPr>
          <w:rStyle w:val="libNormalChar"/>
          <w:rtl/>
        </w:rPr>
        <w:t xml:space="preserve"> کے مط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لعہ سے معلوم ہوت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ہے کہ جسے شر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ک</w:t>
      </w:r>
      <w:r w:rsidR="005A2492" w:rsidRPr="00F63864">
        <w:rPr>
          <w:rStyle w:val="libNormalChar"/>
          <w:rtl/>
        </w:rPr>
        <w:t xml:space="preserve"> ح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Fonts w:hint="eastAsia"/>
          <w:rtl/>
        </w:rPr>
        <w:t>ت</w:t>
      </w:r>
      <w:r w:rsidR="005A2492" w:rsidRPr="00F63864">
        <w:rPr>
          <w:rStyle w:val="libNormalChar"/>
          <w:rtl/>
        </w:rPr>
        <w:t xml:space="preserve">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نتخ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ب کرنے 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حق بھ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د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tl/>
        </w:rPr>
        <w:t xml:space="preserve"> گ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tl/>
        </w:rPr>
        <w:t xml:space="preserve">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ور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پنے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مو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ل م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پور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پور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تصرف کرنے 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حق بھ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پؑ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سل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م م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پہل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خ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تون </w:t>
      </w:r>
      <w:r w:rsidR="008D6D4F" w:rsidRPr="008D6D4F">
        <w:rPr>
          <w:rStyle w:val="libNormalChar"/>
          <w:rFonts w:hint="cs"/>
          <w:rtl/>
        </w:rPr>
        <w:t>ہ</w:t>
      </w:r>
      <w:r w:rsidR="009B349E" w:rsidRPr="009B349E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cs"/>
          <w:rtl/>
        </w:rPr>
        <w:t xml:space="preserve">ں جنہوں نے </w:t>
      </w:r>
      <w:r w:rsidRPr="00816B77">
        <w:rPr>
          <w:rStyle w:val="libNormalChar"/>
          <w:rFonts w:hint="cs"/>
          <w:rtl/>
        </w:rPr>
        <w:t>ا</w:t>
      </w:r>
      <w:r w:rsidR="005A2492" w:rsidRPr="00F63864">
        <w:rPr>
          <w:rStyle w:val="libNormalChar"/>
          <w:rFonts w:hint="cs"/>
          <w:rtl/>
        </w:rPr>
        <w:t>پنے رشتے کے لئے پی</w:t>
      </w:r>
      <w:r w:rsidR="005A2492" w:rsidRPr="00F63864">
        <w:rPr>
          <w:rStyle w:val="libNormalChar"/>
          <w:rFonts w:hint="eastAsia"/>
          <w:rtl/>
        </w:rPr>
        <w:t>غ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Fonts w:hint="eastAsia"/>
          <w:rtl/>
        </w:rPr>
        <w:t>م</w:t>
      </w:r>
      <w:r w:rsidR="005A2492" w:rsidRPr="00F63864">
        <w:rPr>
          <w:rStyle w:val="libNormalChar"/>
          <w:rtl/>
        </w:rPr>
        <w:t xml:space="preserve"> بھ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ج</w:t>
      </w:r>
      <w:r w:rsidRPr="00816B77">
        <w:rPr>
          <w:rStyle w:val="libNormalChar"/>
          <w:rFonts w:hint="eastAsia"/>
          <w:rtl/>
        </w:rPr>
        <w:t>ا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گر مسلم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 عورتوں 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مقصد حق طلب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لعلم فر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ضة</w:t>
      </w:r>
      <w:r w:rsidR="005A2492" w:rsidRPr="00F63864">
        <w:rPr>
          <w:rStyle w:val="libNormalChar"/>
          <w:rtl/>
        </w:rPr>
        <w:t xml:space="preserve"> عل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کلّ مسلم ومسلمة تعل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م</w:t>
      </w:r>
      <w:r w:rsidR="005A2492" w:rsidRPr="00F63864">
        <w:rPr>
          <w:rStyle w:val="libNormalChar"/>
          <w:rtl/>
        </w:rPr>
        <w:t xml:space="preserve"> و تعلّم ک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مط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لب</w:t>
      </w:r>
      <w:r w:rsidR="008D6D4F" w:rsidRPr="008D6D4F">
        <w:rPr>
          <w:rStyle w:val="libNormalChar"/>
          <w:rFonts w:hint="cs"/>
          <w:rtl/>
        </w:rPr>
        <w:t>ہ</w:t>
      </w:r>
      <w:r w:rsidR="005A2492" w:rsidRPr="00F63864">
        <w:rPr>
          <w:rStyle w:val="libNormalChar"/>
          <w:rFonts w:hint="cs"/>
          <w:rtl/>
        </w:rPr>
        <w:t xml:space="preserve"> ہے تو </w:t>
      </w:r>
      <w:r w:rsidRPr="00816B77">
        <w:rPr>
          <w:rStyle w:val="libNormalChar"/>
          <w:rFonts w:hint="cs"/>
          <w:rtl/>
        </w:rPr>
        <w:t>ا</w:t>
      </w:r>
      <w:r w:rsidR="005A2492" w:rsidRPr="00F63864">
        <w:rPr>
          <w:rStyle w:val="libNormalChar"/>
          <w:rFonts w:hint="cs"/>
          <w:rtl/>
        </w:rPr>
        <w:t>سل</w:t>
      </w:r>
      <w:r w:rsidRPr="00816B77">
        <w:rPr>
          <w:rStyle w:val="libNormalChar"/>
          <w:rFonts w:hint="cs"/>
          <w:rtl/>
        </w:rPr>
        <w:t>ا</w:t>
      </w:r>
      <w:r w:rsidR="005A2492" w:rsidRPr="00F63864">
        <w:rPr>
          <w:rStyle w:val="libNormalChar"/>
          <w:rFonts w:hint="cs"/>
          <w:rtl/>
        </w:rPr>
        <w:t>م نے نہ صرف ی</w:t>
      </w:r>
      <w:r w:rsidR="005A2492" w:rsidRPr="00F63864">
        <w:rPr>
          <w:rStyle w:val="libNormalChar"/>
          <w:rFonts w:hint="eastAsia"/>
          <w:rtl/>
        </w:rPr>
        <w:t>ہ</w:t>
      </w:r>
      <w:r w:rsidR="005A2492" w:rsidRPr="00F63864">
        <w:rPr>
          <w:rStyle w:val="libNormalChar"/>
          <w:rtl/>
        </w:rPr>
        <w:t xml:space="preserve"> حق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نہ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Fonts w:hint="eastAsia"/>
          <w:rtl/>
        </w:rPr>
        <w:t>ں</w:t>
      </w:r>
      <w:r w:rsidR="005A2492" w:rsidRPr="00F63864">
        <w:rPr>
          <w:rStyle w:val="libNormalChar"/>
          <w:rtl/>
        </w:rPr>
        <w:t xml:space="preserve"> عط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 xml:space="preserve"> ک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tl/>
        </w:rPr>
        <w:t xml:space="preserve"> ہے بلکہ، 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ن پر بھ</w:t>
      </w:r>
      <w:r w:rsidR="005A2492" w:rsidRPr="00F63864">
        <w:rPr>
          <w:rStyle w:val="libNormalChar"/>
          <w:rFonts w:hint="cs"/>
          <w:rtl/>
        </w:rPr>
        <w:t>ی</w:t>
      </w:r>
      <w:r w:rsidR="005A2492" w:rsidRPr="00F63864">
        <w:rPr>
          <w:rStyle w:val="libNormalChar"/>
          <w:rtl/>
        </w:rPr>
        <w:t xml:space="preserve"> و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جب قر</w:t>
      </w:r>
      <w:r w:rsidRPr="00816B77">
        <w:rPr>
          <w:rStyle w:val="libNormalChar"/>
          <w:rtl/>
        </w:rPr>
        <w:t>ا</w:t>
      </w:r>
      <w:r w:rsidR="005A2492" w:rsidRPr="00F63864">
        <w:rPr>
          <w:rStyle w:val="libNormalChar"/>
          <w:rtl/>
        </w:rPr>
        <w:t>ر د</w:t>
      </w:r>
      <w:r w:rsidR="005A2492" w:rsidRPr="00F63864">
        <w:rPr>
          <w:rStyle w:val="libNormalChar"/>
          <w:rFonts w:hint="cs"/>
          <w:rtl/>
        </w:rPr>
        <w:t>ی</w:t>
      </w:r>
      <w:r w:rsidRPr="00816B77">
        <w:rPr>
          <w:rStyle w:val="libNormalChar"/>
          <w:rFonts w:hint="eastAsia"/>
          <w:rtl/>
        </w:rPr>
        <w:t>ا</w:t>
      </w:r>
      <w:r w:rsidR="005A2492" w:rsidRPr="00F63864">
        <w:rPr>
          <w:rStyle w:val="libNormalChar"/>
          <w:rtl/>
        </w:rPr>
        <w:t xml:space="preserve"> ہے</w:t>
      </w:r>
      <w:r w:rsidR="005A2492" w:rsidRPr="00F63864">
        <w:rPr>
          <w:rStyle w:val="libNormalChar"/>
          <w:rtl/>
        </w:rPr>
        <w:cr/>
      </w:r>
      <w:r w:rsidR="00310473" w:rsidRPr="00B675B7">
        <w:rPr>
          <w:rFonts w:hint="cs"/>
          <w:rtl/>
        </w:rPr>
        <w:t>--------------</w:t>
      </w:r>
    </w:p>
    <w:p w:rsidR="00310473" w:rsidRPr="00B675B7" w:rsidRDefault="00310473" w:rsidP="00B675B7">
      <w:pPr>
        <w:pStyle w:val="libFootnote0"/>
        <w:rPr>
          <w:rtl/>
        </w:rPr>
      </w:pPr>
      <w:r w:rsidRPr="00B675B7">
        <w:rPr>
          <w:rFonts w:hint="cs"/>
          <w:rtl/>
        </w:rPr>
        <w:t>(1):</w:t>
      </w:r>
      <w:r w:rsidR="00B675B7" w:rsidRPr="00B675B7">
        <w:rPr>
          <w:rFonts w:hint="cs"/>
          <w:rtl/>
        </w:rPr>
        <w:t>-</w:t>
      </w:r>
      <w:r w:rsidR="00B675B7" w:rsidRPr="00B675B7">
        <w:rPr>
          <w:rtl/>
        </w:rPr>
        <w:t xml:space="preserve"> </w:t>
      </w:r>
      <w:r w:rsidR="00B675B7" w:rsidRPr="0035346A">
        <w:rPr>
          <w:rStyle w:val="libFootNoteArabicChar"/>
          <w:rtl/>
        </w:rPr>
        <w:t>عو</w:t>
      </w:r>
      <w:r w:rsidR="00CF3D62" w:rsidRPr="00CF3D62">
        <w:rPr>
          <w:rStyle w:val="libFootNoteArabicChar"/>
          <w:rtl/>
          <w:lang w:bidi="ar-SA"/>
        </w:rPr>
        <w:t>ا</w:t>
      </w:r>
      <w:r w:rsidR="00B675B7" w:rsidRPr="0035346A">
        <w:rPr>
          <w:rStyle w:val="libFootNoteArabicChar"/>
          <w:rtl/>
        </w:rPr>
        <w:t>ل</w:t>
      </w:r>
      <w:r w:rsidR="00B675B7" w:rsidRPr="0035346A">
        <w:rPr>
          <w:rStyle w:val="libFootNoteArabicChar"/>
          <w:rFonts w:hint="cs"/>
          <w:rtl/>
        </w:rPr>
        <w:t xml:space="preserve">ي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B675B7" w:rsidRPr="0035346A">
        <w:rPr>
          <w:rStyle w:val="libFootNoteArabicChar"/>
          <w:rFonts w:hint="cs"/>
          <w:rtl/>
        </w:rPr>
        <w:t>للئ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B675B7" w:rsidRPr="0035346A">
        <w:rPr>
          <w:rStyle w:val="libFootNoteArabicChar"/>
          <w:rFonts w:hint="cs"/>
          <w:rtl/>
        </w:rPr>
        <w:t>لي ،ج‏3،ب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B675B7" w:rsidRPr="0035346A">
        <w:rPr>
          <w:rStyle w:val="libFootNoteArabicChar"/>
          <w:rFonts w:hint="cs"/>
          <w:rtl/>
        </w:rPr>
        <w:t xml:space="preserve">ب 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B675B7" w:rsidRPr="0035346A">
        <w:rPr>
          <w:rStyle w:val="libFootNoteArabicChar"/>
          <w:rFonts w:hint="cs"/>
          <w:rtl/>
        </w:rPr>
        <w:t>لنك</w:t>
      </w:r>
      <w:r w:rsidR="00CF3D62" w:rsidRPr="00CF3D62">
        <w:rPr>
          <w:rStyle w:val="libFootNoteArabicChar"/>
          <w:rFonts w:hint="cs"/>
          <w:rtl/>
          <w:lang w:bidi="ar-SA"/>
        </w:rPr>
        <w:t>ا</w:t>
      </w:r>
      <w:r w:rsidR="00B675B7" w:rsidRPr="0035346A">
        <w:rPr>
          <w:rStyle w:val="libFootNoteArabicChar"/>
          <w:rFonts w:hint="cs"/>
          <w:rtl/>
        </w:rPr>
        <w:t>ح</w:t>
      </w:r>
      <w:r w:rsidR="00B675B7" w:rsidRPr="00816B77">
        <w:rPr>
          <w:rFonts w:hint="cs"/>
          <w:rtl/>
        </w:rPr>
        <w:t xml:space="preserve"> ، </w:t>
      </w:r>
      <w:r w:rsidR="00B675B7" w:rsidRPr="0035346A">
        <w:rPr>
          <w:rStyle w:val="libFootNoteArabicChar"/>
          <w:rFonts w:hint="cs"/>
          <w:rtl/>
        </w:rPr>
        <w:t>ص :</w:t>
      </w:r>
      <w:r w:rsidR="00B675B7" w:rsidRPr="0035346A">
        <w:rPr>
          <w:rStyle w:val="libFootNoteArabicChar"/>
          <w:rtl/>
        </w:rPr>
        <w:t xml:space="preserve"> 280</w:t>
      </w:r>
    </w:p>
    <w:p w:rsidR="00310473" w:rsidRPr="00310473" w:rsidRDefault="00310473" w:rsidP="00A60F54">
      <w:pPr>
        <w:pStyle w:val="libPoemTini"/>
        <w:rPr>
          <w:rtl/>
        </w:rPr>
      </w:pPr>
      <w:r w:rsidRPr="00310473"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گر</w:t>
      </w:r>
      <w:r w:rsidR="005A2492">
        <w:rPr>
          <w:rtl/>
        </w:rPr>
        <w:t xml:space="preserve"> مسلم</w:t>
      </w:r>
      <w:r w:rsidRPr="00816B77">
        <w:rPr>
          <w:rtl/>
          <w:lang w:bidi="ur-PK"/>
        </w:rPr>
        <w:t>ا</w:t>
      </w:r>
      <w:r w:rsidR="005A2492">
        <w:rPr>
          <w:rtl/>
        </w:rPr>
        <w:t>ن عورتوں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مقصد ق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نون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مرد و عورت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بر</w:t>
      </w:r>
      <w:r w:rsidRPr="00816B77">
        <w:rPr>
          <w:rtl/>
          <w:lang w:bidi="ur-PK"/>
        </w:rPr>
        <w:t>ا</w:t>
      </w:r>
      <w:r w:rsidR="005A2492">
        <w:rPr>
          <w:rtl/>
        </w:rPr>
        <w:t>بر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نے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حق تم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گروہوں،خو</w:t>
      </w:r>
      <w:r w:rsidRPr="00816B77">
        <w:rPr>
          <w:rtl/>
          <w:lang w:bidi="ur-PK"/>
        </w:rPr>
        <w:t>ا</w:t>
      </w:r>
      <w:r w:rsidR="005A2492">
        <w:rPr>
          <w:rtl/>
        </w:rPr>
        <w:t>ہ وہ حبش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ہوں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قرش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 وہ مرد ہو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عورت،سب کو بر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بر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مس</w:t>
      </w:r>
      <w:r w:rsidRPr="00816B77">
        <w:rPr>
          <w:rtl/>
          <w:lang w:bidi="ur-PK"/>
        </w:rPr>
        <w:t>ا</w:t>
      </w:r>
      <w:r w:rsidR="005A2492">
        <w:rPr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کے </w:t>
      </w:r>
      <w:r w:rsidRPr="00816B77">
        <w:rPr>
          <w:rtl/>
          <w:lang w:bidi="ur-PK"/>
        </w:rPr>
        <w:t>ا</w:t>
      </w:r>
      <w:r w:rsidR="005A2492">
        <w:rPr>
          <w:rtl/>
        </w:rPr>
        <w:t>س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کو 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عر نے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ہے: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صف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کھڑے ہوگئے محمود 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ز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بندہ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ور  نہ   کوئ</w:t>
      </w:r>
      <w:r>
        <w:rPr>
          <w:rFonts w:hint="cs"/>
          <w:rtl/>
        </w:rPr>
        <w:t>ی</w:t>
      </w:r>
      <w:r>
        <w:rPr>
          <w:rtl/>
        </w:rPr>
        <w:t xml:space="preserve">   بندہ  نو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گر مسلم</w:t>
      </w:r>
      <w:r w:rsidRPr="00816B77">
        <w:rPr>
          <w:rtl/>
          <w:lang w:bidi="ur-PK"/>
        </w:rPr>
        <w:t>ا</w:t>
      </w:r>
      <w:r w:rsidR="005A2492">
        <w:rPr>
          <w:rtl/>
        </w:rPr>
        <w:t>ن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غوغ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شور وشر</w:t>
      </w:r>
      <w:r w:rsidRPr="00816B77">
        <w:rPr>
          <w:rtl/>
          <w:lang w:bidi="ur-PK"/>
        </w:rPr>
        <w:t>ا</w:t>
      </w:r>
      <w:r w:rsidR="005A2492">
        <w:rPr>
          <w:rtl/>
        </w:rPr>
        <w:t>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کرنے ک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مقصد </w:t>
      </w:r>
      <w:r w:rsidRPr="00E67D25">
        <w:rPr>
          <w:rFonts w:hint="cs"/>
          <w:rtl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برو مند</w:t>
      </w:r>
      <w:r w:rsidRPr="00816B77">
        <w:rPr>
          <w:rtl/>
          <w:lang w:bidi="ur-PK"/>
        </w:rPr>
        <w:t>ا</w:t>
      </w:r>
      <w:r w:rsidR="005A2492">
        <w:rPr>
          <w:rtl/>
        </w:rPr>
        <w:t>نہ زندگ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گز</w:t>
      </w:r>
      <w:r w:rsidRPr="00816B77">
        <w:rPr>
          <w:rtl/>
          <w:lang w:bidi="ur-PK"/>
        </w:rPr>
        <w:t>ا</w:t>
      </w:r>
      <w:r w:rsidR="005A2492">
        <w:rPr>
          <w:rtl/>
        </w:rPr>
        <w:t>رن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جہ</w:t>
      </w:r>
      <w:r w:rsidRPr="00816B77">
        <w:rPr>
          <w:rtl/>
          <w:lang w:bidi="ur-PK"/>
        </w:rPr>
        <w:t>ا</w:t>
      </w:r>
      <w:r w:rsidR="005A2492">
        <w:rPr>
          <w:rtl/>
        </w:rPr>
        <w:t>ں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جنب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طمع نہ کرے،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شر</w:t>
      </w:r>
      <w:r w:rsidRPr="00816B77">
        <w:rPr>
          <w:rtl/>
          <w:lang w:bidi="ur-PK"/>
        </w:rPr>
        <w:t>ا</w:t>
      </w:r>
      <w:r w:rsidR="005A2492">
        <w:rPr>
          <w:rtl/>
        </w:rPr>
        <w:t>فت مند</w:t>
      </w:r>
      <w:r w:rsidRPr="00816B77">
        <w:rPr>
          <w:rtl/>
          <w:lang w:bidi="ur-PK"/>
        </w:rPr>
        <w:t>ا</w:t>
      </w:r>
      <w:r w:rsidR="005A2492">
        <w:rPr>
          <w:rtl/>
        </w:rPr>
        <w:t>نہ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تشلب 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جو بے بندوب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ر </w:t>
      </w:r>
      <w:r w:rsidRPr="00816B77">
        <w:rPr>
          <w:rtl/>
          <w:lang w:bidi="ur-PK"/>
        </w:rPr>
        <w:t>ا</w:t>
      </w:r>
      <w:r w:rsidR="005A2492">
        <w:rPr>
          <w:rtl/>
        </w:rPr>
        <w:t>فر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کے شر سے محفوظ رہے تو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نے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طر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قے</w:t>
      </w:r>
      <w:r w:rsidR="005A2492">
        <w:rPr>
          <w:rtl/>
        </w:rPr>
        <w:t xml:space="preserve"> سے </w:t>
      </w:r>
      <w:r w:rsidRPr="00816B77">
        <w:rPr>
          <w:rtl/>
          <w:lang w:bidi="ur-PK"/>
        </w:rPr>
        <w:t>ا</w:t>
      </w:r>
      <w:r w:rsidR="005A2492">
        <w:rPr>
          <w:rtl/>
        </w:rPr>
        <w:t>س م</w:t>
      </w:r>
      <w:r w:rsidRPr="00816B77">
        <w:rPr>
          <w:rtl/>
          <w:lang w:bidi="ur-PK"/>
        </w:rPr>
        <w:t>ا</w:t>
      </w:r>
      <w:r w:rsidR="005A2492">
        <w:rPr>
          <w:rtl/>
        </w:rPr>
        <w:t>حول کو عورتوں ک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لئے فر</w:t>
      </w:r>
      <w:r w:rsidRPr="00816B77">
        <w:rPr>
          <w:rtl/>
          <w:lang w:bidi="ur-PK"/>
        </w:rPr>
        <w:t>ا</w:t>
      </w:r>
      <w:r w:rsidR="005A2492">
        <w:rPr>
          <w:rtl/>
        </w:rPr>
        <w:t>ہم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ہے،جو کس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مکتب نے فر</w:t>
      </w:r>
      <w:r w:rsidRPr="00816B77">
        <w:rPr>
          <w:rtl/>
          <w:lang w:bidi="ur-PK"/>
        </w:rPr>
        <w:t>ا</w:t>
      </w:r>
      <w:r w:rsidR="005A2492">
        <w:rPr>
          <w:rtl/>
        </w:rPr>
        <w:t>ہم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مقصد بے عفّت</w:t>
      </w:r>
      <w:r>
        <w:rPr>
          <w:rFonts w:hint="cs"/>
          <w:rtl/>
        </w:rPr>
        <w:t>ی</w:t>
      </w:r>
      <w:r>
        <w:rPr>
          <w:rFonts w:hint="eastAsia"/>
          <w:rtl/>
        </w:rPr>
        <w:t>،شہوت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خل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حدود کو پ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ل کرن</w:t>
      </w:r>
      <w:r w:rsidR="00816B77" w:rsidRPr="00816B77">
        <w:rPr>
          <w:rtl/>
          <w:lang w:bidi="ur-PK"/>
        </w:rPr>
        <w:t>ا</w:t>
      </w:r>
      <w:r>
        <w:rPr>
          <w:rtl/>
        </w:rPr>
        <w:t>،بے پردہ ہو کر گھر سے نکلن</w:t>
      </w:r>
      <w:r w:rsidR="00816B77" w:rsidRPr="00816B77">
        <w:rPr>
          <w:rtl/>
          <w:lang w:bidi="ur-PK"/>
        </w:rPr>
        <w:t>ا</w:t>
      </w:r>
      <w:r>
        <w:rPr>
          <w:rtl/>
        </w:rPr>
        <w:t>،محرم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محرم ک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طرز پر رہن سہن رکھن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 </w:t>
      </w:r>
      <w:r w:rsidR="00816B77" w:rsidRPr="00816B77">
        <w:rPr>
          <w:rtl/>
          <w:lang w:bidi="ur-PK"/>
        </w:rPr>
        <w:t>ا</w:t>
      </w:r>
      <w:r>
        <w:rPr>
          <w:rtl/>
        </w:rPr>
        <w:t>ور خ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ش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نے</w:t>
      </w:r>
      <w:r>
        <w:rPr>
          <w:rtl/>
        </w:rPr>
        <w:t xml:space="preserve">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کرکے نسلوں کو خر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 </w:t>
      </w:r>
      <w:r w:rsidR="00816B77" w:rsidRPr="00816B77">
        <w:rPr>
          <w:rtl/>
          <w:lang w:bidi="ur-PK"/>
        </w:rPr>
        <w:t>ا</w:t>
      </w:r>
      <w:r>
        <w:rPr>
          <w:rtl/>
        </w:rPr>
        <w:t>ور بے سرپرست قر</w:t>
      </w:r>
      <w:r w:rsidR="00816B77" w:rsidRPr="00816B77">
        <w:rPr>
          <w:rtl/>
          <w:lang w:bidi="ur-PK"/>
        </w:rPr>
        <w:t>ا</w:t>
      </w:r>
      <w:r>
        <w:rPr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ہے تو ہم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نے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عورت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کے لئے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</w:p>
    <w:p w:rsidR="005A2492" w:rsidRDefault="00816B77" w:rsidP="00310473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قسم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ننگ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حصول کے لئے پ</w:t>
      </w:r>
      <w:r w:rsidRPr="00816B77">
        <w:rPr>
          <w:rtl/>
          <w:lang w:bidi="ur-PK"/>
        </w:rPr>
        <w:t>ا</w:t>
      </w:r>
      <w:r w:rsidR="005A2492">
        <w:rPr>
          <w:rtl/>
        </w:rPr>
        <w:t>رل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منٹ،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سمبل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دوسرے سرک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>رے بن</w:t>
      </w:r>
      <w:r w:rsidRPr="00816B77">
        <w:rPr>
          <w:rtl/>
          <w:lang w:bidi="ur-PK"/>
        </w:rPr>
        <w:t>ا</w:t>
      </w:r>
      <w:r w:rsidR="005A2492">
        <w:rPr>
          <w:rtl/>
        </w:rPr>
        <w:t>نے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ضرورت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بلکہ </w:t>
      </w:r>
      <w:r w:rsidR="00DB2203" w:rsidRPr="00DB2203">
        <w:rPr>
          <w:rtl/>
          <w:lang w:bidi="ur-PK"/>
        </w:rPr>
        <w:t xml:space="preserve">کافی </w:t>
      </w:r>
      <w:r w:rsidR="005A2492">
        <w:rPr>
          <w:rtl/>
        </w:rPr>
        <w:t xml:space="preserve"> ہے کہ شرم وح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کے پردے کو 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Pr="00816B77">
        <w:rPr>
          <w:rtl/>
          <w:lang w:bidi="ur-PK"/>
        </w:rPr>
        <w:t>ا</w:t>
      </w:r>
      <w:r w:rsidR="005A2492">
        <w:rPr>
          <w:rtl/>
        </w:rPr>
        <w:t>ر پھ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نک</w:t>
      </w:r>
      <w:r w:rsidR="005A2492">
        <w:rPr>
          <w:rtl/>
        </w:rPr>
        <w:t xml:space="preserve"> دے 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کہ مکمل طور پر بدن برہنہ </w:t>
      </w:r>
      <w:r w:rsidRPr="00816B77">
        <w:rPr>
          <w:rtl/>
          <w:lang w:bidi="ur-PK"/>
        </w:rPr>
        <w:t>ا</w:t>
      </w:r>
      <w:r w:rsidR="005A2492">
        <w:rPr>
          <w:rtl/>
        </w:rPr>
        <w:t>ور عر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ہو ج</w:t>
      </w:r>
      <w:r w:rsidRPr="00816B77">
        <w:rPr>
          <w:rtl/>
          <w:lang w:bidi="ur-PK"/>
        </w:rPr>
        <w:t>ا</w:t>
      </w:r>
      <w:r w:rsidR="005A2492">
        <w:rPr>
          <w:rtl/>
        </w:rPr>
        <w:t>ئےبج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 کے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ٹ</w:t>
      </w:r>
      <w:r w:rsidRPr="00816B77">
        <w:rPr>
          <w:rtl/>
          <w:lang w:bidi="ur-PK"/>
        </w:rPr>
        <w:t>ا</w:t>
      </w:r>
      <w:r w:rsidR="005A2492">
        <w:rPr>
          <w:rtl/>
        </w:rPr>
        <w:t>نگ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عر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ہ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ں،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 طرح بج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کے کہ ر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</w:t>
      </w:r>
      <w:r w:rsidRPr="00816B77">
        <w:rPr>
          <w:rtl/>
          <w:lang w:bidi="ur-PK"/>
        </w:rPr>
        <w:t>ا</w:t>
      </w:r>
      <w:r w:rsidR="005A2492">
        <w:rPr>
          <w:rtl/>
        </w:rPr>
        <w:t>محرموں کے س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تھ رقص </w:t>
      </w:r>
      <w:r w:rsidRPr="00816B77">
        <w:rPr>
          <w:rtl/>
          <w:lang w:bidi="ur-PK"/>
        </w:rPr>
        <w:t>ا</w:t>
      </w:r>
      <w:r w:rsidR="005A2492">
        <w:rPr>
          <w:rtl/>
        </w:rPr>
        <w:t>ور جنس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ہش</w:t>
      </w:r>
      <w:r w:rsidRPr="00816B77">
        <w:rPr>
          <w:rtl/>
          <w:lang w:bidi="ur-PK"/>
        </w:rPr>
        <w:t>ا</w:t>
      </w:r>
      <w:r w:rsidR="005A2492">
        <w:rPr>
          <w:rtl/>
        </w:rPr>
        <w:t>ت پور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کرے، </w:t>
      </w:r>
      <w:r w:rsidRPr="00816B77">
        <w:rPr>
          <w:rtl/>
          <w:lang w:bidi="ur-PK"/>
        </w:rPr>
        <w:t>ا</w:t>
      </w:r>
      <w:r w:rsidR="005A2492">
        <w:rPr>
          <w:rtl/>
        </w:rPr>
        <w:t>عل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طور پر دن کو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کرے!!! </w:t>
      </w:r>
      <w:r w:rsidR="00310473" w:rsidRPr="007741D8">
        <w:rPr>
          <w:rStyle w:val="libFootnotenumChar"/>
          <w:rFonts w:hint="cs"/>
          <w:rtl/>
        </w:rPr>
        <w:t>(1)</w:t>
      </w:r>
      <w:r w:rsidR="005A2492">
        <w:rPr>
          <w:rtl/>
        </w:rPr>
        <w:t xml:space="preserve"> </w:t>
      </w:r>
    </w:p>
    <w:p w:rsidR="005A2492" w:rsidRDefault="00816B77" w:rsidP="00A60F54">
      <w:pPr>
        <w:pStyle w:val="Heading1"/>
        <w:rPr>
          <w:rtl/>
        </w:rPr>
      </w:pPr>
      <w:bookmarkStart w:id="249" w:name="_Toc393190674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خم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وم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bookmarkEnd w:id="249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دن 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سبت سے </w:t>
      </w:r>
      <w:r w:rsidR="00C15B30" w:rsidRPr="00C15B30">
        <w:rPr>
          <w:rFonts w:hint="cs"/>
          <w:rtl/>
          <w:lang w:bidi="ur-PK"/>
        </w:rPr>
        <w:t>262</w:t>
      </w:r>
      <w:r w:rsidR="005A2492" w:rsidRPr="00E67D25">
        <w:rPr>
          <w:rFonts w:hint="cs"/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1358</w:t>
      </w:r>
      <w:r w:rsidR="005A2492" w:rsidRPr="00E67D25">
        <w:rPr>
          <w:rFonts w:hint="cs"/>
          <w:rtl/>
        </w:rPr>
        <w:t>ش کو خو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غ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مخ</w:t>
      </w:r>
      <w:r w:rsidRPr="00816B77">
        <w:rPr>
          <w:rtl/>
          <w:lang w:bidi="ur-PK"/>
        </w:rPr>
        <w:t>ا</w:t>
      </w:r>
      <w:r w:rsidR="005A2492">
        <w:rPr>
          <w:rtl/>
        </w:rPr>
        <w:t>طب ہو</w:t>
      </w:r>
      <w:r w:rsidRPr="00816B77">
        <w:rPr>
          <w:rtl/>
          <w:lang w:bidi="ur-PK"/>
        </w:rPr>
        <w:t>ا</w:t>
      </w:r>
      <w:r w:rsidR="005A2492">
        <w:rPr>
          <w:rtl/>
        </w:rPr>
        <w:t>:</w:t>
      </w:r>
      <w:r w:rsidRPr="00816B77">
        <w:rPr>
          <w:rtl/>
          <w:lang w:bidi="ur-PK"/>
        </w:rPr>
        <w:t>ا</w:t>
      </w:r>
      <w:r w:rsidR="005A2492">
        <w:rPr>
          <w:rtl/>
        </w:rPr>
        <w:t>فسوس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کہن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پڑت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خ</w:t>
      </w:r>
      <w:r w:rsidR="005A2492">
        <w:rPr>
          <w:rtl/>
        </w:rPr>
        <w:t xml:space="preserve"> بشر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دو مرحلے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مظلوم و</w:t>
      </w:r>
      <w:r w:rsidRPr="00816B77">
        <w:rPr>
          <w:rtl/>
          <w:lang w:bidi="ur-PK"/>
        </w:rPr>
        <w:t>ا</w:t>
      </w:r>
      <w:r w:rsidR="005A2492">
        <w:rPr>
          <w:rtl/>
        </w:rPr>
        <w:t>قع ہوئ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:</w:t>
      </w:r>
    </w:p>
    <w:p w:rsidR="00310473" w:rsidRDefault="00310473" w:rsidP="00B675B7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675B7" w:rsidRDefault="00310473" w:rsidP="00B675B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B675B7">
        <w:rPr>
          <w:rtl/>
          <w:lang w:bidi="ar-SA"/>
        </w:rPr>
        <w:t xml:space="preserve"> حقوق زن در </w:t>
      </w:r>
      <w:r w:rsidR="00816B77" w:rsidRPr="00816B77">
        <w:rPr>
          <w:rtl/>
        </w:rPr>
        <w:t>ا</w:t>
      </w:r>
      <w:r w:rsidR="00B675B7">
        <w:rPr>
          <w:rtl/>
          <w:lang w:bidi="ar-SA"/>
        </w:rPr>
        <w:t>سل</w:t>
      </w:r>
      <w:r w:rsidR="00816B77" w:rsidRPr="00816B77">
        <w:rPr>
          <w:rtl/>
        </w:rPr>
        <w:t>ا</w:t>
      </w:r>
      <w:r w:rsidR="00B675B7">
        <w:rPr>
          <w:rtl/>
          <w:lang w:bidi="ar-SA"/>
        </w:rPr>
        <w:t>م وجہ</w:t>
      </w:r>
      <w:r w:rsidR="00816B77" w:rsidRPr="00816B77">
        <w:rPr>
          <w:rtl/>
        </w:rPr>
        <w:t>ا</w:t>
      </w:r>
      <w:r w:rsidR="00B675B7">
        <w:rPr>
          <w:rtl/>
          <w:lang w:bidi="ar-SA"/>
        </w:rPr>
        <w:t>ں ،ص</w:t>
      </w:r>
      <w:r w:rsidR="00C15B30" w:rsidRPr="00C15B30">
        <w:rPr>
          <w:rFonts w:hint="cs"/>
          <w:rtl/>
        </w:rPr>
        <w:t>16</w:t>
      </w:r>
      <w:r w:rsidR="0035346A" w:rsidRPr="0035346A">
        <w:rPr>
          <w:rFonts w:hint="cs"/>
          <w:rtl/>
        </w:rPr>
        <w:t>0</w:t>
      </w:r>
      <w:r w:rsidR="00B675B7" w:rsidRPr="00816B77">
        <w:rPr>
          <w:rFonts w:hint="cs"/>
          <w:rtl/>
        </w:rPr>
        <w:t xml:space="preserve"> </w:t>
      </w:r>
    </w:p>
    <w:p w:rsidR="00310473" w:rsidRPr="00310473" w:rsidRDefault="00310473" w:rsidP="00A60F54">
      <w:pPr>
        <w:pStyle w:val="libPoemTini"/>
        <w:rPr>
          <w:rtl/>
        </w:rPr>
      </w:pPr>
      <w:r w:rsidRPr="00310473">
        <w:rPr>
          <w:rtl/>
        </w:rPr>
        <w:br w:type="page"/>
      </w:r>
    </w:p>
    <w:p w:rsidR="005A2492" w:rsidRPr="00A60F54" w:rsidRDefault="00C15B30" w:rsidP="00A60F54">
      <w:pPr>
        <w:pStyle w:val="libNormal"/>
        <w:rPr>
          <w:rtl/>
        </w:rPr>
      </w:pPr>
      <w:r w:rsidRPr="00A60F54">
        <w:rPr>
          <w:rFonts w:hint="cs"/>
          <w:rtl/>
        </w:rPr>
        <w:lastRenderedPageBreak/>
        <w:t>1</w:t>
      </w:r>
      <w:r w:rsidR="005A2492" w:rsidRPr="00A60F54">
        <w:rPr>
          <w:rFonts w:hint="cs"/>
          <w:rtl/>
        </w:rPr>
        <w:t>دور ج</w:t>
      </w:r>
      <w:r w:rsidR="00816B77" w:rsidRPr="00A60F54">
        <w:rPr>
          <w:rFonts w:hint="cs"/>
          <w:rtl/>
        </w:rPr>
        <w:t>ا</w:t>
      </w:r>
      <w:r w:rsidR="005A2492" w:rsidRPr="00A60F54">
        <w:rPr>
          <w:rFonts w:hint="cs"/>
          <w:rtl/>
        </w:rPr>
        <w:t>ہلی</w:t>
      </w:r>
      <w:r w:rsidR="005A2492" w:rsidRPr="00A60F54">
        <w:rPr>
          <w:rFonts w:hint="eastAsia"/>
          <w:rtl/>
        </w:rPr>
        <w:t>ت</w:t>
      </w:r>
      <w:r w:rsidR="005A2492" w:rsidRPr="00A60F54">
        <w:rPr>
          <w:rtl/>
        </w:rPr>
        <w:t xml:space="preserve"> م</w:t>
      </w:r>
      <w:r w:rsidR="005A2492" w:rsidRPr="00A60F54">
        <w:rPr>
          <w:rFonts w:hint="cs"/>
          <w:rtl/>
        </w:rPr>
        <w:t>ی</w:t>
      </w:r>
      <w:r w:rsidR="005A2492" w:rsidRPr="00A60F54">
        <w:rPr>
          <w:rFonts w:hint="eastAsia"/>
          <w:rtl/>
        </w:rPr>
        <w:t>ں</w:t>
      </w:r>
      <w:r w:rsidR="005A2492" w:rsidRPr="00A60F54">
        <w:rPr>
          <w:rtl/>
        </w:rPr>
        <w:t xml:space="preserve"> کہ جس ک</w:t>
      </w:r>
      <w:r w:rsidR="005A2492" w:rsidRPr="00A60F54">
        <w:rPr>
          <w:rFonts w:hint="cs"/>
          <w:rtl/>
        </w:rPr>
        <w:t>ی</w:t>
      </w:r>
      <w:r w:rsidR="005A2492" w:rsidRPr="00A60F54">
        <w:rPr>
          <w:rtl/>
        </w:rPr>
        <w:t xml:space="preserve"> تفص</w:t>
      </w:r>
      <w:r w:rsidR="005A2492" w:rsidRPr="00A60F54">
        <w:rPr>
          <w:rFonts w:hint="cs"/>
          <w:rtl/>
        </w:rPr>
        <w:t>ی</w:t>
      </w:r>
      <w:r w:rsidR="005A2492" w:rsidRPr="00A60F54">
        <w:rPr>
          <w:rFonts w:hint="eastAsia"/>
          <w:rtl/>
        </w:rPr>
        <w:t>ل</w:t>
      </w:r>
      <w:r w:rsidR="005A2492" w:rsidRPr="00A60F54">
        <w:rPr>
          <w:rtl/>
        </w:rPr>
        <w:t xml:space="preserve"> گزر گئ</w:t>
      </w:r>
      <w:r w:rsidR="005A2492" w:rsidRPr="00A60F54">
        <w:rPr>
          <w:rFonts w:hint="cs"/>
          <w:rtl/>
        </w:rPr>
        <w:t>ی</w:t>
      </w:r>
      <w:r w:rsidR="00816B77" w:rsidRPr="00A60F54">
        <w:rPr>
          <w:rtl/>
        </w:rPr>
        <w:t>ا</w:t>
      </w:r>
      <w:r w:rsidR="005A2492" w:rsidRPr="00A60F54">
        <w:rPr>
          <w:rtl/>
        </w:rPr>
        <w:t xml:space="preserve">ور </w:t>
      </w:r>
      <w:r w:rsidR="00816B77" w:rsidRPr="00A60F54">
        <w:rPr>
          <w:rtl/>
        </w:rPr>
        <w:t>ا</w:t>
      </w:r>
      <w:r w:rsidR="005A2492" w:rsidRPr="00A60F54">
        <w:rPr>
          <w:rtl/>
        </w:rPr>
        <w:t>سل</w:t>
      </w:r>
      <w:r w:rsidR="00816B77" w:rsidRPr="00A60F54">
        <w:rPr>
          <w:rtl/>
        </w:rPr>
        <w:t>ا</w:t>
      </w:r>
      <w:r w:rsidR="005A2492" w:rsidRPr="00A60F54">
        <w:rPr>
          <w:rtl/>
        </w:rPr>
        <w:t xml:space="preserve">م نے </w:t>
      </w:r>
      <w:r w:rsidR="00816B77" w:rsidRPr="00A60F54">
        <w:rPr>
          <w:rtl/>
        </w:rPr>
        <w:t>ا</w:t>
      </w:r>
      <w:r w:rsidR="005A2492" w:rsidRPr="00A60F54">
        <w:rPr>
          <w:rtl/>
        </w:rPr>
        <w:t>ن پر بڑ</w:t>
      </w:r>
      <w:r w:rsidR="00816B77" w:rsidRPr="00A60F54">
        <w:rPr>
          <w:rtl/>
        </w:rPr>
        <w:t>ا</w:t>
      </w:r>
      <w:r w:rsidR="005A2492" w:rsidRPr="00A60F54">
        <w:rPr>
          <w:rtl/>
        </w:rPr>
        <w:t xml:space="preserve"> </w:t>
      </w:r>
      <w:r w:rsidR="00816B77" w:rsidRPr="00A60F54">
        <w:rPr>
          <w:rtl/>
        </w:rPr>
        <w:t>ا</w:t>
      </w:r>
      <w:r w:rsidR="005A2492" w:rsidRPr="00A60F54">
        <w:rPr>
          <w:rtl/>
        </w:rPr>
        <w:t>حس</w:t>
      </w:r>
      <w:r w:rsidR="00816B77" w:rsidRPr="00A60F54">
        <w:rPr>
          <w:rtl/>
        </w:rPr>
        <w:t>ا</w:t>
      </w:r>
      <w:r w:rsidR="005A2492" w:rsidRPr="00A60F54">
        <w:rPr>
          <w:rtl/>
        </w:rPr>
        <w:t xml:space="preserve">ن کرکے </w:t>
      </w:r>
      <w:r w:rsidR="00816B77" w:rsidRPr="00A60F54">
        <w:rPr>
          <w:rtl/>
        </w:rPr>
        <w:t>ا</w:t>
      </w:r>
      <w:r w:rsidR="005A2492" w:rsidRPr="00A60F54">
        <w:rPr>
          <w:rtl/>
        </w:rPr>
        <w:t>نہ</w:t>
      </w:r>
      <w:r w:rsidR="005A2492" w:rsidRPr="00A60F54">
        <w:rPr>
          <w:rFonts w:hint="cs"/>
          <w:rtl/>
        </w:rPr>
        <w:t>ی</w:t>
      </w:r>
      <w:r w:rsidR="005A2492" w:rsidRPr="00A60F54">
        <w:rPr>
          <w:rFonts w:hint="eastAsia"/>
          <w:rtl/>
        </w:rPr>
        <w:t>ں</w:t>
      </w:r>
      <w:r w:rsidR="005A2492" w:rsidRPr="00A60F54">
        <w:rPr>
          <w:rtl/>
        </w:rPr>
        <w:t xml:space="preserve"> </w:t>
      </w:r>
      <w:r w:rsidR="00816B77" w:rsidRPr="00A60F54">
        <w:rPr>
          <w:rtl/>
        </w:rPr>
        <w:t>ا</w:t>
      </w:r>
      <w:r w:rsidR="005A2492" w:rsidRPr="00A60F54">
        <w:rPr>
          <w:rtl/>
        </w:rPr>
        <w:t>س مظلوم</w:t>
      </w:r>
      <w:r w:rsidR="005A2492" w:rsidRPr="00A60F54">
        <w:rPr>
          <w:rFonts w:hint="cs"/>
          <w:rtl/>
        </w:rPr>
        <w:t>ی</w:t>
      </w:r>
      <w:r w:rsidR="005A2492" w:rsidRPr="00A60F54">
        <w:rPr>
          <w:rFonts w:hint="eastAsia"/>
          <w:rtl/>
        </w:rPr>
        <w:t>ت</w:t>
      </w:r>
      <w:r w:rsidR="005A2492" w:rsidRPr="00A60F54">
        <w:rPr>
          <w:rtl/>
        </w:rPr>
        <w:t xml:space="preserve"> سے نک</w:t>
      </w:r>
      <w:r w:rsidR="00816B77" w:rsidRPr="00A60F54">
        <w:rPr>
          <w:rtl/>
        </w:rPr>
        <w:t>ا</w:t>
      </w:r>
      <w:r w:rsidR="005A2492" w:rsidRPr="00A60F54">
        <w:rPr>
          <w:rtl/>
        </w:rPr>
        <w:t>ل</w:t>
      </w:r>
      <w:r w:rsidR="00816B77" w:rsidRPr="00A60F54">
        <w:rPr>
          <w:rtl/>
        </w:rPr>
        <w:t>ا</w:t>
      </w:r>
      <w:r w:rsidR="005A2492" w:rsidRPr="00A60F54">
        <w:rPr>
          <w:rtl/>
        </w:rPr>
        <w:t>، کہ جہ</w:t>
      </w:r>
      <w:r w:rsidR="00816B77" w:rsidRPr="00A60F54">
        <w:rPr>
          <w:rtl/>
        </w:rPr>
        <w:t>ا</w:t>
      </w:r>
      <w:r w:rsidR="005A2492" w:rsidRPr="00A60F54">
        <w:rPr>
          <w:rtl/>
        </w:rPr>
        <w:t>ں عورت ح</w:t>
      </w:r>
      <w:r w:rsidR="005A2492" w:rsidRPr="00A60F54">
        <w:rPr>
          <w:rFonts w:hint="cs"/>
          <w:rtl/>
        </w:rPr>
        <w:t>ی</w:t>
      </w:r>
      <w:r w:rsidR="005A2492" w:rsidRPr="00A60F54">
        <w:rPr>
          <w:rFonts w:hint="eastAsia"/>
          <w:rtl/>
        </w:rPr>
        <w:t>و</w:t>
      </w:r>
      <w:r w:rsidR="00816B77" w:rsidRPr="00A60F54">
        <w:rPr>
          <w:rFonts w:hint="eastAsia"/>
          <w:rtl/>
        </w:rPr>
        <w:t>ا</w:t>
      </w:r>
      <w:r w:rsidR="005A2492" w:rsidRPr="00A60F54">
        <w:rPr>
          <w:rFonts w:hint="eastAsia"/>
          <w:rtl/>
        </w:rPr>
        <w:t>ن</w:t>
      </w:r>
      <w:r w:rsidR="005A2492" w:rsidRPr="00A60F54">
        <w:rPr>
          <w:rtl/>
        </w:rPr>
        <w:t xml:space="preserve"> بلکہ </w:t>
      </w:r>
      <w:r w:rsidR="00816B77" w:rsidRPr="00A60F54">
        <w:rPr>
          <w:rtl/>
        </w:rPr>
        <w:t>ا</w:t>
      </w:r>
      <w:r w:rsidR="005A2492" w:rsidRPr="00A60F54">
        <w:rPr>
          <w:rtl/>
        </w:rPr>
        <w:t>س سے بھ</w:t>
      </w:r>
      <w:r w:rsidR="005A2492" w:rsidRPr="00A60F54">
        <w:rPr>
          <w:rFonts w:hint="cs"/>
          <w:rtl/>
        </w:rPr>
        <w:t>ی</w:t>
      </w:r>
      <w:r w:rsidR="005A2492" w:rsidRPr="00A60F54">
        <w:rPr>
          <w:rtl/>
        </w:rPr>
        <w:t xml:space="preserve"> پست تر سمجھ</w:t>
      </w:r>
      <w:r w:rsidR="005A2492" w:rsidRPr="00A60F54">
        <w:rPr>
          <w:rFonts w:hint="cs"/>
          <w:rtl/>
        </w:rPr>
        <w:t>ی</w:t>
      </w:r>
      <w:r w:rsidR="005A2492" w:rsidRPr="00A60F54">
        <w:rPr>
          <w:rtl/>
        </w:rPr>
        <w:t xml:space="preserve"> ج</w:t>
      </w:r>
      <w:r w:rsidR="00816B77" w:rsidRPr="00A60F54">
        <w:rPr>
          <w:rtl/>
        </w:rPr>
        <w:t>ا</w:t>
      </w:r>
      <w:r w:rsidR="005A2492" w:rsidRPr="00A60F54">
        <w:rPr>
          <w:rtl/>
        </w:rPr>
        <w:t>ت</w:t>
      </w:r>
      <w:r w:rsidR="005A2492" w:rsidRPr="00A60F54">
        <w:rPr>
          <w:rFonts w:hint="cs"/>
          <w:rtl/>
        </w:rPr>
        <w:t>ی</w:t>
      </w:r>
      <w:r w:rsidR="005A2492" w:rsidRPr="00A60F54">
        <w:rPr>
          <w:rtl/>
        </w:rPr>
        <w:t xml:space="preserve"> تھ</w:t>
      </w:r>
      <w:r w:rsidR="005A2492" w:rsidRPr="00A60F54">
        <w:rPr>
          <w:rFonts w:hint="cs"/>
          <w:rtl/>
        </w:rPr>
        <w:t>ی</w:t>
      </w:r>
    </w:p>
    <w:p w:rsidR="005A2492" w:rsidRDefault="00C15B30" w:rsidP="005A2492">
      <w:pPr>
        <w:pStyle w:val="libNormal"/>
        <w:rPr>
          <w:rtl/>
        </w:rPr>
      </w:pPr>
      <w:r w:rsidRPr="00C15B30">
        <w:rPr>
          <w:rFonts w:hint="cs"/>
          <w:rtl/>
          <w:lang w:bidi="ur-PK"/>
        </w:rPr>
        <w:t>2</w:t>
      </w:r>
      <w:r w:rsidR="005A2492" w:rsidRPr="00E67D25">
        <w:rPr>
          <w:rFonts w:hint="cs"/>
          <w:rtl/>
        </w:rPr>
        <w:t>ش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ہ س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بق رض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ش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ہ 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 کے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ٹے</w:t>
      </w:r>
      <w:r w:rsidR="005A2492">
        <w:rPr>
          <w:rtl/>
        </w:rPr>
        <w:t xml:space="preserve"> کے دور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مظلوم 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قع ہوئ</w:t>
      </w:r>
      <w:r w:rsidR="005A2492">
        <w:rPr>
          <w:rFonts w:hint="cs"/>
          <w:rtl/>
        </w:rPr>
        <w:t>ی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نعرے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کہ عورت کو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دل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گے، عورت کو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فت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ور عزت 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ث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سے گر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ن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م سے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 سے چھ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</w:p>
    <w:p w:rsidR="005A2492" w:rsidRDefault="005A2492" w:rsidP="00310473">
      <w:pPr>
        <w:pStyle w:val="libNormal"/>
        <w:rPr>
          <w:rtl/>
        </w:rPr>
      </w:pP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نے جو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لڑکے </w:t>
      </w:r>
      <w:r w:rsidR="00816B77" w:rsidRPr="00816B77">
        <w:rPr>
          <w:rtl/>
          <w:lang w:bidi="ur-PK"/>
        </w:rPr>
        <w:t>ا</w:t>
      </w:r>
      <w:r>
        <w:rPr>
          <w:rtl/>
        </w:rPr>
        <w:t>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ف</w:t>
      </w:r>
      <w:r w:rsidR="00816B77" w:rsidRPr="00816B77">
        <w:rPr>
          <w:rtl/>
          <w:lang w:bidi="ur-PK"/>
        </w:rPr>
        <w:t>ا</w:t>
      </w:r>
      <w:r>
        <w:rPr>
          <w:rtl/>
        </w:rPr>
        <w:t>سد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عورت کو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کھلون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بن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نکہ عورت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لح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 w:rsidR="00816B77" w:rsidRPr="00816B77">
        <w:rPr>
          <w:rtl/>
          <w:lang w:bidi="ur-PK"/>
        </w:rPr>
        <w:t>ا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مربّ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دت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شق</w:t>
      </w:r>
      <w:r w:rsidR="00816B77" w:rsidRPr="00816B77">
        <w:rPr>
          <w:rtl/>
          <w:lang w:bidi="ur-PK"/>
        </w:rPr>
        <w:t>ا</w:t>
      </w:r>
      <w:r>
        <w:rPr>
          <w:rtl/>
        </w:rPr>
        <w:t>وت عورت ہ</w:t>
      </w:r>
      <w:r>
        <w:rPr>
          <w:rFonts w:hint="cs"/>
          <w:rtl/>
        </w:rPr>
        <w:t>ی</w:t>
      </w:r>
      <w:r>
        <w:rPr>
          <w:rtl/>
        </w:rPr>
        <w:t xml:space="preserve"> کے وجود سے و</w:t>
      </w:r>
      <w:r w:rsidR="00816B77" w:rsidRPr="00816B77">
        <w:rPr>
          <w:rtl/>
          <w:lang w:bidi="ur-PK"/>
        </w:rPr>
        <w:t>ا</w:t>
      </w:r>
      <w:r>
        <w:rPr>
          <w:rtl/>
        </w:rPr>
        <w:t>بستہ ہے</w:t>
      </w:r>
      <w:r w:rsidR="00816B77" w:rsidRPr="00816B77">
        <w:rPr>
          <w:rtl/>
          <w:lang w:bidi="ur-PK"/>
        </w:rPr>
        <w:t>ا</w:t>
      </w:r>
      <w:r>
        <w:rPr>
          <w:rtl/>
        </w:rPr>
        <w:t>ن ب</w:t>
      </w:r>
      <w:r w:rsidR="00816B77" w:rsidRPr="00816B77">
        <w:rPr>
          <w:rtl/>
          <w:lang w:bidi="ur-PK"/>
        </w:rPr>
        <w:t>ا</w:t>
      </w:r>
      <w:r>
        <w:rPr>
          <w:rtl/>
        </w:rPr>
        <w:t>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(ش</w:t>
      </w:r>
      <w:r w:rsidR="00816B77" w:rsidRPr="00816B77">
        <w:rPr>
          <w:rtl/>
          <w:lang w:bidi="ur-PK"/>
        </w:rPr>
        <w:t>ا</w:t>
      </w:r>
      <w:r>
        <w:rPr>
          <w:rtl/>
        </w:rPr>
        <w:t>ہ س</w:t>
      </w:r>
      <w:r w:rsidR="00816B77" w:rsidRPr="00816B77">
        <w:rPr>
          <w:rtl/>
          <w:lang w:bidi="ur-PK"/>
        </w:rPr>
        <w:t>ا</w:t>
      </w:r>
      <w:r>
        <w:rPr>
          <w:rtl/>
        </w:rPr>
        <w:t>بق ول</w:t>
      </w:r>
      <w:r w:rsidR="00816B77" w:rsidRPr="00816B77">
        <w:rPr>
          <w:rtl/>
          <w:lang w:bidi="ur-PK"/>
        </w:rPr>
        <w:t>ا</w:t>
      </w:r>
      <w:r>
        <w:rPr>
          <w:rtl/>
        </w:rPr>
        <w:t>حق) نے خصوص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جس قدر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ظلم و ستم کے پہ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ڑ توڑے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 مردوں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توڑےجو</w:t>
      </w:r>
      <w:r w:rsidR="00816B77" w:rsidRPr="00816B77">
        <w:rPr>
          <w:rtl/>
          <w:lang w:bidi="ur-PK"/>
        </w:rPr>
        <w:t>ا</w:t>
      </w:r>
      <w:r>
        <w:rPr>
          <w:rtl/>
        </w:rPr>
        <w:t>نوں کے لئے  فحش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ء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منکر</w:t>
      </w:r>
      <w:r w:rsidR="00816B77" w:rsidRPr="00816B77">
        <w:rPr>
          <w:rtl/>
          <w:lang w:bidi="ur-PK"/>
        </w:rPr>
        <w:t>ا</w:t>
      </w:r>
      <w:r>
        <w:rPr>
          <w:rtl/>
        </w:rPr>
        <w:t>ت کے مر</w:t>
      </w:r>
      <w:r w:rsidR="00816B77" w:rsidRPr="00816B77">
        <w:rPr>
          <w:rtl/>
          <w:lang w:bidi="ur-PK"/>
        </w:rPr>
        <w:t>ا</w:t>
      </w:r>
      <w:r>
        <w:rPr>
          <w:rtl/>
        </w:rPr>
        <w:t>کز بن</w:t>
      </w:r>
      <w:r w:rsidR="00816B77" w:rsidRPr="00816B77">
        <w:rPr>
          <w:rtl/>
          <w:lang w:bidi="ur-PK"/>
        </w:rPr>
        <w:t>ا</w:t>
      </w:r>
      <w:r>
        <w:rPr>
          <w:rtl/>
        </w:rPr>
        <w:t>ئے گئے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تمدن کے ن</w:t>
      </w:r>
      <w:r w:rsidR="00816B77" w:rsidRPr="00816B77">
        <w:rPr>
          <w:rtl/>
          <w:lang w:bidi="ur-PK"/>
        </w:rPr>
        <w:t>ا</w:t>
      </w:r>
      <w:r>
        <w:rPr>
          <w:rtl/>
        </w:rPr>
        <w:t>م سے مرد و عورت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310473" w:rsidRPr="007741D8">
        <w:rPr>
          <w:rStyle w:val="libFootnotenumChar"/>
          <w:rFonts w:hint="cs"/>
          <w:rtl/>
        </w:rPr>
        <w:t>(1)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ہئے کہ 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حک</w:t>
      </w:r>
      <w:r w:rsidR="00816B77" w:rsidRPr="00816B77">
        <w:rPr>
          <w:rtl/>
          <w:lang w:bidi="ur-PK"/>
        </w:rPr>
        <w:t>ا</w:t>
      </w:r>
      <w:r>
        <w:rPr>
          <w:rtl/>
        </w:rPr>
        <w:t>م کو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کرتے ہوئے عورتوں کے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ور منزلت عو</w:t>
      </w:r>
      <w:r w:rsidR="00816B77" w:rsidRPr="00816B77">
        <w:rPr>
          <w:rtl/>
          <w:lang w:bidi="ur-PK"/>
        </w:rPr>
        <w:t>ا</w:t>
      </w:r>
      <w:r>
        <w:rPr>
          <w:rtl/>
        </w:rPr>
        <w:t>م پر و</w:t>
      </w:r>
      <w:r w:rsidR="00816B77" w:rsidRPr="00816B77">
        <w:rPr>
          <w:rtl/>
          <w:lang w:bidi="ur-PK"/>
        </w:rPr>
        <w:t>ا</w:t>
      </w:r>
      <w:r>
        <w:rPr>
          <w:rtl/>
        </w:rPr>
        <w:t>ضح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مختلف شخص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فک</w:t>
      </w:r>
      <w:r w:rsidR="00816B77" w:rsidRPr="00816B77">
        <w:rPr>
          <w:rtl/>
          <w:lang w:bidi="ur-PK"/>
        </w:rPr>
        <w:t>ا</w:t>
      </w:r>
      <w:r>
        <w:rPr>
          <w:rtl/>
        </w:rPr>
        <w:t>ر کو 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لبتہ مسئلہ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</w:t>
      </w:r>
      <w:r w:rsidR="00816B77" w:rsidRPr="00816B77">
        <w:rPr>
          <w:rtl/>
          <w:lang w:bidi="ur-PK"/>
        </w:rPr>
        <w:t>ا</w:t>
      </w:r>
      <w:r>
        <w:rPr>
          <w:rtl/>
        </w:rPr>
        <w:t>گر ت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مط</w:t>
      </w:r>
      <w:r w:rsidR="00816B77" w:rsidRPr="00816B77">
        <w:rPr>
          <w:rtl/>
          <w:lang w:bidi="ur-PK"/>
        </w:rPr>
        <w:t>ا</w:t>
      </w:r>
      <w:r>
        <w:rPr>
          <w:rtl/>
        </w:rPr>
        <w:t>لعہ کرے تو معلوم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ظلم ہو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</w:t>
      </w:r>
    </w:p>
    <w:p w:rsidR="005A2492" w:rsidRDefault="00C15B30" w:rsidP="005A2492">
      <w:pPr>
        <w:pStyle w:val="libNormal"/>
        <w:rPr>
          <w:rtl/>
        </w:rPr>
      </w:pPr>
      <w:r w:rsidRPr="00C15B30">
        <w:rPr>
          <w:rFonts w:hint="cs"/>
          <w:rtl/>
          <w:lang w:bidi="ur-PK"/>
        </w:rPr>
        <w:t>1</w:t>
      </w:r>
      <w:r w:rsidR="005A2492" w:rsidRPr="00E67D25">
        <w:rPr>
          <w:rFonts w:hint="cs"/>
          <w:rtl/>
        </w:rPr>
        <w:t xml:space="preserve">قدرت مند 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فر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د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سے،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ونکہ</w:t>
      </w:r>
      <w:r w:rsidR="005A2492">
        <w:rPr>
          <w:rtl/>
        </w:rPr>
        <w:t xml:space="preserve"> ہر لح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ظ سے مع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شرہ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کچھ لوگ ط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قتور ہو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کرتے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لوگ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ہش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 نفس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کو پور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 کرنے ک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خ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طر مع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شرے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موجود خو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دستدر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کرتےہ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 لح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ظ سے مع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شرہ مغرب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ہونے </w:t>
      </w:r>
      <w:r w:rsidR="005A2492"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مشرق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ہونے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فرق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شرو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وضع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</w:p>
    <w:p w:rsidR="00310473" w:rsidRDefault="00C15B30" w:rsidP="005A2492">
      <w:pPr>
        <w:pStyle w:val="libNormal"/>
        <w:rPr>
          <w:rtl/>
        </w:rPr>
      </w:pPr>
      <w:r w:rsidRPr="00C15B30">
        <w:rPr>
          <w:rFonts w:hint="cs"/>
          <w:rtl/>
          <w:lang w:bidi="ur-PK"/>
        </w:rPr>
        <w:t>2</w:t>
      </w:r>
      <w:r w:rsidR="005A2492" w:rsidRPr="00E67D25">
        <w:rPr>
          <w:rFonts w:hint="cs"/>
          <w:rtl/>
        </w:rPr>
        <w:t>عورت کو م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ل و دولت کے طور پر 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ستعم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ل کرتے تھےچن</w:t>
      </w:r>
      <w:r w:rsidR="00816B77"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نچہ  تفص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گفتگو گزر گئ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>ج 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عورت کے حقوق کے دف</w:t>
      </w:r>
      <w:r w:rsidR="00816B77" w:rsidRPr="00816B77">
        <w:rPr>
          <w:rtl/>
          <w:lang w:bidi="ur-PK"/>
        </w:rPr>
        <w:t>ا</w:t>
      </w:r>
      <w:r w:rsidR="005A2492">
        <w:rPr>
          <w:rtl/>
        </w:rPr>
        <w:t xml:space="preserve">ع </w:t>
      </w:r>
    </w:p>
    <w:p w:rsidR="00310473" w:rsidRDefault="00310473" w:rsidP="00B675B7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B675B7" w:rsidRDefault="00310473" w:rsidP="00B675B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B675B7" w:rsidRPr="00B675B7">
        <w:rPr>
          <w:rtl/>
        </w:rPr>
        <w:t xml:space="preserve"> </w:t>
      </w:r>
      <w:r w:rsidR="00B675B7">
        <w:rPr>
          <w:rtl/>
          <w:lang w:bidi="ar-SA"/>
        </w:rPr>
        <w:t>ف</w:t>
      </w:r>
      <w:r w:rsidR="00816B77" w:rsidRPr="00816B77">
        <w:rPr>
          <w:rtl/>
        </w:rPr>
        <w:t>ا</w:t>
      </w:r>
      <w:r w:rsidR="00B675B7">
        <w:rPr>
          <w:rtl/>
          <w:lang w:bidi="ar-SA"/>
        </w:rPr>
        <w:t>طمہ گل و</w:t>
      </w:r>
      <w:r w:rsidR="00816B77" w:rsidRPr="00816B77">
        <w:rPr>
          <w:rtl/>
        </w:rPr>
        <w:t>ا</w:t>
      </w:r>
      <w:r w:rsidR="00B675B7">
        <w:rPr>
          <w:rtl/>
          <w:lang w:bidi="ar-SA"/>
        </w:rPr>
        <w:t xml:space="preserve">ژہ </w:t>
      </w:r>
      <w:r w:rsidR="00816B77" w:rsidRPr="00816B77">
        <w:rPr>
          <w:rtl/>
        </w:rPr>
        <w:t>ا</w:t>
      </w:r>
      <w:r w:rsidR="00B675B7">
        <w:rPr>
          <w:rtl/>
          <w:lang w:bidi="ar-SA"/>
        </w:rPr>
        <w:t>فر</w:t>
      </w:r>
      <w:r w:rsidR="00B675B7">
        <w:rPr>
          <w:rFonts w:hint="cs"/>
          <w:rtl/>
          <w:lang w:bidi="ar-SA"/>
        </w:rPr>
        <w:t>ی</w:t>
      </w:r>
      <w:r w:rsidR="00B675B7">
        <w:rPr>
          <w:rFonts w:hint="eastAsia"/>
          <w:rtl/>
          <w:lang w:bidi="ar-SA"/>
        </w:rPr>
        <w:t>نش،ص</w:t>
      </w:r>
      <w:r w:rsidR="00C15B30" w:rsidRPr="00C15B30">
        <w:rPr>
          <w:rFonts w:hint="cs"/>
          <w:rtl/>
        </w:rPr>
        <w:t>67</w:t>
      </w:r>
    </w:p>
    <w:p w:rsidR="00310473" w:rsidRDefault="00310473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کے ن</w:t>
      </w:r>
      <w:r w:rsidR="00816B77" w:rsidRPr="00816B77">
        <w:rPr>
          <w:rtl/>
          <w:lang w:bidi="ur-PK"/>
        </w:rPr>
        <w:t>ا</w:t>
      </w:r>
      <w:r>
        <w:rPr>
          <w:rtl/>
        </w:rPr>
        <w:t>م پر پہلے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پر ظلم ہورہ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مم</w:t>
      </w:r>
      <w:r w:rsidR="00816B77" w:rsidRPr="00816B77">
        <w:rPr>
          <w:rtl/>
          <w:lang w:bidi="ur-PK"/>
        </w:rPr>
        <w:t>ا</w:t>
      </w:r>
      <w:r>
        <w:rPr>
          <w:rtl/>
        </w:rPr>
        <w:t>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عورت کے حقوق 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نعرہ لگ</w:t>
      </w:r>
      <w:r w:rsidR="00816B77" w:rsidRPr="00816B77">
        <w:rPr>
          <w:rtl/>
          <w:lang w:bidi="ur-PK"/>
        </w:rPr>
        <w:t>ا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ق</w:t>
      </w:r>
      <w:r w:rsidR="00816B77" w:rsidRPr="00816B77">
        <w:rPr>
          <w:rtl/>
          <w:lang w:bidi="ur-PK"/>
        </w:rPr>
        <w:t>ا</w:t>
      </w:r>
      <w:r>
        <w:rPr>
          <w:rtl/>
        </w:rPr>
        <w:t>نون وضع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سلئے ہے </w:t>
      </w:r>
      <w:r>
        <w:rPr>
          <w:rFonts w:hint="eastAsia"/>
          <w:rtl/>
        </w:rPr>
        <w:t>کہ</w:t>
      </w:r>
      <w:r>
        <w:rPr>
          <w:rtl/>
        </w:rPr>
        <w:t xml:space="preserve"> عورت کو ک</w:t>
      </w:r>
      <w:r w:rsidR="00816B77" w:rsidRPr="00816B77">
        <w:rPr>
          <w:rtl/>
          <w:lang w:bidi="ur-PK"/>
        </w:rPr>
        <w:t>ا</w:t>
      </w:r>
      <w:r>
        <w:rPr>
          <w:rtl/>
        </w:rPr>
        <w:t>رخ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نوں،ملوں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دفتروں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 w:rsidR="00816B77" w:rsidRPr="00816B77">
        <w:rPr>
          <w:rtl/>
          <w:lang w:bidi="ur-PK"/>
        </w:rPr>
        <w:t>ا</w:t>
      </w:r>
      <w:r>
        <w:rPr>
          <w:rtl/>
        </w:rPr>
        <w:t>زمت دے کر بد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جڑوں کو پھ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ل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مطلب 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ئے کہ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>ئش کرے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منہ بولت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ثبوت </w:t>
      </w:r>
      <w:r w:rsidR="00816B77" w:rsidRPr="00816B77">
        <w:rPr>
          <w:rtl/>
          <w:lang w:bidi="ur-PK"/>
        </w:rPr>
        <w:t>ا</w:t>
      </w:r>
      <w:r>
        <w:rPr>
          <w:rtl/>
        </w:rPr>
        <w:t>پ کو ہر س</w:t>
      </w:r>
      <w:r w:rsidR="00816B77" w:rsidRPr="00816B77">
        <w:rPr>
          <w:rtl/>
          <w:lang w:bidi="ur-PK"/>
        </w:rPr>
        <w:t>ا</w:t>
      </w:r>
      <w:r>
        <w:rPr>
          <w:rtl/>
        </w:rPr>
        <w:t>ل مغرب</w:t>
      </w:r>
      <w:r>
        <w:rPr>
          <w:rFonts w:hint="cs"/>
          <w:rtl/>
        </w:rPr>
        <w:t>ی</w:t>
      </w:r>
      <w:r>
        <w:rPr>
          <w:rtl/>
        </w:rPr>
        <w:t xml:space="preserve"> بلکہ مشر ق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کےمق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کونس</w:t>
      </w:r>
      <w:r>
        <w:rPr>
          <w:rFonts w:hint="cs"/>
          <w:rtl/>
        </w:rPr>
        <w:t>ی</w:t>
      </w:r>
      <w:r>
        <w:rPr>
          <w:rtl/>
        </w:rPr>
        <w:t xml:space="preserve"> عورت ز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دہ</w:t>
      </w:r>
      <w:r>
        <w:rPr>
          <w:rtl/>
        </w:rPr>
        <w:t xml:space="preserve"> خوبصورت ہے؟ ت</w:t>
      </w:r>
      <w:r w:rsidR="00816B77" w:rsidRPr="00816B77">
        <w:rPr>
          <w:rtl/>
          <w:lang w:bidi="ur-PK"/>
        </w:rPr>
        <w:t>ا</w:t>
      </w:r>
      <w:r>
        <w:rPr>
          <w:rtl/>
        </w:rPr>
        <w:t>کہ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خوبصورت خ</w:t>
      </w:r>
      <w:r w:rsidR="00816B77" w:rsidRPr="00816B77">
        <w:rPr>
          <w:rtl/>
          <w:lang w:bidi="ur-PK"/>
        </w:rPr>
        <w:t>ا</w:t>
      </w:r>
      <w:r>
        <w:rPr>
          <w:rtl/>
        </w:rPr>
        <w:t>تون کہل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سکے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</w:t>
      </w:r>
      <w:r w:rsidR="005A2492">
        <w:rPr>
          <w:rtl/>
        </w:rPr>
        <w:t xml:space="preserve"> طرح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ن</w:t>
      </w:r>
      <w:r w:rsidRPr="00816B77">
        <w:rPr>
          <w:rtl/>
          <w:lang w:bidi="ur-PK"/>
        </w:rPr>
        <w:t>ا</w:t>
      </w:r>
      <w:r w:rsidR="005A2492">
        <w:rPr>
          <w:rtl/>
        </w:rPr>
        <w:t>م سے 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مشروع </w:t>
      </w:r>
      <w:r w:rsidRPr="00816B77">
        <w:rPr>
          <w:rtl/>
          <w:lang w:bidi="ur-PK"/>
        </w:rPr>
        <w:t>ا</w:t>
      </w:r>
      <w:r w:rsidR="005A2492">
        <w:rPr>
          <w:rtl/>
        </w:rPr>
        <w:t>ور ن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ئز طر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قے</w:t>
      </w:r>
      <w:r w:rsidR="005A2492">
        <w:rPr>
          <w:rtl/>
        </w:rPr>
        <w:t xml:space="preserve"> سے عورتوں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مردوں کے درم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تعلق</w:t>
      </w:r>
      <w:r w:rsidRPr="00816B77">
        <w:rPr>
          <w:rtl/>
          <w:lang w:bidi="ur-PK"/>
        </w:rPr>
        <w:t>ا</w:t>
      </w:r>
      <w:r w:rsidR="005A2492">
        <w:rPr>
          <w:rtl/>
        </w:rPr>
        <w:t>ت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کرنے کے لئے زم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نہ</w:t>
      </w:r>
      <w:r w:rsidR="005A2492">
        <w:rPr>
          <w:rtl/>
        </w:rPr>
        <w:t xml:space="preserve"> فر</w:t>
      </w:r>
      <w:r w:rsidRPr="00816B77">
        <w:rPr>
          <w:rtl/>
          <w:lang w:bidi="ur-PK"/>
        </w:rPr>
        <w:t>ا</w:t>
      </w:r>
      <w:r w:rsidR="005A2492">
        <w:rPr>
          <w:rtl/>
        </w:rPr>
        <w:t>ہم کرتےہ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جو</w:t>
      </w:r>
      <w:r w:rsidRPr="00816B77">
        <w:rPr>
          <w:rtl/>
          <w:lang w:bidi="ur-PK"/>
        </w:rPr>
        <w:t>ا</w:t>
      </w:r>
      <w:r w:rsidR="005A2492">
        <w:rPr>
          <w:rtl/>
        </w:rPr>
        <w:t>ن لڑک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لجوں </w:t>
      </w:r>
      <w:r w:rsidRPr="00816B77">
        <w:rPr>
          <w:rtl/>
          <w:lang w:bidi="ur-PK"/>
        </w:rPr>
        <w:t>ا</w:t>
      </w:r>
      <w:r w:rsidR="005A2492">
        <w:rPr>
          <w:rtl/>
        </w:rPr>
        <w:t>ور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ورسٹز</w:t>
      </w:r>
      <w:r w:rsidR="005A2492">
        <w:rPr>
          <w:rtl/>
        </w:rPr>
        <w:t xml:space="preserve"> 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لئے بو</w:t>
      </w:r>
      <w:r w:rsidRPr="00816B77">
        <w:rPr>
          <w:rtl/>
          <w:lang w:bidi="ur-PK"/>
        </w:rPr>
        <w:t>ا</w:t>
      </w:r>
      <w:r w:rsidR="005A2492">
        <w:rPr>
          <w:rtl/>
        </w:rPr>
        <w:t>ئے فر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نڈ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نتخ</w:t>
      </w:r>
      <w:r w:rsidRPr="00816B77">
        <w:rPr>
          <w:rtl/>
          <w:lang w:bidi="ur-PK"/>
        </w:rPr>
        <w:t>ا</w:t>
      </w:r>
      <w:r w:rsidR="005A2492">
        <w:rPr>
          <w:rtl/>
        </w:rPr>
        <w:t>ب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ں،لڑک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و</w:t>
      </w:r>
      <w:r w:rsidRPr="00816B77">
        <w:rPr>
          <w:rtl/>
          <w:lang w:bidi="ur-PK"/>
        </w:rPr>
        <w:t>ا</w:t>
      </w:r>
      <w:r w:rsidR="005A2492">
        <w:rPr>
          <w:rtl/>
        </w:rPr>
        <w:t>لد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ز</w:t>
      </w:r>
      <w:r w:rsidR="005A2492">
        <w:rPr>
          <w:rtl/>
        </w:rPr>
        <w:t xml:space="preserve"> کو مع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وب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سمجھت</w:t>
      </w:r>
      <w:r w:rsidR="005A2492">
        <w:rPr>
          <w:rFonts w:hint="eastAsia"/>
          <w:rtl/>
        </w:rPr>
        <w:t>ے</w:t>
      </w:r>
      <w:r w:rsidR="005A2492">
        <w:rPr>
          <w:rtl/>
        </w:rPr>
        <w:t xml:space="preserve"> </w:t>
      </w:r>
      <w:r w:rsidR="009B349E" w:rsidRPr="009B349E">
        <w:rPr>
          <w:rFonts w:hint="cs"/>
          <w:rtl/>
          <w:lang w:bidi="ur-PK"/>
        </w:rPr>
        <w:t>ی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ں تک کہ لڑک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پنے گھر پر </w:t>
      </w:r>
      <w:r w:rsidRPr="00816B77">
        <w:rPr>
          <w:rtl/>
          <w:lang w:bidi="ur-PK"/>
        </w:rPr>
        <w:t>ا</w:t>
      </w:r>
      <w:r w:rsidR="005A2492">
        <w:rPr>
          <w:rtl/>
        </w:rPr>
        <w:t>س بو</w:t>
      </w:r>
      <w:r w:rsidRPr="00816B77">
        <w:rPr>
          <w:rtl/>
          <w:lang w:bidi="ur-PK"/>
        </w:rPr>
        <w:t>ا</w:t>
      </w:r>
      <w:r w:rsidR="005A2492">
        <w:rPr>
          <w:rtl/>
        </w:rPr>
        <w:t>ئے فر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نڈ</w:t>
      </w:r>
      <w:r w:rsidR="005A2492">
        <w:rPr>
          <w:rtl/>
        </w:rPr>
        <w:t xml:space="preserve"> کو س</w:t>
      </w:r>
      <w:r w:rsidRPr="00816B77">
        <w:rPr>
          <w:rtl/>
          <w:lang w:bidi="ur-PK"/>
        </w:rPr>
        <w:t>ا</w:t>
      </w:r>
      <w:r w:rsidR="005A2492">
        <w:rPr>
          <w:rtl/>
        </w:rPr>
        <w:t>تھ ل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Pr="00816B77">
        <w:rPr>
          <w:rtl/>
          <w:lang w:bidi="ur-PK"/>
        </w:rPr>
        <w:t>ا</w:t>
      </w:r>
      <w:r w:rsidR="005A2492">
        <w:rPr>
          <w:rtl/>
        </w:rPr>
        <w:t>ں ب</w:t>
      </w:r>
      <w:r w:rsidRPr="00816B77">
        <w:rPr>
          <w:rtl/>
          <w:lang w:bidi="ur-PK"/>
        </w:rPr>
        <w:t>ا</w:t>
      </w:r>
      <w:r w:rsidR="005A2492">
        <w:rPr>
          <w:rtl/>
        </w:rPr>
        <w:t>پ سے مل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Pr="00816B77">
        <w:rPr>
          <w:rtl/>
          <w:lang w:bidi="ur-PK"/>
        </w:rPr>
        <w:t>ا</w:t>
      </w:r>
      <w:r w:rsidR="005A2492">
        <w:rPr>
          <w:rtl/>
        </w:rPr>
        <w:t>ں ب</w:t>
      </w:r>
      <w:r w:rsidRPr="00816B77">
        <w:rPr>
          <w:rtl/>
          <w:lang w:bidi="ur-PK"/>
        </w:rPr>
        <w:t>ا</w:t>
      </w:r>
      <w:r w:rsidR="005A2492">
        <w:rPr>
          <w:rtl/>
        </w:rPr>
        <w:t>پ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</w:t>
      </w:r>
      <w:r w:rsidRPr="00816B77">
        <w:rPr>
          <w:rtl/>
          <w:lang w:bidi="ur-PK"/>
        </w:rPr>
        <w:t>ا</w:t>
      </w:r>
      <w:r w:rsidR="005A2492">
        <w:rPr>
          <w:rtl/>
        </w:rPr>
        <w:t>خر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نہ 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>ز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لڑک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دوست ہے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ور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لو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سب مغرب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فرہنگ ہم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منتقل ہورہ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ہم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ہئے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فک</w:t>
      </w:r>
      <w:r w:rsidRPr="00816B77">
        <w:rPr>
          <w:rtl/>
          <w:lang w:bidi="ur-PK"/>
        </w:rPr>
        <w:t>ا</w:t>
      </w:r>
      <w:r w:rsidR="005A2492">
        <w:rPr>
          <w:rtl/>
        </w:rPr>
        <w:t>رلوگوں تک پہنچ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بت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دے کہ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بلکہ نفس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ہش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غل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صل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جو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مقدس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نے عورتوں کو عط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وہ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کو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سے</w:t>
      </w:r>
      <w:r w:rsidR="005A2492">
        <w:rPr>
          <w:rtl/>
        </w:rPr>
        <w:t xml:space="preserve"> مطلوب مو</w:t>
      </w:r>
      <w:r w:rsidRPr="00816B77">
        <w:rPr>
          <w:rtl/>
          <w:lang w:bidi="ur-PK"/>
        </w:rPr>
        <w:t>ا</w:t>
      </w:r>
      <w:r w:rsidR="005A2492">
        <w:rPr>
          <w:rtl/>
        </w:rPr>
        <w:t>قع فر</w:t>
      </w:r>
      <w:r w:rsidRPr="00816B77">
        <w:rPr>
          <w:rtl/>
          <w:lang w:bidi="ur-PK"/>
        </w:rPr>
        <w:t>ا</w:t>
      </w:r>
      <w:r w:rsidR="005A2492">
        <w:rPr>
          <w:rtl/>
        </w:rPr>
        <w:t>ہم کئے ج</w:t>
      </w:r>
      <w:r w:rsidRPr="00816B77">
        <w:rPr>
          <w:rtl/>
          <w:lang w:bidi="ur-PK"/>
        </w:rPr>
        <w:t>ا</w:t>
      </w:r>
      <w:r w:rsidR="005A2492">
        <w:rPr>
          <w:rtl/>
        </w:rPr>
        <w:t>ئ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>ں جہ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ں پر وہ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پوش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ستعد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د </w:t>
      </w:r>
      <w:r w:rsidRPr="00816B77">
        <w:rPr>
          <w:rtl/>
          <w:lang w:bidi="ur-PK"/>
        </w:rPr>
        <w:t>ا</w:t>
      </w:r>
      <w:r w:rsidR="005A2492">
        <w:rPr>
          <w:rtl/>
        </w:rPr>
        <w:t>ور صل</w:t>
      </w:r>
      <w:r w:rsidRPr="00816B77">
        <w:rPr>
          <w:rtl/>
          <w:lang w:bidi="ur-PK"/>
        </w:rPr>
        <w:t>ا</w:t>
      </w:r>
      <w:r w:rsidR="005A2492">
        <w:rPr>
          <w:rtl/>
        </w:rPr>
        <w:t>ح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توں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گر کرسک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5A2492">
        <w:rPr>
          <w:rtl/>
        </w:rPr>
        <w:t>کہ وہ لوگ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مردوں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طرح کم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ل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tl/>
        </w:rPr>
        <w:t xml:space="preserve"> کے مرتبہ پر 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ئز ہوں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جس دن عورتوں کے ب</w:t>
      </w:r>
      <w:r w:rsidRPr="00816B77">
        <w:rPr>
          <w:rtl/>
          <w:lang w:bidi="ur-PK"/>
        </w:rPr>
        <w:t>ا</w:t>
      </w:r>
      <w:r w:rsidR="005A2492">
        <w:rPr>
          <w:rtl/>
        </w:rPr>
        <w:t>رے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خط</w:t>
      </w:r>
      <w:r w:rsidRPr="00816B77">
        <w:rPr>
          <w:rtl/>
          <w:lang w:bidi="ur-PK"/>
        </w:rPr>
        <w:t>ا</w:t>
      </w:r>
      <w:r w:rsidR="005A2492">
        <w:rPr>
          <w:rtl/>
        </w:rPr>
        <w:t>ب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تع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مط</w:t>
      </w:r>
      <w:r w:rsidRPr="00816B77">
        <w:rPr>
          <w:rtl/>
          <w:lang w:bidi="ur-PK"/>
        </w:rPr>
        <w:t>ا</w:t>
      </w:r>
      <w:r w:rsidR="005A2492">
        <w:rPr>
          <w:rtl/>
        </w:rPr>
        <w:t>لب کو دن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کے س</w:t>
      </w:r>
      <w:r w:rsidRPr="00816B77">
        <w:rPr>
          <w:rtl/>
          <w:lang w:bidi="ur-PK"/>
        </w:rPr>
        <w:t>ا</w:t>
      </w:r>
      <w:r w:rsidR="005A2492">
        <w:rPr>
          <w:rtl/>
        </w:rPr>
        <w:t>منے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ش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تو عورت کو </w:t>
      </w:r>
      <w:r w:rsidRPr="00816B77">
        <w:rPr>
          <w:rtl/>
          <w:lang w:bidi="ur-PK"/>
        </w:rPr>
        <w:t>ا</w:t>
      </w:r>
      <w:r w:rsidR="005A2492">
        <w:rPr>
          <w:rtl/>
        </w:rPr>
        <w:t>ن دونوں قسم کے مظ</w:t>
      </w:r>
      <w:r w:rsidRPr="00816B77">
        <w:rPr>
          <w:rtl/>
          <w:lang w:bidi="ur-PK"/>
        </w:rPr>
        <w:t>ا</w:t>
      </w:r>
      <w:r w:rsidR="005A2492">
        <w:rPr>
          <w:rtl/>
        </w:rPr>
        <w:t>لم سے نج</w:t>
      </w:r>
      <w:r w:rsidRPr="00816B77">
        <w:rPr>
          <w:rtl/>
          <w:lang w:bidi="ur-PK"/>
        </w:rPr>
        <w:t>ا</w:t>
      </w:r>
      <w:r w:rsidR="005A2492">
        <w:rPr>
          <w:rtl/>
        </w:rPr>
        <w:t>ت مل گئ</w:t>
      </w:r>
      <w:r w:rsidR="005A2492">
        <w:rPr>
          <w:rFonts w:hint="cs"/>
          <w:rtl/>
        </w:rPr>
        <w:t>ی</w:t>
      </w:r>
    </w:p>
    <w:p w:rsidR="00310473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عورت پر ظلم کرنے ک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زت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ہے،بلکہ حکم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</w:t>
      </w:r>
      <w:r w:rsidRPr="00816B77">
        <w:rPr>
          <w:rtl/>
          <w:lang w:bidi="ur-PK"/>
        </w:rPr>
        <w:t>ا</w:t>
      </w:r>
      <w:r w:rsidR="005A2492">
        <w:rPr>
          <w:rtl/>
        </w:rPr>
        <w:t>س سے گھر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لوک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بھ</w:t>
      </w:r>
      <w:r w:rsidR="009B349E" w:rsidRPr="009B349E">
        <w:rPr>
          <w:rFonts w:hint="cs"/>
          <w:rtl/>
          <w:lang w:bidi="ur-PK"/>
        </w:rPr>
        <w:t>ی</w:t>
      </w:r>
      <w:r w:rsidR="005A2492" w:rsidRPr="00E67D25">
        <w:rPr>
          <w:rFonts w:hint="cs"/>
          <w:rtl/>
        </w:rPr>
        <w:t xml:space="preserve"> ن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لے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ور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بر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ن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 xml:space="preserve"> کہےو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قع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 ج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ہل مع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 xml:space="preserve">شرے کے لئے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5A2492">
        <w:rPr>
          <w:rtl/>
        </w:rPr>
        <w:t>ت ق</w:t>
      </w:r>
      <w:r w:rsidRPr="00816B77">
        <w:rPr>
          <w:rtl/>
          <w:lang w:bidi="ur-PK"/>
        </w:rPr>
        <w:t>ا</w:t>
      </w:r>
      <w:r w:rsidR="005A2492">
        <w:rPr>
          <w:rtl/>
        </w:rPr>
        <w:t>بل تعجب ہے کہ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وں</w:t>
      </w:r>
      <w:r w:rsidR="005A2492">
        <w:rPr>
          <w:rtl/>
        </w:rPr>
        <w:t xml:space="preserve"> مردوں کو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حق ح</w:t>
      </w:r>
      <w:r w:rsidRPr="00816B77">
        <w:rPr>
          <w:rtl/>
          <w:lang w:bidi="ur-PK"/>
        </w:rPr>
        <w:t>ا</w:t>
      </w:r>
      <w:r w:rsidR="005A2492">
        <w:rPr>
          <w:rtl/>
        </w:rPr>
        <w:t>صل نہ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ں؟</w:t>
      </w:r>
      <w:r w:rsidR="005A2492">
        <w:rPr>
          <w:rtl/>
        </w:rPr>
        <w:t xml:space="preserve"> </w:t>
      </w:r>
    </w:p>
    <w:p w:rsidR="00310473" w:rsidRDefault="00310473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سل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</w:t>
      </w:r>
      <w:r w:rsidR="005A2492">
        <w:rPr>
          <w:rtl/>
        </w:rPr>
        <w:t xml:space="preserve"> نے قطع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طور پر </w:t>
      </w:r>
      <w:r w:rsidRPr="00816B77">
        <w:rPr>
          <w:rtl/>
          <w:lang w:bidi="ur-PK"/>
        </w:rPr>
        <w:t>ا</w:t>
      </w:r>
      <w:r w:rsidR="005A2492">
        <w:rPr>
          <w:rtl/>
        </w:rPr>
        <w:t>ن ن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ئز نظر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کو کہ( عورت کو صرف مردوں کے </w:t>
      </w:r>
      <w:r w:rsidRPr="00816B77">
        <w:rPr>
          <w:rtl/>
          <w:lang w:bidi="ur-PK"/>
        </w:rPr>
        <w:t>ا</w:t>
      </w:r>
      <w:r w:rsidR="005A2492">
        <w:rPr>
          <w:rtl/>
        </w:rPr>
        <w:t>ر</w:t>
      </w:r>
      <w:r w:rsidRPr="00816B77">
        <w:rPr>
          <w:rtl/>
          <w:lang w:bidi="ur-PK"/>
        </w:rPr>
        <w:t>ا</w:t>
      </w:r>
      <w:r w:rsidR="005A2492">
        <w:rPr>
          <w:rtl/>
        </w:rPr>
        <w:t>م وسکون کے لئے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ہے) ب</w:t>
      </w:r>
      <w:r w:rsidRPr="00816B77">
        <w:rPr>
          <w:rtl/>
          <w:lang w:bidi="ur-PK"/>
        </w:rPr>
        <w:t>ا</w:t>
      </w:r>
      <w:r w:rsidR="005A2492">
        <w:rPr>
          <w:rtl/>
        </w:rPr>
        <w:t>طل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کہ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درم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حقوق دوطرفہ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جسے ب</w:t>
      </w:r>
      <w:r w:rsidRPr="00816B77">
        <w:rPr>
          <w:rtl/>
          <w:lang w:bidi="ur-PK"/>
        </w:rPr>
        <w:t>ا</w:t>
      </w:r>
      <w:r w:rsidR="005A2492">
        <w:rPr>
          <w:rtl/>
        </w:rPr>
        <w:t>ہم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ہم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محبت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سل</w:t>
      </w:r>
      <w:r w:rsidRPr="00816B77">
        <w:rPr>
          <w:rtl/>
          <w:lang w:bidi="ur-PK"/>
        </w:rPr>
        <w:t>ا</w:t>
      </w:r>
      <w:r w:rsidR="005A2492">
        <w:rPr>
          <w:rtl/>
        </w:rPr>
        <w:t>م نے م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وظ</w:t>
      </w:r>
      <w:r w:rsidRPr="00816B77">
        <w:rPr>
          <w:rtl/>
          <w:lang w:bidi="ur-PK"/>
        </w:rPr>
        <w:t>ا</w:t>
      </w:r>
      <w:r w:rsidR="005A2492">
        <w:rPr>
          <w:rtl/>
        </w:rPr>
        <w:t>ئف کے حدود کو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ہے جو ک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مل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مرد و عورت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عت</w:t>
      </w:r>
      <w:r w:rsidR="005A2492">
        <w:rPr>
          <w:rtl/>
        </w:rPr>
        <w:t xml:space="preserve"> کے ع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مط</w:t>
      </w:r>
      <w:r w:rsidRPr="00816B77">
        <w:rPr>
          <w:rtl/>
          <w:lang w:bidi="ur-PK"/>
        </w:rPr>
        <w:t>ا</w:t>
      </w:r>
      <w:r w:rsidR="005A2492">
        <w:rPr>
          <w:rtl/>
        </w:rPr>
        <w:t>بق ہے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فسوس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کہن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پڑت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مغرب و</w:t>
      </w:r>
      <w:r w:rsidR="00816B77" w:rsidRPr="00816B77">
        <w:rPr>
          <w:rtl/>
          <w:lang w:bidi="ur-PK"/>
        </w:rPr>
        <w:t>ا</w:t>
      </w:r>
      <w:r>
        <w:rPr>
          <w:rtl/>
        </w:rPr>
        <w:t>لوں ک</w:t>
      </w:r>
      <w:r>
        <w:rPr>
          <w:rFonts w:hint="cs"/>
          <w:rtl/>
        </w:rPr>
        <w:t>ی</w:t>
      </w:r>
      <w:r>
        <w:rPr>
          <w:rtl/>
        </w:rPr>
        <w:t xml:space="preserve">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حدود ک</w:t>
      </w:r>
      <w:r w:rsidR="00816B77" w:rsidRPr="00816B77">
        <w:rPr>
          <w:rtl/>
          <w:lang w:bidi="ur-PK"/>
        </w:rPr>
        <w:t>ا</w:t>
      </w:r>
      <w:r>
        <w:rPr>
          <w:rtl/>
        </w:rPr>
        <w:t>خ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لئے ننگ وع</w:t>
      </w:r>
      <w:r w:rsidR="00816B77" w:rsidRPr="00816B77">
        <w:rPr>
          <w:rtl/>
          <w:lang w:bidi="ur-PK"/>
        </w:rPr>
        <w:t>ا</w:t>
      </w:r>
      <w:r>
        <w:rPr>
          <w:rtl/>
        </w:rPr>
        <w:t>رسمجھت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تک کہ </w:t>
      </w:r>
      <w:r w:rsidR="00816B77" w:rsidRPr="00816B77">
        <w:rPr>
          <w:rtl/>
          <w:lang w:bidi="ur-PK"/>
        </w:rPr>
        <w:t>ا</w:t>
      </w:r>
      <w:r>
        <w:rPr>
          <w:rtl/>
        </w:rPr>
        <w:t>خب</w:t>
      </w:r>
      <w:r w:rsidR="00816B77" w:rsidRPr="00816B77">
        <w:rPr>
          <w:rtl/>
          <w:lang w:bidi="ur-PK"/>
        </w:rPr>
        <w:t>ا</w:t>
      </w:r>
      <w:r>
        <w:rPr>
          <w:rtl/>
        </w:rPr>
        <w:t>روں،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گروں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مج</w:t>
      </w:r>
      <w:r w:rsidR="00816B77" w:rsidRPr="00816B77">
        <w:rPr>
          <w:rtl/>
          <w:lang w:bidi="ur-PK"/>
        </w:rPr>
        <w:t>ا</w:t>
      </w:r>
      <w:r>
        <w:rPr>
          <w:rtl/>
        </w:rPr>
        <w:t>لس ومح</w:t>
      </w:r>
      <w:r w:rsidR="00816B77" w:rsidRPr="00816B77">
        <w:rPr>
          <w:rtl/>
          <w:lang w:bidi="ur-PK"/>
        </w:rPr>
        <w:t>ا</w:t>
      </w:r>
      <w:r>
        <w:rPr>
          <w:rtl/>
        </w:rPr>
        <w:t>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در کوک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کفن کے طور پر تشہ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بے حج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بے پردہ عورتوں کو متمدن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فتہ</w:t>
      </w:r>
      <w:r>
        <w:rPr>
          <w:rtl/>
        </w:rPr>
        <w:t xml:space="preserve"> سمجھنے لگ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مؤثر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قع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ور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در کو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لئے 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ع</w:t>
      </w:r>
      <w:r w:rsidR="00816B77" w:rsidRPr="00816B77">
        <w:rPr>
          <w:rtl/>
          <w:lang w:bidi="ur-PK"/>
        </w:rPr>
        <w:t>ا</w:t>
      </w:r>
      <w:r>
        <w:rPr>
          <w:rtl/>
        </w:rPr>
        <w:t>ر سمجھنے لگ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در </w:t>
      </w:r>
      <w:r w:rsidR="00816B77" w:rsidRPr="00816B77">
        <w:rPr>
          <w:rtl/>
          <w:lang w:bidi="ur-PK"/>
        </w:rPr>
        <w:t>ا</w:t>
      </w:r>
      <w:r>
        <w:rPr>
          <w:rtl/>
        </w:rPr>
        <w:t>ن کےلئے موت</w:t>
      </w:r>
      <w:r>
        <w:rPr>
          <w:rFonts w:hint="cs"/>
          <w:rtl/>
        </w:rPr>
        <w:t>ی</w:t>
      </w:r>
      <w:r>
        <w:rPr>
          <w:rtl/>
        </w:rPr>
        <w:t xml:space="preserve"> کے لئے صدف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نند ہے</w:t>
      </w:r>
    </w:p>
    <w:p w:rsidR="005A2492" w:rsidRDefault="005A2492" w:rsidP="00C75FD7">
      <w:pPr>
        <w:pStyle w:val="Heading1"/>
        <w:rPr>
          <w:rtl/>
        </w:rPr>
      </w:pPr>
      <w:bookmarkStart w:id="250" w:name="_Toc393190675"/>
      <w:r>
        <w:rPr>
          <w:rFonts w:hint="eastAsia"/>
          <w:rtl/>
        </w:rPr>
        <w:t>رہبر</w:t>
      </w:r>
      <w:r>
        <w:rPr>
          <w:rtl/>
        </w:rPr>
        <w:t xml:space="preserve"> معظم س</w:t>
      </w:r>
      <w:r w:rsidR="009B349E" w:rsidRPr="009B349E">
        <w:rPr>
          <w:rFonts w:hint="cs"/>
          <w:rtl/>
          <w:lang w:bidi="ur-PK"/>
        </w:rPr>
        <w:t>ی</w:t>
      </w:r>
      <w:r w:rsidRPr="00A60F54">
        <w:rPr>
          <w:rFonts w:hint="cs"/>
          <w:rtl/>
        </w:rPr>
        <w:t>د عل</w:t>
      </w:r>
      <w:r w:rsidR="009B349E" w:rsidRPr="009B349E">
        <w:rPr>
          <w:rFonts w:hint="cs"/>
          <w:rtl/>
          <w:lang w:bidi="ur-PK"/>
        </w:rPr>
        <w:t>ی</w:t>
      </w:r>
      <w:r w:rsidRPr="00A60F54">
        <w:rPr>
          <w:rFonts w:hint="cs"/>
          <w:rtl/>
        </w:rPr>
        <w:t xml:space="preserve"> خ</w:t>
      </w:r>
      <w:r w:rsidR="00816B77" w:rsidRPr="00A60F54">
        <w:rPr>
          <w:rFonts w:hint="cs"/>
          <w:rtl/>
        </w:rPr>
        <w:t>ا</w:t>
      </w:r>
      <w:r w:rsidRPr="00A60F54">
        <w:rPr>
          <w:rFonts w:hint="cs"/>
          <w:rtl/>
        </w:rPr>
        <w:t>م</w:t>
      </w:r>
      <w:r>
        <w:rPr>
          <w:rtl/>
        </w:rPr>
        <w:t>ن</w:t>
      </w:r>
      <w:r w:rsidR="008D6D4F" w:rsidRPr="008D6D4F">
        <w:rPr>
          <w:rFonts w:hint="cs"/>
          <w:rtl/>
          <w:lang w:bidi="ur-PK"/>
        </w:rPr>
        <w:t>ہ</w:t>
      </w:r>
      <w:r w:rsidRPr="00A60F54">
        <w:rPr>
          <w:rFonts w:hint="cs"/>
          <w:rtl/>
        </w:rPr>
        <w:t xml:space="preserve"> </w:t>
      </w:r>
      <w:r w:rsidR="00816B77" w:rsidRPr="00A60F54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A60F54">
        <w:rPr>
          <w:rFonts w:hint="cs"/>
          <w:rtl/>
        </w:rPr>
        <w:t xml:space="preserve">  (مد ظلہ) </w:t>
      </w:r>
      <w:r w:rsidR="00816B77" w:rsidRPr="00A60F54">
        <w:rPr>
          <w:rFonts w:hint="cs"/>
          <w:rtl/>
        </w:rPr>
        <w:t>ا</w:t>
      </w:r>
      <w:r w:rsidRPr="00A60F54">
        <w:rPr>
          <w:rFonts w:hint="cs"/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50"/>
    </w:p>
    <w:p w:rsidR="005A2492" w:rsidRDefault="005A2492" w:rsidP="00310473">
      <w:pPr>
        <w:pStyle w:val="libNormal"/>
        <w:rPr>
          <w:rtl/>
        </w:rPr>
      </w:pPr>
      <w:r>
        <w:rPr>
          <w:rFonts w:hint="eastAsia"/>
          <w:rtl/>
        </w:rPr>
        <w:t>رہبر</w:t>
      </w:r>
      <w:r>
        <w:rPr>
          <w:rtl/>
        </w:rPr>
        <w:t xml:space="preserve"> معظم </w:t>
      </w:r>
      <w:r w:rsidR="00816B77" w:rsidRPr="00816B77">
        <w:rPr>
          <w:rtl/>
          <w:lang w:bidi="ur-PK"/>
        </w:rPr>
        <w:t>ا</w:t>
      </w:r>
      <w:r>
        <w:rPr>
          <w:rtl/>
        </w:rPr>
        <w:t>نقل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حضرت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للہ </w:t>
      </w:r>
      <w:r w:rsidR="00816B77" w:rsidRPr="00816B77">
        <w:rPr>
          <w:rtl/>
          <w:lang w:bidi="ur-PK"/>
        </w:rPr>
        <w:t>ا</w:t>
      </w:r>
      <w:r>
        <w:rPr>
          <w:rtl/>
        </w:rPr>
        <w:t>لعظم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منہ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(مدظلہ </w:t>
      </w:r>
      <w:r w:rsidR="00816B77" w:rsidRPr="00816B77">
        <w:rPr>
          <w:rtl/>
          <w:lang w:bidi="ur-PK"/>
        </w:rPr>
        <w:t>ا</w:t>
      </w:r>
      <w:r>
        <w:rPr>
          <w:rtl/>
        </w:rPr>
        <w:t>لع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)نے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پنے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</w:t>
      </w:r>
      <w:r w:rsidR="00816B77" w:rsidRPr="00816B77">
        <w:rPr>
          <w:rtl/>
          <w:lang w:bidi="ur-PK"/>
        </w:rPr>
        <w:t>ا</w:t>
      </w:r>
      <w:r>
        <w:rPr>
          <w:rtl/>
        </w:rPr>
        <w:t>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ہے: کہ جب </w:t>
      </w:r>
      <w:r w:rsidR="00816B77" w:rsidRPr="00816B77">
        <w:rPr>
          <w:rtl/>
          <w:lang w:bidi="ur-PK"/>
        </w:rPr>
        <w:t>ا</w:t>
      </w:r>
      <w:r>
        <w:rPr>
          <w:rtl/>
        </w:rPr>
        <w:t>پ بعنو</w:t>
      </w:r>
      <w:r w:rsidR="00816B77" w:rsidRPr="00816B77">
        <w:rPr>
          <w:rtl/>
          <w:lang w:bidi="ur-PK"/>
        </w:rPr>
        <w:t>ا</w:t>
      </w:r>
      <w:r>
        <w:rPr>
          <w:rtl/>
        </w:rPr>
        <w:t>ن صدر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ملک کے دورے پر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تو مختلف مم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 کے </w:t>
      </w:r>
      <w:r w:rsidR="00816B77" w:rsidRPr="00816B77">
        <w:rPr>
          <w:rtl/>
          <w:lang w:bidi="ur-PK"/>
        </w:rPr>
        <w:t>ا</w:t>
      </w:r>
      <w:r>
        <w:rPr>
          <w:rtl/>
        </w:rPr>
        <w:t>خب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ئندے 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پ سے </w:t>
      </w:r>
      <w:r w:rsidR="00816B77" w:rsidRPr="00816B77">
        <w:rPr>
          <w:rtl/>
          <w:lang w:bidi="ur-PK"/>
        </w:rPr>
        <w:t>ا</w:t>
      </w:r>
      <w:r>
        <w:rPr>
          <w:rtl/>
        </w:rPr>
        <w:t>نٹرو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پردہ نوجو</w:t>
      </w:r>
      <w:r w:rsidR="00816B77" w:rsidRPr="00816B77">
        <w:rPr>
          <w:rtl/>
          <w:lang w:bidi="ur-PK"/>
        </w:rPr>
        <w:t>ا</w:t>
      </w:r>
      <w:r>
        <w:rPr>
          <w:rtl/>
        </w:rPr>
        <w:t>ن لڑک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سے کہ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دوپٹہ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سر پر رکھے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</w:t>
      </w:r>
      <w:r w:rsidR="00816B77" w:rsidRPr="00816B77">
        <w:rPr>
          <w:rtl/>
          <w:lang w:bidi="ur-PK"/>
        </w:rPr>
        <w:t>ا</w:t>
      </w:r>
      <w:r>
        <w:rPr>
          <w:rtl/>
        </w:rPr>
        <w:t>ن کے لئے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گر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ں گزر</w:t>
      </w:r>
      <w:r>
        <w:rPr>
          <w:rFonts w:hint="cs"/>
          <w:rtl/>
        </w:rPr>
        <w:t>ی</w:t>
      </w:r>
      <w:r>
        <w:rPr>
          <w:rtl/>
        </w:rPr>
        <w:t>جب مجھ سے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 w:rsidR="00816B77" w:rsidRPr="00816B77">
        <w:rPr>
          <w:rtl/>
          <w:lang w:bidi="ur-PK"/>
        </w:rPr>
        <w:t>ا</w:t>
      </w:r>
      <w:r>
        <w:rPr>
          <w:rtl/>
        </w:rPr>
        <w:t>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 w:rsidR="00816B77" w:rsidRPr="00816B77">
        <w:rPr>
          <w:rtl/>
          <w:lang w:bidi="ur-PK"/>
        </w:rPr>
        <w:t>ا</w:t>
      </w:r>
      <w:r>
        <w:rPr>
          <w:rtl/>
        </w:rPr>
        <w:t>ل ہورہ</w:t>
      </w:r>
      <w:r w:rsidR="00816B77" w:rsidRPr="00816B77">
        <w:rPr>
          <w:rtl/>
          <w:lang w:bidi="ur-PK"/>
        </w:rPr>
        <w:t>ا</w:t>
      </w:r>
      <w:r>
        <w:rPr>
          <w:rtl/>
        </w:rPr>
        <w:t>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تون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جگہ سے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مجھ سے دو سو</w:t>
      </w:r>
      <w:r w:rsidR="00816B77" w:rsidRPr="00816B77">
        <w:rPr>
          <w:rtl/>
          <w:lang w:bidi="ur-PK"/>
        </w:rPr>
        <w:t>ا</w:t>
      </w:r>
      <w:r>
        <w:rPr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رون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 کو </w:t>
      </w:r>
      <w:r w:rsidR="00816B77" w:rsidRPr="00816B77">
        <w:rPr>
          <w:rtl/>
          <w:lang w:bidi="ur-PK"/>
        </w:rPr>
        <w:t>ا</w:t>
      </w:r>
      <w:r>
        <w:rPr>
          <w:rtl/>
        </w:rPr>
        <w:t>س قدر ٹھ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کہنے لگ</w:t>
      </w:r>
      <w:r>
        <w:rPr>
          <w:rFonts w:hint="cs"/>
          <w:rtl/>
        </w:rPr>
        <w:t>ی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 نے حکم د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کہ دوپٹہ سر پر رکھوں؟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</w:t>
      </w:r>
      <w:r w:rsidR="00816B77" w:rsidRPr="00816B77">
        <w:rPr>
          <w:rtl/>
          <w:lang w:bidi="ur-PK"/>
        </w:rPr>
        <w:t>ا</w:t>
      </w:r>
      <w:r>
        <w:rPr>
          <w:rtl/>
        </w:rPr>
        <w:t>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پنے لئے بے عزت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>نت سمجھ بٹھ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>قع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>نت تھ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 پر ظلم ہو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ئج غلط فرہنگ ہے جو عورتوں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مردوں کے ذہنوں پر سو</w:t>
      </w:r>
      <w:r w:rsidR="00816B77" w:rsidRPr="00816B77">
        <w:rPr>
          <w:rtl/>
          <w:lang w:bidi="ur-PK"/>
        </w:rPr>
        <w:t>ا</w:t>
      </w:r>
      <w:r>
        <w:rPr>
          <w:rtl/>
        </w:rPr>
        <w:t>ر ہوچک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310473" w:rsidRPr="007741D8">
        <w:rPr>
          <w:rStyle w:val="libFootnotenumChar"/>
          <w:rFonts w:hint="cs"/>
          <w:rtl/>
        </w:rPr>
        <w:t>(1)</w:t>
      </w:r>
    </w:p>
    <w:p w:rsidR="00310473" w:rsidRDefault="00310473" w:rsidP="00B675B7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10AE2" w:rsidRDefault="00310473" w:rsidP="00B675B7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510AE2">
        <w:rPr>
          <w:rtl/>
          <w:lang w:bidi="ar-SA"/>
        </w:rPr>
        <w:t xml:space="preserve"> </w:t>
      </w:r>
      <w:r w:rsidR="00B675B7">
        <w:rPr>
          <w:rtl/>
          <w:lang w:bidi="ar-SA"/>
        </w:rPr>
        <w:t>حج</w:t>
      </w:r>
      <w:r w:rsidR="00816B77" w:rsidRPr="00816B77">
        <w:rPr>
          <w:rtl/>
        </w:rPr>
        <w:t>ا</w:t>
      </w:r>
      <w:r w:rsidR="00B675B7">
        <w:rPr>
          <w:rtl/>
          <w:lang w:bidi="ar-SA"/>
        </w:rPr>
        <w:t xml:space="preserve">ب و </w:t>
      </w:r>
      <w:r w:rsidR="00816B77" w:rsidRPr="00816B77">
        <w:rPr>
          <w:rtl/>
        </w:rPr>
        <w:t>ا</w:t>
      </w:r>
      <w:r w:rsidR="00B675B7">
        <w:rPr>
          <w:rtl/>
          <w:lang w:bidi="ar-SA"/>
        </w:rPr>
        <w:t>ز</w:t>
      </w:r>
      <w:r w:rsidR="00816B77" w:rsidRPr="00816B77">
        <w:rPr>
          <w:rtl/>
        </w:rPr>
        <w:t>ا</w:t>
      </w:r>
      <w:r w:rsidR="00B675B7">
        <w:rPr>
          <w:rtl/>
          <w:lang w:bidi="ar-SA"/>
        </w:rPr>
        <w:t>د</w:t>
      </w:r>
      <w:r w:rsidR="00B675B7">
        <w:rPr>
          <w:rFonts w:hint="cs"/>
          <w:rtl/>
          <w:lang w:bidi="ar-SA"/>
        </w:rPr>
        <w:t>ی</w:t>
      </w:r>
      <w:r w:rsidR="00B675B7">
        <w:rPr>
          <w:rFonts w:hint="eastAsia"/>
          <w:rtl/>
          <w:lang w:bidi="ar-SA"/>
        </w:rPr>
        <w:t>،ص</w:t>
      </w:r>
      <w:r w:rsidR="00C15B30" w:rsidRPr="00C15B30">
        <w:rPr>
          <w:rFonts w:hint="cs"/>
          <w:rtl/>
        </w:rPr>
        <w:t>24</w:t>
      </w:r>
    </w:p>
    <w:p w:rsidR="00310473" w:rsidRDefault="00310473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lastRenderedPageBreak/>
        <w:t>جبکہ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حج</w:t>
      </w:r>
      <w:r w:rsidR="00816B77" w:rsidRPr="00816B77">
        <w:rPr>
          <w:rtl/>
          <w:lang w:bidi="ur-PK"/>
        </w:rPr>
        <w:t>ا</w:t>
      </w:r>
      <w:r>
        <w:rPr>
          <w:rtl/>
        </w:rPr>
        <w:t>ب کو ضرور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</w:t>
      </w:r>
      <w:r w:rsidR="00816B77" w:rsidRPr="00816B77">
        <w:rPr>
          <w:rtl/>
          <w:lang w:bidi="ur-PK"/>
        </w:rPr>
        <w:t>ا</w:t>
      </w:r>
      <w:r>
        <w:rPr>
          <w:rtl/>
        </w:rPr>
        <w:t>ن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</w:t>
      </w:r>
      <w:r w:rsidR="00816B77" w:rsidRPr="00816B77">
        <w:rPr>
          <w:rtl/>
          <w:lang w:bidi="ur-PK"/>
        </w:rPr>
        <w:t>ا</w:t>
      </w:r>
      <w:r>
        <w:rPr>
          <w:rtl/>
        </w:rPr>
        <w:t>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</w:t>
      </w:r>
      <w:r w:rsidR="00816B77" w:rsidRPr="00816B77">
        <w:rPr>
          <w:rtl/>
          <w:lang w:bidi="ur-PK"/>
        </w:rPr>
        <w:t>ا</w:t>
      </w:r>
      <w:r>
        <w:rPr>
          <w:rtl/>
        </w:rPr>
        <w:t>سب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فظ بنے جو </w:t>
      </w:r>
      <w:r w:rsidR="00816B77" w:rsidRPr="00816B77">
        <w:rPr>
          <w:rtl/>
          <w:lang w:bidi="ur-PK"/>
        </w:rPr>
        <w:t>ا</w:t>
      </w:r>
      <w:r>
        <w:rPr>
          <w:rtl/>
        </w:rPr>
        <w:t>جنب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حمتوں سے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سے دور رکھے 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نے عورت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حرمت کو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گوہر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تو </w:t>
      </w:r>
      <w:r w:rsidR="00816B77" w:rsidRPr="00816B77">
        <w:rPr>
          <w:rtl/>
          <w:lang w:bidi="ur-PK"/>
        </w:rPr>
        <w:t>ا</w:t>
      </w:r>
      <w:r>
        <w:rPr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نتظ</w:t>
      </w:r>
      <w:r w:rsidR="00816B77" w:rsidRPr="00816B77">
        <w:rPr>
          <w:rtl/>
          <w:lang w:bidi="ur-PK"/>
        </w:rPr>
        <w:t>ا</w:t>
      </w:r>
      <w:r>
        <w:rPr>
          <w:rtl/>
        </w:rPr>
        <w:t>م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 w:rsidR="00816B77" w:rsidRPr="00816B77">
        <w:rPr>
          <w:rtl/>
          <w:lang w:bidi="ur-PK"/>
        </w:rPr>
        <w:t>اا</w:t>
      </w:r>
      <w:r>
        <w:rPr>
          <w:rtl/>
        </w:rPr>
        <w:t>س لئے عورت کو حج</w:t>
      </w:r>
      <w:r w:rsidR="00816B77" w:rsidRPr="00816B77">
        <w:rPr>
          <w:rtl/>
          <w:lang w:bidi="ur-PK"/>
        </w:rPr>
        <w:t>ا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مستور 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ئش</w:t>
      </w:r>
      <w:r>
        <w:rPr>
          <w:rFonts w:hint="cs"/>
          <w:rtl/>
        </w:rPr>
        <w:t>ی</w:t>
      </w:r>
      <w:r>
        <w:rPr>
          <w:rtl/>
        </w:rPr>
        <w:t xml:space="preserve"> طور پر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کشش </w:t>
      </w:r>
      <w:r w:rsidR="00816B77" w:rsidRPr="00816B77">
        <w:rPr>
          <w:rtl/>
          <w:lang w:bidi="ur-PK"/>
        </w:rPr>
        <w:t>ا</w:t>
      </w:r>
      <w:r>
        <w:rPr>
          <w:rtl/>
        </w:rPr>
        <w:t>ور ج</w:t>
      </w:r>
      <w:r w:rsidR="00816B77" w:rsidRPr="00816B77">
        <w:rPr>
          <w:rtl/>
          <w:lang w:bidi="ur-PK"/>
        </w:rPr>
        <w:t>ا</w:t>
      </w:r>
      <w:r>
        <w:rPr>
          <w:rtl/>
        </w:rPr>
        <w:t>ذب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پ</w:t>
      </w:r>
      <w:r w:rsidR="00816B77" w:rsidRPr="00E67D25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 w:rsidR="00816B77" w:rsidRPr="00816B77">
        <w:rPr>
          <w:rtl/>
          <w:lang w:bidi="ur-PK"/>
        </w:rPr>
        <w:t>ا</w:t>
      </w:r>
      <w:r>
        <w:rPr>
          <w:rtl/>
        </w:rPr>
        <w:t>ہے</w:t>
      </w:r>
      <w:r w:rsidR="00816B77" w:rsidRPr="00816B77">
        <w:rPr>
          <w:rtl/>
          <w:lang w:bidi="ur-PK"/>
        </w:rPr>
        <w:t>ا</w:t>
      </w:r>
      <w:r>
        <w:rPr>
          <w:rtl/>
        </w:rPr>
        <w:t>گر حج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 </w:t>
      </w:r>
      <w:r w:rsidR="00816B77" w:rsidRPr="00816B77">
        <w:rPr>
          <w:rtl/>
          <w:lang w:bidi="ur-PK"/>
        </w:rPr>
        <w:t>ا</w:t>
      </w:r>
      <w:r>
        <w:rPr>
          <w:rtl/>
        </w:rPr>
        <w:t>ور پردہ نہ ہوتو طمع ک</w:t>
      </w:r>
      <w:r w:rsidR="00816B77" w:rsidRPr="00816B77">
        <w:rPr>
          <w:rtl/>
          <w:lang w:bidi="ur-PK"/>
        </w:rPr>
        <w:t>ا</w:t>
      </w:r>
      <w:r>
        <w:rPr>
          <w:rtl/>
        </w:rPr>
        <w:t>روں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شک</w:t>
      </w:r>
      <w:r w:rsidR="00816B77" w:rsidRPr="00816B77">
        <w:rPr>
          <w:rtl/>
          <w:lang w:bidi="ur-PK"/>
        </w:rPr>
        <w:t>ا</w:t>
      </w:r>
      <w:r>
        <w:rPr>
          <w:rtl/>
        </w:rPr>
        <w:t>ر بن سکت</w:t>
      </w:r>
      <w:r>
        <w:rPr>
          <w:rFonts w:hint="cs"/>
          <w:rtl/>
        </w:rPr>
        <w:t>ی</w:t>
      </w:r>
      <w:r>
        <w:rPr>
          <w:rtl/>
        </w:rPr>
        <w:t xml:space="preserve"> ہےجس طرح ب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ور </w:t>
      </w:r>
      <w:r w:rsidR="00816B77" w:rsidRPr="00816B77">
        <w:rPr>
          <w:rtl/>
          <w:lang w:bidi="ur-PK"/>
        </w:rPr>
        <w:t>ا</w:t>
      </w:r>
      <w:r>
        <w:rPr>
          <w:rtl/>
        </w:rPr>
        <w:t>خروٹ کے مغز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کے لئے من</w:t>
      </w:r>
      <w:r w:rsidR="00816B77" w:rsidRPr="00816B77">
        <w:rPr>
          <w:rtl/>
          <w:lang w:bidi="ur-PK"/>
        </w:rPr>
        <w:t>ا</w:t>
      </w:r>
      <w:r>
        <w:rPr>
          <w:rtl/>
        </w:rPr>
        <w:t>سب چھلکے خد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نے خلق کئے  </w:t>
      </w:r>
      <w:r w:rsidR="00816B77" w:rsidRPr="00816B77">
        <w:rPr>
          <w:rtl/>
          <w:lang w:bidi="ur-PK"/>
        </w:rPr>
        <w:t>ا</w:t>
      </w:r>
      <w:r>
        <w:rPr>
          <w:rtl/>
        </w:rPr>
        <w:t>ور جو</w:t>
      </w:r>
      <w:r w:rsidR="00816B77" w:rsidRPr="00816B77">
        <w:rPr>
          <w:rtl/>
          <w:lang w:bidi="ur-PK"/>
        </w:rPr>
        <w:t>ا</w:t>
      </w:r>
      <w:r>
        <w:rPr>
          <w:rtl/>
        </w:rPr>
        <w:t>ہر</w:t>
      </w:r>
      <w:r w:rsidR="00816B77" w:rsidRPr="00816B77">
        <w:rPr>
          <w:rtl/>
          <w:lang w:bidi="ur-PK"/>
        </w:rPr>
        <w:t>ا</w:t>
      </w:r>
      <w:r>
        <w:rPr>
          <w:rtl/>
        </w:rPr>
        <w:t>ت کو سمندر ک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، </w:t>
      </w:r>
      <w:r w:rsidR="00816B77" w:rsidRPr="00816B77">
        <w:rPr>
          <w:rtl/>
          <w:lang w:bidi="ur-PK"/>
        </w:rPr>
        <w:t>ا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عورت کو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تج</w:t>
      </w:r>
      <w:r w:rsidR="00816B77" w:rsidRPr="00816B77">
        <w:rPr>
          <w:rtl/>
          <w:lang w:bidi="ur-PK"/>
        </w:rPr>
        <w:t>ا</w:t>
      </w:r>
      <w:r>
        <w:rPr>
          <w:rtl/>
        </w:rPr>
        <w:t>وزگروں سے دور رکھن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مقصود تھ</w:t>
      </w:r>
      <w:r w:rsidR="00816B77" w:rsidRPr="00816B77">
        <w:rPr>
          <w:rtl/>
          <w:lang w:bidi="ur-PK"/>
        </w:rPr>
        <w:t>ا</w:t>
      </w:r>
    </w:p>
    <w:p w:rsidR="005A2492" w:rsidRDefault="005A2492" w:rsidP="00C75FD7">
      <w:pPr>
        <w:pStyle w:val="Heading1"/>
        <w:rPr>
          <w:rtl/>
        </w:rPr>
      </w:pPr>
      <w:bookmarkStart w:id="251" w:name="_Toc393190676"/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تلخ تجرب</w:t>
      </w:r>
      <w:r w:rsidR="008D6D4F" w:rsidRPr="008D6D4F">
        <w:rPr>
          <w:rFonts w:hint="cs"/>
          <w:rtl/>
          <w:lang w:bidi="ur-PK"/>
        </w:rPr>
        <w:t>ہ</w:t>
      </w:r>
      <w:bookmarkEnd w:id="251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ج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جد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متمدن دور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پرظلم و ستم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طر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قے</w:t>
      </w:r>
      <w:r w:rsidR="005A2492">
        <w:rPr>
          <w:rtl/>
        </w:rPr>
        <w:t xml:space="preserve"> سے ہورہ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ہےجھوٹے نعرے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دھوکہ کے ذر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عے</w:t>
      </w:r>
      <w:r w:rsidR="005A2492">
        <w:rPr>
          <w:rtl/>
        </w:rPr>
        <w:t xml:space="preserve"> ڈ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موکر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ورحقوق کے ن</w:t>
      </w:r>
      <w:r w:rsidRPr="00816B77">
        <w:rPr>
          <w:rtl/>
          <w:lang w:bidi="ur-PK"/>
        </w:rPr>
        <w:t>ا</w:t>
      </w:r>
      <w:r w:rsidR="005A2492">
        <w:rPr>
          <w:rtl/>
        </w:rPr>
        <w:t>م پر عورتوں پر ظلم و ستم کر رہے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مختلف مم</w:t>
      </w:r>
      <w:r w:rsidRPr="00816B77">
        <w:rPr>
          <w:rtl/>
          <w:lang w:bidi="ur-PK"/>
        </w:rPr>
        <w:t>ا</w:t>
      </w:r>
      <w:r w:rsidR="005A2492">
        <w:rPr>
          <w:rtl/>
        </w:rPr>
        <w:t>لک خصوص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ورپ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مم</w:t>
      </w:r>
      <w:r w:rsidRPr="00816B77">
        <w:rPr>
          <w:rtl/>
          <w:lang w:bidi="ur-PK"/>
        </w:rPr>
        <w:t>ا</w:t>
      </w:r>
      <w:r w:rsidR="005A2492">
        <w:rPr>
          <w:rtl/>
        </w:rPr>
        <w:t>لک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 کو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سرم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</w:t>
      </w:r>
      <w:r w:rsidRPr="00816B77">
        <w:rPr>
          <w:rtl/>
          <w:lang w:bidi="ur-PK"/>
        </w:rPr>
        <w:t>ا</w:t>
      </w:r>
      <w:r w:rsidR="005A2492">
        <w:rPr>
          <w:rtl/>
        </w:rPr>
        <w:t>ل و دولت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خر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وفروخت کے لئے پبلسٹ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لہ</w:t>
      </w:r>
      <w:r w:rsidR="005A2492">
        <w:rPr>
          <w:rtl/>
        </w:rPr>
        <w:t xml:space="preserve"> قر</w:t>
      </w:r>
      <w:r w:rsidRPr="00816B77">
        <w:rPr>
          <w:rtl/>
          <w:lang w:bidi="ur-PK"/>
        </w:rPr>
        <w:t>ا</w:t>
      </w:r>
      <w:r w:rsidR="005A2492">
        <w:rPr>
          <w:rtl/>
        </w:rPr>
        <w:t>ر 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تے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سوپر م</w:t>
      </w:r>
      <w:r w:rsidRPr="00816B77">
        <w:rPr>
          <w:rtl/>
          <w:lang w:bidi="ur-PK"/>
        </w:rPr>
        <w:t>ا</w:t>
      </w:r>
      <w:r w:rsidR="005A2492">
        <w:rPr>
          <w:rtl/>
        </w:rPr>
        <w:t>رکٹوں دفتروں، ب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نکوں،</w:t>
      </w:r>
      <w:r w:rsidR="005A2492">
        <w:rPr>
          <w:rtl/>
        </w:rPr>
        <w:t xml:space="preserve"> دک</w:t>
      </w:r>
      <w:r w:rsidRPr="00816B77">
        <w:rPr>
          <w:rtl/>
          <w:lang w:bidi="ur-PK"/>
        </w:rPr>
        <w:t>ا</w:t>
      </w:r>
      <w:r w:rsidR="005A2492">
        <w:rPr>
          <w:rtl/>
        </w:rPr>
        <w:t>نوں،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عورتوں کو </w:t>
      </w:r>
      <w:r w:rsidRPr="00816B77">
        <w:rPr>
          <w:rtl/>
          <w:lang w:bidi="ur-PK"/>
        </w:rPr>
        <w:t>ا</w:t>
      </w:r>
      <w:r w:rsidR="005A2492">
        <w:rPr>
          <w:rtl/>
        </w:rPr>
        <w:t>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لئے رکھ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کہ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لوگوں </w:t>
      </w:r>
      <w:r w:rsidRPr="00816B77">
        <w:rPr>
          <w:rtl/>
          <w:lang w:bidi="ur-PK"/>
        </w:rPr>
        <w:t>ا</w:t>
      </w:r>
      <w:r w:rsidR="005A2492">
        <w:rPr>
          <w:rtl/>
        </w:rPr>
        <w:t>ور خر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روں</w:t>
      </w:r>
      <w:r w:rsidR="005A2492">
        <w:rPr>
          <w:rtl/>
        </w:rPr>
        <w:t xml:space="preserve"> کو </w:t>
      </w:r>
      <w:r w:rsidRPr="00816B77">
        <w:rPr>
          <w:rtl/>
          <w:lang w:bidi="ur-PK"/>
        </w:rPr>
        <w:t>ا</w:t>
      </w:r>
      <w:r w:rsidR="005A2492">
        <w:rPr>
          <w:rtl/>
        </w:rPr>
        <w:t>پن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طرف م</w:t>
      </w:r>
      <w:r w:rsidRPr="00816B77">
        <w:rPr>
          <w:rtl/>
          <w:lang w:bidi="ur-PK"/>
        </w:rPr>
        <w:t>ا</w:t>
      </w:r>
      <w:r w:rsidR="005A2492">
        <w:rPr>
          <w:rtl/>
        </w:rPr>
        <w:t>ئل کرسک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ور </w:t>
      </w:r>
      <w:r w:rsidRPr="00816B77">
        <w:rPr>
          <w:rtl/>
          <w:lang w:bidi="ur-PK"/>
        </w:rPr>
        <w:t>ا</w:t>
      </w:r>
      <w:r w:rsidR="005A2492">
        <w:rPr>
          <w:rtl/>
        </w:rPr>
        <w:t>س طرح شہوت ر</w:t>
      </w:r>
      <w:r w:rsidRPr="00816B77">
        <w:rPr>
          <w:rtl/>
          <w:lang w:bidi="ur-PK"/>
        </w:rPr>
        <w:t>ا</w:t>
      </w:r>
      <w:r w:rsidR="005A2492">
        <w:rPr>
          <w:rtl/>
        </w:rPr>
        <w:t>ن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،</w:t>
      </w:r>
      <w:r w:rsidR="005A2492">
        <w:rPr>
          <w:rtl/>
        </w:rPr>
        <w:t xml:space="preserve"> فحش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فلموں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ل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کر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سے ز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دہ</w:t>
      </w:r>
      <w:r w:rsidR="005A2492">
        <w:rPr>
          <w:rtl/>
        </w:rPr>
        <w:t xml:space="preserve"> روپ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کم</w:t>
      </w:r>
      <w:r w:rsidRPr="00816B77">
        <w:rPr>
          <w:rtl/>
          <w:lang w:bidi="ur-PK"/>
        </w:rPr>
        <w:t>ا</w:t>
      </w:r>
      <w:r w:rsidR="005A2492">
        <w:rPr>
          <w:rFonts w:hint="eastAsia"/>
          <w:rtl/>
        </w:rPr>
        <w:t>نے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وس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لہ</w:t>
      </w:r>
      <w:r w:rsidR="005A2492">
        <w:rPr>
          <w:rtl/>
        </w:rPr>
        <w:t xml:space="preserve"> بن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سک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س طرح خ</w:t>
      </w:r>
      <w:r w:rsidRPr="00816B77">
        <w:rPr>
          <w:rtl/>
          <w:lang w:bidi="ur-PK"/>
        </w:rPr>
        <w:t>ا</w:t>
      </w:r>
      <w:r w:rsidR="005A2492">
        <w:rPr>
          <w:rtl/>
        </w:rPr>
        <w:t>ند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ن کو جو ہر </w:t>
      </w:r>
      <w:r w:rsidRPr="00816B77">
        <w:rPr>
          <w:rtl/>
          <w:lang w:bidi="ur-PK"/>
        </w:rPr>
        <w:t>ا</w:t>
      </w:r>
      <w:r w:rsidR="005A2492">
        <w:rPr>
          <w:rtl/>
        </w:rPr>
        <w:t>نس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تشخص  برقر</w:t>
      </w:r>
      <w:r w:rsidRPr="00816B77">
        <w:rPr>
          <w:rtl/>
          <w:lang w:bidi="ur-PK"/>
        </w:rPr>
        <w:t>ا</w:t>
      </w:r>
      <w:r w:rsidR="005A2492">
        <w:rPr>
          <w:rtl/>
        </w:rPr>
        <w:t>ر رکھنے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شر</w:t>
      </w:r>
      <w:r w:rsidRPr="00816B77">
        <w:rPr>
          <w:rtl/>
          <w:lang w:bidi="ur-PK"/>
        </w:rPr>
        <w:t>ا</w:t>
      </w:r>
      <w:r w:rsidR="005A2492">
        <w:rPr>
          <w:rtl/>
        </w:rPr>
        <w:t>فت مند</w:t>
      </w:r>
      <w:r w:rsidRPr="00816B77">
        <w:rPr>
          <w:rtl/>
          <w:lang w:bidi="ur-PK"/>
        </w:rPr>
        <w:t>ا</w:t>
      </w:r>
      <w:r w:rsidR="005A2492">
        <w:rPr>
          <w:rtl/>
        </w:rPr>
        <w:t>نہ وس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لہ</w:t>
      </w:r>
      <w:r w:rsidR="005A2492">
        <w:rPr>
          <w:rtl/>
        </w:rPr>
        <w:t xml:space="preserve"> تھ</w:t>
      </w:r>
      <w:r w:rsidRPr="00816B77">
        <w:rPr>
          <w:rtl/>
          <w:lang w:bidi="ur-PK"/>
        </w:rPr>
        <w:t>ا</w:t>
      </w:r>
      <w:r w:rsidR="005A2492">
        <w:rPr>
          <w:rtl/>
        </w:rPr>
        <w:t>، درہم برہم کرد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گ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نمونے کے طور پر کچھ ن</w:t>
      </w:r>
      <w:r w:rsidRPr="00816B77">
        <w:rPr>
          <w:rtl/>
          <w:lang w:bidi="ur-PK"/>
        </w:rPr>
        <w:t>ا</w:t>
      </w:r>
      <w:r w:rsidR="005A2492">
        <w:rPr>
          <w:rtl/>
        </w:rPr>
        <w:t>م نہ</w:t>
      </w:r>
      <w:r w:rsidRPr="00816B77">
        <w:rPr>
          <w:rtl/>
          <w:lang w:bidi="ur-PK"/>
        </w:rPr>
        <w:t>ا</w:t>
      </w:r>
      <w:r w:rsidR="005A2492">
        <w:rPr>
          <w:rtl/>
        </w:rPr>
        <w:t>دترق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فتہ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ور متمدن مم</w:t>
      </w:r>
      <w:r w:rsidRPr="00816B77">
        <w:rPr>
          <w:rtl/>
          <w:lang w:bidi="ur-PK"/>
        </w:rPr>
        <w:t>ا</w:t>
      </w:r>
      <w:r w:rsidR="005A2492">
        <w:rPr>
          <w:rtl/>
        </w:rPr>
        <w:t>لک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تذکرہ کر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گے:</w:t>
      </w:r>
    </w:p>
    <w:p w:rsidR="005A2492" w:rsidRDefault="005A2492" w:rsidP="00C75FD7">
      <w:pPr>
        <w:pStyle w:val="Heading1"/>
        <w:rPr>
          <w:rtl/>
        </w:rPr>
      </w:pPr>
      <w:bookmarkStart w:id="252" w:name="_Toc393190677"/>
      <w:r>
        <w:rPr>
          <w:rFonts w:hint="eastAsia"/>
          <w:rtl/>
        </w:rPr>
        <w:t>روس</w:t>
      </w:r>
      <w:bookmarkEnd w:id="252"/>
      <w:r>
        <w:rPr>
          <w:rtl/>
        </w:rPr>
        <w:t xml:space="preserve"> 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عد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د</w:t>
      </w:r>
      <w:r w:rsidR="005A2492">
        <w:rPr>
          <w:rtl/>
        </w:rPr>
        <w:t xml:space="preserve"> وشم</w:t>
      </w:r>
      <w:r w:rsidRPr="00816B77">
        <w:rPr>
          <w:rtl/>
          <w:lang w:bidi="ur-PK"/>
        </w:rPr>
        <w:t>ا</w:t>
      </w:r>
      <w:r w:rsidR="005A2492">
        <w:rPr>
          <w:rtl/>
        </w:rPr>
        <w:t>ر کے مط</w:t>
      </w:r>
      <w:r w:rsidRPr="00816B77">
        <w:rPr>
          <w:rtl/>
          <w:lang w:bidi="ur-PK"/>
        </w:rPr>
        <w:t>ا</w:t>
      </w:r>
      <w:r w:rsidR="005A2492">
        <w:rPr>
          <w:rtl/>
        </w:rPr>
        <w:t>بق روس 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پچ</w:t>
      </w:r>
      <w:r w:rsidRPr="00816B77">
        <w:rPr>
          <w:rtl/>
          <w:lang w:bidi="ur-PK"/>
        </w:rPr>
        <w:t>ا</w:t>
      </w:r>
      <w:r w:rsidR="005A2492">
        <w:rPr>
          <w:rtl/>
        </w:rPr>
        <w:t>س ف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صدن</w:t>
      </w:r>
      <w:r w:rsidRPr="00816B77">
        <w:rPr>
          <w:rtl/>
          <w:lang w:bidi="ur-PK"/>
        </w:rPr>
        <w:t>ا</w:t>
      </w:r>
      <w:r w:rsidR="005A2492">
        <w:rPr>
          <w:rtl/>
        </w:rPr>
        <w:t>ج</w:t>
      </w:r>
      <w:r w:rsidRPr="00816B77">
        <w:rPr>
          <w:rtl/>
          <w:lang w:bidi="ur-PK"/>
        </w:rPr>
        <w:t>ا</w:t>
      </w:r>
      <w:r w:rsidR="005A2492">
        <w:rPr>
          <w:rtl/>
        </w:rPr>
        <w:t>ئز بچےّ پ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د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ہوتے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>عورت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پنے بچوّں سے نفرت کرنے لگت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C15B30" w:rsidRPr="00C15B30">
        <w:rPr>
          <w:rFonts w:hint="cs"/>
          <w:rtl/>
          <w:lang w:bidi="ur-PK"/>
        </w:rPr>
        <w:t>198</w:t>
      </w:r>
      <w:r w:rsidR="0035346A" w:rsidRPr="0035346A">
        <w:rPr>
          <w:rFonts w:hint="cs"/>
          <w:rtl/>
          <w:lang w:bidi="ur-PK"/>
        </w:rPr>
        <w:t>0</w:t>
      </w:r>
      <w:r w:rsidR="005A2492" w:rsidRPr="00E67D25">
        <w:rPr>
          <w:rFonts w:hint="cs"/>
          <w:rtl/>
        </w:rPr>
        <w:t xml:space="preserve"> کے 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عد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د وشم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 کے مط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بق س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ٹھ ہز</w:t>
      </w:r>
      <w:r w:rsidRPr="00E67D25">
        <w:rPr>
          <w:rFonts w:hint="cs"/>
          <w:rtl/>
        </w:rPr>
        <w:t>ا</w:t>
      </w:r>
      <w:r w:rsidR="005A2492" w:rsidRPr="00E67D25">
        <w:rPr>
          <w:rFonts w:hint="cs"/>
          <w:rtl/>
        </w:rPr>
        <w:t>رعورت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شر</w:t>
      </w:r>
      <w:r w:rsidRPr="00816B77">
        <w:rPr>
          <w:rtl/>
          <w:lang w:bidi="ur-PK"/>
        </w:rPr>
        <w:t>ا</w:t>
      </w:r>
      <w:r w:rsidR="005A2492">
        <w:rPr>
          <w:rtl/>
        </w:rPr>
        <w:t>ب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نشہ کرت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C15B30" w:rsidRPr="00C15B30">
        <w:rPr>
          <w:rFonts w:hint="cs"/>
          <w:rtl/>
          <w:lang w:bidi="ur-PK"/>
        </w:rPr>
        <w:t>199</w:t>
      </w:r>
      <w:r w:rsidR="0035346A" w:rsidRPr="0035346A">
        <w:rPr>
          <w:rFonts w:hint="cs"/>
          <w:rtl/>
          <w:lang w:bidi="ur-PK"/>
        </w:rPr>
        <w:t>0</w:t>
      </w:r>
      <w:r w:rsidR="005A2492" w:rsidRPr="00E67D25">
        <w:rPr>
          <w:rFonts w:hint="cs"/>
          <w:rtl/>
        </w:rPr>
        <w:t xml:space="preserve">ع </w:t>
      </w:r>
      <w:r w:rsidR="005A2492">
        <w:rPr>
          <w:rtl/>
        </w:rPr>
        <w:t xml:space="preserve">کے </w:t>
      </w:r>
      <w:r w:rsidRPr="00816B77">
        <w:rPr>
          <w:rtl/>
          <w:lang w:bidi="ur-PK"/>
        </w:rPr>
        <w:t>ا</w:t>
      </w:r>
      <w:r w:rsidR="005A2492">
        <w:rPr>
          <w:rtl/>
        </w:rPr>
        <w:t>عد</w:t>
      </w:r>
      <w:r w:rsidRPr="00816B77">
        <w:rPr>
          <w:rtl/>
          <w:lang w:bidi="ur-PK"/>
        </w:rPr>
        <w:t>ا</w:t>
      </w:r>
      <w:r w:rsidR="005A2492">
        <w:rPr>
          <w:rtl/>
        </w:rPr>
        <w:t>د وشم</w:t>
      </w:r>
      <w:r w:rsidRPr="00816B77">
        <w:rPr>
          <w:rtl/>
          <w:lang w:bidi="ur-PK"/>
        </w:rPr>
        <w:t>ا</w:t>
      </w:r>
      <w:r w:rsidR="005A2492">
        <w:rPr>
          <w:rtl/>
        </w:rPr>
        <w:t>ر کے مط</w:t>
      </w:r>
      <w:r w:rsidRPr="00816B77">
        <w:rPr>
          <w:rtl/>
          <w:lang w:bidi="ur-PK"/>
        </w:rPr>
        <w:t>ا</w:t>
      </w:r>
      <w:r w:rsidR="005A2492">
        <w:rPr>
          <w:rtl/>
        </w:rPr>
        <w:t>بق س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Pr="00816B77">
        <w:rPr>
          <w:rtl/>
          <w:lang w:bidi="ur-PK"/>
        </w:rPr>
        <w:t>ا</w:t>
      </w:r>
      <w:r w:rsidR="005A2492">
        <w:rPr>
          <w:rtl/>
        </w:rPr>
        <w:t>نہ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ل</w:t>
      </w:r>
      <w:r w:rsidRPr="00816B77">
        <w:rPr>
          <w:rtl/>
          <w:lang w:bidi="ur-PK"/>
        </w:rPr>
        <w:t>ا</w:t>
      </w:r>
      <w:r w:rsidR="005A2492">
        <w:rPr>
          <w:rtl/>
        </w:rPr>
        <w:t>کھ سے پ</w:t>
      </w:r>
      <w:r w:rsidRPr="00816B77">
        <w:rPr>
          <w:rtl/>
          <w:lang w:bidi="ur-PK"/>
        </w:rPr>
        <w:t>ا</w:t>
      </w:r>
      <w:r w:rsidR="005A2492">
        <w:rPr>
          <w:rtl/>
        </w:rPr>
        <w:t>نچ ل</w:t>
      </w:r>
      <w:r w:rsidRPr="00816B77">
        <w:rPr>
          <w:rtl/>
          <w:lang w:bidi="ur-PK"/>
        </w:rPr>
        <w:t>ا</w:t>
      </w:r>
      <w:r w:rsidR="005A2492">
        <w:rPr>
          <w:rtl/>
        </w:rPr>
        <w:t>کھ خو</w:t>
      </w:r>
      <w:r w:rsidRPr="00816B77">
        <w:rPr>
          <w:rtl/>
          <w:lang w:bidi="ur-PK"/>
        </w:rPr>
        <w:t>ا</w:t>
      </w:r>
      <w:r w:rsidR="005A2492">
        <w:rPr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جنس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تج</w:t>
      </w:r>
      <w:r w:rsidRPr="00816B77">
        <w:rPr>
          <w:rtl/>
          <w:lang w:bidi="ur-PK"/>
        </w:rPr>
        <w:t>ا</w:t>
      </w:r>
      <w:r w:rsidR="005A2492">
        <w:rPr>
          <w:rtl/>
        </w:rPr>
        <w:t>وز</w:t>
      </w:r>
      <w:r w:rsidRPr="00816B77">
        <w:rPr>
          <w:rtl/>
          <w:lang w:bidi="ur-PK"/>
        </w:rPr>
        <w:t>ا</w:t>
      </w:r>
      <w:r w:rsidR="005A2492">
        <w:rPr>
          <w:rtl/>
        </w:rPr>
        <w:t>ت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شک</w:t>
      </w:r>
      <w:r w:rsidRPr="00816B77">
        <w:rPr>
          <w:rtl/>
          <w:lang w:bidi="ur-PK"/>
        </w:rPr>
        <w:t>ا</w:t>
      </w:r>
      <w:r w:rsidR="005A2492">
        <w:rPr>
          <w:rFonts w:hint="eastAsia"/>
          <w:rtl/>
        </w:rPr>
        <w:t>ر</w:t>
      </w:r>
      <w:r w:rsidR="005A2492">
        <w:rPr>
          <w:rtl/>
        </w:rPr>
        <w:t xml:space="preserve"> ہوت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310473" w:rsidRDefault="00310473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816B77" w:rsidP="00C75FD7">
      <w:pPr>
        <w:pStyle w:val="Heading1"/>
        <w:rPr>
          <w:rtl/>
        </w:rPr>
      </w:pPr>
      <w:bookmarkStart w:id="253" w:name="_Toc393190678"/>
      <w:r w:rsidRPr="00816B77">
        <w:rPr>
          <w:rFonts w:hint="eastAsia"/>
          <w:rtl/>
          <w:lang w:bidi="ur-PK"/>
        </w:rPr>
        <w:lastRenderedPageBreak/>
        <w:t>ا</w:t>
      </w:r>
      <w:r w:rsidR="005A2492">
        <w:rPr>
          <w:rFonts w:hint="eastAsia"/>
          <w:rtl/>
        </w:rPr>
        <w:t>مر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کہ</w:t>
      </w:r>
      <w:bookmarkEnd w:id="253"/>
    </w:p>
    <w:p w:rsidR="005A2492" w:rsidRDefault="005A2492" w:rsidP="00310473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پہلے کے </w:t>
      </w:r>
      <w:r w:rsidR="00816B77" w:rsidRPr="00816B77">
        <w:rPr>
          <w:rtl/>
          <w:lang w:bidi="ur-PK"/>
        </w:rPr>
        <w:t>ا</w:t>
      </w:r>
      <w:r>
        <w:rPr>
          <w:rtl/>
        </w:rPr>
        <w:t>عد</w:t>
      </w:r>
      <w:r w:rsidR="00816B77" w:rsidRPr="00816B77">
        <w:rPr>
          <w:rtl/>
          <w:lang w:bidi="ur-PK"/>
        </w:rPr>
        <w:t>ا</w:t>
      </w:r>
      <w:r>
        <w:rPr>
          <w:rtl/>
        </w:rPr>
        <w:t>د وشم</w:t>
      </w:r>
      <w:r w:rsidR="00816B77" w:rsidRPr="00816B77">
        <w:rPr>
          <w:rtl/>
          <w:lang w:bidi="ur-PK"/>
        </w:rPr>
        <w:t>ا</w:t>
      </w:r>
      <w:r>
        <w:rPr>
          <w:rtl/>
        </w:rPr>
        <w:t>ر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بق </w:t>
      </w:r>
      <w:r w:rsidR="00816B77" w:rsidRPr="00816B77">
        <w:rPr>
          <w:rtl/>
          <w:lang w:bidi="ur-PK"/>
        </w:rPr>
        <w:t>ا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کھ لڑک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رہ س</w:t>
      </w:r>
      <w:r w:rsidR="00816B77" w:rsidRPr="00816B77">
        <w:rPr>
          <w:rtl/>
          <w:lang w:bidi="ur-PK"/>
        </w:rPr>
        <w:t>ا</w:t>
      </w:r>
      <w:r>
        <w:rPr>
          <w:rtl/>
        </w:rPr>
        <w:t>ل سے کم عمر و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ہر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عورت، تج</w:t>
      </w:r>
      <w:r w:rsidR="00816B77" w:rsidRPr="00816B77">
        <w:rPr>
          <w:rtl/>
          <w:lang w:bidi="ur-PK"/>
        </w:rPr>
        <w:t>ا</w:t>
      </w:r>
      <w:r>
        <w:rPr>
          <w:rtl/>
        </w:rPr>
        <w:t>وز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شک</w:t>
      </w:r>
      <w:r w:rsidR="00816B77" w:rsidRPr="00816B77">
        <w:rPr>
          <w:rtl/>
          <w:lang w:bidi="ur-PK"/>
        </w:rPr>
        <w:t>ا</w:t>
      </w:r>
      <w:r>
        <w:rPr>
          <w:rtl/>
        </w:rPr>
        <w:t>ر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ور ن</w:t>
      </w:r>
      <w:r w:rsidR="00816B77" w:rsidRPr="00816B77">
        <w:rPr>
          <w:rtl/>
          <w:lang w:bidi="ur-PK"/>
        </w:rPr>
        <w:t>ا</w:t>
      </w:r>
      <w:r>
        <w:rPr>
          <w:rtl/>
        </w:rPr>
        <w:t>ج</w:t>
      </w:r>
      <w:r w:rsidR="00816B77" w:rsidRPr="00816B77">
        <w:rPr>
          <w:rtl/>
          <w:lang w:bidi="ur-PK"/>
        </w:rPr>
        <w:t>ا</w:t>
      </w:r>
      <w:r>
        <w:rPr>
          <w:rtl/>
        </w:rPr>
        <w:t>ئزجنس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 w:rsidR="00816B77" w:rsidRPr="00816B77">
        <w:rPr>
          <w:rtl/>
          <w:lang w:bidi="ur-PK"/>
        </w:rPr>
        <w:t>ا</w:t>
      </w:r>
      <w:r>
        <w:rPr>
          <w:rtl/>
        </w:rPr>
        <w:t>پ ک</w:t>
      </w:r>
      <w:r>
        <w:rPr>
          <w:rFonts w:hint="cs"/>
          <w:rtl/>
        </w:rPr>
        <w:t>ی</w:t>
      </w:r>
      <w:r>
        <w:rPr>
          <w:rtl/>
        </w:rPr>
        <w:t xml:space="preserve"> وجہ سے مختلف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ہوکر ہز</w:t>
      </w:r>
      <w:r w:rsidR="00816B77" w:rsidRPr="00816B77">
        <w:rPr>
          <w:rtl/>
          <w:lang w:bidi="ur-PK"/>
        </w:rPr>
        <w:t>ا</w:t>
      </w:r>
      <w:r>
        <w:rPr>
          <w:rtl/>
        </w:rPr>
        <w:t>روں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مرد ہر 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لقمۂ </w:t>
      </w:r>
      <w:r w:rsidR="00816B77" w:rsidRPr="00816B77">
        <w:rPr>
          <w:rtl/>
          <w:lang w:bidi="ur-PK"/>
        </w:rPr>
        <w:t>ا</w:t>
      </w:r>
      <w:r>
        <w:rPr>
          <w:rtl/>
        </w:rPr>
        <w:t>جل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س طرح چند س</w:t>
      </w:r>
      <w:r w:rsidR="00816B77" w:rsidRPr="00816B77">
        <w:rPr>
          <w:rtl/>
          <w:lang w:bidi="ur-PK"/>
        </w:rPr>
        <w:t>ا</w:t>
      </w:r>
      <w:r>
        <w:rPr>
          <w:rtl/>
        </w:rPr>
        <w:t>لوں کے دور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ٹھ</w:t>
      </w:r>
      <w:r w:rsidR="00816B77" w:rsidRPr="00816B77">
        <w:rPr>
          <w:rtl/>
          <w:lang w:bidi="ur-PK"/>
        </w:rPr>
        <w:t>ا</w:t>
      </w:r>
      <w:r>
        <w:rPr>
          <w:rtl/>
        </w:rPr>
        <w:t>رہ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بچے سقط کرکے قتل کرد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ے گئے</w:t>
      </w:r>
      <w:r w:rsidR="00310473" w:rsidRPr="007741D8">
        <w:rPr>
          <w:rStyle w:val="libFootnotenumChar"/>
          <w:rFonts w:hint="cs"/>
          <w:rtl/>
        </w:rPr>
        <w:t>(1)</w:t>
      </w:r>
    </w:p>
    <w:p w:rsidR="005A2492" w:rsidRDefault="00816B77" w:rsidP="00C75FD7">
      <w:pPr>
        <w:pStyle w:val="Heading1"/>
        <w:rPr>
          <w:rtl/>
        </w:rPr>
      </w:pPr>
      <w:bookmarkStart w:id="254" w:name="_Toc393190679"/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نگلست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bookmarkEnd w:id="254"/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نگلست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ن</w:t>
      </w:r>
      <w:r w:rsidR="005A2492">
        <w:rPr>
          <w:rtl/>
        </w:rPr>
        <w:t xml:space="preserve"> نے </w:t>
      </w:r>
      <w:r w:rsidRPr="00816B77">
        <w:rPr>
          <w:rtl/>
          <w:lang w:bidi="ur-PK"/>
        </w:rPr>
        <w:t>ا</w:t>
      </w:r>
      <w:r w:rsidR="005A2492">
        <w:rPr>
          <w:rtl/>
        </w:rPr>
        <w:t>عل</w:t>
      </w:r>
      <w:r w:rsidRPr="00816B77">
        <w:rPr>
          <w:rtl/>
          <w:lang w:bidi="ur-PK"/>
        </w:rPr>
        <w:t>ا</w:t>
      </w:r>
      <w:r w:rsidR="005A2492">
        <w:rPr>
          <w:rtl/>
        </w:rPr>
        <w:t>ن 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tl/>
        </w:rPr>
        <w:t xml:space="preserve"> کہ ہر ہفتہ پچ</w:t>
      </w:r>
      <w:r w:rsidRPr="00816B77">
        <w:rPr>
          <w:rtl/>
          <w:lang w:bidi="ur-PK"/>
        </w:rPr>
        <w:t>ا</w:t>
      </w:r>
      <w:r w:rsidR="005A2492">
        <w:rPr>
          <w:rtl/>
        </w:rPr>
        <w:t>س ح</w:t>
      </w:r>
      <w:r w:rsidRPr="00816B77">
        <w:rPr>
          <w:rtl/>
          <w:lang w:bidi="ur-PK"/>
        </w:rPr>
        <w:t>ا</w:t>
      </w:r>
      <w:r w:rsidR="005A2492">
        <w:rPr>
          <w:rtl/>
        </w:rPr>
        <w:t>ملہ لڑک</w:t>
      </w:r>
      <w:r w:rsidR="005A2492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جو چودہ س</w:t>
      </w:r>
      <w:r w:rsidRPr="00816B77">
        <w:rPr>
          <w:rtl/>
          <w:lang w:bidi="ur-PK"/>
        </w:rPr>
        <w:t>ا</w:t>
      </w:r>
      <w:r w:rsidR="005A2492">
        <w:rPr>
          <w:rtl/>
        </w:rPr>
        <w:t>ل سے کمتر عمر و</w:t>
      </w:r>
      <w:r w:rsidRPr="00816B77">
        <w:rPr>
          <w:rtl/>
          <w:lang w:bidi="ur-PK"/>
        </w:rPr>
        <w:t>ا</w:t>
      </w:r>
      <w:r w:rsidR="005A2492">
        <w:rPr>
          <w:rtl/>
        </w:rPr>
        <w:t>ل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ں،حمل</w:t>
      </w:r>
      <w:r w:rsidR="005A2492">
        <w:rPr>
          <w:rtl/>
        </w:rPr>
        <w:t xml:space="preserve"> گر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ک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عل</w:t>
      </w:r>
      <w:r w:rsidRPr="00816B77">
        <w:rPr>
          <w:rtl/>
          <w:lang w:bidi="ur-PK"/>
        </w:rPr>
        <w:t>ا</w:t>
      </w:r>
      <w:r w:rsidR="005A2492">
        <w:rPr>
          <w:rtl/>
        </w:rPr>
        <w:t>م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کے مط</w:t>
      </w:r>
      <w:r w:rsidRPr="00816B77">
        <w:rPr>
          <w:rtl/>
          <w:lang w:bidi="ur-PK"/>
        </w:rPr>
        <w:t>ا</w:t>
      </w:r>
      <w:r w:rsidR="005A2492">
        <w:rPr>
          <w:rtl/>
        </w:rPr>
        <w:t>بق ہر 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سر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شوہر د</w:t>
      </w:r>
      <w:r w:rsidRPr="00816B77">
        <w:rPr>
          <w:rtl/>
          <w:lang w:bidi="ur-PK"/>
        </w:rPr>
        <w:t>ا</w:t>
      </w:r>
      <w:r w:rsidR="005A2492">
        <w:rPr>
          <w:rtl/>
        </w:rPr>
        <w:t>ر خ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تون نے </w:t>
      </w:r>
      <w:r w:rsidRPr="00816B77">
        <w:rPr>
          <w:rtl/>
          <w:lang w:bidi="ur-PK"/>
        </w:rPr>
        <w:t>ا</w:t>
      </w:r>
      <w:r w:rsidR="005A2492">
        <w:rPr>
          <w:rtl/>
        </w:rPr>
        <w:t>جنب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مرد ک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س</w:t>
      </w: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تھ</w:t>
      </w:r>
      <w:r w:rsidR="005A2492">
        <w:rPr>
          <w:rtl/>
        </w:rPr>
        <w:t xml:space="preserve"> دوست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ق</w:t>
      </w:r>
      <w:r w:rsidRPr="00816B77">
        <w:rPr>
          <w:rtl/>
          <w:lang w:bidi="ur-PK"/>
        </w:rPr>
        <w:t>ا</w:t>
      </w:r>
      <w:r w:rsidR="005A2492">
        <w:rPr>
          <w:rtl/>
        </w:rPr>
        <w:t>ئم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ہوئ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</w:t>
      </w:r>
    </w:p>
    <w:p w:rsidR="005A2492" w:rsidRDefault="005A2492" w:rsidP="00C75FD7">
      <w:pPr>
        <w:pStyle w:val="Heading1"/>
        <w:rPr>
          <w:rtl/>
        </w:rPr>
      </w:pPr>
      <w:bookmarkStart w:id="255" w:name="_Toc393190680"/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bookmarkEnd w:id="255"/>
    </w:p>
    <w:p w:rsidR="005A2492" w:rsidRDefault="005A2492" w:rsidP="00310473">
      <w:pPr>
        <w:pStyle w:val="libNormal"/>
        <w:rPr>
          <w:rtl/>
        </w:rPr>
      </w:pPr>
      <w:r>
        <w:rPr>
          <w:rFonts w:hint="eastAsia"/>
          <w:rtl/>
        </w:rPr>
        <w:t>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کہن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</w:t>
      </w:r>
      <w:r w:rsidR="00816B77" w:rsidRPr="00816B77">
        <w:rPr>
          <w:rtl/>
          <w:lang w:bidi="ur-PK"/>
        </w:rPr>
        <w:t>ا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حکومت کو پ</w:t>
      </w:r>
      <w:r w:rsidR="00816B77" w:rsidRPr="00816B77">
        <w:rPr>
          <w:rtl/>
          <w:lang w:bidi="ur-PK"/>
        </w:rPr>
        <w:t>ا</w:t>
      </w:r>
      <w:r>
        <w:rPr>
          <w:rtl/>
        </w:rPr>
        <w:t>نچ ل</w:t>
      </w:r>
      <w:r w:rsidR="00816B77" w:rsidRPr="00816B77">
        <w:rPr>
          <w:rtl/>
          <w:lang w:bidi="ur-PK"/>
        </w:rPr>
        <w:t>ا</w:t>
      </w:r>
      <w:r>
        <w:rPr>
          <w:rtl/>
        </w:rPr>
        <w:t>کھ ف</w:t>
      </w:r>
      <w:r w:rsidR="00816B77" w:rsidRPr="00816B77">
        <w:rPr>
          <w:rtl/>
          <w:lang w:bidi="ur-PK"/>
        </w:rPr>
        <w:t>ا</w:t>
      </w:r>
      <w:r>
        <w:rPr>
          <w:rtl/>
        </w:rPr>
        <w:t>حشہ عورتوں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ت 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 w:rsidR="00816B77" w:rsidRPr="00816B77">
        <w:rPr>
          <w:rtl/>
          <w:lang w:bidi="ur-PK"/>
        </w:rPr>
        <w:t>ا</w:t>
      </w:r>
      <w:r>
        <w:rPr>
          <w:rtl/>
        </w:rPr>
        <w:t>ت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من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کرن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پڑ رہ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816B77" w:rsidRPr="00816B77">
        <w:rPr>
          <w:rtl/>
          <w:lang w:bidi="ur-PK"/>
        </w:rPr>
        <w:t>ا</w:t>
      </w:r>
      <w:r>
        <w:rPr>
          <w:rtl/>
        </w:rPr>
        <w:t>قو</w:t>
      </w:r>
      <w:r w:rsidR="00816B77" w:rsidRPr="00816B77">
        <w:rPr>
          <w:rtl/>
          <w:lang w:bidi="ur-PK"/>
        </w:rPr>
        <w:t>ا</w:t>
      </w:r>
      <w:r>
        <w:rPr>
          <w:rtl/>
        </w:rPr>
        <w:t>م متحدہ نے گز</w:t>
      </w:r>
      <w:r w:rsidR="00816B77" w:rsidRPr="00816B77">
        <w:rPr>
          <w:rtl/>
          <w:lang w:bidi="ur-PK"/>
        </w:rPr>
        <w:t>ا</w:t>
      </w:r>
      <w:r>
        <w:rPr>
          <w:rtl/>
        </w:rPr>
        <w:t>رش د</w:t>
      </w:r>
      <w:r>
        <w:rPr>
          <w:rFonts w:hint="cs"/>
          <w:rtl/>
        </w:rPr>
        <w:t>ی</w:t>
      </w:r>
      <w:r>
        <w:rPr>
          <w:rtl/>
        </w:rPr>
        <w:t xml:space="preserve"> ہے کہ س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نہ دن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سّ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نہ چ</w:t>
      </w:r>
      <w:r w:rsidR="00816B77" w:rsidRPr="00816B77">
        <w:rPr>
          <w:rtl/>
          <w:lang w:bidi="ur-PK"/>
        </w:rPr>
        <w:t>ا</w:t>
      </w:r>
      <w:r>
        <w:rPr>
          <w:rtl/>
        </w:rPr>
        <w:t>ہتے ہوئے ح</w:t>
      </w:r>
      <w:r w:rsidR="00816B77" w:rsidRPr="00816B77">
        <w:rPr>
          <w:rtl/>
          <w:lang w:bidi="ur-PK"/>
        </w:rPr>
        <w:t>ا</w:t>
      </w:r>
      <w:r>
        <w:rPr>
          <w:rtl/>
        </w:rPr>
        <w:t>ملہ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10473" w:rsidRPr="007741D8">
        <w:rPr>
          <w:rStyle w:val="libFootnotenumChar"/>
          <w:rFonts w:hint="cs"/>
          <w:rtl/>
        </w:rPr>
        <w:t>(2)</w:t>
      </w:r>
    </w:p>
    <w:p w:rsidR="005A2492" w:rsidRDefault="005A2492" w:rsidP="00C75FD7">
      <w:pPr>
        <w:pStyle w:val="Heading1"/>
        <w:rPr>
          <w:rtl/>
        </w:rPr>
      </w:pPr>
      <w:bookmarkStart w:id="256" w:name="_Toc393190681"/>
      <w:r>
        <w:rPr>
          <w:rFonts w:hint="eastAsia"/>
          <w:rtl/>
        </w:rPr>
        <w:t>تھ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ئل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bookmarkEnd w:id="256"/>
    </w:p>
    <w:p w:rsidR="005A2492" w:rsidRDefault="005A2492" w:rsidP="00310473">
      <w:pPr>
        <w:pStyle w:val="libNormal"/>
        <w:rPr>
          <w:rtl/>
        </w:rPr>
      </w:pPr>
      <w:r>
        <w:rPr>
          <w:rFonts w:hint="eastAsia"/>
          <w:rtl/>
        </w:rPr>
        <w:t>ہفتہ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مجلہ </w:t>
      </w:r>
      <w:r w:rsidR="00816B77" w:rsidRPr="00816B77">
        <w:rPr>
          <w:rtl/>
          <w:lang w:bidi="ur-PK"/>
        </w:rPr>
        <w:t>ا</w:t>
      </w:r>
      <w:r>
        <w:rPr>
          <w:rtl/>
        </w:rPr>
        <w:t>شپ</w:t>
      </w:r>
      <w:r>
        <w:rPr>
          <w:rFonts w:hint="cs"/>
          <w:rtl/>
        </w:rPr>
        <w:t>ی</w:t>
      </w:r>
      <w:r>
        <w:rPr>
          <w:rFonts w:hint="eastAsia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جول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1985</w:t>
      </w:r>
      <w:r w:rsidRPr="00E67D25">
        <w:rPr>
          <w:rFonts w:hint="cs"/>
          <w:rtl/>
        </w:rPr>
        <w:t>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گز</w:t>
      </w:r>
      <w:r w:rsidR="00816B77" w:rsidRPr="00816B77">
        <w:rPr>
          <w:rtl/>
          <w:lang w:bidi="ur-PK"/>
        </w:rPr>
        <w:t>ا</w:t>
      </w:r>
      <w:r>
        <w:rPr>
          <w:rtl/>
        </w:rPr>
        <w:t>رش کےمط</w:t>
      </w:r>
      <w:r w:rsidR="00816B77" w:rsidRPr="00816B77">
        <w:rPr>
          <w:rtl/>
          <w:lang w:bidi="ur-PK"/>
        </w:rPr>
        <w:t>ا</w:t>
      </w:r>
      <w:r>
        <w:rPr>
          <w:rtl/>
        </w:rPr>
        <w:t>بق دل</w:t>
      </w:r>
      <w:r w:rsidR="00816B77" w:rsidRPr="00816B77">
        <w:rPr>
          <w:rtl/>
          <w:lang w:bidi="ur-PK"/>
        </w:rPr>
        <w:t>ا</w:t>
      </w:r>
      <w:r>
        <w:rPr>
          <w:rtl/>
        </w:rPr>
        <w:t>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تھ</w:t>
      </w:r>
      <w:r w:rsidR="00816B77" w:rsidRPr="00816B77">
        <w:rPr>
          <w:rtl/>
          <w:lang w:bidi="ur-PK"/>
        </w:rPr>
        <w:t>ا</w:t>
      </w:r>
      <w:r>
        <w:rPr>
          <w:rtl/>
        </w:rPr>
        <w:t>ئل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توں</w:t>
      </w:r>
      <w:r>
        <w:rPr>
          <w:rtl/>
        </w:rPr>
        <w:t xml:space="preserve"> سے دوش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ن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ظ</w:t>
      </w:r>
      <w:r w:rsidR="00816B77" w:rsidRPr="00816B77">
        <w:rPr>
          <w:rtl/>
          <w:lang w:bidi="ur-PK"/>
        </w:rPr>
        <w:t>ا</w:t>
      </w:r>
      <w:r>
        <w:rPr>
          <w:rtl/>
        </w:rPr>
        <w:t>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خدمت گز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>حشہ گر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</w:t>
      </w:r>
      <w:r w:rsidR="00816B77" w:rsidRPr="00816B77">
        <w:rPr>
          <w:rtl/>
          <w:lang w:bidi="ur-PK"/>
        </w:rPr>
        <w:t>ا</w:t>
      </w:r>
      <w:r>
        <w:rPr>
          <w:rtl/>
        </w:rPr>
        <w:t>ر م</w:t>
      </w:r>
      <w:r w:rsidR="00816B77" w:rsidRPr="00816B77">
        <w:rPr>
          <w:rtl/>
          <w:lang w:bidi="ur-PK"/>
        </w:rPr>
        <w:t>ا</w:t>
      </w:r>
      <w:r>
        <w:rPr>
          <w:rtl/>
        </w:rPr>
        <w:t>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فروخت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بنک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 </w:t>
      </w:r>
      <w:r w:rsidR="00816B77" w:rsidRPr="00816B77">
        <w:rPr>
          <w:rtl/>
          <w:lang w:bidi="ur-PK"/>
        </w:rPr>
        <w:t>ا</w:t>
      </w:r>
      <w:r>
        <w:rPr>
          <w:rtl/>
        </w:rPr>
        <w:t>ور ہ</w:t>
      </w:r>
      <w:r w:rsidR="00816B77" w:rsidRPr="00816B77">
        <w:rPr>
          <w:rtl/>
          <w:lang w:bidi="ur-PK"/>
        </w:rPr>
        <w:t>ا</w:t>
      </w:r>
      <w:r>
        <w:rPr>
          <w:rtl/>
        </w:rPr>
        <w:t>نگ ک</w:t>
      </w:r>
      <w:r w:rsidR="00816B77" w:rsidRPr="00816B77">
        <w:rPr>
          <w:rtl/>
          <w:lang w:bidi="ur-PK"/>
        </w:rPr>
        <w:t>ا</w:t>
      </w:r>
      <w:r>
        <w:rPr>
          <w:rtl/>
        </w:rPr>
        <w:t>نگ،ج</w:t>
      </w:r>
      <w:r w:rsidR="00816B77" w:rsidRPr="00816B77">
        <w:rPr>
          <w:rtl/>
          <w:lang w:bidi="ur-PK"/>
        </w:rPr>
        <w:t>ا</w:t>
      </w:r>
      <w:r>
        <w:rPr>
          <w:rtl/>
        </w:rPr>
        <w:t>پ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 </w:t>
      </w:r>
      <w:r w:rsidR="00816B77" w:rsidRPr="00816B77">
        <w:rPr>
          <w:rtl/>
          <w:lang w:bidi="ur-PK"/>
        </w:rPr>
        <w:t>ا</w:t>
      </w:r>
      <w:r>
        <w:rPr>
          <w:rtl/>
        </w:rPr>
        <w:t>ور جرمن کے 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ئٹ </w:t>
      </w:r>
      <w:r>
        <w:rPr>
          <w:rFonts w:hint="eastAsia"/>
          <w:rtl/>
        </w:rPr>
        <w:t>کلبز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بنک</w:t>
      </w:r>
      <w:r w:rsidR="00816B77" w:rsidRPr="00816B77">
        <w:rPr>
          <w:rtl/>
          <w:lang w:bidi="ur-PK"/>
        </w:rPr>
        <w:t>ا</w:t>
      </w:r>
      <w:r>
        <w:rPr>
          <w:rtl/>
        </w:rPr>
        <w:t>ک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عد</w:t>
      </w:r>
      <w:r w:rsidR="00816B77" w:rsidRPr="00816B77">
        <w:rPr>
          <w:rtl/>
          <w:lang w:bidi="ur-PK"/>
        </w:rPr>
        <w:t>ا</w:t>
      </w:r>
      <w:r>
        <w:rPr>
          <w:rtl/>
        </w:rPr>
        <w:t>د وشم</w:t>
      </w:r>
      <w:r w:rsidR="00816B77" w:rsidRPr="00816B77">
        <w:rPr>
          <w:rtl/>
          <w:lang w:bidi="ur-PK"/>
        </w:rPr>
        <w:t>ا</w:t>
      </w:r>
      <w:r>
        <w:rPr>
          <w:rtl/>
        </w:rPr>
        <w:t>ر کے مط</w:t>
      </w:r>
      <w:r w:rsidR="00816B77" w:rsidRPr="00816B77">
        <w:rPr>
          <w:rtl/>
          <w:lang w:bidi="ur-PK"/>
        </w:rPr>
        <w:t>ا</w:t>
      </w:r>
      <w:r>
        <w:rPr>
          <w:rtl/>
        </w:rPr>
        <w:t>بق تھ</w:t>
      </w:r>
      <w:r w:rsidR="00816B77" w:rsidRPr="00816B77">
        <w:rPr>
          <w:rtl/>
          <w:lang w:bidi="ur-PK"/>
        </w:rPr>
        <w:t>ا</w:t>
      </w:r>
      <w:r>
        <w:rPr>
          <w:rtl/>
        </w:rPr>
        <w:t>ئل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سے سولہ ہز</w:t>
      </w:r>
      <w:r w:rsidR="00816B77" w:rsidRPr="00816B77">
        <w:rPr>
          <w:rtl/>
          <w:lang w:bidi="ur-PK"/>
        </w:rPr>
        <w:t>ا</w:t>
      </w:r>
      <w:r>
        <w:rPr>
          <w:rtl/>
        </w:rPr>
        <w:t>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لڑک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دوسرے مم</w:t>
      </w:r>
      <w:r w:rsidR="00816B77" w:rsidRPr="00816B77">
        <w:rPr>
          <w:rtl/>
          <w:lang w:bidi="ur-PK"/>
        </w:rPr>
        <w:t>ا</w:t>
      </w:r>
      <w:r>
        <w:rPr>
          <w:rtl/>
        </w:rPr>
        <w:t>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 w:rsidR="00816B77" w:rsidRPr="00816B77">
        <w:rPr>
          <w:rtl/>
          <w:lang w:bidi="ur-PK"/>
        </w:rPr>
        <w:t>ا</w:t>
      </w:r>
      <w:r>
        <w:rPr>
          <w:rtl/>
        </w:rPr>
        <w:t>در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مغرب</w:t>
      </w:r>
      <w:r>
        <w:rPr>
          <w:rFonts w:hint="cs"/>
          <w:rtl/>
        </w:rPr>
        <w:t>ی</w:t>
      </w:r>
      <w:r>
        <w:rPr>
          <w:rtl/>
        </w:rPr>
        <w:t xml:space="preserve"> جرمن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</w:t>
      </w:r>
      <w:r w:rsidR="00816B77" w:rsidRPr="00816B77">
        <w:rPr>
          <w:rtl/>
          <w:lang w:bidi="ur-PK"/>
        </w:rPr>
        <w:t>ا</w:t>
      </w:r>
      <w:r>
        <w:rPr>
          <w:rtl/>
        </w:rPr>
        <w:t>ر در</w:t>
      </w:r>
      <w:r w:rsidR="00816B77" w:rsidRPr="00816B77">
        <w:rPr>
          <w:rtl/>
          <w:lang w:bidi="ur-PK"/>
        </w:rPr>
        <w:t>ا</w:t>
      </w:r>
      <w:r>
        <w:rPr>
          <w:rtl/>
        </w:rPr>
        <w:t>مد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جہ</w:t>
      </w:r>
      <w:r w:rsidR="00816B77" w:rsidRPr="00816B77">
        <w:rPr>
          <w:rtl/>
          <w:lang w:bidi="ur-PK"/>
        </w:rPr>
        <w:t>ا</w:t>
      </w:r>
      <w:r>
        <w:rPr>
          <w:rtl/>
        </w:rPr>
        <w:t>ں پر ق</w:t>
      </w:r>
      <w:r w:rsidR="00816B77" w:rsidRPr="00816B77">
        <w:rPr>
          <w:rtl/>
          <w:lang w:bidi="ur-PK"/>
        </w:rPr>
        <w:t>ا</w:t>
      </w:r>
      <w:r>
        <w:rPr>
          <w:rtl/>
        </w:rPr>
        <w:t>نون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</w:p>
    <w:p w:rsidR="00310473" w:rsidRDefault="00310473" w:rsidP="00DC3F58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C3F58" w:rsidRDefault="00310473" w:rsidP="00DC3F58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DC3F58" w:rsidRPr="00DC3F58">
        <w:rPr>
          <w:rtl/>
        </w:rPr>
        <w:t xml:space="preserve"> </w:t>
      </w:r>
      <w:r w:rsidR="00816B77" w:rsidRPr="00816B77">
        <w:rPr>
          <w:rtl/>
        </w:rPr>
        <w:t>ا</w:t>
      </w:r>
      <w:r w:rsidR="00DC3F58">
        <w:rPr>
          <w:rtl/>
          <w:lang w:bidi="ar-SA"/>
        </w:rPr>
        <w:t>خب</w:t>
      </w:r>
      <w:r w:rsidR="00816B77" w:rsidRPr="00816B77">
        <w:rPr>
          <w:rtl/>
        </w:rPr>
        <w:t>ا</w:t>
      </w:r>
      <w:r w:rsidR="00DC3F58">
        <w:rPr>
          <w:rtl/>
          <w:lang w:bidi="ar-SA"/>
        </w:rPr>
        <w:t>ر جمہور</w:t>
      </w:r>
      <w:r w:rsidR="00DC3F58">
        <w:rPr>
          <w:rFonts w:hint="cs"/>
          <w:rtl/>
          <w:lang w:bidi="ar-SA"/>
        </w:rPr>
        <w:t>ی</w:t>
      </w:r>
      <w:r w:rsidR="00DC3F58">
        <w:rPr>
          <w:rtl/>
          <w:lang w:bidi="ar-SA"/>
        </w:rPr>
        <w:t xml:space="preserve"> </w:t>
      </w:r>
      <w:r w:rsidR="00816B77" w:rsidRPr="00816B77">
        <w:rPr>
          <w:rtl/>
        </w:rPr>
        <w:t>ا</w:t>
      </w:r>
      <w:r w:rsidR="00DC3F58">
        <w:rPr>
          <w:rtl/>
          <w:lang w:bidi="ar-SA"/>
        </w:rPr>
        <w:t>سل</w:t>
      </w:r>
      <w:r w:rsidR="00816B77" w:rsidRPr="00816B77">
        <w:rPr>
          <w:rtl/>
        </w:rPr>
        <w:t>ا</w:t>
      </w:r>
      <w:r w:rsidR="00DC3F58">
        <w:rPr>
          <w:rtl/>
          <w:lang w:bidi="ar-SA"/>
        </w:rPr>
        <w:t>م</w:t>
      </w:r>
      <w:r w:rsidR="00DC3F58">
        <w:rPr>
          <w:rFonts w:hint="cs"/>
          <w:rtl/>
          <w:lang w:bidi="ar-SA"/>
        </w:rPr>
        <w:t>ی</w:t>
      </w:r>
      <w:r w:rsidR="00C15B30" w:rsidRPr="00C15B30">
        <w:rPr>
          <w:rFonts w:hint="cs"/>
          <w:rtl/>
        </w:rPr>
        <w:t>831364</w:t>
      </w:r>
      <w:r w:rsidR="00DC3F58" w:rsidRPr="00816B77">
        <w:rPr>
          <w:rFonts w:hint="cs"/>
          <w:rtl/>
        </w:rPr>
        <w:t xml:space="preserve">  </w:t>
      </w:r>
    </w:p>
    <w:p w:rsidR="00310473" w:rsidRDefault="00310473" w:rsidP="00DC3F58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DC3F58" w:rsidRPr="00DC3F58">
        <w:rPr>
          <w:rtl/>
          <w:lang w:bidi="ar-SA"/>
        </w:rPr>
        <w:t xml:space="preserve"> </w:t>
      </w:r>
      <w:r w:rsidR="00DC3F58">
        <w:rPr>
          <w:rtl/>
          <w:lang w:bidi="ar-SA"/>
        </w:rPr>
        <w:t>فقہ و حقوق، ج</w:t>
      </w:r>
      <w:r w:rsidR="00C15B30" w:rsidRPr="00C15B30">
        <w:rPr>
          <w:rFonts w:hint="cs"/>
          <w:rtl/>
        </w:rPr>
        <w:t>3</w:t>
      </w:r>
      <w:r w:rsidR="00DC3F58" w:rsidRPr="00816B77">
        <w:rPr>
          <w:rFonts w:hint="cs"/>
          <w:rtl/>
        </w:rPr>
        <w:t>، ص</w:t>
      </w:r>
      <w:r w:rsidR="00C15B30" w:rsidRPr="00C15B30">
        <w:rPr>
          <w:rFonts w:hint="cs"/>
          <w:rtl/>
        </w:rPr>
        <w:t>18</w:t>
      </w:r>
    </w:p>
    <w:p w:rsidR="00310473" w:rsidRDefault="00310473" w:rsidP="00DC3F58">
      <w:pPr>
        <w:pStyle w:val="libPoemTini"/>
        <w:rPr>
          <w:rtl/>
        </w:rPr>
      </w:pPr>
      <w:r>
        <w:rPr>
          <w:rtl/>
        </w:rPr>
        <w:br w:type="page"/>
      </w:r>
    </w:p>
    <w:p w:rsidR="00310473" w:rsidRDefault="00816B77" w:rsidP="005A2492">
      <w:pPr>
        <w:pStyle w:val="libNormal"/>
        <w:rPr>
          <w:rtl/>
        </w:rPr>
      </w:pPr>
      <w:r w:rsidRPr="00816B77">
        <w:rPr>
          <w:rtl/>
          <w:lang w:bidi="ur-PK"/>
        </w:rPr>
        <w:lastRenderedPageBreak/>
        <w:t>ا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جنس</w:t>
      </w:r>
      <w:r w:rsidR="00310473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310473">
        <w:rPr>
          <w:rFonts w:hint="eastAsia"/>
          <w:rtl/>
        </w:rPr>
        <w:t>ں</w:t>
      </w:r>
      <w:r w:rsidR="00310473">
        <w:rPr>
          <w:rtl/>
        </w:rPr>
        <w:t xml:space="preserve"> پ</w:t>
      </w:r>
      <w:r w:rsidRPr="00816B77">
        <w:rPr>
          <w:rtl/>
          <w:lang w:bidi="ur-PK"/>
        </w:rPr>
        <w:t>ا</w:t>
      </w:r>
      <w:r w:rsidR="00310473">
        <w:rPr>
          <w:rtl/>
        </w:rPr>
        <w:t>ئ</w:t>
      </w:r>
      <w:r w:rsidR="00310473">
        <w:rPr>
          <w:rFonts w:hint="cs"/>
          <w:rtl/>
        </w:rPr>
        <w:t>ی</w:t>
      </w:r>
      <w:r w:rsidR="00310473">
        <w:rPr>
          <w:rtl/>
        </w:rPr>
        <w:t xml:space="preserve"> ج</w:t>
      </w:r>
      <w:r w:rsidRPr="00816B77">
        <w:rPr>
          <w:rtl/>
          <w:lang w:bidi="ur-PK"/>
        </w:rPr>
        <w:t>ا</w:t>
      </w:r>
      <w:r w:rsidR="00310473">
        <w:rPr>
          <w:rtl/>
        </w:rPr>
        <w:t>ت</w:t>
      </w:r>
      <w:r w:rsidR="00310473">
        <w:rPr>
          <w:rFonts w:hint="cs"/>
          <w:rtl/>
        </w:rPr>
        <w:t>ی</w:t>
      </w:r>
      <w:r w:rsidR="00310473">
        <w:rPr>
          <w:rtl/>
        </w:rPr>
        <w:t xml:space="preserve"> ہ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ں</w:t>
      </w:r>
      <w:r w:rsidR="00310473">
        <w:rPr>
          <w:rtl/>
        </w:rPr>
        <w:t xml:space="preserve"> جن ک</w:t>
      </w:r>
      <w:r w:rsidRPr="00816B77">
        <w:rPr>
          <w:rtl/>
          <w:lang w:bidi="ur-PK"/>
        </w:rPr>
        <w:t>ا</w:t>
      </w:r>
      <w:r w:rsidR="00310473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310473">
        <w:rPr>
          <w:rtl/>
        </w:rPr>
        <w:t>م ف</w:t>
      </w:r>
      <w:r w:rsidRPr="00816B77">
        <w:rPr>
          <w:rtl/>
          <w:lang w:bidi="ur-PK"/>
        </w:rPr>
        <w:t>ا</w:t>
      </w:r>
      <w:r w:rsidR="00310473">
        <w:rPr>
          <w:rtl/>
        </w:rPr>
        <w:t xml:space="preserve">حشہ عورتوں </w:t>
      </w:r>
      <w:r w:rsidRPr="00816B77">
        <w:rPr>
          <w:rtl/>
          <w:lang w:bidi="ur-PK"/>
        </w:rPr>
        <w:t>ا</w:t>
      </w:r>
      <w:r w:rsidR="00310473">
        <w:rPr>
          <w:rtl/>
        </w:rPr>
        <w:t xml:space="preserve">ور </w:t>
      </w:r>
      <w:r w:rsidR="00310473">
        <w:rPr>
          <w:rFonts w:hint="eastAsia"/>
          <w:rtl/>
        </w:rPr>
        <w:t>لڑک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وں</w:t>
      </w:r>
      <w:r w:rsidR="00310473">
        <w:rPr>
          <w:rtl/>
        </w:rPr>
        <w:t xml:space="preserve"> کو ملک م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ں</w:t>
      </w:r>
      <w:r w:rsidR="00310473">
        <w:rPr>
          <w:rtl/>
        </w:rPr>
        <w:t xml:space="preserve"> و</w:t>
      </w:r>
      <w:r w:rsidRPr="00816B77">
        <w:rPr>
          <w:rtl/>
          <w:lang w:bidi="ur-PK"/>
        </w:rPr>
        <w:t>ا</w:t>
      </w:r>
      <w:r w:rsidR="00310473">
        <w:rPr>
          <w:rtl/>
        </w:rPr>
        <w:t>رد کرن</w:t>
      </w:r>
      <w:r w:rsidRPr="00816B77">
        <w:rPr>
          <w:rtl/>
          <w:lang w:bidi="ur-PK"/>
        </w:rPr>
        <w:t>ا</w:t>
      </w:r>
      <w:r w:rsidR="00310473">
        <w:rPr>
          <w:rtl/>
        </w:rPr>
        <w:t xml:space="preserve"> ہےب</w:t>
      </w:r>
      <w:r w:rsidR="008D6D4F" w:rsidRPr="008D6D4F">
        <w:rPr>
          <w:rFonts w:hint="cs"/>
          <w:rtl/>
          <w:lang w:bidi="ur-PK"/>
        </w:rPr>
        <w:t>ہ</w:t>
      </w:r>
      <w:r w:rsidR="00310473" w:rsidRPr="00E67D25">
        <w:rPr>
          <w:rFonts w:hint="cs"/>
          <w:rtl/>
        </w:rPr>
        <w:t xml:space="preserve">ت سے لوگ </w:t>
      </w:r>
      <w:r w:rsidRPr="00E67D25">
        <w:rPr>
          <w:rFonts w:hint="cs"/>
          <w:rtl/>
        </w:rPr>
        <w:t>ا</w:t>
      </w:r>
      <w:r w:rsidR="00310473" w:rsidRPr="00E67D25">
        <w:rPr>
          <w:rFonts w:hint="cs"/>
          <w:rtl/>
        </w:rPr>
        <w:t xml:space="preserve">ن </w:t>
      </w:r>
      <w:r w:rsidRPr="00E67D25">
        <w:rPr>
          <w:rFonts w:hint="cs"/>
          <w:rtl/>
        </w:rPr>
        <w:t>ا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جنس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وں</w:t>
      </w:r>
      <w:r w:rsidR="00310473">
        <w:rPr>
          <w:rtl/>
        </w:rPr>
        <w:t xml:space="preserve"> کے ہ</w:t>
      </w:r>
      <w:r w:rsidRPr="00816B77">
        <w:rPr>
          <w:rtl/>
          <w:lang w:bidi="ur-PK"/>
        </w:rPr>
        <w:t>ا</w:t>
      </w:r>
      <w:r w:rsidR="00310473">
        <w:rPr>
          <w:rtl/>
        </w:rPr>
        <w:t>ں رجوع کرتے ہ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ں</w:t>
      </w:r>
      <w:r w:rsidR="00310473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310473">
        <w:rPr>
          <w:rtl/>
        </w:rPr>
        <w:t>ور لڑک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وں</w:t>
      </w:r>
      <w:r w:rsidR="00310473">
        <w:rPr>
          <w:rtl/>
        </w:rPr>
        <w:t xml:space="preserve"> </w:t>
      </w:r>
      <w:r w:rsidR="00310473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310473">
        <w:rPr>
          <w:rtl/>
        </w:rPr>
        <w:t xml:space="preserve"> عورتوں کو خر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دنے</w:t>
      </w:r>
      <w:r w:rsidR="00310473">
        <w:rPr>
          <w:rtl/>
        </w:rPr>
        <w:t xml:space="preserve"> کے بعد </w:t>
      </w:r>
      <w:r w:rsidRPr="00816B77">
        <w:rPr>
          <w:rtl/>
          <w:lang w:bidi="ur-PK"/>
        </w:rPr>
        <w:t>ا</w:t>
      </w:r>
      <w:r w:rsidR="00310473">
        <w:rPr>
          <w:rtl/>
        </w:rPr>
        <w:t>نہ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ں</w:t>
      </w:r>
      <w:r w:rsidR="00310473">
        <w:rPr>
          <w:rtl/>
        </w:rPr>
        <w:t xml:space="preserve"> ب</w:t>
      </w:r>
      <w:r w:rsidRPr="00816B77">
        <w:rPr>
          <w:rtl/>
          <w:lang w:bidi="ur-PK"/>
        </w:rPr>
        <w:t>ا</w:t>
      </w:r>
      <w:r w:rsidR="00310473">
        <w:rPr>
          <w:rtl/>
        </w:rPr>
        <w:t>ز</w:t>
      </w:r>
      <w:r w:rsidRPr="00816B77">
        <w:rPr>
          <w:rtl/>
          <w:lang w:bidi="ur-PK"/>
        </w:rPr>
        <w:t>ا</w:t>
      </w:r>
      <w:r w:rsidR="00310473">
        <w:rPr>
          <w:rtl/>
        </w:rPr>
        <w:t>روں م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ں</w:t>
      </w:r>
      <w:r w:rsidR="00310473">
        <w:rPr>
          <w:rtl/>
        </w:rPr>
        <w:t xml:space="preserve"> ب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جتے</w:t>
      </w:r>
      <w:r w:rsidR="00310473">
        <w:rPr>
          <w:rtl/>
        </w:rPr>
        <w:t xml:space="preserve">  ہ</w:t>
      </w:r>
      <w:r w:rsidR="00310473">
        <w:rPr>
          <w:rFonts w:hint="cs"/>
          <w:rtl/>
        </w:rPr>
        <w:t>ی</w:t>
      </w:r>
      <w:r w:rsidR="00310473">
        <w:rPr>
          <w:rFonts w:hint="eastAsia"/>
          <w:rtl/>
        </w:rPr>
        <w:t>ں،</w:t>
      </w:r>
      <w:r w:rsidR="00310473">
        <w:rPr>
          <w:rtl/>
        </w:rPr>
        <w:t xml:space="preserve"> ت</w:t>
      </w:r>
      <w:r w:rsidRPr="00816B77">
        <w:rPr>
          <w:rtl/>
          <w:lang w:bidi="ur-PK"/>
        </w:rPr>
        <w:t>ا</w:t>
      </w:r>
      <w:r w:rsidR="00310473">
        <w:rPr>
          <w:rtl/>
        </w:rPr>
        <w:t>کہ بدن فروش</w:t>
      </w:r>
      <w:r w:rsidR="00310473">
        <w:rPr>
          <w:rFonts w:hint="cs"/>
          <w:rtl/>
        </w:rPr>
        <w:t>ی</w:t>
      </w:r>
      <w:r w:rsidR="00310473">
        <w:rPr>
          <w:rtl/>
        </w:rPr>
        <w:t xml:space="preserve"> کرکے م</w:t>
      </w:r>
      <w:r w:rsidRPr="00816B77">
        <w:rPr>
          <w:rtl/>
          <w:lang w:bidi="ur-PK"/>
        </w:rPr>
        <w:t>ا</w:t>
      </w:r>
      <w:r w:rsidR="00310473">
        <w:rPr>
          <w:rtl/>
        </w:rPr>
        <w:t>لک ک</w:t>
      </w:r>
      <w:r w:rsidRPr="00816B77">
        <w:rPr>
          <w:rtl/>
          <w:lang w:bidi="ur-PK"/>
        </w:rPr>
        <w:t>ا</w:t>
      </w:r>
      <w:r w:rsidR="00310473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310473">
        <w:rPr>
          <w:rtl/>
        </w:rPr>
        <w:t>قتص</w:t>
      </w:r>
      <w:r w:rsidRPr="00816B77">
        <w:rPr>
          <w:rtl/>
          <w:lang w:bidi="ur-PK"/>
        </w:rPr>
        <w:t>ا</w:t>
      </w:r>
      <w:r w:rsidR="00310473">
        <w:rPr>
          <w:rtl/>
        </w:rPr>
        <w:t>د بح</w:t>
      </w:r>
      <w:r w:rsidRPr="00816B77">
        <w:rPr>
          <w:rtl/>
          <w:lang w:bidi="ur-PK"/>
        </w:rPr>
        <w:t>ا</w:t>
      </w:r>
      <w:r w:rsidR="00310473">
        <w:rPr>
          <w:rtl/>
        </w:rPr>
        <w:t>ل ک</w:t>
      </w:r>
      <w:r w:rsidR="00310473">
        <w:rPr>
          <w:rFonts w:hint="cs"/>
          <w:rtl/>
        </w:rPr>
        <w:t>ی</w:t>
      </w:r>
      <w:r w:rsidRPr="00816B77">
        <w:rPr>
          <w:rFonts w:hint="eastAsia"/>
          <w:rtl/>
          <w:lang w:bidi="ur-PK"/>
        </w:rPr>
        <w:t>ا</w:t>
      </w:r>
      <w:r w:rsidR="00310473">
        <w:rPr>
          <w:rFonts w:hint="eastAsia"/>
          <w:rtl/>
        </w:rPr>
        <w:t>ج</w:t>
      </w:r>
      <w:r w:rsidRPr="00816B77">
        <w:rPr>
          <w:rFonts w:hint="eastAsia"/>
          <w:rtl/>
          <w:lang w:bidi="ur-PK"/>
        </w:rPr>
        <w:t>ا</w:t>
      </w:r>
      <w:r w:rsidR="00310473">
        <w:rPr>
          <w:rFonts w:hint="eastAsia"/>
          <w:rtl/>
        </w:rPr>
        <w:t>ئے</w:t>
      </w:r>
    </w:p>
    <w:p w:rsidR="005A2492" w:rsidRDefault="005A2492" w:rsidP="00C75FD7">
      <w:pPr>
        <w:pStyle w:val="Heading1"/>
        <w:rPr>
          <w:rtl/>
        </w:rPr>
      </w:pPr>
      <w:bookmarkStart w:id="257" w:name="_Toc393190682"/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جرمن</w:t>
      </w:r>
      <w:r>
        <w:rPr>
          <w:rFonts w:hint="cs"/>
          <w:rtl/>
        </w:rPr>
        <w:t>ی</w:t>
      </w:r>
      <w:bookmarkEnd w:id="257"/>
    </w:p>
    <w:p w:rsidR="005A2492" w:rsidRDefault="005A2492" w:rsidP="00310473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جرمن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دوہز</w:t>
      </w:r>
      <w:r w:rsidR="00816B77" w:rsidRPr="00816B77">
        <w:rPr>
          <w:rtl/>
          <w:lang w:bidi="ur-PK"/>
        </w:rPr>
        <w:t>ا</w:t>
      </w:r>
      <w:r>
        <w:rPr>
          <w:rtl/>
        </w:rPr>
        <w:t>ر کمپن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عورتوں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روں</w:t>
      </w:r>
      <w:r>
        <w:rPr>
          <w:rtl/>
        </w:rPr>
        <w:t xml:space="preserve"> کے لئے فر</w:t>
      </w:r>
      <w:r w:rsidR="00816B77" w:rsidRPr="00816B77">
        <w:rPr>
          <w:rtl/>
          <w:lang w:bidi="ur-PK"/>
        </w:rPr>
        <w:t>ا</w:t>
      </w:r>
      <w:r>
        <w:rPr>
          <w:rtl/>
        </w:rPr>
        <w:t>ہم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6B77" w:rsidRPr="00816B77">
        <w:rPr>
          <w:rtl/>
          <w:lang w:bidi="ur-PK"/>
        </w:rPr>
        <w:t>ا</w:t>
      </w:r>
      <w:r>
        <w:rPr>
          <w:rtl/>
        </w:rPr>
        <w:t>ور پ</w:t>
      </w:r>
      <w:r w:rsidR="00816B77" w:rsidRPr="00816B77">
        <w:rPr>
          <w:rtl/>
          <w:lang w:bidi="ur-PK"/>
        </w:rPr>
        <w:t>ا</w:t>
      </w:r>
      <w:r>
        <w:rPr>
          <w:rtl/>
        </w:rPr>
        <w:t>نچ ہز</w:t>
      </w:r>
      <w:r w:rsidR="00816B77" w:rsidRPr="00816B77">
        <w:rPr>
          <w:rtl/>
          <w:lang w:bidi="ur-PK"/>
        </w:rPr>
        <w:t>ا</w:t>
      </w:r>
      <w:r>
        <w:rPr>
          <w:rtl/>
        </w:rPr>
        <w:t>ر سے ب</w:t>
      </w:r>
      <w:r w:rsidR="00816B77" w:rsidRPr="00816B77">
        <w:rPr>
          <w:rtl/>
          <w:lang w:bidi="ur-PK"/>
        </w:rPr>
        <w:t>ا</w:t>
      </w:r>
      <w:r>
        <w:rPr>
          <w:rtl/>
        </w:rPr>
        <w:t>رہ ہز</w:t>
      </w:r>
      <w:r w:rsidR="00816B77" w:rsidRPr="00816B77">
        <w:rPr>
          <w:rtl/>
          <w:lang w:bidi="ur-PK"/>
        </w:rPr>
        <w:t>ا</w:t>
      </w:r>
      <w:r>
        <w:rPr>
          <w:rtl/>
        </w:rPr>
        <w:t>ر تک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لڑک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</w:t>
      </w:r>
      <w:r w:rsidR="00816B77" w:rsidRPr="00816B77">
        <w:rPr>
          <w:rtl/>
          <w:lang w:bidi="ur-PK"/>
        </w:rPr>
        <w:t>ا</w:t>
      </w:r>
      <w:r>
        <w:rPr>
          <w:rtl/>
        </w:rPr>
        <w:t>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عوتوں </w:t>
      </w:r>
      <w:r w:rsidR="00816B77" w:rsidRPr="00816B77">
        <w:rPr>
          <w:rtl/>
          <w:lang w:bidi="ur-PK"/>
        </w:rPr>
        <w:t>ا</w:t>
      </w:r>
      <w:r>
        <w:rPr>
          <w:rtl/>
        </w:rPr>
        <w:t>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مع</w:t>
      </w:r>
      <w:r w:rsidR="00816B77" w:rsidRPr="00816B77">
        <w:rPr>
          <w:rtl/>
          <w:lang w:bidi="ur-PK"/>
        </w:rPr>
        <w:t>ا</w:t>
      </w:r>
      <w:r>
        <w:rPr>
          <w:rtl/>
        </w:rPr>
        <w:t>ملہ ہوت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</w:t>
      </w:r>
      <w:r w:rsidR="00310473" w:rsidRPr="007741D8">
        <w:rPr>
          <w:rStyle w:val="libFootnotenumChar"/>
          <w:rFonts w:hint="cs"/>
          <w:rtl/>
        </w:rPr>
        <w:t>(1)</w:t>
      </w:r>
    </w:p>
    <w:p w:rsidR="005A2492" w:rsidRDefault="00816B77" w:rsidP="005A2492">
      <w:pPr>
        <w:pStyle w:val="libNormal"/>
        <w:rPr>
          <w:rtl/>
        </w:rPr>
      </w:pPr>
      <w:r w:rsidRPr="00816B77">
        <w:rPr>
          <w:rFonts w:hint="eastAsia"/>
          <w:rtl/>
          <w:lang w:bidi="ur-PK"/>
        </w:rPr>
        <w:t>ا</w:t>
      </w:r>
      <w:r w:rsidR="005A2492">
        <w:rPr>
          <w:rFonts w:hint="eastAsia"/>
          <w:rtl/>
        </w:rPr>
        <w:t>فسوس</w:t>
      </w:r>
      <w:r w:rsidR="005A2492">
        <w:rPr>
          <w:rtl/>
        </w:rPr>
        <w:t xml:space="preserve"> ک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 مق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م  ہے کہ </w:t>
      </w:r>
      <w:r w:rsidRPr="00816B77">
        <w:rPr>
          <w:rtl/>
          <w:lang w:bidi="ur-PK"/>
        </w:rPr>
        <w:t>ا</w:t>
      </w:r>
      <w:r w:rsidR="005A2492">
        <w:rPr>
          <w:rtl/>
        </w:rPr>
        <w:t>ج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کے ن</w:t>
      </w:r>
      <w:r w:rsidRPr="00816B77">
        <w:rPr>
          <w:rtl/>
          <w:lang w:bidi="ur-PK"/>
        </w:rPr>
        <w:t>ا</w:t>
      </w:r>
      <w:r w:rsidR="005A2492">
        <w:rPr>
          <w:rtl/>
        </w:rPr>
        <w:t>م سے عورتوں ک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ہ</w:t>
      </w:r>
      <w:r w:rsidR="005A2492">
        <w:rPr>
          <w:rtl/>
        </w:rPr>
        <w:t xml:space="preserve"> درد ن</w:t>
      </w:r>
      <w:r w:rsidRPr="00816B77">
        <w:rPr>
          <w:rtl/>
          <w:lang w:bidi="ur-PK"/>
        </w:rPr>
        <w:t>ا</w:t>
      </w:r>
      <w:r w:rsidR="005A2492">
        <w:rPr>
          <w:rtl/>
        </w:rPr>
        <w:t>ک ح</w:t>
      </w:r>
      <w:r w:rsidRPr="00816B77">
        <w:rPr>
          <w:rtl/>
          <w:lang w:bidi="ur-PK"/>
        </w:rPr>
        <w:t>ا</w:t>
      </w:r>
      <w:r w:rsidR="005A2492">
        <w:rPr>
          <w:rtl/>
        </w:rPr>
        <w:t>لت ب</w:t>
      </w:r>
      <w:r w:rsidRPr="00816B77">
        <w:rPr>
          <w:rtl/>
          <w:lang w:bidi="ur-PK"/>
        </w:rPr>
        <w:t>ا</w:t>
      </w:r>
      <w:r w:rsidR="005A2492">
        <w:rPr>
          <w:rtl/>
        </w:rPr>
        <w:t>ق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ہے </w:t>
      </w:r>
      <w:r w:rsidRPr="00816B77">
        <w:rPr>
          <w:rtl/>
          <w:lang w:bidi="ur-PK"/>
        </w:rPr>
        <w:t>ا</w:t>
      </w:r>
      <w:r w:rsidR="005A2492">
        <w:rPr>
          <w:rtl/>
        </w:rPr>
        <w:t>ور خود عورت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  <w:r w:rsidR="005A2492">
        <w:rPr>
          <w:rtl/>
        </w:rPr>
        <w:t xml:space="preserve"> بھ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</w:t>
      </w:r>
      <w:r w:rsidRPr="00816B77">
        <w:rPr>
          <w:rtl/>
          <w:lang w:bidi="ur-PK"/>
        </w:rPr>
        <w:t>ا</w:t>
      </w:r>
      <w:r w:rsidR="005A2492">
        <w:rPr>
          <w:rtl/>
        </w:rPr>
        <w:t xml:space="preserve">سے </w:t>
      </w:r>
      <w:r w:rsidRPr="00816B77">
        <w:rPr>
          <w:rtl/>
          <w:lang w:bidi="ur-PK"/>
        </w:rPr>
        <w:t>ا</w:t>
      </w:r>
      <w:r w:rsidR="005A2492">
        <w:rPr>
          <w:rtl/>
        </w:rPr>
        <w:t>ز</w:t>
      </w:r>
      <w:r w:rsidRPr="00816B77">
        <w:rPr>
          <w:rtl/>
          <w:lang w:bidi="ur-PK"/>
        </w:rPr>
        <w:t>ا</w:t>
      </w:r>
      <w:r w:rsidR="005A2492">
        <w:rPr>
          <w:rtl/>
        </w:rPr>
        <w:t>د</w:t>
      </w:r>
      <w:r w:rsidR="005A2492">
        <w:rPr>
          <w:rFonts w:hint="cs"/>
          <w:rtl/>
        </w:rPr>
        <w:t>ی</w:t>
      </w:r>
      <w:r w:rsidR="005A2492">
        <w:rPr>
          <w:rtl/>
        </w:rPr>
        <w:t xml:space="preserve"> سمجھ کر ب</w:t>
      </w:r>
      <w:r w:rsidR="008D6D4F" w:rsidRPr="008D6D4F">
        <w:rPr>
          <w:rFonts w:hint="cs"/>
          <w:rtl/>
          <w:lang w:bidi="ur-PK"/>
        </w:rPr>
        <w:t>ہ</w:t>
      </w:r>
      <w:r w:rsidR="005A2492" w:rsidRPr="00E67D25">
        <w:rPr>
          <w:rFonts w:hint="cs"/>
          <w:rtl/>
        </w:rPr>
        <w:t>ت خوش ہ</w:t>
      </w:r>
      <w:r w:rsidR="005A2492">
        <w:rPr>
          <w:rFonts w:hint="cs"/>
          <w:rtl/>
        </w:rPr>
        <w:t>ی</w:t>
      </w:r>
      <w:r w:rsidR="005A2492">
        <w:rPr>
          <w:rFonts w:hint="eastAsia"/>
          <w:rtl/>
        </w:rPr>
        <w:t>ں</w:t>
      </w:r>
    </w:p>
    <w:p w:rsidR="005A2492" w:rsidRDefault="005A2492" w:rsidP="005A2492">
      <w:pPr>
        <w:pStyle w:val="libNormal"/>
        <w:rPr>
          <w:rtl/>
        </w:rPr>
      </w:pPr>
      <w:r>
        <w:rPr>
          <w:rFonts w:hint="eastAsia"/>
          <w:rtl/>
        </w:rPr>
        <w:t>خد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تع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ہے کہ جن</w:t>
      </w:r>
      <w:r w:rsidR="00816B77" w:rsidRPr="00816B77">
        <w:rPr>
          <w:rtl/>
          <w:lang w:bidi="ur-PK"/>
        </w:rPr>
        <w:t>ا</w:t>
      </w:r>
      <w:r>
        <w:rPr>
          <w:rtl/>
        </w:rPr>
        <w:t>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885B05" w:rsidRPr="00885B05">
        <w:rPr>
          <w:rtl/>
          <w:lang w:bidi="ur-PK"/>
        </w:rPr>
        <w:t>(س)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>در 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سطہ ہم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816B77" w:rsidRPr="00816B77">
        <w:rPr>
          <w:rtl/>
          <w:lang w:bidi="ur-PK"/>
        </w:rPr>
        <w:t>ا</w:t>
      </w:r>
      <w:r>
        <w:rPr>
          <w:rtl/>
        </w:rPr>
        <w:t>ں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نوں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 w:rsidR="00816B77" w:rsidRPr="00816B77">
        <w:rPr>
          <w:rtl/>
          <w:lang w:bidi="ur-PK"/>
        </w:rPr>
        <w:t>ا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در </w:t>
      </w:r>
      <w:r w:rsidR="00816B77" w:rsidRPr="00816B77">
        <w:rPr>
          <w:rtl/>
          <w:lang w:bidi="ur-PK"/>
        </w:rPr>
        <w:t>ا</w:t>
      </w:r>
      <w:r>
        <w:rPr>
          <w:rtl/>
        </w:rPr>
        <w:t>ور پردے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 w:rsidR="00816B77" w:rsidRPr="00816B77">
        <w:rPr>
          <w:rtl/>
          <w:lang w:bidi="ur-PK"/>
        </w:rPr>
        <w:t>ا</w:t>
      </w:r>
      <w:r>
        <w:rPr>
          <w:rtl/>
        </w:rPr>
        <w:t>ظت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ور ب</w:t>
      </w:r>
      <w:r w:rsidR="00816B77" w:rsidRPr="00816B77">
        <w:rPr>
          <w:rtl/>
          <w:lang w:bidi="ur-PK"/>
        </w:rPr>
        <w:t>ا</w:t>
      </w:r>
      <w:r>
        <w:rPr>
          <w:rtl/>
        </w:rPr>
        <w:t>پ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ور بھ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</w:t>
      </w:r>
      <w:r w:rsidR="00816B77" w:rsidRPr="00816B77">
        <w:rPr>
          <w:rtl/>
          <w:lang w:bidi="ur-PK"/>
        </w:rPr>
        <w:t>ا</w:t>
      </w:r>
      <w:r>
        <w:rPr>
          <w:rtl/>
        </w:rPr>
        <w:t>موس عط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فرم</w:t>
      </w:r>
      <w:r w:rsidR="00816B77" w:rsidRPr="00816B77">
        <w:rPr>
          <w:rtl/>
          <w:lang w:bidi="ur-PK"/>
        </w:rPr>
        <w:t>ا</w:t>
      </w:r>
    </w:p>
    <w:p w:rsidR="005A2492" w:rsidRDefault="005A2492" w:rsidP="005A2492">
      <w:pPr>
        <w:pStyle w:val="libNormal"/>
        <w:rPr>
          <w:rtl/>
        </w:rPr>
      </w:pPr>
    </w:p>
    <w:p w:rsidR="005A2492" w:rsidRDefault="005A2492" w:rsidP="00F63864">
      <w:pPr>
        <w:pStyle w:val="libArabic"/>
        <w:rPr>
          <w:rtl/>
        </w:rPr>
      </w:pPr>
      <w:r>
        <w:rPr>
          <w:rtl/>
        </w:rPr>
        <w:t xml:space="preserve">                                     </w:t>
      </w:r>
      <w:r w:rsidR="00CF3D62" w:rsidRPr="00CF3D62">
        <w:rPr>
          <w:rtl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CF3D62" w:rsidRPr="00CF3D62">
        <w:rPr>
          <w:rFonts w:hint="eastAsia"/>
          <w:rtl/>
        </w:rPr>
        <w:t>ا</w:t>
      </w:r>
      <w:r>
        <w:rPr>
          <w:rtl/>
        </w:rPr>
        <w:t xml:space="preserve"> ربّ </w:t>
      </w:r>
      <w:r w:rsidR="00CF3D62" w:rsidRPr="00CF3D62">
        <w:rPr>
          <w:rtl/>
        </w:rPr>
        <w:t>ا</w:t>
      </w:r>
      <w:r>
        <w:rPr>
          <w:rtl/>
        </w:rPr>
        <w:t>لع</w:t>
      </w:r>
      <w:r w:rsidR="00CF3D62" w:rsidRPr="00CF3D62">
        <w:rPr>
          <w:rtl/>
        </w:rPr>
        <w:t>ا</w:t>
      </w:r>
      <w:r>
        <w:rPr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5A2492" w:rsidRDefault="00310473" w:rsidP="00510AE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C3F58" w:rsidRPr="005A2492" w:rsidRDefault="00310473" w:rsidP="00510AE2">
      <w:pPr>
        <w:pStyle w:val="libFootnote0"/>
      </w:pPr>
      <w:r>
        <w:rPr>
          <w:rFonts w:hint="cs"/>
          <w:rtl/>
        </w:rPr>
        <w:t>(1):-</w:t>
      </w:r>
      <w:r w:rsidR="00DC3F58" w:rsidRPr="00DC3F58">
        <w:rPr>
          <w:rtl/>
        </w:rPr>
        <w:t xml:space="preserve"> </w:t>
      </w:r>
      <w:r w:rsidR="00DC3F58">
        <w:rPr>
          <w:rtl/>
          <w:lang w:bidi="ar-SA"/>
        </w:rPr>
        <w:t>حج</w:t>
      </w:r>
      <w:r w:rsidR="00816B77" w:rsidRPr="00816B77">
        <w:rPr>
          <w:rtl/>
        </w:rPr>
        <w:t>ا</w:t>
      </w:r>
      <w:r w:rsidR="00DC3F58">
        <w:rPr>
          <w:rtl/>
          <w:lang w:bidi="ar-SA"/>
        </w:rPr>
        <w:t xml:space="preserve">ب و </w:t>
      </w:r>
      <w:r w:rsidR="00816B77" w:rsidRPr="00816B77">
        <w:rPr>
          <w:rtl/>
        </w:rPr>
        <w:t>ا</w:t>
      </w:r>
      <w:r w:rsidR="00DC3F58">
        <w:rPr>
          <w:rtl/>
          <w:lang w:bidi="ar-SA"/>
        </w:rPr>
        <w:t>ز</w:t>
      </w:r>
      <w:r w:rsidR="00816B77" w:rsidRPr="00816B77">
        <w:rPr>
          <w:rtl/>
        </w:rPr>
        <w:t>ا</w:t>
      </w:r>
      <w:r w:rsidR="00DC3F58">
        <w:rPr>
          <w:rtl/>
          <w:lang w:bidi="ar-SA"/>
        </w:rPr>
        <w:t>د</w:t>
      </w:r>
      <w:r w:rsidR="00DC3F58">
        <w:rPr>
          <w:rFonts w:hint="cs"/>
          <w:rtl/>
          <w:lang w:bidi="ar-SA"/>
        </w:rPr>
        <w:t>ی</w:t>
      </w:r>
      <w:r w:rsidR="00DC3F58">
        <w:rPr>
          <w:rFonts w:hint="eastAsia"/>
          <w:rtl/>
          <w:lang w:bidi="ar-SA"/>
        </w:rPr>
        <w:t>،</w:t>
      </w:r>
      <w:r w:rsidR="00DC3F58">
        <w:rPr>
          <w:rtl/>
          <w:lang w:bidi="ar-SA"/>
        </w:rPr>
        <w:t xml:space="preserve"> ص</w:t>
      </w:r>
      <w:r w:rsidR="00C15B30" w:rsidRPr="00C15B30">
        <w:rPr>
          <w:rtl/>
        </w:rPr>
        <w:t>1</w:t>
      </w:r>
      <w:r w:rsidR="00C15B30" w:rsidRPr="00C15B30">
        <w:rPr>
          <w:rFonts w:hint="cs"/>
          <w:rtl/>
        </w:rPr>
        <w:t>37</w:t>
      </w:r>
      <w:r w:rsidR="00DC3F58" w:rsidRPr="00816B77">
        <w:rPr>
          <w:rFonts w:hint="cs"/>
          <w:rtl/>
        </w:rPr>
        <w:t xml:space="preserve">  </w:t>
      </w:r>
    </w:p>
    <w:p w:rsidR="00310473" w:rsidRDefault="00310473" w:rsidP="00051606">
      <w:pPr>
        <w:pStyle w:val="libFootnote0"/>
        <w:rPr>
          <w:rtl/>
        </w:rPr>
      </w:pPr>
    </w:p>
    <w:p w:rsidR="00310473" w:rsidRDefault="00310473" w:rsidP="00506B29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35346A">
      <w:pPr>
        <w:pStyle w:val="Heading1Center"/>
        <w:rPr>
          <w:rtl/>
        </w:rPr>
      </w:pPr>
      <w:bookmarkStart w:id="258" w:name="_Toc393190683"/>
      <w:r>
        <w:rPr>
          <w:rFonts w:hint="eastAsia"/>
          <w:rtl/>
        </w:rPr>
        <w:lastRenderedPageBreak/>
        <w:t>فہرست</w:t>
      </w:r>
      <w:r>
        <w:rPr>
          <w:rtl/>
        </w:rPr>
        <w:t xml:space="preserve"> من</w:t>
      </w:r>
      <w:r w:rsidR="00816B77" w:rsidRPr="00816B77">
        <w:rPr>
          <w:rtl/>
          <w:lang w:bidi="ur-PK"/>
        </w:rPr>
        <w:t>ا</w:t>
      </w:r>
      <w:r>
        <w:rPr>
          <w:rtl/>
        </w:rPr>
        <w:t>بع</w:t>
      </w:r>
      <w:bookmarkEnd w:id="258"/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 xml:space="preserve"> قر</w:t>
      </w:r>
      <w:r w:rsidR="00816B77" w:rsidRPr="00816B77">
        <w:rPr>
          <w:rtl/>
          <w:lang w:bidi="ur-PK"/>
        </w:rPr>
        <w:t>ا</w:t>
      </w:r>
      <w:r>
        <w:rPr>
          <w:rtl/>
        </w:rPr>
        <w:t>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بن 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لحد</w:t>
      </w:r>
      <w:r>
        <w:rPr>
          <w:rFonts w:hint="cs"/>
          <w:rtl/>
        </w:rPr>
        <w:t>ی</w:t>
      </w:r>
      <w:r>
        <w:rPr>
          <w:rFonts w:hint="eastAsia"/>
          <w:rtl/>
        </w:rPr>
        <w:t>د؛شرح</w:t>
      </w:r>
      <w:r>
        <w:rPr>
          <w:rtl/>
        </w:rPr>
        <w:t xml:space="preserve"> نہج </w:t>
      </w:r>
      <w:r w:rsidR="00816B77" w:rsidRPr="00816B77">
        <w:rPr>
          <w:rtl/>
          <w:lang w:bidi="ur-PK"/>
        </w:rPr>
        <w:t>ا</w:t>
      </w:r>
      <w:r>
        <w:rPr>
          <w:rtl/>
        </w:rPr>
        <w:t>لبل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غہ،مؤسسہ </w:t>
      </w:r>
      <w:r w:rsidR="00816B77" w:rsidRPr="00816B77">
        <w:rPr>
          <w:rtl/>
          <w:lang w:bidi="ur-PK"/>
        </w:rPr>
        <w:t>ا</w:t>
      </w:r>
      <w:r>
        <w:rPr>
          <w:rtl/>
        </w:rPr>
        <w:t>سم</w:t>
      </w:r>
      <w:r w:rsidR="00816B77" w:rsidRPr="00816B77">
        <w:rPr>
          <w:rtl/>
          <w:lang w:bidi="ur-PK"/>
        </w:rPr>
        <w:t>ا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ں،قم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بن </w:t>
      </w:r>
      <w:r w:rsidR="00816B77" w:rsidRPr="00816B77">
        <w:rPr>
          <w:rFonts w:hint="cs"/>
          <w:rtl/>
          <w:lang w:bidi="ur-PK"/>
        </w:rPr>
        <w:t>ا</w:t>
      </w:r>
      <w:r w:rsidRPr="00E67D25">
        <w:rPr>
          <w:rFonts w:hint="cs"/>
          <w:rtl/>
        </w:rPr>
        <w:t>ب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جم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ور، محمد بن ز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ن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 عو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للئ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لعز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ز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ة 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816B77" w:rsidRPr="00816B77">
        <w:rPr>
          <w:rFonts w:hint="cs"/>
          <w:rtl/>
          <w:lang w:bidi="ur-PK"/>
        </w:rPr>
        <w:t>ا</w:t>
      </w:r>
      <w:r w:rsidRPr="00E67D25">
        <w:rPr>
          <w:rFonts w:hint="cs"/>
          <w:rtl/>
        </w:rPr>
        <w:t>ح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ث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ة ،د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 س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د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لش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ء للنشر،</w:t>
      </w:r>
    </w:p>
    <w:p w:rsidR="005A2492" w:rsidRDefault="005A2492" w:rsidP="008D6D4F">
      <w:pPr>
        <w:pStyle w:val="libNormal"/>
        <w:rPr>
          <w:rtl/>
        </w:rPr>
      </w:pPr>
      <w:r>
        <w:rPr>
          <w:rtl/>
        </w:rPr>
        <w:t>3.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بن شعب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، حسن بن عل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- جنت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حمد، قرن 4 تحف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لعقول / ترجم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جنت</w:t>
      </w:r>
      <w:r w:rsidR="008D6D4F">
        <w:rPr>
          <w:rFonts w:hint="cs"/>
          <w:rtl/>
        </w:rPr>
        <w:t>ی</w:t>
      </w:r>
      <w:r w:rsidRPr="00E67D25">
        <w:rPr>
          <w:rFonts w:hint="cs"/>
          <w:rtl/>
        </w:rPr>
        <w:t xml:space="preserve"> 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شر: مؤسس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ر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ب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رت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</w:t>
      </w:r>
      <w:r w:rsidR="00816B77" w:rsidRPr="00E67D25">
        <w:rPr>
          <w:rFonts w:hint="cs"/>
          <w:rtl/>
        </w:rPr>
        <w:t>ا</w:t>
      </w:r>
      <w:r w:rsidR="008D6D4F" w:rsidRPr="00E67D25">
        <w:rPr>
          <w:rFonts w:hint="cs"/>
          <w:rtl/>
        </w:rPr>
        <w:t>ن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بن ہش</w:t>
      </w:r>
      <w:r w:rsidR="00816B77" w:rsidRPr="00816B77">
        <w:rPr>
          <w:rtl/>
          <w:lang w:bidi="ur-PK"/>
        </w:rPr>
        <w:t>ا</w:t>
      </w:r>
      <w:r>
        <w:rPr>
          <w:rtl/>
        </w:rPr>
        <w:t>م؛ 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لنب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مکتب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عصر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1419</w:t>
      </w:r>
      <w:r w:rsidRPr="00E67D25">
        <w:rPr>
          <w:rFonts w:hint="cs"/>
          <w:rtl/>
        </w:rPr>
        <w:t xml:space="preserve">ھ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5.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محمد </w:t>
      </w:r>
      <w:r w:rsidR="00816B77" w:rsidRPr="00816B77">
        <w:rPr>
          <w:rtl/>
          <w:lang w:bidi="ur-PK"/>
        </w:rPr>
        <w:t>ا</w:t>
      </w:r>
      <w:r>
        <w:rPr>
          <w:rtl/>
        </w:rPr>
        <w:t>لحس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فقہ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</w:t>
      </w:r>
      <w:r w:rsidR="00816B77" w:rsidRPr="00816B77">
        <w:rPr>
          <w:rtl/>
          <w:lang w:bidi="ur-PK"/>
        </w:rPr>
        <w:t>ا</w:t>
      </w:r>
      <w:r>
        <w:rPr>
          <w:rtl/>
        </w:rPr>
        <w:t>لش</w:t>
      </w:r>
      <w:r w:rsidR="00816B77" w:rsidRPr="00816B77">
        <w:rPr>
          <w:rtl/>
          <w:lang w:bidi="ur-PK"/>
        </w:rPr>
        <w:t>ا</w:t>
      </w:r>
      <w:r>
        <w:rPr>
          <w:rtl/>
        </w:rPr>
        <w:t>فع</w:t>
      </w:r>
      <w:r>
        <w:rPr>
          <w:rFonts w:hint="cs"/>
          <w:rtl/>
        </w:rPr>
        <w:t>ی</w:t>
      </w:r>
      <w:r>
        <w:rPr>
          <w:rFonts w:hint="eastAsia"/>
          <w:rtl/>
        </w:rPr>
        <w:t>،د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لکتب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6.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حمد</w:t>
      </w:r>
      <w:r>
        <w:rPr>
          <w:rFonts w:hint="cs"/>
          <w:rtl/>
        </w:rPr>
        <w:t>ی</w:t>
      </w:r>
      <w:r>
        <w:rPr>
          <w:rtl/>
        </w:rPr>
        <w:t xml:space="preserve"> ؛حب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 ؛ 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طمہ </w:t>
      </w:r>
      <w:r w:rsidR="00816B77" w:rsidRPr="00816B77">
        <w:rPr>
          <w:rtl/>
          <w:lang w:bidi="ur-PK"/>
        </w:rPr>
        <w:t>ا</w:t>
      </w:r>
      <w:r>
        <w:rPr>
          <w:rtl/>
        </w:rPr>
        <w:t>لگو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</w:t>
      </w:r>
      <w:r w:rsidR="00C15B30" w:rsidRPr="00C15B30">
        <w:rPr>
          <w:rFonts w:hint="cs"/>
          <w:rtl/>
          <w:lang w:bidi="ur-PK"/>
        </w:rPr>
        <w:t>1</w:t>
      </w:r>
      <w:r w:rsidRPr="00E67D25">
        <w:rPr>
          <w:rFonts w:hint="cs"/>
          <w:rtl/>
        </w:rPr>
        <w:t xml:space="preserve">،قم، </w:t>
      </w:r>
      <w:r w:rsidR="00C15B30" w:rsidRPr="00C15B30">
        <w:rPr>
          <w:rFonts w:hint="cs"/>
          <w:rtl/>
          <w:lang w:bidi="ur-PK"/>
        </w:rPr>
        <w:t>1374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7.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نجمن </w:t>
      </w:r>
      <w:r w:rsidR="00816B77" w:rsidRPr="00816B77">
        <w:rPr>
          <w:rtl/>
          <w:lang w:bidi="ur-PK"/>
        </w:rPr>
        <w:t>ا</w:t>
      </w:r>
      <w:r>
        <w:rPr>
          <w:rtl/>
        </w:rPr>
        <w:t>ول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ء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ن؛</w:t>
      </w:r>
      <w:r>
        <w:rPr>
          <w:rtl/>
        </w:rPr>
        <w:t xml:space="preserve">  مجموعہ مق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ت، </w:t>
      </w:r>
      <w:r w:rsidR="00816B77" w:rsidRPr="00816B77">
        <w:rPr>
          <w:rtl/>
          <w:lang w:bidi="ur-PK"/>
        </w:rPr>
        <w:t>ا</w:t>
      </w:r>
      <w:r>
        <w:rPr>
          <w:rtl/>
        </w:rPr>
        <w:t>نجمن ہ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کشور، تہر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ن، </w:t>
      </w:r>
      <w:r w:rsidR="00C15B30" w:rsidRPr="00C15B30">
        <w:rPr>
          <w:rFonts w:hint="cs"/>
          <w:rtl/>
          <w:lang w:bidi="ur-PK"/>
        </w:rPr>
        <w:t>1373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8.</w:t>
      </w:r>
      <w:r>
        <w:rPr>
          <w:rtl/>
        </w:rPr>
        <w:tab/>
      </w:r>
      <w:r w:rsidR="00816B77" w:rsidRPr="00816B77">
        <w:rPr>
          <w:rtl/>
          <w:lang w:bidi="ur-PK"/>
        </w:rPr>
        <w:t>ا</w:t>
      </w:r>
      <w:r>
        <w:rPr>
          <w:rtl/>
        </w:rPr>
        <w:t>ث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لص</w:t>
      </w:r>
      <w:r w:rsidR="00816B77" w:rsidRPr="00816B77">
        <w:rPr>
          <w:rtl/>
          <w:lang w:bidi="ur-PK"/>
        </w:rPr>
        <w:t>ا</w:t>
      </w:r>
      <w:r>
        <w:rPr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9.</w:t>
      </w:r>
      <w:r>
        <w:rPr>
          <w:rtl/>
        </w:rPr>
        <w:tab/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ست</w:t>
      </w:r>
      <w:r w:rsidR="00816B77" w:rsidRPr="00816B77">
        <w:rPr>
          <w:rtl/>
          <w:lang w:bidi="ur-PK"/>
        </w:rPr>
        <w:t>ا</w:t>
      </w:r>
      <w:r>
        <w:rPr>
          <w:rtl/>
        </w:rPr>
        <w:t>نہ حضرت معصومہ ؛  فرہنگ کوثر، ش</w:t>
      </w:r>
      <w:r w:rsidR="00C15B30" w:rsidRPr="00C15B30">
        <w:rPr>
          <w:rFonts w:hint="cs"/>
          <w:rtl/>
          <w:lang w:bidi="ur-PK"/>
        </w:rPr>
        <w:t>54</w:t>
      </w:r>
      <w:r w:rsidRPr="00E67D25">
        <w:rPr>
          <w:rFonts w:hint="cs"/>
          <w:rtl/>
        </w:rPr>
        <w:t>،س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C15B30" w:rsidRPr="00C15B30">
        <w:rPr>
          <w:rFonts w:hint="cs"/>
          <w:rtl/>
          <w:lang w:bidi="ur-PK"/>
        </w:rPr>
        <w:t>6</w:t>
      </w:r>
      <w:r w:rsidRPr="00E67D25">
        <w:rPr>
          <w:rFonts w:hint="cs"/>
          <w:rtl/>
        </w:rPr>
        <w:t>،</w:t>
      </w:r>
      <w:r w:rsidR="00C15B30" w:rsidRPr="00C15B30">
        <w:rPr>
          <w:rFonts w:hint="cs"/>
          <w:rtl/>
          <w:lang w:bidi="ur-PK"/>
        </w:rPr>
        <w:t>1382</w:t>
      </w:r>
      <w:r w:rsidRPr="00E67D25">
        <w:rPr>
          <w:rFonts w:hint="cs"/>
          <w:rtl/>
        </w:rPr>
        <w:t>ش</w:t>
      </w:r>
    </w:p>
    <w:p w:rsidR="005A2492" w:rsidRDefault="005A2492" w:rsidP="008D6D4F">
      <w:pPr>
        <w:pStyle w:val="libNormal"/>
        <w:rPr>
          <w:rtl/>
        </w:rPr>
      </w:pPr>
      <w:r>
        <w:rPr>
          <w:rtl/>
        </w:rPr>
        <w:t>10.</w:t>
      </w:r>
      <w:r>
        <w:rPr>
          <w:rtl/>
        </w:rPr>
        <w:tab/>
        <w:t>ب</w:t>
      </w:r>
      <w:r w:rsidR="008D6D4F" w:rsidRPr="008D6D4F">
        <w:rPr>
          <w:rFonts w:hint="cs"/>
          <w:rtl/>
          <w:lang w:bidi="ur-PK"/>
        </w:rPr>
        <w:t>ہ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ء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 خرمش</w:t>
      </w:r>
      <w:r w:rsidR="00816B77" w:rsidRPr="00E67D25">
        <w:rPr>
          <w:rFonts w:hint="cs"/>
          <w:rtl/>
        </w:rPr>
        <w:t>ا</w:t>
      </w:r>
      <w:r w:rsidR="008D6D4F" w:rsidRPr="008D6D4F">
        <w:rPr>
          <w:rFonts w:hint="cs"/>
          <w:rtl/>
          <w:lang w:bidi="ur-PK"/>
        </w:rPr>
        <w:t>ہ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- مسعود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نص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</w:t>
      </w:r>
      <w:r w:rsidR="008D6D4F">
        <w:rPr>
          <w:rFonts w:hint="cs"/>
          <w:rtl/>
          <w:lang w:bidi="ur-PK"/>
        </w:rPr>
        <w:t xml:space="preserve">ی </w:t>
      </w:r>
      <w:r w:rsidRPr="00E67D25">
        <w:rPr>
          <w:rFonts w:hint="cs"/>
          <w:rtl/>
        </w:rPr>
        <w:t>؛پ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 پ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مبر,ن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شرمنفرد,ت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ر</w:t>
      </w:r>
      <w:r w:rsidR="00816B77" w:rsidRPr="00E67D25">
        <w:rPr>
          <w:rFonts w:hint="cs"/>
          <w:rtl/>
        </w:rPr>
        <w:t>ا</w:t>
      </w:r>
      <w:r w:rsidR="008D6D4F" w:rsidRPr="00E67D25">
        <w:rPr>
          <w:rFonts w:hint="cs"/>
          <w:rtl/>
        </w:rPr>
        <w:t xml:space="preserve">ن </w:t>
      </w:r>
      <w:r w:rsidRPr="00E67D25">
        <w:rPr>
          <w:rFonts w:hint="cs"/>
          <w:rtl/>
        </w:rPr>
        <w:t>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ل1376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11.</w:t>
      </w:r>
      <w:r>
        <w:rPr>
          <w:rtl/>
        </w:rPr>
        <w:tab/>
        <w:t>بھشت</w:t>
      </w:r>
      <w:r>
        <w:rPr>
          <w:rFonts w:hint="cs"/>
          <w:rtl/>
        </w:rPr>
        <w:t>ی</w:t>
      </w:r>
      <w:r>
        <w:rPr>
          <w:rFonts w:hint="eastAsia"/>
          <w:rtl/>
        </w:rPr>
        <w:t>؛ڈ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کٹر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حمد ؛ خ</w:t>
      </w:r>
      <w:r w:rsidR="00816B77" w:rsidRPr="00816B77">
        <w:rPr>
          <w:rtl/>
          <w:lang w:bidi="ur-PK"/>
        </w:rPr>
        <w:t>ا</w:t>
      </w:r>
      <w:r>
        <w:rPr>
          <w:rtl/>
        </w:rPr>
        <w:t>نو</w:t>
      </w:r>
      <w:r w:rsidR="00816B77" w:rsidRPr="00816B77">
        <w:rPr>
          <w:rtl/>
          <w:lang w:bidi="ur-PK"/>
        </w:rPr>
        <w:t>ا</w:t>
      </w:r>
      <w:r>
        <w:rPr>
          <w:rtl/>
        </w:rPr>
        <w:t>دہ در قر</w:t>
      </w:r>
      <w:r w:rsidR="00816B77" w:rsidRPr="00816B77">
        <w:rPr>
          <w:rtl/>
          <w:lang w:bidi="ur-PK"/>
        </w:rPr>
        <w:t>ا</w:t>
      </w:r>
      <w:r>
        <w:rPr>
          <w:rtl/>
        </w:rPr>
        <w:t>ن، چ</w:t>
      </w:r>
      <w:r w:rsidR="00C15B30" w:rsidRPr="00C15B30">
        <w:rPr>
          <w:rFonts w:hint="cs"/>
          <w:rtl/>
          <w:lang w:bidi="ur-PK"/>
        </w:rPr>
        <w:t>2</w:t>
      </w:r>
      <w:r w:rsidRPr="00E67D25">
        <w:rPr>
          <w:rFonts w:hint="cs"/>
          <w:rtl/>
        </w:rPr>
        <w:t>،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ت،</w:t>
      </w:r>
      <w:r>
        <w:rPr>
          <w:rtl/>
        </w:rPr>
        <w:t xml:space="preserve"> قم، </w:t>
      </w:r>
      <w:r w:rsidR="00C15B30" w:rsidRPr="00C15B30">
        <w:rPr>
          <w:rFonts w:hint="cs"/>
          <w:rtl/>
          <w:lang w:bidi="ur-PK"/>
        </w:rPr>
        <w:t>1377</w:t>
      </w:r>
      <w:r w:rsidRPr="00E67D25">
        <w:rPr>
          <w:rFonts w:hint="cs"/>
          <w:rtl/>
        </w:rPr>
        <w:t>ش</w:t>
      </w:r>
    </w:p>
    <w:p w:rsidR="005A2492" w:rsidRDefault="005A2492" w:rsidP="008D6D4F">
      <w:pPr>
        <w:pStyle w:val="libNormal"/>
        <w:rPr>
          <w:rtl/>
        </w:rPr>
      </w:pPr>
      <w:r>
        <w:rPr>
          <w:rtl/>
        </w:rPr>
        <w:t>12.</w:t>
      </w:r>
      <w:r>
        <w:rPr>
          <w:rtl/>
        </w:rPr>
        <w:tab/>
        <w:t>پ</w:t>
      </w:r>
      <w:r w:rsidR="00816B77" w:rsidRPr="00816B77">
        <w:rPr>
          <w:rtl/>
          <w:lang w:bidi="ur-PK"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ند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بو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لق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</w:t>
      </w:r>
      <w:r w:rsidR="008D6D4F" w:rsidRPr="00E67D25">
        <w:rPr>
          <w:rFonts w:hint="cs"/>
          <w:rtl/>
        </w:rPr>
        <w:t xml:space="preserve">م </w:t>
      </w:r>
      <w:r w:rsidRPr="00E67D25">
        <w:rPr>
          <w:rFonts w:hint="cs"/>
          <w:rtl/>
        </w:rPr>
        <w:t>ن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ج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لفص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حة( مجموع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>لم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 قص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 ح</w:t>
      </w:r>
      <w:r>
        <w:rPr>
          <w:rtl/>
        </w:rPr>
        <w:t>ضرت رسول</w:t>
      </w:r>
      <w:r>
        <w:rPr>
          <w:rFonts w:hint="cs"/>
          <w:rtl/>
        </w:rPr>
        <w:t>ﷺ</w:t>
      </w:r>
      <w:r>
        <w:rPr>
          <w:rtl/>
        </w:rPr>
        <w:t>)، ن</w:t>
      </w:r>
      <w:r w:rsidR="00816B77" w:rsidRPr="00816B77">
        <w:rPr>
          <w:rtl/>
          <w:lang w:bidi="ur-PK"/>
        </w:rPr>
        <w:t>ا</w:t>
      </w:r>
      <w:r>
        <w:rPr>
          <w:rtl/>
        </w:rPr>
        <w:t>شر دن</w:t>
      </w:r>
      <w:r w:rsidR="009B349E" w:rsidRPr="009B349E">
        <w:rPr>
          <w:rFonts w:hint="cs"/>
          <w:rtl/>
          <w:lang w:bidi="ur-PK"/>
        </w:rPr>
        <w:t>ی</w:t>
      </w:r>
      <w:r w:rsidR="00816B77" w:rsidRPr="00E67D25">
        <w:rPr>
          <w:rFonts w:hint="cs"/>
          <w:rtl/>
        </w:rPr>
        <w:t>ا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</w:t>
      </w:r>
      <w:r w:rsidR="008D6D4F" w:rsidRPr="00E67D25">
        <w:rPr>
          <w:rFonts w:hint="cs"/>
          <w:rtl/>
        </w:rPr>
        <w:t xml:space="preserve">ش </w:t>
      </w:r>
      <w:r w:rsidRPr="00E67D25">
        <w:rPr>
          <w:rFonts w:hint="cs"/>
          <w:rtl/>
        </w:rPr>
        <w:t xml:space="preserve">1363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13.</w:t>
      </w:r>
      <w:r>
        <w:rPr>
          <w:rtl/>
        </w:rPr>
        <w:tab/>
        <w:t>توس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؛محمد بن </w:t>
      </w:r>
      <w:r w:rsidR="00816B77" w:rsidRPr="00816B77">
        <w:rPr>
          <w:rtl/>
          <w:lang w:bidi="ur-PK"/>
        </w:rPr>
        <w:t>ا</w:t>
      </w:r>
      <w:r>
        <w:rPr>
          <w:rtl/>
        </w:rPr>
        <w:t>حمد ؛  لئ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خب</w:t>
      </w:r>
      <w:r w:rsidR="00816B77" w:rsidRPr="00816B77">
        <w:rPr>
          <w:rtl/>
          <w:lang w:bidi="ur-PK"/>
        </w:rPr>
        <w:t>ا</w:t>
      </w:r>
      <w:r>
        <w:rPr>
          <w:rtl/>
        </w:rPr>
        <w:t>ر، مکتب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قم، </w:t>
      </w:r>
      <w:r w:rsidR="00C15B30" w:rsidRPr="00C15B30">
        <w:rPr>
          <w:rFonts w:hint="cs"/>
          <w:rtl/>
          <w:lang w:bidi="ur-PK"/>
        </w:rPr>
        <w:t>13</w:t>
      </w:r>
      <w:r w:rsidR="0035346A" w:rsidRPr="0035346A">
        <w:rPr>
          <w:rFonts w:hint="cs"/>
          <w:rtl/>
          <w:lang w:bidi="ur-PK"/>
        </w:rPr>
        <w:t>00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14.</w:t>
      </w:r>
      <w:r>
        <w:rPr>
          <w:rtl/>
        </w:rPr>
        <w:tab/>
        <w:t>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زنو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ن؛شخص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حقوق زن در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م،جشنو</w:t>
      </w:r>
      <w:r w:rsidR="00816B77" w:rsidRPr="00816B77">
        <w:rPr>
          <w:rtl/>
          <w:lang w:bidi="ur-PK"/>
        </w:rPr>
        <w:t>ا</w:t>
      </w:r>
      <w:r>
        <w:rPr>
          <w:rtl/>
        </w:rPr>
        <w:t>رہ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،قم،</w:t>
      </w:r>
      <w:r w:rsidR="00C15B30" w:rsidRPr="00C15B30">
        <w:rPr>
          <w:rFonts w:hint="cs"/>
          <w:rtl/>
          <w:lang w:bidi="ur-PK"/>
        </w:rPr>
        <w:t>1383</w:t>
      </w:r>
    </w:p>
    <w:p w:rsidR="0035346A" w:rsidRDefault="0035346A" w:rsidP="0035346A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15.</w:t>
      </w:r>
      <w:r>
        <w:rPr>
          <w:rtl/>
        </w:rPr>
        <w:tab/>
        <w:t>حر ع</w:t>
      </w:r>
      <w:r w:rsidR="00816B77" w:rsidRPr="00816B77">
        <w:rPr>
          <w:rtl/>
          <w:lang w:bidi="ur-PK"/>
        </w:rPr>
        <w:t>ا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 وس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ئل </w:t>
      </w:r>
      <w:r w:rsidR="00DB2203" w:rsidRPr="00DB2203">
        <w:rPr>
          <w:rtl/>
          <w:lang w:bidi="ur-PK"/>
        </w:rPr>
        <w:t xml:space="preserve">الشیعہ </w:t>
      </w:r>
      <w:r>
        <w:rPr>
          <w:rFonts w:hint="eastAsia"/>
          <w:rtl/>
        </w:rPr>
        <w:t>،</w:t>
      </w:r>
      <w:r>
        <w:rPr>
          <w:rtl/>
        </w:rPr>
        <w:t xml:space="preserve"> مؤسسہ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قم،</w:t>
      </w:r>
      <w:r w:rsidR="00C15B30" w:rsidRPr="00C15B30">
        <w:rPr>
          <w:rFonts w:hint="cs"/>
          <w:rtl/>
          <w:lang w:bidi="ur-PK"/>
        </w:rPr>
        <w:t>1414</w:t>
      </w:r>
      <w:r w:rsidRPr="00E67D25">
        <w:rPr>
          <w:rFonts w:hint="cs"/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16.</w:t>
      </w:r>
      <w:r>
        <w:rPr>
          <w:rtl/>
        </w:rPr>
        <w:tab/>
        <w:t>ڈ</w:t>
      </w:r>
      <w:r w:rsidR="00816B77" w:rsidRPr="00816B77">
        <w:rPr>
          <w:rtl/>
          <w:lang w:bidi="ur-PK"/>
        </w:rPr>
        <w:t>ا</w:t>
      </w:r>
      <w:r>
        <w:rPr>
          <w:rtl/>
        </w:rPr>
        <w:t>کٹر پ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عظم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لفجر،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لمک</w:t>
      </w:r>
      <w:r w:rsidR="00816B77" w:rsidRPr="00816B77">
        <w:rPr>
          <w:rtl/>
          <w:lang w:bidi="ur-PK"/>
        </w:rPr>
        <w:t>ا</w:t>
      </w:r>
      <w:r>
        <w:rPr>
          <w:rtl/>
        </w:rPr>
        <w:t>تب، لکھنؤ،ہندوست</w:t>
      </w:r>
      <w:r w:rsidR="00816B77" w:rsidRPr="00816B77">
        <w:rPr>
          <w:rtl/>
          <w:lang w:bidi="ur-PK"/>
        </w:rPr>
        <w:t>ا</w:t>
      </w:r>
      <w:r>
        <w:rPr>
          <w:rtl/>
        </w:rPr>
        <w:t>ن،</w:t>
      </w:r>
      <w:r>
        <w:rPr>
          <w:rtl/>
          <w:lang w:bidi="fa-IR"/>
        </w:rPr>
        <w:t>۱۹۹۸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17.</w:t>
      </w:r>
      <w:r>
        <w:rPr>
          <w:rtl/>
        </w:rPr>
        <w:tab/>
        <w:t>رض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لد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 حسن بن فضل ؛ طبرس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، م</w:t>
      </w:r>
      <w:r w:rsidR="009B349E" w:rsidRPr="009B349E">
        <w:rPr>
          <w:rFonts w:hint="cs"/>
          <w:rtl/>
          <w:lang w:bidi="ur-PK"/>
        </w:rPr>
        <w:t>ک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رم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816B77" w:rsidRPr="00816B77">
        <w:rPr>
          <w:rFonts w:hint="cs"/>
          <w:rtl/>
          <w:lang w:bidi="ur-PK"/>
        </w:rPr>
        <w:t>ا</w:t>
      </w:r>
      <w:r w:rsidRPr="00E67D25">
        <w:rPr>
          <w:rFonts w:hint="cs"/>
          <w:rtl/>
        </w:rPr>
        <w:t>خل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ق،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نتش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ت شر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ف رض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قم، 1412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18.</w:t>
      </w:r>
      <w:r>
        <w:rPr>
          <w:rtl/>
        </w:rPr>
        <w:tab/>
        <w:t>سپہر</w:t>
      </w:r>
      <w:r>
        <w:rPr>
          <w:rFonts w:hint="cs"/>
          <w:rtl/>
        </w:rPr>
        <w:t>ی</w:t>
      </w:r>
      <w:r>
        <w:rPr>
          <w:rtl/>
        </w:rPr>
        <w:t xml:space="preserve"> ؛محمد؛ ترجمہ و شرح رس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لحقوق، </w:t>
      </w:r>
      <w:r w:rsidR="00816B77" w:rsidRPr="00816B77">
        <w:rPr>
          <w:rtl/>
          <w:lang w:bidi="ur-PK"/>
        </w:rPr>
        <w:t>ا</w:t>
      </w:r>
      <w:r>
        <w:rPr>
          <w:rtl/>
        </w:rPr>
        <w:t>نتش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ت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لعلم،قم </w:t>
      </w:r>
      <w:r>
        <w:rPr>
          <w:rtl/>
          <w:lang w:bidi="fa-IR"/>
        </w:rPr>
        <w:t>۱۳۸۰</w:t>
      </w:r>
      <w:r>
        <w:rPr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19.</w:t>
      </w:r>
      <w:r>
        <w:rPr>
          <w:rtl/>
        </w:rPr>
        <w:tab/>
        <w:t>سج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؛محمد تق</w:t>
      </w:r>
      <w:r>
        <w:rPr>
          <w:rFonts w:hint="cs"/>
          <w:rtl/>
        </w:rPr>
        <w:t>ی</w:t>
      </w:r>
      <w:r>
        <w:rPr>
          <w:rtl/>
        </w:rPr>
        <w:t xml:space="preserve"> ؛ 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کوت</w:t>
      </w:r>
      <w:r w:rsidR="00816B77" w:rsidRPr="00816B77">
        <w:rPr>
          <w:rtl/>
          <w:lang w:bidi="ur-PK"/>
        </w:rPr>
        <w:t>ا</w:t>
      </w:r>
      <w:r>
        <w:rPr>
          <w:rtl/>
        </w:rPr>
        <w:t>ہ درزندگ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طمہ، </w:t>
      </w:r>
      <w:r w:rsidR="00816B77" w:rsidRPr="00816B77">
        <w:rPr>
          <w:rtl/>
          <w:lang w:bidi="ur-PK"/>
        </w:rPr>
        <w:t>ا</w:t>
      </w:r>
      <w:r>
        <w:rPr>
          <w:rtl/>
        </w:rPr>
        <w:t>نتش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ت نبو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1374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20.</w:t>
      </w:r>
      <w:r>
        <w:rPr>
          <w:rtl/>
        </w:rPr>
        <w:tab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بن ط</w:t>
      </w:r>
      <w:r w:rsidR="00816B77" w:rsidRPr="00816B77">
        <w:rPr>
          <w:rtl/>
          <w:lang w:bidi="ur-PK"/>
        </w:rPr>
        <w:t>ا</w:t>
      </w:r>
      <w:r>
        <w:rPr>
          <w:rtl/>
        </w:rPr>
        <w:t>ؤس م</w:t>
      </w:r>
      <w:r>
        <w:rPr>
          <w:rtl/>
          <w:lang w:bidi="fa-IR"/>
        </w:rPr>
        <w:t>۶۶۴</w:t>
      </w:r>
      <w:r>
        <w:rPr>
          <w:rtl/>
        </w:rPr>
        <w:t>، ؛</w:t>
      </w:r>
      <w:r w:rsidR="00816B77" w:rsidRPr="00816B77">
        <w:rPr>
          <w:rtl/>
          <w:lang w:bidi="ur-PK"/>
        </w:rPr>
        <w:t>ا</w:t>
      </w:r>
      <w:r>
        <w:rPr>
          <w:rtl/>
        </w:rPr>
        <w:t>قب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قب</w:t>
      </w:r>
      <w:r w:rsidR="00816B77" w:rsidRPr="00816B77">
        <w:rPr>
          <w:rtl/>
          <w:lang w:bidi="ur-PK"/>
        </w:rPr>
        <w:t>ا</w:t>
      </w:r>
      <w:r>
        <w:rPr>
          <w:rtl/>
        </w:rPr>
        <w:t>ل،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لکتب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ہ،تہر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ن،</w:t>
      </w:r>
      <w:r>
        <w:rPr>
          <w:rtl/>
          <w:lang w:bidi="fa-IR"/>
        </w:rPr>
        <w:t>۱۳۶۷</w:t>
      </w:r>
      <w:r>
        <w:rPr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21.</w:t>
      </w:r>
      <w:r>
        <w:rPr>
          <w:rtl/>
        </w:rPr>
        <w:tab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دظفر</w:t>
      </w:r>
      <w:r>
        <w:rPr>
          <w:rtl/>
        </w:rPr>
        <w:t xml:space="preserve"> حسن </w:t>
      </w:r>
      <w:r w:rsidR="00816B77" w:rsidRPr="00816B77">
        <w:rPr>
          <w:rtl/>
          <w:lang w:bidi="ur-PK"/>
        </w:rPr>
        <w:t>ا</w:t>
      </w:r>
      <w:r>
        <w:rPr>
          <w:rtl/>
        </w:rPr>
        <w:t>مروھو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تحف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بر</w:t>
      </w:r>
      <w:r w:rsidR="00816B77" w:rsidRPr="00816B77">
        <w:rPr>
          <w:rtl/>
          <w:lang w:bidi="ur-PK"/>
        </w:rPr>
        <w:t>ا</w:t>
      </w:r>
      <w:r>
        <w:rPr>
          <w:rtl/>
        </w:rPr>
        <w:t>ر ترجمہ ج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مع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خب</w:t>
      </w:r>
      <w:r w:rsidR="00816B77" w:rsidRPr="00816B77">
        <w:rPr>
          <w:rtl/>
          <w:lang w:bidi="ur-PK"/>
        </w:rPr>
        <w:t>ا</w:t>
      </w:r>
      <w:r>
        <w:rPr>
          <w:rtl/>
        </w:rPr>
        <w:t>ر،ظفرشم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پبل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شنز</w:t>
      </w:r>
      <w:r>
        <w:rPr>
          <w:rtl/>
        </w:rPr>
        <w:t xml:space="preserve"> ٹرسٹ،ن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ظم </w:t>
      </w:r>
      <w:r w:rsidR="00816B77" w:rsidRPr="00816B77">
        <w:rPr>
          <w:rtl/>
          <w:lang w:bidi="ur-PK"/>
        </w:rPr>
        <w:t>ا</w:t>
      </w:r>
      <w:r>
        <w:rPr>
          <w:rtl/>
        </w:rPr>
        <w:t>ب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tl/>
          <w:lang w:bidi="fa-IR"/>
        </w:rPr>
        <w:t>۲</w:t>
      </w:r>
      <w:r>
        <w:rPr>
          <w:rtl/>
        </w:rPr>
        <w:t xml:space="preserve"> ،کر</w:t>
      </w:r>
      <w:r w:rsidR="00816B77" w:rsidRPr="00816B77">
        <w:rPr>
          <w:rtl/>
          <w:lang w:bidi="ur-PK"/>
        </w:rPr>
        <w:t>ا</w:t>
      </w:r>
      <w:r>
        <w:rPr>
          <w:rtl/>
        </w:rPr>
        <w:t>چ</w:t>
      </w:r>
      <w:r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22.</w:t>
      </w:r>
      <w:r>
        <w:rPr>
          <w:rtl/>
        </w:rPr>
        <w:tab/>
        <w:t>شع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، محمد بن محمد، ج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مع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</w:t>
      </w:r>
      <w:r w:rsidR="00816B77" w:rsidRPr="00816B77">
        <w:rPr>
          <w:rFonts w:hint="cs"/>
          <w:rtl/>
          <w:lang w:bidi="ur-PK"/>
        </w:rPr>
        <w:t>ا</w:t>
      </w:r>
      <w:r w:rsidRPr="00E67D25">
        <w:rPr>
          <w:rFonts w:hint="cs"/>
          <w:rtl/>
        </w:rPr>
        <w:t>خب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ر(للشع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)، مطبعة ح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در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ة - نجف، چ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پ: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ول، ب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 xml:space="preserve"> ت</w:t>
      </w:r>
      <w:r w:rsidR="00816B77" w:rsidRPr="00E67D25">
        <w:rPr>
          <w:rFonts w:hint="cs"/>
          <w:rtl/>
        </w:rPr>
        <w:t>ا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23.</w:t>
      </w: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محمد بن عل</w:t>
      </w:r>
      <w:r>
        <w:rPr>
          <w:rFonts w:hint="cs"/>
          <w:rtl/>
        </w:rPr>
        <w:t>ی</w:t>
      </w:r>
      <w:r>
        <w:rPr>
          <w:rtl/>
        </w:rPr>
        <w:t xml:space="preserve"> ؛ </w:t>
      </w:r>
      <w:r w:rsidR="00816B77" w:rsidRPr="00816B77">
        <w:rPr>
          <w:rtl/>
          <w:lang w:bidi="ur-PK"/>
        </w:rPr>
        <w:t>ا</w:t>
      </w:r>
      <w:r>
        <w:rPr>
          <w:rtl/>
        </w:rPr>
        <w:t>لخص</w:t>
      </w:r>
      <w:r w:rsidR="00816B77" w:rsidRPr="00816B77">
        <w:rPr>
          <w:rtl/>
          <w:lang w:bidi="ur-PK"/>
        </w:rPr>
        <w:t>ا</w:t>
      </w:r>
      <w:r>
        <w:rPr>
          <w:rtl/>
        </w:rPr>
        <w:t>ل، ج</w:t>
      </w:r>
      <w:r w:rsidR="00816B77" w:rsidRPr="00816B77">
        <w:rPr>
          <w:rtl/>
          <w:lang w:bidi="ur-PK"/>
        </w:rPr>
        <w:t>ا</w:t>
      </w:r>
      <w:r>
        <w:rPr>
          <w:rtl/>
        </w:rPr>
        <w:t>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قم </w:t>
      </w:r>
      <w:r>
        <w:rPr>
          <w:rtl/>
          <w:lang w:bidi="fa-IR"/>
        </w:rPr>
        <w:t>۱۴۰۳</w:t>
      </w:r>
      <w:r>
        <w:rPr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24.</w:t>
      </w: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محمد بن عل</w:t>
      </w:r>
      <w:r>
        <w:rPr>
          <w:rFonts w:hint="cs"/>
          <w:rtl/>
        </w:rPr>
        <w:t>ی</w:t>
      </w:r>
      <w:r>
        <w:rPr>
          <w:rtl/>
        </w:rPr>
        <w:t xml:space="preserve"> ؛ من ل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1413</w:t>
      </w:r>
      <w:r w:rsidRPr="00E67D25">
        <w:rPr>
          <w:rFonts w:hint="cs"/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25.</w:t>
      </w: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tl/>
          <w:lang w:bidi="fa-IR"/>
        </w:rPr>
        <w:t>۴۶۰</w:t>
      </w:r>
      <w:r>
        <w:rPr>
          <w:rtl/>
        </w:rPr>
        <w:t>ھ؛تہذ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حک</w:t>
      </w:r>
      <w:r w:rsidR="00816B77" w:rsidRPr="00816B77">
        <w:rPr>
          <w:rtl/>
          <w:lang w:bidi="ur-PK"/>
        </w:rPr>
        <w:t>ا</w:t>
      </w:r>
      <w:r>
        <w:rPr>
          <w:rtl/>
        </w:rPr>
        <w:t>م،د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لکتب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ہ،تہر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ن،</w:t>
      </w:r>
      <w:r>
        <w:rPr>
          <w:rtl/>
          <w:lang w:bidi="fa-IR"/>
        </w:rPr>
        <w:t>۱۳۶۵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26.</w:t>
      </w: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عقوب؛</w:t>
      </w:r>
      <w:r>
        <w:rPr>
          <w:rtl/>
        </w:rPr>
        <w:t xml:space="preserve">  </w:t>
      </w:r>
      <w:r w:rsidR="00DB2203" w:rsidRPr="00DB2203">
        <w:rPr>
          <w:rtl/>
          <w:lang w:bidi="ur-PK"/>
        </w:rPr>
        <w:t xml:space="preserve">کافی </w:t>
      </w:r>
      <w:r>
        <w:rPr>
          <w:rtl/>
        </w:rPr>
        <w:t xml:space="preserve"> و فروع </w:t>
      </w:r>
      <w:r w:rsidR="00DB2203" w:rsidRPr="00DB2203">
        <w:rPr>
          <w:rtl/>
          <w:lang w:bidi="ur-PK"/>
        </w:rPr>
        <w:t xml:space="preserve">کافی 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>ر</w:t>
      </w:r>
      <w:r w:rsidR="00816B77" w:rsidRPr="00816B77">
        <w:rPr>
          <w:rtl/>
          <w:lang w:bidi="ur-PK"/>
        </w:rPr>
        <w:t>ا</w:t>
      </w:r>
      <w:r>
        <w:rPr>
          <w:rtl/>
        </w:rPr>
        <w:t>لمکتب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ہ،چ</w:t>
      </w:r>
      <w:r w:rsidR="00C15B30" w:rsidRPr="00C15B30">
        <w:rPr>
          <w:rFonts w:hint="cs"/>
          <w:rtl/>
          <w:lang w:bidi="ur-PK"/>
        </w:rPr>
        <w:t>3</w:t>
      </w:r>
      <w:r w:rsidRPr="00E67D25">
        <w:rPr>
          <w:rFonts w:hint="cs"/>
          <w:rtl/>
        </w:rPr>
        <w:t xml:space="preserve">، </w:t>
      </w:r>
      <w:r w:rsidR="00C15B30" w:rsidRPr="00C15B30">
        <w:rPr>
          <w:rFonts w:hint="cs"/>
          <w:rtl/>
          <w:lang w:bidi="ur-PK"/>
        </w:rPr>
        <w:t>1388</w:t>
      </w:r>
      <w:r w:rsidRPr="00E67D25">
        <w:rPr>
          <w:rFonts w:hint="cs"/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27.</w:t>
      </w:r>
      <w:r>
        <w:rPr>
          <w:rtl/>
        </w:rPr>
        <w:tab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؛ن</w:t>
      </w:r>
      <w:r w:rsidR="00816B77" w:rsidRPr="00816B77">
        <w:rPr>
          <w:rtl/>
          <w:lang w:bidi="ur-PK"/>
        </w:rPr>
        <w:t>ا</w:t>
      </w:r>
      <w:r>
        <w:rPr>
          <w:rtl/>
        </w:rPr>
        <w:t>صر مک</w:t>
      </w:r>
      <w:r w:rsidR="00816B77" w:rsidRPr="00816B77">
        <w:rPr>
          <w:rtl/>
          <w:lang w:bidi="ur-PK"/>
        </w:rPr>
        <w:t>ا</w:t>
      </w:r>
      <w:r>
        <w:rPr>
          <w:rtl/>
        </w:rPr>
        <w:t>رم 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نمونہ، قم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28.</w:t>
      </w:r>
      <w:r>
        <w:rPr>
          <w:rtl/>
        </w:rPr>
        <w:tab/>
        <w:t>ص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دق </w:t>
      </w:r>
      <w:r w:rsidR="00816B77" w:rsidRPr="00816B77">
        <w:rPr>
          <w:rtl/>
          <w:lang w:bidi="ur-PK"/>
        </w:rPr>
        <w:t>ا</w:t>
      </w:r>
      <w:r>
        <w:rPr>
          <w:rtl/>
        </w:rPr>
        <w:t>حس</w:t>
      </w:r>
      <w:r w:rsidR="00816B77" w:rsidRPr="00816B77">
        <w:rPr>
          <w:rtl/>
          <w:lang w:bidi="ur-PK"/>
        </w:rPr>
        <w:t>ا</w:t>
      </w:r>
      <w:r>
        <w:rPr>
          <w:rtl/>
        </w:rPr>
        <w:t>ن بخش؛  نقش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خ</w:t>
      </w:r>
      <w:r w:rsidR="00816B77" w:rsidRPr="00816B77">
        <w:rPr>
          <w:rtl/>
          <w:lang w:bidi="ur-PK"/>
        </w:rPr>
        <w:t>ا</w:t>
      </w:r>
      <w:r>
        <w:rPr>
          <w:rtl/>
        </w:rPr>
        <w:t>نو</w:t>
      </w:r>
      <w:r w:rsidR="00816B77" w:rsidRPr="00816B77">
        <w:rPr>
          <w:rtl/>
          <w:lang w:bidi="ur-PK"/>
        </w:rPr>
        <w:t>ا</w:t>
      </w:r>
      <w:r>
        <w:rPr>
          <w:rtl/>
        </w:rPr>
        <w:t>دہ، چ</w:t>
      </w:r>
      <w:r w:rsidR="00C15B30" w:rsidRPr="00C15B30">
        <w:rPr>
          <w:rFonts w:hint="cs"/>
          <w:rtl/>
          <w:lang w:bidi="ur-PK"/>
        </w:rPr>
        <w:t>2</w:t>
      </w:r>
      <w:r w:rsidRPr="00E67D25">
        <w:rPr>
          <w:rFonts w:hint="cs"/>
          <w:rtl/>
        </w:rPr>
        <w:t xml:space="preserve">، رشت، </w:t>
      </w:r>
      <w:r w:rsidR="00C15B30" w:rsidRPr="00C15B30">
        <w:rPr>
          <w:rFonts w:hint="cs"/>
          <w:rtl/>
          <w:lang w:bidi="ur-PK"/>
        </w:rPr>
        <w:t>1374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29.</w:t>
      </w:r>
      <w:r>
        <w:rPr>
          <w:rtl/>
        </w:rPr>
        <w:tab/>
        <w:t>طب</w:t>
      </w:r>
      <w:r w:rsidR="00816B77" w:rsidRPr="00816B77">
        <w:rPr>
          <w:rtl/>
          <w:lang w:bidi="ur-PK"/>
        </w:rPr>
        <w:t>ا</w:t>
      </w:r>
      <w:r>
        <w:rPr>
          <w:rtl/>
        </w:rPr>
        <w:t>طب</w:t>
      </w:r>
      <w:r w:rsidR="00816B77" w:rsidRPr="00816B77">
        <w:rPr>
          <w:rtl/>
          <w:lang w:bidi="ur-PK"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 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816B77" w:rsidRPr="00816B77">
        <w:rPr>
          <w:rtl/>
          <w:lang w:bidi="ur-PK"/>
        </w:rPr>
        <w:t>ا</w:t>
      </w:r>
      <w:r>
        <w:rPr>
          <w:rtl/>
        </w:rPr>
        <w:t>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قم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30.</w:t>
      </w:r>
      <w:r>
        <w:rPr>
          <w:rtl/>
        </w:rPr>
        <w:tab/>
        <w:t>طبرس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  مک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رم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ق، منشور</w:t>
      </w:r>
      <w:r w:rsidR="00816B77" w:rsidRPr="00816B77">
        <w:rPr>
          <w:rtl/>
          <w:lang w:bidi="ur-PK"/>
        </w:rPr>
        <w:t>ا</w:t>
      </w:r>
      <w:r>
        <w:rPr>
          <w:rtl/>
        </w:rPr>
        <w:t>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1392</w:t>
      </w:r>
      <w:r w:rsidRPr="00E67D25">
        <w:rPr>
          <w:rFonts w:hint="cs"/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31.</w:t>
      </w:r>
      <w:r>
        <w:rPr>
          <w:rtl/>
        </w:rPr>
        <w:tab/>
        <w:t>عبد</w:t>
      </w:r>
      <w:r w:rsidR="00816B77" w:rsidRPr="00816B77">
        <w:rPr>
          <w:rtl/>
          <w:lang w:bidi="ur-PK"/>
        </w:rPr>
        <w:t>ا</w:t>
      </w:r>
      <w:r>
        <w:rPr>
          <w:rtl/>
        </w:rPr>
        <w:t>للہ شبّر ؛ جل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ء </w:t>
      </w:r>
      <w:r w:rsidR="00816B77" w:rsidRPr="00816B77">
        <w:rPr>
          <w:rtl/>
          <w:lang w:bidi="ur-PK"/>
        </w:rPr>
        <w:t>ا</w:t>
      </w:r>
      <w:r>
        <w:rPr>
          <w:rtl/>
        </w:rPr>
        <w:t>لع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مطبعة </w:t>
      </w:r>
      <w:r w:rsidR="00816B77" w:rsidRPr="00816B77">
        <w:rPr>
          <w:rtl/>
          <w:lang w:bidi="ur-PK"/>
        </w:rPr>
        <w:t>ا</w:t>
      </w:r>
      <w:r>
        <w:rPr>
          <w:rtl/>
        </w:rPr>
        <w:t>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نجف، </w:t>
      </w:r>
      <w:r w:rsidR="00C15B30" w:rsidRPr="00C15B30">
        <w:rPr>
          <w:rFonts w:hint="cs"/>
          <w:rtl/>
          <w:lang w:bidi="ur-PK"/>
        </w:rPr>
        <w:t>1374</w:t>
      </w:r>
      <w:r w:rsidRPr="00E67D25">
        <w:rPr>
          <w:rFonts w:hint="cs"/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32.</w:t>
      </w:r>
      <w:r>
        <w:rPr>
          <w:rtl/>
        </w:rPr>
        <w:tab/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کبر رش</w:t>
      </w:r>
      <w:r w:rsidR="00816B77" w:rsidRPr="00816B77">
        <w:rPr>
          <w:rtl/>
          <w:lang w:bidi="ur-PK"/>
        </w:rPr>
        <w:t>ا</w:t>
      </w:r>
      <w:r>
        <w:rPr>
          <w:rtl/>
        </w:rPr>
        <w:t>د؛  د</w:t>
      </w:r>
      <w:r w:rsidR="00816B77" w:rsidRPr="00816B77">
        <w:rPr>
          <w:rtl/>
          <w:lang w:bidi="ur-PK"/>
        </w:rPr>
        <w:t>ا</w:t>
      </w:r>
      <w:r>
        <w:rPr>
          <w:rtl/>
        </w:rPr>
        <w:t>نشن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مہ 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 w:rsidR="00816B77" w:rsidRPr="00816B77">
        <w:rPr>
          <w:rtl/>
          <w:lang w:bidi="ur-PK"/>
        </w:rPr>
        <w:t>ا</w:t>
      </w:r>
      <w:r>
        <w:rPr>
          <w:rtl/>
        </w:rPr>
        <w:t>م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فرہنگ </w:t>
      </w:r>
      <w:r w:rsidR="00816B77" w:rsidRPr="00816B77">
        <w:rPr>
          <w:rtl/>
          <w:lang w:bidi="ur-PK"/>
        </w:rPr>
        <w:t>ا</w:t>
      </w:r>
      <w:r>
        <w:rPr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ن، </w:t>
      </w:r>
      <w:r w:rsidR="00C15B30" w:rsidRPr="00C15B30">
        <w:rPr>
          <w:rFonts w:hint="cs"/>
          <w:rtl/>
          <w:lang w:bidi="ur-PK"/>
        </w:rPr>
        <w:t>138</w:t>
      </w:r>
      <w:r w:rsidR="0035346A" w:rsidRPr="0035346A">
        <w:rPr>
          <w:rFonts w:hint="cs"/>
          <w:rtl/>
          <w:lang w:bidi="ur-PK"/>
        </w:rPr>
        <w:t>0</w:t>
      </w:r>
      <w:r w:rsidRPr="00E67D25">
        <w:rPr>
          <w:rFonts w:hint="cs"/>
          <w:rtl/>
        </w:rPr>
        <w:t>ش</w:t>
      </w:r>
    </w:p>
    <w:p w:rsidR="0035346A" w:rsidRDefault="0035346A" w:rsidP="0035346A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33.</w:t>
      </w:r>
      <w:r>
        <w:rPr>
          <w:rtl/>
        </w:rPr>
        <w:tab/>
        <w:t>عل</w:t>
      </w:r>
      <w:r>
        <w:rPr>
          <w:rFonts w:hint="cs"/>
          <w:rtl/>
        </w:rPr>
        <w:t>ی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؛  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طمہ نور </w:t>
      </w:r>
      <w:r w:rsidR="00816B77" w:rsidRPr="00816B77">
        <w:rPr>
          <w:rtl/>
          <w:lang w:bidi="ur-PK"/>
        </w:rPr>
        <w:t>ا</w:t>
      </w:r>
      <w:r>
        <w:rPr>
          <w:rtl/>
        </w:rPr>
        <w:t>لٰہ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نتش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</w:t>
      </w:r>
      <w:r w:rsidR="00C15B30" w:rsidRPr="00C15B30">
        <w:rPr>
          <w:rFonts w:hint="cs"/>
          <w:rtl/>
          <w:lang w:bidi="ur-PK"/>
        </w:rPr>
        <w:t>1</w:t>
      </w:r>
      <w:r w:rsidRPr="00E67D25">
        <w:rPr>
          <w:rFonts w:hint="cs"/>
          <w:rtl/>
        </w:rPr>
        <w:t>،</w:t>
      </w:r>
      <w:r w:rsidR="00C15B30" w:rsidRPr="00C15B30">
        <w:rPr>
          <w:rFonts w:hint="cs"/>
          <w:rtl/>
          <w:lang w:bidi="ur-PK"/>
        </w:rPr>
        <w:t>1377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34.</w:t>
      </w:r>
      <w:r>
        <w:rPr>
          <w:rtl/>
        </w:rPr>
        <w:tab/>
        <w:t>عل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 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طمہ </w:t>
      </w:r>
      <w:r w:rsidR="00816B77" w:rsidRPr="00816B77">
        <w:rPr>
          <w:rtl/>
          <w:lang w:bidi="ur-PK"/>
        </w:rPr>
        <w:t>ا</w:t>
      </w:r>
      <w:r>
        <w:rPr>
          <w:rtl/>
        </w:rPr>
        <w:t>ست،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رش</w:t>
      </w:r>
      <w:r w:rsidR="00816B77" w:rsidRPr="00816B77">
        <w:rPr>
          <w:rtl/>
          <w:lang w:bidi="ur-PK"/>
        </w:rPr>
        <w:t>ا</w:t>
      </w:r>
      <w:r>
        <w:rPr>
          <w:rtl/>
        </w:rPr>
        <w:t>د، تہر</w:t>
      </w:r>
      <w:r w:rsidR="00816B77" w:rsidRPr="00816B77">
        <w:rPr>
          <w:rtl/>
          <w:lang w:bidi="ur-PK"/>
        </w:rPr>
        <w:t>ا</w:t>
      </w:r>
      <w:r>
        <w:rPr>
          <w:rtl/>
        </w:rPr>
        <w:t>ن،</w:t>
      </w:r>
      <w:r w:rsidR="00C15B30" w:rsidRPr="00C15B30">
        <w:rPr>
          <w:rFonts w:hint="cs"/>
          <w:rtl/>
          <w:lang w:bidi="ur-PK"/>
        </w:rPr>
        <w:t>135</w:t>
      </w:r>
      <w:r w:rsidR="0035346A" w:rsidRPr="0035346A">
        <w:rPr>
          <w:rFonts w:hint="cs"/>
          <w:rtl/>
          <w:lang w:bidi="ur-PK"/>
        </w:rPr>
        <w:t>0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35.</w:t>
      </w:r>
      <w:r>
        <w:rPr>
          <w:rtl/>
        </w:rPr>
        <w:tab/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ش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محسن؛محجة </w:t>
      </w:r>
      <w:r w:rsidR="00816B77" w:rsidRPr="00816B77">
        <w:rPr>
          <w:rtl/>
          <w:lang w:bidi="ur-PK"/>
        </w:rPr>
        <w:t>ا</w:t>
      </w:r>
      <w:r>
        <w:rPr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ء،ترجمہ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سد</w:t>
      </w:r>
      <w:r w:rsidR="00816B77" w:rsidRPr="00816B77">
        <w:rPr>
          <w:rtl/>
          <w:lang w:bidi="ur-PK"/>
        </w:rPr>
        <w:t>ا</w:t>
      </w:r>
      <w:r>
        <w:rPr>
          <w:rtl/>
        </w:rPr>
        <w:t>للہ ن</w:t>
      </w:r>
      <w:r w:rsidR="00816B77" w:rsidRPr="00816B77">
        <w:rPr>
          <w:rtl/>
          <w:lang w:bidi="ur-PK"/>
        </w:rPr>
        <w:t>ا</w:t>
      </w:r>
      <w:r>
        <w:rPr>
          <w:rtl/>
        </w:rPr>
        <w:t>صح،تہر</w:t>
      </w:r>
      <w:r w:rsidR="00816B77" w:rsidRPr="00816B77">
        <w:rPr>
          <w:rtl/>
          <w:lang w:bidi="ur-PK"/>
        </w:rPr>
        <w:t>ا</w:t>
      </w:r>
      <w:r>
        <w:rPr>
          <w:rtl/>
        </w:rPr>
        <w:t>ن،</w:t>
      </w:r>
      <w:r>
        <w:rPr>
          <w:rtl/>
          <w:lang w:bidi="fa-IR"/>
        </w:rPr>
        <w:t>۱۳۴۶</w:t>
      </w:r>
      <w:r>
        <w:rPr>
          <w:rtl/>
        </w:rPr>
        <w:t xml:space="preserve"> 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36.</w:t>
      </w:r>
      <w:r>
        <w:rPr>
          <w:rtl/>
        </w:rPr>
        <w:tab/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ش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و</w:t>
      </w:r>
      <w:r w:rsidR="00816B77" w:rsidRPr="00816B77">
        <w:rPr>
          <w:rtl/>
          <w:lang w:bidi="ur-PK"/>
        </w:rPr>
        <w:t>ا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صفہ</w:t>
      </w:r>
      <w:r w:rsidR="00816B77" w:rsidRPr="00816B77">
        <w:rPr>
          <w:rtl/>
          <w:lang w:bidi="ur-PK"/>
        </w:rPr>
        <w:t>ا</w:t>
      </w:r>
      <w:r>
        <w:rPr>
          <w:rtl/>
        </w:rPr>
        <w:t>ن،</w:t>
      </w:r>
      <w:r w:rsidR="00C15B30" w:rsidRPr="00C15B30">
        <w:rPr>
          <w:rFonts w:hint="cs"/>
          <w:rtl/>
          <w:lang w:bidi="ur-PK"/>
        </w:rPr>
        <w:t>115</w:t>
      </w:r>
      <w:r w:rsidRPr="00E67D25">
        <w:rPr>
          <w:rFonts w:hint="cs"/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37.</w:t>
      </w:r>
      <w:r>
        <w:rPr>
          <w:rtl/>
        </w:rPr>
        <w:tab/>
        <w:t>قرب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لع</w:t>
      </w:r>
      <w:r w:rsidR="00816B77" w:rsidRPr="00816B77">
        <w:rPr>
          <w:rtl/>
          <w:lang w:bidi="ur-PK"/>
        </w:rPr>
        <w:t>ا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م و حقوق بشر، نشر فرہنگ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1367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38.</w:t>
      </w:r>
      <w:r>
        <w:rPr>
          <w:rtl/>
        </w:rPr>
        <w:tab/>
        <w:t>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؛س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="00816B77" w:rsidRPr="00816B77">
        <w:rPr>
          <w:rtl/>
          <w:lang w:bidi="ur-PK"/>
        </w:rPr>
        <w:t>ا</w:t>
      </w:r>
      <w:r>
        <w:rPr>
          <w:rtl/>
        </w:rPr>
        <w:t>ظم ؛ 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 ول</w:t>
      </w:r>
      <w:r w:rsidR="00816B77" w:rsidRPr="00816B77">
        <w:rPr>
          <w:rtl/>
          <w:lang w:bidi="ur-PK"/>
        </w:rPr>
        <w:t>ا</w:t>
      </w:r>
      <w:r>
        <w:rPr>
          <w:rtl/>
        </w:rPr>
        <w:t>دت ت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 شہ</w:t>
      </w:r>
      <w:r w:rsidR="00816B77" w:rsidRPr="00816B77">
        <w:rPr>
          <w:rtl/>
          <w:lang w:bidi="ur-PK"/>
        </w:rPr>
        <w:t>ا</w:t>
      </w:r>
      <w:r>
        <w:rPr>
          <w:rtl/>
        </w:rPr>
        <w:t>دت، نشر مرتض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2375</w:t>
      </w:r>
      <w:r w:rsidRPr="00E67D25">
        <w:rPr>
          <w:rFonts w:hint="cs"/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39.</w:t>
      </w:r>
      <w:r>
        <w:rPr>
          <w:rtl/>
        </w:rPr>
        <w:tab/>
        <w:t xml:space="preserve">کمرہ 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؛م</w:t>
      </w:r>
      <w:r>
        <w:rPr>
          <w:rFonts w:hint="cs"/>
          <w:rtl/>
        </w:rPr>
        <w:t>ی</w:t>
      </w:r>
      <w:r>
        <w:rPr>
          <w:rFonts w:hint="eastAsia"/>
          <w:rtl/>
        </w:rPr>
        <w:t>رز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؛ ملکہ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ف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طمہ </w:t>
      </w:r>
      <w:r w:rsidR="00816B77" w:rsidRPr="00816B77">
        <w:rPr>
          <w:rtl/>
          <w:lang w:bidi="ur-PK"/>
        </w:rPr>
        <w:t>ا</w:t>
      </w:r>
      <w:r>
        <w:rPr>
          <w:rtl/>
        </w:rPr>
        <w:t>لزہر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ء ، مؤلف، </w:t>
      </w:r>
      <w:r w:rsidR="00C15B30" w:rsidRPr="00C15B30">
        <w:rPr>
          <w:rFonts w:hint="cs"/>
          <w:rtl/>
          <w:lang w:bidi="ur-PK"/>
        </w:rPr>
        <w:t>1348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40.</w:t>
      </w:r>
      <w:r>
        <w:rPr>
          <w:rtl/>
        </w:rPr>
        <w:tab/>
        <w:t>گروہ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 فقہ و حقوق، جشنو</w:t>
      </w:r>
      <w:r w:rsidR="00816B77" w:rsidRPr="00816B77">
        <w:rPr>
          <w:rtl/>
          <w:lang w:bidi="ur-PK"/>
        </w:rPr>
        <w:t>ا</w:t>
      </w:r>
      <w:r>
        <w:rPr>
          <w:rtl/>
        </w:rPr>
        <w:t>رہ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</w:t>
      </w:r>
      <w:r w:rsidR="00C15B30" w:rsidRPr="00C15B30">
        <w:rPr>
          <w:rFonts w:hint="cs"/>
          <w:rtl/>
          <w:lang w:bidi="ur-PK"/>
        </w:rPr>
        <w:t>1379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41.</w:t>
      </w:r>
      <w:r>
        <w:rPr>
          <w:rtl/>
        </w:rPr>
        <w:tab/>
        <w:t>مجلس</w:t>
      </w:r>
      <w:r>
        <w:rPr>
          <w:rFonts w:hint="cs"/>
          <w:rtl/>
        </w:rPr>
        <w:t>ی</w:t>
      </w:r>
      <w:r>
        <w:rPr>
          <w:rtl/>
        </w:rPr>
        <w:t xml:space="preserve"> ؛محمد تق</w:t>
      </w:r>
      <w:r>
        <w:rPr>
          <w:rFonts w:hint="cs"/>
          <w:rtl/>
        </w:rPr>
        <w:t>ی</w:t>
      </w:r>
      <w:r>
        <w:rPr>
          <w:rtl/>
        </w:rPr>
        <w:t xml:space="preserve"> ؛ روضة </w:t>
      </w:r>
      <w:r w:rsidR="00816B77" w:rsidRPr="00816B77">
        <w:rPr>
          <w:rtl/>
          <w:lang w:bidi="ur-PK"/>
        </w:rPr>
        <w:t>ا</w:t>
      </w:r>
      <w:r>
        <w:rPr>
          <w:rtl/>
        </w:rPr>
        <w:t>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فرہنگ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پور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42.</w:t>
      </w:r>
      <w:r>
        <w:rPr>
          <w:rtl/>
        </w:rPr>
        <w:tab/>
        <w:t>مجلس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 محمد ب</w:t>
      </w:r>
      <w:r w:rsidR="00816B77" w:rsidRPr="00816B77">
        <w:rPr>
          <w:rtl/>
          <w:lang w:bidi="ur-PK"/>
        </w:rPr>
        <w:t>ا</w:t>
      </w:r>
      <w:r>
        <w:rPr>
          <w:rtl/>
        </w:rPr>
        <w:t>قر  ؛ بح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>ل</w:t>
      </w:r>
      <w:r w:rsidR="00816B77" w:rsidRPr="00816B77">
        <w:rPr>
          <w:rtl/>
          <w:lang w:bidi="ur-PK"/>
        </w:rPr>
        <w:t>ا</w:t>
      </w:r>
      <w:r>
        <w:rPr>
          <w:rtl/>
        </w:rPr>
        <w:t>نو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ر، مؤسسہ </w:t>
      </w:r>
      <w:r w:rsidR="00816B77" w:rsidRPr="00816B77">
        <w:rPr>
          <w:rtl/>
          <w:lang w:bidi="ur-PK"/>
        </w:rPr>
        <w:t>ا</w:t>
      </w:r>
      <w:r>
        <w:rPr>
          <w:rtl/>
        </w:rPr>
        <w:t>لوف</w:t>
      </w:r>
      <w:r w:rsidR="00816B77" w:rsidRPr="00816B77">
        <w:rPr>
          <w:rtl/>
          <w:lang w:bidi="ur-PK"/>
        </w:rPr>
        <w:t>ا</w:t>
      </w:r>
      <w:r>
        <w:rPr>
          <w:rtl/>
        </w:rPr>
        <w:t>ء،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لبن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ن، </w:t>
      </w:r>
      <w:r w:rsidR="00C15B30" w:rsidRPr="00C15B30">
        <w:rPr>
          <w:rFonts w:hint="cs"/>
          <w:rtl/>
          <w:lang w:bidi="ur-PK"/>
        </w:rPr>
        <w:t>14</w:t>
      </w:r>
      <w:r w:rsidR="0035346A" w:rsidRPr="0035346A">
        <w:rPr>
          <w:rFonts w:hint="cs"/>
          <w:rtl/>
          <w:lang w:bidi="ur-PK"/>
        </w:rPr>
        <w:t>0</w:t>
      </w:r>
      <w:r w:rsidR="00C15B30" w:rsidRPr="00C15B30">
        <w:rPr>
          <w:rFonts w:hint="cs"/>
          <w:rtl/>
          <w:lang w:bidi="ur-PK"/>
        </w:rPr>
        <w:t>3</w:t>
      </w:r>
      <w:r w:rsidRPr="00E67D25">
        <w:rPr>
          <w:rFonts w:hint="cs"/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43.</w:t>
      </w:r>
      <w:r>
        <w:rPr>
          <w:rtl/>
        </w:rPr>
        <w:tab/>
        <w:t>مجموعہ سخنر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؛  حج</w:t>
      </w:r>
      <w:r w:rsidR="00816B77" w:rsidRPr="00816B77">
        <w:rPr>
          <w:rtl/>
          <w:lang w:bidi="ur-PK"/>
        </w:rPr>
        <w:t>ا</w:t>
      </w:r>
      <w:r>
        <w:rPr>
          <w:rtl/>
        </w:rPr>
        <w:t>ب و</w:t>
      </w:r>
      <w:r w:rsidR="00816B77" w:rsidRPr="00816B77">
        <w:rPr>
          <w:rtl/>
          <w:lang w:bidi="ur-PK"/>
        </w:rPr>
        <w:t>ا</w:t>
      </w:r>
      <w:r>
        <w:rPr>
          <w:rtl/>
        </w:rPr>
        <w:t>ز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 w:rsidR="00816B77" w:rsidRPr="00816B77">
        <w:rPr>
          <w:rtl/>
          <w:lang w:bidi="ur-PK"/>
        </w:rPr>
        <w:t>ا</w:t>
      </w:r>
      <w:r>
        <w:rPr>
          <w:rtl/>
        </w:rPr>
        <w:t>زم</w:t>
      </w:r>
      <w:r w:rsidR="00816B77" w:rsidRPr="00816B77">
        <w:rPr>
          <w:rtl/>
          <w:lang w:bidi="ur-PK"/>
        </w:rPr>
        <w:t>ا</w:t>
      </w:r>
      <w:r>
        <w:rPr>
          <w:rtl/>
        </w:rPr>
        <w:t>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44.</w:t>
      </w:r>
      <w:r>
        <w:rPr>
          <w:rtl/>
        </w:rPr>
        <w:tab/>
        <w:t>مجموعہ قصص و حک</w:t>
      </w:r>
      <w:r w:rsidR="00816B77" w:rsidRPr="00816B77">
        <w:rPr>
          <w:rtl/>
          <w:lang w:bidi="ur-PK"/>
        </w:rPr>
        <w:t>ا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بہلول ع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قل . 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45.</w:t>
      </w:r>
      <w:r>
        <w:rPr>
          <w:rtl/>
        </w:rPr>
        <w:tab/>
        <w:t>محل</w:t>
      </w:r>
      <w:r w:rsidR="00816B77" w:rsidRPr="00816B77">
        <w:rPr>
          <w:rtl/>
          <w:lang w:bidi="ur-PK"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؛ذب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للہ؛  ر</w:t>
      </w:r>
      <w:r>
        <w:rPr>
          <w:rFonts w:hint="cs"/>
          <w:rtl/>
        </w:rPr>
        <w:t>ی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د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ر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لکتب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ہ،تہر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1349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46.</w:t>
      </w:r>
      <w:r>
        <w:rPr>
          <w:rtl/>
        </w:rPr>
        <w:tab/>
        <w:t>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 جو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ہر </w:t>
      </w:r>
      <w:r w:rsidR="00816B77" w:rsidRPr="00816B77">
        <w:rPr>
          <w:rtl/>
          <w:lang w:bidi="ur-PK"/>
        </w:rPr>
        <w:t>ا</w:t>
      </w:r>
      <w:r>
        <w:rPr>
          <w:rtl/>
        </w:rPr>
        <w:t>لکل</w:t>
      </w:r>
      <w:r w:rsidR="00816B77" w:rsidRPr="00816B77">
        <w:rPr>
          <w:rtl/>
          <w:lang w:bidi="ur-PK"/>
        </w:rPr>
        <w:t>ا</w:t>
      </w:r>
      <w:r>
        <w:rPr>
          <w:rtl/>
        </w:rPr>
        <w:t>م، مکتب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سل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تہر</w:t>
      </w:r>
      <w:r w:rsidR="00816B77" w:rsidRPr="00816B77">
        <w:rPr>
          <w:rtl/>
          <w:lang w:bidi="ur-PK"/>
        </w:rPr>
        <w:t>ا</w:t>
      </w:r>
      <w:r>
        <w:rPr>
          <w:rtl/>
        </w:rPr>
        <w:t>ن،</w:t>
      </w:r>
      <w:r w:rsidR="00C15B30" w:rsidRPr="00C15B30">
        <w:rPr>
          <w:rFonts w:hint="cs"/>
          <w:rtl/>
          <w:lang w:bidi="ur-PK"/>
        </w:rPr>
        <w:t>1395</w:t>
      </w:r>
      <w:r w:rsidRPr="00E67D25">
        <w:rPr>
          <w:rFonts w:hint="cs"/>
          <w:rtl/>
        </w:rPr>
        <w:t>ھ</w:t>
      </w:r>
    </w:p>
    <w:p w:rsidR="005A2492" w:rsidRPr="008D6D4F" w:rsidRDefault="008D6D4F" w:rsidP="008D6D4F">
      <w:pPr>
        <w:pStyle w:val="libNormal"/>
        <w:rPr>
          <w:rtl/>
        </w:rPr>
      </w:pPr>
      <w:r w:rsidRPr="008D6D4F">
        <w:rPr>
          <w:rFonts w:hint="cs"/>
          <w:rtl/>
        </w:rPr>
        <w:t>47</w:t>
      </w:r>
      <w:r w:rsidR="005A2492" w:rsidRPr="008D6D4F">
        <w:rPr>
          <w:rtl/>
        </w:rPr>
        <w:t>.</w:t>
      </w:r>
      <w:r w:rsidR="005A2492" w:rsidRPr="008D6D4F">
        <w:rPr>
          <w:rtl/>
        </w:rPr>
        <w:tab/>
        <w:t>مصب</w:t>
      </w:r>
      <w:r w:rsidR="00816B77" w:rsidRPr="008D6D4F">
        <w:rPr>
          <w:rtl/>
        </w:rPr>
        <w:t>ا</w:t>
      </w:r>
      <w:r w:rsidR="005A2492" w:rsidRPr="008D6D4F">
        <w:rPr>
          <w:rtl/>
        </w:rPr>
        <w:t xml:space="preserve">ح </w:t>
      </w:r>
      <w:r w:rsidR="005A2492" w:rsidRPr="008D6D4F">
        <w:rPr>
          <w:rFonts w:hint="cs"/>
          <w:rtl/>
        </w:rPr>
        <w:t>ی</w:t>
      </w:r>
      <w:r w:rsidR="005A2492" w:rsidRPr="008D6D4F">
        <w:rPr>
          <w:rFonts w:hint="eastAsia"/>
          <w:rtl/>
        </w:rPr>
        <w:t>زد</w:t>
      </w:r>
      <w:r w:rsidR="005A2492" w:rsidRPr="008D6D4F">
        <w:rPr>
          <w:rFonts w:hint="cs"/>
          <w:rtl/>
        </w:rPr>
        <w:t>ی</w:t>
      </w:r>
      <w:r w:rsidR="005A2492" w:rsidRPr="008D6D4F">
        <w:rPr>
          <w:rFonts w:hint="eastAsia"/>
          <w:rtl/>
        </w:rPr>
        <w:t>؛محمدتق</w:t>
      </w:r>
      <w:r w:rsidR="005A2492" w:rsidRPr="008D6D4F">
        <w:rPr>
          <w:rFonts w:hint="cs"/>
          <w:rtl/>
        </w:rPr>
        <w:t>ی</w:t>
      </w:r>
      <w:r w:rsidR="005A2492" w:rsidRPr="008D6D4F">
        <w:rPr>
          <w:rtl/>
        </w:rPr>
        <w:t xml:space="preserve"> ؛نظر</w:t>
      </w:r>
      <w:r w:rsidR="005A2492" w:rsidRPr="008D6D4F">
        <w:rPr>
          <w:rFonts w:hint="cs"/>
          <w:rtl/>
        </w:rPr>
        <w:t>ی</w:t>
      </w:r>
      <w:r w:rsidR="005A2492" w:rsidRPr="008D6D4F">
        <w:rPr>
          <w:rFonts w:hint="eastAsia"/>
          <w:rtl/>
        </w:rPr>
        <w:t>ہ</w:t>
      </w:r>
      <w:r w:rsidR="005A2492" w:rsidRPr="008D6D4F">
        <w:rPr>
          <w:rtl/>
        </w:rPr>
        <w:t xml:space="preserve"> حقوق </w:t>
      </w:r>
      <w:r w:rsidR="00816B77" w:rsidRPr="008D6D4F">
        <w:rPr>
          <w:rtl/>
        </w:rPr>
        <w:t>ا</w:t>
      </w:r>
      <w:r w:rsidR="005A2492" w:rsidRPr="008D6D4F">
        <w:rPr>
          <w:rtl/>
        </w:rPr>
        <w:t>سل</w:t>
      </w:r>
      <w:r w:rsidR="00816B77" w:rsidRPr="008D6D4F">
        <w:rPr>
          <w:rtl/>
        </w:rPr>
        <w:t>ا</w:t>
      </w:r>
      <w:r w:rsidR="005A2492" w:rsidRPr="008D6D4F">
        <w:rPr>
          <w:rtl/>
        </w:rPr>
        <w:t xml:space="preserve">م، مؤسسہ </w:t>
      </w:r>
      <w:r w:rsidR="00816B77" w:rsidRPr="008D6D4F">
        <w:rPr>
          <w:rtl/>
        </w:rPr>
        <w:t>ا</w:t>
      </w:r>
      <w:r w:rsidR="005A2492" w:rsidRPr="008D6D4F">
        <w:rPr>
          <w:rtl/>
        </w:rPr>
        <w:t xml:space="preserve">موزش </w:t>
      </w:r>
      <w:r w:rsidR="00816B77" w:rsidRPr="008D6D4F">
        <w:rPr>
          <w:rtl/>
        </w:rPr>
        <w:t>ا</w:t>
      </w:r>
      <w:r w:rsidR="005A2492" w:rsidRPr="008D6D4F">
        <w:rPr>
          <w:rtl/>
        </w:rPr>
        <w:t>م</w:t>
      </w:r>
      <w:r w:rsidR="00816B77" w:rsidRPr="008D6D4F">
        <w:rPr>
          <w:rtl/>
        </w:rPr>
        <w:t>ا</w:t>
      </w:r>
      <w:r w:rsidR="005A2492" w:rsidRPr="008D6D4F">
        <w:rPr>
          <w:rtl/>
        </w:rPr>
        <w:t>م خم</w:t>
      </w:r>
      <w:r w:rsidR="005A2492" w:rsidRPr="008D6D4F">
        <w:rPr>
          <w:rFonts w:hint="cs"/>
          <w:rtl/>
        </w:rPr>
        <w:t>ی</w:t>
      </w:r>
      <w:r w:rsidR="005A2492" w:rsidRPr="008D6D4F">
        <w:rPr>
          <w:rFonts w:hint="eastAsia"/>
          <w:rtl/>
        </w:rPr>
        <w:t>ن</w:t>
      </w:r>
      <w:r w:rsidR="005A2492" w:rsidRPr="008D6D4F">
        <w:rPr>
          <w:rFonts w:hint="cs"/>
          <w:rtl/>
        </w:rPr>
        <w:t>ی</w:t>
      </w:r>
      <w:r w:rsidR="005A2492" w:rsidRPr="008D6D4F">
        <w:rPr>
          <w:rFonts w:hint="eastAsia"/>
          <w:rtl/>
        </w:rPr>
        <w:t>،قم،</w:t>
      </w:r>
      <w:r w:rsidRPr="008D6D4F">
        <w:rPr>
          <w:rFonts w:hint="cs"/>
          <w:rtl/>
        </w:rPr>
        <w:t>1380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48.</w:t>
      </w:r>
      <w:r>
        <w:rPr>
          <w:rtl/>
        </w:rPr>
        <w:tab/>
        <w:t>مصطفو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</w:t>
      </w:r>
      <w:r w:rsidR="00816B77" w:rsidRPr="00816B77">
        <w:rPr>
          <w:rtl/>
          <w:lang w:bidi="ur-PK"/>
        </w:rPr>
        <w:t>ا</w:t>
      </w:r>
      <w:r>
        <w:rPr>
          <w:rtl/>
        </w:rPr>
        <w:t>د؛ ب</w:t>
      </w:r>
      <w:r w:rsidR="008D6D4F" w:rsidRPr="008D6D4F">
        <w:rPr>
          <w:rFonts w:hint="cs"/>
          <w:rtl/>
          <w:lang w:bidi="ur-PK"/>
        </w:rPr>
        <w:t>ہ</w:t>
      </w:r>
      <w:r w:rsidRPr="00E67D25">
        <w:rPr>
          <w:rFonts w:hint="cs"/>
          <w:rtl/>
        </w:rPr>
        <w:t>شت خ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نو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دہ، د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ر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لفکر، قم، </w:t>
      </w:r>
      <w:r>
        <w:rPr>
          <w:rtl/>
          <w:lang w:bidi="fa-IR"/>
        </w:rPr>
        <w:t>۱۳۷۷</w:t>
      </w:r>
      <w:r>
        <w:rPr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49.</w:t>
      </w:r>
      <w:r>
        <w:rPr>
          <w:rtl/>
        </w:rPr>
        <w:tab/>
        <w:t>مؤسسہ؛  محمد خ</w:t>
      </w:r>
      <w:r w:rsidR="00816B77" w:rsidRPr="00816B77">
        <w:rPr>
          <w:rtl/>
          <w:lang w:bidi="ur-PK"/>
        </w:rPr>
        <w:t>ا</w:t>
      </w:r>
      <w:r>
        <w:rPr>
          <w:rtl/>
        </w:rPr>
        <w:t>تم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ن؛مؤسسہ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رش</w:t>
      </w:r>
      <w:r w:rsidR="00816B77" w:rsidRPr="00816B77">
        <w:rPr>
          <w:rtl/>
          <w:lang w:bidi="ur-PK"/>
        </w:rPr>
        <w:t>ا</w:t>
      </w:r>
      <w:r>
        <w:rPr>
          <w:rtl/>
        </w:rPr>
        <w:t>د، تہر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ن، </w:t>
      </w:r>
      <w:r w:rsidR="00C15B30" w:rsidRPr="00C15B30">
        <w:rPr>
          <w:rFonts w:hint="cs"/>
          <w:rtl/>
          <w:lang w:bidi="ur-PK"/>
        </w:rPr>
        <w:t>1347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50.</w:t>
      </w:r>
      <w:r>
        <w:rPr>
          <w:rtl/>
        </w:rPr>
        <w:tab/>
        <w:t>ن</w:t>
      </w:r>
      <w:r w:rsidR="00816B77" w:rsidRPr="00816B77">
        <w:rPr>
          <w:rtl/>
          <w:lang w:bidi="ur-PK"/>
        </w:rPr>
        <w:t>ا</w:t>
      </w:r>
      <w:r>
        <w:rPr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؛عل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کبر؛ حقوق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شرکت سہ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طبع کت</w:t>
      </w:r>
      <w:r w:rsidR="00816B77" w:rsidRPr="00816B77">
        <w:rPr>
          <w:rtl/>
          <w:lang w:bidi="ur-PK"/>
        </w:rPr>
        <w:t>ا</w:t>
      </w:r>
      <w:r>
        <w:rPr>
          <w:rtl/>
        </w:rPr>
        <w:t>ب، تہر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ن، </w:t>
      </w:r>
      <w:r>
        <w:rPr>
          <w:rtl/>
          <w:lang w:bidi="fa-IR"/>
        </w:rPr>
        <w:t>۱۳۸۴</w:t>
      </w:r>
      <w:r>
        <w:rPr>
          <w:rtl/>
        </w:rPr>
        <w:t>ھ</w:t>
      </w:r>
    </w:p>
    <w:p w:rsidR="0035346A" w:rsidRDefault="0035346A" w:rsidP="0035346A">
      <w:pPr>
        <w:pStyle w:val="libNormal"/>
        <w:rPr>
          <w:rtl/>
        </w:rPr>
      </w:pPr>
      <w:r>
        <w:rPr>
          <w:rtl/>
        </w:rPr>
        <w:br w:type="page"/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lastRenderedPageBreak/>
        <w:t>51.</w:t>
      </w:r>
      <w:r>
        <w:rPr>
          <w:rtl/>
        </w:rPr>
        <w:tab/>
        <w:t>نجف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؛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؛ </w:t>
      </w:r>
      <w:r w:rsidR="00816B77" w:rsidRPr="00816B77">
        <w:rPr>
          <w:rtl/>
          <w:lang w:bidi="ur-PK"/>
        </w:rPr>
        <w:t>ا</w:t>
      </w:r>
      <w:r>
        <w:rPr>
          <w:rtl/>
        </w:rPr>
        <w:t>خل</w:t>
      </w:r>
      <w:r w:rsidR="00816B77" w:rsidRPr="00816B77">
        <w:rPr>
          <w:rtl/>
          <w:lang w:bidi="ur-PK"/>
        </w:rPr>
        <w:t>ا</w:t>
      </w:r>
      <w:r>
        <w:rPr>
          <w:rtl/>
        </w:rPr>
        <w:t>ق و مع</w:t>
      </w:r>
      <w:r w:rsidR="00816B77" w:rsidRPr="00816B77">
        <w:rPr>
          <w:rtl/>
          <w:lang w:bidi="ur-PK"/>
        </w:rPr>
        <w:t>ا</w:t>
      </w:r>
      <w:r>
        <w:rPr>
          <w:rtl/>
        </w:rPr>
        <w:t>شرت، س</w:t>
      </w:r>
      <w:r w:rsidR="00816B77" w:rsidRPr="00816B77">
        <w:rPr>
          <w:rtl/>
          <w:lang w:bidi="ur-PK"/>
        </w:rPr>
        <w:t>ا</w:t>
      </w:r>
      <w:r>
        <w:rPr>
          <w:rtl/>
        </w:rPr>
        <w:t>زم</w:t>
      </w:r>
      <w:r w:rsidR="00816B77" w:rsidRPr="00816B77">
        <w:rPr>
          <w:rtl/>
          <w:lang w:bidi="ur-PK"/>
        </w:rPr>
        <w:t>ا</w:t>
      </w:r>
      <w:r>
        <w:rPr>
          <w:rtl/>
        </w:rPr>
        <w:t>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1373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52.</w:t>
      </w:r>
      <w:r>
        <w:rPr>
          <w:rtl/>
        </w:rPr>
        <w:tab/>
        <w:t>نر</w:t>
      </w:r>
      <w:r w:rsidR="00816B77" w:rsidRPr="00816B77">
        <w:rPr>
          <w:rtl/>
          <w:lang w:bidi="ur-PK"/>
        </w:rPr>
        <w:t>ا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Fonts w:hint="eastAsia"/>
          <w:rtl/>
        </w:rPr>
        <w:t>؛ج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لسع</w:t>
      </w:r>
      <w:r w:rsidR="00816B77" w:rsidRPr="00816B77">
        <w:rPr>
          <w:rtl/>
          <w:lang w:bidi="ur-PK"/>
        </w:rPr>
        <w:t>ا</w:t>
      </w:r>
      <w:r>
        <w:rPr>
          <w:rtl/>
        </w:rPr>
        <w:t>د</w:t>
      </w:r>
      <w:r w:rsidR="00816B77" w:rsidRPr="00816B77">
        <w:rPr>
          <w:rtl/>
          <w:lang w:bidi="ur-PK"/>
        </w:rPr>
        <w:t>ا</w:t>
      </w:r>
      <w:r>
        <w:rPr>
          <w:rtl/>
        </w:rPr>
        <w:t>ت، ترجمہ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،ق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ئم </w:t>
      </w:r>
      <w:r w:rsidR="00816B77" w:rsidRPr="00816B77">
        <w:rPr>
          <w:rtl/>
          <w:lang w:bidi="ur-PK"/>
        </w:rPr>
        <w:t>ا</w:t>
      </w:r>
      <w:r>
        <w:rPr>
          <w:rtl/>
        </w:rPr>
        <w:t>ل محمد،قم،</w:t>
      </w:r>
      <w:r>
        <w:rPr>
          <w:rtl/>
          <w:lang w:bidi="fa-IR"/>
        </w:rPr>
        <w:t>۱۳۸۸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53.</w:t>
      </w:r>
      <w:r>
        <w:rPr>
          <w:rtl/>
        </w:rPr>
        <w:tab/>
        <w:t>نور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، حس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ن بن محمد تق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، مستدر</w:t>
      </w:r>
      <w:r w:rsidR="009B349E" w:rsidRPr="009B349E">
        <w:rPr>
          <w:rFonts w:hint="cs"/>
          <w:rtl/>
          <w:lang w:bidi="ur-PK"/>
        </w:rPr>
        <w:t>ک</w:t>
      </w:r>
      <w:r w:rsidRPr="00E67D25">
        <w:rPr>
          <w:rFonts w:hint="cs"/>
          <w:rtl/>
        </w:rPr>
        <w:t xml:space="preserve">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لوس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ئل ،ج 28، مؤسسة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 xml:space="preserve">ل </w:t>
      </w:r>
      <w:r w:rsidR="00816B77" w:rsidRPr="00E67D25">
        <w:rPr>
          <w:rFonts w:hint="cs"/>
          <w:rtl/>
        </w:rPr>
        <w:t>ا</w:t>
      </w:r>
      <w:r w:rsidRPr="00E67D25">
        <w:rPr>
          <w:rFonts w:hint="cs"/>
          <w:rtl/>
        </w:rPr>
        <w:t>لب</w:t>
      </w:r>
      <w:r w:rsidR="009B349E" w:rsidRPr="009B349E">
        <w:rPr>
          <w:rFonts w:hint="cs"/>
          <w:rtl/>
          <w:lang w:bidi="ur-PK"/>
        </w:rPr>
        <w:t>ی</w:t>
      </w:r>
      <w:r w:rsidRPr="00E67D25">
        <w:rPr>
          <w:rFonts w:hint="cs"/>
          <w:rtl/>
        </w:rPr>
        <w:t>ت ؑ ،قم،چ</w:t>
      </w:r>
      <w:r>
        <w:rPr>
          <w:rtl/>
          <w:lang w:bidi="fa-IR"/>
        </w:rPr>
        <w:t>۱</w:t>
      </w:r>
      <w:r>
        <w:rPr>
          <w:rtl/>
        </w:rPr>
        <w:t>، 1408ق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54.</w:t>
      </w:r>
      <w:r>
        <w:rPr>
          <w:rtl/>
        </w:rPr>
        <w:tab/>
        <w:t>نور</w:t>
      </w:r>
      <w:r>
        <w:rPr>
          <w:rFonts w:hint="cs"/>
          <w:rtl/>
        </w:rPr>
        <w:t>ی</w:t>
      </w:r>
      <w:r>
        <w:rPr>
          <w:rtl/>
        </w:rPr>
        <w:t xml:space="preserve"> ؛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؛ حقوق زن در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 و جہ</w:t>
      </w:r>
      <w:r w:rsidR="00816B77" w:rsidRPr="00816B77">
        <w:rPr>
          <w:rtl/>
          <w:lang w:bidi="ur-PK"/>
        </w:rPr>
        <w:t>ا</w:t>
      </w:r>
      <w:r>
        <w:rPr>
          <w:rtl/>
        </w:rPr>
        <w:t>ں،مؤسسہ فر</w:t>
      </w:r>
      <w:r w:rsidR="00816B77" w:rsidRPr="00816B77">
        <w:rPr>
          <w:rtl/>
          <w:lang w:bidi="ur-PK"/>
        </w:rPr>
        <w:t>ا</w:t>
      </w:r>
      <w:r>
        <w:rPr>
          <w:rtl/>
        </w:rPr>
        <w:t>ہ</w:t>
      </w:r>
      <w:r w:rsidR="00816B77" w:rsidRPr="00816B77">
        <w:rPr>
          <w:rtl/>
          <w:lang w:bidi="ur-PK"/>
        </w:rPr>
        <w:t>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C15B30" w:rsidRPr="00C15B30">
        <w:rPr>
          <w:rFonts w:hint="cs"/>
          <w:rtl/>
          <w:lang w:bidi="ur-PK"/>
        </w:rPr>
        <w:t>1343</w:t>
      </w:r>
      <w:r w:rsidRPr="00E67D25">
        <w:rPr>
          <w:rFonts w:hint="cs"/>
          <w:rtl/>
        </w:rPr>
        <w:t>ش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55.</w:t>
      </w:r>
      <w:r>
        <w:rPr>
          <w:rtl/>
        </w:rPr>
        <w:tab/>
        <w:t>نور</w:t>
      </w:r>
      <w:r>
        <w:rPr>
          <w:rFonts w:hint="cs"/>
          <w:rtl/>
        </w:rPr>
        <w:t>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؛ م</w:t>
      </w:r>
      <w:r>
        <w:rPr>
          <w:rFonts w:hint="cs"/>
          <w:rtl/>
        </w:rPr>
        <w:t>ی</w:t>
      </w:r>
      <w:r>
        <w:rPr>
          <w:rFonts w:hint="eastAsia"/>
          <w:rtl/>
        </w:rPr>
        <w:t>رز</w:t>
      </w:r>
      <w:r w:rsidR="00816B77" w:rsidRPr="00816B77">
        <w:rPr>
          <w:rFonts w:hint="eastAsia"/>
          <w:rtl/>
          <w:lang w:bidi="ur-PK"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؛مستدرک </w:t>
      </w:r>
      <w:r w:rsidR="00816B77" w:rsidRPr="00816B77">
        <w:rPr>
          <w:rtl/>
          <w:lang w:bidi="ur-PK"/>
        </w:rPr>
        <w:t>ا</w:t>
      </w:r>
      <w:r>
        <w:rPr>
          <w:rtl/>
        </w:rPr>
        <w:t>لوس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ئل، مؤسسہ 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ل </w:t>
      </w:r>
      <w:r w:rsidR="00816B77" w:rsidRPr="00816B77">
        <w:rPr>
          <w:rtl/>
          <w:lang w:bidi="ur-PK"/>
        </w:rPr>
        <w:t>ا</w:t>
      </w:r>
      <w:r>
        <w:rPr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 w:rsidR="00C15B30" w:rsidRPr="00C15B30">
        <w:rPr>
          <w:rFonts w:hint="cs"/>
          <w:rtl/>
          <w:lang w:bidi="ur-PK"/>
        </w:rPr>
        <w:t>14</w:t>
      </w:r>
      <w:r w:rsidR="0035346A" w:rsidRPr="0035346A">
        <w:rPr>
          <w:rFonts w:hint="cs"/>
          <w:rtl/>
          <w:lang w:bidi="ur-PK"/>
        </w:rPr>
        <w:t>0</w:t>
      </w:r>
      <w:r w:rsidR="00C15B30" w:rsidRPr="00C15B30">
        <w:rPr>
          <w:rFonts w:hint="cs"/>
          <w:rtl/>
          <w:lang w:bidi="ur-PK"/>
        </w:rPr>
        <w:t>8</w:t>
      </w:r>
      <w:r w:rsidRPr="00E67D25">
        <w:rPr>
          <w:rFonts w:hint="cs"/>
          <w:rtl/>
        </w:rPr>
        <w:t>ھ</w:t>
      </w:r>
    </w:p>
    <w:p w:rsidR="005A2492" w:rsidRDefault="005A2492" w:rsidP="005A2492">
      <w:pPr>
        <w:pStyle w:val="libNormal"/>
        <w:rPr>
          <w:rtl/>
        </w:rPr>
      </w:pPr>
      <w:r>
        <w:rPr>
          <w:rtl/>
        </w:rPr>
        <w:t>56.</w:t>
      </w:r>
      <w:r>
        <w:rPr>
          <w:rtl/>
        </w:rPr>
        <w:tab/>
        <w:t>و</w:t>
      </w:r>
      <w:r w:rsidR="00816B77" w:rsidRPr="00816B77">
        <w:rPr>
          <w:rtl/>
          <w:lang w:bidi="ur-PK"/>
        </w:rPr>
        <w:t>ا</w:t>
      </w:r>
      <w:r>
        <w:rPr>
          <w:rtl/>
        </w:rPr>
        <w:t>حد خو</w:t>
      </w:r>
      <w:r w:rsidR="00816B77" w:rsidRPr="00816B77">
        <w:rPr>
          <w:rtl/>
          <w:lang w:bidi="ur-PK"/>
        </w:rPr>
        <w:t>ا</w:t>
      </w:r>
      <w:r>
        <w:rPr>
          <w:rtl/>
        </w:rPr>
        <w:t>ہر</w:t>
      </w:r>
      <w:r w:rsidR="00816B77" w:rsidRPr="00816B77">
        <w:rPr>
          <w:rtl/>
          <w:lang w:bidi="ur-PK"/>
        </w:rPr>
        <w:t>ا</w:t>
      </w:r>
      <w:r>
        <w:rPr>
          <w:rtl/>
        </w:rPr>
        <w:t>ن؛  ف</w:t>
      </w:r>
      <w:r w:rsidR="00816B77" w:rsidRPr="00816B77">
        <w:rPr>
          <w:rtl/>
          <w:lang w:bidi="ur-PK"/>
        </w:rPr>
        <w:t>ا</w:t>
      </w:r>
      <w:r>
        <w:rPr>
          <w:rtl/>
        </w:rPr>
        <w:t>طمہ گل و</w:t>
      </w:r>
      <w:r w:rsidR="00816B77" w:rsidRPr="00816B77">
        <w:rPr>
          <w:rtl/>
          <w:lang w:bidi="ur-PK"/>
        </w:rPr>
        <w:t>ا</w:t>
      </w:r>
      <w:r>
        <w:rPr>
          <w:rtl/>
        </w:rPr>
        <w:t xml:space="preserve">ژۂ </w:t>
      </w:r>
      <w:r w:rsidR="00816B77" w:rsidRPr="00816B77">
        <w:rPr>
          <w:rtl/>
          <w:lang w:bidi="ur-PK"/>
        </w:rPr>
        <w:t>ا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816B77" w:rsidRPr="00816B77">
        <w:rPr>
          <w:rFonts w:hint="eastAsia"/>
          <w:rtl/>
          <w:lang w:bidi="ur-PK"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16B77" w:rsidRPr="00816B77">
        <w:rPr>
          <w:rtl/>
          <w:lang w:bidi="ur-PK"/>
        </w:rPr>
        <w:t>ا</w:t>
      </w:r>
      <w:r>
        <w:rPr>
          <w:rtl/>
        </w:rPr>
        <w:t>سل</w:t>
      </w:r>
      <w:r w:rsidR="00816B77" w:rsidRPr="00816B77">
        <w:rPr>
          <w:rtl/>
          <w:lang w:bidi="ur-PK"/>
        </w:rPr>
        <w:t>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قم، </w:t>
      </w:r>
      <w:r w:rsidR="00C15B30" w:rsidRPr="00C15B30">
        <w:rPr>
          <w:rFonts w:hint="cs"/>
          <w:rtl/>
          <w:lang w:bidi="ur-PK"/>
        </w:rPr>
        <w:t>1368</w:t>
      </w:r>
      <w:r w:rsidRPr="00E67D25">
        <w:rPr>
          <w:rFonts w:hint="cs"/>
          <w:rtl/>
        </w:rPr>
        <w:t>ش</w:t>
      </w:r>
    </w:p>
    <w:p w:rsidR="00AD32AB" w:rsidRDefault="0035346A" w:rsidP="0035346A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/>
          <w:sz w:val="30"/>
          <w:szCs w:val="30"/>
          <w:rtl/>
        </w:rPr>
        <w:id w:val="8524160"/>
        <w:docPartObj>
          <w:docPartGallery w:val="Table of Contents"/>
          <w:docPartUnique/>
        </w:docPartObj>
      </w:sdtPr>
      <w:sdtContent>
        <w:p w:rsidR="00AD32AB" w:rsidRDefault="00AD32AB" w:rsidP="00AD32AB">
          <w:pPr>
            <w:pStyle w:val="Heading1Center"/>
          </w:pPr>
          <w:r w:rsidRPr="00AD32AB">
            <w:rPr>
              <w:rStyle w:val="libNormalChar"/>
              <w:rFonts w:hint="cs"/>
              <w:rtl/>
            </w:rPr>
            <w:t>فہرست</w:t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 w:rsidRPr="00867C55">
            <w:fldChar w:fldCharType="begin"/>
          </w:r>
          <w:r w:rsidR="00AD32AB">
            <w:instrText xml:space="preserve"> TOC \o "1-3" \h \z \u </w:instrText>
          </w:r>
          <w:r w:rsidRPr="00867C55">
            <w:fldChar w:fldCharType="separate"/>
          </w:r>
          <w:hyperlink w:anchor="_Toc39319042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Toc393190425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2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Toc393190426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2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ئش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وجوہ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Toc393190427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2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خذ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Toc393190428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29" w:history="1">
            <w:r w:rsidR="00AD32AB" w:rsidRPr="004E5BD4">
              <w:rPr>
                <w:rStyle w:val="Hyperlink"/>
                <w:noProof/>
                <w:rtl/>
                <w:lang w:bidi="ur-PK"/>
              </w:rPr>
              <w:t>1:-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مج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Toc393190429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0" w:history="1">
            <w:r w:rsidR="00AD32AB" w:rsidRPr="004E5BD4">
              <w:rPr>
                <w:rStyle w:val="Hyperlink"/>
                <w:noProof/>
                <w:rtl/>
                <w:lang w:bidi="ur-PK"/>
              </w:rPr>
              <w:t>2:-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سنت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1" w:history="1">
            <w:r w:rsidR="00AD32AB" w:rsidRPr="004E5BD4">
              <w:rPr>
                <w:rStyle w:val="Hyperlink"/>
                <w:noProof/>
                <w:rtl/>
                <w:lang w:bidi="ur-PK"/>
              </w:rPr>
              <w:t>3:-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2" w:history="1">
            <w:r w:rsidR="00AD32AB" w:rsidRPr="004E5BD4">
              <w:rPr>
                <w:rStyle w:val="Hyperlink"/>
                <w:noProof/>
                <w:rtl/>
                <w:lang w:bidi="ur-PK"/>
              </w:rPr>
              <w:t>4:-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عقل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تعر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ضرورت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تشک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تشک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صول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شو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عشق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محبت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ذمہ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3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زندگ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Toc393190439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0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مودت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پہل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فصل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ذمہ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3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تعر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4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ص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لح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لص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لح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ترب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لئے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ئش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پہلے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7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لئےب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نتخ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دلہن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عث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برکت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4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دلہن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کچھ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پرہ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کرے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Toc393190449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0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شرت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مہ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رکھے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بعد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ظہر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ممنوع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وقت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ممنوع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شرم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کھن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ممنوع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5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جنب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ممنوع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جن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پڑھن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ممنوع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تول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رکھے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کھڑے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ہوکر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ممنوع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5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شب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ضح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Toc393190459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مضطرب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ہم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فکر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بچےّ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لئے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نتخ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ئش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بعد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ذ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دودھ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>ٔ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بچےّ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ضرورت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غذ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>ٔ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بچےّ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6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حتر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Toc393190469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0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حسن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مجتب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یٰ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حتر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1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حتر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عل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بچےّ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3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محبت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حتر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مہرومحبت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طمہ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محبت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محبت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7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تحق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ضد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سبب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Toc393190479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مختلف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ستعد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توجہ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تشو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درم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قض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درم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نظم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رکھ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بچےّ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درس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لغط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ٹے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ترب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7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ترب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کومستحب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مجبور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8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تربتت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رفت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Toc393190489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کےحضور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ترب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معلم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تعل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تعل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سو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پروردگ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>!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ہے؟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5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حس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معلم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قدرد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ظلم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وستم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بچےّ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8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ص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لح</w:t>
            </w:r>
            <w:r w:rsidR="00AD32AB" w:rsidRPr="004E5BD4">
              <w:rPr>
                <w:rStyle w:val="Hyperlink"/>
                <w:noProof/>
                <w:rtl/>
              </w:rPr>
              <w:t xml:space="preserve"> 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نعمت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49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ٹ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عظمت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Toc393190499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</w:t>
            </w:r>
            <w:r w:rsidR="00AD32AB" w:rsidRPr="004E5BD4">
              <w:rPr>
                <w:rStyle w:val="Hyperlink"/>
                <w:noProof/>
                <w:rtl/>
              </w:rPr>
              <w:t xml:space="preserve"> 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چہرہ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کھن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حتر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بچوّں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6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فرو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پربھ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>!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8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فض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برتر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مع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ہے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0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کہتے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ہے؟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Toc393190509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منزلت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خوشبخت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ض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من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مق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قدموں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تلے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جنت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ہے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دوسر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فصل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ذمہ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شوہر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ذمہ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شوہر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ط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عث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مغفرت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19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سکون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Toc393190519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شوہر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رض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رکھن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بدتر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جنس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ہش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پور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خوش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5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قن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پسند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برکت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ورشوہر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ذمہ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29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لٰہ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Toc393190529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ورخد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رش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عفو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گزر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صبور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شوہر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3" w:history="1"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جہنم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ہے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صم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محبت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بھل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6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چھے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سکونت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نفقہ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3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نفقہ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Toc393190539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مہر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مرد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کےبر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کب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کتن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جب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وں؟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خطب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6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گرم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کرےتو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فصل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4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گھر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مدد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Toc393190549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0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لف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بدن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ہرب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بدلے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ہز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شہ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ج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گھنٹہ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مدد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ہز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حج،عمرہ،جہ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دسےبہتر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گھر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مدد،گن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شوہر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خدمت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5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برتن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بج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6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دت</w:t>
            </w:r>
            <w:r w:rsidR="00AD32AB" w:rsidRPr="004E5BD4">
              <w:rPr>
                <w:rStyle w:val="Hyperlink"/>
                <w:noProof/>
                <w:rtl/>
              </w:rPr>
              <w:t>!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کس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درو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گروہ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طمہ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محشور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5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شوہر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رض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Toc393190559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ثو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مردوں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طمہ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لئے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نمونہ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طمہ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غمبر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ٹ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طمہ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طمہ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رفت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چھ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برت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ؤ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خوش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بخت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کچھ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صو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نظم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ضبط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69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عتم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تہمت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بچو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Toc393190569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خوبصورت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1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دوسرے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رکھن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2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چھ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گفتگو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3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عزت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غمخو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noProof/>
                <w:rtl/>
              </w:rPr>
              <w:t xml:space="preserve"> 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ہرگز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ہون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خوش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خوش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قسمت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سعد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ذ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7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سعد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ذ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شرف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Toc393190579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0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چھے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بنو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1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اہ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اشعار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ائ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حسن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خلق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بدخلق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نج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دوست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ئد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چوتھ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فصل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متعلق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معصوم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ascii="Arial" w:hAnsi="Arial" w:cs="Arial"/>
                <w:noProof/>
              </w:rPr>
              <w:t></w:t>
            </w:r>
            <w:r w:rsidR="00AD32AB" w:rsidRPr="004E5BD4">
              <w:rPr>
                <w:rStyle w:val="Hyperlink"/>
                <w:noProof/>
                <w:rtl/>
              </w:rPr>
              <w:t xml:space="preserve"> 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رش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خرچ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پہلے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دوسرے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89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Toc393190589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روز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جمعہ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پھل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ورلمب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عمر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برب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محبت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معصوم</w:t>
            </w:r>
            <w:r w:rsidR="00AD32AB" w:rsidRPr="004E5BD4">
              <w:rPr>
                <w:rStyle w:val="Hyperlink"/>
                <w:noProof/>
                <w:rtl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</w:t>
            </w:r>
            <w:r w:rsidR="00AD32AB" w:rsidRPr="004E5BD4">
              <w:rPr>
                <w:rStyle w:val="Hyperlink"/>
                <w:noProof/>
                <w:rtl/>
              </w:rPr>
              <w:t xml:space="preserve">)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محبت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5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محبت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محور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خوش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کہن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ستقب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حسن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رکھن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59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سخ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Toc393190599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نچو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فصل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ختل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ختل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ختل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جہنم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مرد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شوہر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پسند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خصوص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دولت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قدرت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0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غ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Toc393190609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مستقل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زندگ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گز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رے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شرے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معززہو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نرم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مز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ص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ستھر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رہے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خوش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مؤمن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دوسر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حصہ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مق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پہل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فصل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1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Toc393190619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بشر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مرتبہ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1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بتد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دورم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2" w:history="1"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3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ٹل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4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روم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قرون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وسط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مق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روس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2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مغرب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Toc393190629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1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نگلست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ج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جرمن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ہندوست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عصر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جز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لعرب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ئز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ش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3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Toc393190639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ض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لرہط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لبدل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لمقت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لجمع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لخدن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نک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لشغ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دوسر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فصل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8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قدر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منزلت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49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مق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Toc393190649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0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مرتبہ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1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نظر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ٹ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مرتبہ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2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مرتبہ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3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جتم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بط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حدود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جہ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رع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جب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5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ضرب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مث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کچھ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noProof/>
                <w:rtl/>
              </w:rPr>
              <w:t>: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فصل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5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جتم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Toc393190659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عورتوں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1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خبر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کو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نٹرو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متخصص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جب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ثق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4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ف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طمہ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(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="00AD32AB" w:rsidRPr="004E5BD4">
              <w:rPr>
                <w:rStyle w:val="Hyperlink"/>
                <w:noProof/>
                <w:rtl/>
                <w:lang w:bidi="ur-PK"/>
              </w:rPr>
              <w:t>)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مح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فظ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7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کےس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8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قتص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حقوق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69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ملک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عورتوں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کرد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Toc393190669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حق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رث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چوتھ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فصل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2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سل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نگ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ں</w:t>
            </w:r>
            <w:r w:rsidR="00AD32AB" w:rsidRPr="004E5BD4">
              <w:rPr>
                <w:rStyle w:val="Hyperlink"/>
                <w:noProof/>
                <w:rtl/>
              </w:rPr>
              <w:t xml:space="preserve"> 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مسلم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سے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؟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4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خم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Toc393190674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5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رہبر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معظم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س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عل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خامن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ا</w:t>
            </w:r>
            <w:r w:rsidR="00AD32AB" w:rsidRPr="004E5BD4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 (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مد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ظلہ</w:t>
            </w:r>
            <w:r w:rsidR="00AD32AB" w:rsidRPr="004E5BD4">
              <w:rPr>
                <w:rStyle w:val="Hyperlink"/>
                <w:noProof/>
                <w:rtl/>
              </w:rPr>
              <w:t xml:space="preserve">)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اور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وم</w:t>
            </w:r>
            <w:r w:rsidR="00AD32AB" w:rsidRPr="004E5BD4">
              <w:rPr>
                <w:rStyle w:val="Hyperlink"/>
                <w:noProof/>
                <w:rtl/>
              </w:rPr>
              <w:t xml:space="preserve"> 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خو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Toc393190675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AD32AB" w:rsidP="00AD32A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6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مغرب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ز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د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تلخ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تجرب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Toc393190676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7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روس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Toc393190677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8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مر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کہ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Toc393190678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79" w:history="1"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نگلست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Toc393190679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80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ج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پ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Toc393190680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81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تھ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ئل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نڈ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Toc393190681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82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مغرب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جرمن</w:t>
            </w:r>
            <w:r w:rsidR="00AD32AB" w:rsidRPr="004E5BD4">
              <w:rPr>
                <w:rStyle w:val="Hyperlink"/>
                <w:rFonts w:hint="cs"/>
                <w:noProof/>
                <w:rtl/>
              </w:rPr>
              <w:t>ی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Toc393190682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3190683" w:history="1">
            <w:r w:rsidR="00AD32AB" w:rsidRPr="004E5BD4">
              <w:rPr>
                <w:rStyle w:val="Hyperlink"/>
                <w:rFonts w:hint="eastAsia"/>
                <w:noProof/>
                <w:rtl/>
              </w:rPr>
              <w:t>فہرست</w:t>
            </w:r>
            <w:r w:rsidR="00AD32AB" w:rsidRPr="004E5BD4">
              <w:rPr>
                <w:rStyle w:val="Hyperlink"/>
                <w:noProof/>
                <w:rtl/>
              </w:rPr>
              <w:t xml:space="preserve"> 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من</w:t>
            </w:r>
            <w:r w:rsidR="00AD32AB" w:rsidRPr="004E5BD4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="00AD32AB" w:rsidRPr="004E5BD4">
              <w:rPr>
                <w:rStyle w:val="Hyperlink"/>
                <w:rFonts w:hint="eastAsia"/>
                <w:noProof/>
                <w:rtl/>
              </w:rPr>
              <w:t>بع</w:t>
            </w:r>
            <w:r w:rsidR="00AD32AB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 w:rsidR="00AD32AB">
              <w:rPr>
                <w:noProof/>
                <w:webHidden/>
              </w:rPr>
              <w:instrText>PAGEREF</w:instrText>
            </w:r>
            <w:r w:rsidR="00AD32AB">
              <w:rPr>
                <w:noProof/>
                <w:webHidden/>
                <w:rtl/>
              </w:rPr>
              <w:instrText xml:space="preserve"> _</w:instrText>
            </w:r>
            <w:r w:rsidR="00AD32AB">
              <w:rPr>
                <w:noProof/>
                <w:webHidden/>
              </w:rPr>
              <w:instrText>Toc393190683 \h</w:instrText>
            </w:r>
            <w:r w:rsidR="00AD32AB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585C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32AB" w:rsidRDefault="00867C55" w:rsidP="00AD32AB">
          <w:pPr>
            <w:pStyle w:val="libNormal"/>
          </w:pPr>
          <w:r>
            <w:fldChar w:fldCharType="end"/>
          </w:r>
        </w:p>
      </w:sdtContent>
    </w:sdt>
    <w:sectPr w:rsidR="00AD32AB" w:rsidSect="00826B03">
      <w:footerReference w:type="default" r:id="rId8"/>
      <w:footerReference w:type="first" r:id="rId9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8B6" w:rsidRDefault="002318B6">
      <w:r>
        <w:separator/>
      </w:r>
    </w:p>
  </w:endnote>
  <w:endnote w:type="continuationSeparator" w:id="1">
    <w:p w:rsidR="002318B6" w:rsidRDefault="00231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D25" w:rsidRDefault="00E67D25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D25" w:rsidRPr="00826B03" w:rsidRDefault="00E67D25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8B6" w:rsidRDefault="002318B6">
      <w:r>
        <w:separator/>
      </w:r>
    </w:p>
  </w:footnote>
  <w:footnote w:type="continuationSeparator" w:id="1">
    <w:p w:rsidR="002318B6" w:rsidRDefault="002318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2A570E75"/>
    <w:multiLevelType w:val="hybridMultilevel"/>
    <w:tmpl w:val="D69E1C8E"/>
    <w:lvl w:ilvl="0" w:tplc="2CCE265A">
      <w:start w:val="12"/>
      <w:numFmt w:val="decimal"/>
      <w:lvlText w:val="(%1)"/>
      <w:lvlJc w:val="left"/>
      <w:pPr>
        <w:ind w:left="150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348A5AB2"/>
    <w:multiLevelType w:val="hybridMultilevel"/>
    <w:tmpl w:val="B8AC1668"/>
    <w:lvl w:ilvl="0" w:tplc="4A0053D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242C2"/>
    <w:multiLevelType w:val="hybridMultilevel"/>
    <w:tmpl w:val="BDD8BC44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473B8"/>
    <w:multiLevelType w:val="hybridMultilevel"/>
    <w:tmpl w:val="27764850"/>
    <w:lvl w:ilvl="0" w:tplc="3876883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25DBB"/>
    <w:multiLevelType w:val="hybridMultilevel"/>
    <w:tmpl w:val="B44C5FA4"/>
    <w:lvl w:ilvl="0" w:tplc="54F6E1A8">
      <w:start w:val="1"/>
      <w:numFmt w:val="bullet"/>
      <w:lvlText w:val="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C0886">
      <w:start w:val="1"/>
      <w:numFmt w:val="bullet"/>
      <w:lvlText w:val="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3F597F28"/>
    <w:multiLevelType w:val="hybridMultilevel"/>
    <w:tmpl w:val="EDD6D130"/>
    <w:lvl w:ilvl="0" w:tplc="D79AAF6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4A3CEA"/>
    <w:multiLevelType w:val="hybridMultilevel"/>
    <w:tmpl w:val="17F2F17E"/>
    <w:lvl w:ilvl="0" w:tplc="2952AB1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1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2">
    <w:nsid w:val="7BE54C3E"/>
    <w:multiLevelType w:val="hybridMultilevel"/>
    <w:tmpl w:val="C0088C58"/>
    <w:lvl w:ilvl="0" w:tplc="3E3AB150">
      <w:numFmt w:val="decimalFullWidth"/>
      <w:lvlText w:val="(%1)"/>
      <w:lvlJc w:val="left"/>
      <w:pPr>
        <w:ind w:left="1620" w:hanging="63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0A68"/>
    <w:rsid w:val="000035DD"/>
    <w:rsid w:val="000049AF"/>
    <w:rsid w:val="00004D72"/>
    <w:rsid w:val="00005A19"/>
    <w:rsid w:val="00005AEB"/>
    <w:rsid w:val="00005CAC"/>
    <w:rsid w:val="00006AA8"/>
    <w:rsid w:val="00007F62"/>
    <w:rsid w:val="00011068"/>
    <w:rsid w:val="00012059"/>
    <w:rsid w:val="000126D3"/>
    <w:rsid w:val="00014028"/>
    <w:rsid w:val="00014452"/>
    <w:rsid w:val="0001528F"/>
    <w:rsid w:val="000176B6"/>
    <w:rsid w:val="0001784B"/>
    <w:rsid w:val="000179E5"/>
    <w:rsid w:val="00017BCA"/>
    <w:rsid w:val="000200F1"/>
    <w:rsid w:val="000201F5"/>
    <w:rsid w:val="00021DAF"/>
    <w:rsid w:val="00024A07"/>
    <w:rsid w:val="00025795"/>
    <w:rsid w:val="0002584F"/>
    <w:rsid w:val="00025BD0"/>
    <w:rsid w:val="00025D61"/>
    <w:rsid w:val="000267FE"/>
    <w:rsid w:val="000273A3"/>
    <w:rsid w:val="00031EF8"/>
    <w:rsid w:val="000326C8"/>
    <w:rsid w:val="00032704"/>
    <w:rsid w:val="00033582"/>
    <w:rsid w:val="0003398D"/>
    <w:rsid w:val="00036A0B"/>
    <w:rsid w:val="00036E92"/>
    <w:rsid w:val="00037DF0"/>
    <w:rsid w:val="00040798"/>
    <w:rsid w:val="000416A8"/>
    <w:rsid w:val="0004187C"/>
    <w:rsid w:val="00043023"/>
    <w:rsid w:val="000445CA"/>
    <w:rsid w:val="00044DC8"/>
    <w:rsid w:val="00044F50"/>
    <w:rsid w:val="00047C50"/>
    <w:rsid w:val="000501DA"/>
    <w:rsid w:val="0005059C"/>
    <w:rsid w:val="00050C99"/>
    <w:rsid w:val="00051606"/>
    <w:rsid w:val="00051ABB"/>
    <w:rsid w:val="00051BD5"/>
    <w:rsid w:val="000527BB"/>
    <w:rsid w:val="00052FF3"/>
    <w:rsid w:val="00053815"/>
    <w:rsid w:val="00053BEB"/>
    <w:rsid w:val="00054406"/>
    <w:rsid w:val="00055A9A"/>
    <w:rsid w:val="00057714"/>
    <w:rsid w:val="00057AF9"/>
    <w:rsid w:val="00060879"/>
    <w:rsid w:val="0006216A"/>
    <w:rsid w:val="00063305"/>
    <w:rsid w:val="00063BC8"/>
    <w:rsid w:val="00065953"/>
    <w:rsid w:val="00066BCA"/>
    <w:rsid w:val="00067F84"/>
    <w:rsid w:val="00070B87"/>
    <w:rsid w:val="00071C97"/>
    <w:rsid w:val="00072559"/>
    <w:rsid w:val="00072862"/>
    <w:rsid w:val="00073DFA"/>
    <w:rsid w:val="00074761"/>
    <w:rsid w:val="000756A7"/>
    <w:rsid w:val="000761F7"/>
    <w:rsid w:val="0007628C"/>
    <w:rsid w:val="00076A3A"/>
    <w:rsid w:val="00081220"/>
    <w:rsid w:val="00081DB4"/>
    <w:rsid w:val="000853CE"/>
    <w:rsid w:val="000854F5"/>
    <w:rsid w:val="00085888"/>
    <w:rsid w:val="00086BEF"/>
    <w:rsid w:val="00090987"/>
    <w:rsid w:val="00090DF4"/>
    <w:rsid w:val="0009217D"/>
    <w:rsid w:val="00092796"/>
    <w:rsid w:val="00092805"/>
    <w:rsid w:val="00092A0C"/>
    <w:rsid w:val="00092AF6"/>
    <w:rsid w:val="00095FD9"/>
    <w:rsid w:val="000967FC"/>
    <w:rsid w:val="000A089A"/>
    <w:rsid w:val="000A0B38"/>
    <w:rsid w:val="000A2634"/>
    <w:rsid w:val="000A47EC"/>
    <w:rsid w:val="000A4FD9"/>
    <w:rsid w:val="000A6DD5"/>
    <w:rsid w:val="000A7553"/>
    <w:rsid w:val="000A7750"/>
    <w:rsid w:val="000B046E"/>
    <w:rsid w:val="000B06AE"/>
    <w:rsid w:val="000B11D0"/>
    <w:rsid w:val="000B1FC0"/>
    <w:rsid w:val="000B2915"/>
    <w:rsid w:val="000B2F67"/>
    <w:rsid w:val="000B37AB"/>
    <w:rsid w:val="000B3A56"/>
    <w:rsid w:val="000B70F9"/>
    <w:rsid w:val="000C0A89"/>
    <w:rsid w:val="000C0B26"/>
    <w:rsid w:val="000C1330"/>
    <w:rsid w:val="000C2CD5"/>
    <w:rsid w:val="000C40F3"/>
    <w:rsid w:val="000C5332"/>
    <w:rsid w:val="000C62B2"/>
    <w:rsid w:val="000C6ADD"/>
    <w:rsid w:val="000C7722"/>
    <w:rsid w:val="000D0932"/>
    <w:rsid w:val="000D0AFA"/>
    <w:rsid w:val="000D1BDF"/>
    <w:rsid w:val="000D4FFC"/>
    <w:rsid w:val="000D57D0"/>
    <w:rsid w:val="000D6DF0"/>
    <w:rsid w:val="000D71B7"/>
    <w:rsid w:val="000E0BAB"/>
    <w:rsid w:val="000E188E"/>
    <w:rsid w:val="000E2EF4"/>
    <w:rsid w:val="000E3F3D"/>
    <w:rsid w:val="000E57F4"/>
    <w:rsid w:val="000E5A21"/>
    <w:rsid w:val="000E6824"/>
    <w:rsid w:val="000E7877"/>
    <w:rsid w:val="000E7A81"/>
    <w:rsid w:val="000E7EA3"/>
    <w:rsid w:val="000F1C3B"/>
    <w:rsid w:val="000F3F7D"/>
    <w:rsid w:val="000F5030"/>
    <w:rsid w:val="000F5FD3"/>
    <w:rsid w:val="000F7042"/>
    <w:rsid w:val="000F7950"/>
    <w:rsid w:val="0010046E"/>
    <w:rsid w:val="0010049D"/>
    <w:rsid w:val="00101C07"/>
    <w:rsid w:val="001023BD"/>
    <w:rsid w:val="00103F25"/>
    <w:rsid w:val="0010403F"/>
    <w:rsid w:val="0010585C"/>
    <w:rsid w:val="00107A5E"/>
    <w:rsid w:val="00107A6B"/>
    <w:rsid w:val="00110570"/>
    <w:rsid w:val="001106A5"/>
    <w:rsid w:val="00110764"/>
    <w:rsid w:val="00111AE3"/>
    <w:rsid w:val="00111F40"/>
    <w:rsid w:val="00112CB2"/>
    <w:rsid w:val="00112D4F"/>
    <w:rsid w:val="001130C4"/>
    <w:rsid w:val="0011352E"/>
    <w:rsid w:val="00113B0B"/>
    <w:rsid w:val="00113CCC"/>
    <w:rsid w:val="00114323"/>
    <w:rsid w:val="00114848"/>
    <w:rsid w:val="00115392"/>
    <w:rsid w:val="00115473"/>
    <w:rsid w:val="001154D1"/>
    <w:rsid w:val="00115A71"/>
    <w:rsid w:val="001162C9"/>
    <w:rsid w:val="0011649F"/>
    <w:rsid w:val="001209A2"/>
    <w:rsid w:val="00120D7D"/>
    <w:rsid w:val="0012268F"/>
    <w:rsid w:val="0012315E"/>
    <w:rsid w:val="00124106"/>
    <w:rsid w:val="0012426D"/>
    <w:rsid w:val="001243ED"/>
    <w:rsid w:val="00125C03"/>
    <w:rsid w:val="00125CAE"/>
    <w:rsid w:val="00126471"/>
    <w:rsid w:val="0012747D"/>
    <w:rsid w:val="00130055"/>
    <w:rsid w:val="00134161"/>
    <w:rsid w:val="0013452D"/>
    <w:rsid w:val="00135E90"/>
    <w:rsid w:val="00136268"/>
    <w:rsid w:val="0013694C"/>
    <w:rsid w:val="00136E6F"/>
    <w:rsid w:val="00137585"/>
    <w:rsid w:val="00137731"/>
    <w:rsid w:val="00137D1E"/>
    <w:rsid w:val="0014038B"/>
    <w:rsid w:val="00141993"/>
    <w:rsid w:val="00141F3B"/>
    <w:rsid w:val="00142472"/>
    <w:rsid w:val="00142684"/>
    <w:rsid w:val="0014341C"/>
    <w:rsid w:val="00143EEA"/>
    <w:rsid w:val="00144CAA"/>
    <w:rsid w:val="00147ED8"/>
    <w:rsid w:val="00151C03"/>
    <w:rsid w:val="00151FCF"/>
    <w:rsid w:val="00152A4A"/>
    <w:rsid w:val="00153917"/>
    <w:rsid w:val="00153A02"/>
    <w:rsid w:val="001543DF"/>
    <w:rsid w:val="00154865"/>
    <w:rsid w:val="00154A0D"/>
    <w:rsid w:val="00154EE9"/>
    <w:rsid w:val="00156292"/>
    <w:rsid w:val="00157306"/>
    <w:rsid w:val="0015735D"/>
    <w:rsid w:val="00157B36"/>
    <w:rsid w:val="001604D3"/>
    <w:rsid w:val="00160F76"/>
    <w:rsid w:val="00163D83"/>
    <w:rsid w:val="00164767"/>
    <w:rsid w:val="00164810"/>
    <w:rsid w:val="001654FC"/>
    <w:rsid w:val="001677CA"/>
    <w:rsid w:val="001701A4"/>
    <w:rsid w:val="001712E1"/>
    <w:rsid w:val="001713DE"/>
    <w:rsid w:val="00172497"/>
    <w:rsid w:val="00172F58"/>
    <w:rsid w:val="0017497F"/>
    <w:rsid w:val="00176942"/>
    <w:rsid w:val="00177634"/>
    <w:rsid w:val="0018019E"/>
    <w:rsid w:val="00182CD3"/>
    <w:rsid w:val="001850DF"/>
    <w:rsid w:val="00185E1F"/>
    <w:rsid w:val="0018664D"/>
    <w:rsid w:val="00186F00"/>
    <w:rsid w:val="00187017"/>
    <w:rsid w:val="00187246"/>
    <w:rsid w:val="00187294"/>
    <w:rsid w:val="00187517"/>
    <w:rsid w:val="001937F7"/>
    <w:rsid w:val="001A0DAA"/>
    <w:rsid w:val="001A0DAF"/>
    <w:rsid w:val="001A1408"/>
    <w:rsid w:val="001A240E"/>
    <w:rsid w:val="001A263A"/>
    <w:rsid w:val="001A2F38"/>
    <w:rsid w:val="001A3110"/>
    <w:rsid w:val="001A3F8C"/>
    <w:rsid w:val="001A4C37"/>
    <w:rsid w:val="001A4D9B"/>
    <w:rsid w:val="001A69E0"/>
    <w:rsid w:val="001A6EC0"/>
    <w:rsid w:val="001A797D"/>
    <w:rsid w:val="001B07B7"/>
    <w:rsid w:val="001B12C8"/>
    <w:rsid w:val="001B14BE"/>
    <w:rsid w:val="001B16FD"/>
    <w:rsid w:val="001B1ABA"/>
    <w:rsid w:val="001B1FA7"/>
    <w:rsid w:val="001B322A"/>
    <w:rsid w:val="001B4B1F"/>
    <w:rsid w:val="001B577F"/>
    <w:rsid w:val="001B5826"/>
    <w:rsid w:val="001B599E"/>
    <w:rsid w:val="001B63FF"/>
    <w:rsid w:val="001B702D"/>
    <w:rsid w:val="001B7407"/>
    <w:rsid w:val="001C019C"/>
    <w:rsid w:val="001C03EA"/>
    <w:rsid w:val="001C0771"/>
    <w:rsid w:val="001C1FF8"/>
    <w:rsid w:val="001C2F07"/>
    <w:rsid w:val="001C320C"/>
    <w:rsid w:val="001C3D8D"/>
    <w:rsid w:val="001C4874"/>
    <w:rsid w:val="001C5EDB"/>
    <w:rsid w:val="001C65F5"/>
    <w:rsid w:val="001D0268"/>
    <w:rsid w:val="001D0FDF"/>
    <w:rsid w:val="001D1D90"/>
    <w:rsid w:val="001D2415"/>
    <w:rsid w:val="001D41A1"/>
    <w:rsid w:val="001D5007"/>
    <w:rsid w:val="001D5B75"/>
    <w:rsid w:val="001E016E"/>
    <w:rsid w:val="001E1296"/>
    <w:rsid w:val="001E156A"/>
    <w:rsid w:val="001E1C83"/>
    <w:rsid w:val="001E25DC"/>
    <w:rsid w:val="001E2BBF"/>
    <w:rsid w:val="001E33AC"/>
    <w:rsid w:val="001E36D4"/>
    <w:rsid w:val="001E41AF"/>
    <w:rsid w:val="001E45EC"/>
    <w:rsid w:val="001E4650"/>
    <w:rsid w:val="001E7015"/>
    <w:rsid w:val="001F01AD"/>
    <w:rsid w:val="001F069A"/>
    <w:rsid w:val="001F0713"/>
    <w:rsid w:val="001F0F5A"/>
    <w:rsid w:val="001F3DB4"/>
    <w:rsid w:val="001F4CBD"/>
    <w:rsid w:val="001F5705"/>
    <w:rsid w:val="002015EE"/>
    <w:rsid w:val="00202C7B"/>
    <w:rsid w:val="0020339B"/>
    <w:rsid w:val="002039D1"/>
    <w:rsid w:val="002044D3"/>
    <w:rsid w:val="002054C5"/>
    <w:rsid w:val="002055FA"/>
    <w:rsid w:val="002061AB"/>
    <w:rsid w:val="00207E0A"/>
    <w:rsid w:val="00211378"/>
    <w:rsid w:val="002122BD"/>
    <w:rsid w:val="00212BEA"/>
    <w:rsid w:val="002130DE"/>
    <w:rsid w:val="002132E5"/>
    <w:rsid w:val="00213834"/>
    <w:rsid w:val="002139CB"/>
    <w:rsid w:val="00214801"/>
    <w:rsid w:val="002167FE"/>
    <w:rsid w:val="00216C44"/>
    <w:rsid w:val="00220388"/>
    <w:rsid w:val="00220729"/>
    <w:rsid w:val="002222E1"/>
    <w:rsid w:val="002247A3"/>
    <w:rsid w:val="00224964"/>
    <w:rsid w:val="00225A0F"/>
    <w:rsid w:val="00225BC2"/>
    <w:rsid w:val="0022677C"/>
    <w:rsid w:val="002267C7"/>
    <w:rsid w:val="00227FEE"/>
    <w:rsid w:val="002315B7"/>
    <w:rsid w:val="002318B6"/>
    <w:rsid w:val="00232B53"/>
    <w:rsid w:val="00235C88"/>
    <w:rsid w:val="002373D1"/>
    <w:rsid w:val="00237688"/>
    <w:rsid w:val="00240E26"/>
    <w:rsid w:val="00241083"/>
    <w:rsid w:val="002410BB"/>
    <w:rsid w:val="0024194E"/>
    <w:rsid w:val="00241CB0"/>
    <w:rsid w:val="00241F59"/>
    <w:rsid w:val="0024265C"/>
    <w:rsid w:val="00244C2E"/>
    <w:rsid w:val="002468A2"/>
    <w:rsid w:val="00247080"/>
    <w:rsid w:val="00247BD5"/>
    <w:rsid w:val="0025065A"/>
    <w:rsid w:val="00250E0A"/>
    <w:rsid w:val="00250E0F"/>
    <w:rsid w:val="00251E02"/>
    <w:rsid w:val="0025504F"/>
    <w:rsid w:val="002565D0"/>
    <w:rsid w:val="002568DF"/>
    <w:rsid w:val="00257657"/>
    <w:rsid w:val="002577D5"/>
    <w:rsid w:val="00257BF1"/>
    <w:rsid w:val="00257C5D"/>
    <w:rsid w:val="00261B22"/>
    <w:rsid w:val="00261DC7"/>
    <w:rsid w:val="002626EB"/>
    <w:rsid w:val="002632AE"/>
    <w:rsid w:val="00263AA1"/>
    <w:rsid w:val="00263F56"/>
    <w:rsid w:val="00264D5D"/>
    <w:rsid w:val="00264F98"/>
    <w:rsid w:val="0026520E"/>
    <w:rsid w:val="00266716"/>
    <w:rsid w:val="002676B7"/>
    <w:rsid w:val="00270D2A"/>
    <w:rsid w:val="00272450"/>
    <w:rsid w:val="0027285E"/>
    <w:rsid w:val="0027369F"/>
    <w:rsid w:val="00273862"/>
    <w:rsid w:val="00274D89"/>
    <w:rsid w:val="00274FDE"/>
    <w:rsid w:val="002756E8"/>
    <w:rsid w:val="00276496"/>
    <w:rsid w:val="002764A6"/>
    <w:rsid w:val="00277277"/>
    <w:rsid w:val="002778C1"/>
    <w:rsid w:val="00277F2F"/>
    <w:rsid w:val="002818EF"/>
    <w:rsid w:val="0028271F"/>
    <w:rsid w:val="002827F4"/>
    <w:rsid w:val="00283744"/>
    <w:rsid w:val="0028459E"/>
    <w:rsid w:val="00286BB7"/>
    <w:rsid w:val="0029369F"/>
    <w:rsid w:val="002937DD"/>
    <w:rsid w:val="002940C0"/>
    <w:rsid w:val="00295A59"/>
    <w:rsid w:val="0029607F"/>
    <w:rsid w:val="002964B4"/>
    <w:rsid w:val="00297A28"/>
    <w:rsid w:val="002A0284"/>
    <w:rsid w:val="002A0CC5"/>
    <w:rsid w:val="002A160A"/>
    <w:rsid w:val="002A283B"/>
    <w:rsid w:val="002A3206"/>
    <w:rsid w:val="002A32FE"/>
    <w:rsid w:val="002A338C"/>
    <w:rsid w:val="002A5C93"/>
    <w:rsid w:val="002A6F42"/>
    <w:rsid w:val="002A717D"/>
    <w:rsid w:val="002A73D7"/>
    <w:rsid w:val="002B1092"/>
    <w:rsid w:val="002B2B15"/>
    <w:rsid w:val="002B4EFD"/>
    <w:rsid w:val="002B5911"/>
    <w:rsid w:val="002B5EC0"/>
    <w:rsid w:val="002B5F1A"/>
    <w:rsid w:val="002B71A8"/>
    <w:rsid w:val="002B7989"/>
    <w:rsid w:val="002C17C1"/>
    <w:rsid w:val="002C3E3A"/>
    <w:rsid w:val="002C50CB"/>
    <w:rsid w:val="002C5C66"/>
    <w:rsid w:val="002C6427"/>
    <w:rsid w:val="002D093D"/>
    <w:rsid w:val="002D0E46"/>
    <w:rsid w:val="002D1553"/>
    <w:rsid w:val="002D19A9"/>
    <w:rsid w:val="002D1DAD"/>
    <w:rsid w:val="002D2485"/>
    <w:rsid w:val="002D3B80"/>
    <w:rsid w:val="002D4EC9"/>
    <w:rsid w:val="002D5794"/>
    <w:rsid w:val="002D580E"/>
    <w:rsid w:val="002D76E3"/>
    <w:rsid w:val="002D7D58"/>
    <w:rsid w:val="002E19EE"/>
    <w:rsid w:val="002E28BE"/>
    <w:rsid w:val="002E4976"/>
    <w:rsid w:val="002E4D3D"/>
    <w:rsid w:val="002E5340"/>
    <w:rsid w:val="002E5CA1"/>
    <w:rsid w:val="002E6022"/>
    <w:rsid w:val="002E6FBF"/>
    <w:rsid w:val="002E7609"/>
    <w:rsid w:val="002E78B5"/>
    <w:rsid w:val="002F1345"/>
    <w:rsid w:val="002F1C3C"/>
    <w:rsid w:val="002F2966"/>
    <w:rsid w:val="002F2F4C"/>
    <w:rsid w:val="002F3626"/>
    <w:rsid w:val="002F50E2"/>
    <w:rsid w:val="002F5FBD"/>
    <w:rsid w:val="002F6023"/>
    <w:rsid w:val="002F62F2"/>
    <w:rsid w:val="002F6F4D"/>
    <w:rsid w:val="002F7071"/>
    <w:rsid w:val="002F79E7"/>
    <w:rsid w:val="003002A9"/>
    <w:rsid w:val="00300C25"/>
    <w:rsid w:val="00300CF4"/>
    <w:rsid w:val="003016E9"/>
    <w:rsid w:val="00301EBF"/>
    <w:rsid w:val="00302671"/>
    <w:rsid w:val="003030D4"/>
    <w:rsid w:val="00307C3A"/>
    <w:rsid w:val="00310473"/>
    <w:rsid w:val="00310A38"/>
    <w:rsid w:val="00310D1D"/>
    <w:rsid w:val="00311515"/>
    <w:rsid w:val="003129CD"/>
    <w:rsid w:val="0031333F"/>
    <w:rsid w:val="00315026"/>
    <w:rsid w:val="00316A6A"/>
    <w:rsid w:val="00317E22"/>
    <w:rsid w:val="00320B61"/>
    <w:rsid w:val="00322466"/>
    <w:rsid w:val="00322E88"/>
    <w:rsid w:val="003241E9"/>
    <w:rsid w:val="00324455"/>
    <w:rsid w:val="00324B78"/>
    <w:rsid w:val="00325A62"/>
    <w:rsid w:val="003269DB"/>
    <w:rsid w:val="00330028"/>
    <w:rsid w:val="00330A79"/>
    <w:rsid w:val="00330D70"/>
    <w:rsid w:val="00330EC5"/>
    <w:rsid w:val="00331883"/>
    <w:rsid w:val="003324E9"/>
    <w:rsid w:val="003325C1"/>
    <w:rsid w:val="003339D0"/>
    <w:rsid w:val="0033516D"/>
    <w:rsid w:val="003353BB"/>
    <w:rsid w:val="00335D9C"/>
    <w:rsid w:val="0033620A"/>
    <w:rsid w:val="00337DBB"/>
    <w:rsid w:val="003403CE"/>
    <w:rsid w:val="003410C8"/>
    <w:rsid w:val="0034239A"/>
    <w:rsid w:val="003425BB"/>
    <w:rsid w:val="00342EAD"/>
    <w:rsid w:val="003430E9"/>
    <w:rsid w:val="00343936"/>
    <w:rsid w:val="00346AA1"/>
    <w:rsid w:val="00350E7E"/>
    <w:rsid w:val="00352553"/>
    <w:rsid w:val="0035346A"/>
    <w:rsid w:val="003534F9"/>
    <w:rsid w:val="0035368E"/>
    <w:rsid w:val="00353B73"/>
    <w:rsid w:val="003541CB"/>
    <w:rsid w:val="00354493"/>
    <w:rsid w:val="00354BE0"/>
    <w:rsid w:val="00355894"/>
    <w:rsid w:val="00355C51"/>
    <w:rsid w:val="00355CE6"/>
    <w:rsid w:val="00355EF1"/>
    <w:rsid w:val="00356EC7"/>
    <w:rsid w:val="00357D92"/>
    <w:rsid w:val="00360549"/>
    <w:rsid w:val="00360A5F"/>
    <w:rsid w:val="003618AA"/>
    <w:rsid w:val="00362D70"/>
    <w:rsid w:val="00362F97"/>
    <w:rsid w:val="00363C94"/>
    <w:rsid w:val="0036400D"/>
    <w:rsid w:val="00365F74"/>
    <w:rsid w:val="0036618F"/>
    <w:rsid w:val="00367328"/>
    <w:rsid w:val="00371684"/>
    <w:rsid w:val="003720FE"/>
    <w:rsid w:val="00372D8B"/>
    <w:rsid w:val="00373085"/>
    <w:rsid w:val="00373546"/>
    <w:rsid w:val="00380625"/>
    <w:rsid w:val="0038081D"/>
    <w:rsid w:val="003819C2"/>
    <w:rsid w:val="00383A20"/>
    <w:rsid w:val="003846B9"/>
    <w:rsid w:val="00384B87"/>
    <w:rsid w:val="00384CA8"/>
    <w:rsid w:val="0038683D"/>
    <w:rsid w:val="0039277C"/>
    <w:rsid w:val="0039429C"/>
    <w:rsid w:val="00394584"/>
    <w:rsid w:val="00395B9D"/>
    <w:rsid w:val="003963F3"/>
    <w:rsid w:val="00396986"/>
    <w:rsid w:val="0039736A"/>
    <w:rsid w:val="0039787F"/>
    <w:rsid w:val="00397E9F"/>
    <w:rsid w:val="003A1475"/>
    <w:rsid w:val="003A1F0D"/>
    <w:rsid w:val="003A2233"/>
    <w:rsid w:val="003A3298"/>
    <w:rsid w:val="003A4587"/>
    <w:rsid w:val="003A4D10"/>
    <w:rsid w:val="003A50EA"/>
    <w:rsid w:val="003A52D5"/>
    <w:rsid w:val="003A661E"/>
    <w:rsid w:val="003A7355"/>
    <w:rsid w:val="003B004F"/>
    <w:rsid w:val="003B0891"/>
    <w:rsid w:val="003B0913"/>
    <w:rsid w:val="003B10EB"/>
    <w:rsid w:val="003B20C5"/>
    <w:rsid w:val="003B341B"/>
    <w:rsid w:val="003B5031"/>
    <w:rsid w:val="003B5D61"/>
    <w:rsid w:val="003B6304"/>
    <w:rsid w:val="003B6720"/>
    <w:rsid w:val="003B775B"/>
    <w:rsid w:val="003B7D97"/>
    <w:rsid w:val="003B7FA9"/>
    <w:rsid w:val="003C19F6"/>
    <w:rsid w:val="003C1D82"/>
    <w:rsid w:val="003C403E"/>
    <w:rsid w:val="003C5109"/>
    <w:rsid w:val="003C7065"/>
    <w:rsid w:val="003C7C08"/>
    <w:rsid w:val="003D08B3"/>
    <w:rsid w:val="003D2459"/>
    <w:rsid w:val="003D28ED"/>
    <w:rsid w:val="003D3107"/>
    <w:rsid w:val="003D3FC9"/>
    <w:rsid w:val="003D430F"/>
    <w:rsid w:val="003D59C4"/>
    <w:rsid w:val="003D70D1"/>
    <w:rsid w:val="003D7206"/>
    <w:rsid w:val="003E097C"/>
    <w:rsid w:val="003E148D"/>
    <w:rsid w:val="003E1733"/>
    <w:rsid w:val="003E2352"/>
    <w:rsid w:val="003E3600"/>
    <w:rsid w:val="003E4EB9"/>
    <w:rsid w:val="003E594B"/>
    <w:rsid w:val="003E5B2C"/>
    <w:rsid w:val="003E649C"/>
    <w:rsid w:val="003E7585"/>
    <w:rsid w:val="003F17B0"/>
    <w:rsid w:val="003F2FD9"/>
    <w:rsid w:val="003F33DE"/>
    <w:rsid w:val="003F470F"/>
    <w:rsid w:val="003F5A37"/>
    <w:rsid w:val="003F5EFD"/>
    <w:rsid w:val="003F641D"/>
    <w:rsid w:val="003F6511"/>
    <w:rsid w:val="003F7EBC"/>
    <w:rsid w:val="00401DBF"/>
    <w:rsid w:val="0040204E"/>
    <w:rsid w:val="00402C65"/>
    <w:rsid w:val="00402F23"/>
    <w:rsid w:val="00404EB7"/>
    <w:rsid w:val="00405229"/>
    <w:rsid w:val="00405D3C"/>
    <w:rsid w:val="00406220"/>
    <w:rsid w:val="00407D56"/>
    <w:rsid w:val="00410ADB"/>
    <w:rsid w:val="00410CD7"/>
    <w:rsid w:val="004110ED"/>
    <w:rsid w:val="00412AFE"/>
    <w:rsid w:val="00413838"/>
    <w:rsid w:val="00413A13"/>
    <w:rsid w:val="00414D05"/>
    <w:rsid w:val="00415690"/>
    <w:rsid w:val="00416E2B"/>
    <w:rsid w:val="00417FF7"/>
    <w:rsid w:val="004209BA"/>
    <w:rsid w:val="00420C44"/>
    <w:rsid w:val="00420EEC"/>
    <w:rsid w:val="0042417B"/>
    <w:rsid w:val="00424A18"/>
    <w:rsid w:val="00424E18"/>
    <w:rsid w:val="004278AA"/>
    <w:rsid w:val="00430581"/>
    <w:rsid w:val="00432DAF"/>
    <w:rsid w:val="004342D2"/>
    <w:rsid w:val="00434A97"/>
    <w:rsid w:val="00434D43"/>
    <w:rsid w:val="00435A00"/>
    <w:rsid w:val="00435F64"/>
    <w:rsid w:val="00437035"/>
    <w:rsid w:val="00440C62"/>
    <w:rsid w:val="00444131"/>
    <w:rsid w:val="0044471D"/>
    <w:rsid w:val="00444930"/>
    <w:rsid w:val="004459AE"/>
    <w:rsid w:val="0044661F"/>
    <w:rsid w:val="00446BBA"/>
    <w:rsid w:val="00451AFD"/>
    <w:rsid w:val="00452F7A"/>
    <w:rsid w:val="004536B6"/>
    <w:rsid w:val="004538D5"/>
    <w:rsid w:val="00453C50"/>
    <w:rsid w:val="00453DAF"/>
    <w:rsid w:val="00455A59"/>
    <w:rsid w:val="0045742B"/>
    <w:rsid w:val="00457EB2"/>
    <w:rsid w:val="00460A29"/>
    <w:rsid w:val="00460D1B"/>
    <w:rsid w:val="0046215B"/>
    <w:rsid w:val="00462334"/>
    <w:rsid w:val="00463448"/>
    <w:rsid w:val="00465675"/>
    <w:rsid w:val="0046634E"/>
    <w:rsid w:val="00467E54"/>
    <w:rsid w:val="00470378"/>
    <w:rsid w:val="004722F9"/>
    <w:rsid w:val="00472660"/>
    <w:rsid w:val="0047360D"/>
    <w:rsid w:val="00473C7C"/>
    <w:rsid w:val="00475E99"/>
    <w:rsid w:val="0047636C"/>
    <w:rsid w:val="004772DF"/>
    <w:rsid w:val="00477902"/>
    <w:rsid w:val="00481070"/>
    <w:rsid w:val="004810CC"/>
    <w:rsid w:val="00481C05"/>
    <w:rsid w:val="00481FD0"/>
    <w:rsid w:val="0048221F"/>
    <w:rsid w:val="00482D60"/>
    <w:rsid w:val="00483351"/>
    <w:rsid w:val="004833E9"/>
    <w:rsid w:val="00483D4C"/>
    <w:rsid w:val="004840FC"/>
    <w:rsid w:val="00484AE4"/>
    <w:rsid w:val="004858BC"/>
    <w:rsid w:val="00486771"/>
    <w:rsid w:val="0048678D"/>
    <w:rsid w:val="0049006A"/>
    <w:rsid w:val="00490349"/>
    <w:rsid w:val="0049103A"/>
    <w:rsid w:val="004911E6"/>
    <w:rsid w:val="004919C3"/>
    <w:rsid w:val="00493DC2"/>
    <w:rsid w:val="004953C3"/>
    <w:rsid w:val="00496419"/>
    <w:rsid w:val="00497042"/>
    <w:rsid w:val="00497C6D"/>
    <w:rsid w:val="004A0866"/>
    <w:rsid w:val="004A46C2"/>
    <w:rsid w:val="004A4BF6"/>
    <w:rsid w:val="004A6E2D"/>
    <w:rsid w:val="004B0425"/>
    <w:rsid w:val="004B0CD2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0634"/>
    <w:rsid w:val="004C3198"/>
    <w:rsid w:val="004C3E90"/>
    <w:rsid w:val="004C4336"/>
    <w:rsid w:val="004C4B41"/>
    <w:rsid w:val="004C77B5"/>
    <w:rsid w:val="004D24B3"/>
    <w:rsid w:val="004D4179"/>
    <w:rsid w:val="004D59A9"/>
    <w:rsid w:val="004D6034"/>
    <w:rsid w:val="004D7678"/>
    <w:rsid w:val="004D7CD7"/>
    <w:rsid w:val="004D7EE6"/>
    <w:rsid w:val="004E1161"/>
    <w:rsid w:val="004E532E"/>
    <w:rsid w:val="004E6DD9"/>
    <w:rsid w:val="004E6E95"/>
    <w:rsid w:val="004E799A"/>
    <w:rsid w:val="004E7B80"/>
    <w:rsid w:val="004F1D44"/>
    <w:rsid w:val="004F1FF8"/>
    <w:rsid w:val="004F28C9"/>
    <w:rsid w:val="004F2AF7"/>
    <w:rsid w:val="004F332E"/>
    <w:rsid w:val="004F58BA"/>
    <w:rsid w:val="004F7357"/>
    <w:rsid w:val="005017BA"/>
    <w:rsid w:val="00501A51"/>
    <w:rsid w:val="005022E5"/>
    <w:rsid w:val="005024CE"/>
    <w:rsid w:val="00502B5E"/>
    <w:rsid w:val="00502CFE"/>
    <w:rsid w:val="00504943"/>
    <w:rsid w:val="00506B29"/>
    <w:rsid w:val="00506F70"/>
    <w:rsid w:val="00507529"/>
    <w:rsid w:val="00507A22"/>
    <w:rsid w:val="00510A96"/>
    <w:rsid w:val="00510AE2"/>
    <w:rsid w:val="00510F59"/>
    <w:rsid w:val="00511D01"/>
    <w:rsid w:val="00512B38"/>
    <w:rsid w:val="00512CE4"/>
    <w:rsid w:val="005138BF"/>
    <w:rsid w:val="00514F7B"/>
    <w:rsid w:val="00515F47"/>
    <w:rsid w:val="00516D8F"/>
    <w:rsid w:val="00516FCB"/>
    <w:rsid w:val="00517042"/>
    <w:rsid w:val="0051780F"/>
    <w:rsid w:val="00521C4A"/>
    <w:rsid w:val="005221CD"/>
    <w:rsid w:val="005224D2"/>
    <w:rsid w:val="00524B19"/>
    <w:rsid w:val="005254BC"/>
    <w:rsid w:val="00525853"/>
    <w:rsid w:val="005258C8"/>
    <w:rsid w:val="00525BA0"/>
    <w:rsid w:val="005263B2"/>
    <w:rsid w:val="00526724"/>
    <w:rsid w:val="0053031E"/>
    <w:rsid w:val="005312E0"/>
    <w:rsid w:val="005335EB"/>
    <w:rsid w:val="00535889"/>
    <w:rsid w:val="00535BB5"/>
    <w:rsid w:val="00536D24"/>
    <w:rsid w:val="005410BF"/>
    <w:rsid w:val="00542674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85F"/>
    <w:rsid w:val="00551E02"/>
    <w:rsid w:val="00552758"/>
    <w:rsid w:val="005529FE"/>
    <w:rsid w:val="00552C63"/>
    <w:rsid w:val="00553E73"/>
    <w:rsid w:val="00553E8E"/>
    <w:rsid w:val="0055489A"/>
    <w:rsid w:val="005549DE"/>
    <w:rsid w:val="00555216"/>
    <w:rsid w:val="00557500"/>
    <w:rsid w:val="005576CA"/>
    <w:rsid w:val="00557D17"/>
    <w:rsid w:val="00557FB6"/>
    <w:rsid w:val="0056072E"/>
    <w:rsid w:val="005608C4"/>
    <w:rsid w:val="00561A92"/>
    <w:rsid w:val="00561C58"/>
    <w:rsid w:val="00562EED"/>
    <w:rsid w:val="0056575C"/>
    <w:rsid w:val="0056641F"/>
    <w:rsid w:val="00567210"/>
    <w:rsid w:val="005673A9"/>
    <w:rsid w:val="0057006C"/>
    <w:rsid w:val="0057010B"/>
    <w:rsid w:val="005718F7"/>
    <w:rsid w:val="00571BF1"/>
    <w:rsid w:val="00572BFE"/>
    <w:rsid w:val="005739FA"/>
    <w:rsid w:val="00573B0D"/>
    <w:rsid w:val="005743EE"/>
    <w:rsid w:val="00574A86"/>
    <w:rsid w:val="00574C66"/>
    <w:rsid w:val="00575A6B"/>
    <w:rsid w:val="0057612B"/>
    <w:rsid w:val="005772C4"/>
    <w:rsid w:val="00577577"/>
    <w:rsid w:val="00577C2A"/>
    <w:rsid w:val="00581CF5"/>
    <w:rsid w:val="00581D47"/>
    <w:rsid w:val="00582C44"/>
    <w:rsid w:val="00583951"/>
    <w:rsid w:val="00584801"/>
    <w:rsid w:val="00584ABA"/>
    <w:rsid w:val="00587CFF"/>
    <w:rsid w:val="00587D82"/>
    <w:rsid w:val="00590CE6"/>
    <w:rsid w:val="00591754"/>
    <w:rsid w:val="005923FF"/>
    <w:rsid w:val="00592B8F"/>
    <w:rsid w:val="005932BA"/>
    <w:rsid w:val="00593CE0"/>
    <w:rsid w:val="00594F20"/>
    <w:rsid w:val="005964AE"/>
    <w:rsid w:val="00596613"/>
    <w:rsid w:val="00597B34"/>
    <w:rsid w:val="005A00BB"/>
    <w:rsid w:val="005A12B3"/>
    <w:rsid w:val="005A1C39"/>
    <w:rsid w:val="005A2492"/>
    <w:rsid w:val="005A43ED"/>
    <w:rsid w:val="005A551C"/>
    <w:rsid w:val="005A5B45"/>
    <w:rsid w:val="005A5C85"/>
    <w:rsid w:val="005A6545"/>
    <w:rsid w:val="005A6A66"/>
    <w:rsid w:val="005A6BC8"/>
    <w:rsid w:val="005A6CB2"/>
    <w:rsid w:val="005A728F"/>
    <w:rsid w:val="005B0076"/>
    <w:rsid w:val="005B0830"/>
    <w:rsid w:val="005B0A06"/>
    <w:rsid w:val="005B13F1"/>
    <w:rsid w:val="005B1823"/>
    <w:rsid w:val="005B1CEE"/>
    <w:rsid w:val="005B2DE4"/>
    <w:rsid w:val="005B364F"/>
    <w:rsid w:val="005B41A8"/>
    <w:rsid w:val="005B56BE"/>
    <w:rsid w:val="005B68D5"/>
    <w:rsid w:val="005B78C1"/>
    <w:rsid w:val="005C0E2F"/>
    <w:rsid w:val="005C1949"/>
    <w:rsid w:val="005C2FDE"/>
    <w:rsid w:val="005C5244"/>
    <w:rsid w:val="005D0358"/>
    <w:rsid w:val="005D1128"/>
    <w:rsid w:val="005D2C72"/>
    <w:rsid w:val="005D36C2"/>
    <w:rsid w:val="005D3753"/>
    <w:rsid w:val="005D6370"/>
    <w:rsid w:val="005D65FC"/>
    <w:rsid w:val="005D667A"/>
    <w:rsid w:val="005D7173"/>
    <w:rsid w:val="005E0E30"/>
    <w:rsid w:val="005E1CE5"/>
    <w:rsid w:val="005E2913"/>
    <w:rsid w:val="005E4229"/>
    <w:rsid w:val="005E588F"/>
    <w:rsid w:val="005E5B70"/>
    <w:rsid w:val="005E6836"/>
    <w:rsid w:val="005E70E9"/>
    <w:rsid w:val="005E7D12"/>
    <w:rsid w:val="005F01A7"/>
    <w:rsid w:val="005F1771"/>
    <w:rsid w:val="005F195A"/>
    <w:rsid w:val="005F2287"/>
    <w:rsid w:val="005F3236"/>
    <w:rsid w:val="005F3AF0"/>
    <w:rsid w:val="005F566D"/>
    <w:rsid w:val="005F6056"/>
    <w:rsid w:val="005F61B2"/>
    <w:rsid w:val="005F74B7"/>
    <w:rsid w:val="006002CE"/>
    <w:rsid w:val="006013DF"/>
    <w:rsid w:val="006019EB"/>
    <w:rsid w:val="00603069"/>
    <w:rsid w:val="006065D6"/>
    <w:rsid w:val="00606CFB"/>
    <w:rsid w:val="0060743E"/>
    <w:rsid w:val="006079ED"/>
    <w:rsid w:val="00607BDC"/>
    <w:rsid w:val="00612195"/>
    <w:rsid w:val="00612DE5"/>
    <w:rsid w:val="006133A2"/>
    <w:rsid w:val="00613984"/>
    <w:rsid w:val="00614301"/>
    <w:rsid w:val="0061494B"/>
    <w:rsid w:val="0061521E"/>
    <w:rsid w:val="00620B12"/>
    <w:rsid w:val="00620D00"/>
    <w:rsid w:val="006210F4"/>
    <w:rsid w:val="0062124C"/>
    <w:rsid w:val="006219D7"/>
    <w:rsid w:val="00621E21"/>
    <w:rsid w:val="006226E8"/>
    <w:rsid w:val="00622840"/>
    <w:rsid w:val="00622D41"/>
    <w:rsid w:val="00623171"/>
    <w:rsid w:val="00623C26"/>
    <w:rsid w:val="00623D88"/>
    <w:rsid w:val="00623E1B"/>
    <w:rsid w:val="00625C71"/>
    <w:rsid w:val="00625CD4"/>
    <w:rsid w:val="0062655A"/>
    <w:rsid w:val="00627316"/>
    <w:rsid w:val="00627A7B"/>
    <w:rsid w:val="006303B3"/>
    <w:rsid w:val="00630C57"/>
    <w:rsid w:val="00630FFC"/>
    <w:rsid w:val="00633897"/>
    <w:rsid w:val="00633FB4"/>
    <w:rsid w:val="006357C1"/>
    <w:rsid w:val="00635F02"/>
    <w:rsid w:val="00636BB9"/>
    <w:rsid w:val="0063712C"/>
    <w:rsid w:val="00640A5D"/>
    <w:rsid w:val="00641A2D"/>
    <w:rsid w:val="0064205B"/>
    <w:rsid w:val="00643F5E"/>
    <w:rsid w:val="006444E3"/>
    <w:rsid w:val="00644FE3"/>
    <w:rsid w:val="00645915"/>
    <w:rsid w:val="00646D08"/>
    <w:rsid w:val="00651640"/>
    <w:rsid w:val="00651ADF"/>
    <w:rsid w:val="00653AC8"/>
    <w:rsid w:val="0065477E"/>
    <w:rsid w:val="006558EE"/>
    <w:rsid w:val="00656D76"/>
    <w:rsid w:val="006574EA"/>
    <w:rsid w:val="006604C5"/>
    <w:rsid w:val="00661E0A"/>
    <w:rsid w:val="00662C9C"/>
    <w:rsid w:val="00663284"/>
    <w:rsid w:val="006649ED"/>
    <w:rsid w:val="0066578D"/>
    <w:rsid w:val="00665B79"/>
    <w:rsid w:val="006676A8"/>
    <w:rsid w:val="00670DB5"/>
    <w:rsid w:val="0067214E"/>
    <w:rsid w:val="006726F6"/>
    <w:rsid w:val="00672E5A"/>
    <w:rsid w:val="00673C0B"/>
    <w:rsid w:val="006746E0"/>
    <w:rsid w:val="00676373"/>
    <w:rsid w:val="006772F7"/>
    <w:rsid w:val="0068167E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92F26"/>
    <w:rsid w:val="006A09A5"/>
    <w:rsid w:val="006A0E84"/>
    <w:rsid w:val="006A2C71"/>
    <w:rsid w:val="006A3973"/>
    <w:rsid w:val="006A3D4D"/>
    <w:rsid w:val="006A3DF0"/>
    <w:rsid w:val="006A5034"/>
    <w:rsid w:val="006A59B3"/>
    <w:rsid w:val="006A5FF8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618"/>
    <w:rsid w:val="006B7F0E"/>
    <w:rsid w:val="006B7F2F"/>
    <w:rsid w:val="006C0904"/>
    <w:rsid w:val="006C1F9E"/>
    <w:rsid w:val="006C4B43"/>
    <w:rsid w:val="006D2050"/>
    <w:rsid w:val="006D2C24"/>
    <w:rsid w:val="006D2EFD"/>
    <w:rsid w:val="006D36EC"/>
    <w:rsid w:val="006D3C3E"/>
    <w:rsid w:val="006D51C5"/>
    <w:rsid w:val="006D588F"/>
    <w:rsid w:val="006D68FF"/>
    <w:rsid w:val="006D6DC1"/>
    <w:rsid w:val="006D6F9A"/>
    <w:rsid w:val="006E113A"/>
    <w:rsid w:val="006E16DF"/>
    <w:rsid w:val="006E17C2"/>
    <w:rsid w:val="006E1C68"/>
    <w:rsid w:val="006E2C8E"/>
    <w:rsid w:val="006E4182"/>
    <w:rsid w:val="006E446F"/>
    <w:rsid w:val="006E6291"/>
    <w:rsid w:val="006E7CE1"/>
    <w:rsid w:val="006F526E"/>
    <w:rsid w:val="006F5782"/>
    <w:rsid w:val="006F69FB"/>
    <w:rsid w:val="006F7338"/>
    <w:rsid w:val="006F7CE8"/>
    <w:rsid w:val="00700BF3"/>
    <w:rsid w:val="00701353"/>
    <w:rsid w:val="007019A7"/>
    <w:rsid w:val="007037F2"/>
    <w:rsid w:val="00703C14"/>
    <w:rsid w:val="007050E5"/>
    <w:rsid w:val="0070524C"/>
    <w:rsid w:val="00706246"/>
    <w:rsid w:val="0070761F"/>
    <w:rsid w:val="00707631"/>
    <w:rsid w:val="00710619"/>
    <w:rsid w:val="00710F29"/>
    <w:rsid w:val="007122EC"/>
    <w:rsid w:val="007138A2"/>
    <w:rsid w:val="0071668C"/>
    <w:rsid w:val="00717AB1"/>
    <w:rsid w:val="00717C64"/>
    <w:rsid w:val="00720746"/>
    <w:rsid w:val="00721FA0"/>
    <w:rsid w:val="00722C02"/>
    <w:rsid w:val="00723983"/>
    <w:rsid w:val="00723D07"/>
    <w:rsid w:val="007242AB"/>
    <w:rsid w:val="00724858"/>
    <w:rsid w:val="00725377"/>
    <w:rsid w:val="00726FAE"/>
    <w:rsid w:val="0073042E"/>
    <w:rsid w:val="00730B51"/>
    <w:rsid w:val="00730E45"/>
    <w:rsid w:val="00731AD7"/>
    <w:rsid w:val="00733302"/>
    <w:rsid w:val="0073418F"/>
    <w:rsid w:val="00734559"/>
    <w:rsid w:val="0073692F"/>
    <w:rsid w:val="00736CAF"/>
    <w:rsid w:val="00740E80"/>
    <w:rsid w:val="007419D4"/>
    <w:rsid w:val="0074517B"/>
    <w:rsid w:val="0074574A"/>
    <w:rsid w:val="007471D0"/>
    <w:rsid w:val="007477BD"/>
    <w:rsid w:val="00747E6A"/>
    <w:rsid w:val="007504C8"/>
    <w:rsid w:val="0075131D"/>
    <w:rsid w:val="0075172C"/>
    <w:rsid w:val="0075240F"/>
    <w:rsid w:val="00753E92"/>
    <w:rsid w:val="007540C8"/>
    <w:rsid w:val="00756993"/>
    <w:rsid w:val="007571E2"/>
    <w:rsid w:val="00757A95"/>
    <w:rsid w:val="007601C2"/>
    <w:rsid w:val="00760354"/>
    <w:rsid w:val="0076308A"/>
    <w:rsid w:val="00764640"/>
    <w:rsid w:val="0076464D"/>
    <w:rsid w:val="00765BEF"/>
    <w:rsid w:val="007661DB"/>
    <w:rsid w:val="00767B58"/>
    <w:rsid w:val="00771FB8"/>
    <w:rsid w:val="00772DF3"/>
    <w:rsid w:val="00773080"/>
    <w:rsid w:val="007735AB"/>
    <w:rsid w:val="00773E4E"/>
    <w:rsid w:val="007741D8"/>
    <w:rsid w:val="00775FFA"/>
    <w:rsid w:val="00776B50"/>
    <w:rsid w:val="00776DBE"/>
    <w:rsid w:val="00777AC5"/>
    <w:rsid w:val="00781300"/>
    <w:rsid w:val="0078259F"/>
    <w:rsid w:val="00782872"/>
    <w:rsid w:val="00782B47"/>
    <w:rsid w:val="00782C32"/>
    <w:rsid w:val="00782FCA"/>
    <w:rsid w:val="0078420E"/>
    <w:rsid w:val="00784287"/>
    <w:rsid w:val="0078764A"/>
    <w:rsid w:val="0079097D"/>
    <w:rsid w:val="007911BD"/>
    <w:rsid w:val="0079157D"/>
    <w:rsid w:val="00791B9E"/>
    <w:rsid w:val="00792322"/>
    <w:rsid w:val="007929E1"/>
    <w:rsid w:val="00793596"/>
    <w:rsid w:val="00794518"/>
    <w:rsid w:val="00796941"/>
    <w:rsid w:val="00796AAA"/>
    <w:rsid w:val="007A0C02"/>
    <w:rsid w:val="007A29D6"/>
    <w:rsid w:val="007A2DB6"/>
    <w:rsid w:val="007A49C3"/>
    <w:rsid w:val="007A6185"/>
    <w:rsid w:val="007A7F8C"/>
    <w:rsid w:val="007B10B3"/>
    <w:rsid w:val="007B1146"/>
    <w:rsid w:val="007B17DD"/>
    <w:rsid w:val="007B1D12"/>
    <w:rsid w:val="007B1D3B"/>
    <w:rsid w:val="007B1F5F"/>
    <w:rsid w:val="007B20C2"/>
    <w:rsid w:val="007B2F17"/>
    <w:rsid w:val="007B2F61"/>
    <w:rsid w:val="007B4441"/>
    <w:rsid w:val="007B46B3"/>
    <w:rsid w:val="007B4807"/>
    <w:rsid w:val="007B4AF6"/>
    <w:rsid w:val="007B525F"/>
    <w:rsid w:val="007B5CD8"/>
    <w:rsid w:val="007B6D51"/>
    <w:rsid w:val="007B6DC7"/>
    <w:rsid w:val="007B7DD3"/>
    <w:rsid w:val="007C09AA"/>
    <w:rsid w:val="007C1070"/>
    <w:rsid w:val="007C1757"/>
    <w:rsid w:val="007C1881"/>
    <w:rsid w:val="007C2519"/>
    <w:rsid w:val="007C2E01"/>
    <w:rsid w:val="007C3DC9"/>
    <w:rsid w:val="007C4487"/>
    <w:rsid w:val="007C7066"/>
    <w:rsid w:val="007D019B"/>
    <w:rsid w:val="007D093B"/>
    <w:rsid w:val="007D1160"/>
    <w:rsid w:val="007D1D2B"/>
    <w:rsid w:val="007D2EC3"/>
    <w:rsid w:val="007D47BA"/>
    <w:rsid w:val="007D5FD1"/>
    <w:rsid w:val="007E2EBF"/>
    <w:rsid w:val="007E3F33"/>
    <w:rsid w:val="007E6DD9"/>
    <w:rsid w:val="007E7EEC"/>
    <w:rsid w:val="007F0C36"/>
    <w:rsid w:val="007F2468"/>
    <w:rsid w:val="007F32BB"/>
    <w:rsid w:val="007F4190"/>
    <w:rsid w:val="007F4E53"/>
    <w:rsid w:val="007F5302"/>
    <w:rsid w:val="007F6C77"/>
    <w:rsid w:val="007F7638"/>
    <w:rsid w:val="007F799B"/>
    <w:rsid w:val="00800045"/>
    <w:rsid w:val="00801630"/>
    <w:rsid w:val="00806335"/>
    <w:rsid w:val="00806496"/>
    <w:rsid w:val="0080662A"/>
    <w:rsid w:val="0080718E"/>
    <w:rsid w:val="00807D02"/>
    <w:rsid w:val="008105E2"/>
    <w:rsid w:val="00810B90"/>
    <w:rsid w:val="008110DA"/>
    <w:rsid w:val="00811CAC"/>
    <w:rsid w:val="00811DD5"/>
    <w:rsid w:val="00812582"/>
    <w:rsid w:val="008125DA"/>
    <w:rsid w:val="008128CA"/>
    <w:rsid w:val="00813440"/>
    <w:rsid w:val="00813725"/>
    <w:rsid w:val="00813AD7"/>
    <w:rsid w:val="00815355"/>
    <w:rsid w:val="008166A4"/>
    <w:rsid w:val="00816B70"/>
    <w:rsid w:val="00816B77"/>
    <w:rsid w:val="00816FDF"/>
    <w:rsid w:val="008207CC"/>
    <w:rsid w:val="00820862"/>
    <w:rsid w:val="00820D3A"/>
    <w:rsid w:val="00821069"/>
    <w:rsid w:val="00821493"/>
    <w:rsid w:val="00821B62"/>
    <w:rsid w:val="00821D58"/>
    <w:rsid w:val="0082205E"/>
    <w:rsid w:val="0082571C"/>
    <w:rsid w:val="00826516"/>
    <w:rsid w:val="00826B03"/>
    <w:rsid w:val="00826B87"/>
    <w:rsid w:val="00827E4E"/>
    <w:rsid w:val="00831688"/>
    <w:rsid w:val="00831B8F"/>
    <w:rsid w:val="008335C3"/>
    <w:rsid w:val="00833CD3"/>
    <w:rsid w:val="00834828"/>
    <w:rsid w:val="00834D70"/>
    <w:rsid w:val="00835353"/>
    <w:rsid w:val="00836EB4"/>
    <w:rsid w:val="00837259"/>
    <w:rsid w:val="00840F81"/>
    <w:rsid w:val="0084238B"/>
    <w:rsid w:val="00842CCC"/>
    <w:rsid w:val="00843011"/>
    <w:rsid w:val="008430A5"/>
    <w:rsid w:val="0084318E"/>
    <w:rsid w:val="0084496F"/>
    <w:rsid w:val="00845B31"/>
    <w:rsid w:val="00845BB2"/>
    <w:rsid w:val="00846C71"/>
    <w:rsid w:val="00850983"/>
    <w:rsid w:val="0085102E"/>
    <w:rsid w:val="00851772"/>
    <w:rsid w:val="008538F6"/>
    <w:rsid w:val="00854DAA"/>
    <w:rsid w:val="008552A2"/>
    <w:rsid w:val="00856941"/>
    <w:rsid w:val="00856ABA"/>
    <w:rsid w:val="00857A7C"/>
    <w:rsid w:val="00860CC8"/>
    <w:rsid w:val="00861686"/>
    <w:rsid w:val="00864864"/>
    <w:rsid w:val="0086487C"/>
    <w:rsid w:val="008654F7"/>
    <w:rsid w:val="008662D4"/>
    <w:rsid w:val="00866F2E"/>
    <w:rsid w:val="00867C55"/>
    <w:rsid w:val="008703F4"/>
    <w:rsid w:val="00870D4D"/>
    <w:rsid w:val="00871764"/>
    <w:rsid w:val="008726D1"/>
    <w:rsid w:val="00873D57"/>
    <w:rsid w:val="00873EBC"/>
    <w:rsid w:val="00874112"/>
    <w:rsid w:val="008750B2"/>
    <w:rsid w:val="008756FE"/>
    <w:rsid w:val="008769D7"/>
    <w:rsid w:val="00876A38"/>
    <w:rsid w:val="00876D62"/>
    <w:rsid w:val="008777DC"/>
    <w:rsid w:val="00880BCE"/>
    <w:rsid w:val="00880ED3"/>
    <w:rsid w:val="008810AF"/>
    <w:rsid w:val="00881F61"/>
    <w:rsid w:val="008830EF"/>
    <w:rsid w:val="00884217"/>
    <w:rsid w:val="00885077"/>
    <w:rsid w:val="00885B05"/>
    <w:rsid w:val="008902A2"/>
    <w:rsid w:val="00892E29"/>
    <w:rsid w:val="00892E2B"/>
    <w:rsid w:val="008933CF"/>
    <w:rsid w:val="00895362"/>
    <w:rsid w:val="00895EBF"/>
    <w:rsid w:val="00896E79"/>
    <w:rsid w:val="00897DF4"/>
    <w:rsid w:val="008A1DF7"/>
    <w:rsid w:val="008A1F07"/>
    <w:rsid w:val="008A225D"/>
    <w:rsid w:val="008A4630"/>
    <w:rsid w:val="008A543B"/>
    <w:rsid w:val="008B3F95"/>
    <w:rsid w:val="008B599A"/>
    <w:rsid w:val="008B5AE2"/>
    <w:rsid w:val="008B5B7E"/>
    <w:rsid w:val="008B76B5"/>
    <w:rsid w:val="008B7C96"/>
    <w:rsid w:val="008C0DB1"/>
    <w:rsid w:val="008C0F2D"/>
    <w:rsid w:val="008C27FD"/>
    <w:rsid w:val="008C3327"/>
    <w:rsid w:val="008C4830"/>
    <w:rsid w:val="008C510F"/>
    <w:rsid w:val="008C5748"/>
    <w:rsid w:val="008C6CA6"/>
    <w:rsid w:val="008D053C"/>
    <w:rsid w:val="008D1AC2"/>
    <w:rsid w:val="008D212E"/>
    <w:rsid w:val="008D229D"/>
    <w:rsid w:val="008D2764"/>
    <w:rsid w:val="008D3F7A"/>
    <w:rsid w:val="008D4609"/>
    <w:rsid w:val="008D5874"/>
    <w:rsid w:val="008D5FE6"/>
    <w:rsid w:val="008D6211"/>
    <w:rsid w:val="008D6657"/>
    <w:rsid w:val="008D6D4F"/>
    <w:rsid w:val="008E15CA"/>
    <w:rsid w:val="008E1EFE"/>
    <w:rsid w:val="008E1FA7"/>
    <w:rsid w:val="008E36CD"/>
    <w:rsid w:val="008E3AB6"/>
    <w:rsid w:val="008E4507"/>
    <w:rsid w:val="008E4D2E"/>
    <w:rsid w:val="008E58CD"/>
    <w:rsid w:val="008E5AE6"/>
    <w:rsid w:val="008F1F13"/>
    <w:rsid w:val="008F2327"/>
    <w:rsid w:val="008F258C"/>
    <w:rsid w:val="008F297C"/>
    <w:rsid w:val="008F3BB8"/>
    <w:rsid w:val="008F4513"/>
    <w:rsid w:val="008F5B45"/>
    <w:rsid w:val="008F5F54"/>
    <w:rsid w:val="008F72BE"/>
    <w:rsid w:val="008F7408"/>
    <w:rsid w:val="009006DA"/>
    <w:rsid w:val="00900801"/>
    <w:rsid w:val="00901417"/>
    <w:rsid w:val="009016ED"/>
    <w:rsid w:val="009026B3"/>
    <w:rsid w:val="00902F4F"/>
    <w:rsid w:val="009043D6"/>
    <w:rsid w:val="009046DF"/>
    <w:rsid w:val="009052B3"/>
    <w:rsid w:val="0090562F"/>
    <w:rsid w:val="00906AE7"/>
    <w:rsid w:val="00906EF5"/>
    <w:rsid w:val="00910ED8"/>
    <w:rsid w:val="0091248B"/>
    <w:rsid w:val="00912639"/>
    <w:rsid w:val="009152F3"/>
    <w:rsid w:val="0091682D"/>
    <w:rsid w:val="0092078F"/>
    <w:rsid w:val="00921112"/>
    <w:rsid w:val="00921A9D"/>
    <w:rsid w:val="00922370"/>
    <w:rsid w:val="0092284D"/>
    <w:rsid w:val="00922945"/>
    <w:rsid w:val="0092388A"/>
    <w:rsid w:val="00923CA0"/>
    <w:rsid w:val="00924466"/>
    <w:rsid w:val="009265F8"/>
    <w:rsid w:val="00927BAF"/>
    <w:rsid w:val="00927D62"/>
    <w:rsid w:val="00930808"/>
    <w:rsid w:val="00931456"/>
    <w:rsid w:val="00932192"/>
    <w:rsid w:val="00932214"/>
    <w:rsid w:val="00933523"/>
    <w:rsid w:val="00936387"/>
    <w:rsid w:val="00937575"/>
    <w:rsid w:val="00937C83"/>
    <w:rsid w:val="00940CE9"/>
    <w:rsid w:val="009412E9"/>
    <w:rsid w:val="00943412"/>
    <w:rsid w:val="00943B2E"/>
    <w:rsid w:val="00945762"/>
    <w:rsid w:val="00945D11"/>
    <w:rsid w:val="00945D14"/>
    <w:rsid w:val="00946939"/>
    <w:rsid w:val="0094747F"/>
    <w:rsid w:val="00947EDB"/>
    <w:rsid w:val="00950259"/>
    <w:rsid w:val="009503E2"/>
    <w:rsid w:val="00951DC8"/>
    <w:rsid w:val="00952D8B"/>
    <w:rsid w:val="0095454C"/>
    <w:rsid w:val="00954DA0"/>
    <w:rsid w:val="009557F9"/>
    <w:rsid w:val="00956CB5"/>
    <w:rsid w:val="00956DD6"/>
    <w:rsid w:val="00957196"/>
    <w:rsid w:val="00960F67"/>
    <w:rsid w:val="00961CD2"/>
    <w:rsid w:val="00962B76"/>
    <w:rsid w:val="00962E59"/>
    <w:rsid w:val="009634B1"/>
    <w:rsid w:val="00963C1C"/>
    <w:rsid w:val="009669D5"/>
    <w:rsid w:val="00967F1D"/>
    <w:rsid w:val="0097061F"/>
    <w:rsid w:val="0097064A"/>
    <w:rsid w:val="00970801"/>
    <w:rsid w:val="00970924"/>
    <w:rsid w:val="00972C70"/>
    <w:rsid w:val="009730C6"/>
    <w:rsid w:val="00973B6B"/>
    <w:rsid w:val="00974224"/>
    <w:rsid w:val="00974CF4"/>
    <w:rsid w:val="00974FF1"/>
    <w:rsid w:val="00975C3A"/>
    <w:rsid w:val="009769F7"/>
    <w:rsid w:val="00980437"/>
    <w:rsid w:val="00981911"/>
    <w:rsid w:val="00982D46"/>
    <w:rsid w:val="00983018"/>
    <w:rsid w:val="00983439"/>
    <w:rsid w:val="0098345F"/>
    <w:rsid w:val="0098353F"/>
    <w:rsid w:val="00984955"/>
    <w:rsid w:val="00984957"/>
    <w:rsid w:val="0098507E"/>
    <w:rsid w:val="00985AC8"/>
    <w:rsid w:val="009867C2"/>
    <w:rsid w:val="00986ED4"/>
    <w:rsid w:val="009872A2"/>
    <w:rsid w:val="00987873"/>
    <w:rsid w:val="009927D3"/>
    <w:rsid w:val="00992E31"/>
    <w:rsid w:val="009937E5"/>
    <w:rsid w:val="0099486D"/>
    <w:rsid w:val="009A1CB4"/>
    <w:rsid w:val="009A53CC"/>
    <w:rsid w:val="009A7001"/>
    <w:rsid w:val="009A7DA5"/>
    <w:rsid w:val="009B01D4"/>
    <w:rsid w:val="009B0968"/>
    <w:rsid w:val="009B0C22"/>
    <w:rsid w:val="009B27FC"/>
    <w:rsid w:val="009B2EB7"/>
    <w:rsid w:val="009B3111"/>
    <w:rsid w:val="009B349E"/>
    <w:rsid w:val="009B3591"/>
    <w:rsid w:val="009B442D"/>
    <w:rsid w:val="009B45A5"/>
    <w:rsid w:val="009B5AB1"/>
    <w:rsid w:val="009B6511"/>
    <w:rsid w:val="009B7253"/>
    <w:rsid w:val="009B7CD4"/>
    <w:rsid w:val="009C2F56"/>
    <w:rsid w:val="009C3A17"/>
    <w:rsid w:val="009C44E9"/>
    <w:rsid w:val="009C4956"/>
    <w:rsid w:val="009C728C"/>
    <w:rsid w:val="009D0B4D"/>
    <w:rsid w:val="009D1B5F"/>
    <w:rsid w:val="009D37E0"/>
    <w:rsid w:val="009D3969"/>
    <w:rsid w:val="009D4360"/>
    <w:rsid w:val="009D466C"/>
    <w:rsid w:val="009D4F53"/>
    <w:rsid w:val="009D5D45"/>
    <w:rsid w:val="009D6CB0"/>
    <w:rsid w:val="009D6E35"/>
    <w:rsid w:val="009D7857"/>
    <w:rsid w:val="009D7E8C"/>
    <w:rsid w:val="009E03BE"/>
    <w:rsid w:val="009E07BB"/>
    <w:rsid w:val="009E1D8E"/>
    <w:rsid w:val="009E29C8"/>
    <w:rsid w:val="009E33D3"/>
    <w:rsid w:val="009E3910"/>
    <w:rsid w:val="009E467E"/>
    <w:rsid w:val="009E4824"/>
    <w:rsid w:val="009E67C9"/>
    <w:rsid w:val="009E6DE8"/>
    <w:rsid w:val="009E7922"/>
    <w:rsid w:val="009E7AB9"/>
    <w:rsid w:val="009F0CB4"/>
    <w:rsid w:val="009F1D25"/>
    <w:rsid w:val="009F2C77"/>
    <w:rsid w:val="009F4A72"/>
    <w:rsid w:val="009F4DF7"/>
    <w:rsid w:val="009F4EBC"/>
    <w:rsid w:val="009F52B5"/>
    <w:rsid w:val="009F5327"/>
    <w:rsid w:val="009F6793"/>
    <w:rsid w:val="009F6C11"/>
    <w:rsid w:val="009F6DDF"/>
    <w:rsid w:val="00A001AD"/>
    <w:rsid w:val="00A00A9C"/>
    <w:rsid w:val="00A0111D"/>
    <w:rsid w:val="00A02F87"/>
    <w:rsid w:val="00A05A22"/>
    <w:rsid w:val="00A06E42"/>
    <w:rsid w:val="00A100C0"/>
    <w:rsid w:val="00A10D56"/>
    <w:rsid w:val="00A10ECF"/>
    <w:rsid w:val="00A1248D"/>
    <w:rsid w:val="00A130B8"/>
    <w:rsid w:val="00A152D3"/>
    <w:rsid w:val="00A15871"/>
    <w:rsid w:val="00A16415"/>
    <w:rsid w:val="00A168B8"/>
    <w:rsid w:val="00A17755"/>
    <w:rsid w:val="00A17C0F"/>
    <w:rsid w:val="00A17E00"/>
    <w:rsid w:val="00A209AB"/>
    <w:rsid w:val="00A20DA0"/>
    <w:rsid w:val="00A21090"/>
    <w:rsid w:val="00A21BC5"/>
    <w:rsid w:val="00A21D3D"/>
    <w:rsid w:val="00A2224E"/>
    <w:rsid w:val="00A22363"/>
    <w:rsid w:val="00A22500"/>
    <w:rsid w:val="00A22F56"/>
    <w:rsid w:val="00A2310F"/>
    <w:rsid w:val="00A23ABC"/>
    <w:rsid w:val="00A247C1"/>
    <w:rsid w:val="00A259B2"/>
    <w:rsid w:val="00A2642A"/>
    <w:rsid w:val="00A26AD5"/>
    <w:rsid w:val="00A26CAB"/>
    <w:rsid w:val="00A309F6"/>
    <w:rsid w:val="00A30F05"/>
    <w:rsid w:val="00A3225D"/>
    <w:rsid w:val="00A34863"/>
    <w:rsid w:val="00A35B8A"/>
    <w:rsid w:val="00A35EDE"/>
    <w:rsid w:val="00A36255"/>
    <w:rsid w:val="00A36CA9"/>
    <w:rsid w:val="00A40889"/>
    <w:rsid w:val="00A40946"/>
    <w:rsid w:val="00A40F13"/>
    <w:rsid w:val="00A412D9"/>
    <w:rsid w:val="00A43492"/>
    <w:rsid w:val="00A44308"/>
    <w:rsid w:val="00A44569"/>
    <w:rsid w:val="00A44704"/>
    <w:rsid w:val="00A44AAC"/>
    <w:rsid w:val="00A45017"/>
    <w:rsid w:val="00A46610"/>
    <w:rsid w:val="00A46E85"/>
    <w:rsid w:val="00A478DC"/>
    <w:rsid w:val="00A479AA"/>
    <w:rsid w:val="00A502BB"/>
    <w:rsid w:val="00A50FBD"/>
    <w:rsid w:val="00A51E18"/>
    <w:rsid w:val="00A51FCA"/>
    <w:rsid w:val="00A53418"/>
    <w:rsid w:val="00A54D62"/>
    <w:rsid w:val="00A558F0"/>
    <w:rsid w:val="00A56588"/>
    <w:rsid w:val="00A6076B"/>
    <w:rsid w:val="00A60B19"/>
    <w:rsid w:val="00A60F54"/>
    <w:rsid w:val="00A611CA"/>
    <w:rsid w:val="00A61A03"/>
    <w:rsid w:val="00A643D5"/>
    <w:rsid w:val="00A6486D"/>
    <w:rsid w:val="00A6513F"/>
    <w:rsid w:val="00A6595F"/>
    <w:rsid w:val="00A668D6"/>
    <w:rsid w:val="00A70447"/>
    <w:rsid w:val="00A70F65"/>
    <w:rsid w:val="00A713EA"/>
    <w:rsid w:val="00A71B5C"/>
    <w:rsid w:val="00A730C5"/>
    <w:rsid w:val="00A7410F"/>
    <w:rsid w:val="00A745EB"/>
    <w:rsid w:val="00A746E9"/>
    <w:rsid w:val="00A74975"/>
    <w:rsid w:val="00A749A9"/>
    <w:rsid w:val="00A74F97"/>
    <w:rsid w:val="00A751DD"/>
    <w:rsid w:val="00A75D67"/>
    <w:rsid w:val="00A762D1"/>
    <w:rsid w:val="00A76C83"/>
    <w:rsid w:val="00A77286"/>
    <w:rsid w:val="00A77342"/>
    <w:rsid w:val="00A81316"/>
    <w:rsid w:val="00A821CD"/>
    <w:rsid w:val="00A82DA1"/>
    <w:rsid w:val="00A839A8"/>
    <w:rsid w:val="00A83CA6"/>
    <w:rsid w:val="00A8550E"/>
    <w:rsid w:val="00A85A64"/>
    <w:rsid w:val="00A86979"/>
    <w:rsid w:val="00A91F7E"/>
    <w:rsid w:val="00A93200"/>
    <w:rsid w:val="00A9330B"/>
    <w:rsid w:val="00A939E9"/>
    <w:rsid w:val="00A9641E"/>
    <w:rsid w:val="00A964D8"/>
    <w:rsid w:val="00A96E30"/>
    <w:rsid w:val="00A971B5"/>
    <w:rsid w:val="00A97460"/>
    <w:rsid w:val="00A97B6D"/>
    <w:rsid w:val="00AA3508"/>
    <w:rsid w:val="00AA378D"/>
    <w:rsid w:val="00AA38C9"/>
    <w:rsid w:val="00AA54F2"/>
    <w:rsid w:val="00AA5680"/>
    <w:rsid w:val="00AA613D"/>
    <w:rsid w:val="00AA76DF"/>
    <w:rsid w:val="00AA78C8"/>
    <w:rsid w:val="00AB1005"/>
    <w:rsid w:val="00AB1F96"/>
    <w:rsid w:val="00AB34E7"/>
    <w:rsid w:val="00AB414F"/>
    <w:rsid w:val="00AB49D8"/>
    <w:rsid w:val="00AB514B"/>
    <w:rsid w:val="00AB5AFC"/>
    <w:rsid w:val="00AB5B22"/>
    <w:rsid w:val="00AC0E55"/>
    <w:rsid w:val="00AC1A38"/>
    <w:rsid w:val="00AC2316"/>
    <w:rsid w:val="00AC28CD"/>
    <w:rsid w:val="00AC2C70"/>
    <w:rsid w:val="00AC3605"/>
    <w:rsid w:val="00AC405B"/>
    <w:rsid w:val="00AC40B1"/>
    <w:rsid w:val="00AC5121"/>
    <w:rsid w:val="00AC5289"/>
    <w:rsid w:val="00AC6146"/>
    <w:rsid w:val="00AC64A5"/>
    <w:rsid w:val="00AD0A29"/>
    <w:rsid w:val="00AD1D65"/>
    <w:rsid w:val="00AD239D"/>
    <w:rsid w:val="00AD2964"/>
    <w:rsid w:val="00AD32AB"/>
    <w:rsid w:val="00AD365B"/>
    <w:rsid w:val="00AD7646"/>
    <w:rsid w:val="00AD7BE1"/>
    <w:rsid w:val="00AE0638"/>
    <w:rsid w:val="00AE0778"/>
    <w:rsid w:val="00AE1E35"/>
    <w:rsid w:val="00AE23D9"/>
    <w:rsid w:val="00AE270B"/>
    <w:rsid w:val="00AE3E56"/>
    <w:rsid w:val="00AE424E"/>
    <w:rsid w:val="00AE4C17"/>
    <w:rsid w:val="00AE4D35"/>
    <w:rsid w:val="00AE5048"/>
    <w:rsid w:val="00AE5DAC"/>
    <w:rsid w:val="00AE6117"/>
    <w:rsid w:val="00AE64FD"/>
    <w:rsid w:val="00AE6B76"/>
    <w:rsid w:val="00AE74A9"/>
    <w:rsid w:val="00AE7EF4"/>
    <w:rsid w:val="00AF0A2F"/>
    <w:rsid w:val="00AF217C"/>
    <w:rsid w:val="00AF2460"/>
    <w:rsid w:val="00AF33DF"/>
    <w:rsid w:val="00AF4A58"/>
    <w:rsid w:val="00AF5F9A"/>
    <w:rsid w:val="00B01257"/>
    <w:rsid w:val="00B0159B"/>
    <w:rsid w:val="00B03CB0"/>
    <w:rsid w:val="00B050B2"/>
    <w:rsid w:val="00B06472"/>
    <w:rsid w:val="00B1002E"/>
    <w:rsid w:val="00B117F4"/>
    <w:rsid w:val="00B11A3F"/>
    <w:rsid w:val="00B11AF5"/>
    <w:rsid w:val="00B12ED2"/>
    <w:rsid w:val="00B1307C"/>
    <w:rsid w:val="00B13536"/>
    <w:rsid w:val="00B13E2A"/>
    <w:rsid w:val="00B1441D"/>
    <w:rsid w:val="00B14B74"/>
    <w:rsid w:val="00B14D9F"/>
    <w:rsid w:val="00B17010"/>
    <w:rsid w:val="00B23A84"/>
    <w:rsid w:val="00B24ABA"/>
    <w:rsid w:val="00B262EB"/>
    <w:rsid w:val="00B27610"/>
    <w:rsid w:val="00B30383"/>
    <w:rsid w:val="00B3211D"/>
    <w:rsid w:val="00B32E34"/>
    <w:rsid w:val="00B32EC8"/>
    <w:rsid w:val="00B32F31"/>
    <w:rsid w:val="00B34A78"/>
    <w:rsid w:val="00B35DA8"/>
    <w:rsid w:val="00B37FEA"/>
    <w:rsid w:val="00B41201"/>
    <w:rsid w:val="00B426ED"/>
    <w:rsid w:val="00B42E0C"/>
    <w:rsid w:val="00B4616E"/>
    <w:rsid w:val="00B46231"/>
    <w:rsid w:val="00B47827"/>
    <w:rsid w:val="00B506FA"/>
    <w:rsid w:val="00B519F5"/>
    <w:rsid w:val="00B521C9"/>
    <w:rsid w:val="00B52A64"/>
    <w:rsid w:val="00B532CE"/>
    <w:rsid w:val="00B546F5"/>
    <w:rsid w:val="00B549EA"/>
    <w:rsid w:val="00B559D5"/>
    <w:rsid w:val="00B56188"/>
    <w:rsid w:val="00B56337"/>
    <w:rsid w:val="00B56CC8"/>
    <w:rsid w:val="00B60404"/>
    <w:rsid w:val="00B629FE"/>
    <w:rsid w:val="00B62F2E"/>
    <w:rsid w:val="00B637B2"/>
    <w:rsid w:val="00B63B89"/>
    <w:rsid w:val="00B63B8B"/>
    <w:rsid w:val="00B643FF"/>
    <w:rsid w:val="00B65134"/>
    <w:rsid w:val="00B656F4"/>
    <w:rsid w:val="00B65753"/>
    <w:rsid w:val="00B6586F"/>
    <w:rsid w:val="00B66B0B"/>
    <w:rsid w:val="00B675B7"/>
    <w:rsid w:val="00B70093"/>
    <w:rsid w:val="00B7085F"/>
    <w:rsid w:val="00B70AEE"/>
    <w:rsid w:val="00B713BD"/>
    <w:rsid w:val="00B71ADF"/>
    <w:rsid w:val="00B72CF4"/>
    <w:rsid w:val="00B73110"/>
    <w:rsid w:val="00B731F9"/>
    <w:rsid w:val="00B7497D"/>
    <w:rsid w:val="00B7501C"/>
    <w:rsid w:val="00B755BB"/>
    <w:rsid w:val="00B76530"/>
    <w:rsid w:val="00B76B70"/>
    <w:rsid w:val="00B76C8E"/>
    <w:rsid w:val="00B77EF4"/>
    <w:rsid w:val="00B805DE"/>
    <w:rsid w:val="00B813C1"/>
    <w:rsid w:val="00B81871"/>
    <w:rsid w:val="00B81F23"/>
    <w:rsid w:val="00B82A3A"/>
    <w:rsid w:val="00B86715"/>
    <w:rsid w:val="00B86F9B"/>
    <w:rsid w:val="00B87355"/>
    <w:rsid w:val="00B90A19"/>
    <w:rsid w:val="00B90E35"/>
    <w:rsid w:val="00B911FB"/>
    <w:rsid w:val="00B91587"/>
    <w:rsid w:val="00B91734"/>
    <w:rsid w:val="00B91DCE"/>
    <w:rsid w:val="00B92923"/>
    <w:rsid w:val="00B931B4"/>
    <w:rsid w:val="00B936D7"/>
    <w:rsid w:val="00B93946"/>
    <w:rsid w:val="00B93D0F"/>
    <w:rsid w:val="00B94127"/>
    <w:rsid w:val="00B9447E"/>
    <w:rsid w:val="00B955A3"/>
    <w:rsid w:val="00BA04CD"/>
    <w:rsid w:val="00BA05E6"/>
    <w:rsid w:val="00BA14D2"/>
    <w:rsid w:val="00BA1938"/>
    <w:rsid w:val="00BA20DE"/>
    <w:rsid w:val="00BA49D1"/>
    <w:rsid w:val="00BA50A5"/>
    <w:rsid w:val="00BA6C54"/>
    <w:rsid w:val="00BB02BF"/>
    <w:rsid w:val="00BB04A3"/>
    <w:rsid w:val="00BB2B25"/>
    <w:rsid w:val="00BB2B68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9C6"/>
    <w:rsid w:val="00BC09D4"/>
    <w:rsid w:val="00BC11B6"/>
    <w:rsid w:val="00BC2247"/>
    <w:rsid w:val="00BC2DB8"/>
    <w:rsid w:val="00BC2E5E"/>
    <w:rsid w:val="00BC499A"/>
    <w:rsid w:val="00BC4D13"/>
    <w:rsid w:val="00BC717E"/>
    <w:rsid w:val="00BD0BA9"/>
    <w:rsid w:val="00BD245C"/>
    <w:rsid w:val="00BD2721"/>
    <w:rsid w:val="00BD4DFE"/>
    <w:rsid w:val="00BD4E01"/>
    <w:rsid w:val="00BD5200"/>
    <w:rsid w:val="00BD54F3"/>
    <w:rsid w:val="00BD593F"/>
    <w:rsid w:val="00BD5C4A"/>
    <w:rsid w:val="00BD6706"/>
    <w:rsid w:val="00BE0960"/>
    <w:rsid w:val="00BE0D08"/>
    <w:rsid w:val="00BE156E"/>
    <w:rsid w:val="00BE4715"/>
    <w:rsid w:val="00BE5E5A"/>
    <w:rsid w:val="00BE60F1"/>
    <w:rsid w:val="00BE7C70"/>
    <w:rsid w:val="00BE7ED8"/>
    <w:rsid w:val="00BF0BA4"/>
    <w:rsid w:val="00BF2583"/>
    <w:rsid w:val="00BF38C5"/>
    <w:rsid w:val="00BF3CDD"/>
    <w:rsid w:val="00BF6700"/>
    <w:rsid w:val="00C0154C"/>
    <w:rsid w:val="00C02C98"/>
    <w:rsid w:val="00C03829"/>
    <w:rsid w:val="00C041F9"/>
    <w:rsid w:val="00C06EE3"/>
    <w:rsid w:val="00C07FB5"/>
    <w:rsid w:val="00C11A6B"/>
    <w:rsid w:val="00C11D61"/>
    <w:rsid w:val="00C12B0A"/>
    <w:rsid w:val="00C12B1F"/>
    <w:rsid w:val="00C13127"/>
    <w:rsid w:val="00C13FA8"/>
    <w:rsid w:val="00C1570C"/>
    <w:rsid w:val="00C15B30"/>
    <w:rsid w:val="00C20E2A"/>
    <w:rsid w:val="00C20F41"/>
    <w:rsid w:val="00C20FF9"/>
    <w:rsid w:val="00C21B1E"/>
    <w:rsid w:val="00C21E46"/>
    <w:rsid w:val="00C22361"/>
    <w:rsid w:val="00C24844"/>
    <w:rsid w:val="00C24AAD"/>
    <w:rsid w:val="00C24B00"/>
    <w:rsid w:val="00C2680B"/>
    <w:rsid w:val="00C26D89"/>
    <w:rsid w:val="00C30C1F"/>
    <w:rsid w:val="00C31671"/>
    <w:rsid w:val="00C317A7"/>
    <w:rsid w:val="00C31833"/>
    <w:rsid w:val="00C31D50"/>
    <w:rsid w:val="00C33018"/>
    <w:rsid w:val="00C33B4D"/>
    <w:rsid w:val="00C35A49"/>
    <w:rsid w:val="00C36AF1"/>
    <w:rsid w:val="00C37458"/>
    <w:rsid w:val="00C37AF7"/>
    <w:rsid w:val="00C40FD1"/>
    <w:rsid w:val="00C41429"/>
    <w:rsid w:val="00C45E29"/>
    <w:rsid w:val="00C5278C"/>
    <w:rsid w:val="00C52C63"/>
    <w:rsid w:val="00C533D4"/>
    <w:rsid w:val="00C5543B"/>
    <w:rsid w:val="00C6006C"/>
    <w:rsid w:val="00C60180"/>
    <w:rsid w:val="00C60343"/>
    <w:rsid w:val="00C6065C"/>
    <w:rsid w:val="00C617E5"/>
    <w:rsid w:val="00C62C07"/>
    <w:rsid w:val="00C63B4B"/>
    <w:rsid w:val="00C63BE2"/>
    <w:rsid w:val="00C65192"/>
    <w:rsid w:val="00C6636C"/>
    <w:rsid w:val="00C66645"/>
    <w:rsid w:val="00C666BE"/>
    <w:rsid w:val="00C667E4"/>
    <w:rsid w:val="00C66AFB"/>
    <w:rsid w:val="00C67B99"/>
    <w:rsid w:val="00C70065"/>
    <w:rsid w:val="00C73BB7"/>
    <w:rsid w:val="00C745F3"/>
    <w:rsid w:val="00C749DC"/>
    <w:rsid w:val="00C75FD7"/>
    <w:rsid w:val="00C76216"/>
    <w:rsid w:val="00C76A9C"/>
    <w:rsid w:val="00C76AC0"/>
    <w:rsid w:val="00C801D2"/>
    <w:rsid w:val="00C8023D"/>
    <w:rsid w:val="00C805A5"/>
    <w:rsid w:val="00C81907"/>
    <w:rsid w:val="00C81A0E"/>
    <w:rsid w:val="00C81C96"/>
    <w:rsid w:val="00C83309"/>
    <w:rsid w:val="00C86366"/>
    <w:rsid w:val="00C87178"/>
    <w:rsid w:val="00C87AE2"/>
    <w:rsid w:val="00C9021F"/>
    <w:rsid w:val="00C9028D"/>
    <w:rsid w:val="00C906FE"/>
    <w:rsid w:val="00C95391"/>
    <w:rsid w:val="00CA267A"/>
    <w:rsid w:val="00CA2801"/>
    <w:rsid w:val="00CA28B4"/>
    <w:rsid w:val="00CA34D3"/>
    <w:rsid w:val="00CA357C"/>
    <w:rsid w:val="00CA41BF"/>
    <w:rsid w:val="00CA4F18"/>
    <w:rsid w:val="00CA6D7F"/>
    <w:rsid w:val="00CA6D92"/>
    <w:rsid w:val="00CA747F"/>
    <w:rsid w:val="00CA7BEE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041"/>
    <w:rsid w:val="00CB7231"/>
    <w:rsid w:val="00CC01E9"/>
    <w:rsid w:val="00CC02EE"/>
    <w:rsid w:val="00CC0833"/>
    <w:rsid w:val="00CC156E"/>
    <w:rsid w:val="00CC2299"/>
    <w:rsid w:val="00CC245C"/>
    <w:rsid w:val="00CC3ADB"/>
    <w:rsid w:val="00CC3AE0"/>
    <w:rsid w:val="00CC493B"/>
    <w:rsid w:val="00CC5D86"/>
    <w:rsid w:val="00CC657C"/>
    <w:rsid w:val="00CC745F"/>
    <w:rsid w:val="00CC74FF"/>
    <w:rsid w:val="00CD0B1C"/>
    <w:rsid w:val="00CD0F9A"/>
    <w:rsid w:val="00CD1C2D"/>
    <w:rsid w:val="00CD72D4"/>
    <w:rsid w:val="00CD7EB5"/>
    <w:rsid w:val="00CE08E4"/>
    <w:rsid w:val="00CE0950"/>
    <w:rsid w:val="00CE1509"/>
    <w:rsid w:val="00CE30CD"/>
    <w:rsid w:val="00CE4592"/>
    <w:rsid w:val="00CE65FD"/>
    <w:rsid w:val="00CE702B"/>
    <w:rsid w:val="00CE723E"/>
    <w:rsid w:val="00CE7C89"/>
    <w:rsid w:val="00CF0045"/>
    <w:rsid w:val="00CF0CDF"/>
    <w:rsid w:val="00CF128B"/>
    <w:rsid w:val="00CF137D"/>
    <w:rsid w:val="00CF1D98"/>
    <w:rsid w:val="00CF3598"/>
    <w:rsid w:val="00CF3D62"/>
    <w:rsid w:val="00CF5947"/>
    <w:rsid w:val="00CF77B8"/>
    <w:rsid w:val="00D006C2"/>
    <w:rsid w:val="00D00F73"/>
    <w:rsid w:val="00D01CC6"/>
    <w:rsid w:val="00D032AA"/>
    <w:rsid w:val="00D04044"/>
    <w:rsid w:val="00D0687B"/>
    <w:rsid w:val="00D0748F"/>
    <w:rsid w:val="00D10971"/>
    <w:rsid w:val="00D10D11"/>
    <w:rsid w:val="00D11FF9"/>
    <w:rsid w:val="00D12AC9"/>
    <w:rsid w:val="00D13522"/>
    <w:rsid w:val="00D15C3F"/>
    <w:rsid w:val="00D16BFE"/>
    <w:rsid w:val="00D17455"/>
    <w:rsid w:val="00D17788"/>
    <w:rsid w:val="00D17A7E"/>
    <w:rsid w:val="00D17EED"/>
    <w:rsid w:val="00D20EAE"/>
    <w:rsid w:val="00D212D5"/>
    <w:rsid w:val="00D24B24"/>
    <w:rsid w:val="00D24B82"/>
    <w:rsid w:val="00D24EB0"/>
    <w:rsid w:val="00D25987"/>
    <w:rsid w:val="00D262F0"/>
    <w:rsid w:val="00D3340D"/>
    <w:rsid w:val="00D33A32"/>
    <w:rsid w:val="00D34759"/>
    <w:rsid w:val="00D36159"/>
    <w:rsid w:val="00D36FFA"/>
    <w:rsid w:val="00D400E6"/>
    <w:rsid w:val="00D41F32"/>
    <w:rsid w:val="00D436D2"/>
    <w:rsid w:val="00D43ADD"/>
    <w:rsid w:val="00D454F2"/>
    <w:rsid w:val="00D466C6"/>
    <w:rsid w:val="00D46B98"/>
    <w:rsid w:val="00D46C32"/>
    <w:rsid w:val="00D4718A"/>
    <w:rsid w:val="00D47864"/>
    <w:rsid w:val="00D50CD4"/>
    <w:rsid w:val="00D51E02"/>
    <w:rsid w:val="00D52BDE"/>
    <w:rsid w:val="00D52EC6"/>
    <w:rsid w:val="00D53245"/>
    <w:rsid w:val="00D53C02"/>
    <w:rsid w:val="00D5416C"/>
    <w:rsid w:val="00D54728"/>
    <w:rsid w:val="00D54ED4"/>
    <w:rsid w:val="00D56673"/>
    <w:rsid w:val="00D56D44"/>
    <w:rsid w:val="00D57D78"/>
    <w:rsid w:val="00D57DAD"/>
    <w:rsid w:val="00D60BAB"/>
    <w:rsid w:val="00D6188A"/>
    <w:rsid w:val="00D62620"/>
    <w:rsid w:val="00D628AB"/>
    <w:rsid w:val="00D62CF7"/>
    <w:rsid w:val="00D6386E"/>
    <w:rsid w:val="00D6447B"/>
    <w:rsid w:val="00D6553D"/>
    <w:rsid w:val="00D66EE9"/>
    <w:rsid w:val="00D67101"/>
    <w:rsid w:val="00D70D85"/>
    <w:rsid w:val="00D718B1"/>
    <w:rsid w:val="00D71BAC"/>
    <w:rsid w:val="00D721CB"/>
    <w:rsid w:val="00D7331A"/>
    <w:rsid w:val="00D73C15"/>
    <w:rsid w:val="00D7499D"/>
    <w:rsid w:val="00D74E52"/>
    <w:rsid w:val="00D75682"/>
    <w:rsid w:val="00D7587C"/>
    <w:rsid w:val="00D771CE"/>
    <w:rsid w:val="00D77544"/>
    <w:rsid w:val="00D77EF6"/>
    <w:rsid w:val="00D8000A"/>
    <w:rsid w:val="00D82BB8"/>
    <w:rsid w:val="00D8322A"/>
    <w:rsid w:val="00D83251"/>
    <w:rsid w:val="00D840C2"/>
    <w:rsid w:val="00D84ECA"/>
    <w:rsid w:val="00D854D7"/>
    <w:rsid w:val="00D879FB"/>
    <w:rsid w:val="00D87DBF"/>
    <w:rsid w:val="00D90975"/>
    <w:rsid w:val="00D918F2"/>
    <w:rsid w:val="00D91B67"/>
    <w:rsid w:val="00D92CDF"/>
    <w:rsid w:val="00D92EB2"/>
    <w:rsid w:val="00D94B0D"/>
    <w:rsid w:val="00D94DCC"/>
    <w:rsid w:val="00D9553B"/>
    <w:rsid w:val="00DA2BDB"/>
    <w:rsid w:val="00DA2FDA"/>
    <w:rsid w:val="00DA309A"/>
    <w:rsid w:val="00DA34E0"/>
    <w:rsid w:val="00DA56A3"/>
    <w:rsid w:val="00DA5931"/>
    <w:rsid w:val="00DA5BCA"/>
    <w:rsid w:val="00DA60B4"/>
    <w:rsid w:val="00DA6A1B"/>
    <w:rsid w:val="00DA722B"/>
    <w:rsid w:val="00DA76C9"/>
    <w:rsid w:val="00DA772F"/>
    <w:rsid w:val="00DB006A"/>
    <w:rsid w:val="00DB2203"/>
    <w:rsid w:val="00DB2424"/>
    <w:rsid w:val="00DB37B5"/>
    <w:rsid w:val="00DB3E84"/>
    <w:rsid w:val="00DB4CA5"/>
    <w:rsid w:val="00DB4D6B"/>
    <w:rsid w:val="00DB5252"/>
    <w:rsid w:val="00DB5A42"/>
    <w:rsid w:val="00DB7DDA"/>
    <w:rsid w:val="00DC02A0"/>
    <w:rsid w:val="00DC0B08"/>
    <w:rsid w:val="00DC0E27"/>
    <w:rsid w:val="00DC1DC7"/>
    <w:rsid w:val="00DC27E6"/>
    <w:rsid w:val="00DC2836"/>
    <w:rsid w:val="00DC3359"/>
    <w:rsid w:val="00DC3F58"/>
    <w:rsid w:val="00DC4346"/>
    <w:rsid w:val="00DD1BB4"/>
    <w:rsid w:val="00DD26A0"/>
    <w:rsid w:val="00DD4D01"/>
    <w:rsid w:val="00DD5E43"/>
    <w:rsid w:val="00DD6547"/>
    <w:rsid w:val="00DD78A5"/>
    <w:rsid w:val="00DE1E4A"/>
    <w:rsid w:val="00DE4448"/>
    <w:rsid w:val="00DE484F"/>
    <w:rsid w:val="00DE49C9"/>
    <w:rsid w:val="00DE5464"/>
    <w:rsid w:val="00DE67EE"/>
    <w:rsid w:val="00DE72BE"/>
    <w:rsid w:val="00DE739A"/>
    <w:rsid w:val="00DF0566"/>
    <w:rsid w:val="00DF5D0B"/>
    <w:rsid w:val="00DF5E1E"/>
    <w:rsid w:val="00DF6442"/>
    <w:rsid w:val="00DF6C4C"/>
    <w:rsid w:val="00DF72F3"/>
    <w:rsid w:val="00DF7C6A"/>
    <w:rsid w:val="00E022DC"/>
    <w:rsid w:val="00E024D3"/>
    <w:rsid w:val="00E03115"/>
    <w:rsid w:val="00E0487B"/>
    <w:rsid w:val="00E04A09"/>
    <w:rsid w:val="00E05331"/>
    <w:rsid w:val="00E06678"/>
    <w:rsid w:val="00E07A7B"/>
    <w:rsid w:val="00E10574"/>
    <w:rsid w:val="00E1306E"/>
    <w:rsid w:val="00E132F6"/>
    <w:rsid w:val="00E137DA"/>
    <w:rsid w:val="00E14039"/>
    <w:rsid w:val="00E14435"/>
    <w:rsid w:val="00E15F81"/>
    <w:rsid w:val="00E16138"/>
    <w:rsid w:val="00E17A6C"/>
    <w:rsid w:val="00E206F5"/>
    <w:rsid w:val="00E20910"/>
    <w:rsid w:val="00E21598"/>
    <w:rsid w:val="00E227D9"/>
    <w:rsid w:val="00E2319C"/>
    <w:rsid w:val="00E259BC"/>
    <w:rsid w:val="00E25BA5"/>
    <w:rsid w:val="00E262CF"/>
    <w:rsid w:val="00E264A4"/>
    <w:rsid w:val="00E26540"/>
    <w:rsid w:val="00E324FB"/>
    <w:rsid w:val="00E33345"/>
    <w:rsid w:val="00E34BF7"/>
    <w:rsid w:val="00E3669B"/>
    <w:rsid w:val="00E36D0B"/>
    <w:rsid w:val="00E37D13"/>
    <w:rsid w:val="00E37F4A"/>
    <w:rsid w:val="00E40FCC"/>
    <w:rsid w:val="00E43122"/>
    <w:rsid w:val="00E43FE2"/>
    <w:rsid w:val="00E44003"/>
    <w:rsid w:val="00E451D3"/>
    <w:rsid w:val="00E455B6"/>
    <w:rsid w:val="00E456A5"/>
    <w:rsid w:val="00E5096E"/>
    <w:rsid w:val="00E514F7"/>
    <w:rsid w:val="00E53724"/>
    <w:rsid w:val="00E538A8"/>
    <w:rsid w:val="00E53B80"/>
    <w:rsid w:val="00E546D1"/>
    <w:rsid w:val="00E54786"/>
    <w:rsid w:val="00E54821"/>
    <w:rsid w:val="00E5512D"/>
    <w:rsid w:val="00E5540B"/>
    <w:rsid w:val="00E570B2"/>
    <w:rsid w:val="00E574E5"/>
    <w:rsid w:val="00E6227C"/>
    <w:rsid w:val="00E6252C"/>
    <w:rsid w:val="00E63C51"/>
    <w:rsid w:val="00E64E30"/>
    <w:rsid w:val="00E64F77"/>
    <w:rsid w:val="00E66A1B"/>
    <w:rsid w:val="00E678A3"/>
    <w:rsid w:val="00E67D25"/>
    <w:rsid w:val="00E71139"/>
    <w:rsid w:val="00E71142"/>
    <w:rsid w:val="00E71775"/>
    <w:rsid w:val="00E72AD4"/>
    <w:rsid w:val="00E74F63"/>
    <w:rsid w:val="00E751FE"/>
    <w:rsid w:val="00E7551F"/>
    <w:rsid w:val="00E757C3"/>
    <w:rsid w:val="00E7602E"/>
    <w:rsid w:val="00E76608"/>
    <w:rsid w:val="00E76A20"/>
    <w:rsid w:val="00E828B2"/>
    <w:rsid w:val="00E839A6"/>
    <w:rsid w:val="00E84179"/>
    <w:rsid w:val="00E8548E"/>
    <w:rsid w:val="00E87870"/>
    <w:rsid w:val="00E87F8D"/>
    <w:rsid w:val="00E90664"/>
    <w:rsid w:val="00E92700"/>
    <w:rsid w:val="00E92A52"/>
    <w:rsid w:val="00E93020"/>
    <w:rsid w:val="00E93E53"/>
    <w:rsid w:val="00E95721"/>
    <w:rsid w:val="00E96F05"/>
    <w:rsid w:val="00E9701D"/>
    <w:rsid w:val="00E972C5"/>
    <w:rsid w:val="00EA15FE"/>
    <w:rsid w:val="00EA2DCF"/>
    <w:rsid w:val="00EA3106"/>
    <w:rsid w:val="00EA340E"/>
    <w:rsid w:val="00EA39E2"/>
    <w:rsid w:val="00EA3B1F"/>
    <w:rsid w:val="00EA4533"/>
    <w:rsid w:val="00EA5009"/>
    <w:rsid w:val="00EA6F1D"/>
    <w:rsid w:val="00EA7846"/>
    <w:rsid w:val="00EA7F9E"/>
    <w:rsid w:val="00EB0E40"/>
    <w:rsid w:val="00EB12FD"/>
    <w:rsid w:val="00EB3123"/>
    <w:rsid w:val="00EB405F"/>
    <w:rsid w:val="00EB466D"/>
    <w:rsid w:val="00EB5204"/>
    <w:rsid w:val="00EB55D0"/>
    <w:rsid w:val="00EB5646"/>
    <w:rsid w:val="00EB5ADB"/>
    <w:rsid w:val="00EB7421"/>
    <w:rsid w:val="00EC0286"/>
    <w:rsid w:val="00EC0F78"/>
    <w:rsid w:val="00EC1A32"/>
    <w:rsid w:val="00EC1A39"/>
    <w:rsid w:val="00EC2829"/>
    <w:rsid w:val="00EC2E9A"/>
    <w:rsid w:val="00EC52E9"/>
    <w:rsid w:val="00EC5C01"/>
    <w:rsid w:val="00EC5FC3"/>
    <w:rsid w:val="00EC75A6"/>
    <w:rsid w:val="00EC75E7"/>
    <w:rsid w:val="00EC766D"/>
    <w:rsid w:val="00EC7E34"/>
    <w:rsid w:val="00EC7E5A"/>
    <w:rsid w:val="00EC7F13"/>
    <w:rsid w:val="00ED09FB"/>
    <w:rsid w:val="00ED1057"/>
    <w:rsid w:val="00ED1E04"/>
    <w:rsid w:val="00ED202E"/>
    <w:rsid w:val="00ED2A32"/>
    <w:rsid w:val="00ED3DFD"/>
    <w:rsid w:val="00ED3F21"/>
    <w:rsid w:val="00ED4C60"/>
    <w:rsid w:val="00ED600C"/>
    <w:rsid w:val="00ED7268"/>
    <w:rsid w:val="00EE03D9"/>
    <w:rsid w:val="00EE07B1"/>
    <w:rsid w:val="00EE260F"/>
    <w:rsid w:val="00EE3675"/>
    <w:rsid w:val="00EE38F3"/>
    <w:rsid w:val="00EE56E1"/>
    <w:rsid w:val="00EE604B"/>
    <w:rsid w:val="00EE6659"/>
    <w:rsid w:val="00EE6B33"/>
    <w:rsid w:val="00EE7724"/>
    <w:rsid w:val="00EF0142"/>
    <w:rsid w:val="00EF0462"/>
    <w:rsid w:val="00EF13B1"/>
    <w:rsid w:val="00EF23ED"/>
    <w:rsid w:val="00EF334C"/>
    <w:rsid w:val="00EF3BF2"/>
    <w:rsid w:val="00EF64AE"/>
    <w:rsid w:val="00EF6505"/>
    <w:rsid w:val="00EF691C"/>
    <w:rsid w:val="00EF7A6F"/>
    <w:rsid w:val="00F00064"/>
    <w:rsid w:val="00F00190"/>
    <w:rsid w:val="00F0075A"/>
    <w:rsid w:val="00F02C57"/>
    <w:rsid w:val="00F03283"/>
    <w:rsid w:val="00F05207"/>
    <w:rsid w:val="00F0538D"/>
    <w:rsid w:val="00F05A78"/>
    <w:rsid w:val="00F06DAC"/>
    <w:rsid w:val="00F070E5"/>
    <w:rsid w:val="00F10268"/>
    <w:rsid w:val="00F10C27"/>
    <w:rsid w:val="00F1188A"/>
    <w:rsid w:val="00F11CBD"/>
    <w:rsid w:val="00F1259C"/>
    <w:rsid w:val="00F1517E"/>
    <w:rsid w:val="00F16678"/>
    <w:rsid w:val="00F16B68"/>
    <w:rsid w:val="00F227C9"/>
    <w:rsid w:val="00F22906"/>
    <w:rsid w:val="00F23422"/>
    <w:rsid w:val="00F24C83"/>
    <w:rsid w:val="00F26388"/>
    <w:rsid w:val="00F267BE"/>
    <w:rsid w:val="00F26F41"/>
    <w:rsid w:val="00F3090B"/>
    <w:rsid w:val="00F311A7"/>
    <w:rsid w:val="00F31589"/>
    <w:rsid w:val="00F31BE3"/>
    <w:rsid w:val="00F34B21"/>
    <w:rsid w:val="00F34CA5"/>
    <w:rsid w:val="00F34FAB"/>
    <w:rsid w:val="00F36E89"/>
    <w:rsid w:val="00F40080"/>
    <w:rsid w:val="00F40EA3"/>
    <w:rsid w:val="00F4194C"/>
    <w:rsid w:val="00F4198D"/>
    <w:rsid w:val="00F41E90"/>
    <w:rsid w:val="00F426B8"/>
    <w:rsid w:val="00F42FA9"/>
    <w:rsid w:val="00F43233"/>
    <w:rsid w:val="00F436BF"/>
    <w:rsid w:val="00F43B73"/>
    <w:rsid w:val="00F447F3"/>
    <w:rsid w:val="00F5088E"/>
    <w:rsid w:val="00F509E0"/>
    <w:rsid w:val="00F51BD4"/>
    <w:rsid w:val="00F5205E"/>
    <w:rsid w:val="00F5414E"/>
    <w:rsid w:val="00F54260"/>
    <w:rsid w:val="00F5475B"/>
    <w:rsid w:val="00F54849"/>
    <w:rsid w:val="00F5509F"/>
    <w:rsid w:val="00F564C9"/>
    <w:rsid w:val="00F570D7"/>
    <w:rsid w:val="00F571FE"/>
    <w:rsid w:val="00F6156D"/>
    <w:rsid w:val="00F62161"/>
    <w:rsid w:val="00F62C96"/>
    <w:rsid w:val="00F63864"/>
    <w:rsid w:val="00F638A5"/>
    <w:rsid w:val="00F66676"/>
    <w:rsid w:val="00F67274"/>
    <w:rsid w:val="00F673C2"/>
    <w:rsid w:val="00F70E54"/>
    <w:rsid w:val="00F71329"/>
    <w:rsid w:val="00F715FC"/>
    <w:rsid w:val="00F71859"/>
    <w:rsid w:val="00F72608"/>
    <w:rsid w:val="00F7298E"/>
    <w:rsid w:val="00F72BA8"/>
    <w:rsid w:val="00F745D3"/>
    <w:rsid w:val="00F747D6"/>
    <w:rsid w:val="00F74FDC"/>
    <w:rsid w:val="00F74FED"/>
    <w:rsid w:val="00F7566A"/>
    <w:rsid w:val="00F76CFB"/>
    <w:rsid w:val="00F81721"/>
    <w:rsid w:val="00F81ADB"/>
    <w:rsid w:val="00F82602"/>
    <w:rsid w:val="00F82A57"/>
    <w:rsid w:val="00F82FF9"/>
    <w:rsid w:val="00F83A2C"/>
    <w:rsid w:val="00F83E9D"/>
    <w:rsid w:val="00F85ABF"/>
    <w:rsid w:val="00F86C5B"/>
    <w:rsid w:val="00F87D67"/>
    <w:rsid w:val="00F905F1"/>
    <w:rsid w:val="00F9157D"/>
    <w:rsid w:val="00F919AD"/>
    <w:rsid w:val="00F9482E"/>
    <w:rsid w:val="00F94B63"/>
    <w:rsid w:val="00F96F57"/>
    <w:rsid w:val="00F97466"/>
    <w:rsid w:val="00F97686"/>
    <w:rsid w:val="00F97A32"/>
    <w:rsid w:val="00F97E68"/>
    <w:rsid w:val="00FA1F9F"/>
    <w:rsid w:val="00FA2E21"/>
    <w:rsid w:val="00FA36B4"/>
    <w:rsid w:val="00FA3B58"/>
    <w:rsid w:val="00FA3F72"/>
    <w:rsid w:val="00FA420A"/>
    <w:rsid w:val="00FA5047"/>
    <w:rsid w:val="00FA5484"/>
    <w:rsid w:val="00FA6127"/>
    <w:rsid w:val="00FA6BBA"/>
    <w:rsid w:val="00FB04FE"/>
    <w:rsid w:val="00FB1677"/>
    <w:rsid w:val="00FB3EBB"/>
    <w:rsid w:val="00FB45B0"/>
    <w:rsid w:val="00FB4C27"/>
    <w:rsid w:val="00FB74ED"/>
    <w:rsid w:val="00FB7618"/>
    <w:rsid w:val="00FB7CFB"/>
    <w:rsid w:val="00FC002F"/>
    <w:rsid w:val="00FC0C63"/>
    <w:rsid w:val="00FC105F"/>
    <w:rsid w:val="00FC2822"/>
    <w:rsid w:val="00FC4DC2"/>
    <w:rsid w:val="00FC682C"/>
    <w:rsid w:val="00FC6938"/>
    <w:rsid w:val="00FD0194"/>
    <w:rsid w:val="00FD04E0"/>
    <w:rsid w:val="00FD0F7B"/>
    <w:rsid w:val="00FD1384"/>
    <w:rsid w:val="00FD491F"/>
    <w:rsid w:val="00FD6141"/>
    <w:rsid w:val="00FE050F"/>
    <w:rsid w:val="00FE068A"/>
    <w:rsid w:val="00FE0BFA"/>
    <w:rsid w:val="00FE0D85"/>
    <w:rsid w:val="00FE0DC9"/>
    <w:rsid w:val="00FE11BF"/>
    <w:rsid w:val="00FE1608"/>
    <w:rsid w:val="00FE269E"/>
    <w:rsid w:val="00FE402A"/>
    <w:rsid w:val="00FE4605"/>
    <w:rsid w:val="00FE623F"/>
    <w:rsid w:val="00FE7FDC"/>
    <w:rsid w:val="00FF08F6"/>
    <w:rsid w:val="00FF0F74"/>
    <w:rsid w:val="00FF21EB"/>
    <w:rsid w:val="00FF255A"/>
    <w:rsid w:val="00FF3003"/>
    <w:rsid w:val="00FF3193"/>
    <w:rsid w:val="00FF364B"/>
    <w:rsid w:val="00FF3E01"/>
    <w:rsid w:val="00FF6156"/>
    <w:rsid w:val="00FF6894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001AD"/>
    <w:rPr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A001AD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9B349E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9B349E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77F2F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248B"/>
    <w:rPr>
      <w:color w:val="0000FF" w:themeColor="hyperlink"/>
      <w:u w:val="single"/>
    </w:rPr>
  </w:style>
  <w:style w:type="table" w:styleId="Table3Deffects3">
    <w:name w:val="Table 3D effects 3"/>
    <w:basedOn w:val="TableNormal"/>
    <w:rsid w:val="0056575C"/>
    <w:pPr>
      <w:bidi/>
      <w:ind w:firstLine="567"/>
      <w:jc w:val="lowKashida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56575C"/>
    <w:pPr>
      <w:bidi/>
      <w:ind w:firstLine="567"/>
      <w:jc w:val="lowKashida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5A2492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A2492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5A2492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rsid w:val="005A2492"/>
    <w:rPr>
      <w:rFonts w:cs="Fajer Noori Nastalique"/>
      <w:bCs/>
      <w:color w:val="000000"/>
      <w:sz w:val="30"/>
      <w:szCs w:val="30"/>
    </w:rPr>
  </w:style>
  <w:style w:type="character" w:styleId="PageNumber">
    <w:name w:val="page number"/>
    <w:basedOn w:val="DefaultParagraphFont"/>
    <w:rsid w:val="005A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F46B8-FAF3-4D96-9B99-239B612D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640</TotalTime>
  <Pages>1</Pages>
  <Words>40625</Words>
  <Characters>231565</Characters>
  <Application>Microsoft Office Word</Application>
  <DocSecurity>0</DocSecurity>
  <Lines>1929</Lines>
  <Paragraphs>543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271647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B2</cp:lastModifiedBy>
  <cp:revision>118</cp:revision>
  <cp:lastPrinted>2014-07-20T07:08:00Z</cp:lastPrinted>
  <dcterms:created xsi:type="dcterms:W3CDTF">2014-07-03T09:18:00Z</dcterms:created>
  <dcterms:modified xsi:type="dcterms:W3CDTF">2014-07-20T07:14:00Z</dcterms:modified>
</cp:coreProperties>
</file>