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5708D5" w:rsidP="000A73D5">
      <w:pPr>
        <w:pStyle w:val="libCenter"/>
      </w:pPr>
      <w:r w:rsidRPr="005708D5">
        <w:rPr>
          <w:rtl/>
        </w:rPr>
        <w:drawing>
          <wp:inline distT="0" distB="0" distL="0" distR="0">
            <wp:extent cx="6001874" cy="8494776"/>
            <wp:effectExtent l="0" t="0" r="0" b="0"/>
            <wp:docPr id="2" name="Picture 2" descr="L:\New_kar\1440\safer_1440\gher_ko_janat_bananay_kay_14_nuskhay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gher_ko_janat_bananay_kay_14_nuskhay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133" cy="8510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A0" w:rsidRDefault="00E7750F" w:rsidP="000A73D5">
      <w:pPr>
        <w:pStyle w:val="libNormal"/>
        <w:rPr>
          <w:rtl/>
        </w:rPr>
      </w:pPr>
      <w:r>
        <w:rPr>
          <w:rtl/>
        </w:rPr>
        <w:br w:type="page"/>
      </w:r>
    </w:p>
    <w:p w:rsidR="00FD6AA0" w:rsidRDefault="000C39ED" w:rsidP="000A73D5">
      <w:pPr>
        <w:pStyle w:val="libNormal"/>
        <w:rPr>
          <w:rtl/>
          <w:lang w:bidi="ur-PK"/>
        </w:rPr>
      </w:pPr>
      <w:r w:rsidRPr="000C39ED">
        <w:rPr>
          <w:rFonts w:hint="cs"/>
          <w:rtl/>
          <w:lang w:bidi="ur-PK"/>
        </w:rPr>
        <w:lastRenderedPageBreak/>
        <w:t>ی</w:t>
      </w:r>
      <w:r w:rsidRPr="000C39ED">
        <w:rPr>
          <w:rFonts w:hint="eastAsia"/>
          <w:rtl/>
          <w:lang w:bidi="ur-PK"/>
        </w:rPr>
        <w:t>ہ</w:t>
      </w:r>
      <w:r w:rsidRPr="000C39ED">
        <w:rPr>
          <w:rtl/>
          <w:lang w:bidi="ur-PK"/>
        </w:rPr>
        <w:t xml:space="preserve"> کتاب برق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شکل م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ں</w:t>
      </w:r>
      <w:r w:rsidRPr="000C39ED">
        <w:rPr>
          <w:rtl/>
          <w:lang w:bidi="ur-PK"/>
        </w:rPr>
        <w:t xml:space="preserve"> نشرہوئ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ہے اور شبکہ الامام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ن</w:t>
      </w:r>
      <w:r w:rsidRPr="000C39ED">
        <w:rPr>
          <w:rtl/>
          <w:lang w:bidi="ur-PK"/>
        </w:rPr>
        <w:t xml:space="preserve"> الحسن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ن</w:t>
      </w:r>
      <w:r w:rsidRPr="000C39ED">
        <w:rPr>
          <w:rtl/>
          <w:lang w:bidi="ur-PK"/>
        </w:rPr>
        <w:t xml:space="preserve"> (عل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ہما</w:t>
      </w:r>
      <w:r w:rsidRPr="000C39ED">
        <w:rPr>
          <w:rtl/>
          <w:lang w:bidi="ur-PK"/>
        </w:rPr>
        <w:t xml:space="preserve"> السلام) کے گروہ علم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ک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نگران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م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ں</w:t>
      </w:r>
      <w:r w:rsidRPr="000C39ED">
        <w:rPr>
          <w:rtl/>
          <w:lang w:bidi="ur-PK"/>
        </w:rPr>
        <w:t xml:space="preserve"> تنظ</w:t>
      </w:r>
      <w:r w:rsidRPr="000C39ED">
        <w:rPr>
          <w:rFonts w:hint="cs"/>
          <w:rtl/>
          <w:lang w:bidi="ur-PK"/>
        </w:rPr>
        <w:t>ی</w:t>
      </w:r>
      <w:r w:rsidRPr="000C39ED">
        <w:rPr>
          <w:rFonts w:hint="eastAsia"/>
          <w:rtl/>
          <w:lang w:bidi="ur-PK"/>
        </w:rPr>
        <w:t>م</w:t>
      </w:r>
      <w:r w:rsidRPr="000C39ED">
        <w:rPr>
          <w:rtl/>
          <w:lang w:bidi="ur-PK"/>
        </w:rPr>
        <w:t xml:space="preserve"> ہوئ</w:t>
      </w:r>
      <w:r w:rsidRPr="000C39ED">
        <w:rPr>
          <w:rFonts w:hint="cs"/>
          <w:rtl/>
          <w:lang w:bidi="ur-PK"/>
        </w:rPr>
        <w:t>ی</w:t>
      </w:r>
      <w:r w:rsidRPr="000C39ED">
        <w:rPr>
          <w:rtl/>
          <w:lang w:bidi="ur-PK"/>
        </w:rPr>
        <w:t xml:space="preserve"> ہے</w:t>
      </w:r>
    </w:p>
    <w:p w:rsidR="00B84EBE" w:rsidRDefault="000C39ED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84EBE" w:rsidRDefault="00B84EBE" w:rsidP="005708D5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کتاب کا نام: گھر کو جنت بنانے کے چودہ مجّرب نسخے </w:t>
      </w:r>
    </w:p>
    <w:p w:rsidR="00B84EBE" w:rsidRDefault="00B84EBE" w:rsidP="005708D5">
      <w:pPr>
        <w:pStyle w:val="libCenterBold2"/>
        <w:rPr>
          <w:rtl/>
          <w:lang w:bidi="ur-PK"/>
        </w:rPr>
      </w:pPr>
      <w:r>
        <w:rPr>
          <w:rtl/>
          <w:lang w:bidi="ur-PK"/>
        </w:rPr>
        <w:t>جمع وترت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: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عابد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B84EBE" w:rsidP="005708D5">
      <w:pPr>
        <w:pStyle w:val="libCenterBold2"/>
        <w:rPr>
          <w:rtl/>
          <w:lang w:bidi="ur-PK"/>
        </w:rPr>
      </w:pPr>
    </w:p>
    <w:p w:rsidR="00B84EBE" w:rsidRDefault="00B84EBE" w:rsidP="005708D5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 کمپوزنگ : حافظ</w:t>
      </w:r>
      <w:r>
        <w:rPr>
          <w:rFonts w:hint="cs"/>
          <w:rtl/>
          <w:lang w:bidi="ur-PK"/>
        </w:rPr>
        <w:t>ی</w:t>
      </w:r>
    </w:p>
    <w:p w:rsidR="00B84EBE" w:rsidRDefault="00B84EBE" w:rsidP="005708D5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ورک: شبکہ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</w:t>
      </w:r>
      <w:r>
        <w:rPr>
          <w:rtl/>
          <w:lang w:bidi="ur-PK"/>
        </w:rPr>
        <w:t xml:space="preserve"> السلام</w:t>
      </w:r>
    </w:p>
    <w:p w:rsidR="005708D5" w:rsidRDefault="005708D5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553F4F">
      <w:pPr>
        <w:pStyle w:val="libArabic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CA07BC" w:rsidRPr="00CA07B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٭ جس کام سے پہلے </w:t>
      </w:r>
      <w:r w:rsidRPr="00553F4F">
        <w:rPr>
          <w:rStyle w:val="libArabicChar"/>
          <w:rtl/>
        </w:rPr>
        <w:t>بسم الل</w:t>
      </w:r>
      <w:r w:rsidR="00CA07BC" w:rsidRPr="00CA07BC">
        <w:rPr>
          <w:rStyle w:val="libArabicChar"/>
          <w:rFonts w:hint="cs"/>
          <w:rtl/>
        </w:rPr>
        <w:t>ه</w:t>
      </w:r>
      <w:r w:rsidRPr="00553F4F">
        <w:rPr>
          <w:rStyle w:val="libArabicChar"/>
          <w:rtl/>
        </w:rPr>
        <w:t xml:space="preserve"> </w:t>
      </w:r>
      <w:r w:rsidRPr="00553F4F">
        <w:rPr>
          <w:rStyle w:val="libArabicChar"/>
          <w:rFonts w:hint="cs"/>
          <w:rtl/>
        </w:rPr>
        <w:t>الرحمن</w:t>
      </w:r>
      <w:r w:rsidRPr="00553F4F">
        <w:rPr>
          <w:rStyle w:val="libArabicChar"/>
          <w:rtl/>
        </w:rPr>
        <w:t xml:space="preserve"> </w:t>
      </w:r>
      <w:r w:rsidRPr="00553F4F">
        <w:rPr>
          <w:rStyle w:val="libArabicChar"/>
          <w:rFonts w:hint="cs"/>
          <w:rtl/>
        </w:rPr>
        <w:t>الرحی</w:t>
      </w:r>
      <w:r w:rsidRPr="00553F4F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 نہ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ہوتا ہے ۔حد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"جو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کام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 w:rsidRPr="00553F4F">
        <w:rPr>
          <w:rStyle w:val="libArabicChar"/>
          <w:rtl/>
        </w:rPr>
        <w:t>بسم الل</w:t>
      </w:r>
      <w:r w:rsidR="00CA07BC" w:rsidRPr="00CA07BC">
        <w:rPr>
          <w:rStyle w:val="libArabicChar"/>
          <w:rFonts w:hint="cs"/>
          <w:rtl/>
        </w:rPr>
        <w:t>ه</w:t>
      </w:r>
      <w:r w:rsidRPr="00553F4F">
        <w:rPr>
          <w:rStyle w:val="libArabicChar"/>
          <w:rtl/>
        </w:rPr>
        <w:t xml:space="preserve"> </w:t>
      </w:r>
      <w:r w:rsidRPr="00553F4F">
        <w:rPr>
          <w:rStyle w:val="libArabicChar"/>
          <w:rFonts w:hint="cs"/>
          <w:rtl/>
        </w:rPr>
        <w:t>الرحمن</w:t>
      </w:r>
      <w:r w:rsidRPr="00553F4F">
        <w:rPr>
          <w:rStyle w:val="libArabicChar"/>
          <w:rtl/>
        </w:rPr>
        <w:t xml:space="preserve"> </w:t>
      </w:r>
      <w:r w:rsidRPr="00553F4F">
        <w:rPr>
          <w:rStyle w:val="libArabicChar"/>
          <w:rFonts w:hint="cs"/>
          <w:rtl/>
        </w:rPr>
        <w:t>الرحی</w:t>
      </w:r>
      <w:r w:rsidRPr="00553F4F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 کے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وہ ناقص اورنا تمام ہوتا ہے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"جب بندہ خدا سوتے وقت بسم اللہ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پڑھے تو خداوند فرشتوں سے فرماتا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ملائکہ صبح تک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بندے کے سانس لکھتے رہو (ان کا اجر ملے گا )"۔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شخص اپنے گھر کے دروازے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بسم اللہ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لکھے تو وہ ہلاکت سے محفوظ رہے گا ۔</w:t>
      </w:r>
    </w:p>
    <w:p w:rsidR="00553F4F" w:rsidRDefault="00553F4F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553F4F">
      <w:pPr>
        <w:pStyle w:val="Heading2Center"/>
        <w:rPr>
          <w:rtl/>
          <w:lang w:bidi="ur-PK"/>
        </w:rPr>
      </w:pPr>
      <w:bookmarkStart w:id="0" w:name="_Toc528496816"/>
      <w:r>
        <w:rPr>
          <w:rFonts w:hint="eastAsia"/>
          <w:rtl/>
          <w:lang w:bidi="ur-PK"/>
        </w:rPr>
        <w:lastRenderedPageBreak/>
        <w:t>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bookmarkEnd w:id="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نسل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کے لئے قانون فطرت مسلسل مصروف عمل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سراسر محبت پر ہے ۔جب حضرت آدم کو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ہوا تو ان کے سکون قلب کے لئے حضرت حوّا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صنف نازک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سکون قلب فراہم کرنا ہے جو محبت کا ثمر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منزل ہے جہاں انسان محبت پاتا ہے تو اپنا سب کچھ کھو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و سکون حاصل کرتا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دولت کے مقابل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دولت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 محبت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قربان کر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وسکون پاتا ہے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امام جعفر صادق (ع) سے چند مسائل پوچھے تو ہر سوال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نے "محبت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" کہہ کر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سائل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مولا!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پوچھ رہا ہوں اور آپ ہرجواب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" محبت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امام نے اس سائل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="00CA07BC" w:rsidRPr="00CA07BC">
        <w:rPr>
          <w:rStyle w:val="libArabicChar"/>
          <w:rFonts w:hint="cs"/>
          <w:rtl/>
        </w:rPr>
        <w:t>ه</w:t>
      </w:r>
      <w:r w:rsidRPr="00553F4F">
        <w:rPr>
          <w:rStyle w:val="libArabicChar"/>
          <w:rFonts w:hint="cs"/>
          <w:rtl/>
        </w:rPr>
        <w:t>ل</w:t>
      </w:r>
      <w:r w:rsidRPr="00553F4F">
        <w:rPr>
          <w:rStyle w:val="libArabicChar"/>
          <w:rtl/>
        </w:rPr>
        <w:t xml:space="preserve"> </w:t>
      </w:r>
      <w:r w:rsidRPr="00553F4F">
        <w:rPr>
          <w:rStyle w:val="libArabicChar"/>
          <w:rFonts w:hint="cs"/>
          <w:rtl/>
        </w:rPr>
        <w:t>الدی</w:t>
      </w:r>
      <w:r w:rsidRPr="00553F4F">
        <w:rPr>
          <w:rStyle w:val="libArabicChar"/>
          <w:rFonts w:hint="eastAsia"/>
          <w:rtl/>
        </w:rPr>
        <w:t>ن</w:t>
      </w:r>
      <w:r w:rsidRPr="00553F4F">
        <w:rPr>
          <w:rStyle w:val="libArabicChar"/>
          <w:rtl/>
        </w:rPr>
        <w:t xml:space="preserve"> الّا الحب</w:t>
      </w:r>
      <w:r>
        <w:rPr>
          <w:rtl/>
          <w:lang w:bidi="ur-PK"/>
        </w:rPr>
        <w:t xml:space="preserve"> "؟ (ک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محبت کے علاوہ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ہے ؟)</w:t>
      </w:r>
    </w:p>
    <w:p w:rsidR="00553F4F" w:rsidRDefault="00553F4F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وجود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لئے ہے کہ وہ بندگان خدا کے دلوں کو جوڑے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الفت بڑھائے ۔د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اس کے نام پر نفرت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دشمن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چھوٹے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بڑے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، اسلام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۔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ہے اور اس کے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گھر ہے جہاں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مکان فراہم کرتا ہے جو اس مکان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کر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جب مکان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ہوتا ہے تو مرد کو سوائے اس کے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سک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اور جب وہ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،تکال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تھک جاتا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گھبرا جاتا ہے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پناہ گاہ کا رخ کرتا ہے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چند لمحات سکون کے ساتھ گزارسکے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اس کے مرد سکون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سے باہر کا رخ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معاشر 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ان کے فراہم کردہ مکان کو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۔دراصل محبت وہ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اور اولاد کے ساتھ مربوط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شوہر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او 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کے لئے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اولاد کے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اولاد ان دونوں کے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مضب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باندھا ہوا ہے جو</w:t>
      </w:r>
    </w:p>
    <w:p w:rsidR="00553F4F" w:rsidRDefault="00553F4F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در</w:t>
      </w:r>
      <w:r>
        <w:rPr>
          <w:rtl/>
          <w:lang w:bidi="ur-PK"/>
        </w:rPr>
        <w:t xml:space="preserve"> اصل معاشرے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کتاب کے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رازہ</w:t>
      </w:r>
      <w:r>
        <w:rPr>
          <w:rtl/>
          <w:lang w:bidi="ur-PK"/>
        </w:rPr>
        <w:t xml:space="preserve"> ہے ۔ اگر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ازہ ہٹ جائے تو اورراق منتشر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کتاب کا جود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ہوجاتا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معاشرے سے محبت کا جذبہ مفقود ہوجائے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انتشار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ہوجاتا ہے ۔ دراصل محبت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آفت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مصنوع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لاحق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"تکبر" اور "حب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ہونا ہے ۔ اور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۔ج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اب محبت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کے آثار اور مظاہر محبت کے مکان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جب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دل چور چور ہوجاتا ہے تو نہ اب وہ جوڑا جاسکتا ہے اور نہ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ٹانکے لگائے جاسکتے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دوچ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مرکب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اور بدن ۔ جسطرح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مگر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مگر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و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کا جبران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پتہ چلتا ہے کہ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ثقافت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لغار</w:t>
      </w:r>
      <w:r>
        <w:rPr>
          <w:rtl/>
          <w:lang w:bidi="ur-PK"/>
        </w:rPr>
        <w:t xml:space="preserve"> نے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اور خاندان کے نظام کو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متاثر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اور اصل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ثقافت کے علم بردار علمائے کرام اس نظام کے تحفظ کے لئے کوشاں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eastAsia"/>
          <w:rtl/>
          <w:lang w:bidi="ur-PK"/>
        </w:rPr>
        <w:t>مرتب</w:t>
      </w:r>
      <w:r>
        <w:rPr>
          <w:rtl/>
          <w:lang w:bidi="ur-PK"/>
        </w:rPr>
        <w:t xml:space="preserve"> نے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موثر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کتابوں سے جمع و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کرکے جو نسخے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کئے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وہ مکمل طور پر قران وحد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ث</w:t>
      </w:r>
      <w:r w:rsidR="00B84EBE">
        <w:rPr>
          <w:rtl/>
          <w:lang w:bidi="ur-PK"/>
        </w:rPr>
        <w:t xml:space="preserve"> اور مکتب اہل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(ع)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تعل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مات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روشن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۔خداوند عالم سے دعا ہے کہ اس کو شش کو شرف قبول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بخشے اور قارئ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کے لئے مف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د</w:t>
      </w:r>
      <w:r w:rsidR="00B84EBE">
        <w:rPr>
          <w:rtl/>
          <w:lang w:bidi="ur-PK"/>
        </w:rPr>
        <w:t xml:space="preserve"> موثر قراردے اور مرتب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مساع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اس گھرانے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د</w:t>
      </w:r>
      <w:r w:rsidR="00B84EBE">
        <w:rPr>
          <w:rtl/>
          <w:lang w:bidi="ur-PK"/>
        </w:rPr>
        <w:t xml:space="preserve"> حاصل رہے جسے خداوند عالم نے "نبوت کا گھرانہ "کہا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الاسلام والمسلم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مولانا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ذوالفقار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جمعہ مسجد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عباس</w:t>
      </w:r>
      <w:r>
        <w:rPr>
          <w:rtl/>
          <w:lang w:bidi="ur-PK"/>
        </w:rPr>
        <w:t xml:space="preserve"> ٹاون ،کراچ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553F4F">
      <w:pPr>
        <w:pStyle w:val="Heading2Center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bookmarkStart w:id="1" w:name="_Toc528496817"/>
      <w:r w:rsidR="00B84EBE">
        <w:rPr>
          <w:rFonts w:hint="eastAsia"/>
          <w:rtl/>
          <w:lang w:bidi="ur-PK"/>
        </w:rPr>
        <w:t>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ش</w:t>
      </w:r>
      <w:r w:rsidR="00B84EBE">
        <w:rPr>
          <w:rtl/>
          <w:lang w:bidi="ur-PK"/>
        </w:rPr>
        <w:t xml:space="preserve"> لفظ</w:t>
      </w:r>
      <w:bookmarkEnd w:id="1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کتاب کو پڑھنے والا ہر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نگاہ ڈالے کہ اپنے گھر کو جنت بنانے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کردار ہونا 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؟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کے سامنے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ہرشخص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سوچے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خدا اپنے ‌فضل وکرم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دوسرے گھر والوں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کردے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نسخوں</w:t>
      </w:r>
      <w:r>
        <w:rPr>
          <w:rtl/>
          <w:lang w:bidi="ur-PK"/>
        </w:rPr>
        <w:t xml:space="preserve"> پر عمل کرنے سے قبل اپنے اور گھروالوں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 خداوندام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 والوں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آنکھوں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بنادے اور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حقوق ادا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بنادے اور ان کے ساتھ حسن سلوک کرنے والا بنادے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اگر خاندان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ہوتو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معاشرہ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پائے گا اور اگر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باہر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گھر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ہو ، اختلاف ہو ۔ وہ گھر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کا قاتل ہے ،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استعداد کا قاتل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کا گھر مبارک ہو، اولاد آپ کے لئے </w:t>
      </w:r>
    </w:p>
    <w:p w:rsidR="00553F4F" w:rsidRDefault="00553F4F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مبارک</w:t>
      </w:r>
      <w:r>
        <w:rPr>
          <w:rtl/>
          <w:lang w:bidi="ur-PK"/>
        </w:rPr>
        <w:t xml:space="preserve"> ہو تو 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آپ کے گھر گناہ نہ ہواگر آپ کا گھر گناہ کا گھر ہے تو اس کے بابرکت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مشہور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553F4F">
        <w:rPr>
          <w:rStyle w:val="libArabicChar"/>
          <w:rtl/>
        </w:rPr>
        <w:t>لا تدخلو الملائک ف</w:t>
      </w:r>
      <w:r w:rsidRPr="00553F4F">
        <w:rPr>
          <w:rStyle w:val="libArabicChar"/>
          <w:rFonts w:hint="cs"/>
          <w:rtl/>
        </w:rPr>
        <w:t>ی</w:t>
      </w:r>
      <w:r w:rsidRPr="00553F4F">
        <w:rPr>
          <w:rStyle w:val="libArabicChar"/>
          <w:rtl/>
        </w:rPr>
        <w:t xml:space="preserve"> ب</w:t>
      </w:r>
      <w:r w:rsidRPr="00553F4F">
        <w:rPr>
          <w:rStyle w:val="libArabicChar"/>
          <w:rFonts w:hint="cs"/>
          <w:rtl/>
        </w:rPr>
        <w:t>ی</w:t>
      </w:r>
      <w:r w:rsidRPr="00553F4F">
        <w:rPr>
          <w:rStyle w:val="libArabicChar"/>
          <w:rFonts w:hint="eastAsia"/>
          <w:rtl/>
        </w:rPr>
        <w:t>ت</w:t>
      </w:r>
      <w:r w:rsidRPr="00553F4F">
        <w:rPr>
          <w:rStyle w:val="libArabicChar"/>
          <w:rtl/>
        </w:rPr>
        <w:t xml:space="preserve"> ف</w:t>
      </w:r>
      <w:r w:rsidRPr="00553F4F">
        <w:rPr>
          <w:rStyle w:val="libArabicChar"/>
          <w:rFonts w:hint="cs"/>
          <w:rtl/>
        </w:rPr>
        <w:t>ی</w:t>
      </w:r>
      <w:r w:rsidR="00CA07BC" w:rsidRPr="00CA07BC">
        <w:rPr>
          <w:rStyle w:val="libArabicChar"/>
          <w:rFonts w:hint="cs"/>
          <w:rtl/>
        </w:rPr>
        <w:t>ه</w:t>
      </w:r>
      <w:r w:rsidRPr="00553F4F">
        <w:rPr>
          <w:rStyle w:val="libArabicChar"/>
          <w:rtl/>
        </w:rPr>
        <w:t xml:space="preserve"> الکلب</w:t>
      </w:r>
      <w:r>
        <w:rPr>
          <w:rtl/>
          <w:lang w:bidi="ur-PK"/>
        </w:rPr>
        <w:t>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"وہ گھر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کتا ہو ملائکہ داخل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بقول علماء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گھر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ملائکہ آمد ورفت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وہاں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ورفت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دل جو ناپاک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آلودہ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،بہتان ،حسد ،بغض ،غصہ اور غضب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آماجگاہ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ملائکہ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آمدورفت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گھر جہاں اختلافات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،گناہ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ملائکہ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ورفت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ملائکہ ہمارے گھر آمدورفت نہ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کا دست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سر پر نہ ہو اور ہمارے گھر وں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نہ ہو تو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افسوس کا مقام ہوگا اور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افسوس ان بچوں پر جو اس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گھر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امد ورفت ہو وہ آرام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کامنبع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ماحول ہو کہ رہنے والے افراد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کرتے ہوں ، محبت والفت ہو 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کرنے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اور</w:t>
      </w:r>
      <w:r w:rsidR="00B84EBE">
        <w:rPr>
          <w:rtl/>
          <w:lang w:bidi="ur-PK"/>
        </w:rPr>
        <w:t xml:space="preserve"> اگر کوئ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ناخوش گوار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ش</w:t>
      </w:r>
      <w:r w:rsidR="00B84EBE">
        <w:rPr>
          <w:rtl/>
          <w:lang w:bidi="ur-PK"/>
        </w:rPr>
        <w:t xml:space="preserve"> آجائے تو عذر خواہ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کرتے ہوں تو اس کا نت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جہ</w:t>
      </w:r>
      <w:r w:rsidR="00B84EBE">
        <w:rPr>
          <w:rtl/>
          <w:lang w:bidi="ur-PK"/>
        </w:rPr>
        <w:t xml:space="preserve">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ہوگا کہ جنت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دوسرے کے سامنے خوشحال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ٹھے</w:t>
      </w:r>
      <w:r w:rsidR="00B84EBE">
        <w:rPr>
          <w:rtl/>
          <w:lang w:bidi="ur-PK"/>
        </w:rPr>
        <w:t xml:space="preserve"> ہوں گے اور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دوسرے کو آفر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کہ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گے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اپنے لئے بہشت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اگر آپ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اپنے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صبر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،اختلافات کو فورا دور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گھنٹہ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ٹہرنا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553F4F">
        <w:rPr>
          <w:rStyle w:val="libAieChar"/>
          <w:rtl/>
          <w:lang w:bidi="ur-PK"/>
        </w:rPr>
        <w:t>ولا تنازعوا وتفشلوا وتذ</w:t>
      </w:r>
      <w:r w:rsidR="00CA07BC" w:rsidRPr="00CA07BC">
        <w:rPr>
          <w:rStyle w:val="libAieChar"/>
          <w:rFonts w:hint="cs"/>
          <w:rtl/>
          <w:lang w:bidi="ur-PK"/>
        </w:rPr>
        <w:t>ه</w:t>
      </w:r>
      <w:r w:rsidRPr="00553F4F">
        <w:rPr>
          <w:rStyle w:val="libAieChar"/>
          <w:rFonts w:hint="cs"/>
          <w:rtl/>
          <w:lang w:bidi="ur-PK"/>
        </w:rPr>
        <w:t>ب</w:t>
      </w:r>
      <w:r w:rsidRPr="00553F4F">
        <w:rPr>
          <w:rStyle w:val="libAieChar"/>
          <w:rtl/>
          <w:lang w:bidi="ur-PK"/>
        </w:rPr>
        <w:t xml:space="preserve"> </w:t>
      </w:r>
      <w:r w:rsidRPr="00553F4F">
        <w:rPr>
          <w:rStyle w:val="libAieChar"/>
          <w:rFonts w:hint="cs"/>
          <w:rtl/>
          <w:lang w:bidi="ur-PK"/>
        </w:rPr>
        <w:t>ری</w:t>
      </w:r>
      <w:r w:rsidRPr="00553F4F">
        <w:rPr>
          <w:rStyle w:val="libAieChar"/>
          <w:rFonts w:hint="eastAsia"/>
          <w:rtl/>
          <w:lang w:bidi="ur-PK"/>
        </w:rPr>
        <w:t>حکم</w:t>
      </w:r>
      <w:r>
        <w:rPr>
          <w:rtl/>
          <w:lang w:bidi="ur-PK"/>
        </w:rPr>
        <w:t xml:space="preserve"> 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(انفال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47)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جھگڑا نہ کرو ورنہ ہمت ہاروگے اور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ہوااکھڑ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پروردگارا</w:t>
      </w:r>
      <w:r>
        <w:rPr>
          <w:rtl/>
          <w:lang w:bidi="ur-PK"/>
        </w:rPr>
        <w:t xml:space="preserve"> تمام خاندانوں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اتحاد ،باہم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الفت ومحبت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فرما اور آپس کے جھگڑوں کو ختم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۔اور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(د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>!)"آپس کے اختلافات ختم کردو"۔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دعوے دار جو اپنے مولا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ادارہ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وحدت اسلام</w:t>
      </w:r>
      <w:r>
        <w:rPr>
          <w:rFonts w:hint="cs"/>
          <w:rtl/>
          <w:lang w:bidi="ur-PK"/>
        </w:rPr>
        <w:t>ی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DE1B10">
      <w:pPr>
        <w:pStyle w:val="Heading2Center"/>
        <w:rPr>
          <w:rtl/>
          <w:lang w:bidi="ur-PK"/>
        </w:rPr>
      </w:pPr>
      <w:bookmarkStart w:id="2" w:name="_Toc528496818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عمل کے لئے چودہ مجرب نسخے</w:t>
      </w:r>
      <w:bookmarkEnd w:id="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آدم (ع) جب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باغ جنت کا چپہ چپہ انوار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معمور تھا الطاف کبر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قدم قدم پر ظہور تھا اور ہر طرف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آدم اپنے دل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محسوس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پھر حضرت آدم پرنوازشوں اور بخششوں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جنت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ثابت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شوہر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سامنے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-----اگر عورت نہ ہو تو کارخانہ تمدن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ہوکر رہ جائے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اجڑ کر رہ جائے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-----اے عورت! آپ دوزخ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گھر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-----آپ 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دولت مند اور دولت مند کو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-----مرد کا سکھ آپ کے قدموں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،آپ مرد کا نصف جزو اور اس کا آدھا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تمام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،اول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،حکماء ۔آئمہ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خدا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(ص)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آپ</w:t>
      </w:r>
      <w:r w:rsidR="00B84EBE">
        <w:rPr>
          <w:rtl/>
          <w:lang w:bidi="ur-PK"/>
        </w:rPr>
        <w:t xml:space="preserve"> کو ماں کہتے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اور آپ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گود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پلتے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قدموں تلے جنت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 اپنا گھر اور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 عورت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اور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خانہ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عورنت ستر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سے بہتر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بد اعمال عورت ہزار بداعمال مردوں سے بد تر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حاملہ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دورکعت نماز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حاملہ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رکعتوں سے بہتر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عورت اپنے بچوں کو دودھ پلات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بوند پر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جب شوہر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حال گھر آجائے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خوش آمد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کہے اور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تو اللہ اس عورت کو نصف جہاد کا ثواب عطا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عورت اپنے بچے کے رونے سے رات بھر نہ سوسکے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غلاموں کو آزاد کرنے کا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عورت ذکر کرتے ہوئے جھاڑو دے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کوخانہ کعبہ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جھاڑو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ثواب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عورت نماز ،روزہ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پاک دامن رہے اور اپنے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تابعدار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،اس کو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ہوگا کہ جس دورازے سے چاہے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ہوجائے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٭ جو عورت اپنے بچے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مار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وجہ سے نہ سوسکے اور اپنے بچے کو آرام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نے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کوشش کرے تو اللہ تعال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اس کے تمام گناہ معاف کرد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تے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اور اس کو بارہ سال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قبول عبادت کا ثواب ملتاہے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جو عورت حاملہ ہو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عبادت اور دن روزہ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ہوتاہے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بچے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بعد اس کے لئے ستر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اور روزہ کا ثواب لکھا جاتا ہے اور بچہ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برداشت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۔ہر درد کے عوض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حج کا ثواب لکھا جاتا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بچہ رات کوروئے اور ماں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برابھلا کہے اس کو دودھ پلائے تو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نمازوں اور روزوں کاثواب ملے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جب بچے کا دودھ کا وقت پورا ہوجائے توآسمان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فرشتہ آکر اس عورت کو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سناتا ہے کہ اسے عورت اللہ نے تجھ پر جنت واجب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عورت کاخاوند اس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ہور اور وہ انتقال کرجائے تو جنت اس پر واجب ہوگي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کار عورت ستر مردوں سے افضل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عورت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شوہر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رکھے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ڈالے گا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کا منظور نظر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عذاب سے امان مل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٭ شائستہ عورت ہزارناشائستہ مردوں سے بہتر ہے ۔ جو عورت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شوہر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بھلائ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کے لئے سات دن کام کرت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اللہ اس پر جہنم کے سات دروازے بند کرد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تا</w:t>
      </w:r>
      <w:r w:rsidR="00B84EBE">
        <w:rPr>
          <w:rtl/>
          <w:lang w:bidi="ur-PK"/>
        </w:rPr>
        <w:t xml:space="preserve"> ہے اور جنت کے آٹھ دروازے کھول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تا</w:t>
      </w:r>
      <w:r w:rsidR="00B84EBE">
        <w:rPr>
          <w:rtl/>
          <w:lang w:bidi="ur-PK"/>
        </w:rPr>
        <w:t xml:space="preserve"> ہےکہ وہ جس دروازے سے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چاہےجنت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داخل ہوجائے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گھونٹ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مستحب عبادت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روزے رکھے اور رات کو نماز ادا کرے اس سے بہتر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عورت اپنے شوہر کے لئے 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غذا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لئے قسم قسم کے کھانے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گا اور فرمائے گا خوب کھاؤ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زحمتوں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 جو تم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برداشت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اے عورت!آپ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کے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ملکہ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بس اپنے اندر وہ صفات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ہوئے مرد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بات مان لے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ٹہر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!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اقتدار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دوڑ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پہلے آپ کو کچھ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تاج بہت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گلاب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گلاب کو حاصل کرنے کے لئے آپ کو کانٹوں کا مزا چکھنا ہوگا پہلے اپنے اندر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استعداد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-----گھر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ران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بننے سے پہلے آپ کو کس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حد تک باند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بننا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اس گلاب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تاج کو پہننے سے پہلے آپ کو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کانٹوں کا تاج پہننا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کا قانون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نظام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سرخ</w:t>
      </w:r>
      <w:r>
        <w:rPr>
          <w:rtl/>
          <w:lang w:bidi="ur-PK"/>
        </w:rPr>
        <w:t xml:space="preserve"> رو ہوتا ہے انسان ٹھوکر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کھانے کے بعد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رنگ</w:t>
      </w:r>
      <w:r>
        <w:rPr>
          <w:rtl/>
          <w:lang w:bidi="ur-PK"/>
        </w:rPr>
        <w:t xml:space="preserve">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حنا پتھر پہ گھس جانے کے بعد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سرمہ</w:t>
      </w:r>
      <w:r>
        <w:rPr>
          <w:rtl/>
          <w:lang w:bidi="ur-PK"/>
        </w:rPr>
        <w:t xml:space="preserve"> ،نے کہا مجھ پر اتنا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کرتے ہو کہ اتنا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ستے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سنے</w:t>
      </w:r>
      <w:r>
        <w:rPr>
          <w:rtl/>
          <w:lang w:bidi="ur-PK"/>
        </w:rPr>
        <w:t xml:space="preserve"> والے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! تجھے اس لئے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رہاں ہوں کہ اشرف المخلوقات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اشرف الاعضاء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پانے کے قابل ہوجائے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اس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 اپنے آپ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،باپردہ ،نماز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بنائے ، اپنے محلہ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،رشتہ داروں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عمل کرنے اور اس کو چاردانگ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، خدا آپ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بنائے اور اپنے شوہر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آنکھوں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آدم زاد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دل کے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اس کا اظہار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مسکراہٹ سے اس کا اظہار چاہتاہے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کڑو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ہوجائے تو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صبر والا طرز عمل چاہتا ہے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-----آپ کے منہ سے کھلے ہوئے کوثروتسن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</w:t>
      </w:r>
      <w:r w:rsidR="00B84EBE">
        <w:rPr>
          <w:rtl/>
          <w:lang w:bidi="ur-PK"/>
        </w:rPr>
        <w:t xml:space="preserve"> سے دھلے ہوئے دو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ٹھے</w:t>
      </w:r>
      <w:r w:rsidR="00B84EBE">
        <w:rPr>
          <w:rtl/>
          <w:lang w:bidi="ur-PK"/>
        </w:rPr>
        <w:t xml:space="preserve"> بولوں سے اپن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ہر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مار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شفاچاہتا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وخدمت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تھکاوٹ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ہر غم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مشورہ سے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تشف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نمازوں ،ذکر اور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کے حسن اخلاق سے اپنے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-----آپ کے حسن معاشرت سے اپنے ماں باپ اور رشتہ 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اپنے دوستوں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اکرام اور پڑوس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کے ساتھ اچھے برتاؤ سے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مقام اور رتبہ ،بلند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قناعت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سے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کے صاف ستھرے رہنے ،چست ،چاق وچوبند رہنے اور صاف لباس پہننے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نامحرموں پر نگاہ پڑنے سے حفاظت چاہتاہے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 کے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چاہتا ہے ۔ 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صفات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آپ ضرور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آدم (ع) کے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کے لئے حوا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لئے زوجہ صالحہ 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،دل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راحت ،سرما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صحت ،محا‌فظ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،نصف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ہمراز ،اس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مخلص دوست آپ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آپ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اور خدا کے سامنے کھڑے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کرنے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اور بچوں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اسلام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سے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کا ساتھ چاہتا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!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کالج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ڈپلومےلے کر جو خود مردوں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زبان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کھلت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زبان مبارک کا ارشاد ہے کہ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"اے عورتوں 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ادرکھو</w:t>
      </w:r>
      <w:r>
        <w:rPr>
          <w:rtl/>
          <w:lang w:bidi="ur-PK"/>
        </w:rPr>
        <w:t xml:space="preserve">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مردوں سے پہلے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آپ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مردوں سے پہلے تو آپ پہنچ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ہاں البتہ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 جانا شرط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البتہ ۔۔۔۔۔اگروہ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برقرار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۔۔۔۔۔وہ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بدکلام</w:t>
      </w:r>
      <w:r>
        <w:rPr>
          <w:rFonts w:hint="cs"/>
          <w:rtl/>
          <w:lang w:bidi="ur-PK"/>
        </w:rPr>
        <w:t>ی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۔۔۔۔۔بدزبان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۔۔۔۔۔نافرمان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>۔۔۔۔۔۔۔۔۔۔۔۔۔۔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پھر اس مخبر صادق رسول(ص) کا ارشاد سنئے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"کچھ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تو نماز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ہے جس سے اس کا شوہر ناخوش ہو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اپنے شوہر کوستات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جو حور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(اس کو امت ستا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مہمان ہے ،تھوڑے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کو چھوڑ کر ہمارے پاس آجائے گا )"۔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سے بچنے کے لئے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"اے اللہ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چاہتا ہوں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جو مجھے بڑھاپے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تک پہنچنے سے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بوڑھا کردے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شوہر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کہتاہے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انتقال کے بعد تم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۔وہ پوچھت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؟ تو کہتا ہے کہ تاکہ دوسرے شوہر کو معلوم ہوجائے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انتقال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کے ہونٹ کالے ہورہے تھے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وجہ پوچھ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توکہا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گم</w:t>
      </w:r>
      <w:r>
        <w:rPr>
          <w:rtl/>
          <w:lang w:bidi="ur-PK"/>
        </w:rPr>
        <w:t xml:space="preserve"> لاہو رجاہ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فرط مسرت سے ان کے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بے</w:t>
      </w:r>
      <w:r w:rsidR="00B84EBE">
        <w:rPr>
          <w:rtl/>
          <w:lang w:bidi="ur-PK"/>
        </w:rPr>
        <w:t xml:space="preserve"> قابو ہوکر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نے ٹر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کے ڈبے کو چوم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دانشور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پر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کررہے تھے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کے دوران انہوں نے کہا ہم اب 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اعداد وشمارے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آپ لوگوں سے درخواست کرتاہوں کہ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موجودہ لوگ کھڑے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ظلم سے تنگ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سننا</w:t>
      </w:r>
      <w:r>
        <w:rPr>
          <w:rtl/>
          <w:lang w:bidi="ur-PK"/>
        </w:rPr>
        <w:t xml:space="preserve"> تھا کہ تمام لوگ اٹھ کھڑے ہوئے مگر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رہا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دانشور نے کہاخدا کا شکر ہے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خوش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سننا تھا کہ اس شخص نےکہا جناب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ٹانگ توڑ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 طرح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بدمزاج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گذرت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مونس ،غمخوار اگر آپ اپنے گھر کو جنت کا نمونہ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کو کچھ کرناپڑےگا جنت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حاصل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کچھ اصول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کچھ نسخہ جات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مگر دو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باعمل ،دوسرے اس کو غور کے ساتھ سن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کے لئے ۔(رسول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وسلم)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DE1B10">
      <w:pPr>
        <w:pStyle w:val="Heading2Center"/>
        <w:rPr>
          <w:rtl/>
          <w:lang w:bidi="ur-PK"/>
        </w:rPr>
      </w:pPr>
      <w:bookmarkStart w:id="3" w:name="_Toc52849681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</w:t>
      </w:r>
      <w:bookmarkEnd w:id="3"/>
    </w:p>
    <w:p w:rsidR="00B84EBE" w:rsidRDefault="00B84EBE" w:rsidP="00DE1B10">
      <w:pPr>
        <w:pStyle w:val="Heading2Center"/>
        <w:rPr>
          <w:rtl/>
          <w:lang w:bidi="ur-PK"/>
        </w:rPr>
      </w:pPr>
    </w:p>
    <w:p w:rsidR="00B84EBE" w:rsidRDefault="00B84EBE" w:rsidP="00DE1B10">
      <w:pPr>
        <w:pStyle w:val="Heading2Center"/>
        <w:rPr>
          <w:rtl/>
          <w:lang w:bidi="ur-PK"/>
        </w:rPr>
      </w:pPr>
      <w:bookmarkStart w:id="4" w:name="_Toc528496820"/>
      <w:r>
        <w:rPr>
          <w:rtl/>
          <w:lang w:bidi="ur-PK"/>
        </w:rPr>
        <w:t>--{شوہر پر مسلسل احسانات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4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شوہروں کو غلام بنانے کا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نسخہ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بھول جاتاہے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بھولا کرتا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"</w:t>
      </w:r>
      <w:r w:rsidRPr="00DE1B10">
        <w:rPr>
          <w:rStyle w:val="libArabicChar"/>
          <w:rtl/>
        </w:rPr>
        <w:t>الانسان عبد الاحسان</w:t>
      </w:r>
      <w:r>
        <w:rPr>
          <w:rtl/>
          <w:lang w:bidi="ur-PK"/>
        </w:rPr>
        <w:t xml:space="preserve"> " انسان اپنے اوپر احسان کرنے والے کا غلام بن جاتا ہے ۔ وہ آپ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،غلام اور خادم بن جاتا ہے ۔ن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آپ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کرابھارسکت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دن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شوہر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 مجھے اچھائ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ان کو رات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اور دن کے اجالوں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دعاؤں پر مجبور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کا اور خدا کے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کا </w:t>
      </w:r>
      <w:r>
        <w:rPr>
          <w:rFonts w:hint="eastAsia"/>
          <w:rtl/>
          <w:lang w:bidi="ur-PK"/>
        </w:rPr>
        <w:t>سبب</w:t>
      </w:r>
      <w:r>
        <w:rPr>
          <w:rtl/>
          <w:lang w:bidi="ur-PK"/>
        </w:rPr>
        <w:t xml:space="preserve"> ہوجائے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عائشہ فرمات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جتنا رشک مجھے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پر ہوا اتنا رسول اللہ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نہ ہوا حالانکہ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 ۔اتنے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رشک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وجہ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تھ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کہ رسول کر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</w:t>
      </w:r>
      <w:r w:rsidR="00B84EBE">
        <w:rPr>
          <w:rtl/>
          <w:lang w:bidi="ur-PK"/>
        </w:rPr>
        <w:t xml:space="preserve"> اکثر ان کا ذکر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اکرتے</w:t>
      </w:r>
      <w:r w:rsidR="00B84EBE">
        <w:rPr>
          <w:rtl/>
          <w:lang w:bidi="ur-PK"/>
        </w:rPr>
        <w:t xml:space="preserve"> تھے اور آپ کا دستور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تھا کہ جب آپ کوئ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بکر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ذبح فرماتے تو حضرت خد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جہ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وں</w:t>
      </w:r>
      <w:r w:rsidR="00B84EBE">
        <w:rPr>
          <w:rtl/>
          <w:lang w:bidi="ur-PK"/>
        </w:rPr>
        <w:t xml:space="preserve"> کو ان کا گوشت بطور ہد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بھ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جا</w:t>
      </w:r>
      <w:r w:rsidR="00B84EBE">
        <w:rPr>
          <w:rtl/>
          <w:lang w:bidi="ur-PK"/>
        </w:rPr>
        <w:t xml:space="preserve"> کرتے تھے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آپ نے ان کاتذکرہ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۔۔۔۔کا تذکرہ آپ (ص)ک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اتنا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اللہ نے ان سے بہتر آپ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! اس کے بعد اللہ نے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اس سے بہتر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وہ اس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لوگ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کافر تھے ، انہوں نے اس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اورروں نے مجھے جھٹلاد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اس وقت اپنا مال مجھ پر نچھاور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لوگوں نے مجھے محروم کررکھا تھا ۔ اللہ نےمجھے ان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اولاد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(ھر کہ خدمت کرد او مخدوم شد)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نے خدمت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سردار بنا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(</w:t>
      </w:r>
      <w:r w:rsidRPr="00DE1B10">
        <w:rPr>
          <w:rStyle w:val="libArabicChar"/>
          <w:rtl/>
        </w:rPr>
        <w:t>فکون</w:t>
      </w:r>
      <w:r w:rsidRPr="00DE1B10">
        <w:rPr>
          <w:rStyle w:val="libArabicChar"/>
          <w:rFonts w:hint="cs"/>
          <w:rtl/>
        </w:rPr>
        <w:t>ی</w:t>
      </w:r>
      <w:r w:rsidRPr="00DE1B10">
        <w:rPr>
          <w:rStyle w:val="libArabicChar"/>
          <w:rtl/>
        </w:rPr>
        <w:t xml:space="preserve"> ل</w:t>
      </w:r>
      <w:r w:rsidR="00CA07BC" w:rsidRPr="00CA07BC">
        <w:rPr>
          <w:rStyle w:val="libArabicChar"/>
          <w:rFonts w:hint="cs"/>
          <w:rtl/>
        </w:rPr>
        <w:t>ه</w:t>
      </w:r>
      <w:r w:rsidRPr="00DE1B10">
        <w:rPr>
          <w:rStyle w:val="libArabicChar"/>
          <w:rtl/>
        </w:rPr>
        <w:t xml:space="preserve"> </w:t>
      </w:r>
      <w:r w:rsidRPr="00DE1B10">
        <w:rPr>
          <w:rStyle w:val="libArabicChar"/>
          <w:rFonts w:hint="cs"/>
          <w:rtl/>
        </w:rPr>
        <w:t>امت</w:t>
      </w:r>
      <w:r w:rsidR="00CA07BC" w:rsidRPr="00CA07BC">
        <w:rPr>
          <w:rStyle w:val="libArabicChar"/>
          <w:rFonts w:hint="cs"/>
          <w:rtl/>
        </w:rPr>
        <w:t>ه</w:t>
      </w:r>
      <w:r w:rsidRPr="00DE1B10">
        <w:rPr>
          <w:rStyle w:val="libArabicChar"/>
          <w:rtl/>
        </w:rPr>
        <w:t xml:space="preserve"> </w:t>
      </w:r>
      <w:r w:rsidRPr="00DE1B10">
        <w:rPr>
          <w:rStyle w:val="libArabicChar"/>
          <w:rFonts w:hint="cs"/>
          <w:rtl/>
        </w:rPr>
        <w:t>ی</w:t>
      </w:r>
      <w:r w:rsidRPr="00DE1B10">
        <w:rPr>
          <w:rStyle w:val="libArabicChar"/>
          <w:rFonts w:hint="eastAsia"/>
          <w:rtl/>
        </w:rPr>
        <w:t>کن</w:t>
      </w:r>
      <w:r w:rsidRPr="00DE1B10">
        <w:rPr>
          <w:rStyle w:val="libArabicChar"/>
          <w:rtl/>
        </w:rPr>
        <w:t xml:space="preserve"> لک عبدا)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بن جا تو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تابعدار غلام بن کررہے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اگر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شوہر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کہنے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غلام بن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ادرکھے</w:t>
      </w:r>
      <w:r>
        <w:rPr>
          <w:rtl/>
          <w:lang w:bidi="ur-PK"/>
        </w:rPr>
        <w:t xml:space="preserve"> کہ اس کو شوہر پر احسان کرنا ہوگا 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خطاؤں کو درگزر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کرنا</w:t>
      </w:r>
      <w:r w:rsidR="00B84EBE">
        <w:rPr>
          <w:rtl/>
          <w:lang w:bidi="ur-PK"/>
        </w:rPr>
        <w:t xml:space="preserve"> ہوگا غلام بنانا غلام بننے سے ہوتا ہے پہلے عملا باند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بن جائے وہ خود بخود غلام بن جائے گا ۔محبت ،محبت کوکھ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نچت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،اطاعت ،اطاعت کو کھ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نچت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۔ سرکش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،بدزبان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،بدکلام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،نفرت اور جھگڑوں کو کھ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نچ</w:t>
      </w:r>
      <w:r w:rsidR="00B84EBE">
        <w:rPr>
          <w:rtl/>
          <w:lang w:bidi="ur-PK"/>
        </w:rPr>
        <w:t xml:space="preserve"> کرلات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5" w:name="_Toc52849682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2</w:t>
      </w:r>
      <w:bookmarkEnd w:id="5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6" w:name="_Toc528496822"/>
      <w:r>
        <w:rPr>
          <w:rtl/>
          <w:lang w:bidi="ur-PK"/>
        </w:rPr>
        <w:t>--{ج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۔۔۔۔۔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بولنا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۔}--</w:t>
      </w:r>
      <w:bookmarkEnd w:id="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جھگڑوں سے نجات پانے کا زرّ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نسخہ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کہے کہ آج فلان جگہ چلنا ہے ۔۔۔۔۔ کہے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انشااللہ ضرورچل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 اگر شوہر کا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کا دل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 رہا ۔۔۔۔ تو کہے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بالکل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آپ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۔آپ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شوہر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مقدم ہے ، آپ بالکل غم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۔۔۔۔۔اب اگر جانے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چاہ رہا ہے تو اس دوران دورکعت نماز پڑھ کر خدا سے دعا کرے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"اے اللہ ! سارے انسانوں کے دل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۔جب آپ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روک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اگر اس جانے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رےدل</w:t>
      </w:r>
      <w:r w:rsidR="00B84EBE">
        <w:rPr>
          <w:rtl/>
          <w:lang w:bidi="ur-PK"/>
        </w:rPr>
        <w:t xml:space="preserve"> سے اس حاجت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نکال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ورنہ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رے</w:t>
      </w:r>
      <w:r w:rsidR="00B84EBE">
        <w:rPr>
          <w:rtl/>
          <w:lang w:bidi="ur-PK"/>
        </w:rPr>
        <w:t xml:space="preserve"> شوہر کو راض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کرد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جب شوہر کا غصّہ ٹھنڈا ہوجائے تو اس وقت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کہے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"مناسب ہوتا اگر آپ مجھے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آج ان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موقع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جاؤں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آپ اجازت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وہ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مانے تو صبر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۔۔۔ل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چند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شوہر کو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اعتماد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ہوجائے گا پھر انشاءاللہ 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7" w:name="_Toc52849682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3</w:t>
      </w:r>
      <w:bookmarkEnd w:id="7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8" w:name="_Toc528496824"/>
      <w:r>
        <w:rPr>
          <w:rtl/>
          <w:lang w:bidi="ur-PK"/>
        </w:rPr>
        <w:t>--{معاف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،آ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ہوگا}--</w:t>
      </w:r>
      <w:bookmarkEnd w:id="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جملہ ہے جو سنگ دل سے سنگدل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، سخت سے سخت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چھوٹا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،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کے لئے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ظالم کو رحم پر مجبور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،دشمن کودوست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نسخہ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کا ، بشر کا قول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انسانوں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داکرنے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والے</w:t>
      </w:r>
      <w:r w:rsidR="00B84EBE">
        <w:rPr>
          <w:rtl/>
          <w:lang w:bidi="ur-PK"/>
        </w:rPr>
        <w:t xml:space="preserve"> رب العزت جن کے ہاتھ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سارے انسانوں کے دل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ان کا ارشاد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11218C">
        <w:rPr>
          <w:rStyle w:val="libAieChar"/>
          <w:rtl/>
        </w:rPr>
        <w:t>ولا تستو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tl/>
        </w:rPr>
        <w:t xml:space="preserve"> الحسن</w:t>
      </w:r>
      <w:r w:rsidR="00CA07BC" w:rsidRPr="00CA07BC">
        <w:rPr>
          <w:rStyle w:val="libAieChar"/>
          <w:rFonts w:hint="cs"/>
          <w:rtl/>
        </w:rPr>
        <w:t>ة</w:t>
      </w:r>
      <w:r w:rsidRPr="0011218C">
        <w:rPr>
          <w:rStyle w:val="libAieChar"/>
          <w:rtl/>
        </w:rPr>
        <w:t xml:space="preserve"> ولا الس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Fonts w:hint="eastAsia"/>
          <w:rtl/>
        </w:rPr>
        <w:t>ئ</w:t>
      </w:r>
      <w:r w:rsidR="00CA07BC" w:rsidRPr="00CA07BC">
        <w:rPr>
          <w:rStyle w:val="libAieChar"/>
          <w:rFonts w:hint="cs"/>
          <w:rtl/>
        </w:rPr>
        <w:t>ة</w:t>
      </w:r>
      <w:r w:rsidRPr="0011218C">
        <w:rPr>
          <w:rStyle w:val="libAieChar"/>
          <w:rtl/>
        </w:rPr>
        <w:t xml:space="preserve"> ادفع بالت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tl/>
        </w:rPr>
        <w:t xml:space="preserve"> </w:t>
      </w:r>
      <w:r w:rsidR="00CA07BC" w:rsidRPr="00CA07BC">
        <w:rPr>
          <w:rStyle w:val="libAieChar"/>
          <w:rFonts w:hint="cs"/>
          <w:rtl/>
        </w:rPr>
        <w:t>ه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tl/>
        </w:rPr>
        <w:t xml:space="preserve"> احسن فاذا الذ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tl/>
        </w:rPr>
        <w:t xml:space="preserve"> ب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Fonts w:hint="eastAsia"/>
          <w:rtl/>
        </w:rPr>
        <w:t>نک</w:t>
      </w:r>
      <w:r w:rsidRPr="0011218C">
        <w:rPr>
          <w:rStyle w:val="libAieChar"/>
          <w:rtl/>
        </w:rPr>
        <w:t xml:space="preserve"> وب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Fonts w:hint="eastAsia"/>
          <w:rtl/>
        </w:rPr>
        <w:t>ن</w:t>
      </w:r>
      <w:r w:rsidR="00CA07BC" w:rsidRPr="00CA07BC">
        <w:rPr>
          <w:rStyle w:val="libAieChar"/>
          <w:rFonts w:hint="cs"/>
          <w:rtl/>
        </w:rPr>
        <w:t>ه</w:t>
      </w:r>
      <w:r w:rsidRPr="0011218C">
        <w:rPr>
          <w:rStyle w:val="libAieChar"/>
          <w:rtl/>
        </w:rPr>
        <w:t xml:space="preserve"> عداو</w:t>
      </w:r>
      <w:r w:rsidR="00CA07BC" w:rsidRPr="00CA07BC">
        <w:rPr>
          <w:rStyle w:val="libAieChar"/>
          <w:rFonts w:hint="cs"/>
          <w:rtl/>
        </w:rPr>
        <w:t>ة</w:t>
      </w:r>
      <w:r w:rsidRPr="0011218C">
        <w:rPr>
          <w:rStyle w:val="libAieChar"/>
          <w:rtl/>
        </w:rPr>
        <w:t xml:space="preserve"> کان</w:t>
      </w:r>
      <w:r w:rsidR="00CA07BC" w:rsidRPr="00CA07BC">
        <w:rPr>
          <w:rStyle w:val="libAieChar"/>
          <w:rFonts w:hint="cs"/>
          <w:rtl/>
        </w:rPr>
        <w:t>ه</w:t>
      </w:r>
      <w:r w:rsidRPr="0011218C">
        <w:rPr>
          <w:rStyle w:val="libAieChar"/>
          <w:rtl/>
        </w:rPr>
        <w:t xml:space="preserve"> </w:t>
      </w:r>
      <w:r w:rsidRPr="0011218C">
        <w:rPr>
          <w:rStyle w:val="libAieChar"/>
          <w:rFonts w:hint="cs"/>
          <w:rtl/>
        </w:rPr>
        <w:t>ولی</w:t>
      </w:r>
      <w:r w:rsidRPr="0011218C">
        <w:rPr>
          <w:rStyle w:val="libAieChar"/>
          <w:rtl/>
        </w:rPr>
        <w:t xml:space="preserve"> حم</w:t>
      </w:r>
      <w:r w:rsidRPr="0011218C">
        <w:rPr>
          <w:rStyle w:val="libAieChar"/>
          <w:rFonts w:hint="cs"/>
          <w:rtl/>
        </w:rPr>
        <w:t>ی</w:t>
      </w:r>
      <w:r w:rsidRPr="0011218C">
        <w:rPr>
          <w:rStyle w:val="libAieChar"/>
          <w:rFonts w:hint="eastAsia"/>
          <w:rtl/>
        </w:rPr>
        <w:t>م</w:t>
      </w:r>
      <w:r>
        <w:rPr>
          <w:rtl/>
          <w:lang w:bidi="ur-PK"/>
        </w:rPr>
        <w:t xml:space="preserve"> "(سورہ سجدہ پارہ 42)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ترجمہ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برابر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۔آپ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برتاؤ سے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ٹال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)کہ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مں</w:t>
      </w:r>
      <w:r>
        <w:rPr>
          <w:rtl/>
          <w:lang w:bidi="ur-PK"/>
        </w:rPr>
        <w:t xml:space="preserve"> اور اس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عداوت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ہوجائے گا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 ہوتا ہے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کہ منہ 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،بحث ومباحثہ نہ کرے ،ادھر ادھر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بنائے سو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بات ۔۔۔۔معاف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،آئندہ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لفظ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کہ حجاج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ظالم شخص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پرمجبور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حجاج نے سفر کے دوران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امتحان کے لئے پوچھا کہ تمہارا بادشاہ حجاج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کہنے لگا بڑا ظالم ہے ،اللہ اس سے بچائے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حجاج نے کہا تم جانتے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ہوں ؟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اس</w:t>
      </w:r>
      <w:r w:rsidR="00B84EBE">
        <w:rPr>
          <w:rtl/>
          <w:lang w:bidi="ur-PK"/>
        </w:rPr>
        <w:t xml:space="preserve"> نے کہا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 تو بادشاہ نے کہا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حجاج بن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وسف</w:t>
      </w:r>
      <w:r w:rsidR="00B84EBE"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 تم مجھے جانتے ہو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ہوں ۔ حجّاج نے کہا ،نہ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۔تو اس نے کہا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ہوں ۔ہر ماہ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کے لئے پاگل ہوجاتا ہوں اورآج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پاگل بننے کا پہلا دن ہے معاف کرنا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حجّاج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ہنسنے لگا اور اس کو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اندازہ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ہر چھوٹا اپنے بڑے کے سامنے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کہ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آئندہ انشااللہ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 ۔</w:t>
      </w:r>
    </w:p>
    <w:p w:rsidR="00B84EBE" w:rsidRDefault="00B84EBE" w:rsidP="0011218C">
      <w:pPr>
        <w:pStyle w:val="libNormal"/>
        <w:rPr>
          <w:rtl/>
          <w:lang w:bidi="ur-PK"/>
        </w:rPr>
      </w:pPr>
      <w:r>
        <w:rPr>
          <w:rtl/>
          <w:lang w:bidi="ur-PK"/>
        </w:rPr>
        <w:t>-----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اب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رکھوں</w:t>
      </w:r>
      <w:r w:rsidR="0011218C" w:rsidRPr="0011218C">
        <w:rPr>
          <w:rFonts w:hint="cs"/>
          <w:rtl/>
        </w:rPr>
        <w:t xml:space="preserve"> گی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-----آئندہ آپ کو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ہم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کار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ہر عدالت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اقرار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ملزم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طالب ہوتاہے تو اس کے لئے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بمقابلہ انکار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مجرم کے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ناچاق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جھگڑے کے لمحات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خدا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کو بھجانے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جواب سنئے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آئندہ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جواب ہے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لئے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کروانے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علم کا طلب کرنا ہر مسلمان پر فرض ہے ۔(رسول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وسلم)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9" w:name="_Toc528496825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4</w:t>
      </w:r>
      <w:bookmarkEnd w:id="9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0" w:name="_Toc528496826"/>
      <w:r>
        <w:rPr>
          <w:rtl/>
          <w:lang w:bidi="ur-PK"/>
        </w:rPr>
        <w:t>--{مکمل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}--</w:t>
      </w:r>
      <w:bookmarkEnd w:id="1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جھگڑ</w:t>
      </w:r>
      <w:r>
        <w:rPr>
          <w:rtl/>
          <w:lang w:bidi="ur-PK"/>
        </w:rPr>
        <w:t xml:space="preserve"> ے کے وقت اس کو ختم کرنے کا اکس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نسخہ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کے پاس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کہا کہ مجھے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تعو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شوہر مجھ سے جھگڑا نہ کرے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مانے تو عالم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تھوڑا ساپان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آؤ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پڑھ دوں گا ۔چنانچہ پڑھ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 تمہارا شوہر غصہ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ت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گھونٹ منہ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جاؤ مگر خبردار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حلق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نہ اتارنا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خاوند غصّہ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تو منہ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گھونٹ لے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،بو ل تو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،منہ کو تالا لگ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تھوڑے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شوہر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کا غصّہ آہستہ آہستہ ختم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۔اگر جھگڑے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تکرار نہ کرے اور جوا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دے تو جھگڑا بڑھ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اس کے بعد مردکے لئے تو نرم پڑنے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۔اس کے معذرت کرنے کے بعد اس کے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مواخذہ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دفعہ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عورت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بزرگ کے پاس گئ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شوہر سے روز کے جھگڑے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شکا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کرنے لگ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کہ ہم دونوں لڑتے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رہتے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،بات بات پر شوہر غصّہ کرنے لگتا ہے اور پھرمجھے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غصّہ آجاتا ہے ۔ اس پر اس مرد بزرگ نے کہا اس کا علاج نہا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آسان ہے پس شرط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ہے کہ تم ش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گدّ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سے 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بال لے آؤ۔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عورت ہمت کرکے چڑ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گھر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کچھ گوشت لے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نکا</w:t>
      </w:r>
      <w:r>
        <w:rPr>
          <w:rtl/>
          <w:lang w:bidi="ur-PK"/>
        </w:rPr>
        <w:t xml:space="preserve"> 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تھوڑا سا ڈر ختم ہوا تو روزانہ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گوشت لے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۔پہلے دور سے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جب وہ کھاتا تو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ہاتھ ڈال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کوشش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جب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مانوس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گد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ہاتھ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ہوئے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بال زور 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لئے اور مرد بزرگ کے پاس لے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انہوں نے کہا افسو س تم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تو مانوس کرسکت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اس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بال لاسکت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شوہر کو مانوس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 طرح مزاج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کرکے شوہر کو مانوس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۔(البتہ بال توڑ کرنہ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)۔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کاعلاج اور تمام 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 ہے آپ کا شوہر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درندہ اور آدم خور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بس ہمت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اورآئندہ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11" w:name="_Toc528496827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5</w:t>
      </w:r>
      <w:bookmarkEnd w:id="11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2" w:name="_Toc528496828"/>
      <w:r>
        <w:rPr>
          <w:rtl/>
          <w:lang w:bidi="ur-PK"/>
        </w:rPr>
        <w:t>--{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مجرب نسخہ وہ کہاوت ہے 'جو تم مسکراؤ تو سب مسکرائ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1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کے آتے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اور بچوں کے چہروں پر مسکراہٹ کا پاؤ ڈر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خود شوہر اور بچوں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ہوں تو مسکرا تے ہوئے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 ے کو سلام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، مودت اور اتحاد واتفاق کا مجّرب نسخہ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3" w:name="_Toc52849682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6</w:t>
      </w:r>
      <w:bookmarkEnd w:id="13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4" w:name="_Toc528496830"/>
      <w:r>
        <w:rPr>
          <w:rtl/>
          <w:lang w:bidi="ur-PK"/>
        </w:rPr>
        <w:t>--{ ہر وقت شکر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ڈال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14"/>
    </w:p>
    <w:p w:rsidR="00B84EBE" w:rsidRDefault="00B84EBE" w:rsidP="00B84EBE">
      <w:pPr>
        <w:pStyle w:val="libNormal"/>
        <w:rPr>
          <w:rtl/>
          <w:lang w:bidi="ur-PK"/>
        </w:rPr>
      </w:pPr>
      <w:r w:rsidRPr="0011218C">
        <w:rPr>
          <w:rStyle w:val="libArabicChar"/>
          <w:rFonts w:hint="eastAsia"/>
          <w:rtl/>
        </w:rPr>
        <w:t>الحمد</w:t>
      </w:r>
      <w:r w:rsidRPr="0011218C">
        <w:rPr>
          <w:rStyle w:val="libArabicChar"/>
          <w:rtl/>
        </w:rPr>
        <w:t xml:space="preserve"> لل</w:t>
      </w:r>
      <w:r w:rsidR="00CA07BC" w:rsidRPr="00CA07BC">
        <w:rPr>
          <w:rStyle w:val="libArabicChar"/>
          <w:rFonts w:hint="cs"/>
          <w:rtl/>
        </w:rPr>
        <w:t>ه</w:t>
      </w:r>
      <w:r w:rsidRPr="0011218C">
        <w:rPr>
          <w:rStyle w:val="libArabicChar"/>
          <w:rtl/>
        </w:rPr>
        <w:t xml:space="preserve"> عل</w:t>
      </w:r>
      <w:r w:rsidRPr="0011218C">
        <w:rPr>
          <w:rStyle w:val="libArabicChar"/>
          <w:rFonts w:hint="cs"/>
          <w:rtl/>
        </w:rPr>
        <w:t>ی</w:t>
      </w:r>
      <w:r w:rsidRPr="0011218C">
        <w:rPr>
          <w:rStyle w:val="libArabicChar"/>
          <w:rtl/>
        </w:rPr>
        <w:t xml:space="preserve"> کلّ حال</w:t>
      </w:r>
      <w:r>
        <w:rPr>
          <w:rtl/>
          <w:lang w:bidi="ur-PK"/>
        </w:rPr>
        <w:t>۔۔۔۔۔۔۔ہر وقت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اتنا</w:t>
      </w:r>
      <w:r>
        <w:rPr>
          <w:rtl/>
          <w:lang w:bidi="ur-PK"/>
        </w:rPr>
        <w:t xml:space="preserve"> شکر کرنے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اور دل شکر (چ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کا شوہر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جھگڑا نہ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دل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 تکلّف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کلمات</w:t>
      </w:r>
      <w:r w:rsidR="00B84EBE">
        <w:rPr>
          <w:rtl/>
          <w:lang w:bidi="ur-PK"/>
        </w:rPr>
        <w:t xml:space="preserve"> شکر ادا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جئے</w:t>
      </w:r>
      <w:r w:rsidR="00B84EBE">
        <w:rPr>
          <w:rtl/>
          <w:lang w:bidi="ur-PK"/>
        </w:rPr>
        <w:t xml:space="preserve"> ہر 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ز</w:t>
      </w:r>
      <w:r w:rsidR="00B84EBE">
        <w:rPr>
          <w:rtl/>
          <w:lang w:bidi="ur-PK"/>
        </w:rPr>
        <w:t xml:space="preserve"> کو شکر کے چشمے لگا کر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تو ان برائ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چھپ جائ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، اچھائ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آپ کے سامنے آئ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حضور</w:t>
      </w:r>
      <w:r>
        <w:rPr>
          <w:rtl/>
          <w:lang w:bidi="ur-PK"/>
        </w:rPr>
        <w:t xml:space="preserve"> اکرم (ص) ن ےا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عورتوں سے مخاطب ہوتے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دوزخ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عورتوں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، وجہ پوچھ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"تکفرون العش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"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مسافر خانہ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امتحان گاہ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رات دن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لگے رہنا ہروقت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گارے کے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سجاوٹ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رہنا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حماقت ہے جب ملک الموت آئے گا تو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افسوس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۔۔۔۔۔۔کہ مجھے کچھ مہلت دے دو اب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اب گھر کا سامان کم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آئندہ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بے پردہ باہر جا کر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ناراض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وقت افسوس اور پچھتاوے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خدارا اپنے اور اپنے شوہر کے قمت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کو فقط اور فقط آسائشوں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ضائع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ان کو جمع کرکے خدا کے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خرچ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جمع کرکے شوہروں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،فلاں ،غر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،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رشتہ دار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کروائے ۔</w:t>
      </w:r>
    </w:p>
    <w:p w:rsidR="0011218C" w:rsidRDefault="0011218C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تمام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انشااللہ جھگڑے مکمل طور پر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۔شکر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مفہوم ہے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لائے اس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اداکرے "جزاک اللہ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>" (خدا آپ کو جزائے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ردے</w:t>
      </w:r>
      <w:r>
        <w:rPr>
          <w:rtl/>
          <w:lang w:bidi="ur-PK"/>
        </w:rPr>
        <w:t xml:space="preserve"> 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چھوٹے بچوں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اگر بچوں کوآپ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گلاس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کہلوائ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جزاک اللہ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۔اگر بچے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وہ کام کرلے تو کہئے جزاک اللہ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5" w:name="_Toc52849683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7</w:t>
      </w:r>
      <w:bookmarkEnd w:id="15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6" w:name="_Toc528496832"/>
      <w:r>
        <w:rPr>
          <w:rtl/>
          <w:lang w:bidi="ur-PK"/>
        </w:rPr>
        <w:t>--{زبان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 ملک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}--</w:t>
      </w:r>
      <w:bookmarkEnd w:id="1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جاذب وصف او راتن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دلکش 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خراب سے خراب عادت کے شوہر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تابع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جادو ہے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اپنے سامنے والے پر اثرانداز ہوتا ہے ۔ش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زبان عورتوں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لوگ بھول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اں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وہ بد زبان ہو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جاتا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17" w:name="_Toc52849683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8</w:t>
      </w:r>
      <w:bookmarkEnd w:id="17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8" w:name="_Toc528496834"/>
      <w:r>
        <w:rPr>
          <w:rtl/>
          <w:lang w:bidi="ur-PK"/>
        </w:rPr>
        <w:t>--{اپنے غصّہ پر قابو پائے}--</w:t>
      </w:r>
      <w:bookmarkEnd w:id="1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جھگڑوں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غصّہ اور غضب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اگرچند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پر عمل کرکے غصّہ پرقابو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جنت کا نمونہ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غصّہ آجائے تو سوچئے کہ اللہ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 حقوق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حقوق ادا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وہ آپ کو معاف کرتا رہتا ہے تو آپ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کہ شوہر کومعاف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اس طرح درگ</w:t>
      </w:r>
      <w:r>
        <w:rPr>
          <w:rFonts w:hint="eastAsia"/>
          <w:rtl/>
          <w:lang w:bidi="ur-PK"/>
        </w:rPr>
        <w:t>ذر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پروردگار عالم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درگذر کرتا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19" w:name="_Toc528496835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9</w:t>
      </w:r>
      <w:bookmarkEnd w:id="19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0" w:name="_Toc528496836"/>
      <w:r>
        <w:rPr>
          <w:rtl/>
          <w:lang w:bidi="ur-PK"/>
        </w:rPr>
        <w:t>--{شوہر جب غصّہ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تو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2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بے جا غصّہ کے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دارز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خاموش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اس کا غصّہ اتر جائے تو اس وقت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وقت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بتلات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فلاں بات غلط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بے جا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آپ نے آتے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ڈانٹنا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مجھ سے پوچھ تو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تو اچھا رہتا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کرنے سے بات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بڑھے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مرد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کانہ مٹنے والا سکّہ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 گا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قدر اور عزت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شوہر غصہ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غصہ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تو "اعوذ باللہ من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الرج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>" 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۔اور اگر ہوسکے تو فورا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اور بچوں کو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ہوتے وقت "اعوذ باللہ من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الرج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،بسم اللہ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" سورہ اخلاص اور درود پڑھنے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پھر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داخلہ ان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 ہوجاتا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اندر داخل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پاتے ۔نت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وہ گھر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فوائد کے ساتھ ساتھ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جھگڑوں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محفوظ رہتا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غصّہ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علاج ۔وضو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۔اگر انسان غصّہ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کھڑا ہو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ہو تو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جائے 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وضو کرلے تو غصہ فورا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ہوجاتا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21" w:name="_Toc528496837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10</w:t>
      </w:r>
      <w:bookmarkEnd w:id="21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2" w:name="_Toc528496838"/>
      <w:r>
        <w:rPr>
          <w:rtl/>
          <w:lang w:bidi="ur-PK"/>
        </w:rPr>
        <w:t>--{رازنہ کھول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2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کے سامنے اپنے گھر والوں اور رشتہ داروں کے راز نہ کھولے 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ہونٹوں سے نکل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کوٹھوں چڑھ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۔بس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دفعہ بات منہ سے نکلنے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کہ پھر کہاں سے کہاں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۔آپ اپنے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راز کھول کر اس حربے کو سکھارہ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سے ہوسکتا کہ کب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راز آپ کے 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دنتوں کے حصار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سکا اب شوہر کے پاس پہنچ 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محفوظ رہے گا ؟ وہ ہوسکتا ہے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بہنوں اور ماں کو بتلائے اور پھر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ساس کو بتائے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رکھئے راز دولوگوں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راز رہ </w:t>
      </w:r>
      <w:r>
        <w:rPr>
          <w:rFonts w:hint="eastAsia"/>
          <w:rtl/>
          <w:lang w:bidi="ur-PK"/>
        </w:rPr>
        <w:t>سکتا</w:t>
      </w:r>
      <w:r>
        <w:rPr>
          <w:rtl/>
          <w:lang w:bidi="ur-PK"/>
        </w:rPr>
        <w:t xml:space="preserve"> ہے جب کہ دوسرا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مرچکا ہو ۔ لہذا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کے متعلق شوہر سے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کے اس قول کو غلط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'عورت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راز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'۔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راز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رکھنے سے آپ آنے والے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جھگڑوں کے مواقع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23" w:name="_Toc52849683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11</w:t>
      </w:r>
      <w:bookmarkEnd w:id="23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4" w:name="_Toc528496840"/>
      <w:r>
        <w:rPr>
          <w:rtl/>
          <w:lang w:bidi="ur-PK"/>
        </w:rPr>
        <w:t>--{ہر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شوہر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24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شوہر کا ساتھ دے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"م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ہپ ہپ کڑوا کڑوا تھو تھو "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تھا تو خوب محبت اور عزت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نہ رہا تو طعنہ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 ۔اگر شوہر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 ملازمت </w:t>
      </w:r>
      <w:r>
        <w:rPr>
          <w:rFonts w:hint="eastAsia"/>
          <w:rtl/>
          <w:lang w:bidi="ur-PK"/>
        </w:rPr>
        <w:t>چھوٹ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،کاروبار ٹھپ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لوگ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کھا گئے تو پرانے حالات کے مطابق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آسائش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ورنہ جھگڑے ۔گو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" زوج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المال "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نکاح ہوا تھا اس شوہر سے نکاح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تھا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مواقع پر اس کے غم کا 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پونچھنے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کہ آپ فکر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پر وردگار نے واپس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دوبارہ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سکتا ہے ۔ اس کے واپس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آپ نمازوں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حضور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آتا تو نمازوں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مائل ہوجاتے تھے ۔ آپ چلتے پھرت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پڑھتے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انشااللہ ہم قناعت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 کام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ہوجائے گا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آپ</w:t>
      </w:r>
      <w:r w:rsidR="00B84EBE">
        <w:rPr>
          <w:rtl/>
          <w:lang w:bidi="ur-PK"/>
        </w:rPr>
        <w:t xml:space="preserve"> بتائ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ے</w:t>
      </w:r>
      <w:r w:rsidR="00B84EBE">
        <w:rPr>
          <w:rtl/>
          <w:lang w:bidi="ur-PK"/>
        </w:rPr>
        <w:t xml:space="preserve"> جب شوہر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بات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سنے گا تو کتن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ہمت اس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دا</w:t>
      </w:r>
      <w:r w:rsidR="00B84EBE">
        <w:rPr>
          <w:rtl/>
          <w:lang w:bidi="ur-PK"/>
        </w:rPr>
        <w:t xml:space="preserve"> ہوگ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، ان پر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شان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وں</w:t>
      </w:r>
      <w:r w:rsidR="00B84EBE">
        <w:rPr>
          <w:rtl/>
          <w:lang w:bidi="ur-PK"/>
        </w:rPr>
        <w:t xml:space="preserve">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اس کو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نئ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راہ دکھائ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دے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اس کا غم ، خوش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بدل جائے گا ۔ورنہ اس کے برخلاف معاش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خراب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آجانے سے گھروں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لڑائ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جھگڑے کتنے ز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ادہ</w:t>
      </w:r>
      <w:r w:rsidR="00B84EBE">
        <w:rPr>
          <w:rtl/>
          <w:lang w:bidi="ur-PK"/>
        </w:rPr>
        <w:t xml:space="preserve"> ہونے لگتے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5" w:name="_Toc52849684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12</w:t>
      </w:r>
      <w:bookmarkEnd w:id="25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6" w:name="_Toc528496842"/>
      <w:r>
        <w:rPr>
          <w:rtl/>
          <w:lang w:bidi="ur-PK"/>
        </w:rPr>
        <w:t>--{نامحرموں سے اجتناب }--</w:t>
      </w:r>
      <w:bookmarkEnd w:id="2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</w:t>
      </w:r>
      <w:r>
        <w:rPr>
          <w:rtl/>
          <w:lang w:bidi="ur-PK"/>
        </w:rPr>
        <w:t xml:space="preserve"> مومنہ کو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نامحرم مرد چا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اس سے مذاق کرنے ،کھلم کھلا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پردہ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،ان کو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بٹھانا ،خصوصا جس وقت شوہر گھر پر نہ ہو ،نامحرم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اپنے گھر 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،پڑوسن کے شوہر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کے جوان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سے بے تکلّف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ردہ</w:t>
      </w:r>
      <w:r>
        <w:rPr>
          <w:rtl/>
          <w:lang w:bidi="ur-PK"/>
        </w:rPr>
        <w:t xml:space="preserve"> کے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، شوہر کے دوستوں سے بلا ضرورت ملاقات کرنا ، ان امور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سانپ سے بچا جا 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!۔۔۔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ہزاروں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نوکران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بننا پڑتا ہے ،جو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بالکل بے پردہ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طرز سے گھر سے باہر نکلت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کے حکم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آزاد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!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اس کو ہزاروں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کرلے اس کو ہزاروں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مل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پردہ خاتون سے پوچھئے کہ آپ پردہ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مانع ہے ۔؟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، رشتہ 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،خاندان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رواج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معلوم ہوا کہ 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 کر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جھکتا ہے جو سر اللہ کے احکام کے آگے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جھکنا پڑے گا ناتواں اصنام کے آگے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بہر</w:t>
      </w:r>
      <w:r>
        <w:rPr>
          <w:rtl/>
          <w:lang w:bidi="ur-PK"/>
        </w:rPr>
        <w:t xml:space="preserve"> حال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آپ کو کرنا ہے ، کہ آپ کو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مطلوب ہے ؟۔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اللہ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بندے کو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کرامت فرماتا ہے تو وہ شخص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حاصل کرتا ہے (امام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27" w:name="_Toc52849684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13</w:t>
      </w:r>
      <w:bookmarkEnd w:id="27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28" w:name="_Toc528496844"/>
      <w:r>
        <w:rPr>
          <w:rtl/>
          <w:lang w:bidi="ur-PK"/>
        </w:rPr>
        <w:t>--{جب تک ناراض شوہر کو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آرام سے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2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تک ناراض شوہر کو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آرام سے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کروں جن کا بہشت انتظار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وہ ہے کہ جب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شوہر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پہنچے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اس سے ناراض ہو تو وہ اس سے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کرنے کے لئے اس کے پاس آئے اس کا ہاتھ تھامے اور کہے ۔خدا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جب تک آپ مجھ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خوش نہ ہوں گے 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سے دور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،غم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ناچاق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گرما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 تون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،کہ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 کرلے ۔اس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تک وہ ناراض شوہر کو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تب تک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>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دو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بن ،خدا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کو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اور بلاؤں کو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کا وہم وگمان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اس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شوہر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رکھنا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 کے لئے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"ولا تجعل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قلوبنا غلا للذ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آمنوا ربّنا انک رؤف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"( پارہ 28 سورہ حشر ۔جزو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نمبر 10)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"ترجمہ : ہمارے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اے ہمارے رب آپ بڑے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لئے کہ ان دو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رنجش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،صرف دو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سو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رنجش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کا سبب 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ان 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۔دونوں خاندانوں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،پورے خاندان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رازہ</w:t>
      </w:r>
      <w:r>
        <w:rPr>
          <w:rtl/>
          <w:lang w:bidi="ur-PK"/>
        </w:rPr>
        <w:t xml:space="preserve"> بکھر سکتا ہے ،نئ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(اولاد )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کنارے پہنچ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واجبات بجا لانے کے بعد سب سے اچھا عمل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صلح وصفائ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کرانے کے سوا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۔(رسو ال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29" w:name="_Toc528496845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14</w:t>
      </w:r>
      <w:bookmarkEnd w:id="29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30" w:name="_Toc528496846"/>
      <w:r>
        <w:rPr>
          <w:rtl/>
          <w:lang w:bidi="ur-PK"/>
        </w:rPr>
        <w:t>--{شوہر اور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3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اوقات مقررہ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وروزہ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ذکر وتلاوت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 انہ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شوہر نے قرآن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پڑھا تو اس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پڑھنے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بمعہ ترجمہ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انداز سے آہستہ آہستہ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ساتھ وقت اور موقع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لانے کے لئے کام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کا شوہر اور اپنے بچوں پر بہت بڑا احس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مرد کو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سے بچانے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مرد ہمارے لئے کمائ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ہے اور کمانے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رشوت،جھوٹ ، قرض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عدم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وعدہ خلاف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سے 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احتراز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تو آپ اسے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حرام ومشکوک آمدن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ہم حلال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پرگزارا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اگر مرد نماز نہ پڑھتا ہو ،روزہ نہ رکھتا ہو تو اس کو بالکل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حالانکہ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اور اپنےفائدہ کے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آپ ان سے سب کچھ کروال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صبح</w:t>
      </w:r>
      <w:r>
        <w:rPr>
          <w:rtl/>
          <w:lang w:bidi="ur-PK"/>
        </w:rPr>
        <w:t xml:space="preserve"> سے رات مردوں کا مستقل کمانے کے لئے نکلے رہنا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 نہںت بلکہ شوہر اور اولاد کو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صرف کمانے کے لئے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،کچھ وقت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،اس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وقت نکا لو ،مسجدوں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جاؤ ،علما کے دروس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کرو ،تبل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غات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اور اداروں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تعاون کرو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خود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نمازوں اور تلاوت اور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حات</w:t>
      </w:r>
      <w:r>
        <w:rPr>
          <w:rtl/>
          <w:lang w:bidi="ur-PK"/>
        </w:rPr>
        <w:t xml:space="preserve"> کے لئے وقت نکال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کا کام ف‍قط کھانا پکانا ، اور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انشا</w:t>
      </w:r>
      <w:r>
        <w:rPr>
          <w:rtl/>
          <w:lang w:bidi="ur-PK"/>
        </w:rPr>
        <w:t xml:space="preserve"> اللہ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،دعاؤں اور اقدامات سے آپ خود آپ کا شوہر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جہاں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ہوں وہاں لڑائ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جھگڑے اور فساد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کہاں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 آپ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کارنہ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و شوہر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بقدر ضرورت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حاصل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جاہل ماؤں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پھول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کھلاتے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فضول خرچ ٹہن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پرندے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کرتے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نافرمان اور خود غرض گلدستوں پر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گلاب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کھلا کرتے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دوسروں کے حقوق سے لا پرواہ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آقائے باقر الصدر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tl/>
          <w:lang w:bidi="ur-PK"/>
        </w:rPr>
        <w:t>-----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ناقد رداں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اور چوٹ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آمنہ بنت الھد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رنگ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بھرا جاسکتا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اداس شاہراہوں اور بنجر علاقوں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اول اور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نمازوں کو چھوڑنے اور بے پردہ پھرنے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اپنے جسم کے اعضاء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نمائش کرنے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حافظ محمد طباطبائ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صادق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دودھ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جو عالم کے انسانوں کو لچکنے اور بل کھانے کے انداز سکھات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وطن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 کرتے جن کا ذرّہ ذرّہ عظمت اور تقدس کا حامل ہوتاہے ۔جن کے ہاتھوں زمانہ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انگڑائ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ہوائے غرب نے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کے نام پر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سر سےردا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جو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ہر شعبہ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وشاداب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بہار لانے کا سبب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عالم ا 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تبسم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لہر دوڑ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عالم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نونہالوں کے نام ان کے نام پر رکھنے سے فخر محسوس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۔حوّا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لخت جگر اور نور نظر ملے تو اس کا نام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رکھوں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صادق(وز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رکھوں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وکلثوم رکھوں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محترمہ</w:t>
      </w:r>
      <w:r>
        <w:rPr>
          <w:rtl/>
          <w:lang w:bidi="ur-PK"/>
        </w:rPr>
        <w:t xml:space="preserve"> مومنہ! حوّا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ہر نئے نونہاں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۔آپ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 ۔آپ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پھول کے منتظر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چہچہات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کے منتظر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جس باغ کو رسول وآئمہ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اولادوں نے اپنے خون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آج اس باغ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پھول مرجھانے کو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اپنے 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اس باغ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علم حاصل کرنے کے لئے گھر سے نکلتا ہے تو خدائے بزرگ وبرتر عرش سے ندا فرماتا ہے کہ مرحبا!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تجھے معلوم ہے کہ تو کس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حاصل کرنا چاہتا ہے ۔تو نے کس منزلت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مقرب فرشتوں کا طلبگار ہے کہ تو ان کا ہمسر بن ج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۔ہاں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تک پہنچادوں گا ۔(رسول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؟آپ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مال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 اور اولاد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بلکہ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تو اپنے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کرے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حلم (بردبار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 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1218C">
      <w:pPr>
        <w:pStyle w:val="Heading2Center"/>
        <w:rPr>
          <w:rtl/>
          <w:lang w:bidi="ur-PK"/>
        </w:rPr>
      </w:pPr>
      <w:bookmarkStart w:id="31" w:name="_Toc528496847"/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کے عمل کے لئے چودہ مجرب نسخے</w:t>
      </w:r>
      <w:bookmarkEnd w:id="31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32" w:name="_Toc528496848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</w:t>
      </w:r>
      <w:bookmarkEnd w:id="32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33" w:name="_Toc528496849"/>
      <w:r>
        <w:rPr>
          <w:rtl/>
          <w:lang w:bidi="ur-PK"/>
        </w:rPr>
        <w:t>--{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،ماں اور بہنوں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خلاف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}--</w:t>
      </w:r>
      <w:bookmarkEnd w:id="33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سے والدہ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چھوٹے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بہنوں کو کچھ نہ کہئے اور والدہ اور بہنوں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سن کر بلا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کچھ نہ کہئے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را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نہ کہئے گا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آہ نکلنے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وآخرت دونوں برباد ہونے کا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ہے ۔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سامنے آبھ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ومحبت سے سمجھانے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والدہ کو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والدہ کو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والدہ کو تحفے دلوائ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"تھادو اتحابوا"(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اس سے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بڑھے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والدہ ،بہن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وقت قصدا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نہ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کچھ نہ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،کم از کم اتنا صبر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نمازوں کا وقت گزر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ظہر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وقت سننے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مغرب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 راگر مغرب کے وقت سننے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فجر کے بعد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پر عمل کرنے سے انشا ءاللہ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رونما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بردبار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عقلمند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سکہ جمے گا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سمجھانا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ہوتو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براہ راست نہ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گز فورا جا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کہا ؟ بہن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تھا ؟وغ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رسول اسلام کے سمجھانے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تو اس کا نام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فرماتے کہ (</w:t>
      </w:r>
      <w:r w:rsidRPr="0011218C">
        <w:rPr>
          <w:rStyle w:val="libArabicChar"/>
          <w:rtl/>
        </w:rPr>
        <w:t>ما بال الناس</w:t>
      </w:r>
      <w:r>
        <w:rPr>
          <w:rtl/>
          <w:lang w:bidi="ur-PK"/>
        </w:rPr>
        <w:t>) لوگوں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رسول پر عمل کرتے ہوئے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کہنا چاہئے مثلا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ادھر لگات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نامناسب بات ہے کہ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بہت چڑ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لہذا تم اس سے ذرا بچنا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بھئ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دوسروں کو بتاتا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حد درجہ حماقت ہے تم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کرنا ۔۔۔ بلکہ مجھے تو تم پر پورا عتماد ہے کہ تم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 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۔۔۔وغ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بات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،ماں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بہنوں کو نہ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دوسروں کےسامنے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۔اور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سمجھاتے ہوئے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کر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فلاں بھاب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۔۔۔ سب سے مل جل کر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تم ؟۔۔۔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۔۔۔ اس طرح کہنے سے اصلاح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۔اصلاح کے لئے محبت ،اپنا 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، برداشت اور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نرم کالام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،تلخ 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سخت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وقت اصلاح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جتنا مشرق ومغرب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فاصلہ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34" w:name="_Toc528496850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2</w:t>
      </w:r>
      <w:bookmarkEnd w:id="34"/>
    </w:p>
    <w:p w:rsidR="00B84EBE" w:rsidRDefault="00B84EBE" w:rsidP="0011218C">
      <w:pPr>
        <w:pStyle w:val="Heading2Center"/>
        <w:rPr>
          <w:rtl/>
          <w:lang w:bidi="ur-PK"/>
        </w:rPr>
      </w:pPr>
    </w:p>
    <w:p w:rsidR="00B84EBE" w:rsidRDefault="00B84EBE" w:rsidP="0011218C">
      <w:pPr>
        <w:pStyle w:val="Heading2Center"/>
        <w:rPr>
          <w:rtl/>
          <w:lang w:bidi="ur-PK"/>
        </w:rPr>
      </w:pPr>
      <w:bookmarkStart w:id="35" w:name="_Toc528496851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}--</w:t>
      </w:r>
      <w:bookmarkEnd w:id="35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 سوچ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پر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۔تو قصور اس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جناب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کےبلندمع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کا ہے اوراس کا علاج فقط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اپنے کو ذرا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</w:t>
      </w:r>
    </w:p>
    <w:p w:rsidR="00135BCC" w:rsidRDefault="00135BCC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آپ جب گھر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نے آپ کا پر جوش اسقبال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کو احساس ہے کہ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گر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مصروف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ذرا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گھر کا مکمل چارج سنبھال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تو آپ کو معلوم ہوجائے گا کہ وہ آپ کے تمام کام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کھانا پکانے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خانساماں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،گھر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ملازم ،کپڑے دھونے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لانڈر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،اور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نگہداشت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ملازمہ اور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۔۔۔۔۔۔۔مقرر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ملازم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کے باوجود گھر کا نظم و نسق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چلے گا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چلارہ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کے ذہن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خدمات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سالہا</w:t>
      </w:r>
      <w:r>
        <w:rPr>
          <w:rtl/>
          <w:lang w:bidi="ur-PK"/>
        </w:rPr>
        <w:t xml:space="preserve"> سال گزرنے کے باوجود آپ نے اپنے خود ساختہ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اتر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کمالات کو جن کو خدا نے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چادر سے ڈھانک رکھا ہے 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جھانکا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عرش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اتر تے تو اس فرش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کو سمجھتے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۔(حضرت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36" w:name="_Toc528496852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3</w:t>
      </w:r>
      <w:bookmarkEnd w:id="36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37" w:name="_Toc528496853"/>
      <w:r>
        <w:rPr>
          <w:rtl/>
          <w:lang w:bidi="ur-PK"/>
        </w:rPr>
        <w:t>--{اخلاق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اپنے گھر والوں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نرم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37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والا و ہ ہے جو اخلاق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اور اپنے گھر والوں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نرم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ہو"-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دفتروں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دوستوں کے مجمع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مجالس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،مدرسوں اور مساجد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نظرآتا ہے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 والوں کے ساتھ نرم برتاؤ کس کا ہے ،گھر کے اندر صبر وتحمل کا ثبوت کون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جلوت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مسکرانا ،ہنسنا ،بولنا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صبر کرنا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معاف کرنا ،غصّہ برداشت کرنا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وراحت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سننا ،دلجوئ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سے اس کے دل کو خوش رکھنا ،اس کو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حجاب کے ساتھ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کے لئے لے جانا ،اس کو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خرچ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کے </w:t>
      </w:r>
      <w:r>
        <w:rPr>
          <w:rFonts w:hint="eastAsia"/>
          <w:rtl/>
          <w:lang w:bidi="ur-PK"/>
        </w:rPr>
        <w:t>اعتبار</w:t>
      </w:r>
      <w:r>
        <w:rPr>
          <w:rtl/>
          <w:lang w:bidi="ur-PK"/>
        </w:rPr>
        <w:t xml:space="preserve"> سے دے کراس کا حساب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 جہاں چاہے وہ خرچ کرے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تھوڑا بہت تو روٹھنے کاحق ہے آخر وہ آپ کے سوا کس پر ناز کرے ؟غور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جئے</w:t>
      </w:r>
      <w:r w:rsidR="00B84EBE">
        <w:rPr>
          <w:rtl/>
          <w:lang w:bidi="ur-PK"/>
        </w:rPr>
        <w:t xml:space="preserve"> جب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بچ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تو اس کا منہ بسور ا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کھ</w:t>
      </w:r>
      <w:r w:rsidR="00B84EBE">
        <w:rPr>
          <w:rtl/>
          <w:lang w:bidi="ur-PK"/>
        </w:rPr>
        <w:t xml:space="preserve"> کر ماں باپ سو کام چھوڑ کر اس کو اٹھاتے تھے جب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بڑ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ہوگئ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کبھ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اس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طب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عت</w:t>
      </w:r>
      <w:r w:rsidR="00B84EBE">
        <w:rPr>
          <w:rtl/>
          <w:lang w:bidi="ur-PK"/>
        </w:rPr>
        <w:t xml:space="preserve"> بجھ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بجھ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لگ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توقر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ب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اس کے دل کا راز جان کر اس کو </w:t>
      </w:r>
      <w:r w:rsidR="00B84EBE">
        <w:rPr>
          <w:rFonts w:hint="eastAsia"/>
          <w:rtl/>
          <w:lang w:bidi="ur-PK"/>
        </w:rPr>
        <w:t>تسل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۔۔۔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کے پاس سب رشتے ناتوں سے دور ہوکر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منوائے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آپ کو متوجہ کرنے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صرف اپنے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قلب ونظر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اجاگر کرنے کے لئے روٹھت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آپ اس کا ہرگز برانہ 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وہ کس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چھوٹا موٹا ناز نخرہ کرے ‏؟ گھر والوں کو تو دور چھوڑآئ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۔۔۔گال تھپتھپانے والا باپ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بال</w:t>
      </w:r>
      <w:r>
        <w:rPr>
          <w:rtl/>
          <w:lang w:bidi="ur-PK"/>
        </w:rPr>
        <w:t xml:space="preserve"> سنوارے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مہند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ہمجول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تو اب بہت دور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اب وہ کس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پوچھو ائے ؟ کس کے سامنے منہ بسورے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کومنائے ؟۔۔۔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شوہر محترم! اب آپ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سب کچھ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شوہر ہوں گے اگر آپ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مزاج کو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مزاج کے مطابق اس کو چلانا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38" w:name="_Toc528496854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4</w:t>
      </w:r>
      <w:bookmarkEnd w:id="38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39" w:name="_Toc528496855"/>
      <w:r>
        <w:rPr>
          <w:rtl/>
          <w:lang w:bidi="ur-PK"/>
        </w:rPr>
        <w:t>--{"گڑنہ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گڑج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" }--</w:t>
      </w:r>
      <w:bookmarkEnd w:id="39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اس آسان نسخہ کا تجربہ تو کرکے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انشااللہ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کافور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سے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کرنے لگے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لہجے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متاثر ہوکر باہر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استعمال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معاملہ ہو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کا نرم لہجہ چھوٹنے نہ پائے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اوقات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ثابت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خوشگوار اور نرم لہجے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خاطر خواہ نتائج برآمد ہوسکتے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آپ اپنا نرم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۔وقتا فوقتا دوستوں ،اٹھنے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والوں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وگھر والوں کو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لہجہ سخت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ازبان</w:t>
      </w:r>
      <w:r>
        <w:rPr>
          <w:rtl/>
          <w:lang w:bidi="ur-PK"/>
        </w:rPr>
        <w:t xml:space="preserve"> دلخراش ہو تو مجھے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پھر ان کے بتانے کے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کرتے رہئے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گھر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،مسلم معاشرے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رکن اور خاندان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تمسک کے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والوں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فرض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عائد ہوتا ہے کہ وہ اپنے گھر والوں اور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لئے اپنا لہجہ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سکون اور پر مسرت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کوّا</w:t>
      </w:r>
      <w:r w:rsidR="00B84EBE">
        <w:rPr>
          <w:rtl/>
          <w:lang w:bidi="ur-PK"/>
        </w:rPr>
        <w:t xml:space="preserve"> کس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دولت چھ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نتا</w:t>
      </w:r>
      <w:r w:rsidR="00B84EBE">
        <w:rPr>
          <w:rtl/>
          <w:lang w:bidi="ur-PK"/>
        </w:rPr>
        <w:t xml:space="preserve"> ہے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کوئل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صرف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باعث سب کادل موہ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0" w:name="_Toc528496856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5</w:t>
      </w:r>
      <w:bookmarkEnd w:id="40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1" w:name="_Toc528496857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}--</w:t>
      </w:r>
      <w:bookmarkEnd w:id="41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سچ</w:t>
      </w:r>
      <w:r>
        <w:rPr>
          <w:rtl/>
          <w:lang w:bidi="ur-PK"/>
        </w:rPr>
        <w:t xml:space="preserve"> پوچھئے تو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جتنا حوصلہ شکن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تھکت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اس کا سارا جوش وولولہ ٹھنڈا پڑجاتا ہے اوراعصاب 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پڑجاتے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مصرف ،بے جان کولہو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 کر رہ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احساس ہو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کھانے پکانے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جوخدمت انجام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۔تو وہ اس کے کھانے پکانے اور گھر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کرے گا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بندھوائے گا اور اس کا حوصلہ بڑھائے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نوکران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خادمہ سمجھتا ہو اس کو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ضرور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کھانا پکانا اس کا فرض ہے ،اگر اچھا کھانا پکا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تعر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ف</w:t>
      </w:r>
      <w:r w:rsidR="00B84EBE">
        <w:rPr>
          <w:rtl/>
          <w:lang w:bidi="ur-PK"/>
        </w:rPr>
        <w:t xml:space="preserve"> کرنے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ضرورت ہے ؟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سا</w:t>
      </w:r>
      <w:r w:rsidR="00B84EBE">
        <w:rPr>
          <w:rtl/>
          <w:lang w:bidi="ur-PK"/>
        </w:rPr>
        <w:t xml:space="preserve"> شخص اس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تعر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ف</w:t>
      </w:r>
      <w:r w:rsidR="00B84EBE">
        <w:rPr>
          <w:rtl/>
          <w:lang w:bidi="ur-PK"/>
        </w:rPr>
        <w:t xml:space="preserve"> نہ کرے گا ،اچھا کھانا پکانے پر اور کس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معمول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کوتاہ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پر ، نمک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ز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پر گھر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طوفان بد تم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ز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برپا کرے گا اور لمبا چوڑا جھگرڑا شروع کردے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رکھئے 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ہے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اچھے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حوصلہ ا‌فزائ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حوصلہ افزائ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جب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ابھرت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حوصلہ شکن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خصوصا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مسلسل اس کے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رخنہ ڈال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اور ذرا ذرا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مترادف ہے ، جس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ستائش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کو شاباش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جاتا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لفظ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شکن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،وہ اکثر ہمت چھوڑب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سلب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اپنا معمول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چھوٹے چھوٹے کاموں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مثلا چائے بنانے پر 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گلاس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، دل وزبان سے اس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پھر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آپ کے قدرداں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کا نمونہ بن جائے گا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(حضرت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42" w:name="_Toc528496858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6</w:t>
      </w:r>
      <w:bookmarkEnd w:id="42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3" w:name="_Toc528496859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دوست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43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برابر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مرد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کارآمد دوست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آپ غور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اپنے دوستوں پر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رعب جماسکتے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نوکروں پر جما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؟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کرکے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،سارے دوست آپ کو چھوڑ کر الگ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۔دوستوں کے ساتھ نوکروں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برتاؤ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عقلمند انسان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برتاؤ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۔جس سے بڑھ کر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۔تجربہ ہے کہ فلاں ومحبت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دوست واحباب الگ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رشتہ دار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شوہر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راحت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 سے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اوقات اولاد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۔لہذا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رعب جمانا درست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دوستوں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سلوک روا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کچھ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خوشگوار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ہوگا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44" w:name="_Toc528496860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تمبر 7</w:t>
      </w:r>
      <w:bookmarkEnd w:id="44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5" w:name="_Toc528496861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کا احساس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}--</w:t>
      </w:r>
      <w:bookmarkEnd w:id="45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ہوگا کہ اگر عورت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، اٹھنے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نہ ہو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پڑجائے تو عورت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اب اپنا آرام ۔۔۔۔اپن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راحت 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 کر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عام بات ہے کہ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کھانا سب سے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پہلے مردوں کو کھلات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اگر اس وقت اچانک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مہمان آجائے تو اپنا کھانا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مہمان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۔اگر شوہرآدھ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کو سفر سے واپس آجائے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وفا شعار عورت اپنا آرام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قربان کرکے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اے شوہر محتر !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آپ پر اپنا سب کچھ قربان کردے اور آپ اس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اس نے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چلاد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کبدلہ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اتر آئے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۔آپ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مناسب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وقت خ</w:t>
      </w:r>
      <w:r>
        <w:rPr>
          <w:rFonts w:hint="eastAsia"/>
          <w:rtl/>
          <w:lang w:bidi="ur-PK"/>
        </w:rPr>
        <w:t>دمات</w:t>
      </w:r>
      <w:r>
        <w:rPr>
          <w:rtl/>
          <w:lang w:bidi="ur-PK"/>
        </w:rPr>
        <w:t xml:space="preserve"> کے صلے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نامناسب باتوں کو برداشت کرنا ہوگا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46" w:name="_Toc528496862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تمبر 8</w:t>
      </w:r>
      <w:bookmarkEnd w:id="46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7" w:name="_Toc528496863"/>
      <w:r>
        <w:rPr>
          <w:rtl/>
          <w:lang w:bidi="ur-PK"/>
        </w:rPr>
        <w:t>--{اگر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۔۔تو؟}--</w:t>
      </w:r>
      <w:bookmarkEnd w:id="47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سسرال سے آت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جو عذر ان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آپ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سوچتے صرف اس لئے کہ 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بہن ہے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آپ کو عذر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سسرال کے رنگ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رنگ جائے ،بھول چوک ہوہ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،برداشت کرنا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بہن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۔ذرا سوچ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کا کردار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مبرّا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۔سوچ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نے آپ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اگر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بسنے والے تمام باپ اپنے داماد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مقرر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لڑکا</w:t>
      </w:r>
      <w:r>
        <w:rPr>
          <w:rtl/>
          <w:lang w:bidi="ur-PK"/>
        </w:rPr>
        <w:t xml:space="preserve"> ۔۔۔۔۔۔۔۔۔س</w:t>
      </w:r>
      <w:r>
        <w:rPr>
          <w:rFonts w:hint="cs"/>
          <w:rtl/>
          <w:lang w:bidi="ur-PK"/>
        </w:rPr>
        <w:t>یّ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تقو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۔۔۔۔۔۔۔۔۔۔۔۔۔۔۔۔۔م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مقدس اردب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ل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ج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سا</w:t>
      </w:r>
      <w:r w:rsidR="00B84EBE">
        <w:rPr>
          <w:rtl/>
          <w:lang w:bidi="ur-PK"/>
        </w:rPr>
        <w:t xml:space="preserve"> ہو۔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۔۔۔۔۔۔۔۔۔ کم از کم ڈاکٹر عبد القد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اخلاق</w:t>
      </w:r>
      <w:r>
        <w:rPr>
          <w:rtl/>
          <w:lang w:bidi="ur-PK"/>
        </w:rPr>
        <w:t>۔۔۔۔۔۔۔۔۔م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ملامحسن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۔۔۔۔۔۔۔۔۔۔۔ کے اعتبار سے علامہ حل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جنتا علم رکھتا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۔۔۔۔۔۔۔۔۔۔۔۔۔۔ کے اعتبار سے بو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محترم کس کے داماد بن سکتے تھے ؟ اگر لوگ اپنے بلند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پر اپ کو پرکھنے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جب آپ اس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پر پورا نہ اتر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بات بات پر نکتہ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آپ کا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دوبھر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ان لوگوں کے متعلق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؟۔۔۔۔۔۔اس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ہم آپ پر چھوڑ تے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محترم!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آپ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ہوتا ہے اس کے ہر عمل کو تنق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چشمہ لگا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جاتا ہے اور اچھائ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ڑے</w:t>
      </w:r>
      <w:r>
        <w:rPr>
          <w:rtl/>
          <w:lang w:bidi="ur-PK"/>
        </w:rPr>
        <w:t xml:space="preserve"> نکالے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۔اگر اس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سرزد ہوجائے تو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عدالت کا سا سماں ہوتا ہے ۔ ساس و سسر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بھاوج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گواہ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ناقابل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جرم قراردے کر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طعنے اور دل چھلن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والےجملے سزا کے طور پر کہے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پر بس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بلکہ اس کے ساتھ اس معصوم کے ماں باپ ،بہن </w:t>
      </w:r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پورے خاندان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نشانہ بنا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اب</w:t>
      </w:r>
      <w:r w:rsidR="00B84EBE">
        <w:rPr>
          <w:rtl/>
          <w:lang w:bidi="ur-PK"/>
        </w:rPr>
        <w:t xml:space="preserve">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تمام بات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آپ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بہن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کے ساتھ ہوت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تو آپ ان شکوہ شکا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ات</w:t>
      </w:r>
      <w:r w:rsidR="00B84EBE">
        <w:rPr>
          <w:rtl/>
          <w:lang w:bidi="ur-PK"/>
        </w:rPr>
        <w:t xml:space="preserve"> کرنے والوں کے متعلق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ارائے</w:t>
      </w:r>
      <w:r w:rsidR="00B84EBE">
        <w:rPr>
          <w:rtl/>
          <w:lang w:bidi="ur-PK"/>
        </w:rPr>
        <w:t xml:space="preserve"> قائم کرتے ؟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8" w:name="_Toc528496864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9</w:t>
      </w:r>
      <w:bookmarkEnd w:id="48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49" w:name="_Toc528496865"/>
      <w:r>
        <w:rPr>
          <w:rtl/>
          <w:lang w:bidi="ur-PK"/>
        </w:rPr>
        <w:t>--{اپنے غصّہ کو برداشت کرنا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}--</w:t>
      </w:r>
      <w:bookmarkEnd w:id="49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دفتر ،دکان ،ملازمت وکاربار اور باہر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مسئلے گھر سے باہر چھوڑ کرآؤں گا ۔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غصّہ آبھ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فورا خاموش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اسلام(ص)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 جب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غصّہ آجائے تو وہ فورا خاموش ہو جائے 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وہاں سے اٹھ کر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غصّہ</w:t>
      </w:r>
      <w:r>
        <w:rPr>
          <w:rtl/>
          <w:lang w:bidi="ur-PK"/>
        </w:rPr>
        <w:t xml:space="preserve"> قابو کرنے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علاج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کاغذ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عبارت لکھ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جہاں بار بار اس پر نگا ہ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"اللہ کو تجھ پر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قدرت ہے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تجھ کو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،بچوں اور ماتحتوں پر قدرت ہے ۔"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ونکہ</w:t>
      </w:r>
      <w:r w:rsidR="00B84EBE">
        <w:rPr>
          <w:rtl/>
          <w:lang w:bidi="ur-PK"/>
        </w:rPr>
        <w:t xml:space="preserve"> آدم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کوغصّہ اس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پر آتا ہے جس کو اپنے نے کمزور پاتا ہے اگر دوسرا طاقتور ہو تو غصہ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آتا لہذا جب بار بار اس تحر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پرنگاہ پڑے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تو دل ودماغ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اللہ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بڑائ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کا استحضار ہوگا غصّہ کہاں آئے گا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تو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بگ بگ ختم ہو جائے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گھر کے معصوم بچوں پر بہت بڑا رحم ہوگا ۔ورنہ جھگڑوں کے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گھٹ گھٹ کر پلنے والے بچے سہمے سہمے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،خود اعتماد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معصوم کے ذہن پر ہر وقت باپ کا طمانچہ ۔۔۔۔۔۔۔۔۔۔۔۔۔ماں کے بہتے ہوئے آنسو۔۔۔۔۔۔کا تصور رہتا ہو جس کے کانوں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پھوپھ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۔۔۔۔۔۔۔۔۔۔۔باورچ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۔۔۔گونجت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داد صلاحت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جن سے وہ نجان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کرجائے ۔ختم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٭ علم کا طلب کرنا ہر مسلمان پرفرض ہے آگاہ ہو کہ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علم کو دوست رکھتا ہے ۔ 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50" w:name="_Toc528496866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10</w:t>
      </w:r>
      <w:bookmarkEnd w:id="50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1" w:name="_Toc528496867"/>
      <w:r>
        <w:rPr>
          <w:rtl/>
          <w:lang w:bidi="ur-PK"/>
        </w:rPr>
        <w:t>--{اپنا مقام پہچانئے ،زن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بنئے}--</w:t>
      </w:r>
      <w:bookmarkEnd w:id="51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آپ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نرم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اور نامنا سب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تحمل سے برداشت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سمجھئے گا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 حاکم ہے ،آپ محکوم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وہ آپ کو ڈانٹ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جھڑک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آپ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 اور آپ اس کے غلام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لہذا خدا را زن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بنئے گا ۔ آپ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والا مقام ہے گھر کے سربراہ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کے 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پن سے گھر کا نظام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چوپٹ راج والا ہوسکتا ہے ۔ بچے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کے ہر وقت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اپنے شوہروں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گھرانے کے گھرانے اجڑ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۔جس کے صرف آپ ذمہ دار ہوں گے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شفقت کا معاملہ رکھئ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رعب ہے وہ ہر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ڈانٹ ڈاپٹ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ڈرے سہمے مت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سے اپنا 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  <w:r>
        <w:rPr>
          <w:rFonts w:hint="eastAsia"/>
          <w:rtl/>
          <w:lang w:bidi="ur-PK"/>
        </w:rPr>
        <w:t>معاملہ</w:t>
      </w:r>
      <w:r>
        <w:rPr>
          <w:rtl/>
          <w:lang w:bidi="ur-PK"/>
        </w:rPr>
        <w:t xml:space="preserve"> صاف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رغبت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تذکرے ضرور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تجربہ</w:t>
      </w:r>
      <w:r>
        <w:rPr>
          <w:rtl/>
          <w:lang w:bidi="ur-PK"/>
        </w:rPr>
        <w:t xml:space="preserve"> کار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گھر کے بڑوں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احوال کا مشورہ برائے 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اصلاح (نہ کہ بطور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)کرتے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کہ آپ ہاں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والے غلام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کائنات کےنظام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فساد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بورہے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:" لوگ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قسم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تم عالم ،دوسرے طالب علم 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کوڑا کرکٹ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لوگ جو نہ عالم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طالب علم ، وہ کوڑے کچرے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بے مقصد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)۔"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2" w:name="_Toc528496868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11</w:t>
      </w:r>
      <w:bookmarkEnd w:id="52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3" w:name="_Toc528496869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بنا 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مگر خود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 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}--</w:t>
      </w:r>
      <w:bookmarkEnd w:id="53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طعنہ دے کر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اچڑ</w:t>
      </w:r>
      <w:r>
        <w:rPr>
          <w:rtl/>
          <w:lang w:bidi="ur-PK"/>
        </w:rPr>
        <w:t xml:space="preserve"> کر ،برا بھلا کہہ 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منوانا اصل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ذہن بنانا اصل کام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اس کے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س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محنت کر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کہ زم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خود کہے کہ مجھ کو شرع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احکام کے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</w:t>
      </w:r>
      <w:r w:rsidR="00B84EBE">
        <w:rPr>
          <w:rtl/>
          <w:lang w:bidi="ur-PK"/>
        </w:rPr>
        <w:t xml:space="preserve"> بوتا کہ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جڑ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عبادت</w:t>
      </w:r>
      <w:r>
        <w:rPr>
          <w:rtl/>
          <w:lang w:bidi="ur-PK"/>
        </w:rPr>
        <w:t xml:space="preserve"> کا تنا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فرائض واجبات کے برگ وبار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اعمال صالحہ کادرخت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پھل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اخلاص</w:t>
      </w:r>
      <w:r>
        <w:rPr>
          <w:rtl/>
          <w:lang w:bidi="ur-PK"/>
        </w:rPr>
        <w:t xml:space="preserve"> کا رس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ہو ،اسلام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پر عمل نہ ہو اس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خراب ہوہ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گناہ</w:t>
      </w:r>
      <w:r>
        <w:rPr>
          <w:rtl/>
          <w:lang w:bidi="ur-PK"/>
        </w:rPr>
        <w:t xml:space="preserve"> انسان کے دل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،دل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اورجب دل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ہوجائے تو اس پر سب سے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عبادت سے لذت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بلکہ گناہ سے لذت حاصل کرتاہے اور جو گناہ سے لذت حاصل کرتا ہے وہ جان لے کہ وہ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اعتبار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کا مفہوم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چاقو کو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مارے تو جو ہوتا ہے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 دل کے لئے خطرناک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ماں باپ کا فرض ہے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اسلام کے احکام وقوان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سے</w:t>
      </w:r>
      <w:r w:rsidR="00B84EBE">
        <w:rPr>
          <w:rtl/>
          <w:lang w:bidi="ur-PK"/>
        </w:rPr>
        <w:t xml:space="preserve"> روشناس کرائ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اور واجب احکام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</w:t>
      </w:r>
      <w:r w:rsidR="00B84EBE">
        <w:rPr>
          <w:rtl/>
          <w:lang w:bidi="ur-PK"/>
        </w:rPr>
        <w:t xml:space="preserve"> کرائ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کن</w:t>
      </w:r>
      <w:r w:rsidR="00B84EBE">
        <w:rPr>
          <w:rtl/>
          <w:lang w:bidi="ur-PK"/>
        </w:rPr>
        <w:t xml:space="preserve"> اب جب کہ انہوں نے ا س سلسلے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کوتاہ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اور سادہ لوح بے گناہ لڑک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تعل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</w:t>
      </w:r>
      <w:r w:rsidR="00B84EBE">
        <w:rPr>
          <w:rtl/>
          <w:lang w:bidi="ur-PK"/>
        </w:rPr>
        <w:t xml:space="preserve"> دئ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ے</w:t>
      </w:r>
      <w:r w:rsidR="00B84EBE">
        <w:rPr>
          <w:rtl/>
          <w:lang w:bidi="ur-PK"/>
        </w:rPr>
        <w:t xml:space="preserve"> بغ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شاد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کے بندھن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باندھ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ہے تو اب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اہم تر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اور سنگ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tl/>
          <w:lang w:bidi="ur-PK"/>
        </w:rPr>
        <w:t xml:space="preserve"> فر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ضہ</w:t>
      </w:r>
      <w:r w:rsidR="00B84EBE">
        <w:rPr>
          <w:rtl/>
          <w:lang w:bidi="ur-PK"/>
        </w:rPr>
        <w:t xml:space="preserve"> شوہر پر عائد ہوتاہے کہ وہ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مسائل سے روش</w:t>
      </w:r>
      <w:r w:rsidR="00B84EBE">
        <w:rPr>
          <w:rFonts w:hint="eastAsia"/>
          <w:rtl/>
          <w:lang w:bidi="ur-PK"/>
        </w:rPr>
        <w:t>ناس</w:t>
      </w:r>
      <w:r w:rsidR="00B84EBE">
        <w:rPr>
          <w:rtl/>
          <w:lang w:bidi="ur-PK"/>
        </w:rPr>
        <w:t xml:space="preserve"> کرائے اور سلام کے واجبات وحرام 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زوں</w:t>
      </w:r>
      <w:r w:rsidR="00B84EBE">
        <w:rPr>
          <w:rtl/>
          <w:lang w:bidi="ur-PK"/>
        </w:rPr>
        <w:t xml:space="preserve"> کے متعلق بتائے اور اس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فہم اور عقل کے مطابق اس کو اسلام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اخلاق اور عقائد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تعل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</w:t>
      </w:r>
      <w:r w:rsidR="00B84EBE">
        <w:rPr>
          <w:rtl/>
          <w:lang w:bidi="ur-PK"/>
        </w:rPr>
        <w:t xml:space="preserve"> دے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شوہر</w:t>
      </w:r>
      <w:r>
        <w:rPr>
          <w:rtl/>
          <w:lang w:bidi="ur-PK"/>
        </w:rPr>
        <w:t xml:space="preserve"> محترم! اگر آپ خود اس کام کو انجام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کہنا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علاوہ اہل علم سے مشورہ کرکے سودمند اور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اور رسالے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کرکے اس کو پڑھنے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دلائے اور ضرورت ہو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قابل اعتماد اور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استاد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معلمہ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مقررک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اگر آپ نے اس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کو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،دانا ،خوش اخلاق اور مہربان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ہمراہ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ثواب کے علاوہ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اگر آپ نے اس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۔۔۔۔۔۔۔۔۔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لاعلم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ساتھ رہے گا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اصولوں سے بے بہرہ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قہار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بازپرس کرے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سے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: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"اے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مان</w:t>
      </w:r>
      <w:r w:rsidR="00B84EBE">
        <w:rPr>
          <w:rtl/>
          <w:lang w:bidi="ur-PK"/>
        </w:rPr>
        <w:t xml:space="preserve"> والو ، خود اپنے آپ کو اور اپنے خاندان والوں کو اس جہنم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آگ سے بچاؤ جس کا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ندھن</w:t>
      </w:r>
      <w:r w:rsidR="00B84EBE">
        <w:rPr>
          <w:rtl/>
          <w:lang w:bidi="ur-PK"/>
        </w:rPr>
        <w:t xml:space="preserve"> آدم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پتھرہوں گے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صادق(ع)فرماتے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"جس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سن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مسلمان رونے لگا اوربولا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اپنے نفس کو آگ سے محفوظ رکھنے سے عاجز ہوں اس پر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سونپ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اپنے گھر والوں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دوزخ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سےبچاؤں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(ص)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 اس قدر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جن کاموں کو تم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 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کرنے کو ان سے کہو اور خود جن کاموں کو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ترک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روکتے رہو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حوصلہ اور وقت درکار ہے اگر عقل اور تدبر سے کام لے کر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قدر محنت کرے گا خود اس کے مفاد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 اور اگل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عالم آخرت تک اس کے اثرات سے بہرہ مند ہوگا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جس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ء بسم اللہ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 وہ دعا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نامنظور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۔(حضور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وسلم)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54" w:name="_Toc528496870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12</w:t>
      </w:r>
      <w:bookmarkEnd w:id="54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5" w:name="_Toc528496871"/>
      <w:r>
        <w:rPr>
          <w:rtl/>
          <w:lang w:bidi="ur-PK"/>
        </w:rPr>
        <w:t>--{د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شوہر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چلائ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گھر الفت ومحبت سے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قانون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55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مثلا</w:t>
      </w:r>
      <w:r>
        <w:rPr>
          <w:rtl/>
          <w:lang w:bidi="ur-PK"/>
        </w:rPr>
        <w:t xml:space="preserve"> اگرآپ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فلاں رشتہ دار سے ملنے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گھر س ے باہر قدم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نکال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قانون سے بہت غلط استفادہ ہے ۔آ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مظاہر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مجتہد کا قول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"بعض عادل شمر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قانون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غلط استفادہ بظاہر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مردوں اور عورتوں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۔مثلا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اسکول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کالج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 اصطلاحات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کرکے غرور کرنے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اپنے شوہر سے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پڑھنا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نہ کروں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مجھ پر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قانون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غلط اسفادہ ہے بقول ان عالم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عادل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شمر سے بدتر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آج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کال ضرور اس گھر کو برباد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اگر</w:t>
      </w:r>
      <w:r w:rsidR="00B84EBE">
        <w:rPr>
          <w:rtl/>
          <w:lang w:bidi="ur-PK"/>
        </w:rPr>
        <w:t xml:space="preserve"> چہ آپ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مومن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کن</w:t>
      </w:r>
      <w:r w:rsidR="00B84EBE">
        <w:rPr>
          <w:rtl/>
          <w:lang w:bidi="ur-PK"/>
        </w:rPr>
        <w:t xml:space="preserve"> سخت 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،امر بالمعروف اور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عن المنکر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ضرورت سے ز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ادہ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سخت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 آپ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سخت 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ت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ز</w:t>
      </w:r>
      <w:r w:rsidR="00B84EBE">
        <w:rPr>
          <w:rtl/>
          <w:lang w:bidi="ur-PK"/>
        </w:rPr>
        <w:t xml:space="preserve"> رو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دن آپ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پاک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زہ</w:t>
      </w:r>
      <w:r w:rsidR="00B84EBE">
        <w:rPr>
          <w:rtl/>
          <w:lang w:bidi="ur-PK"/>
        </w:rPr>
        <w:t xml:space="preserve">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اور آپ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س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رت</w:t>
      </w:r>
      <w:r w:rsidR="00B84EBE">
        <w:rPr>
          <w:rtl/>
          <w:lang w:bidi="ur-PK"/>
        </w:rPr>
        <w:t xml:space="preserve"> لڑک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ضد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خراب کردے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6" w:name="_Toc528496872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13</w:t>
      </w:r>
      <w:bookmarkEnd w:id="56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7" w:name="_Toc528496873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اچھا سلوک کرنا اور اسے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خوش رکھنا }--</w:t>
      </w:r>
      <w:bookmarkEnd w:id="57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صدر مملکت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اعظم کے داماد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آپ سے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کہ "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 اچھا سلوک کرنا اور اسے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خوش رکھنا " تو آپ کس طرح دل وجان سے اس کو خوش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ناگوار باتوں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خندہ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 برداشت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صدر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اعظم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ہے تو اگر اس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کا پروردگار آپ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135BCC">
        <w:rPr>
          <w:rStyle w:val="libAieChar"/>
          <w:rtl/>
        </w:rPr>
        <w:t xml:space="preserve">وعاشر </w:t>
      </w:r>
      <w:r w:rsidR="00CA07BC" w:rsidRPr="00CA07BC">
        <w:rPr>
          <w:rStyle w:val="libAieChar"/>
          <w:rFonts w:hint="cs"/>
          <w:rtl/>
        </w:rPr>
        <w:t>ه</w:t>
      </w:r>
      <w:r w:rsidRPr="00135BCC">
        <w:rPr>
          <w:rStyle w:val="libAieChar"/>
          <w:rFonts w:hint="cs"/>
          <w:rtl/>
        </w:rPr>
        <w:t>نّ</w:t>
      </w:r>
      <w:r w:rsidRPr="00135BCC">
        <w:rPr>
          <w:rStyle w:val="libAieChar"/>
          <w:rtl/>
        </w:rPr>
        <w:t xml:space="preserve"> </w:t>
      </w:r>
      <w:r w:rsidRPr="00135BCC">
        <w:rPr>
          <w:rStyle w:val="libAieChar"/>
          <w:rFonts w:hint="cs"/>
          <w:rtl/>
        </w:rPr>
        <w:t>بالمعروف</w:t>
      </w:r>
      <w:r>
        <w:rPr>
          <w:rtl/>
          <w:lang w:bidi="ur-PK"/>
        </w:rPr>
        <w:t>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"(د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>)ان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اچھا سلوک کرو۔"(سور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نساء 19)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اب آپ کا رد عمل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ہونا چاہئے ،افسوس صدر اور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اعظم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ہدا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تو اتن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پرواہ ہو اور کائنات کے پروردگار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ہدا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اور حکم کو اتن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اہم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نہ ہو جتن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اس کے فاسق وفاجر بندہ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ہو ۔ افسو س! اگر آپ پروردگار عالم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اس ہدا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</w:t>
      </w:r>
      <w:r w:rsidR="00B84EBE">
        <w:rPr>
          <w:rtl/>
          <w:lang w:bidi="ur-PK"/>
        </w:rPr>
        <w:t xml:space="preserve"> کو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</w:t>
      </w:r>
      <w:r w:rsidR="00B84EBE">
        <w:rPr>
          <w:rtl/>
          <w:lang w:bidi="ur-PK"/>
        </w:rPr>
        <w:t xml:space="preserve"> رکھ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گے تو گھر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کبھ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جھگڑا نہ ہوگا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8" w:name="_Toc528496874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14</w:t>
      </w:r>
      <w:bookmarkEnd w:id="58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59" w:name="_Toc528496875"/>
      <w:r>
        <w:rPr>
          <w:rtl/>
          <w:lang w:bidi="ur-PK"/>
        </w:rPr>
        <w:t>--{ اپنے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}--</w:t>
      </w:r>
      <w:bookmarkEnd w:id="59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نسخوں پر عمل کے ساتھ ساتھ اپنے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۔بعض اوقات انسان کے اپنے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نحوست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اثر ہوتا ہے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اولاد نافرمان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ئں</w:t>
      </w:r>
      <w:r>
        <w:rPr>
          <w:rtl/>
          <w:lang w:bidi="ur-PK"/>
        </w:rPr>
        <w:t xml:space="preserve">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 دانا کا کہنا ہے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گناہوں کا اثر اکثر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بلکہ گھر کے پالتو جانوروں تک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پاتا ہوں کہ ہو پہلے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وفرمانبردار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:- آپ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صرف دو بول پڑھ کر آپ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رشتہ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 دو 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لاج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ماں کو چھوڑ ا ، باپ کو چھوڑا ،بہن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پورے خاندان کو چھوڑا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دو 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اتنا </w:t>
      </w:r>
      <w:r>
        <w:rPr>
          <w:rFonts w:hint="eastAsia"/>
          <w:rtl/>
          <w:lang w:bidi="ur-PK"/>
        </w:rPr>
        <w:t>بھرم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سب کو چھوڑ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ہوگئ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کن</w:t>
      </w:r>
      <w:r w:rsidR="00B84EBE">
        <w:rPr>
          <w:rtl/>
          <w:lang w:bidi="ur-PK"/>
        </w:rPr>
        <w:t xml:space="preserve"> آپ سے نہ ہو سکا کہ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دو بول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135BCC">
        <w:rPr>
          <w:rStyle w:val="libArabicChar"/>
          <w:rtl/>
        </w:rPr>
        <w:t>لا ال</w:t>
      </w:r>
      <w:r w:rsidR="00CA07BC" w:rsidRPr="00CA07BC">
        <w:rPr>
          <w:rStyle w:val="libArabicChar"/>
          <w:rFonts w:hint="cs"/>
          <w:rtl/>
        </w:rPr>
        <w:t>ه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الا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الل</w:t>
      </w:r>
      <w:r w:rsidR="00CA07BC" w:rsidRPr="00CA07BC">
        <w:rPr>
          <w:rStyle w:val="libArabicChar"/>
          <w:rFonts w:hint="cs"/>
          <w:rtl/>
        </w:rPr>
        <w:t>ه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محمد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رسول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الل</w:t>
      </w:r>
      <w:r w:rsidR="00CA07BC" w:rsidRPr="00CA07BC">
        <w:rPr>
          <w:rStyle w:val="libArabicChar"/>
          <w:rFonts w:hint="cs"/>
          <w:rtl/>
        </w:rPr>
        <w:t>ه</w:t>
      </w:r>
      <w:r w:rsidRPr="00135BCC">
        <w:rPr>
          <w:rStyle w:val="libArabicChar"/>
          <w:rtl/>
        </w:rPr>
        <w:t xml:space="preserve"> </w:t>
      </w:r>
      <w:r w:rsidRPr="00135BCC">
        <w:rPr>
          <w:rStyle w:val="libArabicChar"/>
          <w:rFonts w:hint="cs"/>
          <w:rtl/>
        </w:rPr>
        <w:t>علی</w:t>
      </w:r>
      <w:r w:rsidRPr="00135BCC">
        <w:rPr>
          <w:rStyle w:val="libArabicChar"/>
          <w:rtl/>
        </w:rPr>
        <w:t xml:space="preserve"> ول</w:t>
      </w:r>
      <w:r w:rsidRPr="00135BCC">
        <w:rPr>
          <w:rStyle w:val="libArabicChar"/>
          <w:rFonts w:hint="cs"/>
          <w:rtl/>
        </w:rPr>
        <w:t>ی</w:t>
      </w:r>
      <w:r w:rsidRPr="00135BCC">
        <w:rPr>
          <w:rStyle w:val="libArabicChar"/>
          <w:rtl/>
        </w:rPr>
        <w:t xml:space="preserve"> الل</w:t>
      </w:r>
      <w:r w:rsidR="00CA07BC" w:rsidRPr="00CA07BC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" پڑھ کر اس اللہ کے ہوجاؤ جس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 بول پڑھےتھے :۔؟؟؟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علم حاصل کرو ۔ علم کاحاصل کرنا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مشق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۔علم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ومباحثہ جہاد ہے ۔ جاہل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صدقہ ہے اور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طالب علم خدا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علم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حرام وحلال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فرق پہچانا جاتاہے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علم طالب علم کو جنت کے راستے پر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علم وحشت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ہے علم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دوست ہے ۔(حضرت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60" w:name="_Toc528496876"/>
      <w:r>
        <w:rPr>
          <w:rFonts w:hint="eastAsia"/>
          <w:rtl/>
          <w:lang w:bidi="ur-PK"/>
        </w:rPr>
        <w:t>ساس</w:t>
      </w:r>
      <w:r>
        <w:rPr>
          <w:rtl/>
          <w:lang w:bidi="ur-PK"/>
        </w:rPr>
        <w:t xml:space="preserve"> ،سسر اور گھر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افراد کے عمل کے لئے چودہ مجرب نسخے</w:t>
      </w:r>
      <w:bookmarkEnd w:id="60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1" w:name="_Toc528496877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بمبر 1</w:t>
      </w:r>
      <w:bookmarkEnd w:id="61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2" w:name="_Toc528496878"/>
      <w:r>
        <w:rPr>
          <w:rtl/>
          <w:lang w:bidi="ur-PK"/>
        </w:rPr>
        <w:t xml:space="preserve">--{ساس سسر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والے اور افراد سورہ بقرہ پڑھ کر اپنے گھر والوں پر دم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6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رسول اسلام (ص)نے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"قسم ہے اس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قبضے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محمد 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ہے 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ٹھہر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سورہ بقرہ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لئے کہ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جھگڑوں سے بچنے کے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مردوں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بچا جائے اور جن اعمال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حفاظت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،ان اعمال کا اہتمام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سورہ بقرہ کا ختم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63" w:name="_Toc52849687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2</w:t>
      </w:r>
      <w:bookmarkEnd w:id="63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4" w:name="_Toc528496880"/>
      <w:r>
        <w:rPr>
          <w:rtl/>
          <w:lang w:bidi="ur-PK"/>
        </w:rPr>
        <w:t xml:space="preserve">--{ساس سسر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کثرت سے تلاوت قرآن بمعہ ترجمہ کا اہتمام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64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 جس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۔ملائکہ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نکل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تلاوت نہ ہو 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وبرکت کم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مسکن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۔فرشتے وہاں سے چلتے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5" w:name="_Toc52849688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3</w:t>
      </w:r>
      <w:bookmarkEnd w:id="65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6" w:name="_Toc528496882"/>
      <w:r>
        <w:rPr>
          <w:rtl/>
          <w:lang w:bidi="ur-PK"/>
        </w:rPr>
        <w:t>--{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الامکان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الگ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6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دم بھرنے والے اکثر سےا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غلط فہم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سب</w:t>
      </w:r>
      <w:r w:rsidR="00B84EBE">
        <w:rPr>
          <w:rtl/>
          <w:lang w:bidi="ur-PK"/>
        </w:rPr>
        <w:t xml:space="preserve"> کا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ساتھ ،ا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گھر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رہنا بہت ضرور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ورنہ گھر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برکت نکل جائے 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ساس وسسر 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برتن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کھانا پکنے سے برکت ضرور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جھگڑے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نفرت ،حسد ،بغض ،غ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،لڑائ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،جھگڑے کا دروازہ کھل جاتا ہے اور وہ پورے گھر کو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کے لئے ہزاروں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اور گناہوں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ارتکاب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جائز ہوگا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مستحب کے لئے اتنا اہتمام کہ ہزاروں حرام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گھر جہاں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رہتے ہوں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کھانا کھاتے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 گرفتہ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روزانہ جھگڑے بڑھ رہے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حسد اور حرص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بڑھ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رات کو شوہر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بہو 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خلاف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کرکے شوہروں (سگے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)م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عداوت اور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بورہ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،چغل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جھوٹ کے جراث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داہو</w:t>
      </w:r>
      <w:r>
        <w:rPr>
          <w:rtl/>
          <w:lang w:bidi="ur-PK"/>
        </w:rPr>
        <w:t xml:space="preserve"> کر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کررہے ہوں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---- ب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ٹے</w:t>
      </w:r>
      <w:r w:rsidR="00B84EBE">
        <w:rPr>
          <w:rtl/>
          <w:lang w:bidi="ur-PK"/>
        </w:rPr>
        <w:t xml:space="preserve"> کو ماں اور بہن سے دور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جارہا ہو۔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چھوڑنے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طلاق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ساس ، تعو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،گنڈوں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سسر ہر نماز کے بعد بد دعا کررہا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-----لڑکے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ساس ،پورے خاندان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سمدھن کے برا ہونے کا ڈھنڈورا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بڑے بڑے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بنا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جارہا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ان سب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کے بعض افراد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ہمسپتالوں کے چکر کاٹ رہے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اپنے بچوں کو مشترک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سے حرام سے ڈش انٹ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</w:t>
      </w:r>
      <w:r>
        <w:rPr>
          <w:rtl/>
          <w:lang w:bidi="ur-PK"/>
        </w:rPr>
        <w:t xml:space="preserve"> سے بچانا مشکل ہورہا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اس کے بر خلاف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 جہاں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 فضول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ہودہ</w:t>
      </w:r>
      <w:r>
        <w:rPr>
          <w:rtl/>
          <w:lang w:bidi="ur-PK"/>
        </w:rPr>
        <w:t xml:space="preserve"> رسموں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بچا کر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نقطے نہ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سادہ ہو ، اسراف اور فضول خرچ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مبرا ہو اور ان حرام کاموں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بچا کر جب تک مستقل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مکان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 ہو تو چاہے چھوٹا سا گھر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الگ رہ کر ماں ،باپ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نند اور بھاوج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برقراررہے ۔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----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وران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ج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ٹھان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دوسرے کا احترام کرت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----- روزانہ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اکثر ملاقات کے لئے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آنا جانا ہو۔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حسب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تحفہ ،تحائف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کھانا پکا کر ساس وسسر کے لئے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چھوٹے بچوں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ہو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دونوں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آپ کے سامنے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،دونوں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آپ کے سامنے ہے ۔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 پسند ہے ؟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آپ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ساس ! جو بات رب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کو برا نہ سمجھئے ،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ہو اس پر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بد قسمت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اور بعض اوقات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ہٹ دھرم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اور ان تما م خراب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بعد لڑجھگڑ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اور بہو کو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ہونا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پڑتا ہے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بہتر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تمام خراب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کو الگ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چاہے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کتنے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اجڑ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----- کتنے نوجوانوں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برباد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---- کتنے بہن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،بہنوں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وجھگڑے ہوں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؟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اسلام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شر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عت</w:t>
      </w:r>
      <w:r w:rsidR="00B84EBE">
        <w:rPr>
          <w:rtl/>
          <w:lang w:bidi="ur-PK"/>
        </w:rPr>
        <w:t xml:space="preserve"> نے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بہو کے لئے ساس ،سسر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خدمت کرنے کو حسن سلوک تو کہا ہے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کن</w:t>
      </w:r>
      <w:r w:rsidR="00B84EBE">
        <w:rPr>
          <w:rtl/>
          <w:lang w:bidi="ur-PK"/>
        </w:rPr>
        <w:t xml:space="preserve"> واجب قرار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اور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ور</w:t>
      </w:r>
      <w:r w:rsidR="00B84EBE">
        <w:rPr>
          <w:rtl/>
          <w:lang w:bidi="ur-PK"/>
        </w:rPr>
        <w:t xml:space="preserve"> اور ج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ٹھ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خدمت تو غ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مناسب 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اکثر بے پردگ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کا اہتمام ہوتا ہے ۔ اور جب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سب بہو کے فرائض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شامل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تو آپ زبردست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خدمت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سے</w:t>
      </w:r>
      <w:r w:rsidR="00B84EBE">
        <w:rPr>
          <w:rtl/>
          <w:lang w:bidi="ur-PK"/>
        </w:rPr>
        <w:t xml:space="preserve"> 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گے ؟ 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>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سوچ فتنے او رفساد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بن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ہے اور ظلم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ابتدا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7" w:name="_Toc52849688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4</w:t>
      </w:r>
      <w:bookmarkEnd w:id="67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8" w:name="_Toc528496884"/>
      <w:r>
        <w:rPr>
          <w:rtl/>
          <w:lang w:bidi="ur-PK"/>
        </w:rPr>
        <w:t>--{ ہم مزاج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 بہو کو ساتھ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6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 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ہمارے ساتھ ہو اور پوتے پوت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رونق ہو تو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ساتھ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سے مزاج ملتا ہو ۔اور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اور بہو کو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آپ کے ساتھ رہ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69" w:name="_Toc528496885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5</w:t>
      </w:r>
      <w:bookmarkEnd w:id="69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0" w:name="_Toc528496886"/>
      <w:r>
        <w:rPr>
          <w:rtl/>
          <w:lang w:bidi="ur-PK"/>
        </w:rPr>
        <w:t>--{ کچن تو ضرور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حدہ</w:t>
      </w:r>
      <w:r>
        <w:rPr>
          <w:rtl/>
          <w:lang w:bidi="ur-PK"/>
        </w:rPr>
        <w:t xml:space="preserve"> ہو }--</w:t>
      </w:r>
      <w:bookmarkEnd w:id="7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مصلحت سے بہوؤں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رکھنا ہو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تو</w:t>
      </w:r>
      <w:r w:rsidR="00B84EBE">
        <w:rPr>
          <w:rtl/>
          <w:lang w:bidi="ur-PK"/>
        </w:rPr>
        <w:t xml:space="preserve"> کم از کم اتنا 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جئے</w:t>
      </w:r>
      <w:r w:rsidR="00B84EBE">
        <w:rPr>
          <w:rtl/>
          <w:lang w:bidi="ur-PK"/>
        </w:rPr>
        <w:t xml:space="preserve"> کہ ان کے آنے جانے کا راستہ الگ ہو اور کچن تو ضرور عل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حدہ</w:t>
      </w:r>
      <w:r w:rsidR="00B84EBE">
        <w:rPr>
          <w:rtl/>
          <w:lang w:bidi="ur-PK"/>
        </w:rPr>
        <w:t xml:space="preserve"> ہو ، ز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ادہ</w:t>
      </w:r>
      <w:r w:rsidR="00B84EBE">
        <w:rPr>
          <w:rtl/>
          <w:lang w:bidi="ur-PK"/>
        </w:rPr>
        <w:t xml:space="preserve"> تر آگ چولہے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بھڑکت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ہے ۔'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1" w:name="_Toc528496887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6</w:t>
      </w:r>
      <w:bookmarkEnd w:id="71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2" w:name="_Toc528496888"/>
      <w:r>
        <w:rPr>
          <w:rtl/>
          <w:lang w:bidi="ur-PK"/>
        </w:rPr>
        <w:t>--{ حسن اخلاق او رخوش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خدمت کروائ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}--</w:t>
      </w:r>
      <w:bookmarkEnd w:id="7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ساس</w:t>
      </w:r>
      <w:r>
        <w:rPr>
          <w:rtl/>
          <w:lang w:bidi="ur-PK"/>
        </w:rPr>
        <w:t xml:space="preserve"> اور سسر خصوصا ساس اگر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مند ہو تو بہو کے ساتھ حسن اخلاق او رخوش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خدمت کرواسکت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بہو کے لئے سعادت اور ساس وسسر کے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بہو سے جبر ا خدمت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نہ شرعا جائز ہے اور نہ اخلاقا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بہو</w:t>
      </w:r>
      <w:r>
        <w:rPr>
          <w:rtl/>
          <w:lang w:bidi="ur-PK"/>
        </w:rPr>
        <w:t xml:space="preserve"> کا اکرام اور عزت کرکے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آپ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ہوں گے کہ وہ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بڑھ کر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گزار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عالم کو عابد پر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جو چاند کو چودھو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ستاروں پر ہے اور علماء وارث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وسلم)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73" w:name="_Toc52849688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7</w:t>
      </w:r>
      <w:bookmarkEnd w:id="73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4" w:name="_Toc528496890"/>
      <w:r>
        <w:rPr>
          <w:rtl/>
          <w:lang w:bidi="ur-PK"/>
        </w:rPr>
        <w:t>--{ بہو سے بدگمان نہ ہوں }--</w:t>
      </w:r>
      <w:bookmarkEnd w:id="74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،اپنے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منہ پر طمانچہ 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خود بخود دور ہوجائے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(ع)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 ےکہ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"اس ناپاک کے منہ پر طمانچہ مارو ،جب اس کو ماروگے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پر عمل نہ کروگے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خود بخود دفع ہوجائے گا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برعکس اگر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بہو سے سوء ظن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منحوس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اور سوچ پر قابض ہو جائے گا لہذا س کا علاج فقط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ہے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"لوگوں سے متعلق بد 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اکثر گمان گناہ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نے ظن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گمان بد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75" w:name="_Toc52849689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8</w:t>
      </w:r>
      <w:bookmarkEnd w:id="75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6" w:name="_Toc528496892"/>
      <w:r>
        <w:rPr>
          <w:rtl/>
          <w:lang w:bidi="ur-PK"/>
        </w:rPr>
        <w:t>--{ب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اور بہو کے ہر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مداخلت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7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اولاد کو سعادت مند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ان کے ہر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مداخلت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کو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سے سبق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اپنے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اسوقت تک سرپرست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تک وہ ان کے محتاج ہوتے ہو۔جو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مستقل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گزارنے کے قابل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 کو آزاد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پرندوں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جانوروں</w:t>
      </w:r>
      <w:r>
        <w:rPr>
          <w:rtl/>
          <w:lang w:bidi="ur-PK"/>
        </w:rPr>
        <w:t xml:space="preserve"> بلکہ انسانوں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۔بات صرف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اس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تو ان کے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جا مداخلت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جان لو کہ تم علم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کرسکتے ہو ۔(حضرت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77" w:name="_Toc52849689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9</w:t>
      </w:r>
      <w:bookmarkEnd w:id="77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8" w:name="_Toc528496894"/>
      <w:r>
        <w:rPr>
          <w:rtl/>
          <w:lang w:bidi="ur-PK"/>
        </w:rPr>
        <w:t>--{ماں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داماد اور بہو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7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مظاہر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صلح وصفائ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کا مطمع نظر رہے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بہو</w:t>
      </w:r>
      <w:r>
        <w:rPr>
          <w:rtl/>
          <w:lang w:bidi="ur-PK"/>
        </w:rPr>
        <w:t xml:space="preserve"> کے ماں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داماد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ساس وسسر کو بہو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لڑبھڑ کر ماں باپ کے گھر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لے جاکر داماد کے حوالے کردے اور اس کے پاس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تو داماد 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ہو،راض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گا اور اگر ساس وسسر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بہو کے ساتھ الفت ومحبت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اگر جھگڑا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جائے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بہو خواہ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خود بخود ان کے ساتھ محبت کرنےلگے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جھگڑا فساد ختم ہوجائے گا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(ع)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وقت اپنے فرزندوں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tl/>
          <w:lang w:bidi="ur-PK"/>
        </w:rPr>
        <w:t>" اے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رے</w:t>
      </w:r>
      <w:r w:rsidR="00B84EBE">
        <w:rPr>
          <w:rtl/>
          <w:lang w:bidi="ur-PK"/>
        </w:rPr>
        <w:t xml:space="preserve"> فرزندوں !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تمہ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تاک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د</w:t>
      </w:r>
      <w:r w:rsidR="00B84EBE">
        <w:rPr>
          <w:rtl/>
          <w:lang w:bidi="ur-PK"/>
        </w:rPr>
        <w:t xml:space="preserve"> کرتاہوں کہ تقو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کو اپنا شعار بناؤ ،اپنے معاملات کو منظم رکھو اور اپنے درم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ان</w:t>
      </w:r>
      <w:r w:rsidR="00B84EBE">
        <w:rPr>
          <w:rtl/>
          <w:lang w:bidi="ur-PK"/>
        </w:rPr>
        <w:t xml:space="preserve"> ہم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شہ</w:t>
      </w:r>
      <w:r w:rsidR="00B84EBE">
        <w:rPr>
          <w:rtl/>
          <w:lang w:bidi="ur-PK"/>
        </w:rPr>
        <w:t xml:space="preserve"> صلح وصفائ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رکھو"۔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تمہارے جد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سے سنا ہے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:-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افراد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صلح کرنا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اور روزوں سے افضل ہے ۔"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79" w:name="_Toc528496895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10</w:t>
      </w:r>
      <w:bookmarkEnd w:id="79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0" w:name="_Toc528496896"/>
      <w:r>
        <w:rPr>
          <w:rtl/>
          <w:lang w:bidi="ur-PK"/>
        </w:rPr>
        <w:t>--{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داماد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80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سے لوگ خود اپنے اندر اور دوسروں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پاتے ان کو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سوچتے کہ ان کے اندر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دوسرے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 وہ باغ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ڈھونڈ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جائے تاکہ وہ اس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سکے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ساس و سسر 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بہو اور داماد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نہ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کوئ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نقص نکال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لوں بلکہ آپ کو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بلبل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طرح ہم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شہ</w:t>
      </w:r>
      <w:r w:rsidR="00B84EBE">
        <w:rPr>
          <w:rtl/>
          <w:lang w:bidi="ur-PK"/>
        </w:rPr>
        <w:t xml:space="preserve"> پھولوں پر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رہنا چاہئ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ے</w:t>
      </w:r>
      <w:r w:rsidR="00B84EBE">
        <w:rPr>
          <w:rtl/>
          <w:lang w:bidi="ur-PK"/>
        </w:rPr>
        <w:t xml:space="preserve"> ۔آپ کو پھولوں ہ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تلاش ہون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چاہ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ے</w:t>
      </w:r>
      <w:r w:rsidR="00B84EBE">
        <w:rPr>
          <w:rtl/>
          <w:lang w:bidi="ur-PK"/>
        </w:rPr>
        <w:t xml:space="preserve"> ۔بہو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اچھائ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اور مثبت نقاط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تلاش کرن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چاہ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ئے</w:t>
      </w:r>
      <w:r w:rsidR="00B84EBE">
        <w:rPr>
          <w:rtl/>
          <w:lang w:bidi="ur-PK"/>
        </w:rPr>
        <w:t xml:space="preserve"> ،آپ اس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سار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اچھائ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اں</w:t>
      </w:r>
      <w:r w:rsidR="00B84EBE">
        <w:rPr>
          <w:rtl/>
          <w:lang w:bidi="ur-PK"/>
        </w:rPr>
        <w:t xml:space="preserve"> 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</w:t>
      </w:r>
      <w:r w:rsidR="00B84EBE">
        <w:rPr>
          <w:rtl/>
          <w:lang w:bidi="ur-PK"/>
        </w:rPr>
        <w:t xml:space="preserve"> بد سلوک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ک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وجہ سے بھلا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تے</w:t>
      </w:r>
      <w:r w:rsidR="00B84EBE">
        <w:rPr>
          <w:rtl/>
          <w:lang w:bidi="ur-PK"/>
        </w:rPr>
        <w:t xml:space="preserve">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 اور آپ کا رو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کدم</w:t>
      </w:r>
      <w:r w:rsidR="00B84EBE">
        <w:rPr>
          <w:rtl/>
          <w:lang w:bidi="ur-PK"/>
        </w:rPr>
        <w:t xml:space="preserve"> بدل جاتا ہے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افسوس</w:t>
      </w:r>
      <w:r>
        <w:rPr>
          <w:rtl/>
          <w:lang w:bidi="ur-PK"/>
        </w:rPr>
        <w:t>! قرآن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مشہورہ ہے کہ انسان وفادار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1" w:name="_Toc528496897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11</w:t>
      </w:r>
      <w:bookmarkEnd w:id="81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2" w:name="_Toc528496898"/>
      <w:r>
        <w:rPr>
          <w:rtl/>
          <w:lang w:bidi="ur-PK"/>
        </w:rPr>
        <w:t>--{معاف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کواپنا شعار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}--</w:t>
      </w:r>
      <w:bookmarkEnd w:id="82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واقعا</w:t>
      </w:r>
      <w:r>
        <w:rPr>
          <w:rtl/>
          <w:lang w:bidi="ur-PK"/>
        </w:rPr>
        <w:t xml:space="preserve"> اگر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بہو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،اور اس نے آپ کے ساتھ کچھ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آپ اسے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لئے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آپ کو معاف کردے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سنا ہوگا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لوگ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حساب کتاب کے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لوگ ہوں گے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عفو ،درگذر اور بخشش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553F4F" w:rsidP="00135BCC">
      <w:pPr>
        <w:pStyle w:val="Heading2Center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83" w:name="_Toc528496899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12</w:t>
      </w:r>
      <w:bookmarkEnd w:id="83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4" w:name="_Toc528496900"/>
      <w:r>
        <w:rPr>
          <w:rtl/>
          <w:lang w:bidi="ur-PK"/>
        </w:rPr>
        <w:t>--{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اس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کرو}--</w:t>
      </w:r>
      <w:bookmarkEnd w:id="84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مظاہر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(بمعہ ترجمہ) لکھ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لٹکا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،کہ گھر کے ہر فرد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اس پر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</w:t>
      </w:r>
      <w:r w:rsidRPr="00135BCC">
        <w:rPr>
          <w:rStyle w:val="libAieChar"/>
          <w:rtl/>
        </w:rPr>
        <w:t>و</w:t>
      </w:r>
      <w:r w:rsidRPr="00135BCC">
        <w:rPr>
          <w:rStyle w:val="libAieChar"/>
          <w:rFonts w:hint="cs"/>
          <w:rtl/>
        </w:rPr>
        <w:t>ی</w:t>
      </w:r>
      <w:r w:rsidRPr="00135BCC">
        <w:rPr>
          <w:rStyle w:val="libAieChar"/>
          <w:rFonts w:hint="eastAsia"/>
          <w:rtl/>
        </w:rPr>
        <w:t>درون</w:t>
      </w:r>
      <w:r w:rsidRPr="00135BCC">
        <w:rPr>
          <w:rStyle w:val="libAieChar"/>
          <w:rtl/>
        </w:rPr>
        <w:t xml:space="preserve"> بالحسن</w:t>
      </w:r>
      <w:r w:rsidR="00CA07BC" w:rsidRPr="00CA07BC">
        <w:rPr>
          <w:rStyle w:val="libAieChar"/>
          <w:rFonts w:hint="cs"/>
          <w:rtl/>
        </w:rPr>
        <w:t>ة</w:t>
      </w:r>
      <w:r w:rsidRPr="00135BCC">
        <w:rPr>
          <w:rStyle w:val="libAieChar"/>
          <w:rtl/>
        </w:rPr>
        <w:t xml:space="preserve"> </w:t>
      </w:r>
      <w:r>
        <w:rPr>
          <w:rtl/>
          <w:lang w:bidi="ur-PK"/>
        </w:rPr>
        <w:t>"(سورہ قصص)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اس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ساس وسسر ! اگر آپ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کو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کرنا ہوگا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لکھ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لٹکا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جسے 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،بہو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،ب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،گھر کے بچے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آہستہ آہستہ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ہوجائے ۔ اگ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آپ اور بہو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اور حسن سلوک سے اس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اللہ کے واحد ہونے کا اقرار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علم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صلہ رحم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۔"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85" w:name="_Toc528496901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13</w:t>
      </w:r>
      <w:bookmarkEnd w:id="85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6" w:name="_Toc528496902"/>
      <w:r>
        <w:rPr>
          <w:rtl/>
          <w:lang w:bidi="ur-PK"/>
        </w:rPr>
        <w:t>--{اختلافات کو ختم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"خود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خود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"ک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کو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>"}--</w:t>
      </w:r>
      <w:bookmarkEnd w:id="86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مہلک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شخص پر پتھر پڑجاتے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صرف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 اور اسے اپنے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خاص خام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وقت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تر ہوتا ہے جب اس مرض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جائے اور وہ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ساس !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۔ممکن ہے 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قصور ہو ۔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چھٹکارا پانے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اپنا محاسبہ کرنا ہے ٹھنڈے دل سے غور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بہو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بہو سے حسن سلوک کرکے ان کا ازالہ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سے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مرض اتنا گہرا اور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ہوتاہے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ذرا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احساس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۔</w:t>
      </w:r>
      <w:r w:rsidR="00553F4F" w:rsidRPr="00553F4F">
        <w:rPr>
          <w:rStyle w:val="libAlaemChar"/>
          <w:rtl/>
        </w:rPr>
        <w:cr/>
      </w:r>
      <w:r w:rsidR="00553F4F" w:rsidRPr="00553F4F">
        <w:rPr>
          <w:rStyle w:val="libAlaemChar"/>
          <w:rtl/>
        </w:rPr>
        <w:br w:type="page"/>
      </w:r>
      <w:r w:rsidR="00553F4F" w:rsidRPr="00553F4F">
        <w:rPr>
          <w:rStyle w:val="libAlaemChar"/>
          <w:rtl/>
        </w:rPr>
        <w:lastRenderedPageBreak/>
        <w:cr/>
      </w:r>
    </w:p>
    <w:p w:rsidR="00B84EBE" w:rsidRDefault="00B84EBE" w:rsidP="00135BCC">
      <w:pPr>
        <w:pStyle w:val="Heading2Center"/>
        <w:rPr>
          <w:rtl/>
          <w:lang w:bidi="ur-PK"/>
        </w:rPr>
      </w:pPr>
      <w:bookmarkStart w:id="87" w:name="_Toc528496903"/>
      <w:r>
        <w:rPr>
          <w:rFonts w:hint="eastAsia"/>
          <w:rtl/>
          <w:lang w:bidi="ur-PK"/>
        </w:rPr>
        <w:t>نسخہ</w:t>
      </w:r>
      <w:r>
        <w:rPr>
          <w:rtl/>
          <w:lang w:bidi="ur-PK"/>
        </w:rPr>
        <w:t xml:space="preserve"> نمبر 14</w:t>
      </w:r>
      <w:bookmarkEnd w:id="87"/>
    </w:p>
    <w:p w:rsidR="00B84EBE" w:rsidRDefault="00B84EBE" w:rsidP="00135BCC">
      <w:pPr>
        <w:pStyle w:val="Heading2Center"/>
        <w:rPr>
          <w:rtl/>
          <w:lang w:bidi="ur-PK"/>
        </w:rPr>
      </w:pPr>
    </w:p>
    <w:p w:rsidR="00B84EBE" w:rsidRDefault="00B84EBE" w:rsidP="00135BCC">
      <w:pPr>
        <w:pStyle w:val="Heading2Center"/>
        <w:rPr>
          <w:rtl/>
          <w:lang w:bidi="ur-PK"/>
        </w:rPr>
      </w:pPr>
      <w:bookmarkStart w:id="88" w:name="_Toc528496904"/>
      <w:r>
        <w:rPr>
          <w:rtl/>
          <w:lang w:bidi="ur-PK"/>
        </w:rPr>
        <w:t>--{ اگر آپ خود کو آخرت کے لئے آمادہ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گھر کے سارے جھگڑے 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}--</w:t>
      </w:r>
      <w:bookmarkEnd w:id="88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اسلام (ص)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"وہ شخص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ہوجائے اور اس کے اچھے کام برے کاموں پر غالب نہ ہوں تو وہ اپنے آپ کو عذاب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اررکھے</w:t>
      </w:r>
      <w:r>
        <w:rPr>
          <w:rtl/>
          <w:lang w:bidi="ur-PK"/>
        </w:rPr>
        <w:t xml:space="preserve"> "-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حضرت صادق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"انسان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تک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جب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مکمل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فرشتوں کو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کہ اب وہ سخت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سخت نگران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کے تمام اعمال چاہے کم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،چھوٹے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بڑے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نے علم حاصل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جھگڑوں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جہالت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مولائے</w:t>
      </w:r>
      <w:r w:rsidR="00B84EBE">
        <w:rPr>
          <w:rtl/>
          <w:lang w:bidi="ur-PK"/>
        </w:rPr>
        <w:t xml:space="preserve"> کا ئنات فرماتے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"جب عقل مند انسان بوڑھا ہوتا ہے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جوان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جب جاہل انسان بوڑھا ہوتا ہے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جوان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حاصل کرنے سے روگردان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 خلاف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امور کا ارتکاب کروات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سے اولاد او 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۔اگر آپ کو علم ہو کہ کس وقت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موجودہ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رہا جائے تو اولاد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 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اسلام (ص)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سے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"اے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! وہ ماں باپ ،رحمت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 ہوں اور بے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ہوں جو اپنے برے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اور باتوں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کے منحرف او رگمراہ ہونے کا باعث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راستے پر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مولائے</w:t>
      </w:r>
      <w:r>
        <w:rPr>
          <w:rtl/>
          <w:lang w:bidi="ur-PK"/>
        </w:rPr>
        <w:t xml:space="preserve"> کائنات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"جھڑکنے اور ڈانٹ ڈپٹ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،لڑائ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جھگڑے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کو بڑھا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"۔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پورے کتابچہ کا خلاصہ اگر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لب لباب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ابو دا‌ؤد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جھگڑ رہے تھے کہ اتنے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  <w:r w:rsidR="00B84EBE">
        <w:rPr>
          <w:rFonts w:hint="eastAsia"/>
          <w:rtl/>
          <w:lang w:bidi="ur-PK"/>
        </w:rPr>
        <w:t>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غمبر</w:t>
      </w:r>
      <w:r w:rsidR="00B84EBE">
        <w:rPr>
          <w:rtl/>
          <w:lang w:bidi="ur-PK"/>
        </w:rPr>
        <w:t xml:space="preserve"> اسلام پہنچے اور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کھا</w:t>
      </w:r>
      <w:r w:rsidR="00B84EBE">
        <w:rPr>
          <w:rtl/>
          <w:lang w:bidi="ur-PK"/>
        </w:rPr>
        <w:t xml:space="preserve"> کہ ہم جھگڑرہے 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۔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ہ</w:t>
      </w:r>
      <w:r w:rsidR="00B84EBE">
        <w:rPr>
          <w:rtl/>
          <w:lang w:bidi="ur-PK"/>
        </w:rPr>
        <w:t xml:space="preserve">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کھ</w:t>
      </w:r>
      <w:r w:rsidR="00B84EBE">
        <w:rPr>
          <w:rtl/>
          <w:lang w:bidi="ur-PK"/>
        </w:rPr>
        <w:t xml:space="preserve"> کر آپ کا چہرہ مبارک متغ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ر</w:t>
      </w:r>
      <w:r w:rsidR="00B84EBE">
        <w:rPr>
          <w:rtl/>
          <w:lang w:bidi="ur-PK"/>
        </w:rPr>
        <w:t xml:space="preserve"> ہوگ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، م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نے کبھ</w:t>
      </w:r>
      <w:r w:rsidR="00B84EBE">
        <w:rPr>
          <w:rFonts w:hint="cs"/>
          <w:rtl/>
          <w:lang w:bidi="ur-PK"/>
        </w:rPr>
        <w:t>ی</w:t>
      </w:r>
      <w:r w:rsidR="00B84EBE">
        <w:rPr>
          <w:rtl/>
          <w:lang w:bidi="ur-PK"/>
        </w:rPr>
        <w:t xml:space="preserve"> رسول خدا کو اتنا غصّہ ہوتے نہ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ں</w:t>
      </w:r>
      <w:r w:rsidR="00B84EBE">
        <w:rPr>
          <w:rtl/>
          <w:lang w:bidi="ur-PK"/>
        </w:rPr>
        <w:t xml:space="preserve"> د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کھا</w:t>
      </w:r>
      <w:r w:rsidR="00B84EBE">
        <w:rPr>
          <w:rtl/>
          <w:lang w:bidi="ur-PK"/>
        </w:rPr>
        <w:t xml:space="preserve"> تھا ۔اس کے بعد پ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غمبر</w:t>
      </w:r>
      <w:r w:rsidR="00B84EBE">
        <w:rPr>
          <w:rtl/>
          <w:lang w:bidi="ur-PK"/>
        </w:rPr>
        <w:t xml:space="preserve"> اسلام نے فرما</w:t>
      </w:r>
      <w:r w:rsidR="00B84EBE">
        <w:rPr>
          <w:rFonts w:hint="cs"/>
          <w:rtl/>
          <w:lang w:bidi="ur-PK"/>
        </w:rPr>
        <w:t>ی</w:t>
      </w:r>
      <w:r w:rsidR="00B84EBE">
        <w:rPr>
          <w:rFonts w:hint="eastAsia"/>
          <w:rtl/>
          <w:lang w:bidi="ur-PK"/>
        </w:rPr>
        <w:t>ا</w:t>
      </w:r>
      <w:r w:rsidR="00B84EBE"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 جھگڑا اور تکرار کرنا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،جو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گا ۔"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"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کو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روکوں وہ شرک و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تکرار اور جھگڑا کرنا ہے ۔" 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سلام پہنچانا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 اللہ اس بندے پر رحمت کرتاہے جو دوسرے کے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دو کے ساتھ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فرشتہ ہوتاہے جو ان دونوں کے واسطے طلب مغفرت کرتا ہے اور جب 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ملتے ہو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ثوں کا ذکر کرتے ہو تو اس ملاقات اور ذکر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 ہے کہ ہمارا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مذہب تمھارے لئے زندہ ہوجاتا ہے اور ہمارے بعد سب سے بہتر وہ شخص ہے جو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ثوں</w:t>
      </w:r>
      <w:r>
        <w:rPr>
          <w:rtl/>
          <w:lang w:bidi="ur-PK"/>
        </w:rPr>
        <w:t xml:space="preserve"> کاذکر کرے اورہم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 ۔(امام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553F4F" w:rsidP="00B84EBE">
      <w:pPr>
        <w:pStyle w:val="libNormal"/>
        <w:rPr>
          <w:rtl/>
          <w:lang w:bidi="ur-PK"/>
        </w:rPr>
      </w:pPr>
      <w:r w:rsidRPr="00553F4F">
        <w:rPr>
          <w:rStyle w:val="libAlaemChar"/>
          <w:rtl/>
        </w:rPr>
        <w:cr/>
      </w:r>
      <w:r w:rsidRPr="00553F4F">
        <w:rPr>
          <w:rStyle w:val="libAlaemChar"/>
          <w:rtl/>
        </w:rPr>
        <w:br w:type="page"/>
      </w:r>
      <w:r w:rsidRPr="00553F4F">
        <w:rPr>
          <w:rStyle w:val="libAlaemChar"/>
          <w:rtl/>
        </w:rPr>
        <w:lastRenderedPageBreak/>
        <w:cr/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کتابچہ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مندرجہ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کتابوں سے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</w:t>
      </w:r>
    </w:p>
    <w:p w:rsidR="00B84EBE" w:rsidRDefault="00B84EBE" w:rsidP="00B84EBE">
      <w:pPr>
        <w:pStyle w:val="libNormal"/>
        <w:rPr>
          <w:rtl/>
          <w:lang w:bidi="ur-PK"/>
        </w:rPr>
      </w:pPr>
    </w:p>
    <w:p w:rsidR="00B84EBE" w:rsidRDefault="00B84EBE" w:rsidP="00CA07BC">
      <w:pPr>
        <w:pStyle w:val="Heading2Center"/>
        <w:rPr>
          <w:rtl/>
          <w:lang w:bidi="ur-PK"/>
        </w:rPr>
      </w:pPr>
      <w:bookmarkStart w:id="89" w:name="_Toc528496905"/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کانام</w:t>
      </w:r>
      <w:bookmarkEnd w:id="89"/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1:-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</w:t>
      </w:r>
      <w:r>
        <w:rPr>
          <w:rtl/>
          <w:lang w:bidi="ur-PK"/>
        </w:rPr>
        <w:t xml:space="preserve"> گھر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2:- تحفہ دولہا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3:- تحفہ دلہن۔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4:- بزرگوں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5:- اسلام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معاشرت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6:- ہد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7:- خاندان کا اخلاق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8:- خوشگوار ازدواج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اصول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9:- ازدواج دراسلام۔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10:-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اولاد ۔</w:t>
      </w:r>
    </w:p>
    <w:p w:rsidR="00B84EBE" w:rsidRDefault="00B84EBE" w:rsidP="00B84EBE">
      <w:pPr>
        <w:pStyle w:val="libNormal"/>
        <w:rPr>
          <w:rtl/>
          <w:lang w:bidi="ur-PK"/>
        </w:rPr>
      </w:pPr>
      <w:r>
        <w:rPr>
          <w:rtl/>
          <w:lang w:bidi="ur-PK"/>
        </w:rPr>
        <w:t>11:-اسلام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۔</w:t>
      </w:r>
    </w:p>
    <w:p w:rsidR="00B84EBE" w:rsidRDefault="00B84EBE" w:rsidP="00CA07B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79795046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1C2B65" w:rsidRPr="001C2B65" w:rsidRDefault="001C2B65" w:rsidP="001C2B65">
          <w:pPr>
            <w:pStyle w:val="Heading2Center"/>
          </w:pPr>
          <w:r w:rsidRPr="001C2B65">
            <w:rPr>
              <w:rFonts w:hint="cs"/>
              <w:rtl/>
            </w:rPr>
            <w:t>فہرست</w:t>
          </w:r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496816" w:history="1">
            <w:r w:rsidRPr="00456D1B">
              <w:rPr>
                <w:rStyle w:val="Hyperlink"/>
                <w:rtl/>
                <w:lang w:bidi="ur-PK"/>
              </w:rPr>
              <w:t>تفر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17" w:history="1">
            <w:r w:rsidRPr="00456D1B">
              <w:rPr>
                <w:rStyle w:val="Hyperlink"/>
                <w:rtl/>
                <w:lang w:bidi="ur-PK"/>
              </w:rPr>
              <w:t>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18" w:history="1">
            <w:r w:rsidRPr="00456D1B">
              <w:rPr>
                <w:rStyle w:val="Hyperlink"/>
                <w:rtl/>
                <w:lang w:bidi="ur-PK"/>
              </w:rPr>
              <w:t>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کے عمل کے لئے چودہ مجرب نسخے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19" w:history="1">
            <w:r w:rsidRPr="00456D1B">
              <w:rPr>
                <w:rStyle w:val="Hyperlink"/>
                <w:rtl/>
                <w:lang w:bidi="ur-PK"/>
              </w:rPr>
              <w:t>نسخہ نمبر 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0" w:history="1">
            <w:r w:rsidRPr="00456D1B">
              <w:rPr>
                <w:rStyle w:val="Hyperlink"/>
                <w:rtl/>
                <w:lang w:bidi="ur-PK"/>
              </w:rPr>
              <w:t>--{شوہر پر مسلسل احسانات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1" w:history="1">
            <w:r w:rsidRPr="00456D1B">
              <w:rPr>
                <w:rStyle w:val="Hyperlink"/>
                <w:rtl/>
                <w:lang w:bidi="ur-PK"/>
              </w:rPr>
              <w:t>نسخہ نمبر 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2" w:history="1">
            <w:r w:rsidRPr="00456D1B">
              <w:rPr>
                <w:rStyle w:val="Hyperlink"/>
                <w:rtl/>
                <w:lang w:bidi="ur-PK"/>
              </w:rPr>
              <w:t>--{ج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ہاں ۔۔۔۔۔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ہ لفظ بولنا س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کھ 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۔}--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3" w:history="1">
            <w:r w:rsidRPr="00456D1B">
              <w:rPr>
                <w:rStyle w:val="Hyperlink"/>
                <w:rtl/>
                <w:lang w:bidi="ur-PK"/>
              </w:rPr>
              <w:t>نسخہ نمبر 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4" w:history="1">
            <w:r w:rsidRPr="00456D1B">
              <w:rPr>
                <w:rStyle w:val="Hyperlink"/>
                <w:rtl/>
                <w:lang w:bidi="ur-PK"/>
              </w:rPr>
              <w:t>--{معاف کرد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جئے ،آ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ندہ ا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سا نہ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ہوگا}--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5" w:history="1">
            <w:r w:rsidRPr="00456D1B">
              <w:rPr>
                <w:rStyle w:val="Hyperlink"/>
                <w:rtl/>
                <w:lang w:bidi="ur-PK"/>
              </w:rPr>
              <w:t>نسخہ نمبر 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6" w:history="1">
            <w:r w:rsidRPr="00456D1B">
              <w:rPr>
                <w:rStyle w:val="Hyperlink"/>
                <w:rtl/>
                <w:lang w:bidi="ur-PK"/>
              </w:rPr>
              <w:t>--{مکمل خاموش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7" w:history="1">
            <w:r w:rsidRPr="00456D1B">
              <w:rPr>
                <w:rStyle w:val="Hyperlink"/>
                <w:rtl/>
                <w:lang w:bidi="ur-PK"/>
              </w:rPr>
              <w:t>نسخہ نمبر 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8" w:history="1">
            <w:r w:rsidRPr="00456D1B">
              <w:rPr>
                <w:rStyle w:val="Hyperlink"/>
                <w:rtl/>
                <w:lang w:bidi="ur-PK"/>
              </w:rPr>
              <w:t>--{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ہ مجرب نسخہ وہ کہاوت ہے 'جو تم مسکراؤ تو سب مسکرائ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29" w:history="1">
            <w:r w:rsidRPr="00456D1B">
              <w:rPr>
                <w:rStyle w:val="Hyperlink"/>
                <w:rtl/>
                <w:lang w:bidi="ur-PK"/>
              </w:rPr>
              <w:t>نسخہ نمبر 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0" w:history="1">
            <w:r w:rsidRPr="00456D1B">
              <w:rPr>
                <w:rStyle w:val="Hyperlink"/>
                <w:rtl/>
                <w:lang w:bidi="ur-PK"/>
              </w:rPr>
              <w:t>--{ ہر وقت شکر کرنے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عادت ڈال 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ہر حال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1" w:history="1">
            <w:r w:rsidRPr="00456D1B">
              <w:rPr>
                <w:rStyle w:val="Hyperlink"/>
                <w:rtl/>
                <w:lang w:bidi="ur-PK"/>
              </w:rPr>
              <w:t>نسخہ نمبر 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2" w:history="1">
            <w:r w:rsidRPr="00456D1B">
              <w:rPr>
                <w:rStyle w:val="Hyperlink"/>
                <w:rtl/>
                <w:lang w:bidi="ur-PK"/>
              </w:rPr>
              <w:t>--{زبان ش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 تو ملک 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3" w:history="1">
            <w:r w:rsidRPr="00456D1B">
              <w:rPr>
                <w:rStyle w:val="Hyperlink"/>
                <w:rtl/>
                <w:lang w:bidi="ur-PK"/>
              </w:rPr>
              <w:t>نسخہ نمبر 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4" w:history="1">
            <w:r w:rsidRPr="00456D1B">
              <w:rPr>
                <w:rStyle w:val="Hyperlink"/>
                <w:rtl/>
                <w:lang w:bidi="ur-PK"/>
              </w:rPr>
              <w:t>--{اپنے غصّہ پر قابو پائے}--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0D079B" w:rsidRDefault="000D079B" w:rsidP="000D079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5" w:history="1">
            <w:r w:rsidRPr="00456D1B">
              <w:rPr>
                <w:rStyle w:val="Hyperlink"/>
                <w:rtl/>
                <w:lang w:bidi="ur-PK"/>
              </w:rPr>
              <w:t>نسخہ نمبر 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6" w:history="1">
            <w:r w:rsidRPr="00456D1B">
              <w:rPr>
                <w:rStyle w:val="Hyperlink"/>
                <w:rtl/>
                <w:lang w:bidi="ur-PK"/>
              </w:rPr>
              <w:t>--{شوہر جب غصّہ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ہو تو جواب نہ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7" w:history="1">
            <w:r w:rsidRPr="00456D1B">
              <w:rPr>
                <w:rStyle w:val="Hyperlink"/>
                <w:rtl/>
                <w:lang w:bidi="ur-PK"/>
              </w:rPr>
              <w:t>نسخہ نمبر 10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8" w:history="1">
            <w:r w:rsidRPr="00456D1B">
              <w:rPr>
                <w:rStyle w:val="Hyperlink"/>
                <w:rtl/>
                <w:lang w:bidi="ur-PK"/>
              </w:rPr>
              <w:t>--{رازنہ کھول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39" w:history="1">
            <w:r w:rsidRPr="00456D1B">
              <w:rPr>
                <w:rStyle w:val="Hyperlink"/>
                <w:rtl/>
                <w:lang w:bidi="ur-PK"/>
              </w:rPr>
              <w:t>نسخہ نمبر 11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0" w:history="1">
            <w:r w:rsidRPr="00456D1B">
              <w:rPr>
                <w:rStyle w:val="Hyperlink"/>
                <w:rtl/>
                <w:lang w:bidi="ur-PK"/>
              </w:rPr>
              <w:t>--{ہر حال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شوہر کا ساتھ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1" w:history="1">
            <w:r w:rsidRPr="00456D1B">
              <w:rPr>
                <w:rStyle w:val="Hyperlink"/>
                <w:rtl/>
                <w:lang w:bidi="ur-PK"/>
              </w:rPr>
              <w:t>نسخہ نمبر 12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2" w:history="1">
            <w:r w:rsidRPr="00456D1B">
              <w:rPr>
                <w:rStyle w:val="Hyperlink"/>
                <w:rtl/>
                <w:lang w:bidi="ur-PK"/>
              </w:rPr>
              <w:t>--{نامحرموں سے اجتناب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3" w:history="1">
            <w:r w:rsidRPr="00456D1B">
              <w:rPr>
                <w:rStyle w:val="Hyperlink"/>
                <w:rtl/>
                <w:lang w:bidi="ur-PK"/>
              </w:rPr>
              <w:t>نسخہ نمبر 13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4" w:history="1">
            <w:r w:rsidRPr="00456D1B">
              <w:rPr>
                <w:rStyle w:val="Hyperlink"/>
                <w:rtl/>
                <w:lang w:bidi="ur-PK"/>
              </w:rPr>
              <w:t>--{جب تک ناراض شوہر کو راض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نہ کرل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آرام سے نہ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5" w:history="1">
            <w:r w:rsidRPr="00456D1B">
              <w:rPr>
                <w:rStyle w:val="Hyperlink"/>
                <w:rtl/>
                <w:lang w:bidi="ur-PK"/>
              </w:rPr>
              <w:t>نسخہ نمبر 14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6" w:history="1">
            <w:r w:rsidRPr="00456D1B">
              <w:rPr>
                <w:rStyle w:val="Hyperlink"/>
                <w:rtl/>
                <w:lang w:bidi="ur-PK"/>
              </w:rPr>
              <w:t>--{شوہر اور اولاد کو بھ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ندار بناد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7" w:history="1">
            <w:r w:rsidRPr="00456D1B">
              <w:rPr>
                <w:rStyle w:val="Hyperlink"/>
                <w:rtl/>
                <w:lang w:bidi="ur-PK"/>
              </w:rPr>
              <w:t>شوہر کے عمل کے لئے چودہ مجرب نسخے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8" w:history="1">
            <w:r w:rsidRPr="00456D1B">
              <w:rPr>
                <w:rStyle w:val="Hyperlink"/>
                <w:rtl/>
                <w:lang w:bidi="ur-PK"/>
              </w:rPr>
              <w:t>نسخہ نمبر 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49" w:history="1">
            <w:r w:rsidRPr="00456D1B">
              <w:rPr>
                <w:rStyle w:val="Hyperlink"/>
                <w:rtl/>
                <w:lang w:bidi="ur-PK"/>
              </w:rPr>
              <w:t>--{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ہ بات طے کرل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کہ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،ماں اور بہنوں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ا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ک دوسرے کے خلاف بات نہ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سن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گے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0" w:history="1">
            <w:r w:rsidRPr="00456D1B">
              <w:rPr>
                <w:rStyle w:val="Hyperlink"/>
                <w:rtl/>
                <w:lang w:bidi="ur-PK"/>
              </w:rPr>
              <w:t>نسخہ نمبر 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1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کے سلسلے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 اپنے مع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ار کون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چے لائ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ے}--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2" w:history="1">
            <w:r w:rsidRPr="00456D1B">
              <w:rPr>
                <w:rStyle w:val="Hyperlink"/>
                <w:rtl/>
                <w:lang w:bidi="ur-PK"/>
              </w:rPr>
              <w:t>نسخہ نمبر 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3" w:history="1">
            <w:r w:rsidRPr="00456D1B">
              <w:rPr>
                <w:rStyle w:val="Hyperlink"/>
                <w:rtl/>
                <w:lang w:bidi="ur-PK"/>
              </w:rPr>
              <w:t>--{اخلاق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بہتر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 اور اپنے گھر والوں کے حق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نرم تر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 بن جائ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0D079B" w:rsidRDefault="000D079B" w:rsidP="000D079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4" w:history="1">
            <w:r w:rsidRPr="00456D1B">
              <w:rPr>
                <w:rStyle w:val="Hyperlink"/>
                <w:rtl/>
                <w:lang w:bidi="ur-PK"/>
              </w:rPr>
              <w:t>نسخہ نمبر 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5" w:history="1">
            <w:r w:rsidRPr="00456D1B">
              <w:rPr>
                <w:rStyle w:val="Hyperlink"/>
                <w:rtl/>
                <w:lang w:bidi="ur-PK"/>
              </w:rPr>
              <w:t>--{"گڑنہ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تو گڑج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س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بات تو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ں"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6" w:history="1">
            <w:r w:rsidRPr="00456D1B">
              <w:rPr>
                <w:rStyle w:val="Hyperlink"/>
                <w:rtl/>
                <w:lang w:bidi="ur-PK"/>
              </w:rPr>
              <w:t>نسخہ نمبر 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7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کے کاموں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اکثر تعر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ف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جئے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8" w:history="1">
            <w:r w:rsidRPr="00456D1B">
              <w:rPr>
                <w:rStyle w:val="Hyperlink"/>
                <w:rtl/>
                <w:lang w:bidi="ur-PK"/>
              </w:rPr>
              <w:t>نسخہ نمبر 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59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کو دوست سمجھ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نوکر نہ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0" w:history="1">
            <w:r w:rsidRPr="00456D1B">
              <w:rPr>
                <w:rStyle w:val="Hyperlink"/>
                <w:rtl/>
                <w:lang w:bidi="ur-PK"/>
              </w:rPr>
              <w:t>نسخہ تمبر 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1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خدمات کا احساس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2" w:history="1">
            <w:r w:rsidRPr="00456D1B">
              <w:rPr>
                <w:rStyle w:val="Hyperlink"/>
                <w:rtl/>
                <w:lang w:bidi="ur-PK"/>
              </w:rPr>
              <w:t>نسخہ تمبر 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3" w:history="1">
            <w:r w:rsidRPr="00456D1B">
              <w:rPr>
                <w:rStyle w:val="Hyperlink"/>
                <w:rtl/>
                <w:lang w:bidi="ur-PK"/>
              </w:rPr>
              <w:t>--{اگر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ہ کوتاہ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اں آپ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بہن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ہوت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۔۔تو؟}--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4" w:history="1">
            <w:r w:rsidRPr="00456D1B">
              <w:rPr>
                <w:rStyle w:val="Hyperlink"/>
                <w:rtl/>
                <w:lang w:bidi="ur-PK"/>
              </w:rPr>
              <w:t>نسخہ نمبر 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5" w:history="1">
            <w:r w:rsidRPr="00456D1B">
              <w:rPr>
                <w:rStyle w:val="Hyperlink"/>
                <w:rtl/>
                <w:lang w:bidi="ur-PK"/>
              </w:rPr>
              <w:t>--{اپنے غصّہ کو برداشت کرنا س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کھئے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6" w:history="1">
            <w:r w:rsidRPr="00456D1B">
              <w:rPr>
                <w:rStyle w:val="Hyperlink"/>
                <w:rtl/>
                <w:lang w:bidi="ur-PK"/>
              </w:rPr>
              <w:t>نسخہ نمبر 10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7" w:history="1">
            <w:r w:rsidRPr="00456D1B">
              <w:rPr>
                <w:rStyle w:val="Hyperlink"/>
                <w:rtl/>
                <w:lang w:bidi="ur-PK"/>
              </w:rPr>
              <w:t>--{اپنا مقام پہچانئے ،زن مر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د نہ بنئے}--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8" w:history="1">
            <w:r w:rsidRPr="00456D1B">
              <w:rPr>
                <w:rStyle w:val="Hyperlink"/>
                <w:rtl/>
                <w:lang w:bidi="ur-PK"/>
              </w:rPr>
              <w:t>نسخہ نمبر 11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69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کو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ندار بنا 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ے مگر خود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ندار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چھوڑ ے بغ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ر}--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0" w:history="1">
            <w:r w:rsidRPr="00456D1B">
              <w:rPr>
                <w:rStyle w:val="Hyperlink"/>
                <w:rtl/>
                <w:lang w:bidi="ur-PK"/>
              </w:rPr>
              <w:t>نسخہ نمبر 12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1" w:history="1">
            <w:r w:rsidRPr="00456D1B">
              <w:rPr>
                <w:rStyle w:val="Hyperlink"/>
                <w:rtl/>
                <w:lang w:bidi="ur-PK"/>
              </w:rPr>
              <w:t>--{د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ندار شوہر گھر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فقہ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قوان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 نہ چلائ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ونکہ گھر الفت ومحبت سے چلتے 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، قانون سے نہ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2" w:history="1">
            <w:r w:rsidRPr="00456D1B">
              <w:rPr>
                <w:rStyle w:val="Hyperlink"/>
                <w:rtl/>
                <w:lang w:bidi="ur-PK"/>
              </w:rPr>
              <w:t>نسخہ نمبر 13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3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و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سے اچھا سلوک کرنا اور اسے ہم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شہ خوش رکھنا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0D079B" w:rsidRDefault="000D079B" w:rsidP="000D079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4" w:history="1">
            <w:r w:rsidRPr="00456D1B">
              <w:rPr>
                <w:rStyle w:val="Hyperlink"/>
                <w:rtl/>
                <w:lang w:bidi="ur-PK"/>
              </w:rPr>
              <w:t>نسخہ نمبر 14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5" w:history="1">
            <w:r w:rsidRPr="00456D1B">
              <w:rPr>
                <w:rStyle w:val="Hyperlink"/>
                <w:rtl/>
                <w:lang w:bidi="ur-PK"/>
              </w:rPr>
              <w:t>--{ اپنے گناہوں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معاف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مانگتے رہنا چاہ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ئے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6" w:history="1">
            <w:r w:rsidRPr="00456D1B">
              <w:rPr>
                <w:rStyle w:val="Hyperlink"/>
                <w:rtl/>
                <w:lang w:bidi="ur-PK"/>
              </w:rPr>
              <w:t>ساس ،سسر اور گھر کے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گر افراد کے عمل کے لئے چودہ مجرب نسخے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7" w:history="1">
            <w:r w:rsidRPr="00456D1B">
              <w:rPr>
                <w:rStyle w:val="Hyperlink"/>
                <w:rtl/>
                <w:lang w:bidi="ur-PK"/>
              </w:rPr>
              <w:t>نسخہ بمبر 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8" w:history="1">
            <w:r w:rsidRPr="00456D1B">
              <w:rPr>
                <w:rStyle w:val="Hyperlink"/>
                <w:rtl/>
                <w:lang w:bidi="ur-PK"/>
              </w:rPr>
              <w:t xml:space="preserve">--{ساس سسر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 گھر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رہنے والے اور افراد سورہ بقرہ پڑھ کر اپنے گھر والوں پر دم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79" w:history="1">
            <w:r w:rsidRPr="00456D1B">
              <w:rPr>
                <w:rStyle w:val="Hyperlink"/>
                <w:rtl/>
                <w:lang w:bidi="ur-PK"/>
              </w:rPr>
              <w:t>نسخہ نمبر 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0" w:history="1">
            <w:r w:rsidRPr="00456D1B">
              <w:rPr>
                <w:rStyle w:val="Hyperlink"/>
                <w:rtl/>
                <w:lang w:bidi="ur-PK"/>
              </w:rPr>
              <w:t xml:space="preserve">--{ساس سسر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 گھر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کثرت سے تلاوت قرآن بمعہ ترجمہ کا اہتمام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1" w:history="1">
            <w:r w:rsidRPr="00456D1B">
              <w:rPr>
                <w:rStyle w:val="Hyperlink"/>
                <w:rtl/>
                <w:lang w:bidi="ur-PK"/>
              </w:rPr>
              <w:t>نسخہ نمبر 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2" w:history="1">
            <w:r w:rsidRPr="00456D1B">
              <w:rPr>
                <w:rStyle w:val="Hyperlink"/>
                <w:rtl/>
                <w:lang w:bidi="ur-PK"/>
              </w:rPr>
              <w:t>--{ حت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الامکان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ٹے کو شاد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کے بعد الگ رہنے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ترغ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ب 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3" w:history="1">
            <w:r w:rsidRPr="00456D1B">
              <w:rPr>
                <w:rStyle w:val="Hyperlink"/>
                <w:rtl/>
                <w:lang w:bidi="ur-PK"/>
              </w:rPr>
              <w:t>نسخہ نمبر 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4" w:history="1">
            <w:r w:rsidRPr="00456D1B">
              <w:rPr>
                <w:rStyle w:val="Hyperlink"/>
                <w:rtl/>
                <w:lang w:bidi="ur-PK"/>
              </w:rPr>
              <w:t>--{ ہم مزاج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ٹے اور بہو کو ساتھ رکھ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5" w:history="1">
            <w:r w:rsidRPr="00456D1B">
              <w:rPr>
                <w:rStyle w:val="Hyperlink"/>
                <w:rtl/>
                <w:lang w:bidi="ur-PK"/>
              </w:rPr>
              <w:t>نسخہ نمبر 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6" w:history="1">
            <w:r w:rsidRPr="00456D1B">
              <w:rPr>
                <w:rStyle w:val="Hyperlink"/>
                <w:rtl/>
                <w:lang w:bidi="ur-PK"/>
              </w:rPr>
              <w:t>--{ کچن تو ضرور عل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حدہ ہو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7" w:history="1">
            <w:r w:rsidRPr="00456D1B">
              <w:rPr>
                <w:rStyle w:val="Hyperlink"/>
                <w:rtl/>
                <w:lang w:bidi="ur-PK"/>
              </w:rPr>
              <w:t>نسخہ نمبر 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8" w:history="1">
            <w:r w:rsidRPr="00456D1B">
              <w:rPr>
                <w:rStyle w:val="Hyperlink"/>
                <w:rtl/>
                <w:lang w:bidi="ur-PK"/>
              </w:rPr>
              <w:t>--{ حسن اخلاق او رخوش دل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سے جتن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چاہے خدمت کروائ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89" w:history="1">
            <w:r w:rsidRPr="00456D1B">
              <w:rPr>
                <w:rStyle w:val="Hyperlink"/>
                <w:rtl/>
                <w:lang w:bidi="ur-PK"/>
              </w:rPr>
              <w:t>نسخہ نمبر 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0" w:history="1">
            <w:r w:rsidRPr="00456D1B">
              <w:rPr>
                <w:rStyle w:val="Hyperlink"/>
                <w:rtl/>
                <w:lang w:bidi="ur-PK"/>
              </w:rPr>
              <w:t>--{ بہو سے بدگمان نہ ہوں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1" w:history="1">
            <w:r w:rsidRPr="00456D1B">
              <w:rPr>
                <w:rStyle w:val="Hyperlink"/>
                <w:rtl/>
                <w:lang w:bidi="ur-PK"/>
              </w:rPr>
              <w:t>نسخہ نمبر 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2" w:history="1">
            <w:r w:rsidRPr="00456D1B">
              <w:rPr>
                <w:rStyle w:val="Hyperlink"/>
                <w:rtl/>
                <w:lang w:bidi="ur-PK"/>
              </w:rPr>
              <w:t>--{ب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ٹا اور بہو کے ہر کام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مداخلت نہ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0D079B" w:rsidRDefault="000D079B" w:rsidP="000D079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3" w:history="1">
            <w:r w:rsidRPr="00456D1B">
              <w:rPr>
                <w:rStyle w:val="Hyperlink"/>
                <w:rtl/>
                <w:lang w:bidi="ur-PK"/>
              </w:rPr>
              <w:t>نسخہ نمبر 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4" w:history="1">
            <w:r w:rsidRPr="00456D1B">
              <w:rPr>
                <w:rStyle w:val="Hyperlink"/>
                <w:rtl/>
                <w:lang w:bidi="ur-PK"/>
              </w:rPr>
              <w:t>--{ماں باپ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ذمہ دار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ہ ہے کہ وہ داماد اور بہو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طرفدار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5" w:history="1">
            <w:r w:rsidRPr="00456D1B">
              <w:rPr>
                <w:rStyle w:val="Hyperlink"/>
                <w:rtl/>
                <w:lang w:bidi="ur-PK"/>
              </w:rPr>
              <w:t>نسخہ نمبر 10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6" w:history="1">
            <w:r w:rsidRPr="00456D1B">
              <w:rPr>
                <w:rStyle w:val="Hyperlink"/>
                <w:rtl/>
                <w:lang w:bidi="ur-PK"/>
              </w:rPr>
              <w:t>--{ کبھ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بھ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بہو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برائ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ٹے سے 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ا داماد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برائ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اپن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ٹ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سے نہ کر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7" w:history="1">
            <w:r w:rsidRPr="00456D1B">
              <w:rPr>
                <w:rStyle w:val="Hyperlink"/>
                <w:rtl/>
                <w:lang w:bidi="ur-PK"/>
              </w:rPr>
              <w:t>نسخہ نمبر 11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8" w:history="1">
            <w:r w:rsidRPr="00456D1B">
              <w:rPr>
                <w:rStyle w:val="Hyperlink"/>
                <w:rtl/>
                <w:lang w:bidi="ur-PK"/>
              </w:rPr>
              <w:t>--{معاف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کواپنا شعار بنائ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899" w:history="1">
            <w:r w:rsidRPr="00456D1B">
              <w:rPr>
                <w:rStyle w:val="Hyperlink"/>
                <w:rtl/>
                <w:lang w:bidi="ur-PK"/>
              </w:rPr>
              <w:t>نسخہ نمبر 12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0" w:history="1">
            <w:r w:rsidRPr="00456D1B">
              <w:rPr>
                <w:rStyle w:val="Hyperlink"/>
                <w:rtl/>
                <w:lang w:bidi="ur-PK"/>
              </w:rPr>
              <w:t>--{ جب کوئ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تم سے برائ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کرے اس کے ساتھ 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کرو}--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1" w:history="1">
            <w:r w:rsidRPr="00456D1B">
              <w:rPr>
                <w:rStyle w:val="Hyperlink"/>
                <w:rtl/>
                <w:lang w:bidi="ur-PK"/>
              </w:rPr>
              <w:t>نسخہ نمبر 13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2" w:history="1">
            <w:r w:rsidRPr="00456D1B">
              <w:rPr>
                <w:rStyle w:val="Hyperlink"/>
                <w:rtl/>
                <w:lang w:bidi="ur-PK"/>
              </w:rPr>
              <w:t>--{اختلافات کو ختم کرنے م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سب سے بڑ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رکاوٹ "خود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ن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اور خود پسند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"ک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ب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مار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ہے اس کو دور ک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جئے"}--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3" w:history="1">
            <w:r w:rsidRPr="00456D1B">
              <w:rPr>
                <w:rStyle w:val="Hyperlink"/>
                <w:rtl/>
                <w:lang w:bidi="ur-PK"/>
              </w:rPr>
              <w:t>نسخہ نمبر 14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4" w:history="1">
            <w:r w:rsidRPr="00456D1B">
              <w:rPr>
                <w:rStyle w:val="Hyperlink"/>
                <w:rtl/>
                <w:lang w:bidi="ur-PK"/>
              </w:rPr>
              <w:t>--{ اگر آپ خود کو آخرت کے لئے آمادہ کرل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گے تو گھر کے سارے جھگڑے خود ہ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 xml:space="preserve"> ختم ہوجائ</w:t>
            </w:r>
            <w:r w:rsidRPr="00456D1B">
              <w:rPr>
                <w:rStyle w:val="Hyperlink"/>
                <w:rFonts w:hint="cs"/>
                <w:rtl/>
                <w:lang w:bidi="ur-PK"/>
              </w:rPr>
              <w:t>ی</w:t>
            </w:r>
            <w:r w:rsidRPr="00456D1B">
              <w:rPr>
                <w:rStyle w:val="Hyperlink"/>
                <w:rtl/>
                <w:lang w:bidi="ur-PK"/>
              </w:rPr>
              <w:t>ں گے }--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8496905" w:history="1">
            <w:r w:rsidRPr="00456D1B">
              <w:rPr>
                <w:rStyle w:val="Hyperlink"/>
                <w:rtl/>
                <w:lang w:bidi="ur-PK"/>
              </w:rPr>
              <w:t>کتا</w:t>
            </w:r>
            <w:r w:rsidRPr="00456D1B">
              <w:rPr>
                <w:rStyle w:val="Hyperlink"/>
                <w:rtl/>
                <w:lang w:bidi="ur-PK"/>
              </w:rPr>
              <w:t>ب</w:t>
            </w:r>
            <w:r w:rsidRPr="00456D1B">
              <w:rPr>
                <w:rStyle w:val="Hyperlink"/>
                <w:rtl/>
                <w:lang w:bidi="ur-PK"/>
              </w:rPr>
              <w:t xml:space="preserve"> کانام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Toc528496905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1C2B65" w:rsidRDefault="001C2B65" w:rsidP="000D079B">
          <w:pPr>
            <w:pStyle w:val="libNormal"/>
          </w:pPr>
          <w:r>
            <w:fldChar w:fldCharType="end"/>
          </w:r>
        </w:p>
        <w:bookmarkStart w:id="90" w:name="_GoBack" w:displacedByCustomXml="next"/>
      </w:sdtContent>
    </w:sdt>
    <w:bookmarkEnd w:id="90" w:displacedByCustomXml="prev"/>
    <w:p w:rsidR="008D1986" w:rsidRDefault="008D1986" w:rsidP="00B84EBE">
      <w:pPr>
        <w:pStyle w:val="libNormal"/>
        <w:rPr>
          <w:lang w:bidi="ur-PK"/>
        </w:rPr>
      </w:pPr>
    </w:p>
    <w:sectPr w:rsidR="008D198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94" w:rsidRDefault="00AB4E94">
      <w:r>
        <w:separator/>
      </w:r>
    </w:p>
  </w:endnote>
  <w:endnote w:type="continuationSeparator" w:id="0">
    <w:p w:rsidR="00AB4E94" w:rsidRDefault="00AB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65" w:rsidRDefault="001C2B65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65" w:rsidRPr="00826B03" w:rsidRDefault="001C2B6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94" w:rsidRDefault="00AB4E94">
      <w:r>
        <w:separator/>
      </w:r>
    </w:p>
  </w:footnote>
  <w:footnote w:type="continuationSeparator" w:id="0">
    <w:p w:rsidR="00AB4E94" w:rsidRDefault="00AB4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79B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18C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BCC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2B65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3F4F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8D5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810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1C2B"/>
    <w:rsid w:val="007F2468"/>
    <w:rsid w:val="007F32BB"/>
    <w:rsid w:val="007F4190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4E94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4EBE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07BC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1B1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96EF8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36398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D3639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E53BE6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E53BE6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F76C0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  <w:lang w:bidi="ur-PK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408DB-3E33-4631-888D-BC4EC8D0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20265</TotalTime>
  <Pages>90</Pages>
  <Words>11698</Words>
  <Characters>66679</Characters>
  <Application>Microsoft Office Word</Application>
  <DocSecurity>0</DocSecurity>
  <Lines>555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85</cp:revision>
  <cp:lastPrinted>2018-10-02T11:15:00Z</cp:lastPrinted>
  <dcterms:created xsi:type="dcterms:W3CDTF">2015-06-13T07:48:00Z</dcterms:created>
  <dcterms:modified xsi:type="dcterms:W3CDTF">2018-10-28T10:02:00Z</dcterms:modified>
</cp:coreProperties>
</file>